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0959FC65" w14:textId="333AFF0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082C01AE" w:rsidR="00981786" w:rsidRDefault="006D173B" w:rsidP="004C2111">
      <w:pPr>
        <w:pStyle w:val="Reference"/>
        <w:rPr>
          <w:rFonts w:cstheme="minorBidi"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300B4D61" w14:textId="7BA6DACC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F126BB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093686AE" w:rsidR="00CD4D4E" w:rsidRPr="007C2D33" w:rsidRDefault="00142624" w:rsidP="00AD3B26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ข้าพเจ้าได้สอบทานงบ</w:t>
      </w:r>
      <w:r w:rsidR="008808EB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</w:t>
      </w:r>
      <w:r w:rsidR="00F06D18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ของ</w:t>
      </w:r>
      <w:bookmarkStart w:id="1" w:name="_Hlk22816599"/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และ</w:t>
      </w:r>
      <w:r w:rsidR="00327E0F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บริษัทย่อ</w:t>
      </w:r>
      <w:bookmarkEnd w:id="1"/>
      <w:r w:rsidR="0024288C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4C162E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4C162E" w:rsidRPr="00AC2B57">
        <w:rPr>
          <w:rFonts w:ascii="BrowalliaUPC" w:hAnsi="BrowalliaUPC" w:cs="BrowalliaUPC"/>
          <w:sz w:val="28"/>
          <w:szCs w:val="28"/>
          <w:cs/>
          <w:lang w:bidi="th-TH"/>
        </w:rPr>
        <w:t>(“กลุ่มบริษัท”)</w:t>
      </w:r>
      <w:r w:rsidR="004C162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58437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ณ วันที่ </w:t>
      </w:r>
      <w:r w:rsidR="002A1DBB">
        <w:rPr>
          <w:rFonts w:ascii="BrowalliaUPC" w:hAnsi="BrowalliaUPC" w:cs="BrowalliaUPC"/>
          <w:sz w:val="28"/>
          <w:szCs w:val="28"/>
          <w:lang w:val="en-US" w:bidi="th-TH"/>
        </w:rPr>
        <w:t>3</w:t>
      </w:r>
      <w:r w:rsidR="00DD6D28">
        <w:rPr>
          <w:rFonts w:ascii="BrowalliaUPC" w:hAnsi="BrowalliaUPC" w:cs="BrowalliaUPC"/>
          <w:sz w:val="28"/>
          <w:szCs w:val="28"/>
          <w:lang w:val="en-US" w:bidi="th-TH"/>
        </w:rPr>
        <w:t>0</w:t>
      </w:r>
      <w:r w:rsidR="002A1DBB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7922FD">
        <w:rPr>
          <w:rFonts w:ascii="BrowalliaUPC" w:hAnsi="BrowalliaUPC" w:cs="BrowalliaUPC" w:hint="cs"/>
          <w:sz w:val="28"/>
          <w:szCs w:val="28"/>
          <w:cs/>
          <w:lang w:val="en-US" w:bidi="th-TH"/>
        </w:rPr>
        <w:t>กันยา</w:t>
      </w:r>
      <w:r w:rsidR="00DD6D28">
        <w:rPr>
          <w:rFonts w:ascii="BrowalliaUPC" w:hAnsi="BrowalliaUPC" w:cs="BrowalliaUPC" w:hint="cs"/>
          <w:sz w:val="28"/>
          <w:szCs w:val="28"/>
          <w:cs/>
          <w:lang w:val="en-US" w:bidi="th-TH"/>
        </w:rPr>
        <w:t>ยน</w:t>
      </w:r>
      <w:r w:rsidR="00DD6D28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2A1DBB">
        <w:rPr>
          <w:rFonts w:ascii="BrowalliaUPC" w:hAnsi="BrowalliaUPC" w:cs="BrowalliaUPC"/>
          <w:sz w:val="28"/>
          <w:szCs w:val="28"/>
          <w:lang w:val="en-US" w:bidi="th-TH"/>
        </w:rPr>
        <w:t>2565</w:t>
      </w:r>
      <w:r w:rsidR="00584376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งบกำไรขาดทุนและกำไรขาดทุนเบ็ดเสร็จอื่นรวมและเฉพาะของบริษัท</w:t>
      </w:r>
      <w:r w:rsidR="00D25945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D25945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สำหรับงวดสามเดือนและ</w:t>
      </w:r>
      <w:r w:rsidR="007922FD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เก้า</w:t>
      </w:r>
      <w:r w:rsidR="00D25945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เดือนสิ้นสุดวันที่ </w:t>
      </w:r>
      <w:r w:rsidR="00D25945">
        <w:rPr>
          <w:rFonts w:ascii="Browallia New" w:hAnsi="Browallia New" w:cs="Browallia New"/>
          <w:sz w:val="28"/>
          <w:szCs w:val="28"/>
          <w:lang w:val="en-US" w:bidi="th-TH"/>
        </w:rPr>
        <w:t xml:space="preserve">30 </w:t>
      </w:r>
      <w:r w:rsidR="007922FD" w:rsidRPr="007922FD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กันยายน</w:t>
      </w:r>
      <w:r w:rsidR="00D25945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D25945">
        <w:rPr>
          <w:rFonts w:ascii="Browallia New" w:hAnsi="Browallia New" w:cs="Browallia New"/>
          <w:sz w:val="28"/>
          <w:szCs w:val="28"/>
          <w:lang w:val="en-US" w:bidi="th-TH"/>
        </w:rPr>
        <w:t>2565</w:t>
      </w:r>
      <w:r w:rsidR="00FC57F5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งบแสดงการเปลี่ยนแปลงส่วนของผู้ถือหุ้นรวมและเฉพาะของบริษัท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และงบกระแสเงินสดรวมและเฉพาะของบริษัท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</w:t>
      </w:r>
      <w:r w:rsidR="007922FD">
        <w:rPr>
          <w:rFonts w:ascii="Browallia New" w:hAnsi="Browallia New" w:cs="Browallia New"/>
          <w:sz w:val="28"/>
          <w:szCs w:val="28"/>
          <w:cs/>
          <w:lang w:val="en-US" w:bidi="th-TH"/>
        </w:rPr>
        <w:br/>
      </w:r>
      <w:r w:rsidR="007922FD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เก้า</w:t>
      </w:r>
      <w:r w:rsidR="00DD6D28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เดือน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สิ้นสุดวันเดียวกัน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และหมายเหตุประกอบงบการเงินระหว่างกาลแบบย่อ</w:t>
      </w:r>
      <w:r w:rsidRPr="00CB7C59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รวมเรียกว่า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ข้อมูลทางการเงินระหว่างกาล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”)</w:t>
      </w:r>
      <w:r w:rsidR="00B950A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CB7C5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ผู้บ</w:t>
      </w:r>
      <w:r w:rsidRPr="00CB7C59">
        <w:rPr>
          <w:rFonts w:ascii="Browallia New" w:hAnsi="Browallia New" w:cs="Browallia New" w:hint="cs"/>
          <w:sz w:val="28"/>
          <w:szCs w:val="28"/>
          <w:cs/>
          <w:lang w:bidi="th-TH"/>
        </w:rPr>
        <w:t>ริหาร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34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876CE2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</w:t>
      </w:r>
      <w:r w:rsidR="00142E5B">
        <w:rPr>
          <w:rFonts w:ascii="Browallia New" w:hAnsi="Browallia New" w:cs="Browallia New" w:hint="cs"/>
          <w:sz w:val="28"/>
          <w:szCs w:val="28"/>
          <w:cs/>
          <w:lang w:bidi="th-TH"/>
        </w:rPr>
        <w:t>รรายงานให้ข้อสรุปเกี่ยวกับข้อมูล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77610F67" w14:textId="77777777" w:rsidR="003F5A96" w:rsidRDefault="003F5A96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C23F08F" w14:textId="2AA331D7" w:rsidR="00CD4D4E" w:rsidRPr="00EE44D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D65332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5B03CF69" w14:textId="396E2409" w:rsidR="00CD4D4E" w:rsidRPr="00F01358" w:rsidRDefault="00142624" w:rsidP="00CD4D4E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รหัส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การสอบทานดังกล่าวประกอบด้วย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              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การสอบทานนี้มีขอบเขตจํากัดกว่าการตรวจสอบตามมาตรฐานการสอบบัญชี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3E46F9">
        <w:rPr>
          <w:rFonts w:ascii="Browallia New" w:hAnsi="Browallia New" w:cs="Browallia New" w:hint="cs"/>
          <w:sz w:val="28"/>
          <w:szCs w:val="28"/>
          <w:cs/>
          <w:lang w:bidi="th-TH"/>
        </w:rPr>
        <w:t>ำ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ให้ข้าพเจ้าไม่สามารถได้ความเชื่อมั่นว่าจะพบเรื่องที่มีนัยสําคัญทั้งหมด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ซึ่งอาจ</w:t>
      </w:r>
      <w:r w:rsidR="00B1491C">
        <w:rPr>
          <w:rFonts w:ascii="Browallia New" w:hAnsi="Browallia New" w:cs="Browallia New" w:hint="cs"/>
          <w:sz w:val="28"/>
          <w:szCs w:val="28"/>
          <w:cs/>
          <w:lang w:bidi="th-TH"/>
        </w:rPr>
        <w:t>จะ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พบได้จากการ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ตรวจสอบ</w:t>
      </w:r>
      <w:r w:rsidRPr="00F01358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 xml:space="preserve"> </w:t>
      </w:r>
      <w:r w:rsidR="007064E7"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ดังนั้น</w:t>
      </w:r>
      <w:r w:rsidR="00165C63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ข้าพเจ้าจึงไม่แสดงความเห็นต่อข้อมูลทางการเงินระหว่างกาล</w:t>
      </w:r>
      <w:r w:rsidR="0009126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ที่สอบทาน</w:t>
      </w:r>
    </w:p>
    <w:p w14:paraId="63A94251" w14:textId="67C81580" w:rsidR="0034149A" w:rsidRPr="00FF5E37" w:rsidRDefault="0034149A" w:rsidP="00CD4D4E">
      <w:pPr>
        <w:jc w:val="thaiDistribute"/>
        <w:rPr>
          <w:noProof/>
          <w:lang w:val="en-US"/>
        </w:rPr>
      </w:pPr>
    </w:p>
    <w:p w14:paraId="01EDC511" w14:textId="50EBE0E7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041FE64C" w14:textId="56D2A60F" w:rsidR="00767836" w:rsidRDefault="00767836" w:rsidP="00CD4D4E">
      <w:pPr>
        <w:jc w:val="thaiDistribute"/>
        <w:rPr>
          <w:rFonts w:ascii="Browallia New" w:hAnsi="Browallia New" w:cs="Browallia New"/>
        </w:rPr>
      </w:pPr>
    </w:p>
    <w:p w14:paraId="6A396CFB" w14:textId="3816C9BA" w:rsidR="00767836" w:rsidRDefault="00767836" w:rsidP="00CD4D4E">
      <w:pPr>
        <w:jc w:val="thaiDistribute"/>
        <w:rPr>
          <w:rFonts w:ascii="Browallia New" w:hAnsi="Browallia New" w:cs="Browallia New"/>
        </w:rPr>
      </w:pPr>
    </w:p>
    <w:p w14:paraId="5D45B7AA" w14:textId="77777777" w:rsidR="00767836" w:rsidRDefault="00767836" w:rsidP="00CD4D4E">
      <w:pPr>
        <w:jc w:val="thaiDistribute"/>
        <w:rPr>
          <w:rFonts w:ascii="Browallia New" w:hAnsi="Browallia New" w:cs="Browallia New"/>
        </w:rPr>
      </w:pPr>
    </w:p>
    <w:p w14:paraId="1E32080A" w14:textId="006B254E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4DF1DF40" w14:textId="77777777" w:rsidR="00CD4D4E" w:rsidRPr="00C85669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D1B016E" w14:textId="4356F94E" w:rsidR="00142624" w:rsidRPr="00487E39" w:rsidRDefault="00052D13" w:rsidP="003C08B4">
      <w:pPr>
        <w:spacing w:after="0" w:line="240" w:lineRule="auto"/>
        <w:jc w:val="thaiDistribute"/>
        <w:rPr>
          <w:rFonts w:ascii="Browallia New" w:hAnsi="Browallia New" w:cs="Browallia New"/>
          <w:color w:val="FF0000"/>
          <w:sz w:val="28"/>
          <w:szCs w:val="28"/>
        </w:rPr>
      </w:pPr>
      <w:r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จากการสอบทาน </w:t>
      </w:r>
      <w:r w:rsidR="00A97122" w:rsidRPr="00AC2B57">
        <w:rPr>
          <w:rFonts w:ascii="BrowalliaUPC" w:hAnsi="BrowalliaUPC" w:cs="BrowalliaUPC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</w:t>
      </w:r>
      <w:r w:rsidR="00A97122">
        <w:rPr>
          <w:rFonts w:ascii="BrowalliaUPC" w:hAnsi="BrowalliaUPC" w:cs="BrowalliaUPC" w:hint="cs"/>
          <w:sz w:val="28"/>
          <w:szCs w:val="28"/>
          <w:cs/>
          <w:lang w:bidi="th-TH"/>
        </w:rPr>
        <w:t>ำ</w:t>
      </w:r>
      <w:r w:rsidR="00A97122" w:rsidRPr="00AC2B57">
        <w:rPr>
          <w:rFonts w:ascii="BrowalliaUPC" w:hAnsi="BrowalliaUPC" w:cs="BrowalliaUPC"/>
          <w:sz w:val="28"/>
          <w:szCs w:val="28"/>
          <w:cs/>
          <w:lang w:bidi="th-TH"/>
        </w:rPr>
        <w:t>ขึ้นตามมาตรฐานการบัญชี</w:t>
      </w:r>
      <w:r w:rsidR="00BB3C27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97122"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ฉบับที่ </w:t>
      </w:r>
      <w:r w:rsidR="00A97122" w:rsidRPr="00AC2B57">
        <w:rPr>
          <w:rFonts w:ascii="BrowalliaUPC" w:hAnsi="BrowalliaUPC" w:cs="BrowalliaUPC"/>
          <w:sz w:val="28"/>
          <w:szCs w:val="28"/>
          <w:lang w:bidi="th-TH"/>
        </w:rPr>
        <w:t>34</w:t>
      </w:r>
      <w:r w:rsidR="00A97122"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2B2E2D" w:rsidRPr="00AC2B57">
        <w:rPr>
          <w:rFonts w:ascii="BrowalliaUPC" w:hAnsi="BrowalliaUPC" w:cs="BrowalliaUPC"/>
          <w:sz w:val="28"/>
          <w:szCs w:val="28"/>
          <w:cs/>
          <w:lang w:bidi="th-TH"/>
        </w:rPr>
        <w:t>ในสาระสำคัญ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1D2AC7D" w14:textId="77777777" w:rsidR="00C932BD" w:rsidRDefault="00C932BD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23216827" w14:textId="77777777" w:rsidR="003C08B4" w:rsidRPr="0014262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0091E754" w:rsidR="00142624" w:rsidRPr="00C350EF" w:rsidRDefault="00374146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374146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น</w:t>
      </w:r>
      <w:r w:rsidR="00C350E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ายสมคิด เตียตระกูล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0D4BF972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EC7AB4">
        <w:rPr>
          <w:rFonts w:ascii="Browallia New" w:hAnsi="Browallia New" w:cs="Browallia New"/>
          <w:sz w:val="28"/>
          <w:szCs w:val="28"/>
          <w:lang w:bidi="th-TH"/>
        </w:rPr>
        <w:t>2785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12EBC99B" w:rsidR="00D15EA5" w:rsidRDefault="00305674" w:rsidP="00CA7C0E">
      <w:pPr>
        <w:spacing w:after="0" w:line="240" w:lineRule="auto"/>
      </w:pPr>
      <w:r w:rsidRPr="000F13F6">
        <w:rPr>
          <w:rFonts w:ascii="Browallia New" w:hAnsi="Browallia New" w:cs="Browallia New"/>
          <w:sz w:val="28"/>
          <w:szCs w:val="28"/>
          <w:lang w:val="en-US" w:bidi="th-TH"/>
        </w:rPr>
        <w:t>11</w:t>
      </w:r>
      <w:r w:rsidR="00B726C1" w:rsidRPr="00305674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พฤศจิกายน</w:t>
      </w:r>
      <w:r w:rsidR="002A1DBB" w:rsidRPr="00305674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2A1DBB" w:rsidRPr="00305674">
        <w:rPr>
          <w:rFonts w:ascii="Browallia New" w:hAnsi="Browallia New" w:cs="Browallia New"/>
          <w:sz w:val="28"/>
          <w:szCs w:val="28"/>
          <w:lang w:val="en-US" w:bidi="th-TH"/>
        </w:rPr>
        <w:t>2565</w:t>
      </w:r>
    </w:p>
    <w:sectPr w:rsidR="00D15EA5" w:rsidSect="008719C2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80AD2" w14:textId="77777777" w:rsidR="00F76B8B" w:rsidRDefault="00F76B8B">
      <w:r>
        <w:separator/>
      </w:r>
    </w:p>
  </w:endnote>
  <w:endnote w:type="continuationSeparator" w:id="0">
    <w:p w14:paraId="1C097651" w14:textId="77777777" w:rsidR="00F76B8B" w:rsidRDefault="00F7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altName w:val="Leelawadee UI"/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2614" w14:textId="77777777" w:rsidR="00F76B8B" w:rsidRDefault="00F76B8B">
      <w:bookmarkStart w:id="0" w:name="_Hlk482348182"/>
      <w:bookmarkEnd w:id="0"/>
      <w:r>
        <w:separator/>
      </w:r>
    </w:p>
  </w:footnote>
  <w:footnote w:type="continuationSeparator" w:id="0">
    <w:p w14:paraId="1BD6D97C" w14:textId="77777777" w:rsidR="00F76B8B" w:rsidRDefault="00F76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3F004" w14:textId="25104103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707CD6C0" w14:textId="5DD9DB51" w:rsidR="00D15EA5" w:rsidRPr="006932D7" w:rsidRDefault="00CD4D4E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 xml:space="preserve">                                            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2" w:name="Footer3_tbl"/>
    <w:bookmarkEnd w:id="2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587159849">
    <w:abstractNumId w:val="3"/>
  </w:num>
  <w:num w:numId="2" w16cid:durableId="960576282">
    <w:abstractNumId w:val="2"/>
  </w:num>
  <w:num w:numId="3" w16cid:durableId="2080397210">
    <w:abstractNumId w:val="1"/>
  </w:num>
  <w:num w:numId="4" w16cid:durableId="1268006974">
    <w:abstractNumId w:val="0"/>
  </w:num>
  <w:num w:numId="5" w16cid:durableId="1820343169">
    <w:abstractNumId w:val="6"/>
  </w:num>
  <w:num w:numId="6" w16cid:durableId="527792611">
    <w:abstractNumId w:val="5"/>
  </w:num>
  <w:num w:numId="7" w16cid:durableId="1267693572">
    <w:abstractNumId w:val="10"/>
  </w:num>
  <w:num w:numId="8" w16cid:durableId="1509834159">
    <w:abstractNumId w:val="16"/>
  </w:num>
  <w:num w:numId="9" w16cid:durableId="1244559526">
    <w:abstractNumId w:val="5"/>
  </w:num>
  <w:num w:numId="10" w16cid:durableId="1539050963">
    <w:abstractNumId w:val="15"/>
  </w:num>
  <w:num w:numId="11" w16cid:durableId="1480076265">
    <w:abstractNumId w:val="13"/>
  </w:num>
  <w:num w:numId="12" w16cid:durableId="854999131">
    <w:abstractNumId w:val="4"/>
  </w:num>
  <w:num w:numId="13" w16cid:durableId="601884978">
    <w:abstractNumId w:val="8"/>
  </w:num>
  <w:num w:numId="14" w16cid:durableId="1537698326">
    <w:abstractNumId w:val="7"/>
  </w:num>
  <w:num w:numId="15" w16cid:durableId="120734656">
    <w:abstractNumId w:val="8"/>
  </w:num>
  <w:num w:numId="16" w16cid:durableId="790900539">
    <w:abstractNumId w:val="9"/>
  </w:num>
  <w:num w:numId="17" w16cid:durableId="1556043057">
    <w:abstractNumId w:val="11"/>
  </w:num>
  <w:num w:numId="18" w16cid:durableId="1313750335">
    <w:abstractNumId w:val="15"/>
  </w:num>
  <w:num w:numId="19" w16cid:durableId="552078831">
    <w:abstractNumId w:val="13"/>
  </w:num>
  <w:num w:numId="20" w16cid:durableId="1416590528">
    <w:abstractNumId w:val="4"/>
  </w:num>
  <w:num w:numId="21" w16cid:durableId="1423065897">
    <w:abstractNumId w:val="8"/>
  </w:num>
  <w:num w:numId="22" w16cid:durableId="2046978030">
    <w:abstractNumId w:val="7"/>
  </w:num>
  <w:num w:numId="23" w16cid:durableId="395317627">
    <w:abstractNumId w:val="7"/>
  </w:num>
  <w:num w:numId="24" w16cid:durableId="1532645887">
    <w:abstractNumId w:val="7"/>
  </w:num>
  <w:num w:numId="25" w16cid:durableId="873347330">
    <w:abstractNumId w:val="8"/>
  </w:num>
  <w:num w:numId="26" w16cid:durableId="80760812">
    <w:abstractNumId w:val="8"/>
  </w:num>
  <w:num w:numId="27" w16cid:durableId="1686134681">
    <w:abstractNumId w:val="8"/>
  </w:num>
  <w:num w:numId="28" w16cid:durableId="1673725373">
    <w:abstractNumId w:val="14"/>
  </w:num>
  <w:num w:numId="29" w16cid:durableId="211576855">
    <w:abstractNumId w:val="14"/>
  </w:num>
  <w:num w:numId="30" w16cid:durableId="651833962">
    <w:abstractNumId w:val="14"/>
  </w:num>
  <w:num w:numId="31" w16cid:durableId="276446661">
    <w:abstractNumId w:val="12"/>
  </w:num>
  <w:num w:numId="32" w16cid:durableId="1579821398">
    <w:abstractNumId w:val="12"/>
  </w:num>
  <w:num w:numId="33" w16cid:durableId="42993154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2D13"/>
    <w:rsid w:val="00055CAD"/>
    <w:rsid w:val="00056D1F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A6A37"/>
    <w:rsid w:val="000B65E3"/>
    <w:rsid w:val="000B7090"/>
    <w:rsid w:val="000C0200"/>
    <w:rsid w:val="000C2481"/>
    <w:rsid w:val="000E52CE"/>
    <w:rsid w:val="000F13F6"/>
    <w:rsid w:val="000F20C3"/>
    <w:rsid w:val="000F3AAB"/>
    <w:rsid w:val="000F6E25"/>
    <w:rsid w:val="001011DF"/>
    <w:rsid w:val="00112B69"/>
    <w:rsid w:val="001316D3"/>
    <w:rsid w:val="00142624"/>
    <w:rsid w:val="00142760"/>
    <w:rsid w:val="00142E5B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2FB1"/>
    <w:rsid w:val="001B4277"/>
    <w:rsid w:val="001B7388"/>
    <w:rsid w:val="001D2302"/>
    <w:rsid w:val="001D7BB3"/>
    <w:rsid w:val="001E12A6"/>
    <w:rsid w:val="001E498F"/>
    <w:rsid w:val="0022326F"/>
    <w:rsid w:val="0022518C"/>
    <w:rsid w:val="00237A7E"/>
    <w:rsid w:val="00241F16"/>
    <w:rsid w:val="00241FFC"/>
    <w:rsid w:val="0024288C"/>
    <w:rsid w:val="00247969"/>
    <w:rsid w:val="002509DC"/>
    <w:rsid w:val="0026182A"/>
    <w:rsid w:val="002722BD"/>
    <w:rsid w:val="00277EBE"/>
    <w:rsid w:val="002838FB"/>
    <w:rsid w:val="00285249"/>
    <w:rsid w:val="002A1DBB"/>
    <w:rsid w:val="002A252E"/>
    <w:rsid w:val="002B0BF8"/>
    <w:rsid w:val="002B0D38"/>
    <w:rsid w:val="002B2E2D"/>
    <w:rsid w:val="002B5A4A"/>
    <w:rsid w:val="002C623D"/>
    <w:rsid w:val="002D5A0F"/>
    <w:rsid w:val="002D6E25"/>
    <w:rsid w:val="002E02F4"/>
    <w:rsid w:val="002E7F1E"/>
    <w:rsid w:val="002F2DEB"/>
    <w:rsid w:val="002F3903"/>
    <w:rsid w:val="002F4A52"/>
    <w:rsid w:val="002F731F"/>
    <w:rsid w:val="002F7D90"/>
    <w:rsid w:val="0030026A"/>
    <w:rsid w:val="00305173"/>
    <w:rsid w:val="00305674"/>
    <w:rsid w:val="00321A76"/>
    <w:rsid w:val="00327E0F"/>
    <w:rsid w:val="003304A5"/>
    <w:rsid w:val="003324B7"/>
    <w:rsid w:val="00335E5B"/>
    <w:rsid w:val="0034149A"/>
    <w:rsid w:val="00342105"/>
    <w:rsid w:val="00344FA8"/>
    <w:rsid w:val="00354F5D"/>
    <w:rsid w:val="00363BA3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C6E7E"/>
    <w:rsid w:val="003D04B6"/>
    <w:rsid w:val="003D2605"/>
    <w:rsid w:val="003D64D6"/>
    <w:rsid w:val="003E034A"/>
    <w:rsid w:val="003E3E21"/>
    <w:rsid w:val="003E46F9"/>
    <w:rsid w:val="003F1162"/>
    <w:rsid w:val="003F3036"/>
    <w:rsid w:val="003F5A96"/>
    <w:rsid w:val="0041189C"/>
    <w:rsid w:val="00416281"/>
    <w:rsid w:val="00422353"/>
    <w:rsid w:val="004234B1"/>
    <w:rsid w:val="00426915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77CE3"/>
    <w:rsid w:val="00481FE7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20B6"/>
    <w:rsid w:val="0052186A"/>
    <w:rsid w:val="005321DA"/>
    <w:rsid w:val="00541F8D"/>
    <w:rsid w:val="00547541"/>
    <w:rsid w:val="0054756D"/>
    <w:rsid w:val="00551365"/>
    <w:rsid w:val="005627FF"/>
    <w:rsid w:val="00562A93"/>
    <w:rsid w:val="00566D4E"/>
    <w:rsid w:val="00577D61"/>
    <w:rsid w:val="005822AC"/>
    <w:rsid w:val="00584376"/>
    <w:rsid w:val="00591F0D"/>
    <w:rsid w:val="00594DA2"/>
    <w:rsid w:val="00595912"/>
    <w:rsid w:val="005A29D0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20CE3"/>
    <w:rsid w:val="00621086"/>
    <w:rsid w:val="00621F92"/>
    <w:rsid w:val="00634D49"/>
    <w:rsid w:val="006365A1"/>
    <w:rsid w:val="00636AA2"/>
    <w:rsid w:val="00653B85"/>
    <w:rsid w:val="00666764"/>
    <w:rsid w:val="0066694B"/>
    <w:rsid w:val="00667DB6"/>
    <w:rsid w:val="006771E8"/>
    <w:rsid w:val="00677C01"/>
    <w:rsid w:val="00683934"/>
    <w:rsid w:val="00683CC7"/>
    <w:rsid w:val="00683FF3"/>
    <w:rsid w:val="00692CA5"/>
    <w:rsid w:val="006932D7"/>
    <w:rsid w:val="00696C42"/>
    <w:rsid w:val="006A3B2F"/>
    <w:rsid w:val="006B06A2"/>
    <w:rsid w:val="006B0D03"/>
    <w:rsid w:val="006B71AD"/>
    <w:rsid w:val="006C10C0"/>
    <w:rsid w:val="006C3D37"/>
    <w:rsid w:val="006C6376"/>
    <w:rsid w:val="006D173B"/>
    <w:rsid w:val="006D6FF5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65F7"/>
    <w:rsid w:val="00731894"/>
    <w:rsid w:val="00734885"/>
    <w:rsid w:val="00744C9C"/>
    <w:rsid w:val="00746796"/>
    <w:rsid w:val="00746D91"/>
    <w:rsid w:val="007532AA"/>
    <w:rsid w:val="0075598A"/>
    <w:rsid w:val="00761813"/>
    <w:rsid w:val="00767313"/>
    <w:rsid w:val="00767836"/>
    <w:rsid w:val="00771B85"/>
    <w:rsid w:val="00775DA6"/>
    <w:rsid w:val="0078150B"/>
    <w:rsid w:val="0078170A"/>
    <w:rsid w:val="00781E84"/>
    <w:rsid w:val="00790956"/>
    <w:rsid w:val="007922FD"/>
    <w:rsid w:val="0079502D"/>
    <w:rsid w:val="007A0755"/>
    <w:rsid w:val="007A31D9"/>
    <w:rsid w:val="007A74F9"/>
    <w:rsid w:val="007C6354"/>
    <w:rsid w:val="007D41A1"/>
    <w:rsid w:val="007F2896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34AA"/>
    <w:rsid w:val="008541C2"/>
    <w:rsid w:val="008719C2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C49AE"/>
    <w:rsid w:val="008C59F7"/>
    <w:rsid w:val="008E7687"/>
    <w:rsid w:val="008F0E3C"/>
    <w:rsid w:val="008F11FA"/>
    <w:rsid w:val="008F33AE"/>
    <w:rsid w:val="008F4ACA"/>
    <w:rsid w:val="008F4D06"/>
    <w:rsid w:val="00906ACE"/>
    <w:rsid w:val="00912F98"/>
    <w:rsid w:val="00917FBB"/>
    <w:rsid w:val="009219CA"/>
    <w:rsid w:val="009223D3"/>
    <w:rsid w:val="00931D7A"/>
    <w:rsid w:val="00935D8D"/>
    <w:rsid w:val="00942FE8"/>
    <w:rsid w:val="0094756B"/>
    <w:rsid w:val="009529F0"/>
    <w:rsid w:val="00957E70"/>
    <w:rsid w:val="00970DAB"/>
    <w:rsid w:val="0097321D"/>
    <w:rsid w:val="00973827"/>
    <w:rsid w:val="00974FF6"/>
    <w:rsid w:val="00981786"/>
    <w:rsid w:val="009919C7"/>
    <w:rsid w:val="00991AFA"/>
    <w:rsid w:val="00992531"/>
    <w:rsid w:val="00992F4D"/>
    <w:rsid w:val="00995CD5"/>
    <w:rsid w:val="009A1787"/>
    <w:rsid w:val="009A4F5A"/>
    <w:rsid w:val="009A73BE"/>
    <w:rsid w:val="009B0EF7"/>
    <w:rsid w:val="009B1F44"/>
    <w:rsid w:val="009B4573"/>
    <w:rsid w:val="009C002A"/>
    <w:rsid w:val="009C13FD"/>
    <w:rsid w:val="009E278C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30D5D"/>
    <w:rsid w:val="00A35782"/>
    <w:rsid w:val="00A357F5"/>
    <w:rsid w:val="00A362F9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7122"/>
    <w:rsid w:val="00AA219C"/>
    <w:rsid w:val="00AA374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2AF7"/>
    <w:rsid w:val="00B34D51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26C1"/>
    <w:rsid w:val="00B7383B"/>
    <w:rsid w:val="00B73ABA"/>
    <w:rsid w:val="00B76798"/>
    <w:rsid w:val="00B80F70"/>
    <w:rsid w:val="00B83039"/>
    <w:rsid w:val="00B950AC"/>
    <w:rsid w:val="00BA45C6"/>
    <w:rsid w:val="00BA5B00"/>
    <w:rsid w:val="00BB0371"/>
    <w:rsid w:val="00BB1A07"/>
    <w:rsid w:val="00BB3C27"/>
    <w:rsid w:val="00BB6DAD"/>
    <w:rsid w:val="00BB7346"/>
    <w:rsid w:val="00BB7B51"/>
    <w:rsid w:val="00BC1555"/>
    <w:rsid w:val="00BC60A9"/>
    <w:rsid w:val="00BD1B7B"/>
    <w:rsid w:val="00BD2A32"/>
    <w:rsid w:val="00BE0C8A"/>
    <w:rsid w:val="00BE0F9C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3462C"/>
    <w:rsid w:val="00C350EF"/>
    <w:rsid w:val="00C35B1A"/>
    <w:rsid w:val="00C41C7D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6B90"/>
    <w:rsid w:val="00CA7C0E"/>
    <w:rsid w:val="00CB18EB"/>
    <w:rsid w:val="00CB335B"/>
    <w:rsid w:val="00CB441E"/>
    <w:rsid w:val="00CB7C59"/>
    <w:rsid w:val="00CC72E9"/>
    <w:rsid w:val="00CD25C2"/>
    <w:rsid w:val="00CD4D4E"/>
    <w:rsid w:val="00CE24E5"/>
    <w:rsid w:val="00CE41DB"/>
    <w:rsid w:val="00CE4D96"/>
    <w:rsid w:val="00CF1EA0"/>
    <w:rsid w:val="00D078C4"/>
    <w:rsid w:val="00D15EA5"/>
    <w:rsid w:val="00D2100B"/>
    <w:rsid w:val="00D22EA1"/>
    <w:rsid w:val="00D24220"/>
    <w:rsid w:val="00D25945"/>
    <w:rsid w:val="00D3089E"/>
    <w:rsid w:val="00D31D7A"/>
    <w:rsid w:val="00D33E60"/>
    <w:rsid w:val="00D460E7"/>
    <w:rsid w:val="00D6214B"/>
    <w:rsid w:val="00D63ABC"/>
    <w:rsid w:val="00D643B7"/>
    <w:rsid w:val="00D65332"/>
    <w:rsid w:val="00D675F1"/>
    <w:rsid w:val="00D73B96"/>
    <w:rsid w:val="00D77942"/>
    <w:rsid w:val="00D80807"/>
    <w:rsid w:val="00D8552A"/>
    <w:rsid w:val="00D865BA"/>
    <w:rsid w:val="00D86917"/>
    <w:rsid w:val="00D92F9A"/>
    <w:rsid w:val="00D9427D"/>
    <w:rsid w:val="00D96128"/>
    <w:rsid w:val="00DA36EE"/>
    <w:rsid w:val="00DA452E"/>
    <w:rsid w:val="00DA5128"/>
    <w:rsid w:val="00DB308D"/>
    <w:rsid w:val="00DB5F40"/>
    <w:rsid w:val="00DD1913"/>
    <w:rsid w:val="00DD19E8"/>
    <w:rsid w:val="00DD1E47"/>
    <w:rsid w:val="00DD58DD"/>
    <w:rsid w:val="00DD61A9"/>
    <w:rsid w:val="00DD6D28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13DE"/>
    <w:rsid w:val="00E26AF3"/>
    <w:rsid w:val="00E276E0"/>
    <w:rsid w:val="00E314EA"/>
    <w:rsid w:val="00E33FDA"/>
    <w:rsid w:val="00E406D5"/>
    <w:rsid w:val="00E41CEF"/>
    <w:rsid w:val="00E4627C"/>
    <w:rsid w:val="00E51F41"/>
    <w:rsid w:val="00E56701"/>
    <w:rsid w:val="00E62754"/>
    <w:rsid w:val="00E64D2D"/>
    <w:rsid w:val="00E66DBA"/>
    <w:rsid w:val="00E86B53"/>
    <w:rsid w:val="00E9110B"/>
    <w:rsid w:val="00EA2B6F"/>
    <w:rsid w:val="00EA7AE9"/>
    <w:rsid w:val="00EB3478"/>
    <w:rsid w:val="00EB4B39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F01358"/>
    <w:rsid w:val="00F06D18"/>
    <w:rsid w:val="00F07510"/>
    <w:rsid w:val="00F126BB"/>
    <w:rsid w:val="00F144E0"/>
    <w:rsid w:val="00F246A1"/>
    <w:rsid w:val="00F27115"/>
    <w:rsid w:val="00F37917"/>
    <w:rsid w:val="00F43D66"/>
    <w:rsid w:val="00F5513E"/>
    <w:rsid w:val="00F63F3F"/>
    <w:rsid w:val="00F66FA5"/>
    <w:rsid w:val="00F71678"/>
    <w:rsid w:val="00F730E3"/>
    <w:rsid w:val="00F755E9"/>
    <w:rsid w:val="00F76B8B"/>
    <w:rsid w:val="00F86F5F"/>
    <w:rsid w:val="00F909CD"/>
    <w:rsid w:val="00F974D1"/>
    <w:rsid w:val="00F97986"/>
    <w:rsid w:val="00FA121E"/>
    <w:rsid w:val="00FA16E0"/>
    <w:rsid w:val="00FC4397"/>
    <w:rsid w:val="00FC499D"/>
    <w:rsid w:val="00FC57F5"/>
    <w:rsid w:val="00FD05AD"/>
    <w:rsid w:val="00FD0666"/>
    <w:rsid w:val="00FD44D7"/>
    <w:rsid w:val="00FD7295"/>
    <w:rsid w:val="00FE2187"/>
    <w:rsid w:val="00FE320C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Revision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0" ma:contentTypeDescription="Create a new document." ma:contentTypeScope="" ma:versionID="1f0ce9c3acbca5d96b4e10246b0519d3">
  <xsd:schema xmlns:xsd="http://www.w3.org/2001/XMLSchema" xmlns:xs="http://www.w3.org/2001/XMLSchema" xmlns:p="http://schemas.microsoft.com/office/2006/metadata/properties" xmlns:ns2="020f492e-a77f-4278-87f4-9272f37a7eea" xmlns:ns3="68977692-7f51-4061-9340-5ca34e58b187" targetNamespace="http://schemas.microsoft.com/office/2006/metadata/properties" ma:root="true" ma:fieldsID="644664a9995b622b639384b642e89cd8" ns2:_="" ns3:_="">
    <xsd:import namespace="020f492e-a77f-4278-87f4-9272f37a7eea"/>
    <xsd:import namespace="68977692-7f51-4061-9340-5ca34e58b1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FECCA3-5C2C-4AD9-A0F6-B1CC52BD9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3A33DD-3E20-400C-984F-F00B3B176C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112</TotalTime>
  <Pages>2</Pages>
  <Words>337</Words>
  <Characters>1362</Characters>
  <Application>Microsoft Office Word</Application>
  <DocSecurity>0</DocSecurity>
  <Lines>11</Lines>
  <Paragraphs>3</Paragraphs>
  <ScaleCrop>false</ScaleCrop>
  <Company>Grant Thornton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5</cp:revision>
  <cp:lastPrinted>2021-08-09T09:50:00Z</cp:lastPrinted>
  <dcterms:created xsi:type="dcterms:W3CDTF">2022-10-27T06:24:00Z</dcterms:created>
  <dcterms:modified xsi:type="dcterms:W3CDTF">2022-11-10T03:38:00Z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</Properties>
</file>