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0026EC" w14:textId="46C2C4A0" w:rsidR="00C051DD" w:rsidRPr="008D5D19" w:rsidRDefault="00C051DD" w:rsidP="008D5D19">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8D5D19">
        <w:rPr>
          <w:rFonts w:ascii="Arial" w:hAnsi="Arial" w:cs="Arial"/>
          <w:b/>
          <w:bCs/>
          <w:sz w:val="19"/>
          <w:szCs w:val="19"/>
          <w:lang w:val="en-GB"/>
        </w:rPr>
        <w:t>NATURE OF OPERATIONS</w:t>
      </w:r>
      <w:r w:rsidR="000966CD" w:rsidRPr="008D5D19">
        <w:rPr>
          <w:rFonts w:ascii="Arial" w:hAnsi="Arial" w:cs="Arial"/>
          <w:b/>
          <w:bCs/>
          <w:sz w:val="19"/>
          <w:szCs w:val="19"/>
          <w:cs/>
          <w:lang w:val="en-GB"/>
        </w:rPr>
        <w:t xml:space="preserve"> </w:t>
      </w:r>
      <w:r w:rsidR="008279D0" w:rsidRPr="008D5D19">
        <w:rPr>
          <w:rFonts w:ascii="Arial" w:hAnsi="Arial" w:cs="Arial"/>
          <w:b/>
          <w:bCs/>
          <w:sz w:val="19"/>
          <w:szCs w:val="19"/>
        </w:rPr>
        <w:t>AND GENERAL INFORMATION</w:t>
      </w:r>
    </w:p>
    <w:p w14:paraId="5CE223D8" w14:textId="77777777" w:rsidR="00C051DD" w:rsidRPr="00EE62BB" w:rsidRDefault="00C051DD" w:rsidP="005B1EF5">
      <w:pPr>
        <w:spacing w:line="360" w:lineRule="auto"/>
        <w:ind w:left="426"/>
        <w:jc w:val="thaiDistribute"/>
        <w:rPr>
          <w:rFonts w:ascii="Arial" w:hAnsi="Arial" w:cs="Arial"/>
          <w:sz w:val="16"/>
          <w:szCs w:val="16"/>
        </w:rPr>
      </w:pPr>
    </w:p>
    <w:p w14:paraId="47F2CB9E" w14:textId="1DB07B84" w:rsidR="007440D9" w:rsidRPr="00EE62BB" w:rsidRDefault="0078120E" w:rsidP="005B1EF5">
      <w:pPr>
        <w:spacing w:line="360" w:lineRule="auto"/>
        <w:ind w:left="426"/>
        <w:jc w:val="thaiDistribute"/>
        <w:rPr>
          <w:rFonts w:ascii="Arial" w:hAnsi="Arial" w:cs="Arial"/>
          <w:sz w:val="19"/>
          <w:szCs w:val="19"/>
          <w:lang w:val="en-GB"/>
        </w:rPr>
      </w:pPr>
      <w:r w:rsidRPr="00EE62BB">
        <w:rPr>
          <w:rFonts w:ascii="Arial" w:hAnsi="Arial" w:cs="Arial"/>
          <w:sz w:val="19"/>
          <w:szCs w:val="19"/>
          <w:lang w:val="en-GB"/>
        </w:rPr>
        <w:t>Siam Steel Service Center Public Company Limited, (“the Company”), is a company registered in Thailand and listed on the Stock Exchange of Thailand. The Company is engaged in the manufacturing of accessories made from steel, installing metal roofing and wall panel and providing steel cutting services. The registered offices of the Company are</w:t>
      </w:r>
      <w:r w:rsidR="00E631DC" w:rsidRPr="00EE62BB">
        <w:rPr>
          <w:rFonts w:ascii="Arial" w:hAnsi="Arial" w:cs="Arial"/>
          <w:sz w:val="19"/>
          <w:szCs w:val="19"/>
          <w:lang w:val="en-GB"/>
        </w:rPr>
        <w:t xml:space="preserve"> in different </w:t>
      </w:r>
      <w:r w:rsidR="00CC503C" w:rsidRPr="00EE62BB">
        <w:rPr>
          <w:rFonts w:ascii="Arial" w:hAnsi="Arial" w:cs="Arial"/>
          <w:sz w:val="19"/>
          <w:szCs w:val="19"/>
          <w:lang w:val="en-GB"/>
        </w:rPr>
        <w:t>location</w:t>
      </w:r>
      <w:r w:rsidR="007D33AB" w:rsidRPr="00EE62BB">
        <w:rPr>
          <w:rFonts w:ascii="Arial" w:hAnsi="Arial" w:cs="Arial"/>
          <w:sz w:val="19"/>
          <w:szCs w:val="19"/>
          <w:lang w:val="en-GB"/>
        </w:rPr>
        <w:t>s</w:t>
      </w:r>
      <w:r w:rsidR="00CC503C" w:rsidRPr="00EE62BB">
        <w:rPr>
          <w:rFonts w:ascii="Arial" w:hAnsi="Arial" w:cs="Arial"/>
          <w:sz w:val="19"/>
          <w:szCs w:val="19"/>
          <w:lang w:val="en-GB"/>
        </w:rPr>
        <w:t xml:space="preserve"> as </w:t>
      </w:r>
      <w:r w:rsidRPr="00EE62BB">
        <w:rPr>
          <w:rFonts w:ascii="Arial" w:hAnsi="Arial" w:cs="Arial"/>
          <w:sz w:val="19"/>
          <w:szCs w:val="19"/>
          <w:lang w:val="en-GB"/>
        </w:rPr>
        <w:t>follow:</w:t>
      </w:r>
      <w:r w:rsidR="007440D9" w:rsidRPr="00EE62BB">
        <w:rPr>
          <w:rFonts w:ascii="Arial" w:hAnsi="Arial" w:cs="Arial"/>
          <w:sz w:val="19"/>
          <w:szCs w:val="19"/>
          <w:lang w:val="en-GB"/>
        </w:rPr>
        <w:t> </w:t>
      </w:r>
    </w:p>
    <w:p w14:paraId="487A4B7B" w14:textId="77777777" w:rsidR="007440D9" w:rsidRPr="00EE62BB" w:rsidRDefault="007440D9" w:rsidP="005B1EF5">
      <w:pPr>
        <w:spacing w:line="360" w:lineRule="auto"/>
        <w:ind w:left="420" w:right="-15"/>
        <w:jc w:val="both"/>
        <w:textAlignment w:val="baseline"/>
        <w:rPr>
          <w:rFonts w:ascii="Arial" w:hAnsi="Arial" w:cs="Arial"/>
          <w:sz w:val="16"/>
          <w:szCs w:val="16"/>
          <w:lang w:val="en-GB" w:eastAsia="en-GB"/>
        </w:rPr>
      </w:pPr>
      <w:r w:rsidRPr="00EE62BB">
        <w:rPr>
          <w:rFonts w:ascii="Arial" w:hAnsi="Arial" w:cs="Arial"/>
          <w:sz w:val="19"/>
          <w:szCs w:val="19"/>
          <w:lang w:val="en-GB" w:eastAsia="en-GB"/>
        </w:rPr>
        <w:t> </w:t>
      </w:r>
    </w:p>
    <w:tbl>
      <w:tblPr>
        <w:tblW w:w="9221" w:type="dxa"/>
        <w:tblInd w:w="42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20"/>
        <w:gridCol w:w="180"/>
        <w:gridCol w:w="6221"/>
      </w:tblGrid>
      <w:tr w:rsidR="00977133" w:rsidRPr="00EE62BB" w14:paraId="5A35DEF5" w14:textId="77777777" w:rsidTr="006935E6">
        <w:trPr>
          <w:trHeight w:val="667"/>
        </w:trPr>
        <w:tc>
          <w:tcPr>
            <w:tcW w:w="2820" w:type="dxa"/>
            <w:tcBorders>
              <w:top w:val="nil"/>
              <w:left w:val="nil"/>
              <w:bottom w:val="nil"/>
              <w:right w:val="nil"/>
            </w:tcBorders>
            <w:shd w:val="clear" w:color="auto" w:fill="auto"/>
          </w:tcPr>
          <w:p w14:paraId="6C851553" w14:textId="70B18F77" w:rsidR="00977133" w:rsidRPr="00EE62BB" w:rsidRDefault="00977133" w:rsidP="005B1EF5">
            <w:pPr>
              <w:spacing w:line="360" w:lineRule="auto"/>
              <w:ind w:left="30"/>
              <w:jc w:val="thaiDistribute"/>
              <w:rPr>
                <w:rFonts w:ascii="Arial" w:hAnsi="Arial" w:cs="Arial"/>
                <w:sz w:val="19"/>
                <w:szCs w:val="19"/>
                <w:lang w:val="en-GB"/>
              </w:rPr>
            </w:pPr>
            <w:r w:rsidRPr="00EE62BB">
              <w:rPr>
                <w:rFonts w:ascii="Arial" w:hAnsi="Arial" w:cs="Arial"/>
                <w:sz w:val="19"/>
                <w:szCs w:val="19"/>
                <w:lang w:val="en-GB"/>
              </w:rPr>
              <w:t>a)  Head office and - Factory 1</w:t>
            </w:r>
          </w:p>
        </w:tc>
        <w:tc>
          <w:tcPr>
            <w:tcW w:w="180" w:type="dxa"/>
            <w:tcBorders>
              <w:top w:val="nil"/>
              <w:left w:val="nil"/>
              <w:bottom w:val="nil"/>
              <w:right w:val="nil"/>
            </w:tcBorders>
          </w:tcPr>
          <w:p w14:paraId="7DB431BA" w14:textId="08C0B834" w:rsidR="00977133" w:rsidRPr="00EE62BB" w:rsidRDefault="00977133" w:rsidP="00CF6D8C">
            <w:pPr>
              <w:spacing w:line="360" w:lineRule="auto"/>
              <w:ind w:left="192" w:right="321" w:hanging="135"/>
              <w:rPr>
                <w:rFonts w:ascii="Arial" w:hAnsi="Arial" w:cs="Arial"/>
                <w:sz w:val="19"/>
                <w:szCs w:val="19"/>
              </w:rPr>
            </w:pPr>
            <w:r w:rsidRPr="00EE62BB">
              <w:rPr>
                <w:rFonts w:ascii="Arial" w:hAnsi="Arial" w:cs="Arial"/>
                <w:sz w:val="19"/>
                <w:szCs w:val="19"/>
              </w:rPr>
              <w:t>:</w:t>
            </w:r>
          </w:p>
        </w:tc>
        <w:tc>
          <w:tcPr>
            <w:tcW w:w="6221" w:type="dxa"/>
            <w:tcBorders>
              <w:top w:val="nil"/>
              <w:left w:val="nil"/>
              <w:bottom w:val="nil"/>
              <w:right w:val="nil"/>
            </w:tcBorders>
            <w:shd w:val="clear" w:color="auto" w:fill="auto"/>
          </w:tcPr>
          <w:p w14:paraId="48901301" w14:textId="1F7F7E95" w:rsidR="00977133" w:rsidRPr="00EE62BB" w:rsidRDefault="00977133" w:rsidP="006935E6">
            <w:pPr>
              <w:spacing w:line="360" w:lineRule="auto"/>
              <w:ind w:left="216" w:right="321"/>
              <w:rPr>
                <w:rFonts w:ascii="Arial" w:hAnsi="Arial" w:cs="Arial"/>
                <w:sz w:val="19"/>
                <w:szCs w:val="19"/>
                <w:lang w:val="en-GB"/>
              </w:rPr>
            </w:pPr>
            <w:r w:rsidRPr="00EE62BB">
              <w:rPr>
                <w:rFonts w:ascii="Arial" w:hAnsi="Arial" w:cs="Arial"/>
                <w:sz w:val="19"/>
                <w:szCs w:val="19"/>
                <w:lang w:val="en-GB"/>
              </w:rPr>
              <w:t xml:space="preserve">51/3 Poochao </w:t>
            </w:r>
            <w:r w:rsidR="00510004">
              <w:rPr>
                <w:rFonts w:ascii="Arial" w:hAnsi="Arial" w:cs="Arial"/>
                <w:sz w:val="19"/>
                <w:szCs w:val="24"/>
              </w:rPr>
              <w:t>-</w:t>
            </w:r>
            <w:r w:rsidRPr="00EE62BB">
              <w:rPr>
                <w:rFonts w:ascii="Arial" w:hAnsi="Arial" w:cs="Arial"/>
                <w:sz w:val="19"/>
                <w:szCs w:val="19"/>
                <w:lang w:val="en-GB"/>
              </w:rPr>
              <w:t xml:space="preserve"> Samingprai Road, Tumbon Bangyaprak, Amphur     Phrapradeang, Samutprakarn</w:t>
            </w:r>
          </w:p>
        </w:tc>
      </w:tr>
      <w:tr w:rsidR="00977133" w:rsidRPr="00EE62BB" w14:paraId="01943B52" w14:textId="77777777" w:rsidTr="006935E6">
        <w:trPr>
          <w:trHeight w:val="667"/>
        </w:trPr>
        <w:tc>
          <w:tcPr>
            <w:tcW w:w="2820" w:type="dxa"/>
            <w:tcBorders>
              <w:top w:val="nil"/>
              <w:left w:val="nil"/>
              <w:bottom w:val="nil"/>
              <w:right w:val="nil"/>
            </w:tcBorders>
            <w:shd w:val="clear" w:color="auto" w:fill="auto"/>
          </w:tcPr>
          <w:p w14:paraId="04632B14" w14:textId="29B49F30" w:rsidR="00977133" w:rsidRPr="00EE62BB" w:rsidRDefault="00977133" w:rsidP="006B50D5">
            <w:pPr>
              <w:spacing w:line="360" w:lineRule="auto"/>
              <w:ind w:left="30"/>
              <w:jc w:val="thaiDistribute"/>
              <w:rPr>
                <w:rFonts w:ascii="Arial" w:hAnsi="Arial" w:cs="Arial"/>
                <w:sz w:val="19"/>
                <w:szCs w:val="19"/>
                <w:lang w:val="en-GB"/>
              </w:rPr>
            </w:pPr>
            <w:r w:rsidRPr="00EE62BB">
              <w:rPr>
                <w:rFonts w:ascii="Arial" w:hAnsi="Arial" w:cs="Arial"/>
                <w:sz w:val="19"/>
                <w:szCs w:val="19"/>
                <w:lang w:val="en-GB"/>
              </w:rPr>
              <w:t>b)  Factory 2 </w:t>
            </w:r>
          </w:p>
        </w:tc>
        <w:tc>
          <w:tcPr>
            <w:tcW w:w="180" w:type="dxa"/>
            <w:tcBorders>
              <w:top w:val="nil"/>
              <w:left w:val="nil"/>
              <w:bottom w:val="nil"/>
              <w:right w:val="nil"/>
            </w:tcBorders>
          </w:tcPr>
          <w:p w14:paraId="18ADEA70" w14:textId="213DF1A8" w:rsidR="00977133" w:rsidRPr="00EE62BB" w:rsidRDefault="00977133" w:rsidP="00CF6D8C">
            <w:pPr>
              <w:spacing w:line="360" w:lineRule="auto"/>
              <w:ind w:left="192" w:right="321" w:hanging="135"/>
              <w:jc w:val="thaiDistribute"/>
              <w:rPr>
                <w:rFonts w:ascii="Arial" w:hAnsi="Arial" w:cs="Arial"/>
                <w:sz w:val="19"/>
                <w:szCs w:val="19"/>
                <w:lang w:val="en-GB"/>
              </w:rPr>
            </w:pPr>
            <w:r w:rsidRPr="00EE62BB">
              <w:rPr>
                <w:rFonts w:ascii="Arial" w:hAnsi="Arial" w:cs="Arial"/>
                <w:sz w:val="19"/>
                <w:szCs w:val="19"/>
                <w:lang w:val="en-GB"/>
              </w:rPr>
              <w:t>:</w:t>
            </w:r>
          </w:p>
        </w:tc>
        <w:tc>
          <w:tcPr>
            <w:tcW w:w="6221" w:type="dxa"/>
            <w:tcBorders>
              <w:top w:val="nil"/>
              <w:left w:val="nil"/>
              <w:bottom w:val="nil"/>
              <w:right w:val="nil"/>
            </w:tcBorders>
            <w:shd w:val="clear" w:color="auto" w:fill="auto"/>
          </w:tcPr>
          <w:p w14:paraId="6B784FA4" w14:textId="5D203588" w:rsidR="00977133" w:rsidRPr="00EE62BB" w:rsidRDefault="00977133" w:rsidP="006935E6">
            <w:pPr>
              <w:spacing w:line="360" w:lineRule="auto"/>
              <w:ind w:left="216" w:right="321"/>
              <w:jc w:val="thaiDistribute"/>
              <w:rPr>
                <w:rFonts w:ascii="Arial" w:hAnsi="Arial" w:cs="Arial"/>
                <w:sz w:val="19"/>
                <w:szCs w:val="19"/>
                <w:lang w:val="en-GB"/>
              </w:rPr>
            </w:pPr>
            <w:r w:rsidRPr="00EE62BB">
              <w:rPr>
                <w:rFonts w:ascii="Arial" w:hAnsi="Arial" w:cs="Arial"/>
                <w:sz w:val="19"/>
                <w:szCs w:val="19"/>
                <w:lang w:val="en-GB"/>
              </w:rPr>
              <w:t>51/11 Poochao - Samingprai Road, Tumbon Bangyaprak, Amphur </w:t>
            </w:r>
            <w:r w:rsidRPr="00EE62BB">
              <w:rPr>
                <w:rFonts w:ascii="Arial" w:hAnsi="Arial" w:cs="Arial"/>
                <w:sz w:val="19"/>
                <w:szCs w:val="19"/>
                <w:lang w:val="en-GB"/>
              </w:rPr>
              <w:br/>
              <w:t>Phrapradeang, Samutprakarn </w:t>
            </w:r>
          </w:p>
        </w:tc>
      </w:tr>
      <w:tr w:rsidR="00977133" w:rsidRPr="00EE62BB" w14:paraId="4AECE950" w14:textId="77777777" w:rsidTr="006935E6">
        <w:trPr>
          <w:trHeight w:val="323"/>
        </w:trPr>
        <w:tc>
          <w:tcPr>
            <w:tcW w:w="2820" w:type="dxa"/>
            <w:tcBorders>
              <w:top w:val="nil"/>
              <w:left w:val="nil"/>
              <w:bottom w:val="nil"/>
              <w:right w:val="nil"/>
            </w:tcBorders>
            <w:shd w:val="clear" w:color="auto" w:fill="auto"/>
            <w:hideMark/>
          </w:tcPr>
          <w:p w14:paraId="5FB755C9" w14:textId="78EA0BD9" w:rsidR="00977133" w:rsidRPr="00EE62BB" w:rsidRDefault="00977133" w:rsidP="005B1EF5">
            <w:pPr>
              <w:spacing w:line="360" w:lineRule="auto"/>
              <w:ind w:left="30"/>
              <w:jc w:val="thaiDistribute"/>
              <w:rPr>
                <w:rFonts w:ascii="Arial" w:hAnsi="Arial" w:cs="Arial"/>
                <w:sz w:val="19"/>
                <w:szCs w:val="19"/>
                <w:lang w:val="en-GB"/>
              </w:rPr>
            </w:pPr>
            <w:r w:rsidRPr="00EE62BB">
              <w:rPr>
                <w:rFonts w:ascii="Arial" w:hAnsi="Arial" w:cs="Arial"/>
                <w:sz w:val="19"/>
                <w:szCs w:val="19"/>
                <w:lang w:val="en-GB"/>
              </w:rPr>
              <w:t>c)  Factory 3 </w:t>
            </w:r>
          </w:p>
        </w:tc>
        <w:tc>
          <w:tcPr>
            <w:tcW w:w="180" w:type="dxa"/>
            <w:tcBorders>
              <w:top w:val="nil"/>
              <w:left w:val="nil"/>
              <w:bottom w:val="nil"/>
              <w:right w:val="nil"/>
            </w:tcBorders>
          </w:tcPr>
          <w:p w14:paraId="030D482D" w14:textId="349D0926" w:rsidR="00977133" w:rsidRPr="00EE62BB" w:rsidRDefault="00977133" w:rsidP="005B1EF5">
            <w:pPr>
              <w:spacing w:line="360" w:lineRule="auto"/>
              <w:ind w:left="192" w:hanging="135"/>
              <w:jc w:val="thaiDistribute"/>
              <w:rPr>
                <w:rFonts w:ascii="Arial" w:hAnsi="Arial" w:cs="Arial"/>
                <w:sz w:val="19"/>
                <w:szCs w:val="19"/>
                <w:lang w:val="en-GB"/>
              </w:rPr>
            </w:pPr>
            <w:r w:rsidRPr="00EE62BB">
              <w:rPr>
                <w:rFonts w:ascii="Arial" w:hAnsi="Arial" w:cs="Arial"/>
                <w:sz w:val="19"/>
                <w:szCs w:val="19"/>
                <w:lang w:val="en-GB"/>
              </w:rPr>
              <w:t>:</w:t>
            </w:r>
          </w:p>
        </w:tc>
        <w:tc>
          <w:tcPr>
            <w:tcW w:w="6221" w:type="dxa"/>
            <w:tcBorders>
              <w:top w:val="nil"/>
              <w:left w:val="nil"/>
              <w:bottom w:val="nil"/>
              <w:right w:val="nil"/>
            </w:tcBorders>
            <w:shd w:val="clear" w:color="auto" w:fill="auto"/>
            <w:hideMark/>
          </w:tcPr>
          <w:p w14:paraId="1762F8BB" w14:textId="37B28769" w:rsidR="00977133" w:rsidRPr="00EE62BB" w:rsidRDefault="00977133" w:rsidP="006935E6">
            <w:pPr>
              <w:spacing w:line="360" w:lineRule="auto"/>
              <w:ind w:left="216"/>
              <w:jc w:val="thaiDistribute"/>
              <w:rPr>
                <w:rFonts w:ascii="Arial" w:hAnsi="Arial" w:cs="Arial"/>
                <w:sz w:val="19"/>
                <w:szCs w:val="19"/>
                <w:lang w:val="en-GB"/>
              </w:rPr>
            </w:pPr>
            <w:r w:rsidRPr="00EE62BB">
              <w:rPr>
                <w:rFonts w:ascii="Arial" w:hAnsi="Arial" w:cs="Arial"/>
                <w:sz w:val="19"/>
                <w:szCs w:val="19"/>
                <w:lang w:val="en-GB"/>
              </w:rPr>
              <w:t>60/6 Moo 3, Tumbon Mabyangporn, Amphur Pluakdeang, Rayong  </w:t>
            </w:r>
          </w:p>
        </w:tc>
      </w:tr>
    </w:tbl>
    <w:p w14:paraId="660062F0" w14:textId="77777777" w:rsidR="00FF5C1C" w:rsidRPr="00EE62BB" w:rsidRDefault="00FF5C1C" w:rsidP="005B1EF5">
      <w:pPr>
        <w:spacing w:line="360" w:lineRule="auto"/>
        <w:ind w:left="426"/>
        <w:jc w:val="thaiDistribute"/>
        <w:rPr>
          <w:rFonts w:ascii="Arial" w:hAnsi="Arial" w:cs="Arial"/>
          <w:sz w:val="19"/>
          <w:szCs w:val="19"/>
          <w:lang w:val="en-GB"/>
        </w:rPr>
      </w:pPr>
    </w:p>
    <w:p w14:paraId="34747070" w14:textId="708E9F66" w:rsidR="007440D9" w:rsidRPr="00EE62BB" w:rsidRDefault="007440D9" w:rsidP="005B1EF5">
      <w:pPr>
        <w:spacing w:line="360" w:lineRule="auto"/>
        <w:ind w:left="426"/>
        <w:jc w:val="thaiDistribute"/>
        <w:rPr>
          <w:rFonts w:ascii="Arial" w:hAnsi="Arial" w:cs="Arial"/>
          <w:sz w:val="19"/>
          <w:szCs w:val="19"/>
          <w:lang w:val="en-GB"/>
        </w:rPr>
      </w:pPr>
      <w:r w:rsidRPr="00EE62BB">
        <w:rPr>
          <w:rFonts w:ascii="Arial" w:hAnsi="Arial" w:cs="Arial"/>
          <w:sz w:val="19"/>
          <w:szCs w:val="19"/>
          <w:lang w:val="en-GB"/>
        </w:rPr>
        <w:t>The major shareholders of the Company are Okaya &amp; Co., Ltd. (</w:t>
      </w:r>
      <w:r w:rsidR="00861A2D" w:rsidRPr="00EE62BB">
        <w:rPr>
          <w:rFonts w:ascii="Arial" w:hAnsi="Arial" w:cs="Arial"/>
          <w:sz w:val="19"/>
          <w:szCs w:val="19"/>
          <w:lang w:val="en-GB"/>
        </w:rPr>
        <w:t>31</w:t>
      </w:r>
      <w:r w:rsidRPr="00EE62BB">
        <w:rPr>
          <w:rFonts w:ascii="Arial" w:hAnsi="Arial" w:cs="Arial"/>
          <w:sz w:val="19"/>
          <w:szCs w:val="19"/>
          <w:lang w:val="en-GB"/>
        </w:rPr>
        <w:t>.5</w:t>
      </w:r>
      <w:r w:rsidR="00861A2D" w:rsidRPr="00EE62BB">
        <w:rPr>
          <w:rFonts w:ascii="Arial" w:hAnsi="Arial" w:cs="Arial"/>
          <w:sz w:val="19"/>
          <w:szCs w:val="19"/>
          <w:lang w:val="en-GB"/>
        </w:rPr>
        <w:t>0</w:t>
      </w:r>
      <w:r w:rsidRPr="00EE62BB">
        <w:rPr>
          <w:rFonts w:ascii="Arial" w:hAnsi="Arial" w:cs="Arial"/>
          <w:sz w:val="19"/>
          <w:szCs w:val="19"/>
          <w:lang w:val="en-GB"/>
        </w:rPr>
        <w:t>% shareholding) and Siam Steel International Public Company Limited (2</w:t>
      </w:r>
      <w:r w:rsidR="00861A2D" w:rsidRPr="00EE62BB">
        <w:rPr>
          <w:rFonts w:ascii="Arial" w:hAnsi="Arial" w:cs="Arial"/>
          <w:sz w:val="19"/>
          <w:szCs w:val="19"/>
          <w:lang w:val="en-GB"/>
        </w:rPr>
        <w:t>4</w:t>
      </w:r>
      <w:r w:rsidRPr="00EE62BB">
        <w:rPr>
          <w:rFonts w:ascii="Arial" w:hAnsi="Arial" w:cs="Arial"/>
          <w:sz w:val="19"/>
          <w:szCs w:val="19"/>
          <w:lang w:val="en-GB"/>
        </w:rPr>
        <w:t>.</w:t>
      </w:r>
      <w:r w:rsidR="00861A2D" w:rsidRPr="00EE62BB">
        <w:rPr>
          <w:rFonts w:ascii="Arial" w:hAnsi="Arial" w:cs="Arial"/>
          <w:sz w:val="19"/>
          <w:szCs w:val="19"/>
          <w:lang w:val="en-GB"/>
        </w:rPr>
        <w:t>51</w:t>
      </w:r>
      <w:r w:rsidRPr="00EE62BB">
        <w:rPr>
          <w:rFonts w:ascii="Arial" w:hAnsi="Arial" w:cs="Arial"/>
          <w:sz w:val="19"/>
          <w:szCs w:val="19"/>
          <w:lang w:val="en-GB"/>
        </w:rPr>
        <w:t>% shareholding). </w:t>
      </w:r>
    </w:p>
    <w:p w14:paraId="30376FFE" w14:textId="77777777" w:rsidR="00C051DD" w:rsidRPr="00EE62BB" w:rsidRDefault="00C051DD" w:rsidP="005B1EF5">
      <w:pPr>
        <w:spacing w:line="360" w:lineRule="auto"/>
        <w:ind w:left="426"/>
        <w:jc w:val="thaiDistribute"/>
        <w:rPr>
          <w:rFonts w:ascii="Arial" w:hAnsi="Arial" w:cs="Arial"/>
          <w:sz w:val="16"/>
          <w:szCs w:val="16"/>
          <w:lang w:val="en-GB"/>
        </w:rPr>
      </w:pPr>
    </w:p>
    <w:p w14:paraId="10E34CEC" w14:textId="0C861629" w:rsidR="00427120" w:rsidRPr="00E062CD" w:rsidRDefault="00427120" w:rsidP="00B35B43">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B35B43">
        <w:rPr>
          <w:rFonts w:ascii="Arial" w:hAnsi="Arial" w:cs="Arial"/>
          <w:b/>
          <w:bCs/>
          <w:sz w:val="19"/>
          <w:szCs w:val="19"/>
          <w:lang w:val="en-GB"/>
        </w:rPr>
        <w:t xml:space="preserve">BASIS </w:t>
      </w:r>
      <w:r w:rsidR="009B29AE" w:rsidRPr="00B35B43">
        <w:rPr>
          <w:rFonts w:ascii="Arial" w:hAnsi="Arial" w:cs="Arial"/>
          <w:b/>
          <w:bCs/>
          <w:sz w:val="19"/>
          <w:szCs w:val="19"/>
          <w:lang w:val="en-GB"/>
        </w:rPr>
        <w:t>OF</w:t>
      </w:r>
      <w:r w:rsidR="00935814" w:rsidRPr="00B35B43">
        <w:rPr>
          <w:rFonts w:ascii="Arial" w:hAnsi="Arial" w:cs="Arial"/>
          <w:b/>
          <w:bCs/>
          <w:sz w:val="19"/>
          <w:szCs w:val="19"/>
          <w:cs/>
          <w:lang w:val="en-GB"/>
        </w:rPr>
        <w:t xml:space="preserve"> </w:t>
      </w:r>
      <w:r w:rsidR="00FF06E2" w:rsidRPr="00B35B43">
        <w:rPr>
          <w:rFonts w:ascii="Arial" w:hAnsi="Arial" w:cs="Arial"/>
          <w:b/>
          <w:bCs/>
          <w:sz w:val="19"/>
          <w:szCs w:val="19"/>
          <w:lang w:val="en-GB"/>
        </w:rPr>
        <w:t>PREPARATION</w:t>
      </w:r>
    </w:p>
    <w:p w14:paraId="0DC7F65D" w14:textId="77777777" w:rsidR="00E062CD" w:rsidRPr="00694B42" w:rsidRDefault="00E062CD" w:rsidP="00694B42">
      <w:pPr>
        <w:spacing w:line="360" w:lineRule="auto"/>
        <w:ind w:left="426"/>
        <w:jc w:val="thaiDistribute"/>
        <w:rPr>
          <w:rFonts w:ascii="Arial" w:hAnsi="Arial" w:cs="Arial"/>
          <w:sz w:val="19"/>
          <w:szCs w:val="19"/>
          <w:lang w:val="en-GB"/>
        </w:rPr>
      </w:pPr>
    </w:p>
    <w:p w14:paraId="750CBDF3" w14:textId="77777777" w:rsidR="00694B42" w:rsidRPr="00694B42" w:rsidRDefault="00694B42" w:rsidP="00694B42">
      <w:pPr>
        <w:spacing w:line="360" w:lineRule="auto"/>
        <w:ind w:left="426"/>
        <w:jc w:val="thaiDistribute"/>
        <w:rPr>
          <w:rFonts w:ascii="Arial" w:hAnsi="Arial" w:cs="Arial"/>
          <w:sz w:val="19"/>
          <w:szCs w:val="19"/>
          <w:lang w:val="en-GB"/>
        </w:rPr>
      </w:pPr>
      <w:r w:rsidRPr="00694B42">
        <w:rPr>
          <w:rFonts w:ascii="Arial" w:hAnsi="Arial" w:cs="Arial"/>
          <w:sz w:val="19"/>
          <w:szCs w:val="19"/>
          <w:lang w:val="en-GB"/>
        </w:rPr>
        <w:t>The interim consolidated and separated financial information has been prepared in accordance with Thai Accounting Standard (TAS) no. 34, Interim Financial Reporting and other financial reporting requirements issued under the Securities and Exchange Act.</w:t>
      </w:r>
    </w:p>
    <w:p w14:paraId="04E01282" w14:textId="77777777" w:rsidR="00694B42" w:rsidRPr="00694B42" w:rsidRDefault="00694B42" w:rsidP="00694B42">
      <w:pPr>
        <w:spacing w:line="360" w:lineRule="auto"/>
        <w:ind w:left="426"/>
        <w:jc w:val="thaiDistribute"/>
        <w:rPr>
          <w:rFonts w:ascii="Arial" w:hAnsi="Arial" w:cs="Arial"/>
          <w:sz w:val="19"/>
          <w:szCs w:val="19"/>
          <w:lang w:val="en-GB"/>
        </w:rPr>
      </w:pPr>
    </w:p>
    <w:p w14:paraId="2332C930" w14:textId="7FC6E8F0" w:rsidR="00694B42" w:rsidRPr="00694B42" w:rsidRDefault="00694B42" w:rsidP="00694B42">
      <w:pPr>
        <w:spacing w:line="360" w:lineRule="auto"/>
        <w:ind w:left="426"/>
        <w:jc w:val="thaiDistribute"/>
        <w:rPr>
          <w:rFonts w:ascii="Arial" w:hAnsi="Arial" w:cs="Arial"/>
          <w:sz w:val="19"/>
          <w:szCs w:val="19"/>
          <w:lang w:val="en-GB"/>
        </w:rPr>
      </w:pPr>
      <w:r w:rsidRPr="00694B42">
        <w:rPr>
          <w:rFonts w:ascii="Arial" w:hAnsi="Arial" w:cs="Arial"/>
          <w:sz w:val="19"/>
          <w:szCs w:val="19"/>
          <w:lang w:val="en-GB"/>
        </w:rPr>
        <w:t>The interim financial information should be read in conjunction with the annual financial statements for the year ended</w:t>
      </w:r>
      <w:r w:rsidRPr="00694B42">
        <w:rPr>
          <w:rFonts w:ascii="Arial" w:hAnsi="Arial" w:cs="Arial" w:hint="cs"/>
          <w:sz w:val="19"/>
          <w:szCs w:val="19"/>
          <w:cs/>
          <w:lang w:val="en-GB"/>
        </w:rPr>
        <w:t xml:space="preserve"> </w:t>
      </w:r>
      <w:r w:rsidRPr="00694B42">
        <w:rPr>
          <w:rFonts w:ascii="Arial" w:hAnsi="Arial" w:cs="Arial"/>
          <w:sz w:val="19"/>
          <w:szCs w:val="19"/>
          <w:lang w:val="en-GB"/>
        </w:rPr>
        <w:t>31 December 2023.</w:t>
      </w:r>
    </w:p>
    <w:p w14:paraId="6E5D069C" w14:textId="77777777" w:rsidR="00694B42" w:rsidRPr="00694B42" w:rsidRDefault="00694B42" w:rsidP="00694B42">
      <w:pPr>
        <w:spacing w:line="360" w:lineRule="auto"/>
        <w:ind w:left="426"/>
        <w:jc w:val="thaiDistribute"/>
        <w:rPr>
          <w:rFonts w:ascii="Arial" w:hAnsi="Arial" w:cs="Arial"/>
          <w:sz w:val="19"/>
          <w:szCs w:val="19"/>
          <w:lang w:val="en-GB"/>
        </w:rPr>
      </w:pPr>
    </w:p>
    <w:p w14:paraId="7B0AAA82" w14:textId="3BE9B116" w:rsidR="00427120" w:rsidRDefault="00694B42" w:rsidP="00694B42">
      <w:pPr>
        <w:spacing w:line="360" w:lineRule="auto"/>
        <w:ind w:left="426"/>
        <w:jc w:val="thaiDistribute"/>
        <w:rPr>
          <w:rFonts w:ascii="Arial" w:hAnsi="Arial" w:cs="Arial"/>
          <w:sz w:val="19"/>
          <w:szCs w:val="19"/>
          <w:cs/>
          <w:lang w:val="en-GB"/>
        </w:rPr>
      </w:pPr>
      <w:r w:rsidRPr="00694B42">
        <w:rPr>
          <w:rFonts w:ascii="Arial" w:hAnsi="Arial" w:cs="Arial"/>
          <w:sz w:val="19"/>
          <w:szCs w:val="19"/>
          <w:lang w:val="en-GB"/>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64242874" w14:textId="77777777" w:rsidR="00303E1E" w:rsidRDefault="00303E1E" w:rsidP="00694B42">
      <w:pPr>
        <w:spacing w:line="360" w:lineRule="auto"/>
        <w:ind w:left="426"/>
        <w:jc w:val="thaiDistribute"/>
        <w:rPr>
          <w:rFonts w:ascii="Arial" w:hAnsi="Arial" w:cs="Arial"/>
          <w:sz w:val="19"/>
          <w:szCs w:val="19"/>
          <w:lang w:val="en-GB"/>
        </w:rPr>
      </w:pPr>
    </w:p>
    <w:p w14:paraId="1C1A8303" w14:textId="4DFE4D45" w:rsidR="00303E1E" w:rsidRPr="00694B42" w:rsidRDefault="00303E1E" w:rsidP="00694B42">
      <w:pPr>
        <w:spacing w:line="360" w:lineRule="auto"/>
        <w:ind w:left="426"/>
        <w:jc w:val="thaiDistribute"/>
        <w:rPr>
          <w:rFonts w:ascii="Arial" w:hAnsi="Arial" w:cstheme="minorBidi"/>
          <w:sz w:val="19"/>
          <w:szCs w:val="19"/>
          <w:cs/>
          <w:lang w:val="en-GB"/>
        </w:rPr>
      </w:pPr>
      <w:r>
        <w:rPr>
          <w:rFonts w:ascii="Arial" w:hAnsi="Arial" w:cs="Arial"/>
          <w:sz w:val="19"/>
          <w:szCs w:val="19"/>
          <w:lang w:val="en-GB"/>
        </w:rPr>
        <w:t xml:space="preserve">These </w:t>
      </w:r>
      <w:r w:rsidR="00781113">
        <w:rPr>
          <w:rFonts w:ascii="Arial" w:hAnsi="Arial" w:cs="Arial"/>
          <w:sz w:val="19"/>
          <w:szCs w:val="19"/>
          <w:lang w:val="en-GB"/>
        </w:rPr>
        <w:t>interim financial statement</w:t>
      </w:r>
      <w:r w:rsidR="005B268B">
        <w:rPr>
          <w:rFonts w:ascii="Arial" w:hAnsi="Arial" w:cs="Arial"/>
          <w:sz w:val="19"/>
          <w:szCs w:val="19"/>
          <w:lang w:val="en-GB"/>
        </w:rPr>
        <w:t>s</w:t>
      </w:r>
      <w:r w:rsidR="00781113">
        <w:rPr>
          <w:rFonts w:ascii="Arial" w:hAnsi="Arial" w:cs="Arial"/>
          <w:sz w:val="19"/>
          <w:szCs w:val="19"/>
          <w:lang w:val="en-GB"/>
        </w:rPr>
        <w:t xml:space="preserve"> were approved by </w:t>
      </w:r>
      <w:r w:rsidR="001518E0">
        <w:rPr>
          <w:rFonts w:ascii="Arial" w:hAnsi="Arial" w:cs="Arial"/>
          <w:sz w:val="19"/>
          <w:szCs w:val="19"/>
          <w:lang w:val="en-GB"/>
        </w:rPr>
        <w:t xml:space="preserve">the Company’s Board of Directors on 10 May </w:t>
      </w:r>
      <w:r w:rsidR="003429CD">
        <w:rPr>
          <w:rFonts w:ascii="Arial" w:hAnsi="Arial" w:cs="Arial"/>
          <w:sz w:val="19"/>
          <w:szCs w:val="19"/>
          <w:lang w:val="en-GB"/>
        </w:rPr>
        <w:t>20</w:t>
      </w:r>
      <w:r w:rsidR="0002461F">
        <w:rPr>
          <w:rFonts w:ascii="Arial" w:hAnsi="Arial" w:cs="Arial"/>
          <w:sz w:val="19"/>
          <w:szCs w:val="19"/>
          <w:lang w:val="en-GB"/>
        </w:rPr>
        <w:t>24</w:t>
      </w:r>
    </w:p>
    <w:p w14:paraId="1CBF0087" w14:textId="77777777" w:rsidR="005E29AB" w:rsidRPr="00694B42" w:rsidRDefault="005E29AB">
      <w:pPr>
        <w:rPr>
          <w:rFonts w:ascii="Arial" w:hAnsi="Arial" w:cs="Arial"/>
        </w:rPr>
      </w:pPr>
    </w:p>
    <w:p w14:paraId="6C817F98" w14:textId="1B7C6652" w:rsidR="009F544A" w:rsidRPr="00591FF2" w:rsidRDefault="005666C9"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591FF2">
        <w:rPr>
          <w:rFonts w:ascii="Arial" w:hAnsi="Arial" w:cs="Arial"/>
          <w:b/>
          <w:bCs/>
          <w:spacing w:val="-4"/>
          <w:sz w:val="19"/>
          <w:szCs w:val="19"/>
          <w:lang w:val="en-GB"/>
        </w:rPr>
        <w:t>ACCOUNGTING POLI</w:t>
      </w:r>
      <w:r w:rsidR="008E307E" w:rsidRPr="00591FF2">
        <w:rPr>
          <w:rFonts w:ascii="Arial" w:hAnsi="Arial" w:cs="Arial"/>
          <w:b/>
          <w:bCs/>
          <w:spacing w:val="-4"/>
          <w:sz w:val="19"/>
          <w:szCs w:val="19"/>
          <w:lang w:val="en-GB"/>
        </w:rPr>
        <w:t>CIES</w:t>
      </w:r>
    </w:p>
    <w:p w14:paraId="4970A5CA" w14:textId="77777777" w:rsidR="00600592" w:rsidRPr="00591FF2" w:rsidRDefault="00600592" w:rsidP="00600592">
      <w:pPr>
        <w:tabs>
          <w:tab w:val="num" w:pos="567"/>
        </w:tabs>
        <w:spacing w:line="360" w:lineRule="auto"/>
        <w:ind w:left="360"/>
        <w:rPr>
          <w:rFonts w:ascii="Arial" w:hAnsi="Arial" w:cs="Arial"/>
          <w:b/>
          <w:bCs/>
          <w:sz w:val="19"/>
          <w:szCs w:val="19"/>
        </w:rPr>
      </w:pPr>
    </w:p>
    <w:p w14:paraId="4C59223B" w14:textId="3FC87581" w:rsidR="006944EF" w:rsidRPr="00591FF2" w:rsidRDefault="006944EF" w:rsidP="006944EF">
      <w:pPr>
        <w:spacing w:line="360" w:lineRule="auto"/>
        <w:ind w:left="426"/>
        <w:jc w:val="thaiDistribute"/>
        <w:rPr>
          <w:rFonts w:ascii="Arial" w:hAnsi="Arial" w:cs="Arial"/>
          <w:sz w:val="19"/>
          <w:szCs w:val="19"/>
          <w:lang w:val="en-GB"/>
        </w:rPr>
      </w:pPr>
      <w:r w:rsidRPr="00591FF2">
        <w:rPr>
          <w:rFonts w:ascii="Arial" w:hAnsi="Arial" w:cs="Arial"/>
          <w:sz w:val="19"/>
          <w:szCs w:val="19"/>
          <w:lang w:val="en-GB"/>
        </w:rPr>
        <w:t xml:space="preserve">The accounting policies used in the preparation of the interim financial information are consistent with those used in the annual financial statements for the year ended 31 December 2023, except for the adoption of the new and amended financial reporting standards as described in Note </w:t>
      </w:r>
      <w:r w:rsidRPr="00591FF2">
        <w:rPr>
          <w:rFonts w:ascii="Arial" w:hAnsi="Arial" w:cs="Arial"/>
          <w:sz w:val="19"/>
          <w:szCs w:val="19"/>
          <w:cs/>
          <w:lang w:val="en-GB"/>
        </w:rPr>
        <w:t>4</w:t>
      </w:r>
      <w:r w:rsidR="003C5AF3" w:rsidRPr="00591FF2">
        <w:rPr>
          <w:rFonts w:ascii="Arial" w:hAnsi="Arial" w:cs="Arial"/>
          <w:sz w:val="19"/>
          <w:szCs w:val="19"/>
          <w:lang w:val="en-GB"/>
        </w:rPr>
        <w:t>.</w:t>
      </w:r>
    </w:p>
    <w:p w14:paraId="399CCB56" w14:textId="3FC8EB24" w:rsidR="00D76C95" w:rsidRPr="00591FF2" w:rsidRDefault="00D76C95">
      <w:pPr>
        <w:rPr>
          <w:rFonts w:ascii="Arial" w:hAnsi="Arial" w:cs="Arial"/>
          <w:sz w:val="19"/>
          <w:szCs w:val="19"/>
          <w:lang w:val="en-GB"/>
        </w:rPr>
      </w:pPr>
      <w:r w:rsidRPr="00591FF2">
        <w:rPr>
          <w:rFonts w:ascii="Arial" w:hAnsi="Arial" w:cs="Arial"/>
          <w:sz w:val="19"/>
          <w:szCs w:val="19"/>
          <w:lang w:val="en-GB"/>
        </w:rPr>
        <w:br w:type="page"/>
      </w:r>
    </w:p>
    <w:p w14:paraId="41391A1E" w14:textId="114D4297" w:rsidR="00953F50" w:rsidRPr="00591FF2" w:rsidRDefault="00953F50"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6"/>
          <w:sz w:val="19"/>
          <w:szCs w:val="19"/>
          <w:lang w:val="en-GB"/>
        </w:rPr>
      </w:pPr>
      <w:r w:rsidRPr="00591FF2">
        <w:rPr>
          <w:rFonts w:ascii="Arial" w:hAnsi="Arial" w:cs="Arial"/>
          <w:b/>
          <w:bCs/>
          <w:spacing w:val="-6"/>
          <w:sz w:val="19"/>
          <w:szCs w:val="19"/>
          <w:lang w:val="en-GB"/>
        </w:rPr>
        <w:lastRenderedPageBreak/>
        <w:t xml:space="preserve">NEW AND </w:t>
      </w:r>
      <w:r w:rsidR="00984911" w:rsidRPr="00591FF2">
        <w:rPr>
          <w:rFonts w:ascii="Arial" w:hAnsi="Arial" w:cs="Arial"/>
          <w:b/>
          <w:bCs/>
          <w:spacing w:val="-6"/>
          <w:sz w:val="19"/>
          <w:szCs w:val="19"/>
          <w:lang w:val="en-GB"/>
        </w:rPr>
        <w:t>AMENDED FINANCIAL REPORTING STANDARDS AND CHANGES IN ACCOUNTING POLICIES</w:t>
      </w:r>
    </w:p>
    <w:p w14:paraId="226F5809" w14:textId="77777777" w:rsidR="00385303" w:rsidRPr="00591FF2" w:rsidRDefault="00385303" w:rsidP="008261CF">
      <w:pPr>
        <w:tabs>
          <w:tab w:val="num" w:pos="567"/>
        </w:tabs>
        <w:spacing w:line="360" w:lineRule="auto"/>
        <w:ind w:left="360"/>
        <w:rPr>
          <w:rFonts w:ascii="Arial" w:hAnsi="Arial" w:cs="Arial"/>
          <w:sz w:val="19"/>
          <w:szCs w:val="19"/>
        </w:rPr>
      </w:pPr>
    </w:p>
    <w:p w14:paraId="249125F1" w14:textId="6C57CA70" w:rsidR="00385303" w:rsidRPr="00591FF2" w:rsidRDefault="00385303" w:rsidP="00385303">
      <w:pPr>
        <w:pStyle w:val="ListParagraph"/>
        <w:numPr>
          <w:ilvl w:val="0"/>
          <w:numId w:val="55"/>
        </w:numPr>
        <w:spacing w:after="0" w:line="360" w:lineRule="auto"/>
        <w:ind w:left="873" w:hanging="441"/>
        <w:jc w:val="thaiDistribute"/>
        <w:rPr>
          <w:rFonts w:ascii="Arial" w:hAnsi="Arial" w:cs="Arial"/>
          <w:b/>
          <w:bCs/>
          <w:color w:val="FFFFFF" w:themeColor="background1"/>
          <w:sz w:val="19"/>
          <w:szCs w:val="19"/>
        </w:rPr>
      </w:pPr>
      <w:r w:rsidRPr="00591FF2">
        <w:rPr>
          <w:rFonts w:ascii="Arial" w:hAnsi="Arial" w:cs="Arial"/>
          <w:b/>
          <w:bCs/>
          <w:sz w:val="19"/>
          <w:szCs w:val="19"/>
        </w:rPr>
        <w:t>Amended financial reporting standards that are effective for the accounting period beginning on or after 1 January 2024 the Group has not early adopted these standards.</w:t>
      </w:r>
    </w:p>
    <w:p w14:paraId="6F694BC4" w14:textId="602E99D2" w:rsidR="00385303" w:rsidRPr="00591FF2" w:rsidRDefault="006B5E11" w:rsidP="006B5E11">
      <w:pPr>
        <w:tabs>
          <w:tab w:val="left" w:pos="6213"/>
        </w:tabs>
        <w:spacing w:line="360" w:lineRule="auto"/>
        <w:ind w:left="360"/>
        <w:rPr>
          <w:rFonts w:ascii="Arial" w:eastAsia="Arial Unicode MS" w:hAnsi="Arial" w:cs="Arial"/>
          <w:b/>
          <w:bCs/>
          <w:spacing w:val="-4"/>
          <w:sz w:val="19"/>
          <w:szCs w:val="19"/>
        </w:rPr>
      </w:pPr>
      <w:r>
        <w:rPr>
          <w:rFonts w:ascii="Arial" w:eastAsia="Arial Unicode MS" w:hAnsi="Arial" w:cs="Arial"/>
          <w:b/>
          <w:bCs/>
          <w:spacing w:val="-4"/>
          <w:sz w:val="19"/>
          <w:szCs w:val="19"/>
        </w:rPr>
        <w:tab/>
      </w:r>
    </w:p>
    <w:p w14:paraId="358C8767" w14:textId="77777777" w:rsidR="00385303" w:rsidRPr="00591FF2" w:rsidRDefault="00385303" w:rsidP="00385303">
      <w:pPr>
        <w:pStyle w:val="ListParagraph"/>
        <w:numPr>
          <w:ilvl w:val="0"/>
          <w:numId w:val="57"/>
        </w:numPr>
        <w:spacing w:after="0" w:line="360" w:lineRule="auto"/>
        <w:ind w:left="1260"/>
        <w:contextualSpacing/>
        <w:jc w:val="thaiDistribute"/>
        <w:rPr>
          <w:rFonts w:ascii="Arial" w:hAnsi="Arial" w:cs="Arial"/>
          <w:b/>
          <w:bCs/>
          <w:sz w:val="19"/>
          <w:szCs w:val="19"/>
          <w:lang w:val="en-GB"/>
        </w:rPr>
      </w:pPr>
      <w:r w:rsidRPr="00591FF2">
        <w:rPr>
          <w:rFonts w:ascii="Arial" w:hAnsi="Arial" w:cs="Arial"/>
          <w:b/>
          <w:bCs/>
          <w:color w:val="000000" w:themeColor="text1"/>
          <w:sz w:val="19"/>
          <w:szCs w:val="19"/>
          <w:lang w:val="en-GB"/>
        </w:rPr>
        <w:t>Amendment to TAS 1</w:t>
      </w:r>
      <w:r w:rsidRPr="00591FF2">
        <w:rPr>
          <w:rFonts w:ascii="Arial" w:hAnsi="Arial" w:cs="Arial"/>
          <w:b/>
          <w:bCs/>
          <w:color w:val="000000" w:themeColor="text1"/>
          <w:sz w:val="19"/>
          <w:szCs w:val="19"/>
          <w:cs/>
        </w:rPr>
        <w:t xml:space="preserve"> </w:t>
      </w:r>
      <w:r w:rsidRPr="00591FF2">
        <w:rPr>
          <w:rFonts w:ascii="Arial" w:hAnsi="Arial" w:cs="Arial"/>
          <w:b/>
          <w:bCs/>
          <w:color w:val="000000" w:themeColor="text1"/>
          <w:sz w:val="19"/>
          <w:szCs w:val="19"/>
          <w:lang w:val="en-GB"/>
        </w:rPr>
        <w:t>- Presentation of financial statements</w:t>
      </w:r>
      <w:r w:rsidRPr="00591FF2">
        <w:rPr>
          <w:rFonts w:ascii="Arial" w:hAnsi="Arial" w:cs="Arial"/>
          <w:color w:val="000000" w:themeColor="text1"/>
          <w:sz w:val="19"/>
          <w:szCs w:val="19"/>
          <w:lang w:val="en-GB"/>
        </w:rPr>
        <w:t xml:space="preserve"> revises the disclosure from ‘</w:t>
      </w:r>
      <w:r w:rsidRPr="00444239">
        <w:rPr>
          <w:rFonts w:ascii="Arial" w:hAnsi="Arial" w:cs="Arial"/>
          <w:color w:val="000000" w:themeColor="text1"/>
          <w:sz w:val="19"/>
          <w:szCs w:val="19"/>
          <w:lang w:val="en-GB"/>
        </w:rPr>
        <w:t xml:space="preserve">significant </w:t>
      </w:r>
      <w:r w:rsidRPr="00591FF2">
        <w:rPr>
          <w:rFonts w:ascii="Arial" w:hAnsi="Arial" w:cs="Arial"/>
          <w:color w:val="000000" w:themeColor="text1"/>
          <w:sz w:val="19"/>
          <w:szCs w:val="19"/>
          <w:lang w:val="en-GB"/>
        </w:rPr>
        <w:t>accounting policies’ to ‘</w:t>
      </w:r>
      <w:r w:rsidRPr="00444239">
        <w:rPr>
          <w:rFonts w:ascii="Arial" w:hAnsi="Arial" w:cs="Arial"/>
          <w:color w:val="000000" w:themeColor="text1"/>
          <w:sz w:val="19"/>
          <w:szCs w:val="19"/>
          <w:lang w:val="en-GB"/>
        </w:rPr>
        <w:t>material</w:t>
      </w:r>
      <w:r w:rsidRPr="00444239">
        <w:rPr>
          <w:rFonts w:ascii="Arial" w:hAnsi="Arial" w:cs="Arial"/>
          <w:color w:val="000000" w:themeColor="text1"/>
          <w:sz w:val="19"/>
          <w:szCs w:val="19"/>
          <w:cs/>
        </w:rPr>
        <w:t xml:space="preserve"> </w:t>
      </w:r>
      <w:r w:rsidRPr="00591FF2">
        <w:rPr>
          <w:rFonts w:ascii="Arial" w:hAnsi="Arial" w:cs="Arial"/>
          <w:color w:val="000000" w:themeColor="text1"/>
          <w:sz w:val="19"/>
          <w:szCs w:val="19"/>
          <w:lang w:val="en-GB"/>
        </w:rPr>
        <w:t>accounting policies’. The amendment also provides guidelines on</w:t>
      </w:r>
      <w:r w:rsidRPr="00591FF2">
        <w:rPr>
          <w:rFonts w:ascii="Arial" w:hAnsi="Arial" w:cs="Arial"/>
          <w:i/>
          <w:iCs/>
          <w:color w:val="000000" w:themeColor="text1"/>
          <w:sz w:val="19"/>
          <w:szCs w:val="19"/>
          <w:lang w:val="en-GB"/>
        </w:rPr>
        <w:t xml:space="preserve"> </w:t>
      </w:r>
      <w:r w:rsidRPr="00591FF2">
        <w:rPr>
          <w:rFonts w:ascii="Arial" w:hAnsi="Arial" w:cs="Arial"/>
          <w:color w:val="000000" w:themeColor="text1"/>
          <w:sz w:val="19"/>
          <w:szCs w:val="19"/>
          <w:lang w:val="en-GB"/>
        </w:rPr>
        <w:t>identifying</w:t>
      </w:r>
      <w:r w:rsidRPr="00591FF2">
        <w:rPr>
          <w:rFonts w:ascii="Arial" w:hAnsi="Arial" w:cs="Arial"/>
          <w:color w:val="000000" w:themeColor="text1"/>
          <w:sz w:val="19"/>
          <w:szCs w:val="19"/>
          <w:cs/>
        </w:rPr>
        <w:t xml:space="preserve"> </w:t>
      </w:r>
      <w:r w:rsidRPr="00591FF2">
        <w:rPr>
          <w:rFonts w:ascii="Arial" w:hAnsi="Arial" w:cs="Arial"/>
          <w:color w:val="000000" w:themeColor="text1"/>
          <w:sz w:val="19"/>
          <w:szCs w:val="19"/>
          <w:lang w:val="en-GB"/>
        </w:rPr>
        <w:t>when the accounting policy information is material.</w:t>
      </w:r>
      <w:r w:rsidRPr="00591FF2">
        <w:rPr>
          <w:rFonts w:ascii="Arial" w:hAnsi="Arial" w:cs="Arial"/>
          <w:color w:val="000000" w:themeColor="text1"/>
          <w:sz w:val="19"/>
          <w:szCs w:val="19"/>
          <w:cs/>
        </w:rPr>
        <w:t xml:space="preserve"> </w:t>
      </w:r>
      <w:r w:rsidRPr="00591FF2">
        <w:rPr>
          <w:rFonts w:ascii="Arial" w:hAnsi="Arial" w:cs="Arial"/>
          <w:color w:val="000000" w:themeColor="text1"/>
          <w:sz w:val="19"/>
          <w:szCs w:val="19"/>
          <w:lang w:val="en-GB"/>
        </w:rPr>
        <w:t>Consequently, immaterial accounting policy information does not need to be disclosed. If it is disclosed, it should not obscure material accounting information.</w:t>
      </w:r>
    </w:p>
    <w:p w14:paraId="6B335527" w14:textId="77777777" w:rsidR="00385303" w:rsidRPr="00591FF2" w:rsidRDefault="00385303" w:rsidP="008261CF">
      <w:pPr>
        <w:tabs>
          <w:tab w:val="num" w:pos="567"/>
        </w:tabs>
        <w:spacing w:line="360" w:lineRule="auto"/>
        <w:ind w:left="360"/>
        <w:rPr>
          <w:rFonts w:ascii="Arial" w:hAnsi="Arial" w:cs="Arial"/>
          <w:b/>
          <w:bCs/>
          <w:sz w:val="19"/>
          <w:szCs w:val="19"/>
          <w:lang w:val="en-GB"/>
        </w:rPr>
      </w:pPr>
    </w:p>
    <w:p w14:paraId="2B56B819" w14:textId="77777777" w:rsidR="00385303" w:rsidRPr="00591FF2" w:rsidRDefault="00385303" w:rsidP="00385303">
      <w:pPr>
        <w:pStyle w:val="ListParagraph"/>
        <w:numPr>
          <w:ilvl w:val="0"/>
          <w:numId w:val="57"/>
        </w:numPr>
        <w:spacing w:after="0" w:line="360" w:lineRule="auto"/>
        <w:ind w:left="1260"/>
        <w:contextualSpacing/>
        <w:jc w:val="thaiDistribute"/>
        <w:rPr>
          <w:rFonts w:ascii="Arial" w:hAnsi="Arial" w:cs="Arial"/>
          <w:color w:val="000000" w:themeColor="text1"/>
          <w:sz w:val="19"/>
          <w:szCs w:val="19"/>
          <w:lang w:val="en-GB"/>
        </w:rPr>
      </w:pPr>
      <w:r w:rsidRPr="00591FF2">
        <w:rPr>
          <w:rFonts w:ascii="Arial" w:hAnsi="Arial" w:cs="Arial"/>
          <w:b/>
          <w:bCs/>
          <w:color w:val="000000" w:themeColor="text1"/>
          <w:sz w:val="19"/>
          <w:szCs w:val="19"/>
          <w:lang w:val="en-GB"/>
        </w:rPr>
        <w:t>Amendment to TAS 8 - Accounting policies, changes in accounting</w:t>
      </w:r>
      <w:r w:rsidRPr="00591FF2">
        <w:rPr>
          <w:rFonts w:ascii="Arial" w:hAnsi="Arial" w:cs="Arial"/>
          <w:b/>
          <w:bCs/>
          <w:color w:val="000000" w:themeColor="text1"/>
          <w:sz w:val="19"/>
          <w:szCs w:val="19"/>
          <w:cs/>
        </w:rPr>
        <w:t xml:space="preserve"> </w:t>
      </w:r>
      <w:r w:rsidRPr="00591FF2">
        <w:rPr>
          <w:rFonts w:ascii="Arial" w:hAnsi="Arial" w:cs="Arial"/>
          <w:b/>
          <w:bCs/>
          <w:color w:val="000000" w:themeColor="text1"/>
          <w:sz w:val="19"/>
          <w:szCs w:val="19"/>
          <w:lang w:val="en-GB"/>
        </w:rPr>
        <w:t>estimates and errors</w:t>
      </w:r>
      <w:r w:rsidRPr="00591FF2">
        <w:rPr>
          <w:rFonts w:ascii="Arial" w:hAnsi="Arial" w:cs="Arial"/>
          <w:color w:val="000000" w:themeColor="text1"/>
          <w:sz w:val="19"/>
          <w:szCs w:val="19"/>
          <w:lang w:val="en-GB"/>
        </w:rPr>
        <w:t xml:space="preserve"> revises to the definition of ‘accounting estimates’ to clarify how companies should distinguish between changes</w:t>
      </w:r>
      <w:r w:rsidRPr="00591FF2">
        <w:rPr>
          <w:rFonts w:ascii="Arial" w:hAnsi="Arial" w:cs="Arial"/>
          <w:i/>
          <w:iCs/>
          <w:color w:val="000000" w:themeColor="text1"/>
          <w:sz w:val="19"/>
          <w:szCs w:val="19"/>
          <w:lang w:val="en-GB"/>
        </w:rPr>
        <w:t xml:space="preserve"> </w:t>
      </w:r>
      <w:r w:rsidRPr="00591FF2">
        <w:rPr>
          <w:rFonts w:ascii="Arial" w:hAnsi="Arial" w:cs="Arial"/>
          <w:color w:val="000000" w:themeColor="text1"/>
          <w:sz w:val="19"/>
          <w:szCs w:val="19"/>
          <w:lang w:val="en-GB"/>
        </w:rPr>
        <w:t>in accounting policies and changes in accounting estimates.</w:t>
      </w:r>
      <w:r w:rsidRPr="00591FF2">
        <w:rPr>
          <w:rFonts w:ascii="Arial" w:hAnsi="Arial" w:cs="Arial"/>
          <w:color w:val="000000" w:themeColor="text1"/>
          <w:sz w:val="19"/>
          <w:szCs w:val="19"/>
          <w:cs/>
        </w:rPr>
        <w:t xml:space="preserve"> </w:t>
      </w:r>
      <w:r w:rsidRPr="00591FF2">
        <w:rPr>
          <w:rFonts w:ascii="Arial" w:hAnsi="Arial" w:cs="Arial"/>
          <w:color w:val="000000" w:themeColor="text1"/>
          <w:sz w:val="19"/>
          <w:szCs w:val="19"/>
          <w:lang w:val="en-GB"/>
        </w:rPr>
        <w:t>The distinction is important because changes in accounting estimates are applied prospectively to transactions, other events and conditions from the date of that change. Whereas changes in accounting policies are generally applied retrospectively to past transactions and other past events as well as the current period</w:t>
      </w:r>
      <w:r w:rsidRPr="00591FF2">
        <w:rPr>
          <w:rFonts w:ascii="Arial" w:hAnsi="Arial" w:cs="Arial"/>
          <w:color w:val="000000" w:themeColor="text1"/>
          <w:sz w:val="19"/>
          <w:szCs w:val="19"/>
          <w:cs/>
        </w:rPr>
        <w:t xml:space="preserve"> </w:t>
      </w:r>
      <w:r w:rsidRPr="00591FF2">
        <w:rPr>
          <w:rFonts w:ascii="Arial" w:hAnsi="Arial" w:cs="Arial"/>
          <w:color w:val="000000" w:themeColor="text1"/>
          <w:sz w:val="19"/>
          <w:szCs w:val="19"/>
          <w:lang w:val="en-GB"/>
        </w:rPr>
        <w:t>as if the new accounting policy had always been applied.</w:t>
      </w:r>
    </w:p>
    <w:p w14:paraId="38E16588" w14:textId="77777777" w:rsidR="00385303" w:rsidRPr="00591FF2" w:rsidRDefault="00385303" w:rsidP="008261CF">
      <w:pPr>
        <w:tabs>
          <w:tab w:val="num" w:pos="567"/>
        </w:tabs>
        <w:spacing w:line="360" w:lineRule="auto"/>
        <w:ind w:left="360"/>
        <w:rPr>
          <w:rFonts w:ascii="Arial" w:hAnsi="Arial" w:cs="Arial"/>
          <w:color w:val="000000" w:themeColor="text1"/>
          <w:sz w:val="19"/>
          <w:szCs w:val="19"/>
        </w:rPr>
      </w:pPr>
    </w:p>
    <w:p w14:paraId="3A00F310" w14:textId="77777777" w:rsidR="00385303" w:rsidRPr="00591FF2" w:rsidRDefault="00385303" w:rsidP="00385303">
      <w:pPr>
        <w:pStyle w:val="ListParagraph"/>
        <w:numPr>
          <w:ilvl w:val="0"/>
          <w:numId w:val="57"/>
        </w:numPr>
        <w:spacing w:after="0" w:line="360" w:lineRule="auto"/>
        <w:ind w:left="1260"/>
        <w:contextualSpacing/>
        <w:jc w:val="thaiDistribute"/>
        <w:rPr>
          <w:rStyle w:val="Strong"/>
          <w:rFonts w:ascii="Arial" w:hAnsi="Arial" w:cs="Arial"/>
          <w:color w:val="FFFFFF" w:themeColor="background1"/>
          <w:sz w:val="19"/>
          <w:szCs w:val="19"/>
        </w:rPr>
      </w:pPr>
      <w:r w:rsidRPr="00591FF2">
        <w:rPr>
          <w:rFonts w:ascii="Arial" w:hAnsi="Arial" w:cs="Arial"/>
          <w:b/>
          <w:bCs/>
          <w:color w:val="000000" w:themeColor="text1"/>
          <w:sz w:val="19"/>
          <w:szCs w:val="19"/>
          <w:lang w:val="en-GB"/>
        </w:rPr>
        <w:t>Amendment to TAS 12 - Income taxes</w:t>
      </w:r>
      <w:r w:rsidRPr="00591FF2">
        <w:rPr>
          <w:rFonts w:ascii="Arial" w:hAnsi="Arial" w:cs="Arial"/>
          <w:i/>
          <w:iCs/>
          <w:color w:val="000000" w:themeColor="text1"/>
          <w:sz w:val="19"/>
          <w:szCs w:val="19"/>
          <w:lang w:val="en-GB"/>
        </w:rPr>
        <w:t xml:space="preserve"> </w:t>
      </w:r>
      <w:r w:rsidRPr="00591FF2">
        <w:rPr>
          <w:rFonts w:ascii="Arial" w:hAnsi="Arial" w:cs="Arial"/>
          <w:color w:val="000000" w:themeColor="text1"/>
          <w:sz w:val="19"/>
          <w:szCs w:val="19"/>
          <w:lang w:val="en-GB"/>
        </w:rPr>
        <w:t>requires companies to</w:t>
      </w:r>
      <w:r w:rsidRPr="00591FF2">
        <w:rPr>
          <w:rFonts w:ascii="Arial" w:hAnsi="Arial" w:cs="Arial"/>
          <w:color w:val="000000" w:themeColor="text1"/>
          <w:sz w:val="19"/>
          <w:szCs w:val="19"/>
          <w:cs/>
        </w:rPr>
        <w:t xml:space="preserve"> </w:t>
      </w:r>
      <w:r w:rsidRPr="00591FF2">
        <w:rPr>
          <w:rFonts w:ascii="Arial" w:hAnsi="Arial" w:cs="Arial"/>
          <w:color w:val="000000" w:themeColor="text1"/>
          <w:sz w:val="19"/>
          <w:szCs w:val="19"/>
          <w:lang w:val="en-GB"/>
        </w:rPr>
        <w:t>recognise deferred tax related to assets and</w:t>
      </w:r>
      <w:r w:rsidRPr="00591FF2">
        <w:rPr>
          <w:rFonts w:ascii="Arial" w:hAnsi="Arial" w:cs="Arial"/>
          <w:color w:val="000000" w:themeColor="text1"/>
          <w:sz w:val="19"/>
          <w:szCs w:val="19"/>
          <w:cs/>
        </w:rPr>
        <w:t xml:space="preserve"> </w:t>
      </w:r>
      <w:r w:rsidRPr="00591FF2">
        <w:rPr>
          <w:rFonts w:ascii="Arial" w:hAnsi="Arial" w:cs="Arial"/>
          <w:color w:val="000000" w:themeColor="text1"/>
          <w:sz w:val="19"/>
          <w:szCs w:val="19"/>
          <w:lang w:val="en-GB"/>
        </w:rPr>
        <w:t>liabilities arising from a single</w:t>
      </w:r>
      <w:r w:rsidRPr="00591FF2">
        <w:rPr>
          <w:rFonts w:ascii="Arial" w:hAnsi="Arial" w:cs="Arial"/>
          <w:color w:val="000000" w:themeColor="text1"/>
          <w:sz w:val="19"/>
          <w:szCs w:val="19"/>
          <w:cs/>
        </w:rPr>
        <w:t xml:space="preserve"> </w:t>
      </w:r>
      <w:r w:rsidRPr="00591FF2">
        <w:rPr>
          <w:rFonts w:ascii="Arial" w:hAnsi="Arial" w:cs="Arial"/>
          <w:color w:val="000000" w:themeColor="text1"/>
          <w:sz w:val="19"/>
          <w:szCs w:val="19"/>
          <w:lang w:val="en-GB"/>
        </w:rPr>
        <w:t>transaction that, on initial recognition, gives rise</w:t>
      </w:r>
      <w:r w:rsidRPr="00591FF2">
        <w:rPr>
          <w:rFonts w:ascii="Arial" w:hAnsi="Arial" w:cs="Arial"/>
          <w:color w:val="000000" w:themeColor="text1"/>
          <w:sz w:val="19"/>
          <w:szCs w:val="19"/>
          <w:cs/>
        </w:rPr>
        <w:t xml:space="preserve"> </w:t>
      </w:r>
      <w:r w:rsidRPr="00591FF2">
        <w:rPr>
          <w:rFonts w:ascii="Arial" w:hAnsi="Arial" w:cs="Arial"/>
          <w:color w:val="000000" w:themeColor="text1"/>
          <w:sz w:val="19"/>
          <w:szCs w:val="19"/>
          <w:lang w:val="en-GB"/>
        </w:rPr>
        <w:t xml:space="preserve">to equal amounts of taxable and deductible temporary differences. </w:t>
      </w:r>
      <w:r w:rsidRPr="00591FF2">
        <w:rPr>
          <w:rFonts w:ascii="Arial" w:hAnsi="Arial" w:cs="Arial"/>
          <w:color w:val="000000" w:themeColor="text1"/>
          <w:sz w:val="19"/>
          <w:szCs w:val="19"/>
        </w:rPr>
        <w:t>Example transactions are leases and</w:t>
      </w:r>
      <w:r w:rsidRPr="00591FF2">
        <w:rPr>
          <w:rFonts w:ascii="Arial" w:hAnsi="Arial" w:cs="Arial"/>
          <w:color w:val="000000" w:themeColor="text1"/>
          <w:sz w:val="19"/>
          <w:szCs w:val="19"/>
          <w:cs/>
        </w:rPr>
        <w:t xml:space="preserve"> </w:t>
      </w:r>
      <w:r w:rsidRPr="00591FF2">
        <w:rPr>
          <w:rFonts w:ascii="Arial" w:hAnsi="Arial" w:cs="Arial"/>
          <w:color w:val="000000" w:themeColor="text1"/>
          <w:sz w:val="19"/>
          <w:szCs w:val="19"/>
        </w:rPr>
        <w:t>decommissioning obligations.</w:t>
      </w:r>
    </w:p>
    <w:p w14:paraId="517992CA" w14:textId="77777777" w:rsidR="00385303" w:rsidRPr="00591FF2" w:rsidRDefault="00385303" w:rsidP="008261CF">
      <w:pPr>
        <w:tabs>
          <w:tab w:val="num" w:pos="567"/>
        </w:tabs>
        <w:spacing w:line="360" w:lineRule="auto"/>
        <w:ind w:left="360"/>
        <w:rPr>
          <w:rFonts w:ascii="Arial" w:hAnsi="Arial" w:cs="Arial"/>
          <w:b/>
          <w:bCs/>
          <w:color w:val="FFFFFF" w:themeColor="background1"/>
          <w:sz w:val="19"/>
          <w:szCs w:val="19"/>
        </w:rPr>
      </w:pPr>
    </w:p>
    <w:p w14:paraId="5B5975A6" w14:textId="15A43C99" w:rsidR="008261CF" w:rsidRPr="00591FF2" w:rsidRDefault="00385303" w:rsidP="008261CF">
      <w:pPr>
        <w:pStyle w:val="ListParagraph"/>
        <w:autoSpaceDE w:val="0"/>
        <w:autoSpaceDN w:val="0"/>
        <w:adjustRightInd w:val="0"/>
        <w:spacing w:line="360" w:lineRule="auto"/>
        <w:ind w:left="1269"/>
        <w:jc w:val="thaiDistribute"/>
        <w:rPr>
          <w:rFonts w:ascii="Arial" w:eastAsia="Arial Unicode MS" w:hAnsi="Arial" w:cs="Arial"/>
          <w:color w:val="000000" w:themeColor="text1"/>
          <w:sz w:val="19"/>
          <w:szCs w:val="19"/>
          <w:cs/>
        </w:rPr>
      </w:pPr>
      <w:r w:rsidRPr="00591FF2">
        <w:rPr>
          <w:rFonts w:ascii="Arial" w:hAnsi="Arial" w:cs="Arial"/>
          <w:color w:val="000000" w:themeColor="text1"/>
          <w:sz w:val="19"/>
          <w:szCs w:val="19"/>
          <w:lang w:val="en-GB"/>
        </w:rPr>
        <w:t>The amendment should be applied to transactions on or after</w:t>
      </w:r>
      <w:r w:rsidRPr="00591FF2">
        <w:rPr>
          <w:rFonts w:ascii="Arial" w:hAnsi="Arial" w:cs="Arial"/>
          <w:color w:val="000000" w:themeColor="text1"/>
          <w:sz w:val="19"/>
          <w:szCs w:val="19"/>
          <w:cs/>
        </w:rPr>
        <w:t xml:space="preserve"> </w:t>
      </w:r>
      <w:r w:rsidRPr="00591FF2">
        <w:rPr>
          <w:rFonts w:ascii="Arial" w:hAnsi="Arial" w:cs="Arial"/>
          <w:color w:val="000000" w:themeColor="text1"/>
          <w:sz w:val="19"/>
          <w:szCs w:val="19"/>
          <w:lang w:val="en-GB"/>
        </w:rPr>
        <w:t>the beginning of the earliest comparative period presented. In addition,</w:t>
      </w:r>
      <w:r w:rsidRPr="00591FF2">
        <w:rPr>
          <w:rFonts w:ascii="Arial" w:hAnsi="Arial" w:cs="Arial"/>
          <w:color w:val="000000" w:themeColor="text1"/>
          <w:sz w:val="19"/>
          <w:szCs w:val="19"/>
          <w:cs/>
        </w:rPr>
        <w:t xml:space="preserve"> </w:t>
      </w:r>
      <w:r w:rsidRPr="00591FF2">
        <w:rPr>
          <w:rFonts w:ascii="Arial" w:hAnsi="Arial" w:cs="Arial"/>
          <w:color w:val="000000" w:themeColor="text1"/>
          <w:sz w:val="19"/>
          <w:szCs w:val="19"/>
          <w:lang w:val="en-GB"/>
        </w:rPr>
        <w:t>entities should recognise deferred tax assets (to the extent that they can</w:t>
      </w:r>
      <w:r w:rsidRPr="00591FF2">
        <w:rPr>
          <w:rFonts w:ascii="Arial" w:hAnsi="Arial" w:cs="Arial"/>
          <w:color w:val="000000" w:themeColor="text1"/>
          <w:sz w:val="19"/>
          <w:szCs w:val="19"/>
          <w:cs/>
        </w:rPr>
        <w:t xml:space="preserve"> </w:t>
      </w:r>
      <w:r w:rsidRPr="00591FF2">
        <w:rPr>
          <w:rFonts w:ascii="Arial" w:hAnsi="Arial" w:cs="Arial"/>
          <w:color w:val="000000" w:themeColor="text1"/>
          <w:sz w:val="19"/>
          <w:szCs w:val="19"/>
          <w:lang w:val="en-GB"/>
        </w:rPr>
        <w:t>probably be utilised) and deferred tax liabilities at the</w:t>
      </w:r>
      <w:r w:rsidRPr="00591FF2">
        <w:rPr>
          <w:rFonts w:ascii="Arial" w:hAnsi="Arial" w:cs="Arial"/>
          <w:color w:val="000000" w:themeColor="text1"/>
          <w:sz w:val="19"/>
          <w:szCs w:val="19"/>
          <w:cs/>
        </w:rPr>
        <w:t xml:space="preserve"> </w:t>
      </w:r>
      <w:r w:rsidRPr="00591FF2">
        <w:rPr>
          <w:rFonts w:ascii="Arial" w:hAnsi="Arial" w:cs="Arial"/>
          <w:color w:val="000000" w:themeColor="text1"/>
          <w:sz w:val="19"/>
          <w:szCs w:val="19"/>
          <w:lang w:val="en-GB"/>
        </w:rPr>
        <w:t>beginning of the earliest comparative</w:t>
      </w:r>
      <w:r w:rsidRPr="00591FF2">
        <w:rPr>
          <w:rFonts w:ascii="Arial" w:hAnsi="Arial" w:cs="Arial"/>
          <w:color w:val="000000" w:themeColor="text1"/>
          <w:sz w:val="19"/>
          <w:szCs w:val="19"/>
          <w:cs/>
        </w:rPr>
        <w:t xml:space="preserve"> </w:t>
      </w:r>
      <w:r w:rsidRPr="00591FF2">
        <w:rPr>
          <w:rFonts w:ascii="Arial" w:hAnsi="Arial" w:cs="Arial"/>
          <w:color w:val="000000" w:themeColor="text1"/>
          <w:sz w:val="19"/>
          <w:szCs w:val="19"/>
          <w:lang w:val="en-GB"/>
        </w:rPr>
        <w:t>period for all deductible and taxable</w:t>
      </w:r>
      <w:r w:rsidRPr="00591FF2">
        <w:rPr>
          <w:rFonts w:ascii="Arial" w:hAnsi="Arial" w:cs="Arial"/>
          <w:color w:val="000000" w:themeColor="text1"/>
          <w:sz w:val="19"/>
          <w:szCs w:val="19"/>
          <w:cs/>
        </w:rPr>
        <w:t xml:space="preserve"> </w:t>
      </w:r>
      <w:r w:rsidRPr="00591FF2">
        <w:rPr>
          <w:rFonts w:ascii="Arial" w:hAnsi="Arial" w:cs="Arial"/>
          <w:color w:val="000000" w:themeColor="text1"/>
          <w:sz w:val="19"/>
          <w:szCs w:val="19"/>
          <w:lang w:val="en-GB"/>
        </w:rPr>
        <w:t>temporary differences associated with:</w:t>
      </w:r>
    </w:p>
    <w:p w14:paraId="44AF15B6" w14:textId="77777777" w:rsidR="00385303" w:rsidRPr="00591FF2" w:rsidRDefault="00385303" w:rsidP="00385303">
      <w:pPr>
        <w:pStyle w:val="ListParagraph"/>
        <w:numPr>
          <w:ilvl w:val="0"/>
          <w:numId w:val="56"/>
        </w:numPr>
        <w:tabs>
          <w:tab w:val="left" w:pos="900"/>
          <w:tab w:val="left" w:pos="1836"/>
        </w:tabs>
        <w:autoSpaceDE w:val="0"/>
        <w:autoSpaceDN w:val="0"/>
        <w:adjustRightInd w:val="0"/>
        <w:spacing w:after="0" w:line="360" w:lineRule="auto"/>
        <w:ind w:left="1809" w:right="9"/>
        <w:contextualSpacing/>
        <w:jc w:val="thaiDistribute"/>
        <w:rPr>
          <w:rFonts w:ascii="Arial" w:hAnsi="Arial" w:cs="Arial"/>
          <w:color w:val="000000" w:themeColor="text1"/>
          <w:sz w:val="19"/>
          <w:szCs w:val="19"/>
          <w:lang w:val="en-GB"/>
        </w:rPr>
      </w:pPr>
      <w:r w:rsidRPr="00591FF2">
        <w:rPr>
          <w:rFonts w:ascii="Arial" w:hAnsi="Arial" w:cs="Arial"/>
          <w:color w:val="000000" w:themeColor="text1"/>
          <w:sz w:val="19"/>
          <w:szCs w:val="19"/>
          <w:lang w:val="en-GB"/>
        </w:rPr>
        <w:t>right-of-use assets and lease liabilities, and</w:t>
      </w:r>
    </w:p>
    <w:p w14:paraId="0BE0B7D2" w14:textId="2D6B397B" w:rsidR="00385303" w:rsidRPr="00591FF2" w:rsidRDefault="00385303" w:rsidP="00385303">
      <w:pPr>
        <w:pStyle w:val="ListParagraph"/>
        <w:numPr>
          <w:ilvl w:val="0"/>
          <w:numId w:val="56"/>
        </w:numPr>
        <w:tabs>
          <w:tab w:val="left" w:pos="900"/>
          <w:tab w:val="left" w:pos="2520"/>
        </w:tabs>
        <w:autoSpaceDE w:val="0"/>
        <w:autoSpaceDN w:val="0"/>
        <w:adjustRightInd w:val="0"/>
        <w:spacing w:after="0" w:line="360" w:lineRule="auto"/>
        <w:ind w:left="1809"/>
        <w:contextualSpacing/>
        <w:jc w:val="thaiDistribute"/>
        <w:rPr>
          <w:rFonts w:ascii="Arial" w:hAnsi="Arial" w:cs="Arial"/>
          <w:sz w:val="19"/>
          <w:szCs w:val="19"/>
        </w:rPr>
      </w:pPr>
      <w:r w:rsidRPr="00591FF2">
        <w:rPr>
          <w:rFonts w:ascii="Arial" w:hAnsi="Arial" w:cs="Arial"/>
          <w:color w:val="000000" w:themeColor="text1"/>
          <w:sz w:val="19"/>
          <w:szCs w:val="19"/>
          <w:lang w:val="en-GB"/>
        </w:rPr>
        <w:t>decommissioning, restoration and similar liabilities, and the</w:t>
      </w:r>
      <w:r w:rsidRPr="00591FF2">
        <w:rPr>
          <w:rFonts w:ascii="Arial" w:hAnsi="Arial" w:cs="Arial"/>
          <w:color w:val="000000" w:themeColor="text1"/>
          <w:sz w:val="19"/>
          <w:szCs w:val="19"/>
          <w:cs/>
        </w:rPr>
        <w:t xml:space="preserve"> </w:t>
      </w:r>
      <w:r w:rsidRPr="00591FF2">
        <w:rPr>
          <w:rFonts w:ascii="Arial" w:hAnsi="Arial" w:cs="Arial"/>
          <w:color w:val="000000" w:themeColor="text1"/>
          <w:sz w:val="19"/>
          <w:szCs w:val="19"/>
          <w:lang w:val="en-GB"/>
        </w:rPr>
        <w:t>corresponding amounts recognised as part of the cost of the related</w:t>
      </w:r>
      <w:r w:rsidRPr="00591FF2">
        <w:rPr>
          <w:rFonts w:ascii="Arial" w:hAnsi="Arial" w:cs="Arial"/>
          <w:color w:val="000000" w:themeColor="text1"/>
          <w:sz w:val="19"/>
          <w:szCs w:val="19"/>
          <w:cs/>
        </w:rPr>
        <w:t xml:space="preserve"> </w:t>
      </w:r>
      <w:r w:rsidRPr="00591FF2">
        <w:rPr>
          <w:rFonts w:ascii="Arial" w:hAnsi="Arial" w:cs="Arial"/>
          <w:color w:val="000000" w:themeColor="text1"/>
          <w:sz w:val="19"/>
          <w:szCs w:val="19"/>
          <w:lang w:val="en-GB"/>
        </w:rPr>
        <w:t>assets.</w:t>
      </w:r>
    </w:p>
    <w:p w14:paraId="28EDC6B4" w14:textId="77777777" w:rsidR="00385303" w:rsidRDefault="00385303" w:rsidP="00385303">
      <w:pPr>
        <w:pStyle w:val="ListParagraph"/>
        <w:spacing w:line="240" w:lineRule="auto"/>
        <w:ind w:left="1449"/>
        <w:jc w:val="thaiDistribute"/>
        <w:rPr>
          <w:rFonts w:ascii="Browallia New" w:hAnsi="Browallia New" w:cs="Browallia New"/>
          <w:sz w:val="28"/>
        </w:rPr>
      </w:pPr>
    </w:p>
    <w:p w14:paraId="5FEB5CEF" w14:textId="77777777" w:rsidR="00237BE6" w:rsidRDefault="00237BE6">
      <w:pPr>
        <w:rPr>
          <w:rFonts w:ascii="Arial" w:hAnsi="Arial" w:cs="Arial"/>
          <w:color w:val="000000" w:themeColor="text1"/>
          <w:sz w:val="19"/>
          <w:szCs w:val="19"/>
          <w:lang w:val="en-GB"/>
        </w:rPr>
      </w:pPr>
      <w:r>
        <w:rPr>
          <w:rFonts w:ascii="Arial" w:hAnsi="Arial" w:cs="Arial"/>
          <w:color w:val="000000" w:themeColor="text1"/>
          <w:sz w:val="19"/>
          <w:szCs w:val="19"/>
          <w:lang w:val="en-GB"/>
        </w:rPr>
        <w:br w:type="page"/>
      </w:r>
    </w:p>
    <w:p w14:paraId="44ECA13C" w14:textId="5A112CAA" w:rsidR="001B68B1" w:rsidRPr="001B68B1" w:rsidRDefault="00385303" w:rsidP="001B68B1">
      <w:pPr>
        <w:pStyle w:val="ListParagraph"/>
        <w:autoSpaceDE w:val="0"/>
        <w:autoSpaceDN w:val="0"/>
        <w:adjustRightInd w:val="0"/>
        <w:spacing w:line="360" w:lineRule="auto"/>
        <w:ind w:left="1269"/>
        <w:jc w:val="thaiDistribute"/>
        <w:rPr>
          <w:rFonts w:ascii="Arial" w:hAnsi="Arial" w:cs="Arial"/>
          <w:color w:val="000000" w:themeColor="text1"/>
          <w:sz w:val="19"/>
          <w:szCs w:val="19"/>
          <w:lang w:val="en-GB"/>
        </w:rPr>
      </w:pPr>
      <w:r w:rsidRPr="00591FF2">
        <w:rPr>
          <w:rFonts w:ascii="Arial" w:hAnsi="Arial" w:cs="Arial"/>
          <w:color w:val="000000" w:themeColor="text1"/>
          <w:sz w:val="19"/>
          <w:szCs w:val="19"/>
          <w:lang w:val="en-GB"/>
        </w:rPr>
        <w:lastRenderedPageBreak/>
        <w:t>The cumulative effect of this adjustment is recognized in retained earnings carried forward or in another component of equity, as appropriate.</w:t>
      </w:r>
    </w:p>
    <w:p w14:paraId="20F333E3" w14:textId="2893C890" w:rsidR="00385303" w:rsidRDefault="004A1312" w:rsidP="001005CE">
      <w:pPr>
        <w:spacing w:line="360" w:lineRule="auto"/>
        <w:ind w:left="882"/>
        <w:jc w:val="thaiDistribute"/>
        <w:rPr>
          <w:rFonts w:ascii="Arial" w:hAnsi="Arial" w:cs="Arial"/>
          <w:color w:val="000000" w:themeColor="text1"/>
          <w:spacing w:val="-2"/>
          <w:sz w:val="19"/>
          <w:szCs w:val="19"/>
        </w:rPr>
      </w:pPr>
      <w:r>
        <w:rPr>
          <w:rFonts w:ascii="Arial" w:hAnsi="Arial" w:cs="Arial"/>
          <w:color w:val="000000" w:themeColor="text1"/>
          <w:spacing w:val="-2"/>
          <w:sz w:val="19"/>
          <w:szCs w:val="19"/>
        </w:rPr>
        <w:t>A</w:t>
      </w:r>
      <w:r w:rsidR="00F06725">
        <w:rPr>
          <w:rFonts w:ascii="Arial" w:hAnsi="Arial" w:cs="Arial"/>
          <w:color w:val="000000" w:themeColor="text1"/>
          <w:spacing w:val="-2"/>
          <w:sz w:val="19"/>
          <w:szCs w:val="19"/>
        </w:rPr>
        <w:t>m</w:t>
      </w:r>
      <w:r w:rsidR="00385303" w:rsidRPr="00972840">
        <w:rPr>
          <w:rFonts w:ascii="Arial" w:hAnsi="Arial" w:cs="Arial"/>
          <w:color w:val="000000" w:themeColor="text1"/>
          <w:spacing w:val="-2"/>
          <w:sz w:val="19"/>
          <w:szCs w:val="19"/>
        </w:rPr>
        <w:t>ended Thai Financial Reporting Standards effective for the accounting periods  beginning on or after 1 January 202</w:t>
      </w:r>
      <w:r w:rsidR="00F361E8">
        <w:rPr>
          <w:rFonts w:ascii="Arial" w:hAnsi="Arial" w:cs="Arial"/>
          <w:color w:val="000000" w:themeColor="text1"/>
          <w:spacing w:val="-2"/>
          <w:sz w:val="19"/>
          <w:szCs w:val="19"/>
        </w:rPr>
        <w:t>4</w:t>
      </w:r>
      <w:r w:rsidR="00385303" w:rsidRPr="00972840">
        <w:rPr>
          <w:rFonts w:ascii="Arial" w:hAnsi="Arial" w:cs="Arial"/>
          <w:color w:val="000000" w:themeColor="text1"/>
          <w:spacing w:val="-2"/>
          <w:sz w:val="19"/>
          <w:szCs w:val="19"/>
        </w:rPr>
        <w:t xml:space="preserve"> do not have material impact on the Group</w:t>
      </w:r>
      <w:r w:rsidR="006F2F67" w:rsidRPr="00972840">
        <w:rPr>
          <w:rFonts w:ascii="Arial" w:hAnsi="Arial" w:cs="Arial"/>
          <w:color w:val="000000" w:themeColor="text1"/>
          <w:spacing w:val="-2"/>
          <w:sz w:val="19"/>
          <w:szCs w:val="19"/>
        </w:rPr>
        <w:t>.</w:t>
      </w:r>
    </w:p>
    <w:p w14:paraId="2991E7F5" w14:textId="77777777" w:rsidR="001005CE" w:rsidRPr="00972840" w:rsidRDefault="001005CE" w:rsidP="00972840">
      <w:pPr>
        <w:spacing w:line="360" w:lineRule="auto"/>
        <w:ind w:left="924"/>
        <w:jc w:val="thaiDistribute"/>
        <w:rPr>
          <w:rFonts w:ascii="Arial" w:hAnsi="Arial" w:cs="Arial"/>
          <w:color w:val="000000" w:themeColor="text1"/>
          <w:spacing w:val="-2"/>
          <w:sz w:val="19"/>
          <w:szCs w:val="19"/>
        </w:rPr>
      </w:pPr>
    </w:p>
    <w:p w14:paraId="607EFC56" w14:textId="77777777" w:rsidR="00837AFF" w:rsidRPr="00837AFF" w:rsidRDefault="00837AFF" w:rsidP="00837AFF">
      <w:pPr>
        <w:pStyle w:val="ListParagraph"/>
        <w:numPr>
          <w:ilvl w:val="0"/>
          <w:numId w:val="55"/>
        </w:numPr>
        <w:spacing w:after="0" w:line="360" w:lineRule="auto"/>
        <w:ind w:left="873" w:hanging="441"/>
        <w:jc w:val="thaiDistribute"/>
        <w:rPr>
          <w:rFonts w:ascii="Arial" w:hAnsi="Arial" w:cs="Arial"/>
          <w:b/>
          <w:bCs/>
          <w:sz w:val="19"/>
          <w:szCs w:val="19"/>
        </w:rPr>
      </w:pPr>
      <w:r w:rsidRPr="00837AFF">
        <w:rPr>
          <w:rFonts w:ascii="Arial" w:hAnsi="Arial" w:cs="Arial"/>
          <w:b/>
          <w:bCs/>
          <w:sz w:val="19"/>
          <w:szCs w:val="19"/>
        </w:rPr>
        <w:t>New Thai Financial Reporting Standards announced in the Royal Gazette but not yet effective</w:t>
      </w:r>
    </w:p>
    <w:p w14:paraId="02A351A1" w14:textId="77777777" w:rsidR="00837AFF" w:rsidRPr="00972840" w:rsidRDefault="00837AFF" w:rsidP="00837AFF">
      <w:pPr>
        <w:spacing w:line="360" w:lineRule="auto"/>
        <w:jc w:val="both"/>
        <w:rPr>
          <w:rFonts w:ascii="Arial" w:hAnsi="Arial" w:cs="Arial"/>
          <w:b/>
          <w:bCs/>
          <w:sz w:val="19"/>
          <w:szCs w:val="19"/>
        </w:rPr>
      </w:pPr>
    </w:p>
    <w:p w14:paraId="4E7F2D8F" w14:textId="77777777" w:rsidR="00837AFF" w:rsidRPr="00972840" w:rsidRDefault="00837AFF" w:rsidP="001005CE">
      <w:pPr>
        <w:spacing w:line="360" w:lineRule="auto"/>
        <w:ind w:left="891"/>
        <w:jc w:val="thaiDistribute"/>
        <w:rPr>
          <w:rFonts w:ascii="Arial" w:hAnsi="Arial" w:cs="Arial"/>
          <w:sz w:val="19"/>
          <w:szCs w:val="19"/>
        </w:rPr>
      </w:pPr>
      <w:r w:rsidRPr="00972840">
        <w:rPr>
          <w:rFonts w:ascii="Arial" w:hAnsi="Arial" w:cs="Arial"/>
          <w:color w:val="000000" w:themeColor="text1"/>
          <w:spacing w:val="-2"/>
          <w:sz w:val="19"/>
          <w:szCs w:val="19"/>
        </w:rPr>
        <w:t>On 19 August 2022, Thai Financial Reporting Standard No.17 “Insurance Contracts” has been announced in the Royal Gazette and will be effective for the financial statements for the period beginning on or after 1 January 2025 onwards.</w:t>
      </w:r>
    </w:p>
    <w:p w14:paraId="000396E7" w14:textId="77777777" w:rsidR="00837AFF" w:rsidRPr="001B68B1" w:rsidRDefault="00837AFF" w:rsidP="001005CE">
      <w:pPr>
        <w:spacing w:line="360" w:lineRule="auto"/>
        <w:ind w:left="891"/>
        <w:jc w:val="thaiDistribute"/>
        <w:rPr>
          <w:rFonts w:ascii="Arial" w:hAnsi="Arial" w:cs="Arial"/>
          <w:sz w:val="20"/>
          <w:szCs w:val="20"/>
        </w:rPr>
      </w:pPr>
    </w:p>
    <w:p w14:paraId="24C0DF21" w14:textId="77777777" w:rsidR="00837AFF" w:rsidRPr="00972840" w:rsidRDefault="00837AFF" w:rsidP="001005CE">
      <w:pPr>
        <w:spacing w:line="360" w:lineRule="auto"/>
        <w:ind w:left="891" w:right="-18"/>
        <w:jc w:val="thaiDistribute"/>
        <w:rPr>
          <w:rFonts w:ascii="Arial" w:hAnsi="Arial" w:cs="Arial"/>
          <w:color w:val="222222"/>
          <w:sz w:val="19"/>
          <w:szCs w:val="19"/>
          <w:shd w:val="clear" w:color="auto" w:fill="00FF00"/>
        </w:rPr>
      </w:pPr>
      <w:r w:rsidRPr="00972840">
        <w:rPr>
          <w:rFonts w:ascii="Arial" w:hAnsi="Arial" w:cs="Arial"/>
          <w:color w:val="000000" w:themeColor="text1"/>
          <w:spacing w:val="-2"/>
          <w:sz w:val="19"/>
          <w:szCs w:val="19"/>
        </w:rPr>
        <w:t>The Group did not early adopt this standard. The Group’s management is currently assessing the impact of adoption of this standard.</w:t>
      </w:r>
    </w:p>
    <w:p w14:paraId="327546F9" w14:textId="4B46743F" w:rsidR="00984911" w:rsidRPr="00C37E47" w:rsidRDefault="00984911" w:rsidP="00F96BD3">
      <w:pPr>
        <w:tabs>
          <w:tab w:val="num" w:pos="4046"/>
        </w:tabs>
        <w:spacing w:line="360" w:lineRule="auto"/>
        <w:jc w:val="thaiDistribute"/>
        <w:rPr>
          <w:rFonts w:ascii="Arial" w:hAnsi="Arial" w:cs="Arial"/>
          <w:b/>
          <w:bCs/>
          <w:spacing w:val="-6"/>
          <w:sz w:val="20"/>
          <w:szCs w:val="20"/>
          <w:lang w:val="en-GB"/>
        </w:rPr>
      </w:pPr>
    </w:p>
    <w:p w14:paraId="161DE4D1" w14:textId="205392F2" w:rsidR="00095AD0" w:rsidRPr="00B35B43" w:rsidRDefault="00095AD0"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B35B43">
        <w:rPr>
          <w:rFonts w:ascii="Arial" w:hAnsi="Arial" w:cs="Arial"/>
          <w:b/>
          <w:bCs/>
          <w:spacing w:val="-4"/>
          <w:sz w:val="19"/>
          <w:szCs w:val="19"/>
          <w:lang w:val="en-GB"/>
        </w:rPr>
        <w:t>ESTIMATES AND JUDGEMENT</w:t>
      </w:r>
    </w:p>
    <w:p w14:paraId="516D5243" w14:textId="77777777" w:rsidR="00AA39DA" w:rsidRPr="00C37E47" w:rsidRDefault="00AA39DA" w:rsidP="009800D0">
      <w:pPr>
        <w:spacing w:line="360" w:lineRule="auto"/>
        <w:ind w:left="360"/>
        <w:jc w:val="both"/>
        <w:rPr>
          <w:rFonts w:ascii="Arial" w:hAnsi="Arial" w:cs="Arial"/>
          <w:sz w:val="20"/>
          <w:szCs w:val="20"/>
          <w:lang w:val="en-GB"/>
        </w:rPr>
      </w:pPr>
    </w:p>
    <w:p w14:paraId="53BA7F67" w14:textId="677512D5" w:rsidR="00E63686" w:rsidRPr="00EE62BB" w:rsidRDefault="00E63686" w:rsidP="002835B8">
      <w:pPr>
        <w:spacing w:line="360" w:lineRule="auto"/>
        <w:ind w:left="426"/>
        <w:jc w:val="thaiDistribute"/>
        <w:rPr>
          <w:rFonts w:ascii="Arial" w:hAnsi="Arial" w:cs="Arial"/>
          <w:sz w:val="19"/>
          <w:szCs w:val="19"/>
          <w:lang w:val="en-GB"/>
        </w:rPr>
      </w:pPr>
      <w:r w:rsidRPr="00EE62BB">
        <w:rPr>
          <w:rFonts w:ascii="Arial" w:hAnsi="Arial" w:cs="Arial"/>
          <w:sz w:val="19"/>
          <w:szCs w:val="19"/>
          <w:lang w:val="en-GB"/>
        </w:rPr>
        <w:t>When preparing the interim financial statements, management undertake</w:t>
      </w:r>
      <w:r w:rsidR="00636D26" w:rsidRPr="00EE62BB">
        <w:rPr>
          <w:rFonts w:ascii="Arial" w:hAnsi="Arial" w:cs="Arial"/>
          <w:sz w:val="19"/>
          <w:szCs w:val="19"/>
          <w:lang w:val="en-GB"/>
        </w:rPr>
        <w:t>s</w:t>
      </w:r>
      <w:r w:rsidRPr="00EE62BB">
        <w:rPr>
          <w:rFonts w:ascii="Arial" w:hAnsi="Arial" w:cs="Arial"/>
          <w:sz w:val="19"/>
          <w:szCs w:val="19"/>
          <w:lang w:val="en-GB"/>
        </w:rPr>
        <w:t xml:space="preserve"> judgments, estimates and assumptions about </w:t>
      </w:r>
      <w:r w:rsidRPr="00EE62BB">
        <w:rPr>
          <w:rFonts w:ascii="Arial" w:hAnsi="Arial" w:cs="Arial"/>
          <w:sz w:val="19"/>
          <w:szCs w:val="19"/>
          <w:lang w:bidi="ar-SA"/>
        </w:rPr>
        <w:t>recognition</w:t>
      </w:r>
      <w:r w:rsidRPr="00EE62BB">
        <w:rPr>
          <w:rFonts w:ascii="Arial" w:hAnsi="Arial" w:cs="Arial"/>
          <w:sz w:val="19"/>
          <w:szCs w:val="19"/>
          <w:lang w:val="en-GB"/>
        </w:rPr>
        <w:t xml:space="preserve"> and measurement of assets, liabilities, </w:t>
      </w:r>
      <w:r w:rsidR="00AD4471">
        <w:rPr>
          <w:rFonts w:ascii="Arial" w:hAnsi="Arial" w:cs="Arial"/>
          <w:sz w:val="19"/>
          <w:szCs w:val="19"/>
          <w:lang w:val="en-GB"/>
        </w:rPr>
        <w:t>income</w:t>
      </w:r>
      <w:r w:rsidRPr="00EE62BB">
        <w:rPr>
          <w:rFonts w:ascii="Arial" w:hAnsi="Arial" w:cs="Arial"/>
          <w:sz w:val="19"/>
          <w:szCs w:val="19"/>
          <w:lang w:val="en-GB"/>
        </w:rPr>
        <w:t xml:space="preserve">, and expenses. The actual results may differ from the judgments, estimates and assumptions made by management. </w:t>
      </w:r>
    </w:p>
    <w:p w14:paraId="1369A601" w14:textId="3634BA0F" w:rsidR="004609F0" w:rsidRPr="0031692B" w:rsidRDefault="004609F0" w:rsidP="001005CE">
      <w:pPr>
        <w:spacing w:line="360" w:lineRule="auto"/>
        <w:rPr>
          <w:rFonts w:ascii="Arial" w:hAnsi="Arial" w:cs="Arial"/>
          <w:sz w:val="20"/>
          <w:szCs w:val="20"/>
          <w:lang w:val="en-GB"/>
        </w:rPr>
      </w:pPr>
    </w:p>
    <w:p w14:paraId="0F18A183" w14:textId="270B48A4" w:rsidR="00404BC2" w:rsidRPr="00EE62BB" w:rsidRDefault="00E63686" w:rsidP="002835B8">
      <w:pPr>
        <w:spacing w:line="360" w:lineRule="auto"/>
        <w:ind w:left="426"/>
        <w:jc w:val="thaiDistribute"/>
        <w:rPr>
          <w:rFonts w:ascii="Arial" w:hAnsi="Arial" w:cs="Arial"/>
          <w:sz w:val="19"/>
          <w:szCs w:val="19"/>
          <w:lang w:val="en-GB"/>
        </w:rPr>
      </w:pPr>
      <w:r w:rsidRPr="00EE62BB">
        <w:rPr>
          <w:rFonts w:ascii="Arial" w:hAnsi="Arial" w:cs="Arial"/>
          <w:sz w:val="19"/>
          <w:szCs w:val="19"/>
          <w:lang w:val="en-GB"/>
        </w:rPr>
        <w:t xml:space="preserve">The judgments, estimates and assumptions applied in the interim financial statements, including the key </w:t>
      </w:r>
      <w:r w:rsidRPr="00EE62BB">
        <w:rPr>
          <w:rFonts w:ascii="Arial" w:hAnsi="Arial" w:cs="Arial"/>
          <w:sz w:val="19"/>
          <w:szCs w:val="19"/>
          <w:lang w:bidi="ar-SA"/>
        </w:rPr>
        <w:t>sources</w:t>
      </w:r>
      <w:r w:rsidRPr="00EE62BB">
        <w:rPr>
          <w:rFonts w:ascii="Arial" w:hAnsi="Arial" w:cs="Arial"/>
          <w:sz w:val="19"/>
          <w:szCs w:val="19"/>
          <w:lang w:val="en-GB"/>
        </w:rPr>
        <w:t xml:space="preserve"> of estimation</w:t>
      </w:r>
      <w:r w:rsidR="00F9583B">
        <w:rPr>
          <w:rFonts w:ascii="Arial" w:hAnsi="Arial" w:cs="Arial"/>
          <w:sz w:val="19"/>
          <w:szCs w:val="19"/>
          <w:lang w:val="en-GB"/>
        </w:rPr>
        <w:t xml:space="preserve"> uncertainty</w:t>
      </w:r>
      <w:r w:rsidRPr="00EE62BB">
        <w:rPr>
          <w:rFonts w:ascii="Arial" w:hAnsi="Arial" w:cs="Arial"/>
          <w:sz w:val="19"/>
          <w:szCs w:val="19"/>
          <w:lang w:val="en-GB"/>
        </w:rPr>
        <w:t>, are</w:t>
      </w:r>
      <w:r w:rsidR="00F9583B">
        <w:rPr>
          <w:rFonts w:ascii="Arial" w:hAnsi="Arial" w:cs="Arial"/>
          <w:sz w:val="19"/>
          <w:szCs w:val="19"/>
          <w:lang w:val="en-GB"/>
        </w:rPr>
        <w:t xml:space="preserve"> </w:t>
      </w:r>
      <w:r w:rsidRPr="00EE62BB">
        <w:rPr>
          <w:rFonts w:ascii="Arial" w:hAnsi="Arial" w:cs="Arial"/>
          <w:sz w:val="19"/>
          <w:szCs w:val="19"/>
          <w:lang w:val="en-GB"/>
        </w:rPr>
        <w:t>the same as</w:t>
      </w:r>
      <w:r w:rsidR="00F9583B">
        <w:rPr>
          <w:rFonts w:ascii="Arial" w:hAnsi="Arial" w:cs="Arial"/>
          <w:sz w:val="19"/>
          <w:szCs w:val="19"/>
          <w:lang w:val="en-GB"/>
        </w:rPr>
        <w:t xml:space="preserve"> those</w:t>
      </w:r>
      <w:r w:rsidRPr="00EE62BB">
        <w:rPr>
          <w:rFonts w:ascii="Arial" w:hAnsi="Arial" w:cs="Arial"/>
          <w:sz w:val="19"/>
          <w:szCs w:val="19"/>
          <w:lang w:val="en-GB"/>
        </w:rPr>
        <w:t xml:space="preserve"> applied in the annual financial statements for the year ended 31 December 202</w:t>
      </w:r>
      <w:r w:rsidR="003307A0">
        <w:rPr>
          <w:rFonts w:ascii="Arial" w:hAnsi="Arial" w:cs="Arial"/>
          <w:sz w:val="19"/>
          <w:szCs w:val="19"/>
          <w:lang w:val="en-GB"/>
        </w:rPr>
        <w:t>3</w:t>
      </w:r>
      <w:r w:rsidRPr="00EE62BB">
        <w:rPr>
          <w:rFonts w:ascii="Arial" w:hAnsi="Arial" w:cs="Arial"/>
          <w:sz w:val="19"/>
          <w:szCs w:val="19"/>
          <w:lang w:val="en-GB"/>
        </w:rPr>
        <w:t>.</w:t>
      </w:r>
    </w:p>
    <w:p w14:paraId="34B0B978" w14:textId="37608D69" w:rsidR="003473D4" w:rsidRPr="0031692B" w:rsidRDefault="003473D4">
      <w:pPr>
        <w:rPr>
          <w:rFonts w:ascii="Arial" w:hAnsi="Arial" w:cs="Arial"/>
          <w:sz w:val="24"/>
          <w:szCs w:val="24"/>
          <w:cs/>
          <w:lang w:val="en-GB"/>
        </w:rPr>
      </w:pPr>
    </w:p>
    <w:p w14:paraId="3A1874F4" w14:textId="77777777" w:rsidR="001B68B1" w:rsidRDefault="001B68B1">
      <w:pPr>
        <w:rPr>
          <w:rFonts w:ascii="Arial" w:hAnsi="Arial" w:cs="Arial"/>
          <w:b/>
          <w:bCs/>
          <w:spacing w:val="-4"/>
          <w:sz w:val="19"/>
          <w:szCs w:val="19"/>
          <w:lang w:val="en-GB"/>
        </w:rPr>
      </w:pPr>
      <w:r>
        <w:rPr>
          <w:rFonts w:ascii="Arial" w:hAnsi="Arial" w:cs="Arial"/>
          <w:b/>
          <w:bCs/>
          <w:spacing w:val="-4"/>
          <w:sz w:val="19"/>
          <w:szCs w:val="19"/>
          <w:lang w:val="en-GB"/>
        </w:rPr>
        <w:br w:type="page"/>
      </w:r>
    </w:p>
    <w:p w14:paraId="72182250" w14:textId="040EE58C" w:rsidR="00767B55" w:rsidRPr="00B35B43" w:rsidRDefault="00A13CD6"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B35B43">
        <w:rPr>
          <w:rFonts w:ascii="Arial" w:hAnsi="Arial" w:cs="Arial"/>
          <w:b/>
          <w:bCs/>
          <w:spacing w:val="-4"/>
          <w:sz w:val="19"/>
          <w:szCs w:val="19"/>
          <w:lang w:val="en-GB"/>
        </w:rPr>
        <w:lastRenderedPageBreak/>
        <w:t>CASH AND CASH EQUIVALENTS</w:t>
      </w:r>
    </w:p>
    <w:p w14:paraId="423EAEFC" w14:textId="77777777" w:rsidR="00AA39DA" w:rsidRPr="00CF4EFE" w:rsidRDefault="00AA39DA" w:rsidP="009800D0">
      <w:pPr>
        <w:spacing w:line="360" w:lineRule="auto"/>
        <w:ind w:left="360"/>
        <w:jc w:val="both"/>
        <w:rPr>
          <w:rFonts w:ascii="Arial" w:hAnsi="Arial" w:cs="Arial"/>
          <w:sz w:val="12"/>
          <w:szCs w:val="12"/>
          <w:lang w:val="en-GB"/>
        </w:rPr>
      </w:pPr>
    </w:p>
    <w:tbl>
      <w:tblPr>
        <w:tblW w:w="8991" w:type="dxa"/>
        <w:tblInd w:w="392" w:type="dxa"/>
        <w:tblLayout w:type="fixed"/>
        <w:tblCellMar>
          <w:left w:w="0" w:type="dxa"/>
          <w:right w:w="0" w:type="dxa"/>
        </w:tblCellMar>
        <w:tblLook w:val="0000" w:firstRow="0" w:lastRow="0" w:firstColumn="0" w:lastColumn="0" w:noHBand="0" w:noVBand="0"/>
      </w:tblPr>
      <w:tblGrid>
        <w:gridCol w:w="3294"/>
        <w:gridCol w:w="1309"/>
        <w:gridCol w:w="224"/>
        <w:gridCol w:w="1216"/>
        <w:gridCol w:w="208"/>
        <w:gridCol w:w="1232"/>
        <w:gridCol w:w="230"/>
        <w:gridCol w:w="1268"/>
        <w:gridCol w:w="10"/>
      </w:tblGrid>
      <w:tr w:rsidR="00D72E44" w:rsidRPr="00EE62BB" w14:paraId="1F12FE94" w14:textId="77777777" w:rsidTr="006935E6">
        <w:trPr>
          <w:gridAfter w:val="1"/>
          <w:wAfter w:w="10" w:type="dxa"/>
          <w:cantSplit/>
        </w:trPr>
        <w:tc>
          <w:tcPr>
            <w:tcW w:w="8981" w:type="dxa"/>
            <w:gridSpan w:val="8"/>
          </w:tcPr>
          <w:p w14:paraId="455D159D" w14:textId="77777777" w:rsidR="00D72E44" w:rsidRPr="00EE62BB" w:rsidRDefault="00D72E44" w:rsidP="005B1EF5">
            <w:pPr>
              <w:spacing w:line="360" w:lineRule="auto"/>
              <w:ind w:right="72"/>
              <w:jc w:val="right"/>
              <w:rPr>
                <w:rFonts w:ascii="Arial" w:hAnsi="Arial" w:cs="Arial"/>
                <w:sz w:val="19"/>
                <w:szCs w:val="19"/>
              </w:rPr>
            </w:pPr>
            <w:r w:rsidRPr="00EE62BB">
              <w:rPr>
                <w:rFonts w:ascii="Arial" w:hAnsi="Arial" w:cs="Arial"/>
                <w:sz w:val="19"/>
                <w:szCs w:val="19"/>
              </w:rPr>
              <w:t>(Unit : Thousand Baht)</w:t>
            </w:r>
          </w:p>
        </w:tc>
      </w:tr>
      <w:tr w:rsidR="00A13CD6" w:rsidRPr="00EE62BB" w14:paraId="4C01B17F" w14:textId="77777777" w:rsidTr="009553E2">
        <w:trPr>
          <w:cantSplit/>
        </w:trPr>
        <w:tc>
          <w:tcPr>
            <w:tcW w:w="3294" w:type="dxa"/>
          </w:tcPr>
          <w:p w14:paraId="36BD45BD" w14:textId="77777777" w:rsidR="00A13CD6" w:rsidRPr="00EE62BB" w:rsidRDefault="00A13CD6" w:rsidP="005B1EF5">
            <w:pPr>
              <w:spacing w:line="360" w:lineRule="auto"/>
              <w:ind w:left="900" w:right="72"/>
              <w:rPr>
                <w:rFonts w:ascii="Arial" w:hAnsi="Arial" w:cs="Arial"/>
                <w:sz w:val="19"/>
                <w:szCs w:val="19"/>
                <w:lang w:val="en-GB"/>
              </w:rPr>
            </w:pPr>
          </w:p>
        </w:tc>
        <w:tc>
          <w:tcPr>
            <w:tcW w:w="2749" w:type="dxa"/>
            <w:gridSpan w:val="3"/>
            <w:tcBorders>
              <w:bottom w:val="single" w:sz="4" w:space="0" w:color="auto"/>
            </w:tcBorders>
            <w:vAlign w:val="bottom"/>
          </w:tcPr>
          <w:p w14:paraId="4AB8073E" w14:textId="77777777" w:rsidR="00324A9C" w:rsidRDefault="004973F4" w:rsidP="005B1EF5">
            <w:pPr>
              <w:spacing w:line="360" w:lineRule="auto"/>
              <w:jc w:val="center"/>
              <w:rPr>
                <w:rFonts w:ascii="Arial" w:hAnsi="Arial" w:cstheme="minorBidi"/>
                <w:sz w:val="19"/>
                <w:szCs w:val="19"/>
              </w:rPr>
            </w:pPr>
            <w:r w:rsidRPr="00EE62BB">
              <w:rPr>
                <w:rFonts w:ascii="Arial" w:hAnsi="Arial" w:cs="Arial"/>
                <w:sz w:val="19"/>
                <w:szCs w:val="19"/>
              </w:rPr>
              <w:t>Consolidated</w:t>
            </w:r>
          </w:p>
          <w:p w14:paraId="16293290" w14:textId="53143EBF" w:rsidR="00A13CD6" w:rsidRPr="00C3443C" w:rsidRDefault="00C3443C" w:rsidP="005B1EF5">
            <w:pPr>
              <w:spacing w:line="360" w:lineRule="auto"/>
              <w:jc w:val="center"/>
              <w:rPr>
                <w:rFonts w:ascii="Arial" w:hAnsi="Arial" w:cstheme="minorBidi"/>
                <w:sz w:val="19"/>
                <w:szCs w:val="24"/>
              </w:rPr>
            </w:pPr>
            <w:r>
              <w:rPr>
                <w:rFonts w:ascii="Arial" w:hAnsi="Arial" w:cstheme="minorBidi"/>
                <w:sz w:val="19"/>
                <w:szCs w:val="19"/>
              </w:rPr>
              <w:t>financ</w:t>
            </w:r>
            <w:r w:rsidR="00A91961">
              <w:rPr>
                <w:rFonts w:ascii="Arial" w:hAnsi="Arial" w:cstheme="minorBidi"/>
                <w:sz w:val="19"/>
                <w:szCs w:val="19"/>
              </w:rPr>
              <w:t>ial</w:t>
            </w:r>
            <w:r w:rsidR="00201D6D">
              <w:rPr>
                <w:rFonts w:ascii="Arial" w:hAnsi="Arial" w:cstheme="minorBidi"/>
                <w:sz w:val="19"/>
                <w:szCs w:val="19"/>
              </w:rPr>
              <w:t xml:space="preserve"> in</w:t>
            </w:r>
            <w:r w:rsidR="009C2E2F">
              <w:rPr>
                <w:rFonts w:ascii="Arial" w:hAnsi="Arial" w:cstheme="minorBidi"/>
                <w:sz w:val="19"/>
                <w:szCs w:val="19"/>
              </w:rPr>
              <w:t>formation</w:t>
            </w:r>
          </w:p>
        </w:tc>
        <w:tc>
          <w:tcPr>
            <w:tcW w:w="208" w:type="dxa"/>
          </w:tcPr>
          <w:p w14:paraId="45857C0E" w14:textId="77777777" w:rsidR="00A13CD6" w:rsidRPr="00EE62BB" w:rsidRDefault="00A13CD6" w:rsidP="005B1EF5">
            <w:pPr>
              <w:spacing w:line="360" w:lineRule="auto"/>
              <w:ind w:right="72"/>
              <w:rPr>
                <w:rFonts w:ascii="Arial" w:hAnsi="Arial" w:cs="Arial"/>
                <w:sz w:val="19"/>
                <w:szCs w:val="19"/>
              </w:rPr>
            </w:pPr>
          </w:p>
        </w:tc>
        <w:tc>
          <w:tcPr>
            <w:tcW w:w="2740" w:type="dxa"/>
            <w:gridSpan w:val="4"/>
            <w:tcBorders>
              <w:bottom w:val="single" w:sz="4" w:space="0" w:color="auto"/>
            </w:tcBorders>
            <w:vAlign w:val="bottom"/>
          </w:tcPr>
          <w:p w14:paraId="6AC68D6F" w14:textId="77777777" w:rsidR="009052A8" w:rsidRDefault="004973F4" w:rsidP="005B1EF5">
            <w:pPr>
              <w:spacing w:line="360" w:lineRule="auto"/>
              <w:ind w:right="72"/>
              <w:jc w:val="center"/>
              <w:rPr>
                <w:rFonts w:ascii="Arial" w:hAnsi="Arial" w:cs="Arial"/>
                <w:sz w:val="19"/>
                <w:szCs w:val="19"/>
              </w:rPr>
            </w:pPr>
            <w:r w:rsidRPr="00EE62BB">
              <w:rPr>
                <w:rFonts w:ascii="Arial" w:hAnsi="Arial" w:cs="Arial"/>
                <w:sz w:val="19"/>
                <w:szCs w:val="19"/>
              </w:rPr>
              <w:t>Separate</w:t>
            </w:r>
          </w:p>
          <w:p w14:paraId="2CF4F257" w14:textId="4DE524EE" w:rsidR="00A13CD6" w:rsidRPr="00EE62BB" w:rsidRDefault="00332A3D" w:rsidP="005B1EF5">
            <w:pPr>
              <w:spacing w:line="360" w:lineRule="auto"/>
              <w:ind w:right="72"/>
              <w:jc w:val="center"/>
              <w:rPr>
                <w:rFonts w:ascii="Arial" w:hAnsi="Arial" w:cs="Arial"/>
                <w:sz w:val="19"/>
                <w:szCs w:val="19"/>
              </w:rPr>
            </w:pPr>
            <w:r w:rsidRPr="00332A3D">
              <w:rPr>
                <w:rFonts w:ascii="Arial" w:hAnsi="Arial" w:cs="Arial"/>
                <w:sz w:val="19"/>
                <w:szCs w:val="19"/>
              </w:rPr>
              <w:t>financial information</w:t>
            </w:r>
          </w:p>
        </w:tc>
      </w:tr>
      <w:tr w:rsidR="00B71E94" w:rsidRPr="00EE62BB" w14:paraId="69206802" w14:textId="77777777" w:rsidTr="009553E2">
        <w:trPr>
          <w:cantSplit/>
          <w:trHeight w:val="216"/>
        </w:trPr>
        <w:tc>
          <w:tcPr>
            <w:tcW w:w="3294" w:type="dxa"/>
          </w:tcPr>
          <w:p w14:paraId="78033052" w14:textId="77777777" w:rsidR="00B71E94" w:rsidRPr="00EE62BB" w:rsidRDefault="00B71E94" w:rsidP="00B71E94">
            <w:pPr>
              <w:spacing w:before="60" w:after="30" w:line="276" w:lineRule="auto"/>
              <w:ind w:right="72"/>
              <w:rPr>
                <w:rFonts w:ascii="Arial" w:hAnsi="Arial" w:cs="Arial"/>
                <w:sz w:val="19"/>
                <w:szCs w:val="19"/>
                <w:lang w:val="en-GB"/>
              </w:rPr>
            </w:pPr>
          </w:p>
        </w:tc>
        <w:tc>
          <w:tcPr>
            <w:tcW w:w="1309" w:type="dxa"/>
            <w:tcBorders>
              <w:bottom w:val="single" w:sz="4" w:space="0" w:color="auto"/>
            </w:tcBorders>
            <w:vAlign w:val="center"/>
          </w:tcPr>
          <w:p w14:paraId="0C2C8F5B" w14:textId="77777777" w:rsidR="00B71E94" w:rsidRPr="00EE62BB" w:rsidRDefault="00B71E94" w:rsidP="00B71E94">
            <w:pPr>
              <w:spacing w:before="60" w:after="30" w:line="276" w:lineRule="auto"/>
              <w:ind w:right="20"/>
              <w:jc w:val="center"/>
              <w:rPr>
                <w:rFonts w:ascii="Arial" w:hAnsi="Arial" w:cs="Arial"/>
                <w:sz w:val="19"/>
                <w:szCs w:val="19"/>
                <w:lang w:val="en-GB"/>
              </w:rPr>
            </w:pPr>
            <w:r w:rsidRPr="00EE62BB">
              <w:rPr>
                <w:rFonts w:ascii="Arial" w:hAnsi="Arial" w:cs="Arial"/>
                <w:sz w:val="19"/>
                <w:szCs w:val="19"/>
              </w:rPr>
              <w:t>31 March</w:t>
            </w:r>
            <w:r w:rsidRPr="00EE62BB">
              <w:rPr>
                <w:rFonts w:ascii="Arial" w:hAnsi="Arial" w:cs="Arial"/>
                <w:sz w:val="19"/>
                <w:szCs w:val="19"/>
                <w:lang w:val="en-GB"/>
              </w:rPr>
              <w:t xml:space="preserve"> </w:t>
            </w:r>
          </w:p>
          <w:p w14:paraId="2D61BC2A" w14:textId="0447A473" w:rsidR="00B71E94" w:rsidRPr="00EE62BB" w:rsidRDefault="00B71E94" w:rsidP="00B71E94">
            <w:pPr>
              <w:spacing w:before="60" w:after="30" w:line="276" w:lineRule="auto"/>
              <w:ind w:right="20"/>
              <w:jc w:val="center"/>
              <w:rPr>
                <w:rFonts w:ascii="Arial" w:hAnsi="Arial" w:cs="Arial"/>
                <w:sz w:val="19"/>
                <w:szCs w:val="19"/>
              </w:rPr>
            </w:pPr>
            <w:r w:rsidRPr="00EE62BB">
              <w:rPr>
                <w:rFonts w:ascii="Arial" w:hAnsi="Arial" w:cs="Arial"/>
                <w:sz w:val="19"/>
                <w:szCs w:val="19"/>
                <w:lang w:val="en-GB"/>
              </w:rPr>
              <w:t>2024</w:t>
            </w:r>
          </w:p>
        </w:tc>
        <w:tc>
          <w:tcPr>
            <w:tcW w:w="224" w:type="dxa"/>
            <w:vAlign w:val="center"/>
          </w:tcPr>
          <w:p w14:paraId="197C7333" w14:textId="77777777" w:rsidR="00B71E94" w:rsidRPr="00EE62BB" w:rsidRDefault="00B71E94" w:rsidP="00B71E94">
            <w:pPr>
              <w:pStyle w:val="BodyTextIndent3"/>
              <w:spacing w:before="60" w:after="30" w:line="276" w:lineRule="auto"/>
              <w:ind w:left="0"/>
              <w:jc w:val="center"/>
              <w:rPr>
                <w:rFonts w:ascii="Arial" w:hAnsi="Arial" w:cs="Arial"/>
                <w:sz w:val="19"/>
                <w:szCs w:val="19"/>
                <w:lang w:val="en-GB"/>
              </w:rPr>
            </w:pPr>
          </w:p>
        </w:tc>
        <w:tc>
          <w:tcPr>
            <w:tcW w:w="1216" w:type="dxa"/>
            <w:tcBorders>
              <w:bottom w:val="single" w:sz="4" w:space="0" w:color="auto"/>
            </w:tcBorders>
            <w:vAlign w:val="center"/>
          </w:tcPr>
          <w:p w14:paraId="17F3B88B" w14:textId="5FAEBBBA" w:rsidR="00B71E94" w:rsidRPr="00EE62BB" w:rsidRDefault="00B71E94" w:rsidP="00B71E94">
            <w:pPr>
              <w:spacing w:before="60" w:after="30" w:line="276" w:lineRule="auto"/>
              <w:ind w:right="72"/>
              <w:jc w:val="center"/>
              <w:rPr>
                <w:rFonts w:ascii="Arial" w:hAnsi="Arial" w:cs="Arial"/>
                <w:sz w:val="19"/>
                <w:szCs w:val="19"/>
                <w:lang w:val="en-GB"/>
              </w:rPr>
            </w:pPr>
            <w:r w:rsidRPr="00EE62BB">
              <w:rPr>
                <w:rFonts w:ascii="Arial" w:hAnsi="Arial" w:cs="Arial"/>
                <w:sz w:val="19"/>
                <w:szCs w:val="19"/>
                <w:lang w:val="en-GB"/>
              </w:rPr>
              <w:t>31 December</w:t>
            </w:r>
          </w:p>
          <w:p w14:paraId="565C1A22" w14:textId="050BAC09" w:rsidR="00B71E94" w:rsidRPr="00EE62BB" w:rsidRDefault="00B71E94" w:rsidP="00B71E94">
            <w:pPr>
              <w:spacing w:before="60" w:after="30" w:line="276" w:lineRule="auto"/>
              <w:ind w:left="-98" w:right="-89"/>
              <w:jc w:val="center"/>
              <w:rPr>
                <w:rFonts w:ascii="Arial" w:hAnsi="Arial" w:cs="Arial"/>
                <w:sz w:val="19"/>
                <w:szCs w:val="19"/>
                <w:lang w:val="en-GB"/>
              </w:rPr>
            </w:pPr>
            <w:r w:rsidRPr="00EE62BB">
              <w:rPr>
                <w:rFonts w:ascii="Arial" w:hAnsi="Arial" w:cs="Arial"/>
                <w:sz w:val="19"/>
                <w:szCs w:val="19"/>
                <w:lang w:val="en-GB"/>
              </w:rPr>
              <w:t>2023</w:t>
            </w:r>
          </w:p>
        </w:tc>
        <w:tc>
          <w:tcPr>
            <w:tcW w:w="208" w:type="dxa"/>
            <w:vAlign w:val="center"/>
          </w:tcPr>
          <w:p w14:paraId="26636371" w14:textId="77777777" w:rsidR="00B71E94" w:rsidRPr="00EE62BB" w:rsidRDefault="00B71E94" w:rsidP="00B71E94">
            <w:pPr>
              <w:spacing w:before="60" w:after="30" w:line="276" w:lineRule="auto"/>
              <w:ind w:right="72"/>
              <w:jc w:val="center"/>
              <w:rPr>
                <w:rFonts w:ascii="Arial" w:hAnsi="Arial" w:cs="Arial"/>
                <w:sz w:val="19"/>
                <w:szCs w:val="19"/>
              </w:rPr>
            </w:pPr>
          </w:p>
        </w:tc>
        <w:tc>
          <w:tcPr>
            <w:tcW w:w="1232" w:type="dxa"/>
            <w:tcBorders>
              <w:bottom w:val="single" w:sz="4" w:space="0" w:color="auto"/>
            </w:tcBorders>
            <w:vAlign w:val="center"/>
          </w:tcPr>
          <w:p w14:paraId="6F1FE25A" w14:textId="77777777" w:rsidR="00B71E94" w:rsidRPr="00EE62BB" w:rsidRDefault="00B71E94" w:rsidP="00B71E94">
            <w:pPr>
              <w:spacing w:before="60" w:after="30" w:line="276" w:lineRule="auto"/>
              <w:ind w:right="20"/>
              <w:jc w:val="center"/>
              <w:rPr>
                <w:rFonts w:ascii="Arial" w:hAnsi="Arial" w:cs="Arial"/>
                <w:sz w:val="19"/>
                <w:szCs w:val="19"/>
                <w:lang w:val="en-GB"/>
              </w:rPr>
            </w:pPr>
            <w:r w:rsidRPr="00EE62BB">
              <w:rPr>
                <w:rFonts w:ascii="Arial" w:hAnsi="Arial" w:cs="Arial"/>
                <w:sz w:val="19"/>
                <w:szCs w:val="19"/>
              </w:rPr>
              <w:t>31 March</w:t>
            </w:r>
            <w:r w:rsidRPr="00EE62BB">
              <w:rPr>
                <w:rFonts w:ascii="Arial" w:hAnsi="Arial" w:cs="Arial"/>
                <w:sz w:val="19"/>
                <w:szCs w:val="19"/>
                <w:lang w:val="en-GB"/>
              </w:rPr>
              <w:t xml:space="preserve"> </w:t>
            </w:r>
          </w:p>
          <w:p w14:paraId="4DEABEC4" w14:textId="353B8F8E" w:rsidR="00B71E94" w:rsidRPr="00EE62BB" w:rsidRDefault="00B71E94" w:rsidP="00B71E94">
            <w:pPr>
              <w:spacing w:before="60" w:after="30" w:line="276" w:lineRule="auto"/>
              <w:ind w:right="20"/>
              <w:jc w:val="center"/>
              <w:rPr>
                <w:rFonts w:ascii="Arial" w:hAnsi="Arial" w:cs="Arial"/>
                <w:sz w:val="19"/>
                <w:szCs w:val="19"/>
              </w:rPr>
            </w:pPr>
            <w:r w:rsidRPr="00EE62BB">
              <w:rPr>
                <w:rFonts w:ascii="Arial" w:hAnsi="Arial" w:cs="Arial"/>
                <w:sz w:val="19"/>
                <w:szCs w:val="19"/>
                <w:lang w:val="en-GB"/>
              </w:rPr>
              <w:t>2024</w:t>
            </w:r>
          </w:p>
        </w:tc>
        <w:tc>
          <w:tcPr>
            <w:tcW w:w="230" w:type="dxa"/>
            <w:vAlign w:val="center"/>
          </w:tcPr>
          <w:p w14:paraId="41A54171" w14:textId="77777777" w:rsidR="00B71E94" w:rsidRPr="00EE62BB" w:rsidRDefault="00B71E94" w:rsidP="00B71E94">
            <w:pPr>
              <w:pStyle w:val="BodyTextIndent3"/>
              <w:spacing w:before="60" w:after="30" w:line="276" w:lineRule="auto"/>
              <w:ind w:left="0"/>
              <w:jc w:val="center"/>
              <w:rPr>
                <w:rFonts w:ascii="Arial" w:hAnsi="Arial" w:cs="Arial"/>
                <w:sz w:val="19"/>
                <w:szCs w:val="19"/>
                <w:lang w:val="en-GB"/>
              </w:rPr>
            </w:pPr>
          </w:p>
        </w:tc>
        <w:tc>
          <w:tcPr>
            <w:tcW w:w="1278" w:type="dxa"/>
            <w:gridSpan w:val="2"/>
            <w:tcBorders>
              <w:bottom w:val="single" w:sz="4" w:space="0" w:color="auto"/>
            </w:tcBorders>
            <w:vAlign w:val="center"/>
          </w:tcPr>
          <w:p w14:paraId="3ADFB696" w14:textId="53151F5B" w:rsidR="00B71E94" w:rsidRPr="00EE62BB" w:rsidRDefault="00B71E94" w:rsidP="00B71E94">
            <w:pPr>
              <w:spacing w:before="60" w:after="30" w:line="276" w:lineRule="auto"/>
              <w:ind w:right="20"/>
              <w:jc w:val="center"/>
              <w:rPr>
                <w:rFonts w:ascii="Arial" w:hAnsi="Arial" w:cs="Arial"/>
                <w:sz w:val="19"/>
                <w:szCs w:val="19"/>
                <w:lang w:val="en-GB"/>
              </w:rPr>
            </w:pPr>
            <w:r w:rsidRPr="00EE62BB">
              <w:rPr>
                <w:rFonts w:ascii="Arial" w:hAnsi="Arial" w:cs="Arial"/>
                <w:sz w:val="19"/>
                <w:szCs w:val="19"/>
                <w:lang w:val="en-GB"/>
              </w:rPr>
              <w:t>31 December</w:t>
            </w:r>
          </w:p>
          <w:p w14:paraId="7BCC5687" w14:textId="23754954" w:rsidR="00B71E94" w:rsidRPr="00EE62BB" w:rsidRDefault="00B71E94" w:rsidP="00B71E94">
            <w:pPr>
              <w:spacing w:before="60" w:after="30" w:line="276" w:lineRule="auto"/>
              <w:ind w:left="-98" w:right="-89"/>
              <w:jc w:val="center"/>
              <w:rPr>
                <w:rFonts w:ascii="Arial" w:hAnsi="Arial" w:cs="Arial"/>
                <w:sz w:val="19"/>
                <w:szCs w:val="19"/>
                <w:lang w:val="en-GB"/>
              </w:rPr>
            </w:pPr>
            <w:r w:rsidRPr="00EE62BB">
              <w:rPr>
                <w:rFonts w:ascii="Arial" w:hAnsi="Arial" w:cs="Arial"/>
                <w:sz w:val="19"/>
                <w:szCs w:val="19"/>
                <w:lang w:val="en-GB"/>
              </w:rPr>
              <w:t>2023</w:t>
            </w:r>
          </w:p>
        </w:tc>
      </w:tr>
      <w:tr w:rsidR="00A13CD6" w:rsidRPr="00E65F80" w14:paraId="0E7BCDB1" w14:textId="77777777" w:rsidTr="00955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94" w:type="dxa"/>
            <w:tcBorders>
              <w:top w:val="nil"/>
              <w:left w:val="nil"/>
              <w:bottom w:val="nil"/>
              <w:right w:val="nil"/>
            </w:tcBorders>
          </w:tcPr>
          <w:p w14:paraId="1B431562" w14:textId="77777777" w:rsidR="00A13CD6" w:rsidRPr="00E65F80" w:rsidRDefault="00A13CD6" w:rsidP="00105153">
            <w:pPr>
              <w:spacing w:before="60" w:after="30" w:line="276" w:lineRule="auto"/>
              <w:jc w:val="thaiDistribute"/>
              <w:rPr>
                <w:rFonts w:ascii="Arial" w:hAnsi="Arial" w:cs="Arial"/>
                <w:sz w:val="8"/>
                <w:szCs w:val="8"/>
              </w:rPr>
            </w:pPr>
          </w:p>
        </w:tc>
        <w:tc>
          <w:tcPr>
            <w:tcW w:w="1309" w:type="dxa"/>
            <w:tcBorders>
              <w:left w:val="nil"/>
              <w:bottom w:val="nil"/>
              <w:right w:val="nil"/>
            </w:tcBorders>
          </w:tcPr>
          <w:p w14:paraId="7797FF5B" w14:textId="77777777" w:rsidR="00A13CD6" w:rsidRPr="00E65F80" w:rsidRDefault="00A13CD6" w:rsidP="00105153">
            <w:pPr>
              <w:tabs>
                <w:tab w:val="decimal" w:pos="885"/>
              </w:tabs>
              <w:spacing w:before="60" w:after="30" w:line="276" w:lineRule="auto"/>
              <w:jc w:val="thaiDistribute"/>
              <w:rPr>
                <w:rFonts w:ascii="Arial" w:hAnsi="Arial" w:cs="Arial"/>
                <w:sz w:val="8"/>
                <w:szCs w:val="8"/>
              </w:rPr>
            </w:pPr>
          </w:p>
        </w:tc>
        <w:tc>
          <w:tcPr>
            <w:tcW w:w="224" w:type="dxa"/>
            <w:tcBorders>
              <w:top w:val="nil"/>
              <w:left w:val="nil"/>
              <w:bottom w:val="nil"/>
              <w:right w:val="nil"/>
            </w:tcBorders>
          </w:tcPr>
          <w:p w14:paraId="1D2C2D16" w14:textId="77777777" w:rsidR="00A13CD6" w:rsidRPr="00E65F80" w:rsidRDefault="00A13CD6" w:rsidP="00105153">
            <w:pPr>
              <w:tabs>
                <w:tab w:val="decimal" w:pos="885"/>
              </w:tabs>
              <w:spacing w:before="60" w:after="30" w:line="276" w:lineRule="auto"/>
              <w:jc w:val="thaiDistribute"/>
              <w:rPr>
                <w:rFonts w:ascii="Arial" w:hAnsi="Arial" w:cs="Arial"/>
                <w:sz w:val="8"/>
                <w:szCs w:val="8"/>
              </w:rPr>
            </w:pPr>
          </w:p>
        </w:tc>
        <w:tc>
          <w:tcPr>
            <w:tcW w:w="1216" w:type="dxa"/>
            <w:tcBorders>
              <w:left w:val="nil"/>
              <w:bottom w:val="nil"/>
              <w:right w:val="nil"/>
            </w:tcBorders>
          </w:tcPr>
          <w:p w14:paraId="42CA758A" w14:textId="77777777" w:rsidR="00A13CD6" w:rsidRPr="00E65F80" w:rsidRDefault="00A13CD6" w:rsidP="00105153">
            <w:pPr>
              <w:tabs>
                <w:tab w:val="decimal" w:pos="885"/>
              </w:tabs>
              <w:spacing w:before="60" w:after="30" w:line="276" w:lineRule="auto"/>
              <w:jc w:val="thaiDistribute"/>
              <w:rPr>
                <w:rFonts w:ascii="Arial" w:hAnsi="Arial" w:cs="Arial"/>
                <w:sz w:val="8"/>
                <w:szCs w:val="8"/>
              </w:rPr>
            </w:pPr>
          </w:p>
        </w:tc>
        <w:tc>
          <w:tcPr>
            <w:tcW w:w="208" w:type="dxa"/>
            <w:tcBorders>
              <w:top w:val="nil"/>
              <w:left w:val="nil"/>
              <w:bottom w:val="nil"/>
              <w:right w:val="nil"/>
            </w:tcBorders>
          </w:tcPr>
          <w:p w14:paraId="6C0C1316" w14:textId="77777777" w:rsidR="00A13CD6" w:rsidRPr="00E65F80" w:rsidRDefault="00A13CD6" w:rsidP="00105153">
            <w:pPr>
              <w:spacing w:before="60" w:after="30" w:line="276" w:lineRule="auto"/>
              <w:jc w:val="thaiDistribute"/>
              <w:rPr>
                <w:rFonts w:ascii="Arial" w:hAnsi="Arial" w:cs="Arial"/>
                <w:sz w:val="8"/>
                <w:szCs w:val="8"/>
              </w:rPr>
            </w:pPr>
          </w:p>
        </w:tc>
        <w:tc>
          <w:tcPr>
            <w:tcW w:w="1232" w:type="dxa"/>
            <w:tcBorders>
              <w:left w:val="nil"/>
              <w:bottom w:val="nil"/>
              <w:right w:val="nil"/>
            </w:tcBorders>
          </w:tcPr>
          <w:p w14:paraId="264518AC" w14:textId="77777777" w:rsidR="00A13CD6" w:rsidRPr="00E65F80" w:rsidRDefault="00A13CD6" w:rsidP="00105153">
            <w:pPr>
              <w:tabs>
                <w:tab w:val="decimal" w:pos="885"/>
              </w:tabs>
              <w:spacing w:before="60" w:after="30" w:line="276" w:lineRule="auto"/>
              <w:jc w:val="thaiDistribute"/>
              <w:rPr>
                <w:rFonts w:ascii="Arial" w:hAnsi="Arial" w:cs="Arial"/>
                <w:sz w:val="8"/>
                <w:szCs w:val="8"/>
              </w:rPr>
            </w:pPr>
          </w:p>
        </w:tc>
        <w:tc>
          <w:tcPr>
            <w:tcW w:w="230" w:type="dxa"/>
            <w:tcBorders>
              <w:top w:val="nil"/>
              <w:left w:val="nil"/>
              <w:bottom w:val="nil"/>
              <w:right w:val="nil"/>
            </w:tcBorders>
          </w:tcPr>
          <w:p w14:paraId="43D044B1" w14:textId="77777777" w:rsidR="00A13CD6" w:rsidRPr="00E65F80" w:rsidRDefault="00A13CD6" w:rsidP="00105153">
            <w:pPr>
              <w:tabs>
                <w:tab w:val="decimal" w:pos="885"/>
              </w:tabs>
              <w:spacing w:before="60" w:after="30" w:line="276" w:lineRule="auto"/>
              <w:jc w:val="thaiDistribute"/>
              <w:rPr>
                <w:rFonts w:ascii="Arial" w:hAnsi="Arial" w:cs="Arial"/>
                <w:sz w:val="8"/>
                <w:szCs w:val="8"/>
              </w:rPr>
            </w:pPr>
          </w:p>
        </w:tc>
        <w:tc>
          <w:tcPr>
            <w:tcW w:w="1278" w:type="dxa"/>
            <w:gridSpan w:val="2"/>
            <w:tcBorders>
              <w:left w:val="nil"/>
              <w:bottom w:val="nil"/>
              <w:right w:val="nil"/>
            </w:tcBorders>
          </w:tcPr>
          <w:p w14:paraId="27E81BB6" w14:textId="77777777" w:rsidR="00A13CD6" w:rsidRPr="00E65F80" w:rsidRDefault="00A13CD6" w:rsidP="00105153">
            <w:pPr>
              <w:tabs>
                <w:tab w:val="decimal" w:pos="885"/>
              </w:tabs>
              <w:spacing w:before="60" w:after="30" w:line="276" w:lineRule="auto"/>
              <w:jc w:val="thaiDistribute"/>
              <w:rPr>
                <w:rFonts w:ascii="Arial" w:hAnsi="Arial" w:cs="Arial"/>
                <w:sz w:val="8"/>
                <w:szCs w:val="8"/>
              </w:rPr>
            </w:pPr>
          </w:p>
        </w:tc>
      </w:tr>
      <w:tr w:rsidR="0007693C" w:rsidRPr="00EE62BB" w14:paraId="2E93D739" w14:textId="77777777" w:rsidTr="00955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94" w:type="dxa"/>
            <w:tcBorders>
              <w:top w:val="nil"/>
              <w:left w:val="nil"/>
              <w:bottom w:val="nil"/>
              <w:right w:val="nil"/>
            </w:tcBorders>
            <w:vAlign w:val="bottom"/>
          </w:tcPr>
          <w:p w14:paraId="3E8EB819" w14:textId="77777777" w:rsidR="0007693C" w:rsidRPr="00EE62BB" w:rsidRDefault="0007693C" w:rsidP="0007693C">
            <w:pPr>
              <w:pStyle w:val="Footer"/>
              <w:spacing w:before="60" w:after="30" w:line="276" w:lineRule="auto"/>
              <w:ind w:left="52" w:right="-54"/>
              <w:rPr>
                <w:rFonts w:ascii="Arial" w:hAnsi="Arial" w:cs="Arial"/>
                <w:sz w:val="19"/>
                <w:szCs w:val="19"/>
              </w:rPr>
            </w:pPr>
            <w:r w:rsidRPr="00EE62BB">
              <w:rPr>
                <w:rFonts w:ascii="Arial" w:hAnsi="Arial" w:cs="Arial"/>
                <w:sz w:val="19"/>
                <w:szCs w:val="19"/>
              </w:rPr>
              <w:t>Cash on hand</w:t>
            </w:r>
          </w:p>
        </w:tc>
        <w:tc>
          <w:tcPr>
            <w:tcW w:w="1309" w:type="dxa"/>
            <w:tcBorders>
              <w:top w:val="nil"/>
              <w:left w:val="nil"/>
              <w:bottom w:val="nil"/>
              <w:right w:val="nil"/>
            </w:tcBorders>
          </w:tcPr>
          <w:p w14:paraId="043964C9" w14:textId="383B2975" w:rsidR="0007693C" w:rsidRPr="00EE62BB" w:rsidRDefault="0007693C" w:rsidP="0007693C">
            <w:pPr>
              <w:spacing w:before="60" w:after="30" w:line="276" w:lineRule="auto"/>
              <w:ind w:right="96"/>
              <w:jc w:val="right"/>
              <w:rPr>
                <w:rFonts w:ascii="Arial" w:hAnsi="Arial" w:cs="Arial"/>
                <w:sz w:val="19"/>
                <w:szCs w:val="19"/>
              </w:rPr>
            </w:pPr>
            <w:r w:rsidRPr="008C0ECC">
              <w:rPr>
                <w:rFonts w:ascii="Arial" w:hAnsi="Arial" w:cs="Arial"/>
                <w:sz w:val="19"/>
                <w:szCs w:val="19"/>
              </w:rPr>
              <w:t>1,054</w:t>
            </w:r>
          </w:p>
        </w:tc>
        <w:tc>
          <w:tcPr>
            <w:tcW w:w="224" w:type="dxa"/>
            <w:tcBorders>
              <w:top w:val="nil"/>
              <w:left w:val="nil"/>
              <w:bottom w:val="nil"/>
              <w:right w:val="nil"/>
            </w:tcBorders>
            <w:vAlign w:val="bottom"/>
          </w:tcPr>
          <w:p w14:paraId="28DC345C" w14:textId="77777777" w:rsidR="0007693C" w:rsidRPr="00EE62BB" w:rsidRDefault="0007693C" w:rsidP="0007693C">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22D16FE3" w14:textId="3366FF9B" w:rsidR="0007693C" w:rsidRPr="00EE62BB" w:rsidRDefault="0007693C" w:rsidP="0007693C">
            <w:pPr>
              <w:spacing w:before="60" w:after="30" w:line="276" w:lineRule="auto"/>
              <w:ind w:right="96"/>
              <w:jc w:val="right"/>
              <w:rPr>
                <w:rFonts w:ascii="Arial" w:hAnsi="Arial" w:cs="Arial"/>
                <w:sz w:val="19"/>
                <w:szCs w:val="19"/>
              </w:rPr>
            </w:pPr>
            <w:r w:rsidRPr="00EE62BB">
              <w:rPr>
                <w:rFonts w:ascii="Arial" w:hAnsi="Arial" w:cs="Arial"/>
                <w:sz w:val="19"/>
                <w:szCs w:val="19"/>
              </w:rPr>
              <w:t>1,146</w:t>
            </w:r>
          </w:p>
        </w:tc>
        <w:tc>
          <w:tcPr>
            <w:tcW w:w="208" w:type="dxa"/>
            <w:tcBorders>
              <w:top w:val="nil"/>
              <w:left w:val="nil"/>
              <w:bottom w:val="nil"/>
              <w:right w:val="nil"/>
            </w:tcBorders>
            <w:vAlign w:val="bottom"/>
          </w:tcPr>
          <w:p w14:paraId="57BE0F5C" w14:textId="77777777" w:rsidR="0007693C" w:rsidRPr="00EE62BB" w:rsidRDefault="0007693C" w:rsidP="0007693C">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31602998" w14:textId="09CA34A2" w:rsidR="0007693C" w:rsidRPr="00EE62BB" w:rsidRDefault="0007693C" w:rsidP="0007693C">
            <w:pPr>
              <w:spacing w:before="60" w:after="30" w:line="276" w:lineRule="auto"/>
              <w:ind w:right="80"/>
              <w:jc w:val="right"/>
              <w:rPr>
                <w:rFonts w:ascii="Arial" w:hAnsi="Arial" w:cs="Arial"/>
                <w:sz w:val="19"/>
                <w:szCs w:val="19"/>
              </w:rPr>
            </w:pPr>
            <w:r w:rsidRPr="0007693C">
              <w:rPr>
                <w:rFonts w:ascii="Arial" w:hAnsi="Arial" w:cs="Arial"/>
                <w:sz w:val="19"/>
                <w:szCs w:val="19"/>
              </w:rPr>
              <w:t>1,000</w:t>
            </w:r>
          </w:p>
        </w:tc>
        <w:tc>
          <w:tcPr>
            <w:tcW w:w="230" w:type="dxa"/>
            <w:tcBorders>
              <w:top w:val="nil"/>
              <w:left w:val="nil"/>
              <w:bottom w:val="nil"/>
              <w:right w:val="nil"/>
            </w:tcBorders>
            <w:vAlign w:val="bottom"/>
          </w:tcPr>
          <w:p w14:paraId="512878A5" w14:textId="77777777" w:rsidR="0007693C" w:rsidRPr="00EE62BB" w:rsidRDefault="0007693C" w:rsidP="0007693C">
            <w:pPr>
              <w:spacing w:before="60" w:after="30" w:line="276" w:lineRule="auto"/>
              <w:ind w:right="96"/>
              <w:jc w:val="right"/>
              <w:rPr>
                <w:rFonts w:ascii="Arial" w:hAnsi="Arial" w:cs="Arial"/>
                <w:sz w:val="19"/>
                <w:szCs w:val="19"/>
              </w:rPr>
            </w:pPr>
          </w:p>
        </w:tc>
        <w:tc>
          <w:tcPr>
            <w:tcW w:w="1278" w:type="dxa"/>
            <w:gridSpan w:val="2"/>
            <w:tcBorders>
              <w:top w:val="nil"/>
              <w:left w:val="nil"/>
              <w:bottom w:val="nil"/>
              <w:right w:val="nil"/>
            </w:tcBorders>
          </w:tcPr>
          <w:p w14:paraId="18A93646" w14:textId="04935F9C" w:rsidR="0007693C" w:rsidRPr="00EE62BB" w:rsidRDefault="0007693C" w:rsidP="0007693C">
            <w:pPr>
              <w:spacing w:before="60" w:after="30" w:line="276" w:lineRule="auto"/>
              <w:ind w:right="80"/>
              <w:jc w:val="right"/>
              <w:rPr>
                <w:rFonts w:ascii="Arial" w:hAnsi="Arial" w:cs="Arial"/>
                <w:sz w:val="19"/>
                <w:szCs w:val="19"/>
              </w:rPr>
            </w:pPr>
            <w:r w:rsidRPr="00EE62BB">
              <w:rPr>
                <w:rFonts w:ascii="Arial" w:hAnsi="Arial" w:cs="Arial"/>
                <w:sz w:val="19"/>
                <w:szCs w:val="19"/>
              </w:rPr>
              <w:t>1,000</w:t>
            </w:r>
          </w:p>
        </w:tc>
      </w:tr>
      <w:tr w:rsidR="0007693C" w:rsidRPr="00EE62BB" w14:paraId="7569C4E0" w14:textId="77777777" w:rsidTr="00955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94" w:type="dxa"/>
            <w:tcBorders>
              <w:top w:val="nil"/>
              <w:left w:val="nil"/>
              <w:bottom w:val="nil"/>
              <w:right w:val="nil"/>
            </w:tcBorders>
            <w:vAlign w:val="bottom"/>
          </w:tcPr>
          <w:p w14:paraId="78B47D98" w14:textId="3612B5C2" w:rsidR="0007693C" w:rsidRPr="00EE62BB" w:rsidRDefault="0007693C" w:rsidP="0007693C">
            <w:pPr>
              <w:pStyle w:val="Footer"/>
              <w:spacing w:before="60" w:after="30" w:line="276" w:lineRule="auto"/>
              <w:ind w:left="52" w:right="-54"/>
              <w:rPr>
                <w:rFonts w:ascii="Arial" w:hAnsi="Arial" w:cs="Arial"/>
                <w:sz w:val="19"/>
                <w:szCs w:val="19"/>
              </w:rPr>
            </w:pPr>
            <w:r w:rsidRPr="00EE62BB">
              <w:rPr>
                <w:rFonts w:ascii="Arial" w:hAnsi="Arial" w:cs="Arial"/>
                <w:sz w:val="19"/>
                <w:szCs w:val="19"/>
              </w:rPr>
              <w:t xml:space="preserve">Cash at bank - Current accounts </w:t>
            </w:r>
          </w:p>
        </w:tc>
        <w:tc>
          <w:tcPr>
            <w:tcW w:w="1309" w:type="dxa"/>
            <w:tcBorders>
              <w:top w:val="nil"/>
              <w:left w:val="nil"/>
              <w:bottom w:val="nil"/>
              <w:right w:val="nil"/>
            </w:tcBorders>
          </w:tcPr>
          <w:p w14:paraId="3F4332E5" w14:textId="50B243D2" w:rsidR="0007693C" w:rsidRPr="00EE62BB" w:rsidRDefault="0007693C" w:rsidP="0007693C">
            <w:pPr>
              <w:spacing w:before="60" w:after="30" w:line="276" w:lineRule="auto"/>
              <w:ind w:right="96"/>
              <w:jc w:val="right"/>
              <w:rPr>
                <w:rFonts w:ascii="Arial" w:hAnsi="Arial" w:cs="Arial"/>
                <w:sz w:val="19"/>
                <w:szCs w:val="19"/>
              </w:rPr>
            </w:pPr>
            <w:r w:rsidRPr="008C0ECC">
              <w:rPr>
                <w:rFonts w:ascii="Arial" w:hAnsi="Arial" w:cs="Arial"/>
                <w:sz w:val="19"/>
                <w:szCs w:val="19"/>
              </w:rPr>
              <w:t>36,439</w:t>
            </w:r>
          </w:p>
        </w:tc>
        <w:tc>
          <w:tcPr>
            <w:tcW w:w="224" w:type="dxa"/>
            <w:tcBorders>
              <w:top w:val="nil"/>
              <w:left w:val="nil"/>
              <w:bottom w:val="nil"/>
              <w:right w:val="nil"/>
            </w:tcBorders>
            <w:vAlign w:val="bottom"/>
          </w:tcPr>
          <w:p w14:paraId="10044CA4" w14:textId="77777777" w:rsidR="0007693C" w:rsidRPr="00EE62BB" w:rsidRDefault="0007693C" w:rsidP="0007693C">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0FFCF411" w14:textId="11689B0D" w:rsidR="0007693C" w:rsidRPr="00EE62BB" w:rsidRDefault="0007693C" w:rsidP="0007693C">
            <w:pPr>
              <w:spacing w:before="60" w:after="30" w:line="276" w:lineRule="auto"/>
              <w:ind w:right="96"/>
              <w:jc w:val="right"/>
              <w:rPr>
                <w:rFonts w:ascii="Arial" w:hAnsi="Arial" w:cs="Arial"/>
                <w:sz w:val="19"/>
                <w:szCs w:val="19"/>
              </w:rPr>
            </w:pPr>
            <w:r w:rsidRPr="00EE62BB">
              <w:rPr>
                <w:rFonts w:ascii="Arial" w:hAnsi="Arial" w:cs="Arial"/>
                <w:sz w:val="19"/>
                <w:szCs w:val="19"/>
              </w:rPr>
              <w:t>36,612</w:t>
            </w:r>
          </w:p>
        </w:tc>
        <w:tc>
          <w:tcPr>
            <w:tcW w:w="208" w:type="dxa"/>
            <w:tcBorders>
              <w:top w:val="nil"/>
              <w:left w:val="nil"/>
              <w:bottom w:val="nil"/>
              <w:right w:val="nil"/>
            </w:tcBorders>
            <w:vAlign w:val="bottom"/>
          </w:tcPr>
          <w:p w14:paraId="762BE466" w14:textId="77777777" w:rsidR="0007693C" w:rsidRPr="00EE62BB" w:rsidRDefault="0007693C" w:rsidP="0007693C">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0CE60E0D" w14:textId="2D51ED50" w:rsidR="0007693C" w:rsidRPr="00EE62BB" w:rsidRDefault="0007693C" w:rsidP="0007693C">
            <w:pPr>
              <w:spacing w:before="60" w:after="30" w:line="276" w:lineRule="auto"/>
              <w:ind w:right="80"/>
              <w:jc w:val="right"/>
              <w:rPr>
                <w:rFonts w:ascii="Arial" w:hAnsi="Arial" w:cs="Arial"/>
                <w:sz w:val="19"/>
                <w:szCs w:val="19"/>
              </w:rPr>
            </w:pPr>
            <w:r w:rsidRPr="0007693C">
              <w:rPr>
                <w:rFonts w:ascii="Arial" w:hAnsi="Arial" w:cs="Arial"/>
                <w:sz w:val="19"/>
                <w:szCs w:val="19"/>
              </w:rPr>
              <w:t>33,537</w:t>
            </w:r>
          </w:p>
        </w:tc>
        <w:tc>
          <w:tcPr>
            <w:tcW w:w="230" w:type="dxa"/>
            <w:tcBorders>
              <w:top w:val="nil"/>
              <w:left w:val="nil"/>
              <w:bottom w:val="nil"/>
              <w:right w:val="nil"/>
            </w:tcBorders>
            <w:vAlign w:val="bottom"/>
          </w:tcPr>
          <w:p w14:paraId="70B5B8E6" w14:textId="77777777" w:rsidR="0007693C" w:rsidRPr="00EE62BB" w:rsidRDefault="0007693C" w:rsidP="0007693C">
            <w:pPr>
              <w:spacing w:before="60" w:after="30" w:line="276" w:lineRule="auto"/>
              <w:ind w:right="96"/>
              <w:jc w:val="right"/>
              <w:rPr>
                <w:rFonts w:ascii="Arial" w:hAnsi="Arial" w:cs="Arial"/>
                <w:sz w:val="19"/>
                <w:szCs w:val="19"/>
              </w:rPr>
            </w:pPr>
          </w:p>
        </w:tc>
        <w:tc>
          <w:tcPr>
            <w:tcW w:w="1278" w:type="dxa"/>
            <w:gridSpan w:val="2"/>
            <w:tcBorders>
              <w:top w:val="nil"/>
              <w:left w:val="nil"/>
              <w:bottom w:val="nil"/>
              <w:right w:val="nil"/>
            </w:tcBorders>
          </w:tcPr>
          <w:p w14:paraId="068347E5" w14:textId="24C78E3C" w:rsidR="0007693C" w:rsidRPr="00EE62BB" w:rsidRDefault="0007693C" w:rsidP="0007693C">
            <w:pPr>
              <w:spacing w:before="60" w:after="30" w:line="276" w:lineRule="auto"/>
              <w:ind w:right="80"/>
              <w:jc w:val="right"/>
              <w:rPr>
                <w:rFonts w:ascii="Arial" w:hAnsi="Arial" w:cs="Arial"/>
                <w:sz w:val="19"/>
                <w:szCs w:val="19"/>
              </w:rPr>
            </w:pPr>
            <w:r w:rsidRPr="00EE62BB">
              <w:rPr>
                <w:rFonts w:ascii="Arial" w:hAnsi="Arial" w:cs="Arial"/>
                <w:sz w:val="19"/>
                <w:szCs w:val="19"/>
              </w:rPr>
              <w:t>20,375</w:t>
            </w:r>
          </w:p>
        </w:tc>
      </w:tr>
      <w:tr w:rsidR="0007693C" w:rsidRPr="00EE62BB" w14:paraId="39B15526" w14:textId="77777777" w:rsidTr="00955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94" w:type="dxa"/>
            <w:tcBorders>
              <w:top w:val="nil"/>
              <w:left w:val="nil"/>
              <w:bottom w:val="nil"/>
              <w:right w:val="nil"/>
            </w:tcBorders>
            <w:vAlign w:val="bottom"/>
          </w:tcPr>
          <w:p w14:paraId="75B2B76A" w14:textId="410021E9" w:rsidR="0007693C" w:rsidRPr="00EE62BB" w:rsidRDefault="0007693C" w:rsidP="0007693C">
            <w:pPr>
              <w:pStyle w:val="Footer"/>
              <w:spacing w:before="60" w:after="30" w:line="276" w:lineRule="auto"/>
              <w:ind w:left="52" w:right="-54"/>
              <w:rPr>
                <w:rFonts w:ascii="Arial" w:hAnsi="Arial" w:cs="Arial"/>
                <w:sz w:val="19"/>
                <w:szCs w:val="19"/>
              </w:rPr>
            </w:pPr>
            <w:r w:rsidRPr="00EE62BB">
              <w:rPr>
                <w:rFonts w:ascii="Arial" w:hAnsi="Arial" w:cs="Arial"/>
                <w:sz w:val="19"/>
                <w:szCs w:val="19"/>
              </w:rPr>
              <w:t xml:space="preserve">                      - Savings accounts</w:t>
            </w:r>
          </w:p>
        </w:tc>
        <w:tc>
          <w:tcPr>
            <w:tcW w:w="1309" w:type="dxa"/>
            <w:tcBorders>
              <w:top w:val="nil"/>
              <w:left w:val="nil"/>
              <w:bottom w:val="nil"/>
              <w:right w:val="nil"/>
            </w:tcBorders>
          </w:tcPr>
          <w:p w14:paraId="64334907" w14:textId="61E0B2B8" w:rsidR="0007693C" w:rsidRPr="00EE62BB" w:rsidRDefault="0007693C" w:rsidP="0007693C">
            <w:pPr>
              <w:spacing w:before="60" w:after="30" w:line="276" w:lineRule="auto"/>
              <w:ind w:right="96"/>
              <w:jc w:val="right"/>
              <w:rPr>
                <w:rFonts w:ascii="Arial" w:hAnsi="Arial" w:cs="Arial"/>
                <w:sz w:val="19"/>
                <w:szCs w:val="19"/>
              </w:rPr>
            </w:pPr>
            <w:r w:rsidRPr="008C0ECC">
              <w:rPr>
                <w:rFonts w:ascii="Arial" w:hAnsi="Arial" w:cs="Arial"/>
                <w:sz w:val="19"/>
                <w:szCs w:val="19"/>
              </w:rPr>
              <w:t>86,635</w:t>
            </w:r>
          </w:p>
        </w:tc>
        <w:tc>
          <w:tcPr>
            <w:tcW w:w="224" w:type="dxa"/>
            <w:tcBorders>
              <w:top w:val="nil"/>
              <w:left w:val="nil"/>
              <w:bottom w:val="nil"/>
              <w:right w:val="nil"/>
            </w:tcBorders>
            <w:vAlign w:val="bottom"/>
          </w:tcPr>
          <w:p w14:paraId="1E85848F" w14:textId="77777777" w:rsidR="0007693C" w:rsidRPr="00EE62BB" w:rsidRDefault="0007693C" w:rsidP="0007693C">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033B34D3" w14:textId="75110EF9" w:rsidR="0007693C" w:rsidRPr="00EE62BB" w:rsidRDefault="0007693C" w:rsidP="0007693C">
            <w:pPr>
              <w:spacing w:before="60" w:after="30" w:line="276" w:lineRule="auto"/>
              <w:ind w:right="96"/>
              <w:jc w:val="right"/>
              <w:rPr>
                <w:rFonts w:ascii="Arial" w:hAnsi="Arial" w:cs="Arial"/>
                <w:sz w:val="19"/>
                <w:szCs w:val="19"/>
              </w:rPr>
            </w:pPr>
            <w:r w:rsidRPr="00EE62BB">
              <w:rPr>
                <w:rFonts w:ascii="Arial" w:hAnsi="Arial" w:cs="Arial"/>
                <w:sz w:val="19"/>
                <w:szCs w:val="19"/>
              </w:rPr>
              <w:t>83,207</w:t>
            </w:r>
          </w:p>
        </w:tc>
        <w:tc>
          <w:tcPr>
            <w:tcW w:w="208" w:type="dxa"/>
            <w:tcBorders>
              <w:top w:val="nil"/>
              <w:left w:val="nil"/>
              <w:bottom w:val="nil"/>
              <w:right w:val="nil"/>
            </w:tcBorders>
            <w:vAlign w:val="bottom"/>
          </w:tcPr>
          <w:p w14:paraId="11663216" w14:textId="77777777" w:rsidR="0007693C" w:rsidRPr="00EE62BB" w:rsidRDefault="0007693C" w:rsidP="0007693C">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189C28A6" w14:textId="3B09F453" w:rsidR="0007693C" w:rsidRPr="00EE62BB" w:rsidRDefault="0007693C" w:rsidP="0007693C">
            <w:pPr>
              <w:spacing w:before="60" w:after="30" w:line="276" w:lineRule="auto"/>
              <w:ind w:right="80"/>
              <w:jc w:val="right"/>
              <w:rPr>
                <w:rFonts w:ascii="Arial" w:hAnsi="Arial" w:cs="Arial"/>
                <w:sz w:val="19"/>
                <w:szCs w:val="19"/>
              </w:rPr>
            </w:pPr>
            <w:r w:rsidRPr="0007693C">
              <w:rPr>
                <w:rFonts w:ascii="Arial" w:hAnsi="Arial" w:cs="Arial"/>
                <w:sz w:val="19"/>
                <w:szCs w:val="19"/>
              </w:rPr>
              <w:t>66,439</w:t>
            </w:r>
          </w:p>
        </w:tc>
        <w:tc>
          <w:tcPr>
            <w:tcW w:w="230" w:type="dxa"/>
            <w:tcBorders>
              <w:top w:val="nil"/>
              <w:left w:val="nil"/>
              <w:bottom w:val="nil"/>
              <w:right w:val="nil"/>
            </w:tcBorders>
            <w:vAlign w:val="bottom"/>
          </w:tcPr>
          <w:p w14:paraId="39D02AB1" w14:textId="77777777" w:rsidR="0007693C" w:rsidRPr="00EE62BB" w:rsidRDefault="0007693C" w:rsidP="0007693C">
            <w:pPr>
              <w:spacing w:before="60" w:after="30" w:line="276" w:lineRule="auto"/>
              <w:ind w:right="96"/>
              <w:jc w:val="right"/>
              <w:rPr>
                <w:rFonts w:ascii="Arial" w:hAnsi="Arial" w:cs="Arial"/>
                <w:sz w:val="19"/>
                <w:szCs w:val="19"/>
              </w:rPr>
            </w:pPr>
          </w:p>
        </w:tc>
        <w:tc>
          <w:tcPr>
            <w:tcW w:w="1278" w:type="dxa"/>
            <w:gridSpan w:val="2"/>
            <w:tcBorders>
              <w:top w:val="nil"/>
              <w:left w:val="nil"/>
              <w:bottom w:val="nil"/>
              <w:right w:val="nil"/>
            </w:tcBorders>
          </w:tcPr>
          <w:p w14:paraId="02029F99" w14:textId="16A84DDF" w:rsidR="0007693C" w:rsidRPr="00EE62BB" w:rsidRDefault="0007693C" w:rsidP="0007693C">
            <w:pPr>
              <w:spacing w:before="60" w:after="30" w:line="276" w:lineRule="auto"/>
              <w:ind w:right="80"/>
              <w:jc w:val="right"/>
              <w:rPr>
                <w:rFonts w:ascii="Arial" w:hAnsi="Arial" w:cs="Arial"/>
                <w:sz w:val="19"/>
                <w:szCs w:val="19"/>
              </w:rPr>
            </w:pPr>
            <w:r w:rsidRPr="00EE62BB">
              <w:rPr>
                <w:rFonts w:ascii="Arial" w:hAnsi="Arial" w:cs="Arial"/>
                <w:sz w:val="19"/>
                <w:szCs w:val="19"/>
              </w:rPr>
              <w:t>83,207</w:t>
            </w:r>
          </w:p>
        </w:tc>
      </w:tr>
      <w:tr w:rsidR="0007693C" w:rsidRPr="00EE62BB" w14:paraId="7FFA84C8" w14:textId="77777777" w:rsidTr="00955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94" w:type="dxa"/>
            <w:tcBorders>
              <w:top w:val="nil"/>
              <w:left w:val="nil"/>
              <w:bottom w:val="nil"/>
              <w:right w:val="nil"/>
            </w:tcBorders>
            <w:vAlign w:val="bottom"/>
          </w:tcPr>
          <w:p w14:paraId="631C5EDC" w14:textId="2580CABB" w:rsidR="0007693C" w:rsidRPr="00EE62BB" w:rsidRDefault="0007693C" w:rsidP="0007693C">
            <w:pPr>
              <w:pStyle w:val="Footer"/>
              <w:spacing w:before="60" w:after="30" w:line="276" w:lineRule="auto"/>
              <w:ind w:left="52" w:right="-54"/>
              <w:rPr>
                <w:rFonts w:ascii="Arial" w:hAnsi="Arial" w:cs="Arial"/>
                <w:sz w:val="19"/>
                <w:szCs w:val="19"/>
                <w:lang w:val="en-GB"/>
              </w:rPr>
            </w:pPr>
            <w:r w:rsidRPr="00EE62BB">
              <w:rPr>
                <w:rFonts w:ascii="Arial" w:hAnsi="Arial" w:cs="Arial"/>
                <w:sz w:val="19"/>
                <w:szCs w:val="19"/>
                <w:lang w:val="en-GB"/>
              </w:rPr>
              <w:t>Cheques deposited in transit</w:t>
            </w:r>
          </w:p>
        </w:tc>
        <w:tc>
          <w:tcPr>
            <w:tcW w:w="1309" w:type="dxa"/>
            <w:tcBorders>
              <w:top w:val="nil"/>
              <w:left w:val="nil"/>
              <w:right w:val="nil"/>
            </w:tcBorders>
          </w:tcPr>
          <w:p w14:paraId="526FF669" w14:textId="0435181C" w:rsidR="0007693C" w:rsidRPr="00EE62BB" w:rsidRDefault="0007693C" w:rsidP="0007693C">
            <w:pPr>
              <w:spacing w:before="60" w:after="30" w:line="276" w:lineRule="auto"/>
              <w:ind w:right="96"/>
              <w:jc w:val="right"/>
              <w:rPr>
                <w:rFonts w:ascii="Arial" w:hAnsi="Arial" w:cs="Arial"/>
                <w:sz w:val="19"/>
                <w:szCs w:val="19"/>
              </w:rPr>
            </w:pPr>
            <w:r w:rsidRPr="008C0ECC">
              <w:rPr>
                <w:rFonts w:ascii="Arial" w:hAnsi="Arial" w:cs="Arial"/>
                <w:sz w:val="19"/>
                <w:szCs w:val="19"/>
              </w:rPr>
              <w:t>25,441</w:t>
            </w:r>
          </w:p>
        </w:tc>
        <w:tc>
          <w:tcPr>
            <w:tcW w:w="224" w:type="dxa"/>
            <w:tcBorders>
              <w:top w:val="nil"/>
              <w:left w:val="nil"/>
              <w:bottom w:val="nil"/>
              <w:right w:val="nil"/>
            </w:tcBorders>
            <w:vAlign w:val="bottom"/>
          </w:tcPr>
          <w:p w14:paraId="2C4D07D7" w14:textId="77777777" w:rsidR="0007693C" w:rsidRPr="00EE62BB" w:rsidRDefault="0007693C" w:rsidP="0007693C">
            <w:pPr>
              <w:tabs>
                <w:tab w:val="left" w:pos="540"/>
              </w:tabs>
              <w:spacing w:before="60" w:after="30" w:line="276" w:lineRule="auto"/>
              <w:ind w:right="96"/>
              <w:jc w:val="right"/>
              <w:rPr>
                <w:rFonts w:ascii="Arial" w:hAnsi="Arial" w:cs="Arial"/>
                <w:sz w:val="19"/>
                <w:szCs w:val="19"/>
              </w:rPr>
            </w:pPr>
          </w:p>
        </w:tc>
        <w:tc>
          <w:tcPr>
            <w:tcW w:w="1216" w:type="dxa"/>
            <w:tcBorders>
              <w:top w:val="nil"/>
              <w:left w:val="nil"/>
              <w:right w:val="nil"/>
            </w:tcBorders>
          </w:tcPr>
          <w:p w14:paraId="223299F3" w14:textId="2A784AB6" w:rsidR="0007693C" w:rsidRPr="00EE62BB" w:rsidRDefault="0007693C" w:rsidP="0007693C">
            <w:pPr>
              <w:spacing w:before="60" w:after="30" w:line="276" w:lineRule="auto"/>
              <w:ind w:right="96"/>
              <w:jc w:val="right"/>
              <w:rPr>
                <w:rFonts w:ascii="Arial" w:hAnsi="Arial" w:cs="Arial"/>
                <w:sz w:val="19"/>
                <w:szCs w:val="19"/>
              </w:rPr>
            </w:pPr>
            <w:r w:rsidRPr="00EE62BB">
              <w:rPr>
                <w:rFonts w:ascii="Arial" w:hAnsi="Arial" w:cs="Arial"/>
                <w:sz w:val="19"/>
                <w:szCs w:val="19"/>
              </w:rPr>
              <w:t xml:space="preserve">        28,760</w:t>
            </w:r>
          </w:p>
        </w:tc>
        <w:tc>
          <w:tcPr>
            <w:tcW w:w="208" w:type="dxa"/>
            <w:tcBorders>
              <w:top w:val="nil"/>
              <w:left w:val="nil"/>
              <w:bottom w:val="nil"/>
              <w:right w:val="nil"/>
            </w:tcBorders>
            <w:vAlign w:val="bottom"/>
          </w:tcPr>
          <w:p w14:paraId="0A48C6C3" w14:textId="77777777" w:rsidR="0007693C" w:rsidRPr="00EE62BB" w:rsidRDefault="0007693C" w:rsidP="0007693C">
            <w:pPr>
              <w:spacing w:before="60" w:after="30" w:line="276" w:lineRule="auto"/>
              <w:ind w:right="96" w:firstLine="360"/>
              <w:jc w:val="right"/>
              <w:rPr>
                <w:rFonts w:ascii="Arial" w:hAnsi="Arial" w:cs="Arial"/>
                <w:sz w:val="19"/>
                <w:szCs w:val="19"/>
              </w:rPr>
            </w:pPr>
          </w:p>
        </w:tc>
        <w:tc>
          <w:tcPr>
            <w:tcW w:w="1232" w:type="dxa"/>
            <w:tcBorders>
              <w:top w:val="nil"/>
              <w:left w:val="nil"/>
              <w:right w:val="nil"/>
            </w:tcBorders>
          </w:tcPr>
          <w:p w14:paraId="24FDE542" w14:textId="07EEDAF7" w:rsidR="0007693C" w:rsidRPr="00EE62BB" w:rsidRDefault="0007693C" w:rsidP="0007693C">
            <w:pPr>
              <w:spacing w:before="60" w:after="30" w:line="276" w:lineRule="auto"/>
              <w:ind w:right="80"/>
              <w:jc w:val="right"/>
              <w:rPr>
                <w:rFonts w:ascii="Arial" w:hAnsi="Arial" w:cs="Arial"/>
                <w:sz w:val="19"/>
                <w:szCs w:val="19"/>
              </w:rPr>
            </w:pPr>
            <w:r w:rsidRPr="0007693C">
              <w:rPr>
                <w:rFonts w:ascii="Arial" w:hAnsi="Arial" w:cs="Arial"/>
                <w:sz w:val="19"/>
                <w:szCs w:val="19"/>
              </w:rPr>
              <w:t>25,441</w:t>
            </w:r>
          </w:p>
        </w:tc>
        <w:tc>
          <w:tcPr>
            <w:tcW w:w="230" w:type="dxa"/>
            <w:tcBorders>
              <w:top w:val="nil"/>
              <w:left w:val="nil"/>
              <w:bottom w:val="nil"/>
              <w:right w:val="nil"/>
            </w:tcBorders>
            <w:vAlign w:val="bottom"/>
          </w:tcPr>
          <w:p w14:paraId="3B50D437" w14:textId="77777777" w:rsidR="0007693C" w:rsidRPr="00EE62BB" w:rsidRDefault="0007693C" w:rsidP="0007693C">
            <w:pPr>
              <w:spacing w:before="60" w:after="30" w:line="276" w:lineRule="auto"/>
              <w:ind w:right="96"/>
              <w:jc w:val="right"/>
              <w:rPr>
                <w:rFonts w:ascii="Arial" w:hAnsi="Arial" w:cs="Arial"/>
                <w:sz w:val="19"/>
                <w:szCs w:val="19"/>
              </w:rPr>
            </w:pPr>
          </w:p>
        </w:tc>
        <w:tc>
          <w:tcPr>
            <w:tcW w:w="1278" w:type="dxa"/>
            <w:gridSpan w:val="2"/>
            <w:tcBorders>
              <w:top w:val="nil"/>
              <w:left w:val="nil"/>
              <w:right w:val="nil"/>
            </w:tcBorders>
          </w:tcPr>
          <w:p w14:paraId="26EA2783" w14:textId="51C00EB8" w:rsidR="0007693C" w:rsidRPr="00EE62BB" w:rsidRDefault="0007693C" w:rsidP="0007693C">
            <w:pPr>
              <w:spacing w:before="60" w:after="30" w:line="276" w:lineRule="auto"/>
              <w:ind w:right="80"/>
              <w:jc w:val="right"/>
              <w:rPr>
                <w:rFonts w:ascii="Arial" w:hAnsi="Arial" w:cs="Arial"/>
                <w:sz w:val="19"/>
                <w:szCs w:val="19"/>
              </w:rPr>
            </w:pPr>
            <w:r w:rsidRPr="00EE62BB">
              <w:rPr>
                <w:rFonts w:ascii="Arial" w:hAnsi="Arial" w:cs="Arial"/>
                <w:sz w:val="19"/>
                <w:szCs w:val="19"/>
              </w:rPr>
              <w:t>28,760</w:t>
            </w:r>
          </w:p>
        </w:tc>
      </w:tr>
      <w:tr w:rsidR="0007693C" w:rsidRPr="00EE62BB" w14:paraId="4A615DBE" w14:textId="77777777" w:rsidTr="009553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94" w:type="dxa"/>
            <w:tcBorders>
              <w:top w:val="nil"/>
              <w:left w:val="nil"/>
              <w:bottom w:val="nil"/>
              <w:right w:val="nil"/>
            </w:tcBorders>
            <w:vAlign w:val="bottom"/>
          </w:tcPr>
          <w:p w14:paraId="48C4F5B3" w14:textId="77777777" w:rsidR="0007693C" w:rsidRPr="00EE62BB" w:rsidRDefault="0007693C" w:rsidP="0007693C">
            <w:pPr>
              <w:pStyle w:val="Footer"/>
              <w:spacing w:before="60" w:after="30" w:line="276" w:lineRule="auto"/>
              <w:ind w:left="477" w:right="-54"/>
              <w:rPr>
                <w:rFonts w:ascii="Arial" w:hAnsi="Arial" w:cs="Arial"/>
                <w:sz w:val="19"/>
                <w:szCs w:val="19"/>
                <w:lang w:val="en-GB"/>
              </w:rPr>
            </w:pPr>
            <w:r w:rsidRPr="00EE62BB">
              <w:rPr>
                <w:rFonts w:ascii="Arial" w:hAnsi="Arial" w:cs="Arial"/>
                <w:sz w:val="19"/>
                <w:szCs w:val="19"/>
              </w:rPr>
              <w:t>Total</w:t>
            </w:r>
          </w:p>
        </w:tc>
        <w:tc>
          <w:tcPr>
            <w:tcW w:w="1309" w:type="dxa"/>
            <w:tcBorders>
              <w:left w:val="nil"/>
              <w:bottom w:val="single" w:sz="12" w:space="0" w:color="auto"/>
              <w:right w:val="nil"/>
            </w:tcBorders>
          </w:tcPr>
          <w:p w14:paraId="4712B668" w14:textId="03EAA6CB" w:rsidR="0007693C" w:rsidRPr="00EE62BB" w:rsidRDefault="0007693C" w:rsidP="0007693C">
            <w:pPr>
              <w:spacing w:before="60" w:after="30" w:line="276" w:lineRule="auto"/>
              <w:ind w:right="96"/>
              <w:jc w:val="right"/>
              <w:rPr>
                <w:rFonts w:ascii="Arial" w:hAnsi="Arial" w:cs="Arial"/>
                <w:sz w:val="19"/>
                <w:szCs w:val="19"/>
              </w:rPr>
            </w:pPr>
            <w:r w:rsidRPr="008C0ECC">
              <w:rPr>
                <w:rFonts w:ascii="Arial" w:hAnsi="Arial" w:cs="Arial"/>
                <w:sz w:val="19"/>
                <w:szCs w:val="19"/>
              </w:rPr>
              <w:t>149,569</w:t>
            </w:r>
          </w:p>
        </w:tc>
        <w:tc>
          <w:tcPr>
            <w:tcW w:w="224" w:type="dxa"/>
            <w:tcBorders>
              <w:top w:val="nil"/>
              <w:left w:val="nil"/>
              <w:bottom w:val="nil"/>
              <w:right w:val="nil"/>
            </w:tcBorders>
            <w:vAlign w:val="bottom"/>
          </w:tcPr>
          <w:p w14:paraId="33ECA094" w14:textId="77777777" w:rsidR="0007693C" w:rsidRPr="00EE62BB" w:rsidRDefault="0007693C" w:rsidP="0007693C">
            <w:pPr>
              <w:tabs>
                <w:tab w:val="left" w:pos="540"/>
              </w:tabs>
              <w:spacing w:before="60" w:after="30" w:line="276" w:lineRule="auto"/>
              <w:ind w:right="96"/>
              <w:jc w:val="right"/>
              <w:rPr>
                <w:rFonts w:ascii="Arial" w:hAnsi="Arial" w:cs="Arial"/>
                <w:sz w:val="19"/>
                <w:szCs w:val="19"/>
              </w:rPr>
            </w:pPr>
          </w:p>
        </w:tc>
        <w:tc>
          <w:tcPr>
            <w:tcW w:w="1216" w:type="dxa"/>
            <w:tcBorders>
              <w:left w:val="nil"/>
              <w:bottom w:val="single" w:sz="12" w:space="0" w:color="auto"/>
              <w:right w:val="nil"/>
            </w:tcBorders>
          </w:tcPr>
          <w:p w14:paraId="17D91DB8" w14:textId="63D70374" w:rsidR="0007693C" w:rsidRPr="00EE62BB" w:rsidRDefault="0007693C" w:rsidP="0007693C">
            <w:pPr>
              <w:spacing w:before="60" w:after="30" w:line="276" w:lineRule="auto"/>
              <w:ind w:right="96"/>
              <w:jc w:val="right"/>
              <w:rPr>
                <w:rFonts w:ascii="Arial" w:hAnsi="Arial" w:cs="Arial"/>
                <w:sz w:val="19"/>
                <w:szCs w:val="19"/>
              </w:rPr>
            </w:pPr>
            <w:r w:rsidRPr="00EE62BB">
              <w:rPr>
                <w:rFonts w:ascii="Arial" w:hAnsi="Arial" w:cs="Arial"/>
                <w:sz w:val="19"/>
                <w:szCs w:val="19"/>
              </w:rPr>
              <w:t>149,725</w:t>
            </w:r>
          </w:p>
        </w:tc>
        <w:tc>
          <w:tcPr>
            <w:tcW w:w="208" w:type="dxa"/>
            <w:tcBorders>
              <w:top w:val="nil"/>
              <w:left w:val="nil"/>
              <w:bottom w:val="nil"/>
              <w:right w:val="nil"/>
            </w:tcBorders>
            <w:vAlign w:val="bottom"/>
          </w:tcPr>
          <w:p w14:paraId="7F55C80C" w14:textId="77777777" w:rsidR="0007693C" w:rsidRPr="00EE62BB" w:rsidRDefault="0007693C" w:rsidP="0007693C">
            <w:pPr>
              <w:tabs>
                <w:tab w:val="left" w:pos="540"/>
              </w:tabs>
              <w:spacing w:before="60" w:after="30" w:line="276" w:lineRule="auto"/>
              <w:ind w:right="96"/>
              <w:jc w:val="right"/>
              <w:rPr>
                <w:rFonts w:ascii="Arial" w:hAnsi="Arial" w:cs="Arial"/>
                <w:sz w:val="19"/>
                <w:szCs w:val="19"/>
              </w:rPr>
            </w:pPr>
          </w:p>
        </w:tc>
        <w:tc>
          <w:tcPr>
            <w:tcW w:w="1232" w:type="dxa"/>
            <w:tcBorders>
              <w:left w:val="nil"/>
              <w:bottom w:val="single" w:sz="12" w:space="0" w:color="auto"/>
              <w:right w:val="nil"/>
            </w:tcBorders>
          </w:tcPr>
          <w:p w14:paraId="18E87B02" w14:textId="7152DBCB" w:rsidR="0007693C" w:rsidRPr="00EE62BB" w:rsidRDefault="0007693C" w:rsidP="0007693C">
            <w:pPr>
              <w:spacing w:before="60" w:after="30" w:line="276" w:lineRule="auto"/>
              <w:ind w:right="80"/>
              <w:jc w:val="right"/>
              <w:rPr>
                <w:rFonts w:ascii="Arial" w:hAnsi="Arial" w:cs="Arial"/>
                <w:sz w:val="19"/>
                <w:szCs w:val="19"/>
              </w:rPr>
            </w:pPr>
            <w:r w:rsidRPr="0007693C">
              <w:rPr>
                <w:rFonts w:ascii="Arial" w:hAnsi="Arial" w:cs="Arial"/>
                <w:sz w:val="19"/>
                <w:szCs w:val="19"/>
              </w:rPr>
              <w:t>126,417</w:t>
            </w:r>
          </w:p>
        </w:tc>
        <w:tc>
          <w:tcPr>
            <w:tcW w:w="230" w:type="dxa"/>
            <w:tcBorders>
              <w:top w:val="nil"/>
              <w:left w:val="nil"/>
              <w:bottom w:val="nil"/>
              <w:right w:val="nil"/>
            </w:tcBorders>
            <w:vAlign w:val="bottom"/>
          </w:tcPr>
          <w:p w14:paraId="29C3BEF0" w14:textId="77777777" w:rsidR="0007693C" w:rsidRPr="00EE62BB" w:rsidRDefault="0007693C" w:rsidP="0007693C">
            <w:pPr>
              <w:tabs>
                <w:tab w:val="left" w:pos="540"/>
              </w:tabs>
              <w:spacing w:before="60" w:after="30" w:line="276" w:lineRule="auto"/>
              <w:ind w:right="96"/>
              <w:jc w:val="right"/>
              <w:rPr>
                <w:rFonts w:ascii="Arial" w:hAnsi="Arial" w:cs="Arial"/>
                <w:sz w:val="19"/>
                <w:szCs w:val="19"/>
              </w:rPr>
            </w:pPr>
          </w:p>
        </w:tc>
        <w:tc>
          <w:tcPr>
            <w:tcW w:w="1278" w:type="dxa"/>
            <w:gridSpan w:val="2"/>
            <w:tcBorders>
              <w:left w:val="nil"/>
              <w:bottom w:val="single" w:sz="12" w:space="0" w:color="auto"/>
              <w:right w:val="nil"/>
            </w:tcBorders>
          </w:tcPr>
          <w:p w14:paraId="5580D467" w14:textId="50019736" w:rsidR="0007693C" w:rsidRPr="00EE62BB" w:rsidRDefault="0007693C" w:rsidP="0007693C">
            <w:pPr>
              <w:spacing w:before="60" w:after="30" w:line="276" w:lineRule="auto"/>
              <w:ind w:right="80"/>
              <w:jc w:val="right"/>
              <w:rPr>
                <w:rFonts w:ascii="Arial" w:hAnsi="Arial" w:cs="Arial"/>
                <w:sz w:val="19"/>
                <w:szCs w:val="19"/>
              </w:rPr>
            </w:pPr>
            <w:r w:rsidRPr="00EE62BB">
              <w:rPr>
                <w:rFonts w:ascii="Arial" w:hAnsi="Arial" w:cs="Arial"/>
                <w:sz w:val="19"/>
                <w:szCs w:val="19"/>
              </w:rPr>
              <w:t>133,342</w:t>
            </w:r>
          </w:p>
        </w:tc>
      </w:tr>
    </w:tbl>
    <w:p w14:paraId="1D0FDC5A" w14:textId="2F67E694" w:rsidR="006E191B" w:rsidRPr="00CF4EFE" w:rsidRDefault="006E191B" w:rsidP="000000F0">
      <w:pPr>
        <w:spacing w:line="360" w:lineRule="auto"/>
        <w:jc w:val="both"/>
        <w:rPr>
          <w:rFonts w:ascii="Arial" w:hAnsi="Arial" w:cs="Arial"/>
          <w:sz w:val="12"/>
          <w:szCs w:val="12"/>
        </w:rPr>
      </w:pPr>
    </w:p>
    <w:p w14:paraId="142DC728" w14:textId="37004279" w:rsidR="00D92086" w:rsidRDefault="000B3E99" w:rsidP="00B72F35">
      <w:pPr>
        <w:spacing w:line="360" w:lineRule="auto"/>
        <w:ind w:left="426"/>
        <w:jc w:val="thaiDistribute"/>
        <w:rPr>
          <w:rFonts w:ascii="Arial" w:hAnsi="Arial" w:cs="Arial"/>
          <w:sz w:val="19"/>
          <w:szCs w:val="19"/>
        </w:rPr>
      </w:pPr>
      <w:r w:rsidRPr="00EE62BB">
        <w:rPr>
          <w:rFonts w:ascii="Arial" w:hAnsi="Arial" w:cs="Arial"/>
          <w:sz w:val="19"/>
          <w:szCs w:val="19"/>
        </w:rPr>
        <w:t xml:space="preserve">As of </w:t>
      </w:r>
      <w:r w:rsidR="00EA522A" w:rsidRPr="00EE62BB">
        <w:rPr>
          <w:rFonts w:ascii="Arial" w:hAnsi="Arial" w:cs="Arial"/>
          <w:sz w:val="19"/>
          <w:szCs w:val="19"/>
        </w:rPr>
        <w:t xml:space="preserve">31 March </w:t>
      </w:r>
      <w:r w:rsidR="00150DEE" w:rsidRPr="00EE62BB">
        <w:rPr>
          <w:rFonts w:ascii="Arial" w:hAnsi="Arial" w:cs="Arial"/>
          <w:sz w:val="19"/>
          <w:szCs w:val="19"/>
        </w:rPr>
        <w:t>2024</w:t>
      </w:r>
      <w:r w:rsidRPr="00EE62BB">
        <w:rPr>
          <w:rFonts w:ascii="Arial" w:hAnsi="Arial" w:cs="Arial"/>
          <w:sz w:val="19"/>
          <w:szCs w:val="19"/>
        </w:rPr>
        <w:t xml:space="preserve"> and </w:t>
      </w:r>
      <w:r w:rsidRPr="00EE62BB">
        <w:rPr>
          <w:rFonts w:ascii="Arial" w:hAnsi="Arial" w:cs="Arial"/>
          <w:sz w:val="19"/>
          <w:szCs w:val="19"/>
          <w:lang w:val="en-GB"/>
        </w:rPr>
        <w:t>31</w:t>
      </w:r>
      <w:r w:rsidRPr="00EE62BB">
        <w:rPr>
          <w:rFonts w:ascii="Arial" w:hAnsi="Arial" w:cs="Arial"/>
          <w:sz w:val="19"/>
          <w:szCs w:val="19"/>
        </w:rPr>
        <w:t xml:space="preserve"> December 202</w:t>
      </w:r>
      <w:r w:rsidR="00150DEE" w:rsidRPr="00EE62BB">
        <w:rPr>
          <w:rFonts w:ascii="Arial" w:hAnsi="Arial" w:cs="Arial"/>
          <w:sz w:val="19"/>
          <w:szCs w:val="19"/>
        </w:rPr>
        <w:t>3</w:t>
      </w:r>
      <w:r w:rsidRPr="00EE62BB">
        <w:rPr>
          <w:rFonts w:ascii="Arial" w:hAnsi="Arial" w:cs="Arial"/>
          <w:sz w:val="19"/>
          <w:szCs w:val="19"/>
        </w:rPr>
        <w:t>, saving deposits with banks be</w:t>
      </w:r>
      <w:r w:rsidR="001F558C" w:rsidRPr="00EE62BB">
        <w:rPr>
          <w:rFonts w:ascii="Arial" w:hAnsi="Arial" w:cs="Arial"/>
          <w:sz w:val="19"/>
          <w:szCs w:val="19"/>
        </w:rPr>
        <w:t>a</w:t>
      </w:r>
      <w:r w:rsidRPr="00EE62BB">
        <w:rPr>
          <w:rFonts w:ascii="Arial" w:hAnsi="Arial" w:cs="Arial"/>
          <w:sz w:val="19"/>
          <w:szCs w:val="19"/>
        </w:rPr>
        <w:t xml:space="preserve">r </w:t>
      </w:r>
      <w:r w:rsidRPr="00373412">
        <w:rPr>
          <w:rFonts w:ascii="Arial" w:hAnsi="Arial" w:cs="Arial"/>
          <w:sz w:val="19"/>
          <w:szCs w:val="19"/>
        </w:rPr>
        <w:t>interest</w:t>
      </w:r>
      <w:r w:rsidR="008F18A5" w:rsidRPr="00373412">
        <w:rPr>
          <w:rFonts w:ascii="Arial" w:hAnsi="Arial" w:cs="Arial"/>
          <w:sz w:val="19"/>
          <w:szCs w:val="19"/>
        </w:rPr>
        <w:t xml:space="preserve"> at </w:t>
      </w:r>
      <w:r w:rsidR="000E2681" w:rsidRPr="00373412">
        <w:rPr>
          <w:rFonts w:ascii="Arial" w:hAnsi="Arial" w:cstheme="minorBidi"/>
          <w:sz w:val="19"/>
          <w:szCs w:val="19"/>
        </w:rPr>
        <w:t>0.1</w:t>
      </w:r>
      <w:r w:rsidR="003F3DB5" w:rsidRPr="00373412">
        <w:rPr>
          <w:rFonts w:ascii="Arial" w:hAnsi="Arial" w:cstheme="minorBidi"/>
          <w:sz w:val="19"/>
          <w:szCs w:val="19"/>
        </w:rPr>
        <w:t>0</w:t>
      </w:r>
      <w:r w:rsidR="000E2681" w:rsidRPr="00373412">
        <w:rPr>
          <w:rFonts w:ascii="Arial" w:hAnsi="Arial" w:cstheme="minorBidi"/>
          <w:sz w:val="19"/>
          <w:szCs w:val="19"/>
        </w:rPr>
        <w:t xml:space="preserve"> - </w:t>
      </w:r>
      <w:r w:rsidR="003F3DB5" w:rsidRPr="00373412">
        <w:rPr>
          <w:rFonts w:ascii="Arial" w:hAnsi="Arial" w:cstheme="minorBidi"/>
          <w:sz w:val="19"/>
          <w:szCs w:val="19"/>
        </w:rPr>
        <w:t>1</w:t>
      </w:r>
      <w:r w:rsidR="000E2681" w:rsidRPr="00373412">
        <w:rPr>
          <w:rFonts w:ascii="Arial" w:hAnsi="Arial" w:cstheme="minorBidi"/>
          <w:sz w:val="19"/>
          <w:szCs w:val="19"/>
        </w:rPr>
        <w:t>.</w:t>
      </w:r>
      <w:r w:rsidR="003F3DB5" w:rsidRPr="00373412">
        <w:rPr>
          <w:rFonts w:ascii="Arial" w:hAnsi="Arial" w:cstheme="minorBidi"/>
          <w:sz w:val="19"/>
          <w:szCs w:val="19"/>
        </w:rPr>
        <w:t>8</w:t>
      </w:r>
      <w:r w:rsidR="000E2681" w:rsidRPr="00373412">
        <w:rPr>
          <w:rFonts w:ascii="Arial" w:hAnsi="Arial" w:cstheme="minorBidi"/>
          <w:sz w:val="19"/>
          <w:szCs w:val="19"/>
        </w:rPr>
        <w:t>0</w:t>
      </w:r>
      <w:r w:rsidR="009A722A" w:rsidRPr="00EE62BB">
        <w:rPr>
          <w:rFonts w:ascii="Arial" w:hAnsi="Arial" w:cs="Arial"/>
          <w:sz w:val="19"/>
          <w:szCs w:val="19"/>
        </w:rPr>
        <w:t xml:space="preserve"> percent</w:t>
      </w:r>
      <w:r w:rsidR="008F18A5" w:rsidRPr="00EE62BB">
        <w:rPr>
          <w:rFonts w:ascii="Arial" w:hAnsi="Arial" w:cs="Arial"/>
          <w:sz w:val="19"/>
          <w:szCs w:val="19"/>
        </w:rPr>
        <w:t xml:space="preserve"> per annum</w:t>
      </w:r>
      <w:r w:rsidR="00F53375" w:rsidRPr="00EE62BB">
        <w:rPr>
          <w:rFonts w:ascii="Arial" w:hAnsi="Arial" w:cs="Arial"/>
          <w:sz w:val="19"/>
          <w:szCs w:val="19"/>
          <w:cs/>
        </w:rPr>
        <w:t xml:space="preserve"> </w:t>
      </w:r>
      <w:r w:rsidR="00F53375" w:rsidRPr="00EE62BB">
        <w:rPr>
          <w:rFonts w:ascii="Arial" w:hAnsi="Arial" w:cs="Arial"/>
          <w:sz w:val="19"/>
          <w:szCs w:val="19"/>
        </w:rPr>
        <w:t>(</w:t>
      </w:r>
      <w:r w:rsidR="00150DEE" w:rsidRPr="00EE62BB">
        <w:rPr>
          <w:rFonts w:ascii="Arial" w:hAnsi="Arial" w:cs="Arial"/>
          <w:sz w:val="19"/>
          <w:szCs w:val="19"/>
        </w:rPr>
        <w:t>2023:</w:t>
      </w:r>
      <w:r w:rsidR="00F53375" w:rsidRPr="00EE62BB">
        <w:rPr>
          <w:rFonts w:ascii="Arial" w:hAnsi="Arial" w:cs="Arial"/>
          <w:sz w:val="19"/>
          <w:szCs w:val="19"/>
        </w:rPr>
        <w:t xml:space="preserve"> </w:t>
      </w:r>
      <w:r w:rsidR="000E2681">
        <w:rPr>
          <w:rFonts w:ascii="Arial" w:hAnsi="Arial" w:cs="Arial"/>
          <w:sz w:val="19"/>
          <w:szCs w:val="19"/>
        </w:rPr>
        <w:t>0.15 - 0.60</w:t>
      </w:r>
      <w:r w:rsidR="00C65A39" w:rsidRPr="00EE62BB">
        <w:rPr>
          <w:rFonts w:ascii="Arial" w:hAnsi="Arial" w:cs="Arial"/>
          <w:sz w:val="19"/>
          <w:szCs w:val="19"/>
        </w:rPr>
        <w:t xml:space="preserve"> percent</w:t>
      </w:r>
      <w:r w:rsidR="00F53375" w:rsidRPr="00EE62BB">
        <w:rPr>
          <w:rFonts w:ascii="Arial" w:hAnsi="Arial" w:cs="Arial"/>
          <w:sz w:val="19"/>
          <w:szCs w:val="19"/>
        </w:rPr>
        <w:t xml:space="preserve"> per annum)</w:t>
      </w:r>
    </w:p>
    <w:p w14:paraId="27DF204C" w14:textId="77777777" w:rsidR="006B39F9" w:rsidRPr="00CF4EFE" w:rsidRDefault="006B39F9" w:rsidP="00B72F35">
      <w:pPr>
        <w:spacing w:line="360" w:lineRule="auto"/>
        <w:ind w:left="426"/>
        <w:jc w:val="thaiDistribute"/>
        <w:rPr>
          <w:rFonts w:ascii="Arial" w:hAnsi="Arial" w:cs="Arial"/>
          <w:sz w:val="16"/>
          <w:szCs w:val="16"/>
          <w:lang w:val="en-GB"/>
        </w:rPr>
      </w:pPr>
    </w:p>
    <w:p w14:paraId="4504EFA4" w14:textId="4AC9069F" w:rsidR="00A13CD6" w:rsidRPr="00B35B43" w:rsidRDefault="00A13CD6"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B35B43">
        <w:rPr>
          <w:rFonts w:ascii="Arial" w:hAnsi="Arial" w:cs="Arial"/>
          <w:b/>
          <w:bCs/>
          <w:spacing w:val="-4"/>
          <w:sz w:val="19"/>
          <w:szCs w:val="19"/>
          <w:lang w:val="en-GB"/>
        </w:rPr>
        <w:t>TRADE ACCOUNTS RECEIVABLE</w:t>
      </w:r>
    </w:p>
    <w:p w14:paraId="696A3A7F" w14:textId="77777777" w:rsidR="00A13CD6" w:rsidRPr="00CF4EFE" w:rsidRDefault="00A13CD6" w:rsidP="009800D0">
      <w:pPr>
        <w:tabs>
          <w:tab w:val="num" w:pos="360"/>
        </w:tabs>
        <w:spacing w:line="360" w:lineRule="auto"/>
        <w:ind w:left="360"/>
        <w:jc w:val="thaiDistribute"/>
        <w:rPr>
          <w:rFonts w:ascii="Arial" w:hAnsi="Arial" w:cs="Arial"/>
          <w:sz w:val="12"/>
          <w:szCs w:val="12"/>
          <w:lang w:val="en-GB"/>
        </w:rPr>
      </w:pPr>
    </w:p>
    <w:p w14:paraId="2B5304C3" w14:textId="105D3245" w:rsidR="00A13CD6" w:rsidRPr="00EE62BB" w:rsidRDefault="00210F04" w:rsidP="002835B8">
      <w:pPr>
        <w:spacing w:line="360" w:lineRule="auto"/>
        <w:ind w:left="426"/>
        <w:jc w:val="thaiDistribute"/>
        <w:rPr>
          <w:rFonts w:ascii="Arial" w:hAnsi="Arial" w:cs="Arial"/>
          <w:sz w:val="19"/>
          <w:szCs w:val="19"/>
          <w:lang w:val="en-GB"/>
        </w:rPr>
      </w:pPr>
      <w:r w:rsidRPr="00EE62BB">
        <w:rPr>
          <w:rFonts w:ascii="Arial" w:hAnsi="Arial" w:cs="Arial"/>
          <w:sz w:val="19"/>
          <w:szCs w:val="19"/>
          <w:lang w:val="en-GB"/>
        </w:rPr>
        <w:t xml:space="preserve">As </w:t>
      </w:r>
      <w:r w:rsidR="00340219" w:rsidRPr="00EE62BB">
        <w:rPr>
          <w:rFonts w:ascii="Arial" w:hAnsi="Arial" w:cs="Arial"/>
          <w:sz w:val="19"/>
          <w:szCs w:val="19"/>
          <w:lang w:val="en-GB"/>
        </w:rPr>
        <w:t>of</w:t>
      </w:r>
      <w:r w:rsidRPr="00EE62BB">
        <w:rPr>
          <w:rFonts w:ascii="Arial" w:hAnsi="Arial" w:cs="Arial"/>
          <w:sz w:val="19"/>
          <w:szCs w:val="19"/>
          <w:lang w:val="en-GB"/>
        </w:rPr>
        <w:t xml:space="preserve"> </w:t>
      </w:r>
      <w:r w:rsidR="00150DEE" w:rsidRPr="00EE62BB">
        <w:rPr>
          <w:rFonts w:ascii="Arial" w:hAnsi="Arial" w:cs="Arial"/>
          <w:sz w:val="19"/>
          <w:szCs w:val="19"/>
        </w:rPr>
        <w:t>31 March</w:t>
      </w:r>
      <w:r w:rsidR="00150DEE" w:rsidRPr="00EE62BB">
        <w:rPr>
          <w:rFonts w:ascii="Arial" w:hAnsi="Arial" w:cs="Arial"/>
          <w:sz w:val="19"/>
          <w:szCs w:val="19"/>
          <w:lang w:val="en-GB"/>
        </w:rPr>
        <w:t xml:space="preserve"> </w:t>
      </w:r>
      <w:r w:rsidR="00150DEE" w:rsidRPr="00EE62BB">
        <w:rPr>
          <w:rFonts w:ascii="Arial" w:hAnsi="Arial" w:cs="Arial"/>
          <w:sz w:val="19"/>
          <w:szCs w:val="19"/>
        </w:rPr>
        <w:t>2024</w:t>
      </w:r>
      <w:r w:rsidR="00120FCC" w:rsidRPr="00EE62BB">
        <w:rPr>
          <w:rFonts w:ascii="Arial" w:hAnsi="Arial" w:cs="Arial"/>
          <w:sz w:val="19"/>
          <w:szCs w:val="19"/>
          <w:lang w:val="en-GB"/>
        </w:rPr>
        <w:t xml:space="preserve"> and 31 December 202</w:t>
      </w:r>
      <w:r w:rsidR="00150DEE" w:rsidRPr="00EE62BB">
        <w:rPr>
          <w:rFonts w:ascii="Arial" w:hAnsi="Arial" w:cs="Arial"/>
          <w:sz w:val="19"/>
          <w:szCs w:val="19"/>
          <w:lang w:val="en-GB"/>
        </w:rPr>
        <w:t>3</w:t>
      </w:r>
      <w:r w:rsidR="00A13CD6" w:rsidRPr="00EE62BB">
        <w:rPr>
          <w:rFonts w:ascii="Arial" w:hAnsi="Arial" w:cs="Arial"/>
          <w:sz w:val="19"/>
          <w:szCs w:val="19"/>
          <w:lang w:val="en-GB"/>
        </w:rPr>
        <w:t>,</w:t>
      </w:r>
      <w:r w:rsidR="00457836" w:rsidRPr="00EE62BB">
        <w:rPr>
          <w:rFonts w:ascii="Arial" w:hAnsi="Arial" w:cs="Arial"/>
          <w:sz w:val="19"/>
          <w:szCs w:val="19"/>
          <w:lang w:val="en-GB"/>
        </w:rPr>
        <w:t xml:space="preserve"> </w:t>
      </w:r>
      <w:r w:rsidR="00A13CD6" w:rsidRPr="00EE62BB">
        <w:rPr>
          <w:rFonts w:ascii="Arial" w:hAnsi="Arial" w:cs="Arial"/>
          <w:sz w:val="19"/>
          <w:szCs w:val="19"/>
          <w:lang w:val="en-GB"/>
        </w:rPr>
        <w:t xml:space="preserve">trade accounts receivable </w:t>
      </w:r>
      <w:r w:rsidR="00414773" w:rsidRPr="00EE62BB">
        <w:rPr>
          <w:rFonts w:ascii="Arial" w:hAnsi="Arial" w:cs="Arial"/>
          <w:sz w:val="19"/>
          <w:szCs w:val="19"/>
          <w:lang w:val="en-GB"/>
        </w:rPr>
        <w:t xml:space="preserve">classified by outstanding aging </w:t>
      </w:r>
      <w:r w:rsidR="00A13CD6" w:rsidRPr="00EE62BB">
        <w:rPr>
          <w:rFonts w:ascii="Arial" w:hAnsi="Arial" w:cs="Arial"/>
          <w:sz w:val="19"/>
          <w:szCs w:val="19"/>
          <w:lang w:val="en-GB"/>
        </w:rPr>
        <w:t>are as follows:</w:t>
      </w:r>
    </w:p>
    <w:p w14:paraId="2AEA7286" w14:textId="77777777" w:rsidR="00A13CD6" w:rsidRPr="00CF4EFE" w:rsidRDefault="00A13CD6" w:rsidP="005F0764">
      <w:pPr>
        <w:tabs>
          <w:tab w:val="num" w:pos="360"/>
        </w:tabs>
        <w:spacing w:line="360" w:lineRule="auto"/>
        <w:jc w:val="thaiDistribute"/>
        <w:rPr>
          <w:rFonts w:ascii="Arial" w:hAnsi="Arial" w:cs="Arial"/>
          <w:sz w:val="12"/>
          <w:szCs w:val="12"/>
          <w:lang w:val="en-GB"/>
        </w:rPr>
      </w:pPr>
    </w:p>
    <w:tbl>
      <w:tblPr>
        <w:tblW w:w="9054" w:type="dxa"/>
        <w:tblInd w:w="369" w:type="dxa"/>
        <w:tblLayout w:type="fixed"/>
        <w:tblLook w:val="0000" w:firstRow="0" w:lastRow="0" w:firstColumn="0" w:lastColumn="0" w:noHBand="0" w:noVBand="0"/>
      </w:tblPr>
      <w:tblGrid>
        <w:gridCol w:w="3312"/>
        <w:gridCol w:w="1296"/>
        <w:gridCol w:w="236"/>
        <w:gridCol w:w="1240"/>
        <w:gridCol w:w="239"/>
        <w:gridCol w:w="1192"/>
        <w:gridCol w:w="236"/>
        <w:gridCol w:w="1303"/>
      </w:tblGrid>
      <w:tr w:rsidR="00D72E44" w:rsidRPr="00EE62BB" w14:paraId="78321E41" w14:textId="77777777" w:rsidTr="001F1E49">
        <w:trPr>
          <w:cantSplit/>
          <w:tblHeader/>
        </w:trPr>
        <w:tc>
          <w:tcPr>
            <w:tcW w:w="9054" w:type="dxa"/>
            <w:gridSpan w:val="8"/>
          </w:tcPr>
          <w:p w14:paraId="0BB9F67F" w14:textId="77777777" w:rsidR="00D72E44" w:rsidRPr="00EE62BB" w:rsidRDefault="00D72E44" w:rsidP="005B1EF5">
            <w:pPr>
              <w:pStyle w:val="3"/>
              <w:tabs>
                <w:tab w:val="clear" w:pos="360"/>
                <w:tab w:val="clear" w:pos="720"/>
              </w:tabs>
              <w:spacing w:line="360" w:lineRule="auto"/>
              <w:jc w:val="right"/>
              <w:rPr>
                <w:rFonts w:ascii="Arial" w:hAnsi="Arial" w:cs="Arial"/>
                <w:sz w:val="19"/>
                <w:szCs w:val="19"/>
              </w:rPr>
            </w:pPr>
            <w:bookmarkStart w:id="0" w:name="_Hlk39749847"/>
            <w:r w:rsidRPr="00EE62BB">
              <w:rPr>
                <w:rFonts w:ascii="Arial" w:hAnsi="Arial" w:cs="Arial"/>
                <w:sz w:val="19"/>
                <w:szCs w:val="19"/>
              </w:rPr>
              <w:t>(Unit : Thousand Baht)</w:t>
            </w:r>
          </w:p>
        </w:tc>
      </w:tr>
      <w:tr w:rsidR="00A13CD6" w:rsidRPr="00EE62BB" w14:paraId="3D072B8D" w14:textId="77777777" w:rsidTr="001F1E49">
        <w:trPr>
          <w:cantSplit/>
          <w:tblHeader/>
        </w:trPr>
        <w:tc>
          <w:tcPr>
            <w:tcW w:w="3312" w:type="dxa"/>
          </w:tcPr>
          <w:p w14:paraId="35BFA5B1" w14:textId="77777777" w:rsidR="00A13CD6" w:rsidRPr="00EE62BB" w:rsidRDefault="00A13CD6" w:rsidP="005B1EF5">
            <w:pPr>
              <w:pStyle w:val="3"/>
              <w:tabs>
                <w:tab w:val="clear" w:pos="360"/>
                <w:tab w:val="clear" w:pos="720"/>
              </w:tabs>
              <w:spacing w:line="360" w:lineRule="auto"/>
              <w:jc w:val="center"/>
              <w:rPr>
                <w:rFonts w:ascii="Arial" w:hAnsi="Arial" w:cs="Arial"/>
                <w:sz w:val="19"/>
                <w:szCs w:val="19"/>
              </w:rPr>
            </w:pPr>
            <w:r w:rsidRPr="00EE62BB">
              <w:rPr>
                <w:rFonts w:ascii="Arial" w:hAnsi="Arial" w:cs="Arial"/>
                <w:b/>
                <w:bCs/>
                <w:sz w:val="19"/>
                <w:szCs w:val="19"/>
                <w:lang w:val="en-GB"/>
              </w:rPr>
              <w:tab/>
            </w:r>
          </w:p>
        </w:tc>
        <w:tc>
          <w:tcPr>
            <w:tcW w:w="2772" w:type="dxa"/>
            <w:gridSpan w:val="3"/>
            <w:tcBorders>
              <w:bottom w:val="single" w:sz="4" w:space="0" w:color="auto"/>
            </w:tcBorders>
            <w:vAlign w:val="bottom"/>
          </w:tcPr>
          <w:p w14:paraId="6DC0426B" w14:textId="77777777" w:rsidR="006B39F9" w:rsidRDefault="00470FBB" w:rsidP="005B1EF5">
            <w:pPr>
              <w:spacing w:line="360" w:lineRule="auto"/>
              <w:ind w:left="-202" w:right="-249"/>
              <w:jc w:val="center"/>
              <w:rPr>
                <w:rFonts w:ascii="Arial" w:hAnsi="Arial" w:cs="Arial"/>
                <w:sz w:val="19"/>
                <w:szCs w:val="19"/>
              </w:rPr>
            </w:pPr>
            <w:r w:rsidRPr="00EE62BB">
              <w:rPr>
                <w:rFonts w:ascii="Arial" w:hAnsi="Arial" w:cs="Arial"/>
                <w:sz w:val="19"/>
                <w:szCs w:val="19"/>
              </w:rPr>
              <w:t>Consol</w:t>
            </w:r>
            <w:r w:rsidR="0027013B" w:rsidRPr="00EE62BB">
              <w:rPr>
                <w:rFonts w:ascii="Arial" w:hAnsi="Arial" w:cs="Arial"/>
                <w:sz w:val="19"/>
                <w:szCs w:val="19"/>
              </w:rPr>
              <w:t>i</w:t>
            </w:r>
            <w:r w:rsidRPr="00EE62BB">
              <w:rPr>
                <w:rFonts w:ascii="Arial" w:hAnsi="Arial" w:cs="Arial"/>
                <w:sz w:val="19"/>
                <w:szCs w:val="19"/>
              </w:rPr>
              <w:t>date</w:t>
            </w:r>
            <w:r w:rsidR="0027013B" w:rsidRPr="00EE62BB">
              <w:rPr>
                <w:rFonts w:ascii="Arial" w:hAnsi="Arial" w:cs="Arial"/>
                <w:sz w:val="19"/>
                <w:szCs w:val="19"/>
              </w:rPr>
              <w:t>d</w:t>
            </w:r>
          </w:p>
          <w:p w14:paraId="1444375E" w14:textId="014284B8" w:rsidR="00A13CD6" w:rsidRPr="00EE62BB" w:rsidRDefault="006B39F9" w:rsidP="005B1EF5">
            <w:pPr>
              <w:spacing w:line="360" w:lineRule="auto"/>
              <w:ind w:left="-202" w:right="-249"/>
              <w:jc w:val="center"/>
              <w:rPr>
                <w:rFonts w:ascii="Arial" w:hAnsi="Arial" w:cs="Arial"/>
                <w:sz w:val="19"/>
                <w:szCs w:val="19"/>
              </w:rPr>
            </w:pPr>
            <w:r>
              <w:rPr>
                <w:rFonts w:ascii="Arial" w:hAnsi="Arial" w:cstheme="minorBidi"/>
                <w:sz w:val="19"/>
                <w:szCs w:val="19"/>
              </w:rPr>
              <w:t>financial information</w:t>
            </w:r>
          </w:p>
        </w:tc>
        <w:tc>
          <w:tcPr>
            <w:tcW w:w="239" w:type="dxa"/>
            <w:tcBorders>
              <w:left w:val="nil"/>
            </w:tcBorders>
          </w:tcPr>
          <w:p w14:paraId="180CD03E" w14:textId="77777777" w:rsidR="00A13CD6" w:rsidRPr="00EE62BB" w:rsidRDefault="00A13CD6" w:rsidP="005B1EF5">
            <w:pPr>
              <w:pStyle w:val="a0"/>
              <w:spacing w:line="360" w:lineRule="auto"/>
              <w:jc w:val="center"/>
              <w:rPr>
                <w:rFonts w:ascii="Arial" w:hAnsi="Arial" w:cs="Arial"/>
                <w:sz w:val="19"/>
                <w:szCs w:val="19"/>
                <w:lang w:val="en-GB"/>
              </w:rPr>
            </w:pPr>
          </w:p>
        </w:tc>
        <w:tc>
          <w:tcPr>
            <w:tcW w:w="2731" w:type="dxa"/>
            <w:gridSpan w:val="3"/>
            <w:tcBorders>
              <w:bottom w:val="single" w:sz="4" w:space="0" w:color="auto"/>
            </w:tcBorders>
            <w:vAlign w:val="bottom"/>
          </w:tcPr>
          <w:p w14:paraId="3B78C961" w14:textId="77777777" w:rsidR="006B39F9" w:rsidRDefault="0027013B" w:rsidP="005B1EF5">
            <w:pPr>
              <w:spacing w:line="360" w:lineRule="auto"/>
              <w:jc w:val="center"/>
              <w:rPr>
                <w:rFonts w:ascii="Arial" w:hAnsi="Arial" w:cs="Arial"/>
                <w:sz w:val="19"/>
                <w:szCs w:val="19"/>
              </w:rPr>
            </w:pPr>
            <w:r w:rsidRPr="00EE62BB">
              <w:rPr>
                <w:rFonts w:ascii="Arial" w:hAnsi="Arial" w:cs="Arial"/>
                <w:sz w:val="19"/>
                <w:szCs w:val="19"/>
              </w:rPr>
              <w:t>Separate</w:t>
            </w:r>
          </w:p>
          <w:p w14:paraId="3E9D8BC0" w14:textId="5A87F215" w:rsidR="00A13CD6" w:rsidRPr="00EE62BB" w:rsidRDefault="006B39F9" w:rsidP="005B1EF5">
            <w:pPr>
              <w:spacing w:line="360" w:lineRule="auto"/>
              <w:jc w:val="center"/>
              <w:rPr>
                <w:rFonts w:ascii="Arial" w:hAnsi="Arial" w:cs="Arial"/>
                <w:sz w:val="19"/>
                <w:szCs w:val="19"/>
              </w:rPr>
            </w:pPr>
            <w:r w:rsidRPr="00332A3D">
              <w:rPr>
                <w:rFonts w:ascii="Arial" w:hAnsi="Arial" w:cs="Arial"/>
                <w:sz w:val="19"/>
                <w:szCs w:val="19"/>
              </w:rPr>
              <w:t>financial information</w:t>
            </w:r>
          </w:p>
        </w:tc>
      </w:tr>
      <w:tr w:rsidR="00120FCC" w:rsidRPr="00EE62BB" w14:paraId="51081AA7" w14:textId="77777777" w:rsidTr="001F1E49">
        <w:trPr>
          <w:cantSplit/>
          <w:tblHeader/>
        </w:trPr>
        <w:tc>
          <w:tcPr>
            <w:tcW w:w="3312" w:type="dxa"/>
          </w:tcPr>
          <w:p w14:paraId="571EA227" w14:textId="77777777" w:rsidR="00120FCC" w:rsidRPr="00EE62BB" w:rsidRDefault="00120FCC" w:rsidP="00120FCC">
            <w:pPr>
              <w:pStyle w:val="3"/>
              <w:tabs>
                <w:tab w:val="clear" w:pos="360"/>
                <w:tab w:val="clear" w:pos="720"/>
              </w:tabs>
              <w:spacing w:before="60" w:after="30" w:line="276" w:lineRule="auto"/>
              <w:rPr>
                <w:rFonts w:ascii="Arial" w:hAnsi="Arial" w:cs="Arial"/>
                <w:sz w:val="19"/>
                <w:szCs w:val="19"/>
              </w:rPr>
            </w:pPr>
          </w:p>
        </w:tc>
        <w:tc>
          <w:tcPr>
            <w:tcW w:w="1296" w:type="dxa"/>
            <w:tcBorders>
              <w:left w:val="nil"/>
              <w:bottom w:val="single" w:sz="4" w:space="0" w:color="auto"/>
            </w:tcBorders>
            <w:vAlign w:val="bottom"/>
          </w:tcPr>
          <w:p w14:paraId="6DC2B7C1" w14:textId="77777777" w:rsidR="00150DEE" w:rsidRPr="00EE62BB" w:rsidRDefault="00150DEE" w:rsidP="00150DEE">
            <w:pPr>
              <w:spacing w:before="60" w:after="30" w:line="276" w:lineRule="auto"/>
              <w:ind w:right="20"/>
              <w:jc w:val="center"/>
              <w:rPr>
                <w:rFonts w:ascii="Arial" w:hAnsi="Arial" w:cs="Arial"/>
                <w:sz w:val="19"/>
                <w:szCs w:val="19"/>
                <w:lang w:val="en-GB"/>
              </w:rPr>
            </w:pPr>
            <w:r w:rsidRPr="00EE62BB">
              <w:rPr>
                <w:rFonts w:ascii="Arial" w:hAnsi="Arial" w:cs="Arial"/>
                <w:sz w:val="19"/>
                <w:szCs w:val="19"/>
              </w:rPr>
              <w:t>31 March</w:t>
            </w:r>
            <w:r w:rsidRPr="00EE62BB">
              <w:rPr>
                <w:rFonts w:ascii="Arial" w:hAnsi="Arial" w:cs="Arial"/>
                <w:sz w:val="19"/>
                <w:szCs w:val="19"/>
                <w:lang w:val="en-GB"/>
              </w:rPr>
              <w:t xml:space="preserve"> </w:t>
            </w:r>
          </w:p>
          <w:p w14:paraId="4D3F9B84" w14:textId="62106298" w:rsidR="00120FCC" w:rsidRPr="00EE62BB" w:rsidRDefault="00150DEE" w:rsidP="00150DEE">
            <w:pPr>
              <w:spacing w:before="60" w:after="30" w:line="276" w:lineRule="auto"/>
              <w:ind w:left="-102" w:right="-102" w:hanging="12"/>
              <w:jc w:val="center"/>
              <w:rPr>
                <w:rFonts w:ascii="Arial" w:hAnsi="Arial" w:cs="Arial"/>
                <w:sz w:val="19"/>
                <w:szCs w:val="19"/>
              </w:rPr>
            </w:pPr>
            <w:r w:rsidRPr="00EE62BB">
              <w:rPr>
                <w:rFonts w:ascii="Arial" w:hAnsi="Arial" w:cs="Arial"/>
                <w:sz w:val="19"/>
                <w:szCs w:val="19"/>
                <w:lang w:val="en-GB"/>
              </w:rPr>
              <w:t>2024</w:t>
            </w:r>
          </w:p>
        </w:tc>
        <w:tc>
          <w:tcPr>
            <w:tcW w:w="236" w:type="dxa"/>
            <w:tcBorders>
              <w:left w:val="nil"/>
            </w:tcBorders>
          </w:tcPr>
          <w:p w14:paraId="1C3DFFA1" w14:textId="77777777" w:rsidR="00120FCC" w:rsidRPr="00EE62BB" w:rsidRDefault="00120FCC" w:rsidP="00120FCC">
            <w:pPr>
              <w:pStyle w:val="BodyTextIndent3"/>
              <w:spacing w:before="60" w:after="30" w:line="276" w:lineRule="auto"/>
              <w:ind w:left="0"/>
              <w:jc w:val="center"/>
              <w:rPr>
                <w:rFonts w:ascii="Arial" w:hAnsi="Arial" w:cs="Arial"/>
                <w:sz w:val="19"/>
                <w:szCs w:val="19"/>
                <w:lang w:val="en-GB"/>
              </w:rPr>
            </w:pPr>
          </w:p>
        </w:tc>
        <w:tc>
          <w:tcPr>
            <w:tcW w:w="1240" w:type="dxa"/>
            <w:tcBorders>
              <w:bottom w:val="single" w:sz="4" w:space="0" w:color="auto"/>
            </w:tcBorders>
            <w:vAlign w:val="bottom"/>
          </w:tcPr>
          <w:p w14:paraId="3B2AD19B" w14:textId="77777777" w:rsidR="00120FCC" w:rsidRDefault="006266A0" w:rsidP="001F1E49">
            <w:pPr>
              <w:spacing w:before="60" w:after="30" w:line="276" w:lineRule="auto"/>
              <w:ind w:left="-69" w:right="-69"/>
              <w:jc w:val="center"/>
              <w:rPr>
                <w:rFonts w:ascii="Arial" w:hAnsi="Arial" w:cs="Arial"/>
                <w:sz w:val="19"/>
                <w:szCs w:val="19"/>
              </w:rPr>
            </w:pPr>
            <w:r>
              <w:rPr>
                <w:rFonts w:ascii="Arial" w:hAnsi="Arial" w:cs="Arial"/>
                <w:sz w:val="19"/>
                <w:szCs w:val="19"/>
              </w:rPr>
              <w:t>31 December</w:t>
            </w:r>
          </w:p>
          <w:p w14:paraId="118493D1" w14:textId="7645206D" w:rsidR="006266A0" w:rsidRPr="00EE62BB" w:rsidRDefault="006266A0" w:rsidP="001F1E49">
            <w:pPr>
              <w:spacing w:before="60" w:after="30" w:line="276" w:lineRule="auto"/>
              <w:ind w:left="-69" w:right="-69"/>
              <w:jc w:val="center"/>
              <w:rPr>
                <w:rFonts w:ascii="Arial" w:hAnsi="Arial" w:cs="Arial"/>
                <w:sz w:val="19"/>
                <w:szCs w:val="19"/>
                <w:lang w:val="en-GB"/>
              </w:rPr>
            </w:pPr>
            <w:r>
              <w:rPr>
                <w:rFonts w:ascii="Arial" w:hAnsi="Arial" w:cs="Arial"/>
                <w:sz w:val="19"/>
                <w:szCs w:val="19"/>
              </w:rPr>
              <w:t>202</w:t>
            </w:r>
            <w:r w:rsidR="00C37DD2">
              <w:rPr>
                <w:rFonts w:ascii="Arial" w:hAnsi="Arial" w:cs="Arial"/>
                <w:sz w:val="19"/>
                <w:szCs w:val="19"/>
              </w:rPr>
              <w:t>3</w:t>
            </w:r>
          </w:p>
        </w:tc>
        <w:tc>
          <w:tcPr>
            <w:tcW w:w="239" w:type="dxa"/>
            <w:tcBorders>
              <w:left w:val="nil"/>
            </w:tcBorders>
          </w:tcPr>
          <w:p w14:paraId="2627619D" w14:textId="77777777" w:rsidR="00120FCC" w:rsidRPr="00EE62BB" w:rsidRDefault="00120FCC" w:rsidP="00120FCC">
            <w:pPr>
              <w:spacing w:before="60" w:after="30" w:line="276" w:lineRule="auto"/>
              <w:ind w:right="72"/>
              <w:jc w:val="center"/>
              <w:rPr>
                <w:rFonts w:ascii="Arial" w:hAnsi="Arial" w:cs="Arial"/>
                <w:sz w:val="19"/>
                <w:szCs w:val="19"/>
              </w:rPr>
            </w:pPr>
          </w:p>
        </w:tc>
        <w:tc>
          <w:tcPr>
            <w:tcW w:w="1192" w:type="dxa"/>
            <w:tcBorders>
              <w:bottom w:val="single" w:sz="4" w:space="0" w:color="auto"/>
            </w:tcBorders>
            <w:vAlign w:val="bottom"/>
          </w:tcPr>
          <w:p w14:paraId="52553EA7" w14:textId="77777777" w:rsidR="00150DEE" w:rsidRPr="00EE62BB" w:rsidRDefault="00150DEE" w:rsidP="00150DEE">
            <w:pPr>
              <w:spacing w:before="60" w:after="30" w:line="276" w:lineRule="auto"/>
              <w:ind w:right="20"/>
              <w:jc w:val="center"/>
              <w:rPr>
                <w:rFonts w:ascii="Arial" w:hAnsi="Arial" w:cs="Arial"/>
                <w:sz w:val="19"/>
                <w:szCs w:val="19"/>
                <w:lang w:val="en-GB"/>
              </w:rPr>
            </w:pPr>
            <w:r w:rsidRPr="00EE62BB">
              <w:rPr>
                <w:rFonts w:ascii="Arial" w:hAnsi="Arial" w:cs="Arial"/>
                <w:sz w:val="19"/>
                <w:szCs w:val="19"/>
              </w:rPr>
              <w:t>31 March</w:t>
            </w:r>
            <w:r w:rsidRPr="00EE62BB">
              <w:rPr>
                <w:rFonts w:ascii="Arial" w:hAnsi="Arial" w:cs="Arial"/>
                <w:sz w:val="19"/>
                <w:szCs w:val="19"/>
                <w:lang w:val="en-GB"/>
              </w:rPr>
              <w:t xml:space="preserve"> </w:t>
            </w:r>
          </w:p>
          <w:p w14:paraId="4FD88FB6" w14:textId="2B517FC2" w:rsidR="00120FCC" w:rsidRPr="00EE62BB" w:rsidRDefault="00150DEE" w:rsidP="00150DEE">
            <w:pPr>
              <w:spacing w:before="60" w:after="30" w:line="276" w:lineRule="auto"/>
              <w:ind w:left="-105" w:right="-108" w:firstLine="90"/>
              <w:jc w:val="center"/>
              <w:rPr>
                <w:rFonts w:ascii="Arial" w:hAnsi="Arial" w:cs="Arial"/>
                <w:sz w:val="19"/>
                <w:szCs w:val="19"/>
              </w:rPr>
            </w:pPr>
            <w:r w:rsidRPr="00EE62BB">
              <w:rPr>
                <w:rFonts w:ascii="Arial" w:hAnsi="Arial" w:cs="Arial"/>
                <w:sz w:val="19"/>
                <w:szCs w:val="19"/>
                <w:lang w:val="en-GB"/>
              </w:rPr>
              <w:t>2024</w:t>
            </w:r>
          </w:p>
        </w:tc>
        <w:tc>
          <w:tcPr>
            <w:tcW w:w="236" w:type="dxa"/>
          </w:tcPr>
          <w:p w14:paraId="420E247D" w14:textId="77777777" w:rsidR="00120FCC" w:rsidRPr="00EE62BB" w:rsidRDefault="00120FCC" w:rsidP="00120FCC">
            <w:pPr>
              <w:pStyle w:val="BodyTextIndent3"/>
              <w:spacing w:before="60" w:after="30" w:line="276" w:lineRule="auto"/>
              <w:ind w:left="0"/>
              <w:jc w:val="center"/>
              <w:rPr>
                <w:rFonts w:ascii="Arial" w:hAnsi="Arial" w:cs="Arial"/>
                <w:sz w:val="19"/>
                <w:szCs w:val="19"/>
                <w:lang w:val="en-GB"/>
              </w:rPr>
            </w:pPr>
          </w:p>
        </w:tc>
        <w:tc>
          <w:tcPr>
            <w:tcW w:w="1303" w:type="dxa"/>
            <w:tcBorders>
              <w:bottom w:val="single" w:sz="4" w:space="0" w:color="auto"/>
            </w:tcBorders>
            <w:vAlign w:val="bottom"/>
          </w:tcPr>
          <w:p w14:paraId="2C1A13F7" w14:textId="77777777" w:rsidR="00120FCC" w:rsidRDefault="006266A0" w:rsidP="001F1E49">
            <w:pPr>
              <w:spacing w:before="60" w:after="30" w:line="276" w:lineRule="auto"/>
              <w:ind w:left="-69" w:right="-75"/>
              <w:jc w:val="center"/>
              <w:rPr>
                <w:rFonts w:ascii="Arial" w:hAnsi="Arial" w:cs="Arial"/>
                <w:sz w:val="19"/>
                <w:szCs w:val="19"/>
              </w:rPr>
            </w:pPr>
            <w:r>
              <w:rPr>
                <w:rFonts w:ascii="Arial" w:hAnsi="Arial" w:cs="Arial"/>
                <w:sz w:val="19"/>
                <w:szCs w:val="19"/>
              </w:rPr>
              <w:t>31 December</w:t>
            </w:r>
          </w:p>
          <w:p w14:paraId="339AB46A" w14:textId="13ADF2C7" w:rsidR="006266A0" w:rsidRPr="00EE62BB" w:rsidRDefault="006266A0" w:rsidP="001F1E49">
            <w:pPr>
              <w:spacing w:before="60" w:after="30" w:line="276" w:lineRule="auto"/>
              <w:ind w:left="-69" w:right="-75"/>
              <w:jc w:val="center"/>
              <w:rPr>
                <w:rFonts w:ascii="Arial" w:hAnsi="Arial" w:cs="Arial"/>
                <w:sz w:val="19"/>
                <w:szCs w:val="19"/>
                <w:lang w:val="en-GB"/>
              </w:rPr>
            </w:pPr>
            <w:r>
              <w:rPr>
                <w:rFonts w:ascii="Arial" w:hAnsi="Arial" w:cs="Arial"/>
                <w:sz w:val="19"/>
                <w:szCs w:val="19"/>
              </w:rPr>
              <w:t>202</w:t>
            </w:r>
            <w:r w:rsidR="00C37DD2">
              <w:rPr>
                <w:rFonts w:ascii="Arial" w:hAnsi="Arial" w:cs="Arial"/>
                <w:sz w:val="19"/>
                <w:szCs w:val="19"/>
              </w:rPr>
              <w:t>3</w:t>
            </w:r>
          </w:p>
        </w:tc>
      </w:tr>
      <w:bookmarkEnd w:id="0"/>
      <w:tr w:rsidR="00A13CD6" w:rsidRPr="00EE62BB" w14:paraId="11DCFFC6" w14:textId="77777777" w:rsidTr="001F1E49">
        <w:trPr>
          <w:cantSplit/>
        </w:trPr>
        <w:tc>
          <w:tcPr>
            <w:tcW w:w="4608" w:type="dxa"/>
            <w:gridSpan w:val="2"/>
          </w:tcPr>
          <w:p w14:paraId="52E3ADE4" w14:textId="3D730825" w:rsidR="00A13CD6" w:rsidRPr="00EE62BB" w:rsidRDefault="00A13CD6" w:rsidP="00105153">
            <w:pPr>
              <w:pStyle w:val="Header"/>
              <w:spacing w:before="60" w:after="30" w:line="276" w:lineRule="auto"/>
              <w:ind w:left="-56" w:right="-54"/>
              <w:rPr>
                <w:rFonts w:ascii="Arial" w:hAnsi="Arial" w:cs="Arial"/>
                <w:sz w:val="19"/>
                <w:szCs w:val="19"/>
                <w:u w:val="single"/>
              </w:rPr>
            </w:pPr>
            <w:r w:rsidRPr="00EE62BB">
              <w:rPr>
                <w:rFonts w:ascii="Arial" w:hAnsi="Arial" w:cs="Arial"/>
                <w:sz w:val="19"/>
                <w:szCs w:val="19"/>
                <w:u w:val="single"/>
              </w:rPr>
              <w:t xml:space="preserve">Trade accounts receivable </w:t>
            </w:r>
            <w:r w:rsidR="00977133" w:rsidRPr="00EE62BB">
              <w:rPr>
                <w:rFonts w:ascii="Arial" w:hAnsi="Arial" w:cs="Arial"/>
                <w:sz w:val="19"/>
                <w:szCs w:val="19"/>
                <w:u w:val="single"/>
              </w:rPr>
              <w:br/>
            </w:r>
            <w:r w:rsidR="00977133" w:rsidRPr="00EE62BB">
              <w:rPr>
                <w:rFonts w:ascii="Arial" w:hAnsi="Arial" w:cs="Arial"/>
                <w:sz w:val="19"/>
                <w:szCs w:val="19"/>
              </w:rPr>
              <w:t xml:space="preserve">     </w:t>
            </w:r>
            <w:r w:rsidR="00CB4738" w:rsidRPr="00EE62BB">
              <w:rPr>
                <w:rFonts w:ascii="Arial" w:hAnsi="Arial" w:cs="Arial"/>
                <w:sz w:val="19"/>
                <w:szCs w:val="19"/>
                <w:u w:val="single"/>
              </w:rPr>
              <w:t>-</w:t>
            </w:r>
            <w:r w:rsidRPr="00EE62BB">
              <w:rPr>
                <w:rFonts w:ascii="Arial" w:hAnsi="Arial" w:cs="Arial"/>
                <w:sz w:val="19"/>
                <w:szCs w:val="19"/>
                <w:u w:val="single"/>
              </w:rPr>
              <w:t xml:space="preserve"> general</w:t>
            </w:r>
            <w:r w:rsidR="00D42A98" w:rsidRPr="00EE62BB">
              <w:rPr>
                <w:rFonts w:ascii="Arial" w:hAnsi="Arial" w:cs="Arial"/>
                <w:sz w:val="19"/>
                <w:szCs w:val="19"/>
                <w:u w:val="single"/>
              </w:rPr>
              <w:t xml:space="preserve"> </w:t>
            </w:r>
            <w:r w:rsidRPr="00EE62BB">
              <w:rPr>
                <w:rFonts w:ascii="Arial" w:hAnsi="Arial" w:cs="Arial"/>
                <w:sz w:val="19"/>
                <w:szCs w:val="19"/>
                <w:u w:val="single"/>
              </w:rPr>
              <w:t xml:space="preserve">customers </w:t>
            </w:r>
            <w:r w:rsidR="00B25E26" w:rsidRPr="00EE62BB">
              <w:rPr>
                <w:rFonts w:ascii="Arial" w:hAnsi="Arial" w:cs="Arial"/>
                <w:sz w:val="19"/>
                <w:szCs w:val="19"/>
                <w:u w:val="single"/>
              </w:rPr>
              <w:t>-</w:t>
            </w:r>
            <w:r w:rsidRPr="00EE62BB">
              <w:rPr>
                <w:rFonts w:ascii="Arial" w:hAnsi="Arial" w:cs="Arial"/>
                <w:sz w:val="19"/>
                <w:szCs w:val="19"/>
                <w:u w:val="single"/>
              </w:rPr>
              <w:t xml:space="preserve"> net</w:t>
            </w:r>
          </w:p>
        </w:tc>
        <w:tc>
          <w:tcPr>
            <w:tcW w:w="236" w:type="dxa"/>
            <w:tcBorders>
              <w:left w:val="nil"/>
            </w:tcBorders>
            <w:vAlign w:val="center"/>
          </w:tcPr>
          <w:p w14:paraId="0392EE15" w14:textId="77777777" w:rsidR="00A13CD6" w:rsidRPr="00EE62BB" w:rsidRDefault="00A13CD6" w:rsidP="00105153">
            <w:pPr>
              <w:spacing w:before="60" w:after="30" w:line="276" w:lineRule="auto"/>
              <w:jc w:val="right"/>
              <w:rPr>
                <w:rFonts w:ascii="Arial" w:hAnsi="Arial" w:cs="Arial"/>
                <w:sz w:val="19"/>
                <w:szCs w:val="19"/>
              </w:rPr>
            </w:pPr>
          </w:p>
        </w:tc>
        <w:tc>
          <w:tcPr>
            <w:tcW w:w="1240" w:type="dxa"/>
            <w:vAlign w:val="center"/>
          </w:tcPr>
          <w:p w14:paraId="36C43E79" w14:textId="77777777" w:rsidR="00A13CD6" w:rsidRPr="00EE62BB" w:rsidRDefault="00A13CD6" w:rsidP="00105153">
            <w:pPr>
              <w:spacing w:before="60" w:after="30" w:line="276" w:lineRule="auto"/>
              <w:jc w:val="right"/>
              <w:rPr>
                <w:rFonts w:ascii="Arial" w:hAnsi="Arial" w:cs="Arial"/>
                <w:sz w:val="19"/>
                <w:szCs w:val="19"/>
                <w:lang w:val="en-GB"/>
              </w:rPr>
            </w:pPr>
          </w:p>
        </w:tc>
        <w:tc>
          <w:tcPr>
            <w:tcW w:w="239" w:type="dxa"/>
            <w:tcBorders>
              <w:left w:val="nil"/>
            </w:tcBorders>
            <w:vAlign w:val="center"/>
          </w:tcPr>
          <w:p w14:paraId="219D6D31" w14:textId="77777777" w:rsidR="00A13CD6" w:rsidRPr="00EE62BB" w:rsidRDefault="00A13CD6" w:rsidP="00105153">
            <w:pPr>
              <w:spacing w:before="60" w:after="30" w:line="276" w:lineRule="auto"/>
              <w:jc w:val="right"/>
              <w:rPr>
                <w:rFonts w:ascii="Arial" w:hAnsi="Arial" w:cs="Arial"/>
                <w:sz w:val="19"/>
                <w:szCs w:val="19"/>
                <w:lang w:val="en-GB"/>
              </w:rPr>
            </w:pPr>
          </w:p>
        </w:tc>
        <w:tc>
          <w:tcPr>
            <w:tcW w:w="1192" w:type="dxa"/>
          </w:tcPr>
          <w:p w14:paraId="2F72C459" w14:textId="77777777" w:rsidR="00A13CD6" w:rsidRPr="00EE62BB" w:rsidRDefault="00A13CD6" w:rsidP="00105153">
            <w:pPr>
              <w:spacing w:before="60" w:after="30" w:line="276" w:lineRule="auto"/>
              <w:jc w:val="right"/>
              <w:rPr>
                <w:rFonts w:ascii="Arial" w:hAnsi="Arial" w:cs="Arial"/>
                <w:sz w:val="19"/>
                <w:szCs w:val="19"/>
                <w:lang w:val="en-GB"/>
              </w:rPr>
            </w:pPr>
          </w:p>
        </w:tc>
        <w:tc>
          <w:tcPr>
            <w:tcW w:w="236" w:type="dxa"/>
            <w:vAlign w:val="center"/>
          </w:tcPr>
          <w:p w14:paraId="60E3521D" w14:textId="77777777" w:rsidR="00A13CD6" w:rsidRPr="00EE62BB" w:rsidRDefault="00A13CD6" w:rsidP="00105153">
            <w:pPr>
              <w:spacing w:before="60" w:after="30" w:line="276" w:lineRule="auto"/>
              <w:jc w:val="right"/>
              <w:rPr>
                <w:rFonts w:ascii="Arial" w:hAnsi="Arial" w:cs="Arial"/>
                <w:sz w:val="19"/>
                <w:szCs w:val="19"/>
                <w:lang w:val="en-GB"/>
              </w:rPr>
            </w:pPr>
          </w:p>
        </w:tc>
        <w:tc>
          <w:tcPr>
            <w:tcW w:w="1303" w:type="dxa"/>
            <w:vAlign w:val="center"/>
          </w:tcPr>
          <w:p w14:paraId="0BD1FCD4" w14:textId="77777777" w:rsidR="00A13CD6" w:rsidRPr="00EE62BB" w:rsidRDefault="00A13CD6" w:rsidP="00105153">
            <w:pPr>
              <w:spacing w:before="60" w:after="30" w:line="276" w:lineRule="auto"/>
              <w:jc w:val="right"/>
              <w:rPr>
                <w:rFonts w:ascii="Arial" w:hAnsi="Arial" w:cs="Arial"/>
                <w:sz w:val="19"/>
                <w:szCs w:val="19"/>
                <w:lang w:val="en-GB"/>
              </w:rPr>
            </w:pPr>
          </w:p>
        </w:tc>
      </w:tr>
      <w:tr w:rsidR="003142F8" w:rsidRPr="00EE62BB" w14:paraId="4916B7FA" w14:textId="77777777" w:rsidTr="001F1E49">
        <w:trPr>
          <w:cantSplit/>
        </w:trPr>
        <w:tc>
          <w:tcPr>
            <w:tcW w:w="3312" w:type="dxa"/>
            <w:vAlign w:val="center"/>
          </w:tcPr>
          <w:p w14:paraId="664D0F97" w14:textId="77777777" w:rsidR="003142F8" w:rsidRPr="00EE62BB" w:rsidRDefault="003142F8" w:rsidP="003142F8">
            <w:pPr>
              <w:pStyle w:val="Header"/>
              <w:spacing w:before="60" w:after="30" w:line="276" w:lineRule="auto"/>
              <w:ind w:left="-56" w:right="-54"/>
              <w:rPr>
                <w:rFonts w:ascii="Arial" w:hAnsi="Arial" w:cs="Arial"/>
                <w:sz w:val="19"/>
                <w:szCs w:val="19"/>
              </w:rPr>
            </w:pPr>
            <w:r w:rsidRPr="00EE62BB">
              <w:rPr>
                <w:rFonts w:ascii="Arial" w:hAnsi="Arial" w:cs="Arial"/>
                <w:sz w:val="19"/>
                <w:szCs w:val="19"/>
              </w:rPr>
              <w:t>Not yet due</w:t>
            </w:r>
          </w:p>
        </w:tc>
        <w:tc>
          <w:tcPr>
            <w:tcW w:w="1296" w:type="dxa"/>
            <w:tcBorders>
              <w:left w:val="nil"/>
            </w:tcBorders>
          </w:tcPr>
          <w:p w14:paraId="355C0AB1" w14:textId="218558F5" w:rsidR="003142F8" w:rsidRPr="000E7EF9" w:rsidRDefault="003142F8" w:rsidP="003142F8">
            <w:pPr>
              <w:spacing w:before="60" w:after="30" w:line="276" w:lineRule="auto"/>
              <w:ind w:right="-24"/>
              <w:jc w:val="right"/>
              <w:rPr>
                <w:rFonts w:ascii="Arial" w:hAnsi="Arial" w:cs="Arial"/>
                <w:sz w:val="19"/>
                <w:szCs w:val="19"/>
              </w:rPr>
            </w:pPr>
            <w:r w:rsidRPr="000E7EF9">
              <w:rPr>
                <w:rFonts w:ascii="Arial" w:hAnsi="Arial" w:cs="Arial"/>
                <w:sz w:val="19"/>
                <w:szCs w:val="19"/>
              </w:rPr>
              <w:t>1,079,659</w:t>
            </w:r>
          </w:p>
        </w:tc>
        <w:tc>
          <w:tcPr>
            <w:tcW w:w="236" w:type="dxa"/>
            <w:tcBorders>
              <w:left w:val="nil"/>
            </w:tcBorders>
            <w:vAlign w:val="bottom"/>
          </w:tcPr>
          <w:p w14:paraId="2713054A" w14:textId="77777777" w:rsidR="003142F8" w:rsidRPr="00EE62BB" w:rsidRDefault="003142F8" w:rsidP="003142F8">
            <w:pPr>
              <w:spacing w:before="60" w:after="30" w:line="276" w:lineRule="auto"/>
              <w:jc w:val="right"/>
              <w:rPr>
                <w:rFonts w:ascii="Arial" w:hAnsi="Arial" w:cs="Arial"/>
                <w:sz w:val="19"/>
                <w:szCs w:val="19"/>
              </w:rPr>
            </w:pPr>
          </w:p>
        </w:tc>
        <w:tc>
          <w:tcPr>
            <w:tcW w:w="1240" w:type="dxa"/>
          </w:tcPr>
          <w:p w14:paraId="1FBEAB52" w14:textId="12A920BD" w:rsidR="003142F8" w:rsidRPr="00EE62BB" w:rsidRDefault="003142F8" w:rsidP="003142F8">
            <w:pPr>
              <w:spacing w:before="60" w:after="30" w:line="276" w:lineRule="auto"/>
              <w:ind w:right="-24"/>
              <w:jc w:val="right"/>
              <w:rPr>
                <w:rFonts w:ascii="Arial" w:hAnsi="Arial" w:cs="Arial"/>
                <w:sz w:val="19"/>
                <w:szCs w:val="19"/>
              </w:rPr>
            </w:pPr>
            <w:r w:rsidRPr="00EE62BB">
              <w:rPr>
                <w:rFonts w:ascii="Arial" w:hAnsi="Arial" w:cs="Arial"/>
                <w:sz w:val="19"/>
                <w:szCs w:val="19"/>
              </w:rPr>
              <w:t>1,116,600</w:t>
            </w:r>
          </w:p>
        </w:tc>
        <w:tc>
          <w:tcPr>
            <w:tcW w:w="239" w:type="dxa"/>
            <w:tcBorders>
              <w:left w:val="nil"/>
            </w:tcBorders>
            <w:vAlign w:val="bottom"/>
          </w:tcPr>
          <w:p w14:paraId="70BF2E8B" w14:textId="77777777" w:rsidR="003142F8" w:rsidRPr="00EE62BB" w:rsidRDefault="003142F8" w:rsidP="003142F8">
            <w:pPr>
              <w:spacing w:before="60" w:after="30" w:line="276" w:lineRule="auto"/>
              <w:jc w:val="right"/>
              <w:rPr>
                <w:rFonts w:ascii="Arial" w:hAnsi="Arial" w:cs="Arial"/>
                <w:sz w:val="19"/>
                <w:szCs w:val="19"/>
              </w:rPr>
            </w:pPr>
          </w:p>
        </w:tc>
        <w:tc>
          <w:tcPr>
            <w:tcW w:w="1192" w:type="dxa"/>
          </w:tcPr>
          <w:p w14:paraId="71698ED1" w14:textId="2C7F0D67" w:rsidR="003142F8" w:rsidRPr="003142F8" w:rsidRDefault="003142F8" w:rsidP="003142F8">
            <w:pPr>
              <w:spacing w:before="60" w:after="30" w:line="276" w:lineRule="auto"/>
              <w:jc w:val="right"/>
              <w:rPr>
                <w:rFonts w:ascii="Arial" w:hAnsi="Arial" w:cs="Arial"/>
                <w:sz w:val="19"/>
                <w:szCs w:val="19"/>
              </w:rPr>
            </w:pPr>
            <w:r w:rsidRPr="003142F8">
              <w:rPr>
                <w:rFonts w:ascii="Arial" w:hAnsi="Arial" w:cs="Arial"/>
                <w:sz w:val="19"/>
                <w:szCs w:val="19"/>
              </w:rPr>
              <w:t>1,079,659</w:t>
            </w:r>
          </w:p>
        </w:tc>
        <w:tc>
          <w:tcPr>
            <w:tcW w:w="236" w:type="dxa"/>
            <w:vAlign w:val="bottom"/>
          </w:tcPr>
          <w:p w14:paraId="7998DFBC" w14:textId="77777777" w:rsidR="003142F8" w:rsidRPr="00EE62BB" w:rsidRDefault="003142F8" w:rsidP="003142F8">
            <w:pPr>
              <w:spacing w:before="60" w:after="30" w:line="276" w:lineRule="auto"/>
              <w:jc w:val="right"/>
              <w:rPr>
                <w:rFonts w:ascii="Arial" w:hAnsi="Arial" w:cs="Arial"/>
                <w:sz w:val="19"/>
                <w:szCs w:val="19"/>
              </w:rPr>
            </w:pPr>
          </w:p>
        </w:tc>
        <w:tc>
          <w:tcPr>
            <w:tcW w:w="1303" w:type="dxa"/>
            <w:vAlign w:val="bottom"/>
          </w:tcPr>
          <w:p w14:paraId="78CC1A37" w14:textId="553FD2BB" w:rsidR="003142F8" w:rsidRPr="00EE62BB" w:rsidRDefault="003142F8" w:rsidP="003142F8">
            <w:pPr>
              <w:spacing w:before="60" w:after="30" w:line="276" w:lineRule="auto"/>
              <w:jc w:val="right"/>
              <w:rPr>
                <w:rFonts w:ascii="Arial" w:hAnsi="Arial" w:cs="Arial"/>
                <w:sz w:val="19"/>
                <w:szCs w:val="19"/>
              </w:rPr>
            </w:pPr>
            <w:r w:rsidRPr="00EE62BB">
              <w:rPr>
                <w:rFonts w:ascii="Arial" w:hAnsi="Arial" w:cs="Arial"/>
                <w:sz w:val="19"/>
                <w:szCs w:val="19"/>
              </w:rPr>
              <w:t>1,116,600</w:t>
            </w:r>
          </w:p>
        </w:tc>
      </w:tr>
      <w:tr w:rsidR="003142F8" w:rsidRPr="00EE62BB" w14:paraId="2CBB3ADE" w14:textId="77777777" w:rsidTr="001F1E49">
        <w:trPr>
          <w:cantSplit/>
        </w:trPr>
        <w:tc>
          <w:tcPr>
            <w:tcW w:w="3312" w:type="dxa"/>
            <w:vAlign w:val="center"/>
          </w:tcPr>
          <w:p w14:paraId="079CBF60" w14:textId="4C814EEF" w:rsidR="003142F8" w:rsidRPr="00EE62BB" w:rsidRDefault="003142F8" w:rsidP="003142F8">
            <w:pPr>
              <w:pStyle w:val="Footer"/>
              <w:spacing w:before="60" w:after="30" w:line="276" w:lineRule="auto"/>
              <w:ind w:left="-56" w:right="-54"/>
              <w:rPr>
                <w:rFonts w:ascii="Arial" w:hAnsi="Arial" w:cs="Arial"/>
                <w:sz w:val="19"/>
                <w:szCs w:val="19"/>
              </w:rPr>
            </w:pPr>
            <w:r w:rsidRPr="00EE62BB">
              <w:rPr>
                <w:rFonts w:ascii="Arial" w:hAnsi="Arial" w:cs="Arial"/>
                <w:sz w:val="19"/>
                <w:szCs w:val="19"/>
              </w:rPr>
              <w:t>Overdue:</w:t>
            </w:r>
          </w:p>
        </w:tc>
        <w:tc>
          <w:tcPr>
            <w:tcW w:w="1296" w:type="dxa"/>
            <w:tcBorders>
              <w:left w:val="nil"/>
            </w:tcBorders>
          </w:tcPr>
          <w:p w14:paraId="23667947" w14:textId="77777777" w:rsidR="003142F8" w:rsidRPr="000E7EF9" w:rsidRDefault="003142F8" w:rsidP="003142F8">
            <w:pPr>
              <w:spacing w:before="60" w:after="30" w:line="276" w:lineRule="auto"/>
              <w:ind w:right="-24"/>
              <w:jc w:val="right"/>
              <w:rPr>
                <w:rFonts w:ascii="Arial" w:hAnsi="Arial" w:cs="Arial"/>
                <w:sz w:val="19"/>
                <w:szCs w:val="19"/>
              </w:rPr>
            </w:pPr>
          </w:p>
        </w:tc>
        <w:tc>
          <w:tcPr>
            <w:tcW w:w="236" w:type="dxa"/>
            <w:tcBorders>
              <w:left w:val="nil"/>
            </w:tcBorders>
          </w:tcPr>
          <w:p w14:paraId="2D47637F" w14:textId="77777777" w:rsidR="003142F8" w:rsidRPr="00EE62BB" w:rsidRDefault="003142F8" w:rsidP="003142F8">
            <w:pPr>
              <w:spacing w:before="60" w:after="30" w:line="276" w:lineRule="auto"/>
              <w:jc w:val="right"/>
              <w:rPr>
                <w:rFonts w:ascii="Arial" w:hAnsi="Arial" w:cs="Arial"/>
                <w:sz w:val="19"/>
                <w:szCs w:val="19"/>
              </w:rPr>
            </w:pPr>
          </w:p>
        </w:tc>
        <w:tc>
          <w:tcPr>
            <w:tcW w:w="1240" w:type="dxa"/>
          </w:tcPr>
          <w:p w14:paraId="26C0DCA6" w14:textId="77777777" w:rsidR="003142F8" w:rsidRPr="00EE62BB" w:rsidRDefault="003142F8" w:rsidP="003142F8">
            <w:pPr>
              <w:spacing w:before="60" w:after="30" w:line="276" w:lineRule="auto"/>
              <w:ind w:right="-24"/>
              <w:jc w:val="right"/>
              <w:rPr>
                <w:rFonts w:ascii="Arial" w:hAnsi="Arial" w:cs="Arial"/>
                <w:sz w:val="19"/>
                <w:szCs w:val="19"/>
              </w:rPr>
            </w:pPr>
          </w:p>
        </w:tc>
        <w:tc>
          <w:tcPr>
            <w:tcW w:w="239" w:type="dxa"/>
            <w:tcBorders>
              <w:left w:val="nil"/>
            </w:tcBorders>
          </w:tcPr>
          <w:p w14:paraId="4FDD9A28" w14:textId="77777777" w:rsidR="003142F8" w:rsidRPr="00EE62BB" w:rsidRDefault="003142F8" w:rsidP="003142F8">
            <w:pPr>
              <w:spacing w:before="60" w:after="30" w:line="276" w:lineRule="auto"/>
              <w:jc w:val="right"/>
              <w:rPr>
                <w:rFonts w:ascii="Arial" w:hAnsi="Arial" w:cs="Arial"/>
                <w:sz w:val="19"/>
                <w:szCs w:val="19"/>
              </w:rPr>
            </w:pPr>
          </w:p>
        </w:tc>
        <w:tc>
          <w:tcPr>
            <w:tcW w:w="1192" w:type="dxa"/>
          </w:tcPr>
          <w:p w14:paraId="036FBFCF" w14:textId="77777777" w:rsidR="003142F8" w:rsidRPr="003142F8" w:rsidRDefault="003142F8" w:rsidP="003142F8">
            <w:pPr>
              <w:spacing w:before="60" w:after="30" w:line="276" w:lineRule="auto"/>
              <w:jc w:val="right"/>
              <w:rPr>
                <w:rFonts w:ascii="Arial" w:hAnsi="Arial" w:cs="Arial"/>
                <w:sz w:val="19"/>
                <w:szCs w:val="19"/>
              </w:rPr>
            </w:pPr>
          </w:p>
        </w:tc>
        <w:tc>
          <w:tcPr>
            <w:tcW w:w="236" w:type="dxa"/>
          </w:tcPr>
          <w:p w14:paraId="711E226A" w14:textId="77777777" w:rsidR="003142F8" w:rsidRPr="00EE62BB" w:rsidRDefault="003142F8" w:rsidP="003142F8">
            <w:pPr>
              <w:spacing w:before="60" w:after="30" w:line="276" w:lineRule="auto"/>
              <w:jc w:val="right"/>
              <w:rPr>
                <w:rFonts w:ascii="Arial" w:hAnsi="Arial" w:cs="Arial"/>
                <w:sz w:val="19"/>
                <w:szCs w:val="19"/>
              </w:rPr>
            </w:pPr>
          </w:p>
        </w:tc>
        <w:tc>
          <w:tcPr>
            <w:tcW w:w="1303" w:type="dxa"/>
          </w:tcPr>
          <w:p w14:paraId="2C1B41E2" w14:textId="51A8D6A8" w:rsidR="003142F8" w:rsidRPr="00EE62BB" w:rsidRDefault="003142F8" w:rsidP="003142F8">
            <w:pPr>
              <w:spacing w:before="60" w:after="30" w:line="276" w:lineRule="auto"/>
              <w:jc w:val="right"/>
              <w:rPr>
                <w:rFonts w:ascii="Arial" w:hAnsi="Arial" w:cs="Arial"/>
                <w:sz w:val="19"/>
                <w:szCs w:val="19"/>
              </w:rPr>
            </w:pPr>
          </w:p>
        </w:tc>
      </w:tr>
      <w:tr w:rsidR="003142F8" w:rsidRPr="00EE62BB" w14:paraId="0556F0EA" w14:textId="77777777" w:rsidTr="001F1E49">
        <w:trPr>
          <w:cantSplit/>
        </w:trPr>
        <w:tc>
          <w:tcPr>
            <w:tcW w:w="3312" w:type="dxa"/>
            <w:vAlign w:val="bottom"/>
          </w:tcPr>
          <w:p w14:paraId="25CE203B" w14:textId="5458F995" w:rsidR="003142F8" w:rsidRPr="00EE62BB" w:rsidRDefault="003142F8" w:rsidP="003142F8">
            <w:pPr>
              <w:spacing w:before="60" w:after="30" w:line="276" w:lineRule="auto"/>
              <w:ind w:left="316"/>
              <w:rPr>
                <w:rFonts w:ascii="Arial" w:hAnsi="Arial" w:cs="Arial"/>
                <w:sz w:val="19"/>
                <w:szCs w:val="19"/>
              </w:rPr>
            </w:pPr>
            <w:r w:rsidRPr="00EE62BB">
              <w:rPr>
                <w:rFonts w:ascii="Arial" w:hAnsi="Arial" w:cs="Arial"/>
                <w:sz w:val="19"/>
                <w:szCs w:val="19"/>
              </w:rPr>
              <w:t xml:space="preserve">Less than 3 months  </w:t>
            </w:r>
          </w:p>
        </w:tc>
        <w:tc>
          <w:tcPr>
            <w:tcW w:w="1296" w:type="dxa"/>
            <w:tcBorders>
              <w:left w:val="nil"/>
            </w:tcBorders>
          </w:tcPr>
          <w:p w14:paraId="6FB73925" w14:textId="13B26A20" w:rsidR="003142F8" w:rsidRPr="000E7EF9" w:rsidRDefault="003142F8" w:rsidP="003142F8">
            <w:pPr>
              <w:spacing w:before="60" w:after="30" w:line="276" w:lineRule="auto"/>
              <w:ind w:right="-24"/>
              <w:jc w:val="right"/>
              <w:rPr>
                <w:rFonts w:ascii="Arial" w:hAnsi="Arial" w:cs="Arial"/>
                <w:sz w:val="19"/>
                <w:szCs w:val="19"/>
              </w:rPr>
            </w:pPr>
            <w:r w:rsidRPr="000E7EF9">
              <w:rPr>
                <w:rFonts w:ascii="Arial" w:hAnsi="Arial" w:cs="Arial"/>
                <w:sz w:val="19"/>
                <w:szCs w:val="19"/>
              </w:rPr>
              <w:t>16,025</w:t>
            </w:r>
          </w:p>
        </w:tc>
        <w:tc>
          <w:tcPr>
            <w:tcW w:w="236" w:type="dxa"/>
            <w:tcBorders>
              <w:left w:val="nil"/>
            </w:tcBorders>
            <w:vAlign w:val="bottom"/>
          </w:tcPr>
          <w:p w14:paraId="631825BE" w14:textId="77777777" w:rsidR="003142F8" w:rsidRPr="00EE62BB" w:rsidRDefault="003142F8" w:rsidP="003142F8">
            <w:pPr>
              <w:spacing w:before="60" w:after="30" w:line="276" w:lineRule="auto"/>
              <w:jc w:val="right"/>
              <w:rPr>
                <w:rFonts w:ascii="Arial" w:hAnsi="Arial" w:cs="Arial"/>
                <w:sz w:val="19"/>
                <w:szCs w:val="19"/>
              </w:rPr>
            </w:pPr>
          </w:p>
        </w:tc>
        <w:tc>
          <w:tcPr>
            <w:tcW w:w="1240" w:type="dxa"/>
          </w:tcPr>
          <w:p w14:paraId="306CDA0B" w14:textId="7D59A708" w:rsidR="003142F8" w:rsidRPr="00EE62BB" w:rsidRDefault="003142F8" w:rsidP="003142F8">
            <w:pPr>
              <w:spacing w:before="60" w:after="30" w:line="276" w:lineRule="auto"/>
              <w:ind w:right="-24"/>
              <w:jc w:val="right"/>
              <w:rPr>
                <w:rFonts w:ascii="Arial" w:hAnsi="Arial" w:cs="Arial"/>
                <w:sz w:val="19"/>
                <w:szCs w:val="19"/>
              </w:rPr>
            </w:pPr>
            <w:r w:rsidRPr="00EE62BB">
              <w:rPr>
                <w:rFonts w:ascii="Arial" w:hAnsi="Arial" w:cs="Arial"/>
                <w:sz w:val="19"/>
                <w:szCs w:val="19"/>
              </w:rPr>
              <w:t>17,324</w:t>
            </w:r>
          </w:p>
        </w:tc>
        <w:tc>
          <w:tcPr>
            <w:tcW w:w="239" w:type="dxa"/>
            <w:tcBorders>
              <w:left w:val="nil"/>
            </w:tcBorders>
            <w:vAlign w:val="bottom"/>
          </w:tcPr>
          <w:p w14:paraId="5AF5A0AD" w14:textId="77777777" w:rsidR="003142F8" w:rsidRPr="00EE62BB" w:rsidRDefault="003142F8" w:rsidP="003142F8">
            <w:pPr>
              <w:spacing w:before="60" w:after="30" w:line="276" w:lineRule="auto"/>
              <w:jc w:val="right"/>
              <w:rPr>
                <w:rFonts w:ascii="Arial" w:hAnsi="Arial" w:cs="Arial"/>
                <w:sz w:val="19"/>
                <w:szCs w:val="19"/>
              </w:rPr>
            </w:pPr>
          </w:p>
        </w:tc>
        <w:tc>
          <w:tcPr>
            <w:tcW w:w="1192" w:type="dxa"/>
          </w:tcPr>
          <w:p w14:paraId="1C21EE08" w14:textId="2131FA64" w:rsidR="003142F8" w:rsidRPr="003142F8" w:rsidRDefault="003142F8" w:rsidP="003142F8">
            <w:pPr>
              <w:spacing w:before="60" w:after="30" w:line="276" w:lineRule="auto"/>
              <w:jc w:val="right"/>
              <w:rPr>
                <w:rFonts w:ascii="Arial" w:hAnsi="Arial" w:cs="Arial"/>
                <w:sz w:val="19"/>
                <w:szCs w:val="19"/>
              </w:rPr>
            </w:pPr>
            <w:r w:rsidRPr="003142F8">
              <w:rPr>
                <w:rFonts w:ascii="Arial" w:hAnsi="Arial" w:cs="Arial"/>
                <w:sz w:val="19"/>
                <w:szCs w:val="19"/>
              </w:rPr>
              <w:t>6,968</w:t>
            </w:r>
          </w:p>
        </w:tc>
        <w:tc>
          <w:tcPr>
            <w:tcW w:w="236" w:type="dxa"/>
            <w:vAlign w:val="bottom"/>
          </w:tcPr>
          <w:p w14:paraId="5CB572EF" w14:textId="77777777" w:rsidR="003142F8" w:rsidRPr="00EE62BB" w:rsidRDefault="003142F8" w:rsidP="003142F8">
            <w:pPr>
              <w:spacing w:before="60" w:after="30" w:line="276" w:lineRule="auto"/>
              <w:jc w:val="right"/>
              <w:rPr>
                <w:rFonts w:ascii="Arial" w:hAnsi="Arial" w:cs="Arial"/>
                <w:sz w:val="19"/>
                <w:szCs w:val="19"/>
              </w:rPr>
            </w:pPr>
          </w:p>
        </w:tc>
        <w:tc>
          <w:tcPr>
            <w:tcW w:w="1303" w:type="dxa"/>
          </w:tcPr>
          <w:p w14:paraId="38072659" w14:textId="3575C528" w:rsidR="003142F8" w:rsidRPr="00EE62BB" w:rsidRDefault="003142F8" w:rsidP="003142F8">
            <w:pPr>
              <w:spacing w:before="60" w:after="30" w:line="276" w:lineRule="auto"/>
              <w:jc w:val="right"/>
              <w:rPr>
                <w:rFonts w:ascii="Arial" w:hAnsi="Arial" w:cs="Arial"/>
                <w:sz w:val="19"/>
                <w:szCs w:val="19"/>
              </w:rPr>
            </w:pPr>
            <w:r w:rsidRPr="00EE62BB">
              <w:rPr>
                <w:rFonts w:ascii="Arial" w:hAnsi="Arial" w:cs="Arial"/>
                <w:sz w:val="19"/>
                <w:szCs w:val="19"/>
              </w:rPr>
              <w:t>12,965</w:t>
            </w:r>
          </w:p>
        </w:tc>
      </w:tr>
      <w:tr w:rsidR="003142F8" w:rsidRPr="00EE62BB" w14:paraId="39857B68" w14:textId="77777777" w:rsidTr="001F1E49">
        <w:trPr>
          <w:cantSplit/>
        </w:trPr>
        <w:tc>
          <w:tcPr>
            <w:tcW w:w="3312" w:type="dxa"/>
            <w:vAlign w:val="bottom"/>
          </w:tcPr>
          <w:p w14:paraId="7364E68B" w14:textId="77777777" w:rsidR="003142F8" w:rsidRPr="00EE62BB" w:rsidRDefault="003142F8" w:rsidP="003142F8">
            <w:pPr>
              <w:spacing w:before="60" w:after="30" w:line="276" w:lineRule="auto"/>
              <w:ind w:left="316"/>
              <w:rPr>
                <w:rFonts w:ascii="Arial" w:hAnsi="Arial" w:cs="Arial"/>
                <w:sz w:val="19"/>
                <w:szCs w:val="19"/>
              </w:rPr>
            </w:pPr>
            <w:r w:rsidRPr="00EE62BB">
              <w:rPr>
                <w:rFonts w:ascii="Arial" w:hAnsi="Arial" w:cs="Arial"/>
                <w:sz w:val="19"/>
                <w:szCs w:val="19"/>
              </w:rPr>
              <w:t>3 - 6 months</w:t>
            </w:r>
          </w:p>
        </w:tc>
        <w:tc>
          <w:tcPr>
            <w:tcW w:w="1296" w:type="dxa"/>
            <w:tcBorders>
              <w:left w:val="nil"/>
            </w:tcBorders>
          </w:tcPr>
          <w:p w14:paraId="00ED62C7" w14:textId="3E9E0D2A" w:rsidR="003142F8" w:rsidRPr="000E7EF9" w:rsidRDefault="003142F8" w:rsidP="003142F8">
            <w:pPr>
              <w:spacing w:before="60" w:after="30" w:line="276" w:lineRule="auto"/>
              <w:ind w:right="-24"/>
              <w:jc w:val="right"/>
              <w:rPr>
                <w:rFonts w:ascii="Arial" w:hAnsi="Arial" w:cs="Arial"/>
                <w:sz w:val="19"/>
                <w:szCs w:val="19"/>
              </w:rPr>
            </w:pPr>
            <w:r w:rsidRPr="000E7EF9">
              <w:rPr>
                <w:rFonts w:ascii="Arial" w:hAnsi="Arial" w:cs="Arial"/>
                <w:sz w:val="19"/>
                <w:szCs w:val="19"/>
              </w:rPr>
              <w:t>1,024</w:t>
            </w:r>
          </w:p>
        </w:tc>
        <w:tc>
          <w:tcPr>
            <w:tcW w:w="236" w:type="dxa"/>
            <w:tcBorders>
              <w:left w:val="nil"/>
            </w:tcBorders>
            <w:vAlign w:val="bottom"/>
          </w:tcPr>
          <w:p w14:paraId="2DF31E92" w14:textId="77777777" w:rsidR="003142F8" w:rsidRPr="00EE62BB" w:rsidRDefault="003142F8" w:rsidP="003142F8">
            <w:pPr>
              <w:spacing w:before="60" w:after="30" w:line="276" w:lineRule="auto"/>
              <w:jc w:val="right"/>
              <w:rPr>
                <w:rFonts w:ascii="Arial" w:hAnsi="Arial" w:cs="Arial"/>
                <w:sz w:val="19"/>
                <w:szCs w:val="19"/>
              </w:rPr>
            </w:pPr>
          </w:p>
        </w:tc>
        <w:tc>
          <w:tcPr>
            <w:tcW w:w="1240" w:type="dxa"/>
          </w:tcPr>
          <w:p w14:paraId="62E89C4F" w14:textId="7369DCD5" w:rsidR="003142F8" w:rsidRPr="00EE62BB" w:rsidRDefault="003142F8" w:rsidP="003142F8">
            <w:pPr>
              <w:spacing w:before="60" w:after="30" w:line="276" w:lineRule="auto"/>
              <w:ind w:right="-24"/>
              <w:jc w:val="right"/>
              <w:rPr>
                <w:rFonts w:ascii="Arial" w:hAnsi="Arial" w:cs="Arial"/>
                <w:sz w:val="19"/>
                <w:szCs w:val="19"/>
              </w:rPr>
            </w:pPr>
            <w:r w:rsidRPr="00EE62BB">
              <w:rPr>
                <w:rFonts w:ascii="Arial" w:hAnsi="Arial" w:cs="Arial"/>
                <w:sz w:val="19"/>
                <w:szCs w:val="19"/>
              </w:rPr>
              <w:t>2,057</w:t>
            </w:r>
          </w:p>
        </w:tc>
        <w:tc>
          <w:tcPr>
            <w:tcW w:w="239" w:type="dxa"/>
            <w:tcBorders>
              <w:left w:val="nil"/>
            </w:tcBorders>
            <w:vAlign w:val="bottom"/>
          </w:tcPr>
          <w:p w14:paraId="10C15CCE" w14:textId="77777777" w:rsidR="003142F8" w:rsidRPr="00EE62BB" w:rsidRDefault="003142F8" w:rsidP="003142F8">
            <w:pPr>
              <w:spacing w:before="60" w:after="30" w:line="276" w:lineRule="auto"/>
              <w:jc w:val="right"/>
              <w:rPr>
                <w:rFonts w:ascii="Arial" w:hAnsi="Arial" w:cs="Arial"/>
                <w:sz w:val="19"/>
                <w:szCs w:val="19"/>
              </w:rPr>
            </w:pPr>
          </w:p>
        </w:tc>
        <w:tc>
          <w:tcPr>
            <w:tcW w:w="1192" w:type="dxa"/>
          </w:tcPr>
          <w:p w14:paraId="6511FB63" w14:textId="155F9D3B" w:rsidR="003142F8" w:rsidRPr="003142F8" w:rsidRDefault="003142F8" w:rsidP="003142F8">
            <w:pPr>
              <w:spacing w:before="60" w:after="30" w:line="276" w:lineRule="auto"/>
              <w:jc w:val="right"/>
              <w:rPr>
                <w:rFonts w:ascii="Arial" w:hAnsi="Arial" w:cs="Arial"/>
                <w:sz w:val="19"/>
                <w:szCs w:val="19"/>
              </w:rPr>
            </w:pPr>
            <w:r w:rsidRPr="003142F8">
              <w:rPr>
                <w:rFonts w:ascii="Arial" w:hAnsi="Arial" w:cs="Arial"/>
                <w:sz w:val="19"/>
                <w:szCs w:val="19"/>
              </w:rPr>
              <w:t xml:space="preserve">161        </w:t>
            </w:r>
          </w:p>
        </w:tc>
        <w:tc>
          <w:tcPr>
            <w:tcW w:w="236" w:type="dxa"/>
            <w:vAlign w:val="bottom"/>
          </w:tcPr>
          <w:p w14:paraId="7DE5F9C6" w14:textId="77777777" w:rsidR="003142F8" w:rsidRPr="00EE62BB" w:rsidRDefault="003142F8" w:rsidP="003142F8">
            <w:pPr>
              <w:spacing w:before="60" w:after="30" w:line="276" w:lineRule="auto"/>
              <w:jc w:val="right"/>
              <w:rPr>
                <w:rFonts w:ascii="Arial" w:hAnsi="Arial" w:cs="Arial"/>
                <w:sz w:val="19"/>
                <w:szCs w:val="19"/>
              </w:rPr>
            </w:pPr>
          </w:p>
        </w:tc>
        <w:tc>
          <w:tcPr>
            <w:tcW w:w="1303" w:type="dxa"/>
          </w:tcPr>
          <w:p w14:paraId="7AAC27F2" w14:textId="02A9C049" w:rsidR="003142F8" w:rsidRPr="00EE62BB" w:rsidRDefault="003142F8" w:rsidP="003142F8">
            <w:pPr>
              <w:spacing w:before="60" w:after="30"/>
              <w:jc w:val="right"/>
              <w:rPr>
                <w:rFonts w:ascii="Arial" w:hAnsi="Arial" w:cs="Arial"/>
                <w:sz w:val="19"/>
                <w:szCs w:val="19"/>
              </w:rPr>
            </w:pPr>
            <w:r w:rsidRPr="00EE62BB">
              <w:rPr>
                <w:rFonts w:ascii="Arial" w:hAnsi="Arial" w:cs="Arial"/>
                <w:sz w:val="19"/>
                <w:szCs w:val="19"/>
              </w:rPr>
              <w:t>643</w:t>
            </w:r>
          </w:p>
        </w:tc>
      </w:tr>
      <w:tr w:rsidR="003142F8" w:rsidRPr="00EE62BB" w14:paraId="5A3829F5" w14:textId="77777777" w:rsidTr="001F1E49">
        <w:trPr>
          <w:cantSplit/>
        </w:trPr>
        <w:tc>
          <w:tcPr>
            <w:tcW w:w="3312" w:type="dxa"/>
          </w:tcPr>
          <w:p w14:paraId="50DC0E6F" w14:textId="77777777" w:rsidR="003142F8" w:rsidRPr="00EE62BB" w:rsidRDefault="003142F8" w:rsidP="003142F8">
            <w:pPr>
              <w:spacing w:before="60" w:after="30" w:line="276" w:lineRule="auto"/>
              <w:ind w:left="316"/>
              <w:rPr>
                <w:rFonts w:ascii="Arial" w:hAnsi="Arial" w:cs="Arial"/>
                <w:sz w:val="19"/>
                <w:szCs w:val="19"/>
              </w:rPr>
            </w:pPr>
            <w:r w:rsidRPr="00EE62BB">
              <w:rPr>
                <w:rFonts w:ascii="Arial" w:hAnsi="Arial" w:cs="Arial"/>
                <w:sz w:val="19"/>
                <w:szCs w:val="19"/>
              </w:rPr>
              <w:t>6 - 12 months</w:t>
            </w:r>
          </w:p>
        </w:tc>
        <w:tc>
          <w:tcPr>
            <w:tcW w:w="1296" w:type="dxa"/>
            <w:tcBorders>
              <w:left w:val="nil"/>
            </w:tcBorders>
          </w:tcPr>
          <w:p w14:paraId="2522A75F" w14:textId="506BDF4C" w:rsidR="003142F8" w:rsidRPr="000E7EF9" w:rsidRDefault="003142F8" w:rsidP="003142F8">
            <w:pPr>
              <w:spacing w:before="60" w:after="30" w:line="276" w:lineRule="auto"/>
              <w:ind w:right="-24"/>
              <w:jc w:val="right"/>
              <w:rPr>
                <w:rFonts w:ascii="Arial" w:hAnsi="Arial" w:cs="Arial"/>
                <w:sz w:val="19"/>
                <w:szCs w:val="19"/>
              </w:rPr>
            </w:pPr>
            <w:r w:rsidRPr="000E7EF9">
              <w:rPr>
                <w:rFonts w:ascii="Arial" w:hAnsi="Arial" w:cs="Arial"/>
                <w:sz w:val="19"/>
                <w:szCs w:val="19"/>
              </w:rPr>
              <w:t xml:space="preserve">1,825        </w:t>
            </w:r>
          </w:p>
        </w:tc>
        <w:tc>
          <w:tcPr>
            <w:tcW w:w="236" w:type="dxa"/>
            <w:tcBorders>
              <w:left w:val="nil"/>
            </w:tcBorders>
          </w:tcPr>
          <w:p w14:paraId="3D7BA255" w14:textId="77777777" w:rsidR="003142F8" w:rsidRPr="00EE62BB" w:rsidRDefault="003142F8" w:rsidP="003142F8">
            <w:pPr>
              <w:spacing w:before="60" w:after="30" w:line="276" w:lineRule="auto"/>
              <w:jc w:val="right"/>
              <w:rPr>
                <w:rFonts w:ascii="Arial" w:hAnsi="Arial" w:cs="Arial"/>
                <w:sz w:val="19"/>
                <w:szCs w:val="19"/>
              </w:rPr>
            </w:pPr>
          </w:p>
        </w:tc>
        <w:tc>
          <w:tcPr>
            <w:tcW w:w="1240" w:type="dxa"/>
          </w:tcPr>
          <w:p w14:paraId="4B0F60E8" w14:textId="3F49CC31" w:rsidR="003142F8" w:rsidRPr="00EE62BB" w:rsidRDefault="003142F8" w:rsidP="003142F8">
            <w:pPr>
              <w:spacing w:before="60" w:after="30" w:line="276" w:lineRule="auto"/>
              <w:ind w:right="-24"/>
              <w:jc w:val="right"/>
              <w:rPr>
                <w:rFonts w:ascii="Arial" w:hAnsi="Arial" w:cs="Arial"/>
                <w:sz w:val="19"/>
                <w:szCs w:val="19"/>
              </w:rPr>
            </w:pPr>
            <w:r w:rsidRPr="00EE62BB">
              <w:rPr>
                <w:rFonts w:ascii="Arial" w:hAnsi="Arial" w:cs="Arial"/>
                <w:sz w:val="19"/>
                <w:szCs w:val="19"/>
              </w:rPr>
              <w:t>622</w:t>
            </w:r>
          </w:p>
        </w:tc>
        <w:tc>
          <w:tcPr>
            <w:tcW w:w="239" w:type="dxa"/>
            <w:tcBorders>
              <w:left w:val="nil"/>
            </w:tcBorders>
          </w:tcPr>
          <w:p w14:paraId="28058FCE" w14:textId="77777777" w:rsidR="003142F8" w:rsidRPr="00EE62BB" w:rsidRDefault="003142F8" w:rsidP="003142F8">
            <w:pPr>
              <w:spacing w:before="60" w:after="30" w:line="276" w:lineRule="auto"/>
              <w:jc w:val="right"/>
              <w:rPr>
                <w:rFonts w:ascii="Arial" w:hAnsi="Arial" w:cs="Arial"/>
                <w:sz w:val="19"/>
                <w:szCs w:val="19"/>
              </w:rPr>
            </w:pPr>
          </w:p>
        </w:tc>
        <w:tc>
          <w:tcPr>
            <w:tcW w:w="1192" w:type="dxa"/>
          </w:tcPr>
          <w:p w14:paraId="786A9E69" w14:textId="101F9E2E" w:rsidR="003142F8" w:rsidRPr="003142F8" w:rsidRDefault="003142F8" w:rsidP="003142F8">
            <w:pPr>
              <w:spacing w:before="60" w:after="30" w:line="276" w:lineRule="auto"/>
              <w:jc w:val="right"/>
              <w:rPr>
                <w:rFonts w:ascii="Arial" w:hAnsi="Arial" w:cs="Arial"/>
                <w:sz w:val="19"/>
                <w:szCs w:val="19"/>
              </w:rPr>
            </w:pPr>
            <w:r w:rsidRPr="003142F8">
              <w:rPr>
                <w:rFonts w:ascii="Arial" w:hAnsi="Arial" w:cs="Arial"/>
                <w:sz w:val="19"/>
                <w:szCs w:val="19"/>
              </w:rPr>
              <w:t xml:space="preserve">401        </w:t>
            </w:r>
          </w:p>
        </w:tc>
        <w:tc>
          <w:tcPr>
            <w:tcW w:w="236" w:type="dxa"/>
          </w:tcPr>
          <w:p w14:paraId="2D4C1469" w14:textId="77777777" w:rsidR="003142F8" w:rsidRPr="00EE62BB" w:rsidRDefault="003142F8" w:rsidP="003142F8">
            <w:pPr>
              <w:spacing w:before="60" w:after="30" w:line="276" w:lineRule="auto"/>
              <w:jc w:val="right"/>
              <w:rPr>
                <w:rFonts w:ascii="Arial" w:hAnsi="Arial" w:cs="Arial"/>
                <w:sz w:val="19"/>
                <w:szCs w:val="19"/>
              </w:rPr>
            </w:pPr>
          </w:p>
        </w:tc>
        <w:tc>
          <w:tcPr>
            <w:tcW w:w="1303" w:type="dxa"/>
          </w:tcPr>
          <w:p w14:paraId="5AB7DA22" w14:textId="4542718F" w:rsidR="003142F8" w:rsidRPr="00EE62BB" w:rsidRDefault="003142F8" w:rsidP="003142F8">
            <w:pPr>
              <w:spacing w:before="60" w:after="30" w:line="276" w:lineRule="auto"/>
              <w:jc w:val="right"/>
              <w:rPr>
                <w:rFonts w:ascii="Arial" w:hAnsi="Arial" w:cs="Arial"/>
                <w:sz w:val="19"/>
                <w:szCs w:val="19"/>
              </w:rPr>
            </w:pPr>
            <w:r w:rsidRPr="00EE62BB">
              <w:rPr>
                <w:rFonts w:ascii="Arial" w:hAnsi="Arial" w:cs="Arial"/>
                <w:sz w:val="19"/>
                <w:szCs w:val="19"/>
              </w:rPr>
              <w:t>548</w:t>
            </w:r>
          </w:p>
        </w:tc>
      </w:tr>
      <w:tr w:rsidR="003142F8" w:rsidRPr="00EE62BB" w14:paraId="528C4CDC" w14:textId="77777777" w:rsidTr="001F1E49">
        <w:trPr>
          <w:cantSplit/>
        </w:trPr>
        <w:tc>
          <w:tcPr>
            <w:tcW w:w="3312" w:type="dxa"/>
          </w:tcPr>
          <w:p w14:paraId="37AE9384" w14:textId="0F9504F9" w:rsidR="003142F8" w:rsidRPr="00EE62BB" w:rsidRDefault="003142F8" w:rsidP="003142F8">
            <w:pPr>
              <w:spacing w:before="60" w:after="30" w:line="276" w:lineRule="auto"/>
              <w:ind w:left="316"/>
              <w:rPr>
                <w:rFonts w:ascii="Arial" w:hAnsi="Arial" w:cs="Arial"/>
                <w:sz w:val="19"/>
                <w:szCs w:val="19"/>
              </w:rPr>
            </w:pPr>
            <w:r w:rsidRPr="00EE62BB">
              <w:rPr>
                <w:rFonts w:ascii="Arial" w:hAnsi="Arial" w:cs="Arial"/>
                <w:sz w:val="19"/>
                <w:szCs w:val="19"/>
              </w:rPr>
              <w:t>More than 12 months</w:t>
            </w:r>
          </w:p>
        </w:tc>
        <w:tc>
          <w:tcPr>
            <w:tcW w:w="1296" w:type="dxa"/>
            <w:tcBorders>
              <w:left w:val="nil"/>
              <w:bottom w:val="single" w:sz="4" w:space="0" w:color="auto"/>
            </w:tcBorders>
          </w:tcPr>
          <w:p w14:paraId="3F5DFDEE" w14:textId="556234AF" w:rsidR="003142F8" w:rsidRPr="000E7EF9" w:rsidRDefault="003142F8" w:rsidP="003142F8">
            <w:pPr>
              <w:spacing w:before="60" w:after="30" w:line="276" w:lineRule="auto"/>
              <w:ind w:right="-24"/>
              <w:jc w:val="right"/>
              <w:rPr>
                <w:rFonts w:ascii="Arial" w:hAnsi="Arial" w:cs="Arial"/>
                <w:sz w:val="19"/>
                <w:szCs w:val="19"/>
              </w:rPr>
            </w:pPr>
            <w:r w:rsidRPr="000E7EF9">
              <w:rPr>
                <w:rFonts w:ascii="Arial" w:hAnsi="Arial" w:cs="Arial"/>
                <w:sz w:val="19"/>
                <w:szCs w:val="19"/>
              </w:rPr>
              <w:t>14,960</w:t>
            </w:r>
          </w:p>
        </w:tc>
        <w:tc>
          <w:tcPr>
            <w:tcW w:w="236" w:type="dxa"/>
            <w:tcBorders>
              <w:left w:val="nil"/>
            </w:tcBorders>
            <w:vAlign w:val="bottom"/>
          </w:tcPr>
          <w:p w14:paraId="13E3582C" w14:textId="77777777" w:rsidR="003142F8" w:rsidRPr="00EE62BB" w:rsidRDefault="003142F8" w:rsidP="003142F8">
            <w:pPr>
              <w:spacing w:before="60" w:after="30" w:line="276" w:lineRule="auto"/>
              <w:jc w:val="right"/>
              <w:rPr>
                <w:rFonts w:ascii="Arial" w:hAnsi="Arial" w:cs="Arial"/>
                <w:sz w:val="19"/>
                <w:szCs w:val="19"/>
              </w:rPr>
            </w:pPr>
          </w:p>
        </w:tc>
        <w:tc>
          <w:tcPr>
            <w:tcW w:w="1240" w:type="dxa"/>
            <w:tcBorders>
              <w:bottom w:val="single" w:sz="4" w:space="0" w:color="auto"/>
            </w:tcBorders>
          </w:tcPr>
          <w:p w14:paraId="13BA591E" w14:textId="0D2B5489" w:rsidR="003142F8" w:rsidRPr="00EE62BB" w:rsidRDefault="003142F8" w:rsidP="003142F8">
            <w:pPr>
              <w:spacing w:before="60" w:after="30" w:line="276" w:lineRule="auto"/>
              <w:ind w:right="-24"/>
              <w:jc w:val="right"/>
              <w:rPr>
                <w:rFonts w:ascii="Arial" w:hAnsi="Arial" w:cs="Arial"/>
                <w:sz w:val="19"/>
                <w:szCs w:val="19"/>
              </w:rPr>
            </w:pPr>
            <w:r w:rsidRPr="00EE62BB">
              <w:rPr>
                <w:rFonts w:ascii="Arial" w:hAnsi="Arial" w:cs="Arial"/>
                <w:sz w:val="19"/>
                <w:szCs w:val="19"/>
              </w:rPr>
              <w:t>17,548</w:t>
            </w:r>
          </w:p>
        </w:tc>
        <w:tc>
          <w:tcPr>
            <w:tcW w:w="239" w:type="dxa"/>
            <w:tcBorders>
              <w:left w:val="nil"/>
            </w:tcBorders>
            <w:vAlign w:val="bottom"/>
          </w:tcPr>
          <w:p w14:paraId="6EF99229" w14:textId="77777777" w:rsidR="003142F8" w:rsidRPr="00EE62BB" w:rsidRDefault="003142F8" w:rsidP="003142F8">
            <w:pPr>
              <w:spacing w:before="60" w:after="30" w:line="276" w:lineRule="auto"/>
              <w:jc w:val="right"/>
              <w:rPr>
                <w:rFonts w:ascii="Arial" w:hAnsi="Arial" w:cs="Arial"/>
                <w:sz w:val="19"/>
                <w:szCs w:val="19"/>
              </w:rPr>
            </w:pPr>
          </w:p>
        </w:tc>
        <w:tc>
          <w:tcPr>
            <w:tcW w:w="1192" w:type="dxa"/>
            <w:tcBorders>
              <w:bottom w:val="single" w:sz="4" w:space="0" w:color="auto"/>
            </w:tcBorders>
          </w:tcPr>
          <w:p w14:paraId="77692CEC" w14:textId="2803F19A" w:rsidR="003142F8" w:rsidRPr="003142F8" w:rsidRDefault="003142F8" w:rsidP="003142F8">
            <w:pPr>
              <w:spacing w:before="60" w:after="30" w:line="276" w:lineRule="auto"/>
              <w:jc w:val="right"/>
              <w:rPr>
                <w:rFonts w:ascii="Arial" w:hAnsi="Arial" w:cs="Arial"/>
                <w:sz w:val="19"/>
                <w:szCs w:val="19"/>
              </w:rPr>
            </w:pPr>
            <w:r w:rsidRPr="003142F8">
              <w:rPr>
                <w:rFonts w:ascii="Arial" w:hAnsi="Arial" w:cs="Arial"/>
                <w:sz w:val="19"/>
                <w:szCs w:val="19"/>
              </w:rPr>
              <w:t>13,442</w:t>
            </w:r>
          </w:p>
        </w:tc>
        <w:tc>
          <w:tcPr>
            <w:tcW w:w="236" w:type="dxa"/>
            <w:vAlign w:val="bottom"/>
          </w:tcPr>
          <w:p w14:paraId="18ED47A8" w14:textId="77777777" w:rsidR="003142F8" w:rsidRPr="00EE62BB" w:rsidRDefault="003142F8" w:rsidP="003142F8">
            <w:pPr>
              <w:spacing w:before="60" w:after="30" w:line="276" w:lineRule="auto"/>
              <w:jc w:val="right"/>
              <w:rPr>
                <w:rFonts w:ascii="Arial" w:hAnsi="Arial" w:cs="Arial"/>
                <w:sz w:val="19"/>
                <w:szCs w:val="19"/>
              </w:rPr>
            </w:pPr>
          </w:p>
        </w:tc>
        <w:tc>
          <w:tcPr>
            <w:tcW w:w="1303" w:type="dxa"/>
            <w:tcBorders>
              <w:bottom w:val="single" w:sz="4" w:space="0" w:color="auto"/>
            </w:tcBorders>
          </w:tcPr>
          <w:p w14:paraId="61E2BD7D" w14:textId="210B47E8" w:rsidR="003142F8" w:rsidRPr="00EE62BB" w:rsidRDefault="003142F8" w:rsidP="003142F8">
            <w:pPr>
              <w:spacing w:before="60" w:after="30" w:line="276" w:lineRule="auto"/>
              <w:jc w:val="right"/>
              <w:rPr>
                <w:rFonts w:ascii="Arial" w:hAnsi="Arial" w:cs="Arial"/>
                <w:sz w:val="19"/>
                <w:szCs w:val="19"/>
              </w:rPr>
            </w:pPr>
            <w:r w:rsidRPr="00EE62BB">
              <w:rPr>
                <w:rFonts w:ascii="Arial" w:hAnsi="Arial" w:cs="Arial"/>
                <w:sz w:val="19"/>
                <w:szCs w:val="19"/>
              </w:rPr>
              <w:t>16,428</w:t>
            </w:r>
          </w:p>
        </w:tc>
      </w:tr>
      <w:tr w:rsidR="003142F8" w:rsidRPr="00EE62BB" w14:paraId="2EBB7AC8" w14:textId="77777777" w:rsidTr="001F1E49">
        <w:trPr>
          <w:cantSplit/>
        </w:trPr>
        <w:tc>
          <w:tcPr>
            <w:tcW w:w="3312" w:type="dxa"/>
          </w:tcPr>
          <w:p w14:paraId="6B6D75B3" w14:textId="77777777" w:rsidR="003142F8" w:rsidRPr="00EE62BB" w:rsidRDefault="003142F8" w:rsidP="003142F8">
            <w:pPr>
              <w:pStyle w:val="Footer"/>
              <w:spacing w:before="60" w:after="30" w:line="276" w:lineRule="auto"/>
              <w:ind w:left="-56" w:right="-54"/>
              <w:rPr>
                <w:rFonts w:ascii="Arial" w:hAnsi="Arial" w:cs="Arial"/>
                <w:sz w:val="19"/>
                <w:szCs w:val="19"/>
                <w:cs/>
              </w:rPr>
            </w:pPr>
            <w:r w:rsidRPr="00EE62BB">
              <w:rPr>
                <w:rFonts w:ascii="Arial" w:hAnsi="Arial" w:cs="Arial"/>
                <w:sz w:val="19"/>
                <w:szCs w:val="19"/>
              </w:rPr>
              <w:t>Total</w:t>
            </w:r>
          </w:p>
        </w:tc>
        <w:tc>
          <w:tcPr>
            <w:tcW w:w="1296" w:type="dxa"/>
            <w:tcBorders>
              <w:top w:val="single" w:sz="4" w:space="0" w:color="auto"/>
              <w:left w:val="nil"/>
            </w:tcBorders>
          </w:tcPr>
          <w:p w14:paraId="614955CD" w14:textId="338C01C1" w:rsidR="003142F8" w:rsidRPr="000E7EF9" w:rsidRDefault="003142F8" w:rsidP="003142F8">
            <w:pPr>
              <w:spacing w:before="60" w:after="30" w:line="276" w:lineRule="auto"/>
              <w:ind w:right="-24"/>
              <w:jc w:val="right"/>
              <w:rPr>
                <w:rFonts w:ascii="Arial" w:hAnsi="Arial" w:cs="Arial"/>
                <w:sz w:val="19"/>
                <w:szCs w:val="19"/>
              </w:rPr>
            </w:pPr>
            <w:r w:rsidRPr="000E7EF9">
              <w:rPr>
                <w:rFonts w:ascii="Arial" w:hAnsi="Arial" w:cs="Arial"/>
                <w:sz w:val="19"/>
                <w:szCs w:val="19"/>
              </w:rPr>
              <w:t>1,113,493</w:t>
            </w:r>
          </w:p>
        </w:tc>
        <w:tc>
          <w:tcPr>
            <w:tcW w:w="236" w:type="dxa"/>
            <w:tcBorders>
              <w:left w:val="nil"/>
            </w:tcBorders>
            <w:vAlign w:val="bottom"/>
          </w:tcPr>
          <w:p w14:paraId="556D8A63" w14:textId="77777777" w:rsidR="003142F8" w:rsidRPr="00EE62BB" w:rsidRDefault="003142F8" w:rsidP="003142F8">
            <w:pPr>
              <w:spacing w:before="60" w:after="30" w:line="276" w:lineRule="auto"/>
              <w:jc w:val="right"/>
              <w:rPr>
                <w:rFonts w:ascii="Arial" w:hAnsi="Arial" w:cs="Arial"/>
                <w:sz w:val="19"/>
                <w:szCs w:val="19"/>
              </w:rPr>
            </w:pPr>
          </w:p>
        </w:tc>
        <w:tc>
          <w:tcPr>
            <w:tcW w:w="1240" w:type="dxa"/>
            <w:tcBorders>
              <w:top w:val="single" w:sz="4" w:space="0" w:color="auto"/>
            </w:tcBorders>
          </w:tcPr>
          <w:p w14:paraId="6662EDE6" w14:textId="5256D25A" w:rsidR="003142F8" w:rsidRPr="00EE62BB" w:rsidRDefault="003142F8" w:rsidP="003142F8">
            <w:pPr>
              <w:spacing w:before="60" w:after="30" w:line="276" w:lineRule="auto"/>
              <w:ind w:right="-24"/>
              <w:jc w:val="right"/>
              <w:rPr>
                <w:rFonts w:ascii="Arial" w:hAnsi="Arial" w:cs="Arial"/>
                <w:sz w:val="19"/>
                <w:szCs w:val="19"/>
              </w:rPr>
            </w:pPr>
            <w:r w:rsidRPr="00EE62BB">
              <w:rPr>
                <w:rFonts w:ascii="Arial" w:hAnsi="Arial" w:cs="Arial"/>
                <w:sz w:val="19"/>
                <w:szCs w:val="19"/>
              </w:rPr>
              <w:t>1,154,151</w:t>
            </w:r>
          </w:p>
        </w:tc>
        <w:tc>
          <w:tcPr>
            <w:tcW w:w="239" w:type="dxa"/>
            <w:tcBorders>
              <w:left w:val="nil"/>
            </w:tcBorders>
            <w:vAlign w:val="bottom"/>
          </w:tcPr>
          <w:p w14:paraId="7C4D8D02" w14:textId="77777777" w:rsidR="003142F8" w:rsidRPr="00EE62BB" w:rsidRDefault="003142F8" w:rsidP="003142F8">
            <w:pPr>
              <w:spacing w:before="60" w:after="30" w:line="276" w:lineRule="auto"/>
              <w:jc w:val="right"/>
              <w:rPr>
                <w:rFonts w:ascii="Arial" w:hAnsi="Arial" w:cs="Arial"/>
                <w:sz w:val="19"/>
                <w:szCs w:val="19"/>
              </w:rPr>
            </w:pPr>
          </w:p>
        </w:tc>
        <w:tc>
          <w:tcPr>
            <w:tcW w:w="1192" w:type="dxa"/>
            <w:tcBorders>
              <w:top w:val="single" w:sz="4" w:space="0" w:color="auto"/>
            </w:tcBorders>
          </w:tcPr>
          <w:p w14:paraId="46277A9D" w14:textId="3A585ED6" w:rsidR="003142F8" w:rsidRPr="003142F8" w:rsidRDefault="003142F8" w:rsidP="003142F8">
            <w:pPr>
              <w:spacing w:before="60" w:after="30" w:line="276" w:lineRule="auto"/>
              <w:jc w:val="right"/>
              <w:rPr>
                <w:rFonts w:ascii="Arial" w:hAnsi="Arial" w:cs="Arial"/>
                <w:sz w:val="19"/>
                <w:szCs w:val="19"/>
              </w:rPr>
            </w:pPr>
            <w:r w:rsidRPr="003142F8">
              <w:rPr>
                <w:rFonts w:ascii="Arial" w:hAnsi="Arial" w:cs="Arial"/>
                <w:sz w:val="19"/>
                <w:szCs w:val="19"/>
              </w:rPr>
              <w:t>1,100,631</w:t>
            </w:r>
          </w:p>
        </w:tc>
        <w:tc>
          <w:tcPr>
            <w:tcW w:w="236" w:type="dxa"/>
            <w:vAlign w:val="bottom"/>
          </w:tcPr>
          <w:p w14:paraId="7397C0A8" w14:textId="77777777" w:rsidR="003142F8" w:rsidRPr="00EE62BB" w:rsidRDefault="003142F8" w:rsidP="003142F8">
            <w:pPr>
              <w:pStyle w:val="BodyTextIndent"/>
              <w:spacing w:before="60" w:after="30" w:line="276" w:lineRule="auto"/>
              <w:ind w:left="-157"/>
              <w:jc w:val="right"/>
              <w:rPr>
                <w:rFonts w:ascii="Arial" w:hAnsi="Arial" w:cs="Arial"/>
                <w:sz w:val="19"/>
                <w:szCs w:val="19"/>
              </w:rPr>
            </w:pPr>
          </w:p>
        </w:tc>
        <w:tc>
          <w:tcPr>
            <w:tcW w:w="1303" w:type="dxa"/>
            <w:tcBorders>
              <w:top w:val="single" w:sz="4" w:space="0" w:color="auto"/>
            </w:tcBorders>
          </w:tcPr>
          <w:p w14:paraId="1FC6F541" w14:textId="5511A9CD" w:rsidR="003142F8" w:rsidRPr="00EE62BB" w:rsidRDefault="003142F8" w:rsidP="003142F8">
            <w:pPr>
              <w:spacing w:before="60" w:after="30" w:line="276" w:lineRule="auto"/>
              <w:jc w:val="right"/>
              <w:rPr>
                <w:rFonts w:ascii="Arial" w:hAnsi="Arial" w:cs="Arial"/>
                <w:sz w:val="19"/>
                <w:szCs w:val="19"/>
              </w:rPr>
            </w:pPr>
            <w:r w:rsidRPr="00EE62BB">
              <w:rPr>
                <w:rFonts w:ascii="Arial" w:hAnsi="Arial" w:cs="Arial"/>
                <w:sz w:val="19"/>
                <w:szCs w:val="19"/>
              </w:rPr>
              <w:t>1,147,184</w:t>
            </w:r>
          </w:p>
        </w:tc>
      </w:tr>
      <w:tr w:rsidR="00831B10" w:rsidRPr="00EE62BB" w14:paraId="107EC2F3" w14:textId="77777777" w:rsidTr="001F1E49">
        <w:trPr>
          <w:cantSplit/>
          <w:trHeight w:val="315"/>
        </w:trPr>
        <w:tc>
          <w:tcPr>
            <w:tcW w:w="3312" w:type="dxa"/>
          </w:tcPr>
          <w:p w14:paraId="69621F06" w14:textId="39822350" w:rsidR="00831B10" w:rsidRPr="00EE62BB" w:rsidRDefault="00831B10" w:rsidP="00831B10">
            <w:pPr>
              <w:pStyle w:val="Header"/>
              <w:spacing w:before="60" w:after="30" w:line="276" w:lineRule="auto"/>
              <w:ind w:left="597" w:right="-198" w:hanging="653"/>
              <w:rPr>
                <w:rFonts w:ascii="Arial" w:hAnsi="Arial" w:cs="Arial"/>
                <w:sz w:val="19"/>
                <w:szCs w:val="19"/>
              </w:rPr>
            </w:pPr>
            <w:r w:rsidRPr="00EE62BB">
              <w:rPr>
                <w:rFonts w:ascii="Arial" w:hAnsi="Arial" w:cs="Arial"/>
                <w:sz w:val="19"/>
                <w:szCs w:val="19"/>
                <w:u w:val="single"/>
              </w:rPr>
              <w:t>Less</w:t>
            </w:r>
            <w:r w:rsidRPr="00EE62BB">
              <w:rPr>
                <w:rFonts w:ascii="Arial" w:hAnsi="Arial" w:cs="Arial"/>
                <w:sz w:val="19"/>
                <w:szCs w:val="19"/>
              </w:rPr>
              <w:t xml:space="preserve"> Allowance for expected credit loss</w:t>
            </w:r>
          </w:p>
        </w:tc>
        <w:tc>
          <w:tcPr>
            <w:tcW w:w="1296" w:type="dxa"/>
            <w:tcBorders>
              <w:left w:val="nil"/>
              <w:bottom w:val="single" w:sz="4" w:space="0" w:color="auto"/>
            </w:tcBorders>
          </w:tcPr>
          <w:p w14:paraId="744D173F" w14:textId="17C52E08" w:rsidR="00831B10" w:rsidRPr="00831B10" w:rsidRDefault="00831B10" w:rsidP="00831B10">
            <w:pPr>
              <w:spacing w:before="60" w:after="30" w:line="276" w:lineRule="auto"/>
              <w:ind w:right="-24"/>
              <w:jc w:val="right"/>
              <w:rPr>
                <w:rFonts w:ascii="Arial" w:hAnsi="Arial" w:cs="Arial"/>
                <w:sz w:val="19"/>
                <w:szCs w:val="19"/>
              </w:rPr>
            </w:pPr>
            <w:r w:rsidRPr="00831B10">
              <w:rPr>
                <w:rFonts w:ascii="Arial" w:hAnsi="Arial" w:cs="Arial"/>
                <w:sz w:val="19"/>
                <w:szCs w:val="19"/>
              </w:rPr>
              <w:t>(15,575)</w:t>
            </w:r>
          </w:p>
        </w:tc>
        <w:tc>
          <w:tcPr>
            <w:tcW w:w="236" w:type="dxa"/>
            <w:tcBorders>
              <w:left w:val="nil"/>
            </w:tcBorders>
            <w:vAlign w:val="bottom"/>
          </w:tcPr>
          <w:p w14:paraId="4C81C592" w14:textId="77777777" w:rsidR="00831B10" w:rsidRPr="00EE62BB" w:rsidRDefault="00831B10" w:rsidP="00831B10">
            <w:pPr>
              <w:spacing w:before="60" w:after="30" w:line="276" w:lineRule="auto"/>
              <w:jc w:val="right"/>
              <w:rPr>
                <w:rFonts w:ascii="Arial" w:hAnsi="Arial" w:cs="Arial"/>
                <w:sz w:val="19"/>
                <w:szCs w:val="19"/>
              </w:rPr>
            </w:pPr>
          </w:p>
        </w:tc>
        <w:tc>
          <w:tcPr>
            <w:tcW w:w="1240" w:type="dxa"/>
            <w:tcBorders>
              <w:bottom w:val="single" w:sz="4" w:space="0" w:color="auto"/>
            </w:tcBorders>
          </w:tcPr>
          <w:p w14:paraId="29854B48" w14:textId="4DF71000" w:rsidR="00831B10" w:rsidRPr="00EE62BB" w:rsidRDefault="00831B10" w:rsidP="00831B10">
            <w:pPr>
              <w:spacing w:before="60" w:after="30" w:line="276" w:lineRule="auto"/>
              <w:ind w:right="-24"/>
              <w:jc w:val="right"/>
              <w:rPr>
                <w:rFonts w:ascii="Arial" w:hAnsi="Arial" w:cs="Arial"/>
                <w:sz w:val="19"/>
                <w:szCs w:val="19"/>
              </w:rPr>
            </w:pPr>
            <w:r w:rsidRPr="00EE62BB">
              <w:rPr>
                <w:rFonts w:ascii="Arial" w:hAnsi="Arial" w:cs="Arial"/>
                <w:sz w:val="19"/>
                <w:szCs w:val="19"/>
                <w:cs/>
              </w:rPr>
              <w:t>(</w:t>
            </w:r>
            <w:r w:rsidRPr="00EE62BB">
              <w:rPr>
                <w:rFonts w:ascii="Arial" w:hAnsi="Arial" w:cs="Arial"/>
                <w:sz w:val="19"/>
                <w:szCs w:val="19"/>
              </w:rPr>
              <w:t>18,561</w:t>
            </w:r>
            <w:r w:rsidRPr="00EE62BB">
              <w:rPr>
                <w:rFonts w:ascii="Arial" w:hAnsi="Arial" w:cs="Arial"/>
                <w:sz w:val="19"/>
                <w:szCs w:val="19"/>
                <w:cs/>
              </w:rPr>
              <w:t>)</w:t>
            </w:r>
          </w:p>
        </w:tc>
        <w:tc>
          <w:tcPr>
            <w:tcW w:w="239" w:type="dxa"/>
            <w:tcBorders>
              <w:left w:val="nil"/>
            </w:tcBorders>
            <w:vAlign w:val="bottom"/>
          </w:tcPr>
          <w:p w14:paraId="79A5C971" w14:textId="77777777" w:rsidR="00831B10" w:rsidRPr="00EE62BB" w:rsidRDefault="00831B10" w:rsidP="00831B10">
            <w:pPr>
              <w:spacing w:before="60" w:after="30" w:line="276" w:lineRule="auto"/>
              <w:jc w:val="right"/>
              <w:rPr>
                <w:rFonts w:ascii="Arial" w:hAnsi="Arial" w:cs="Arial"/>
                <w:sz w:val="19"/>
                <w:szCs w:val="19"/>
              </w:rPr>
            </w:pPr>
          </w:p>
        </w:tc>
        <w:tc>
          <w:tcPr>
            <w:tcW w:w="1192" w:type="dxa"/>
            <w:tcBorders>
              <w:bottom w:val="single" w:sz="4" w:space="0" w:color="auto"/>
            </w:tcBorders>
          </w:tcPr>
          <w:p w14:paraId="682DEE68" w14:textId="73BED052" w:rsidR="00831B10" w:rsidRPr="00831B10" w:rsidRDefault="00831B10" w:rsidP="00831B10">
            <w:pPr>
              <w:spacing w:before="60" w:after="30" w:line="276" w:lineRule="auto"/>
              <w:jc w:val="right"/>
              <w:rPr>
                <w:rFonts w:ascii="Arial" w:hAnsi="Arial" w:cs="Arial"/>
                <w:sz w:val="19"/>
                <w:szCs w:val="19"/>
              </w:rPr>
            </w:pPr>
            <w:r w:rsidRPr="00831B10">
              <w:rPr>
                <w:rFonts w:ascii="Arial" w:hAnsi="Arial" w:cs="Arial"/>
                <w:sz w:val="19"/>
                <w:szCs w:val="19"/>
              </w:rPr>
              <w:t>(15,065)</w:t>
            </w:r>
          </w:p>
        </w:tc>
        <w:tc>
          <w:tcPr>
            <w:tcW w:w="236" w:type="dxa"/>
            <w:vAlign w:val="bottom"/>
          </w:tcPr>
          <w:p w14:paraId="451FFD73" w14:textId="77777777" w:rsidR="00831B10" w:rsidRPr="00EE62BB" w:rsidRDefault="00831B10" w:rsidP="00831B10">
            <w:pPr>
              <w:pStyle w:val="BodyTextIndent"/>
              <w:spacing w:before="60" w:after="30" w:line="276" w:lineRule="auto"/>
              <w:ind w:left="-157"/>
              <w:jc w:val="right"/>
              <w:rPr>
                <w:rFonts w:ascii="Arial" w:hAnsi="Arial" w:cs="Arial"/>
                <w:sz w:val="19"/>
                <w:szCs w:val="19"/>
              </w:rPr>
            </w:pPr>
          </w:p>
        </w:tc>
        <w:tc>
          <w:tcPr>
            <w:tcW w:w="1303" w:type="dxa"/>
            <w:tcBorders>
              <w:bottom w:val="single" w:sz="4" w:space="0" w:color="auto"/>
            </w:tcBorders>
            <w:vAlign w:val="bottom"/>
          </w:tcPr>
          <w:p w14:paraId="774AED4E" w14:textId="4BBE8586" w:rsidR="00831B10" w:rsidRPr="00EE62BB" w:rsidRDefault="00831B10" w:rsidP="00831B10">
            <w:pPr>
              <w:spacing w:before="60" w:after="30" w:line="276" w:lineRule="auto"/>
              <w:jc w:val="right"/>
              <w:rPr>
                <w:rFonts w:ascii="Arial" w:hAnsi="Arial" w:cs="Arial"/>
                <w:sz w:val="19"/>
                <w:szCs w:val="19"/>
              </w:rPr>
            </w:pPr>
            <w:r w:rsidRPr="00EE62BB">
              <w:rPr>
                <w:rFonts w:ascii="Arial" w:hAnsi="Arial" w:cs="Arial"/>
                <w:sz w:val="19"/>
                <w:szCs w:val="19"/>
              </w:rPr>
              <w:t>(18,051)</w:t>
            </w:r>
          </w:p>
        </w:tc>
      </w:tr>
      <w:tr w:rsidR="00831B10" w:rsidRPr="00EE62BB" w14:paraId="52F028E4" w14:textId="77777777" w:rsidTr="001F1E49">
        <w:trPr>
          <w:cantSplit/>
        </w:trPr>
        <w:tc>
          <w:tcPr>
            <w:tcW w:w="3312" w:type="dxa"/>
            <w:vAlign w:val="bottom"/>
          </w:tcPr>
          <w:p w14:paraId="6A099042" w14:textId="77777777" w:rsidR="00831B10" w:rsidRPr="00EE62BB" w:rsidRDefault="00831B10" w:rsidP="00831B10">
            <w:pPr>
              <w:pStyle w:val="Header"/>
              <w:spacing w:before="60" w:after="30" w:line="276" w:lineRule="auto"/>
              <w:ind w:left="-56" w:right="-54"/>
              <w:rPr>
                <w:rFonts w:ascii="Arial" w:hAnsi="Arial" w:cs="Arial"/>
                <w:sz w:val="19"/>
                <w:szCs w:val="19"/>
                <w:lang w:val="en-GB"/>
              </w:rPr>
            </w:pPr>
            <w:r w:rsidRPr="00EE62BB">
              <w:rPr>
                <w:rFonts w:ascii="Arial" w:hAnsi="Arial" w:cs="Arial"/>
                <w:sz w:val="19"/>
                <w:szCs w:val="19"/>
              </w:rPr>
              <w:t>Net</w:t>
            </w:r>
          </w:p>
        </w:tc>
        <w:tc>
          <w:tcPr>
            <w:tcW w:w="1296" w:type="dxa"/>
            <w:tcBorders>
              <w:top w:val="single" w:sz="4" w:space="0" w:color="auto"/>
              <w:left w:val="nil"/>
              <w:bottom w:val="single" w:sz="12" w:space="0" w:color="auto"/>
            </w:tcBorders>
          </w:tcPr>
          <w:p w14:paraId="0BF025B9" w14:textId="0283B1BE" w:rsidR="00831B10" w:rsidRPr="00831B10" w:rsidRDefault="00831B10" w:rsidP="00831B10">
            <w:pPr>
              <w:spacing w:before="60" w:after="30" w:line="276" w:lineRule="auto"/>
              <w:ind w:right="-24"/>
              <w:jc w:val="right"/>
              <w:rPr>
                <w:rFonts w:ascii="Arial" w:hAnsi="Arial" w:cs="Arial"/>
                <w:sz w:val="19"/>
                <w:szCs w:val="19"/>
              </w:rPr>
            </w:pPr>
            <w:r w:rsidRPr="00831B10">
              <w:rPr>
                <w:rFonts w:ascii="Arial" w:hAnsi="Arial" w:cs="Arial"/>
                <w:sz w:val="19"/>
                <w:szCs w:val="19"/>
              </w:rPr>
              <w:t>1,097,918</w:t>
            </w:r>
          </w:p>
        </w:tc>
        <w:tc>
          <w:tcPr>
            <w:tcW w:w="236" w:type="dxa"/>
            <w:tcBorders>
              <w:left w:val="nil"/>
            </w:tcBorders>
            <w:vAlign w:val="center"/>
          </w:tcPr>
          <w:p w14:paraId="16E3D358" w14:textId="77777777" w:rsidR="00831B10" w:rsidRPr="00EE62BB" w:rsidRDefault="00831B10" w:rsidP="00831B10">
            <w:pPr>
              <w:spacing w:before="60" w:after="30" w:line="276" w:lineRule="auto"/>
              <w:jc w:val="right"/>
              <w:rPr>
                <w:rFonts w:ascii="Arial" w:hAnsi="Arial" w:cs="Arial"/>
                <w:sz w:val="19"/>
                <w:szCs w:val="19"/>
              </w:rPr>
            </w:pPr>
          </w:p>
        </w:tc>
        <w:tc>
          <w:tcPr>
            <w:tcW w:w="1240" w:type="dxa"/>
            <w:tcBorders>
              <w:top w:val="single" w:sz="4" w:space="0" w:color="auto"/>
              <w:bottom w:val="single" w:sz="12" w:space="0" w:color="auto"/>
            </w:tcBorders>
            <w:vAlign w:val="center"/>
          </w:tcPr>
          <w:p w14:paraId="3D2FA618" w14:textId="5FFCC232" w:rsidR="00831B10" w:rsidRPr="00EE62BB" w:rsidRDefault="00831B10" w:rsidP="00831B10">
            <w:pPr>
              <w:spacing w:before="60" w:after="30" w:line="276" w:lineRule="auto"/>
              <w:ind w:right="-24"/>
              <w:jc w:val="right"/>
              <w:rPr>
                <w:rFonts w:ascii="Arial" w:hAnsi="Arial" w:cs="Arial"/>
                <w:sz w:val="19"/>
                <w:szCs w:val="19"/>
              </w:rPr>
            </w:pPr>
            <w:r w:rsidRPr="00EE62BB">
              <w:rPr>
                <w:rFonts w:ascii="Arial" w:hAnsi="Arial" w:cs="Arial"/>
                <w:sz w:val="19"/>
                <w:szCs w:val="19"/>
              </w:rPr>
              <w:t>1,135,590</w:t>
            </w:r>
          </w:p>
        </w:tc>
        <w:tc>
          <w:tcPr>
            <w:tcW w:w="239" w:type="dxa"/>
            <w:tcBorders>
              <w:left w:val="nil"/>
            </w:tcBorders>
            <w:vAlign w:val="center"/>
          </w:tcPr>
          <w:p w14:paraId="6803B95D" w14:textId="77777777" w:rsidR="00831B10" w:rsidRPr="00EE62BB" w:rsidRDefault="00831B10" w:rsidP="00831B10">
            <w:pPr>
              <w:spacing w:before="60" w:after="30" w:line="276" w:lineRule="auto"/>
              <w:jc w:val="right"/>
              <w:rPr>
                <w:rFonts w:ascii="Arial" w:hAnsi="Arial" w:cs="Arial"/>
                <w:sz w:val="19"/>
                <w:szCs w:val="19"/>
              </w:rPr>
            </w:pPr>
          </w:p>
        </w:tc>
        <w:tc>
          <w:tcPr>
            <w:tcW w:w="1192" w:type="dxa"/>
            <w:tcBorders>
              <w:top w:val="single" w:sz="4" w:space="0" w:color="auto"/>
              <w:bottom w:val="single" w:sz="12" w:space="0" w:color="auto"/>
            </w:tcBorders>
          </w:tcPr>
          <w:p w14:paraId="71EB0C09" w14:textId="7A4AD8F0" w:rsidR="00831B10" w:rsidRPr="00831B10" w:rsidRDefault="00831B10" w:rsidP="00831B10">
            <w:pPr>
              <w:spacing w:before="60" w:after="30" w:line="276" w:lineRule="auto"/>
              <w:jc w:val="right"/>
              <w:rPr>
                <w:rFonts w:ascii="Arial" w:hAnsi="Arial" w:cs="Arial"/>
                <w:sz w:val="19"/>
                <w:szCs w:val="19"/>
              </w:rPr>
            </w:pPr>
            <w:r w:rsidRPr="00831B10">
              <w:rPr>
                <w:rFonts w:ascii="Arial" w:hAnsi="Arial" w:cs="Arial"/>
                <w:sz w:val="19"/>
                <w:szCs w:val="19"/>
              </w:rPr>
              <w:t>1,085,566</w:t>
            </w:r>
          </w:p>
        </w:tc>
        <w:tc>
          <w:tcPr>
            <w:tcW w:w="236" w:type="dxa"/>
            <w:vAlign w:val="center"/>
          </w:tcPr>
          <w:p w14:paraId="61399AA5" w14:textId="77777777" w:rsidR="00831B10" w:rsidRPr="00EE62BB" w:rsidRDefault="00831B10" w:rsidP="00831B10">
            <w:pPr>
              <w:pStyle w:val="BodyTextIndent"/>
              <w:spacing w:before="60" w:after="30" w:line="276" w:lineRule="auto"/>
              <w:ind w:left="-157"/>
              <w:jc w:val="right"/>
              <w:rPr>
                <w:rFonts w:ascii="Arial" w:hAnsi="Arial" w:cs="Arial"/>
                <w:sz w:val="19"/>
                <w:szCs w:val="19"/>
              </w:rPr>
            </w:pPr>
          </w:p>
        </w:tc>
        <w:tc>
          <w:tcPr>
            <w:tcW w:w="1303" w:type="dxa"/>
            <w:tcBorders>
              <w:top w:val="single" w:sz="4" w:space="0" w:color="auto"/>
              <w:bottom w:val="single" w:sz="12" w:space="0" w:color="auto"/>
            </w:tcBorders>
            <w:vAlign w:val="bottom"/>
          </w:tcPr>
          <w:p w14:paraId="79EEA300" w14:textId="6715345A" w:rsidR="00831B10" w:rsidRPr="00EE62BB" w:rsidRDefault="00831B10" w:rsidP="00831B10">
            <w:pPr>
              <w:spacing w:before="60" w:after="30" w:line="276" w:lineRule="auto"/>
              <w:jc w:val="right"/>
              <w:rPr>
                <w:rFonts w:ascii="Arial" w:hAnsi="Arial" w:cs="Arial"/>
                <w:sz w:val="19"/>
                <w:szCs w:val="19"/>
              </w:rPr>
            </w:pPr>
            <w:r w:rsidRPr="00EE62BB">
              <w:rPr>
                <w:rFonts w:ascii="Arial" w:hAnsi="Arial" w:cs="Arial"/>
                <w:sz w:val="19"/>
                <w:szCs w:val="19"/>
              </w:rPr>
              <w:t>1,129,133</w:t>
            </w:r>
          </w:p>
        </w:tc>
      </w:tr>
      <w:tr w:rsidR="00684D5B" w:rsidRPr="00627228" w14:paraId="277062FF" w14:textId="77777777" w:rsidTr="001F1E49">
        <w:trPr>
          <w:cantSplit/>
        </w:trPr>
        <w:tc>
          <w:tcPr>
            <w:tcW w:w="3312" w:type="dxa"/>
            <w:vAlign w:val="center"/>
          </w:tcPr>
          <w:p w14:paraId="067D74C3" w14:textId="77777777" w:rsidR="00684D5B" w:rsidRPr="00627228" w:rsidRDefault="00684D5B" w:rsidP="00684D5B">
            <w:pPr>
              <w:spacing w:before="60" w:after="30" w:line="276" w:lineRule="auto"/>
              <w:ind w:left="-56" w:right="-54"/>
              <w:rPr>
                <w:rFonts w:ascii="Arial" w:hAnsi="Arial" w:cs="Arial"/>
                <w:sz w:val="8"/>
                <w:szCs w:val="8"/>
              </w:rPr>
            </w:pPr>
          </w:p>
        </w:tc>
        <w:tc>
          <w:tcPr>
            <w:tcW w:w="1296" w:type="dxa"/>
            <w:tcBorders>
              <w:left w:val="nil"/>
            </w:tcBorders>
          </w:tcPr>
          <w:p w14:paraId="15F50D79" w14:textId="77777777" w:rsidR="00684D5B" w:rsidRPr="00627228" w:rsidRDefault="00684D5B" w:rsidP="00684D5B">
            <w:pPr>
              <w:spacing w:before="60" w:after="30" w:line="276" w:lineRule="auto"/>
              <w:jc w:val="right"/>
              <w:rPr>
                <w:rFonts w:ascii="Arial" w:hAnsi="Arial" w:cs="Arial"/>
                <w:sz w:val="8"/>
                <w:szCs w:val="8"/>
              </w:rPr>
            </w:pPr>
          </w:p>
        </w:tc>
        <w:tc>
          <w:tcPr>
            <w:tcW w:w="236" w:type="dxa"/>
            <w:tcBorders>
              <w:left w:val="nil"/>
            </w:tcBorders>
          </w:tcPr>
          <w:p w14:paraId="75128A02" w14:textId="77777777" w:rsidR="00684D5B" w:rsidRPr="00627228" w:rsidRDefault="00684D5B" w:rsidP="00684D5B">
            <w:pPr>
              <w:spacing w:before="60" w:after="30" w:line="276" w:lineRule="auto"/>
              <w:ind w:right="73"/>
              <w:jc w:val="right"/>
              <w:rPr>
                <w:rFonts w:ascii="Arial" w:hAnsi="Arial" w:cs="Arial"/>
                <w:sz w:val="8"/>
                <w:szCs w:val="8"/>
              </w:rPr>
            </w:pPr>
          </w:p>
        </w:tc>
        <w:tc>
          <w:tcPr>
            <w:tcW w:w="1240" w:type="dxa"/>
            <w:vAlign w:val="bottom"/>
          </w:tcPr>
          <w:p w14:paraId="634571A0" w14:textId="77777777" w:rsidR="00684D5B" w:rsidRPr="00627228" w:rsidRDefault="00684D5B" w:rsidP="00684D5B">
            <w:pPr>
              <w:spacing w:before="60" w:after="30" w:line="276" w:lineRule="auto"/>
              <w:jc w:val="center"/>
              <w:rPr>
                <w:rFonts w:ascii="Arial" w:hAnsi="Arial" w:cs="Arial"/>
                <w:sz w:val="8"/>
                <w:szCs w:val="8"/>
              </w:rPr>
            </w:pPr>
          </w:p>
        </w:tc>
        <w:tc>
          <w:tcPr>
            <w:tcW w:w="239" w:type="dxa"/>
            <w:tcBorders>
              <w:left w:val="nil"/>
            </w:tcBorders>
          </w:tcPr>
          <w:p w14:paraId="7A24ED8C" w14:textId="77777777" w:rsidR="00684D5B" w:rsidRPr="00627228" w:rsidRDefault="00684D5B" w:rsidP="00684D5B">
            <w:pPr>
              <w:pStyle w:val="BodyTextIndent3"/>
              <w:tabs>
                <w:tab w:val="left" w:pos="5018"/>
              </w:tabs>
              <w:spacing w:before="60" w:after="30" w:line="276" w:lineRule="auto"/>
              <w:ind w:left="-87" w:right="-15"/>
              <w:jc w:val="right"/>
              <w:rPr>
                <w:rFonts w:ascii="Arial" w:hAnsi="Arial" w:cs="Arial"/>
                <w:sz w:val="8"/>
                <w:szCs w:val="8"/>
                <w:lang w:val="en-GB"/>
              </w:rPr>
            </w:pPr>
          </w:p>
        </w:tc>
        <w:tc>
          <w:tcPr>
            <w:tcW w:w="1192" w:type="dxa"/>
            <w:vAlign w:val="bottom"/>
          </w:tcPr>
          <w:p w14:paraId="75BA1FAC" w14:textId="77777777" w:rsidR="00684D5B" w:rsidRPr="00627228" w:rsidRDefault="00684D5B" w:rsidP="00684D5B">
            <w:pPr>
              <w:spacing w:before="60" w:after="30" w:line="276" w:lineRule="auto"/>
              <w:jc w:val="right"/>
              <w:rPr>
                <w:rFonts w:ascii="Arial" w:hAnsi="Arial" w:cs="Arial"/>
                <w:sz w:val="8"/>
                <w:szCs w:val="8"/>
              </w:rPr>
            </w:pPr>
          </w:p>
        </w:tc>
        <w:tc>
          <w:tcPr>
            <w:tcW w:w="236" w:type="dxa"/>
          </w:tcPr>
          <w:p w14:paraId="005E0798" w14:textId="77777777" w:rsidR="00684D5B" w:rsidRPr="00627228" w:rsidRDefault="00684D5B" w:rsidP="00684D5B">
            <w:pPr>
              <w:pStyle w:val="BodyTextIndent3"/>
              <w:tabs>
                <w:tab w:val="left" w:pos="5018"/>
              </w:tabs>
              <w:spacing w:before="60" w:after="30" w:line="276" w:lineRule="auto"/>
              <w:ind w:left="-87" w:right="-15"/>
              <w:jc w:val="right"/>
              <w:rPr>
                <w:rFonts w:ascii="Arial" w:hAnsi="Arial" w:cs="Arial"/>
                <w:sz w:val="8"/>
                <w:szCs w:val="8"/>
                <w:lang w:val="en-GB"/>
              </w:rPr>
            </w:pPr>
          </w:p>
        </w:tc>
        <w:tc>
          <w:tcPr>
            <w:tcW w:w="1303" w:type="dxa"/>
          </w:tcPr>
          <w:p w14:paraId="3255FA4E" w14:textId="77777777" w:rsidR="00684D5B" w:rsidRPr="00627228" w:rsidRDefault="00684D5B" w:rsidP="00684D5B">
            <w:pPr>
              <w:spacing w:before="60" w:after="30" w:line="276" w:lineRule="auto"/>
              <w:jc w:val="right"/>
              <w:rPr>
                <w:rFonts w:ascii="Arial" w:hAnsi="Arial" w:cs="Arial"/>
                <w:sz w:val="8"/>
                <w:szCs w:val="8"/>
              </w:rPr>
            </w:pPr>
          </w:p>
        </w:tc>
      </w:tr>
      <w:tr w:rsidR="00684D5B" w:rsidRPr="00EE62BB" w14:paraId="09217E7A" w14:textId="77777777" w:rsidTr="001F1E49">
        <w:trPr>
          <w:cantSplit/>
        </w:trPr>
        <w:tc>
          <w:tcPr>
            <w:tcW w:w="4608" w:type="dxa"/>
            <w:gridSpan w:val="2"/>
            <w:vAlign w:val="center"/>
          </w:tcPr>
          <w:p w14:paraId="1F1675BB" w14:textId="5DBACA0D" w:rsidR="00684D5B" w:rsidRPr="00EE62BB" w:rsidRDefault="00684D5B" w:rsidP="00684D5B">
            <w:pPr>
              <w:spacing w:before="60" w:after="30" w:line="276" w:lineRule="auto"/>
              <w:rPr>
                <w:rFonts w:ascii="Arial" w:hAnsi="Arial" w:cs="Arial"/>
                <w:sz w:val="19"/>
                <w:szCs w:val="19"/>
              </w:rPr>
            </w:pPr>
            <w:r w:rsidRPr="00EE62BB">
              <w:rPr>
                <w:rFonts w:ascii="Arial" w:hAnsi="Arial" w:cs="Arial"/>
                <w:sz w:val="19"/>
                <w:szCs w:val="19"/>
                <w:u w:val="single"/>
              </w:rPr>
              <w:t xml:space="preserve">Trade accounts receivable </w:t>
            </w:r>
            <w:r w:rsidRPr="00EE62BB">
              <w:rPr>
                <w:rFonts w:ascii="Arial" w:hAnsi="Arial" w:cs="Arial"/>
                <w:sz w:val="19"/>
                <w:szCs w:val="19"/>
              </w:rPr>
              <w:t xml:space="preserve"> </w:t>
            </w:r>
          </w:p>
          <w:p w14:paraId="51DDE04C" w14:textId="5BCC7542" w:rsidR="00684D5B" w:rsidRPr="00EE62BB" w:rsidRDefault="00684D5B" w:rsidP="00684D5B">
            <w:pPr>
              <w:spacing w:before="60" w:after="30" w:line="276" w:lineRule="auto"/>
              <w:rPr>
                <w:rFonts w:ascii="Arial" w:hAnsi="Arial" w:cs="Arial"/>
                <w:sz w:val="19"/>
                <w:szCs w:val="19"/>
              </w:rPr>
            </w:pPr>
            <w:r w:rsidRPr="00EE62BB">
              <w:rPr>
                <w:rFonts w:ascii="Arial" w:hAnsi="Arial" w:cs="Arial"/>
                <w:sz w:val="19"/>
                <w:szCs w:val="19"/>
              </w:rPr>
              <w:t xml:space="preserve">      </w:t>
            </w:r>
            <w:r w:rsidRPr="00EE62BB">
              <w:rPr>
                <w:rFonts w:ascii="Arial" w:hAnsi="Arial" w:cs="Arial"/>
                <w:sz w:val="19"/>
                <w:szCs w:val="19"/>
                <w:u w:val="single"/>
              </w:rPr>
              <w:t>-</w:t>
            </w:r>
            <w:r w:rsidRPr="00EE62BB">
              <w:rPr>
                <w:rFonts w:ascii="Arial" w:hAnsi="Arial" w:cs="Arial"/>
                <w:sz w:val="19"/>
                <w:szCs w:val="19"/>
                <w:u w:val="single"/>
                <w:lang w:val="en-GB"/>
              </w:rPr>
              <w:t xml:space="preserve"> related</w:t>
            </w:r>
            <w:r w:rsidRPr="00EE62BB">
              <w:rPr>
                <w:rFonts w:ascii="Arial" w:hAnsi="Arial" w:cs="Arial"/>
                <w:sz w:val="19"/>
                <w:szCs w:val="19"/>
                <w:u w:val="single"/>
              </w:rPr>
              <w:t xml:space="preserve"> companies</w:t>
            </w:r>
          </w:p>
        </w:tc>
        <w:tc>
          <w:tcPr>
            <w:tcW w:w="236" w:type="dxa"/>
            <w:tcBorders>
              <w:left w:val="nil"/>
            </w:tcBorders>
          </w:tcPr>
          <w:p w14:paraId="47F2AFE1" w14:textId="77777777" w:rsidR="00684D5B" w:rsidRPr="00EE62BB" w:rsidRDefault="00684D5B" w:rsidP="00684D5B">
            <w:pPr>
              <w:spacing w:before="60" w:after="30" w:line="276" w:lineRule="auto"/>
              <w:ind w:right="73"/>
              <w:jc w:val="right"/>
              <w:rPr>
                <w:rFonts w:ascii="Arial" w:hAnsi="Arial" w:cs="Arial"/>
                <w:sz w:val="19"/>
                <w:szCs w:val="19"/>
              </w:rPr>
            </w:pPr>
          </w:p>
        </w:tc>
        <w:tc>
          <w:tcPr>
            <w:tcW w:w="1240" w:type="dxa"/>
            <w:vAlign w:val="bottom"/>
          </w:tcPr>
          <w:p w14:paraId="445236A3" w14:textId="77777777" w:rsidR="00684D5B" w:rsidRPr="00EE62BB" w:rsidRDefault="00684D5B" w:rsidP="00684D5B">
            <w:pPr>
              <w:spacing w:before="60" w:after="30" w:line="276" w:lineRule="auto"/>
              <w:jc w:val="center"/>
              <w:rPr>
                <w:rFonts w:ascii="Arial" w:hAnsi="Arial" w:cs="Arial"/>
                <w:sz w:val="19"/>
                <w:szCs w:val="19"/>
              </w:rPr>
            </w:pPr>
          </w:p>
        </w:tc>
        <w:tc>
          <w:tcPr>
            <w:tcW w:w="239" w:type="dxa"/>
            <w:tcBorders>
              <w:left w:val="nil"/>
            </w:tcBorders>
          </w:tcPr>
          <w:p w14:paraId="2106D446" w14:textId="77777777" w:rsidR="00684D5B" w:rsidRPr="00EE62BB" w:rsidRDefault="00684D5B" w:rsidP="00684D5B">
            <w:pPr>
              <w:pStyle w:val="BodyTextIndent3"/>
              <w:tabs>
                <w:tab w:val="left" w:pos="5018"/>
              </w:tabs>
              <w:spacing w:before="60" w:after="30" w:line="276" w:lineRule="auto"/>
              <w:ind w:left="-87" w:right="-15"/>
              <w:jc w:val="right"/>
              <w:rPr>
                <w:rFonts w:ascii="Arial" w:hAnsi="Arial" w:cs="Arial"/>
                <w:sz w:val="19"/>
                <w:szCs w:val="19"/>
                <w:lang w:val="en-GB"/>
              </w:rPr>
            </w:pPr>
          </w:p>
        </w:tc>
        <w:tc>
          <w:tcPr>
            <w:tcW w:w="1192" w:type="dxa"/>
            <w:vAlign w:val="bottom"/>
          </w:tcPr>
          <w:p w14:paraId="1E0A38BB" w14:textId="77777777" w:rsidR="00684D5B" w:rsidRPr="00EE62BB" w:rsidRDefault="00684D5B" w:rsidP="00684D5B">
            <w:pPr>
              <w:spacing w:before="60" w:after="30" w:line="276" w:lineRule="auto"/>
              <w:jc w:val="right"/>
              <w:rPr>
                <w:rFonts w:ascii="Arial" w:hAnsi="Arial" w:cs="Arial"/>
                <w:sz w:val="19"/>
                <w:szCs w:val="19"/>
              </w:rPr>
            </w:pPr>
          </w:p>
        </w:tc>
        <w:tc>
          <w:tcPr>
            <w:tcW w:w="236" w:type="dxa"/>
          </w:tcPr>
          <w:p w14:paraId="092F135C" w14:textId="77777777" w:rsidR="00684D5B" w:rsidRPr="00EE62BB" w:rsidRDefault="00684D5B" w:rsidP="00684D5B">
            <w:pPr>
              <w:pStyle w:val="BodyTextIndent3"/>
              <w:tabs>
                <w:tab w:val="left" w:pos="5018"/>
              </w:tabs>
              <w:spacing w:before="60" w:after="30" w:line="276" w:lineRule="auto"/>
              <w:ind w:left="-87" w:right="-15"/>
              <w:jc w:val="right"/>
              <w:rPr>
                <w:rFonts w:ascii="Arial" w:hAnsi="Arial" w:cs="Arial"/>
                <w:sz w:val="19"/>
                <w:szCs w:val="19"/>
                <w:lang w:val="en-GB"/>
              </w:rPr>
            </w:pPr>
          </w:p>
        </w:tc>
        <w:tc>
          <w:tcPr>
            <w:tcW w:w="1303" w:type="dxa"/>
          </w:tcPr>
          <w:p w14:paraId="6E067774" w14:textId="77777777" w:rsidR="00684D5B" w:rsidRPr="00EE62BB" w:rsidRDefault="00684D5B" w:rsidP="00684D5B">
            <w:pPr>
              <w:spacing w:before="60" w:after="30" w:line="276" w:lineRule="auto"/>
              <w:jc w:val="right"/>
              <w:rPr>
                <w:rFonts w:ascii="Arial" w:hAnsi="Arial" w:cs="Arial"/>
                <w:sz w:val="19"/>
                <w:szCs w:val="19"/>
              </w:rPr>
            </w:pPr>
          </w:p>
        </w:tc>
      </w:tr>
      <w:tr w:rsidR="00490944" w:rsidRPr="00EE62BB" w14:paraId="42297410" w14:textId="77777777" w:rsidTr="001F1E49">
        <w:trPr>
          <w:cantSplit/>
        </w:trPr>
        <w:tc>
          <w:tcPr>
            <w:tcW w:w="3312" w:type="dxa"/>
            <w:vAlign w:val="center"/>
          </w:tcPr>
          <w:p w14:paraId="1352B9FD" w14:textId="3CC413C7" w:rsidR="00490944" w:rsidRPr="00EE62BB" w:rsidRDefault="00490944" w:rsidP="00490944">
            <w:pPr>
              <w:spacing w:before="60" w:after="30" w:line="276" w:lineRule="auto"/>
              <w:ind w:left="-56" w:right="-54"/>
              <w:rPr>
                <w:rFonts w:ascii="Arial" w:hAnsi="Arial" w:cs="Arial"/>
                <w:sz w:val="19"/>
                <w:szCs w:val="19"/>
              </w:rPr>
            </w:pPr>
            <w:r w:rsidRPr="00EE62BB">
              <w:rPr>
                <w:rFonts w:ascii="Arial" w:hAnsi="Arial" w:cs="Arial"/>
                <w:sz w:val="19"/>
                <w:szCs w:val="19"/>
              </w:rPr>
              <w:t>Not yet due</w:t>
            </w:r>
          </w:p>
        </w:tc>
        <w:tc>
          <w:tcPr>
            <w:tcW w:w="1296" w:type="dxa"/>
            <w:tcBorders>
              <w:left w:val="nil"/>
              <w:bottom w:val="single" w:sz="12" w:space="0" w:color="auto"/>
            </w:tcBorders>
            <w:vAlign w:val="bottom"/>
          </w:tcPr>
          <w:p w14:paraId="67B5D8D4" w14:textId="7841F096" w:rsidR="00490944" w:rsidRPr="00EE62BB" w:rsidRDefault="00A77122" w:rsidP="007458CE">
            <w:pPr>
              <w:spacing w:before="60" w:after="30" w:line="276" w:lineRule="auto"/>
              <w:jc w:val="right"/>
              <w:rPr>
                <w:rFonts w:ascii="Arial" w:hAnsi="Arial" w:cs="Arial"/>
                <w:sz w:val="19"/>
                <w:szCs w:val="19"/>
              </w:rPr>
            </w:pPr>
            <w:r w:rsidRPr="007458CE">
              <w:rPr>
                <w:rFonts w:ascii="Arial" w:hAnsi="Arial" w:cs="Arial"/>
                <w:sz w:val="19"/>
                <w:szCs w:val="19"/>
              </w:rPr>
              <w:t>49,923</w:t>
            </w:r>
          </w:p>
        </w:tc>
        <w:tc>
          <w:tcPr>
            <w:tcW w:w="236" w:type="dxa"/>
            <w:tcBorders>
              <w:left w:val="nil"/>
            </w:tcBorders>
            <w:vAlign w:val="bottom"/>
          </w:tcPr>
          <w:p w14:paraId="464C2684" w14:textId="77777777" w:rsidR="00490944" w:rsidRPr="00EE62BB" w:rsidRDefault="00490944" w:rsidP="007458CE">
            <w:pPr>
              <w:spacing w:before="60" w:after="30" w:line="276" w:lineRule="auto"/>
              <w:ind w:right="73"/>
              <w:jc w:val="right"/>
              <w:rPr>
                <w:rFonts w:ascii="Arial" w:hAnsi="Arial" w:cs="Arial"/>
                <w:sz w:val="19"/>
                <w:szCs w:val="19"/>
              </w:rPr>
            </w:pPr>
          </w:p>
        </w:tc>
        <w:tc>
          <w:tcPr>
            <w:tcW w:w="1240" w:type="dxa"/>
            <w:tcBorders>
              <w:bottom w:val="single" w:sz="12" w:space="0" w:color="auto"/>
            </w:tcBorders>
            <w:vAlign w:val="bottom"/>
          </w:tcPr>
          <w:p w14:paraId="726E6633" w14:textId="29FC454F" w:rsidR="00490944" w:rsidRPr="00EE62BB" w:rsidRDefault="00490944" w:rsidP="007458CE">
            <w:pPr>
              <w:spacing w:before="60" w:after="30" w:line="276" w:lineRule="auto"/>
              <w:jc w:val="right"/>
              <w:rPr>
                <w:rFonts w:ascii="Arial" w:hAnsi="Arial" w:cs="Arial"/>
                <w:sz w:val="19"/>
                <w:szCs w:val="19"/>
              </w:rPr>
            </w:pPr>
            <w:r w:rsidRPr="00EE62BB">
              <w:rPr>
                <w:rFonts w:ascii="Arial" w:hAnsi="Arial" w:cs="Arial"/>
                <w:sz w:val="19"/>
                <w:szCs w:val="19"/>
              </w:rPr>
              <w:t>42,098</w:t>
            </w:r>
          </w:p>
        </w:tc>
        <w:tc>
          <w:tcPr>
            <w:tcW w:w="239" w:type="dxa"/>
            <w:tcBorders>
              <w:left w:val="nil"/>
            </w:tcBorders>
            <w:vAlign w:val="bottom"/>
          </w:tcPr>
          <w:p w14:paraId="1053A0FA" w14:textId="77777777" w:rsidR="00490944" w:rsidRPr="00EE62BB" w:rsidRDefault="00490944" w:rsidP="007458CE">
            <w:pPr>
              <w:pStyle w:val="BodyTextIndent3"/>
              <w:tabs>
                <w:tab w:val="left" w:pos="5018"/>
              </w:tabs>
              <w:spacing w:before="60" w:after="30" w:line="276" w:lineRule="auto"/>
              <w:ind w:left="-87" w:right="-15"/>
              <w:jc w:val="right"/>
              <w:rPr>
                <w:rFonts w:ascii="Arial" w:hAnsi="Arial" w:cs="Arial"/>
                <w:sz w:val="19"/>
                <w:szCs w:val="19"/>
                <w:lang w:val="en-GB"/>
              </w:rPr>
            </w:pPr>
          </w:p>
        </w:tc>
        <w:tc>
          <w:tcPr>
            <w:tcW w:w="1192" w:type="dxa"/>
            <w:tcBorders>
              <w:bottom w:val="single" w:sz="12" w:space="0" w:color="auto"/>
            </w:tcBorders>
            <w:vAlign w:val="bottom"/>
          </w:tcPr>
          <w:p w14:paraId="73534067" w14:textId="11694D8C" w:rsidR="00490944" w:rsidRPr="00EE62BB" w:rsidRDefault="007458CE" w:rsidP="007458CE">
            <w:pPr>
              <w:spacing w:before="60" w:after="30" w:line="276" w:lineRule="auto"/>
              <w:jc w:val="right"/>
              <w:rPr>
                <w:rFonts w:ascii="Arial" w:hAnsi="Arial" w:cs="Arial"/>
                <w:sz w:val="19"/>
                <w:szCs w:val="19"/>
              </w:rPr>
            </w:pPr>
            <w:r w:rsidRPr="007458CE">
              <w:rPr>
                <w:rFonts w:ascii="Arial" w:hAnsi="Arial" w:cs="Arial"/>
                <w:sz w:val="19"/>
                <w:szCs w:val="19"/>
              </w:rPr>
              <w:t>49,923</w:t>
            </w:r>
          </w:p>
        </w:tc>
        <w:tc>
          <w:tcPr>
            <w:tcW w:w="236" w:type="dxa"/>
            <w:vAlign w:val="bottom"/>
          </w:tcPr>
          <w:p w14:paraId="5BDAA85A" w14:textId="77777777" w:rsidR="00490944" w:rsidRPr="00EE62BB" w:rsidRDefault="00490944" w:rsidP="007458CE">
            <w:pPr>
              <w:pStyle w:val="BodyTextIndent3"/>
              <w:tabs>
                <w:tab w:val="left" w:pos="5018"/>
              </w:tabs>
              <w:spacing w:before="60" w:after="30" w:line="276" w:lineRule="auto"/>
              <w:ind w:left="-87" w:right="-15"/>
              <w:jc w:val="right"/>
              <w:rPr>
                <w:rFonts w:ascii="Arial" w:hAnsi="Arial" w:cs="Arial"/>
                <w:sz w:val="19"/>
                <w:szCs w:val="19"/>
                <w:lang w:val="en-GB"/>
              </w:rPr>
            </w:pPr>
          </w:p>
        </w:tc>
        <w:tc>
          <w:tcPr>
            <w:tcW w:w="1303" w:type="dxa"/>
            <w:tcBorders>
              <w:bottom w:val="single" w:sz="12" w:space="0" w:color="auto"/>
            </w:tcBorders>
            <w:vAlign w:val="bottom"/>
          </w:tcPr>
          <w:p w14:paraId="6E796520" w14:textId="2CAFE97A" w:rsidR="00490944" w:rsidRPr="00EE62BB" w:rsidRDefault="00490944" w:rsidP="007458CE">
            <w:pPr>
              <w:spacing w:before="60" w:after="30" w:line="276" w:lineRule="auto"/>
              <w:jc w:val="right"/>
              <w:rPr>
                <w:rFonts w:ascii="Arial" w:hAnsi="Arial" w:cs="Arial"/>
                <w:sz w:val="19"/>
                <w:szCs w:val="19"/>
              </w:rPr>
            </w:pPr>
            <w:r w:rsidRPr="00EE62BB">
              <w:rPr>
                <w:rFonts w:ascii="Arial" w:hAnsi="Arial" w:cs="Arial"/>
                <w:sz w:val="19"/>
                <w:szCs w:val="19"/>
              </w:rPr>
              <w:t>42,098</w:t>
            </w:r>
          </w:p>
        </w:tc>
      </w:tr>
    </w:tbl>
    <w:p w14:paraId="0A1EB8C5" w14:textId="77777777" w:rsidR="001F1E49" w:rsidRDefault="001F1E49" w:rsidP="001F1E49">
      <w:pPr>
        <w:tabs>
          <w:tab w:val="num" w:pos="4046"/>
        </w:tabs>
        <w:spacing w:line="360" w:lineRule="auto"/>
        <w:ind w:left="426"/>
        <w:jc w:val="thaiDistribute"/>
        <w:rPr>
          <w:rFonts w:ascii="Arial" w:hAnsi="Arial" w:cs="Arial"/>
          <w:b/>
          <w:bCs/>
          <w:spacing w:val="-4"/>
          <w:sz w:val="19"/>
          <w:szCs w:val="19"/>
          <w:lang w:val="en-GB"/>
        </w:rPr>
      </w:pPr>
    </w:p>
    <w:p w14:paraId="17AB5B0E" w14:textId="7C0C978B" w:rsidR="00651C9C" w:rsidRPr="00B35B43" w:rsidRDefault="00651C9C" w:rsidP="00086652">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B35B43">
        <w:rPr>
          <w:rFonts w:ascii="Arial" w:hAnsi="Arial" w:cs="Arial"/>
          <w:b/>
          <w:bCs/>
          <w:spacing w:val="-4"/>
          <w:sz w:val="19"/>
          <w:szCs w:val="19"/>
          <w:lang w:val="en-GB"/>
        </w:rPr>
        <w:lastRenderedPageBreak/>
        <w:t>TRANSACTIONS WITH RELATED PARTIES</w:t>
      </w:r>
    </w:p>
    <w:p w14:paraId="23D0E754" w14:textId="77777777" w:rsidR="00651C9C" w:rsidRPr="00EE62BB" w:rsidRDefault="00651C9C" w:rsidP="008863A6">
      <w:pPr>
        <w:tabs>
          <w:tab w:val="left" w:pos="284"/>
        </w:tabs>
        <w:spacing w:line="360" w:lineRule="auto"/>
        <w:ind w:left="425" w:right="34"/>
        <w:jc w:val="thaiDistribute"/>
        <w:rPr>
          <w:rFonts w:ascii="Arial" w:hAnsi="Arial" w:cs="Arial"/>
          <w:sz w:val="19"/>
          <w:szCs w:val="19"/>
        </w:rPr>
      </w:pPr>
    </w:p>
    <w:p w14:paraId="6A7658B5" w14:textId="5AC17648" w:rsidR="00C119D3" w:rsidRPr="00EE62BB" w:rsidRDefault="00C119D3" w:rsidP="007B6959">
      <w:pPr>
        <w:spacing w:line="360" w:lineRule="auto"/>
        <w:ind w:left="426"/>
        <w:jc w:val="thaiDistribute"/>
        <w:rPr>
          <w:rFonts w:ascii="Arial" w:hAnsi="Arial" w:cs="Arial"/>
          <w:sz w:val="19"/>
          <w:szCs w:val="19"/>
        </w:rPr>
      </w:pPr>
      <w:r w:rsidRPr="00EE62BB">
        <w:rPr>
          <w:rFonts w:ascii="Arial" w:hAnsi="Arial" w:cs="Arial"/>
          <w:sz w:val="19"/>
          <w:szCs w:val="19"/>
        </w:rPr>
        <w:t xml:space="preserve">The </w:t>
      </w:r>
      <w:r w:rsidR="004F3821" w:rsidRPr="00EE62BB">
        <w:rPr>
          <w:rFonts w:ascii="Arial" w:hAnsi="Arial" w:cs="Arial"/>
          <w:sz w:val="19"/>
          <w:szCs w:val="19"/>
        </w:rPr>
        <w:t>Group</w:t>
      </w:r>
      <w:r w:rsidRPr="00EE62BB">
        <w:rPr>
          <w:rFonts w:ascii="Arial" w:hAnsi="Arial" w:cs="Arial"/>
          <w:sz w:val="19"/>
          <w:szCs w:val="19"/>
        </w:rPr>
        <w:t xml:space="preserve"> has transactions with related parties involving assets, liabilities, sales, other income, cost of sales and selling and administrative expenses. Those transactions as included in the financial statements are determined at the prices in line with those occurred in the normal course of business based on the market prices in general or the price as stipulated in the agreement, if there is no comparable market price.</w:t>
      </w:r>
    </w:p>
    <w:p w14:paraId="66EEB17E" w14:textId="77777777" w:rsidR="00632483" w:rsidRPr="00EE62BB" w:rsidRDefault="00632483" w:rsidP="00191000">
      <w:pPr>
        <w:tabs>
          <w:tab w:val="left" w:pos="284"/>
        </w:tabs>
        <w:spacing w:line="360" w:lineRule="auto"/>
        <w:ind w:left="426" w:right="36"/>
        <w:jc w:val="thaiDistribute"/>
        <w:rPr>
          <w:rFonts w:ascii="Arial" w:hAnsi="Arial" w:cs="Arial"/>
          <w:sz w:val="19"/>
          <w:szCs w:val="19"/>
        </w:rPr>
      </w:pPr>
    </w:p>
    <w:p w14:paraId="585483BE" w14:textId="2E88797D" w:rsidR="00BB71FF" w:rsidRPr="00EE62BB" w:rsidRDefault="00202B75" w:rsidP="007B6959">
      <w:pPr>
        <w:spacing w:line="360" w:lineRule="auto"/>
        <w:ind w:left="426"/>
        <w:jc w:val="thaiDistribute"/>
        <w:rPr>
          <w:rFonts w:ascii="Arial" w:hAnsi="Arial" w:cs="Arial"/>
          <w:sz w:val="19"/>
          <w:szCs w:val="19"/>
        </w:rPr>
      </w:pPr>
      <w:r w:rsidRPr="00EE62BB">
        <w:rPr>
          <w:rFonts w:ascii="Arial" w:hAnsi="Arial" w:cs="Arial"/>
          <w:sz w:val="19"/>
          <w:szCs w:val="19"/>
        </w:rPr>
        <w:t xml:space="preserve">Significant transactions with related </w:t>
      </w:r>
      <w:r w:rsidR="005453FA" w:rsidRPr="00EE62BB">
        <w:rPr>
          <w:rFonts w:ascii="Arial" w:hAnsi="Arial" w:cs="Arial"/>
          <w:sz w:val="19"/>
          <w:szCs w:val="19"/>
        </w:rPr>
        <w:t xml:space="preserve">for the three-month periods ended 31 March </w:t>
      </w:r>
      <w:r w:rsidR="000D7C1D" w:rsidRPr="00EE62BB">
        <w:rPr>
          <w:rFonts w:ascii="Arial" w:hAnsi="Arial" w:cs="Arial"/>
          <w:sz w:val="19"/>
          <w:szCs w:val="19"/>
        </w:rPr>
        <w:t>202</w:t>
      </w:r>
      <w:r w:rsidR="005453FA" w:rsidRPr="00EE62BB">
        <w:rPr>
          <w:rFonts w:ascii="Arial" w:hAnsi="Arial" w:cs="Arial"/>
          <w:sz w:val="19"/>
          <w:szCs w:val="19"/>
        </w:rPr>
        <w:t>4</w:t>
      </w:r>
      <w:r w:rsidRPr="00EE62BB">
        <w:rPr>
          <w:rFonts w:ascii="Arial" w:hAnsi="Arial" w:cs="Arial"/>
          <w:sz w:val="19"/>
          <w:szCs w:val="19"/>
        </w:rPr>
        <w:t xml:space="preserve"> and 20</w:t>
      </w:r>
      <w:r w:rsidR="00BF6859" w:rsidRPr="00EE62BB">
        <w:rPr>
          <w:rFonts w:ascii="Arial" w:hAnsi="Arial" w:cs="Arial"/>
          <w:sz w:val="19"/>
          <w:szCs w:val="19"/>
        </w:rPr>
        <w:t>2</w:t>
      </w:r>
      <w:r w:rsidR="005453FA" w:rsidRPr="00EE62BB">
        <w:rPr>
          <w:rFonts w:ascii="Arial" w:hAnsi="Arial" w:cs="Arial"/>
          <w:sz w:val="19"/>
          <w:szCs w:val="19"/>
        </w:rPr>
        <w:t>3</w:t>
      </w:r>
      <w:r w:rsidRPr="00EE62BB">
        <w:rPr>
          <w:rFonts w:ascii="Arial" w:hAnsi="Arial" w:cs="Arial"/>
          <w:sz w:val="19"/>
          <w:szCs w:val="19"/>
        </w:rPr>
        <w:t xml:space="preserve"> are as follow:</w:t>
      </w:r>
    </w:p>
    <w:p w14:paraId="3F21D6CF" w14:textId="77777777" w:rsidR="00E22C51" w:rsidRPr="00EE62BB" w:rsidRDefault="00E22C51" w:rsidP="007B6959">
      <w:pPr>
        <w:spacing w:line="360" w:lineRule="auto"/>
        <w:ind w:left="426"/>
        <w:jc w:val="thaiDistribute"/>
        <w:rPr>
          <w:rFonts w:ascii="Arial" w:hAnsi="Arial" w:cs="Arial"/>
          <w:sz w:val="16"/>
          <w:szCs w:val="16"/>
        </w:rPr>
      </w:pPr>
    </w:p>
    <w:tbl>
      <w:tblPr>
        <w:tblW w:w="9061" w:type="dxa"/>
        <w:tblInd w:w="434" w:type="dxa"/>
        <w:tblLayout w:type="fixed"/>
        <w:tblCellMar>
          <w:left w:w="0" w:type="dxa"/>
          <w:right w:w="0" w:type="dxa"/>
        </w:tblCellMar>
        <w:tblLook w:val="0000" w:firstRow="0" w:lastRow="0" w:firstColumn="0" w:lastColumn="0" w:noHBand="0" w:noVBand="0"/>
      </w:tblPr>
      <w:tblGrid>
        <w:gridCol w:w="2684"/>
        <w:gridCol w:w="142"/>
        <w:gridCol w:w="1589"/>
        <w:gridCol w:w="142"/>
        <w:gridCol w:w="1016"/>
        <w:gridCol w:w="142"/>
        <w:gridCol w:w="991"/>
        <w:gridCol w:w="142"/>
        <w:gridCol w:w="1027"/>
        <w:gridCol w:w="142"/>
        <w:gridCol w:w="1044"/>
      </w:tblGrid>
      <w:tr w:rsidR="00E22C51" w:rsidRPr="00EE62BB" w14:paraId="64E2826C" w14:textId="77777777">
        <w:trPr>
          <w:tblHeader/>
        </w:trPr>
        <w:tc>
          <w:tcPr>
            <w:tcW w:w="2684" w:type="dxa"/>
          </w:tcPr>
          <w:p w14:paraId="4CDF5831" w14:textId="77777777" w:rsidR="00E22C51" w:rsidRPr="00EE62BB" w:rsidRDefault="00E22C51" w:rsidP="006935E6">
            <w:pPr>
              <w:spacing w:before="60" w:after="30" w:line="276" w:lineRule="auto"/>
              <w:ind w:left="180" w:right="72" w:hanging="180"/>
              <w:rPr>
                <w:rFonts w:ascii="Arial" w:hAnsi="Arial" w:cs="Arial"/>
                <w:sz w:val="16"/>
                <w:szCs w:val="16"/>
              </w:rPr>
            </w:pPr>
          </w:p>
        </w:tc>
        <w:tc>
          <w:tcPr>
            <w:tcW w:w="142" w:type="dxa"/>
            <w:tcBorders>
              <w:right w:val="nil"/>
            </w:tcBorders>
          </w:tcPr>
          <w:p w14:paraId="2F472898" w14:textId="77777777" w:rsidR="00E22C51" w:rsidRPr="00EE62BB" w:rsidRDefault="00E22C51" w:rsidP="006935E6">
            <w:pPr>
              <w:spacing w:before="60" w:after="30" w:line="276" w:lineRule="auto"/>
              <w:ind w:left="900" w:right="72"/>
              <w:rPr>
                <w:rFonts w:ascii="Arial" w:hAnsi="Arial" w:cs="Arial"/>
                <w:sz w:val="16"/>
                <w:szCs w:val="16"/>
                <w:lang w:val="en-GB"/>
              </w:rPr>
            </w:pPr>
          </w:p>
        </w:tc>
        <w:tc>
          <w:tcPr>
            <w:tcW w:w="1589" w:type="dxa"/>
            <w:tcBorders>
              <w:left w:val="nil"/>
            </w:tcBorders>
          </w:tcPr>
          <w:p w14:paraId="57ED0C0F" w14:textId="77777777" w:rsidR="00E22C51" w:rsidRPr="00EE62BB" w:rsidRDefault="00E22C51" w:rsidP="006935E6">
            <w:pPr>
              <w:spacing w:before="60" w:after="30" w:line="276" w:lineRule="auto"/>
              <w:ind w:left="900" w:right="72"/>
              <w:rPr>
                <w:rFonts w:ascii="Arial" w:hAnsi="Arial" w:cs="Arial"/>
                <w:sz w:val="16"/>
                <w:szCs w:val="16"/>
                <w:lang w:val="en-GB"/>
              </w:rPr>
            </w:pPr>
          </w:p>
        </w:tc>
        <w:tc>
          <w:tcPr>
            <w:tcW w:w="142" w:type="dxa"/>
          </w:tcPr>
          <w:p w14:paraId="3BF4882C" w14:textId="77777777" w:rsidR="00E22C51" w:rsidRPr="00EE62BB" w:rsidRDefault="00E22C51" w:rsidP="006935E6">
            <w:pPr>
              <w:spacing w:before="60" w:after="30" w:line="276" w:lineRule="auto"/>
              <w:ind w:left="900" w:right="72"/>
              <w:rPr>
                <w:rFonts w:ascii="Arial" w:hAnsi="Arial" w:cs="Arial"/>
                <w:sz w:val="16"/>
                <w:szCs w:val="16"/>
                <w:lang w:val="en-GB"/>
              </w:rPr>
            </w:pPr>
          </w:p>
        </w:tc>
        <w:tc>
          <w:tcPr>
            <w:tcW w:w="4504" w:type="dxa"/>
            <w:gridSpan w:val="7"/>
          </w:tcPr>
          <w:p w14:paraId="2F18C8F7" w14:textId="77777777" w:rsidR="00E22C51" w:rsidRPr="00EE62BB" w:rsidRDefault="00E22C51" w:rsidP="006935E6">
            <w:pPr>
              <w:spacing w:before="60" w:after="30" w:line="276" w:lineRule="auto"/>
              <w:ind w:right="72"/>
              <w:jc w:val="right"/>
              <w:outlineLvl w:val="0"/>
              <w:rPr>
                <w:rFonts w:ascii="Arial" w:hAnsi="Arial" w:cs="Arial"/>
                <w:sz w:val="16"/>
                <w:szCs w:val="16"/>
              </w:rPr>
            </w:pPr>
            <w:r w:rsidRPr="00EE62BB">
              <w:rPr>
                <w:rFonts w:ascii="Arial" w:hAnsi="Arial" w:cs="Arial"/>
                <w:sz w:val="16"/>
                <w:szCs w:val="16"/>
              </w:rPr>
              <w:t>(Unit : Thousand Baht)</w:t>
            </w:r>
          </w:p>
        </w:tc>
      </w:tr>
      <w:tr w:rsidR="00E22C51" w:rsidRPr="00EE62BB" w14:paraId="1FB841BD" w14:textId="77777777">
        <w:trPr>
          <w:tblHeader/>
        </w:trPr>
        <w:tc>
          <w:tcPr>
            <w:tcW w:w="2684" w:type="dxa"/>
          </w:tcPr>
          <w:p w14:paraId="60B24924" w14:textId="77777777" w:rsidR="00E22C51" w:rsidRPr="00EE62BB" w:rsidRDefault="00E22C51" w:rsidP="006935E6">
            <w:pPr>
              <w:spacing w:before="60" w:after="30" w:line="276" w:lineRule="auto"/>
              <w:ind w:left="180" w:right="72" w:hanging="180"/>
              <w:jc w:val="center"/>
              <w:rPr>
                <w:rFonts w:ascii="Arial" w:hAnsi="Arial" w:cs="Arial"/>
                <w:sz w:val="16"/>
                <w:szCs w:val="16"/>
              </w:rPr>
            </w:pPr>
          </w:p>
        </w:tc>
        <w:tc>
          <w:tcPr>
            <w:tcW w:w="142" w:type="dxa"/>
            <w:tcBorders>
              <w:right w:val="nil"/>
            </w:tcBorders>
          </w:tcPr>
          <w:p w14:paraId="32ACD71A" w14:textId="77777777" w:rsidR="00E22C51" w:rsidRPr="00EE62BB" w:rsidRDefault="00E22C51" w:rsidP="006935E6">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2BC4BEF0" w14:textId="77777777" w:rsidR="00E22C51" w:rsidRPr="00EE62BB" w:rsidRDefault="00E22C51" w:rsidP="006935E6">
            <w:pPr>
              <w:spacing w:before="60" w:after="30" w:line="276" w:lineRule="auto"/>
              <w:ind w:left="900" w:right="72"/>
              <w:jc w:val="center"/>
              <w:rPr>
                <w:rFonts w:ascii="Arial" w:hAnsi="Arial" w:cs="Arial"/>
                <w:sz w:val="16"/>
                <w:szCs w:val="16"/>
                <w:lang w:val="en-GB"/>
              </w:rPr>
            </w:pPr>
          </w:p>
        </w:tc>
        <w:tc>
          <w:tcPr>
            <w:tcW w:w="142" w:type="dxa"/>
          </w:tcPr>
          <w:p w14:paraId="35DDC365" w14:textId="77777777" w:rsidR="00E22C51" w:rsidRPr="00EE62BB" w:rsidRDefault="00E22C51" w:rsidP="006935E6">
            <w:pPr>
              <w:spacing w:before="60" w:after="30" w:line="276" w:lineRule="auto"/>
              <w:ind w:left="900" w:right="72"/>
              <w:rPr>
                <w:rFonts w:ascii="Arial" w:hAnsi="Arial" w:cs="Arial"/>
                <w:sz w:val="16"/>
                <w:szCs w:val="16"/>
                <w:lang w:val="en-GB"/>
              </w:rPr>
            </w:pPr>
          </w:p>
        </w:tc>
        <w:tc>
          <w:tcPr>
            <w:tcW w:w="2149" w:type="dxa"/>
            <w:gridSpan w:val="3"/>
            <w:tcBorders>
              <w:bottom w:val="single" w:sz="4" w:space="0" w:color="auto"/>
            </w:tcBorders>
            <w:vAlign w:val="bottom"/>
          </w:tcPr>
          <w:p w14:paraId="6676F67A" w14:textId="77777777" w:rsidR="00A46E3E" w:rsidRDefault="00E22C51" w:rsidP="006935E6">
            <w:pPr>
              <w:spacing w:before="60" w:after="30" w:line="276" w:lineRule="auto"/>
              <w:jc w:val="center"/>
              <w:rPr>
                <w:rFonts w:ascii="Arial" w:hAnsi="Arial" w:cs="Arial"/>
                <w:sz w:val="16"/>
                <w:szCs w:val="16"/>
              </w:rPr>
            </w:pPr>
            <w:r w:rsidRPr="00EE62BB">
              <w:rPr>
                <w:rFonts w:ascii="Arial" w:hAnsi="Arial" w:cs="Arial"/>
                <w:sz w:val="16"/>
                <w:szCs w:val="16"/>
              </w:rPr>
              <w:t>Consolidated</w:t>
            </w:r>
          </w:p>
          <w:p w14:paraId="179DDB1A" w14:textId="3B9F39BE" w:rsidR="00E22C51" w:rsidRPr="00EE62BB" w:rsidRDefault="00A46E3E" w:rsidP="006935E6">
            <w:pPr>
              <w:spacing w:before="60" w:after="30" w:line="276" w:lineRule="auto"/>
              <w:jc w:val="center"/>
              <w:rPr>
                <w:rFonts w:ascii="Arial" w:hAnsi="Arial" w:cs="Arial"/>
                <w:sz w:val="16"/>
                <w:szCs w:val="16"/>
              </w:rPr>
            </w:pPr>
            <w:r w:rsidRPr="00A46E3E">
              <w:rPr>
                <w:rFonts w:ascii="Arial" w:hAnsi="Arial" w:cs="Arial"/>
                <w:sz w:val="16"/>
                <w:szCs w:val="16"/>
              </w:rPr>
              <w:t>financial information</w:t>
            </w:r>
          </w:p>
        </w:tc>
        <w:tc>
          <w:tcPr>
            <w:tcW w:w="142" w:type="dxa"/>
            <w:vAlign w:val="bottom"/>
          </w:tcPr>
          <w:p w14:paraId="1DEB2D05" w14:textId="77777777" w:rsidR="00E22C51" w:rsidRPr="00EE62BB" w:rsidRDefault="00E22C51" w:rsidP="006935E6">
            <w:pPr>
              <w:spacing w:before="60" w:after="30" w:line="276" w:lineRule="auto"/>
              <w:jc w:val="center"/>
              <w:rPr>
                <w:rFonts w:ascii="Arial" w:hAnsi="Arial" w:cs="Arial"/>
                <w:sz w:val="16"/>
                <w:szCs w:val="16"/>
              </w:rPr>
            </w:pPr>
          </w:p>
        </w:tc>
        <w:tc>
          <w:tcPr>
            <w:tcW w:w="2213" w:type="dxa"/>
            <w:gridSpan w:val="3"/>
            <w:tcBorders>
              <w:bottom w:val="single" w:sz="4" w:space="0" w:color="auto"/>
            </w:tcBorders>
            <w:vAlign w:val="bottom"/>
          </w:tcPr>
          <w:p w14:paraId="3EC2D05E" w14:textId="77777777" w:rsidR="00A46E3E" w:rsidRDefault="00E22C51" w:rsidP="006935E6">
            <w:pPr>
              <w:spacing w:before="60" w:after="30" w:line="276" w:lineRule="auto"/>
              <w:jc w:val="center"/>
              <w:rPr>
                <w:rFonts w:ascii="Arial" w:hAnsi="Arial" w:cs="Arial"/>
                <w:sz w:val="16"/>
                <w:szCs w:val="16"/>
              </w:rPr>
            </w:pPr>
            <w:r w:rsidRPr="00EE62BB">
              <w:rPr>
                <w:rFonts w:ascii="Arial" w:hAnsi="Arial" w:cs="Arial"/>
                <w:sz w:val="16"/>
                <w:szCs w:val="16"/>
              </w:rPr>
              <w:t>Separate</w:t>
            </w:r>
          </w:p>
          <w:p w14:paraId="622AD19C" w14:textId="55126BEA" w:rsidR="00E22C51" w:rsidRPr="00EE62BB" w:rsidRDefault="00A46E3E" w:rsidP="006935E6">
            <w:pPr>
              <w:spacing w:before="60" w:after="30" w:line="276" w:lineRule="auto"/>
              <w:jc w:val="center"/>
              <w:rPr>
                <w:rFonts w:ascii="Arial" w:hAnsi="Arial" w:cs="Arial"/>
                <w:sz w:val="16"/>
                <w:szCs w:val="16"/>
              </w:rPr>
            </w:pPr>
            <w:r w:rsidRPr="00A46E3E">
              <w:rPr>
                <w:rFonts w:ascii="Arial" w:hAnsi="Arial" w:cs="Arial"/>
                <w:sz w:val="16"/>
                <w:szCs w:val="16"/>
              </w:rPr>
              <w:t>financial information</w:t>
            </w:r>
          </w:p>
        </w:tc>
      </w:tr>
      <w:tr w:rsidR="00A01CD0" w:rsidRPr="00EE62BB" w14:paraId="1B5C9674" w14:textId="77777777">
        <w:trPr>
          <w:tblHeader/>
        </w:trPr>
        <w:tc>
          <w:tcPr>
            <w:tcW w:w="2684" w:type="dxa"/>
          </w:tcPr>
          <w:p w14:paraId="7ABEB0FF" w14:textId="77777777" w:rsidR="00A01CD0" w:rsidRPr="00EE62BB" w:rsidRDefault="00A01CD0" w:rsidP="006935E6">
            <w:pPr>
              <w:spacing w:before="60" w:after="30" w:line="276" w:lineRule="auto"/>
              <w:ind w:left="180" w:right="72" w:hanging="180"/>
              <w:jc w:val="center"/>
              <w:rPr>
                <w:rFonts w:ascii="Arial" w:hAnsi="Arial" w:cs="Arial"/>
                <w:sz w:val="16"/>
                <w:szCs w:val="16"/>
              </w:rPr>
            </w:pPr>
          </w:p>
        </w:tc>
        <w:tc>
          <w:tcPr>
            <w:tcW w:w="142" w:type="dxa"/>
            <w:tcBorders>
              <w:right w:val="nil"/>
            </w:tcBorders>
          </w:tcPr>
          <w:p w14:paraId="00990F77" w14:textId="77777777" w:rsidR="00A01CD0" w:rsidRPr="00EE62BB" w:rsidRDefault="00A01CD0" w:rsidP="006935E6">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0AF30035" w14:textId="77777777" w:rsidR="00A01CD0" w:rsidRPr="00EE62BB" w:rsidRDefault="00A01CD0" w:rsidP="006935E6">
            <w:pPr>
              <w:spacing w:before="60" w:after="30" w:line="276" w:lineRule="auto"/>
              <w:ind w:left="900" w:right="72"/>
              <w:jc w:val="center"/>
              <w:rPr>
                <w:rFonts w:ascii="Arial" w:hAnsi="Arial" w:cs="Arial"/>
                <w:sz w:val="16"/>
                <w:szCs w:val="16"/>
                <w:lang w:val="en-GB"/>
              </w:rPr>
            </w:pPr>
          </w:p>
        </w:tc>
        <w:tc>
          <w:tcPr>
            <w:tcW w:w="142" w:type="dxa"/>
          </w:tcPr>
          <w:p w14:paraId="275B98AB" w14:textId="77777777" w:rsidR="00A01CD0" w:rsidRPr="00EE62BB" w:rsidRDefault="00A01CD0" w:rsidP="006935E6">
            <w:pPr>
              <w:spacing w:before="60" w:after="30" w:line="276" w:lineRule="auto"/>
              <w:ind w:left="900" w:right="72"/>
              <w:rPr>
                <w:rFonts w:ascii="Arial" w:hAnsi="Arial" w:cs="Arial"/>
                <w:sz w:val="16"/>
                <w:szCs w:val="16"/>
                <w:lang w:val="en-GB"/>
              </w:rPr>
            </w:pPr>
          </w:p>
        </w:tc>
        <w:tc>
          <w:tcPr>
            <w:tcW w:w="4504" w:type="dxa"/>
            <w:gridSpan w:val="7"/>
            <w:tcBorders>
              <w:bottom w:val="single" w:sz="4" w:space="0" w:color="auto"/>
            </w:tcBorders>
            <w:vAlign w:val="bottom"/>
          </w:tcPr>
          <w:p w14:paraId="7FFCABED" w14:textId="12D7EBA4" w:rsidR="00A01CD0" w:rsidRPr="00EE62BB" w:rsidRDefault="00B8444D" w:rsidP="006935E6">
            <w:pPr>
              <w:spacing w:before="60" w:after="30" w:line="276" w:lineRule="auto"/>
              <w:jc w:val="center"/>
              <w:rPr>
                <w:rFonts w:ascii="Arial" w:hAnsi="Arial" w:cs="Arial"/>
                <w:sz w:val="16"/>
                <w:szCs w:val="16"/>
              </w:rPr>
            </w:pPr>
            <w:r w:rsidRPr="00EE62BB">
              <w:rPr>
                <w:rFonts w:ascii="Arial" w:hAnsi="Arial" w:cs="Arial"/>
                <w:sz w:val="16"/>
                <w:szCs w:val="16"/>
              </w:rPr>
              <w:t>For the three-month periods ended 31 March</w:t>
            </w:r>
          </w:p>
        </w:tc>
      </w:tr>
      <w:tr w:rsidR="00E22C51" w:rsidRPr="00EE62BB" w14:paraId="1F814A6C" w14:textId="77777777">
        <w:trPr>
          <w:tblHeader/>
        </w:trPr>
        <w:tc>
          <w:tcPr>
            <w:tcW w:w="2684" w:type="dxa"/>
          </w:tcPr>
          <w:p w14:paraId="4A0498DC" w14:textId="77777777" w:rsidR="00E22C51" w:rsidRPr="00EE62BB" w:rsidRDefault="00E22C51" w:rsidP="00496242">
            <w:pPr>
              <w:spacing w:before="60" w:after="30" w:line="276" w:lineRule="auto"/>
              <w:ind w:left="180" w:right="72" w:hanging="180"/>
              <w:jc w:val="center"/>
              <w:rPr>
                <w:rFonts w:ascii="Arial" w:hAnsi="Arial" w:cs="Arial"/>
                <w:sz w:val="16"/>
                <w:szCs w:val="16"/>
                <w:lang w:val="en-GB"/>
              </w:rPr>
            </w:pPr>
          </w:p>
        </w:tc>
        <w:tc>
          <w:tcPr>
            <w:tcW w:w="142" w:type="dxa"/>
            <w:tcBorders>
              <w:right w:val="nil"/>
            </w:tcBorders>
          </w:tcPr>
          <w:p w14:paraId="2D691D05" w14:textId="77777777" w:rsidR="00E22C51" w:rsidRPr="00EE62BB" w:rsidRDefault="00E22C51" w:rsidP="00496242">
            <w:pPr>
              <w:spacing w:before="60" w:after="30" w:line="276" w:lineRule="auto"/>
              <w:jc w:val="center"/>
              <w:rPr>
                <w:rFonts w:ascii="Arial" w:hAnsi="Arial" w:cs="Arial"/>
                <w:sz w:val="16"/>
                <w:szCs w:val="16"/>
                <w:lang w:val="en-GB"/>
              </w:rPr>
            </w:pPr>
          </w:p>
        </w:tc>
        <w:tc>
          <w:tcPr>
            <w:tcW w:w="1589" w:type="dxa"/>
            <w:tcBorders>
              <w:left w:val="nil"/>
              <w:bottom w:val="single" w:sz="4" w:space="0" w:color="auto"/>
            </w:tcBorders>
            <w:vAlign w:val="bottom"/>
          </w:tcPr>
          <w:p w14:paraId="348B0E47" w14:textId="77777777" w:rsidR="00E22C51" w:rsidRPr="00EE62BB" w:rsidRDefault="00E22C51" w:rsidP="00496242">
            <w:pPr>
              <w:spacing w:before="60" w:after="30" w:line="276" w:lineRule="auto"/>
              <w:jc w:val="center"/>
              <w:rPr>
                <w:rFonts w:ascii="Arial" w:hAnsi="Arial" w:cs="Arial"/>
                <w:sz w:val="16"/>
                <w:szCs w:val="16"/>
                <w:lang w:val="en-GB"/>
              </w:rPr>
            </w:pPr>
            <w:r w:rsidRPr="00EE62BB">
              <w:rPr>
                <w:rFonts w:ascii="Arial" w:hAnsi="Arial" w:cs="Arial"/>
                <w:sz w:val="16"/>
                <w:szCs w:val="16"/>
                <w:lang w:val="en-GB"/>
              </w:rPr>
              <w:t>The pricing policy</w:t>
            </w:r>
          </w:p>
        </w:tc>
        <w:tc>
          <w:tcPr>
            <w:tcW w:w="142" w:type="dxa"/>
            <w:vAlign w:val="bottom"/>
          </w:tcPr>
          <w:p w14:paraId="55AF7BE1" w14:textId="77777777" w:rsidR="00E22C51" w:rsidRPr="00EE62BB" w:rsidRDefault="00E22C51" w:rsidP="00496242">
            <w:pPr>
              <w:spacing w:before="60" w:after="30" w:line="276" w:lineRule="auto"/>
              <w:rPr>
                <w:rFonts w:ascii="Arial" w:eastAsia="SimSun" w:hAnsi="Arial" w:cs="Arial"/>
                <w:sz w:val="16"/>
                <w:szCs w:val="16"/>
              </w:rPr>
            </w:pPr>
          </w:p>
        </w:tc>
        <w:tc>
          <w:tcPr>
            <w:tcW w:w="1016" w:type="dxa"/>
            <w:tcBorders>
              <w:top w:val="single" w:sz="4" w:space="0" w:color="auto"/>
              <w:bottom w:val="single" w:sz="4" w:space="0" w:color="auto"/>
            </w:tcBorders>
            <w:vAlign w:val="bottom"/>
          </w:tcPr>
          <w:p w14:paraId="48304885" w14:textId="131D9812" w:rsidR="00E22C51" w:rsidRPr="00EE62BB" w:rsidRDefault="00E22C51" w:rsidP="00496242">
            <w:pPr>
              <w:spacing w:before="60" w:after="30" w:line="276" w:lineRule="auto"/>
              <w:ind w:left="52" w:right="20"/>
              <w:jc w:val="center"/>
              <w:rPr>
                <w:rFonts w:ascii="Arial" w:hAnsi="Arial" w:cs="Arial"/>
                <w:sz w:val="16"/>
                <w:szCs w:val="16"/>
                <w:lang w:val="en-GB"/>
              </w:rPr>
            </w:pPr>
            <w:r w:rsidRPr="00EE62BB">
              <w:rPr>
                <w:rFonts w:ascii="Arial" w:hAnsi="Arial" w:cs="Arial"/>
                <w:sz w:val="16"/>
                <w:szCs w:val="16"/>
                <w:lang w:val="en-GB"/>
              </w:rPr>
              <w:t>202</w:t>
            </w:r>
            <w:r w:rsidR="00B8444D" w:rsidRPr="00EE62BB">
              <w:rPr>
                <w:rFonts w:ascii="Arial" w:hAnsi="Arial" w:cs="Arial"/>
                <w:sz w:val="16"/>
                <w:szCs w:val="16"/>
                <w:lang w:val="en-GB"/>
              </w:rPr>
              <w:t>4</w:t>
            </w:r>
          </w:p>
        </w:tc>
        <w:tc>
          <w:tcPr>
            <w:tcW w:w="142" w:type="dxa"/>
          </w:tcPr>
          <w:p w14:paraId="7F5AF1BA" w14:textId="77777777" w:rsidR="00E22C51" w:rsidRPr="00EE62BB" w:rsidRDefault="00E22C51" w:rsidP="00496242">
            <w:pPr>
              <w:pStyle w:val="BodyTextIndent3"/>
              <w:spacing w:before="60" w:after="30" w:line="276" w:lineRule="auto"/>
              <w:ind w:left="0"/>
              <w:jc w:val="center"/>
              <w:rPr>
                <w:rFonts w:ascii="Arial" w:hAnsi="Arial" w:cs="Arial"/>
                <w:szCs w:val="16"/>
                <w:lang w:val="en-GB"/>
              </w:rPr>
            </w:pPr>
          </w:p>
        </w:tc>
        <w:tc>
          <w:tcPr>
            <w:tcW w:w="991" w:type="dxa"/>
            <w:tcBorders>
              <w:top w:val="single" w:sz="4" w:space="0" w:color="auto"/>
              <w:left w:val="nil"/>
              <w:bottom w:val="single" w:sz="4" w:space="0" w:color="auto"/>
            </w:tcBorders>
            <w:vAlign w:val="bottom"/>
          </w:tcPr>
          <w:p w14:paraId="5EF85D7C" w14:textId="32F769AE" w:rsidR="00E22C51" w:rsidRPr="00EE62BB" w:rsidRDefault="00E22C51" w:rsidP="00496242">
            <w:pPr>
              <w:spacing w:before="60" w:after="30" w:line="276" w:lineRule="auto"/>
              <w:ind w:left="52" w:right="20"/>
              <w:jc w:val="center"/>
              <w:rPr>
                <w:rFonts w:ascii="Arial" w:hAnsi="Arial" w:cs="Arial"/>
                <w:sz w:val="16"/>
                <w:szCs w:val="16"/>
                <w:lang w:val="en-GB"/>
              </w:rPr>
            </w:pPr>
            <w:r w:rsidRPr="00EE62BB">
              <w:rPr>
                <w:rFonts w:ascii="Arial" w:hAnsi="Arial" w:cs="Arial"/>
                <w:sz w:val="16"/>
                <w:szCs w:val="16"/>
                <w:lang w:val="en-GB"/>
              </w:rPr>
              <w:t>202</w:t>
            </w:r>
            <w:r w:rsidR="00B8444D" w:rsidRPr="00EE62BB">
              <w:rPr>
                <w:rFonts w:ascii="Arial" w:hAnsi="Arial" w:cs="Arial"/>
                <w:sz w:val="16"/>
                <w:szCs w:val="16"/>
                <w:lang w:val="en-GB"/>
              </w:rPr>
              <w:t>3</w:t>
            </w:r>
          </w:p>
        </w:tc>
        <w:tc>
          <w:tcPr>
            <w:tcW w:w="142" w:type="dxa"/>
          </w:tcPr>
          <w:p w14:paraId="7927540E" w14:textId="77777777" w:rsidR="00E22C51" w:rsidRPr="00EE62BB" w:rsidRDefault="00E22C51" w:rsidP="00496242">
            <w:pPr>
              <w:spacing w:before="60" w:after="30" w:line="276" w:lineRule="auto"/>
              <w:ind w:right="72"/>
              <w:jc w:val="center"/>
              <w:rPr>
                <w:rFonts w:ascii="Arial" w:hAnsi="Arial" w:cs="Arial"/>
                <w:sz w:val="16"/>
                <w:szCs w:val="16"/>
              </w:rPr>
            </w:pPr>
          </w:p>
        </w:tc>
        <w:tc>
          <w:tcPr>
            <w:tcW w:w="1027" w:type="dxa"/>
            <w:tcBorders>
              <w:top w:val="single" w:sz="4" w:space="0" w:color="auto"/>
              <w:bottom w:val="single" w:sz="4" w:space="0" w:color="auto"/>
            </w:tcBorders>
            <w:vAlign w:val="bottom"/>
          </w:tcPr>
          <w:p w14:paraId="74D0A082" w14:textId="430D6F8F" w:rsidR="00E22C51" w:rsidRPr="00EE62BB" w:rsidRDefault="00E22C51" w:rsidP="00496242">
            <w:pPr>
              <w:spacing w:before="60" w:after="30" w:line="276" w:lineRule="auto"/>
              <w:ind w:right="20"/>
              <w:jc w:val="center"/>
              <w:rPr>
                <w:rFonts w:ascii="Arial" w:hAnsi="Arial" w:cs="Arial"/>
                <w:sz w:val="16"/>
                <w:szCs w:val="16"/>
                <w:lang w:val="en-GB"/>
              </w:rPr>
            </w:pPr>
            <w:r w:rsidRPr="00EE62BB">
              <w:rPr>
                <w:rFonts w:ascii="Arial" w:hAnsi="Arial" w:cs="Arial"/>
                <w:sz w:val="16"/>
                <w:szCs w:val="16"/>
                <w:lang w:val="en-GB"/>
              </w:rPr>
              <w:t>202</w:t>
            </w:r>
            <w:r w:rsidR="00B8444D" w:rsidRPr="00EE62BB">
              <w:rPr>
                <w:rFonts w:ascii="Arial" w:hAnsi="Arial" w:cs="Arial"/>
                <w:sz w:val="16"/>
                <w:szCs w:val="16"/>
                <w:lang w:val="en-GB"/>
              </w:rPr>
              <w:t>4</w:t>
            </w:r>
          </w:p>
        </w:tc>
        <w:tc>
          <w:tcPr>
            <w:tcW w:w="142" w:type="dxa"/>
            <w:tcBorders>
              <w:top w:val="single" w:sz="4" w:space="0" w:color="auto"/>
            </w:tcBorders>
          </w:tcPr>
          <w:p w14:paraId="02AA8C26" w14:textId="77777777" w:rsidR="00E22C51" w:rsidRPr="00EE62BB" w:rsidRDefault="00E22C51" w:rsidP="00496242">
            <w:pPr>
              <w:pStyle w:val="BodyTextIndent3"/>
              <w:spacing w:before="60" w:after="30" w:line="276" w:lineRule="auto"/>
              <w:ind w:left="0"/>
              <w:jc w:val="center"/>
              <w:rPr>
                <w:rFonts w:ascii="Arial" w:hAnsi="Arial" w:cs="Arial"/>
                <w:szCs w:val="16"/>
                <w:lang w:val="en-GB"/>
              </w:rPr>
            </w:pPr>
          </w:p>
        </w:tc>
        <w:tc>
          <w:tcPr>
            <w:tcW w:w="1044" w:type="dxa"/>
            <w:tcBorders>
              <w:top w:val="single" w:sz="4" w:space="0" w:color="auto"/>
              <w:bottom w:val="single" w:sz="4" w:space="0" w:color="auto"/>
            </w:tcBorders>
            <w:vAlign w:val="bottom"/>
          </w:tcPr>
          <w:p w14:paraId="63CF3717" w14:textId="6E65EC07" w:rsidR="00E22C51" w:rsidRPr="00EE62BB" w:rsidRDefault="00E22C51" w:rsidP="00496242">
            <w:pPr>
              <w:spacing w:before="60" w:after="30" w:line="276" w:lineRule="auto"/>
              <w:ind w:right="20"/>
              <w:jc w:val="center"/>
              <w:rPr>
                <w:rFonts w:ascii="Arial" w:hAnsi="Arial" w:cs="Arial"/>
                <w:sz w:val="16"/>
                <w:szCs w:val="16"/>
                <w:lang w:val="en-GB"/>
              </w:rPr>
            </w:pPr>
            <w:r w:rsidRPr="00EE62BB">
              <w:rPr>
                <w:rFonts w:ascii="Arial" w:hAnsi="Arial" w:cs="Arial"/>
                <w:sz w:val="16"/>
                <w:szCs w:val="16"/>
                <w:lang w:val="en-GB"/>
              </w:rPr>
              <w:t>202</w:t>
            </w:r>
            <w:r w:rsidR="00B8444D" w:rsidRPr="00EE62BB">
              <w:rPr>
                <w:rFonts w:ascii="Arial" w:hAnsi="Arial" w:cs="Arial"/>
                <w:sz w:val="16"/>
                <w:szCs w:val="16"/>
                <w:lang w:val="en-GB"/>
              </w:rPr>
              <w:t>3</w:t>
            </w:r>
          </w:p>
        </w:tc>
      </w:tr>
      <w:tr w:rsidR="00E22C51" w:rsidRPr="00EE62BB" w14:paraId="182BB8B4" w14:textId="77777777">
        <w:trPr>
          <w:cantSplit/>
          <w:tblHeader/>
        </w:trPr>
        <w:tc>
          <w:tcPr>
            <w:tcW w:w="2684" w:type="dxa"/>
          </w:tcPr>
          <w:p w14:paraId="3E10CC47" w14:textId="77777777" w:rsidR="00E22C51" w:rsidRPr="00EE62BB" w:rsidRDefault="00E22C51" w:rsidP="006935E6">
            <w:pPr>
              <w:spacing w:before="60" w:after="30" w:line="276" w:lineRule="auto"/>
              <w:ind w:left="180" w:right="72" w:firstLine="180"/>
              <w:jc w:val="center"/>
              <w:rPr>
                <w:rFonts w:ascii="Arial" w:hAnsi="Arial" w:cs="Arial"/>
                <w:sz w:val="16"/>
                <w:szCs w:val="16"/>
                <w:u w:val="single"/>
              </w:rPr>
            </w:pPr>
          </w:p>
        </w:tc>
        <w:tc>
          <w:tcPr>
            <w:tcW w:w="142" w:type="dxa"/>
          </w:tcPr>
          <w:p w14:paraId="25799EBB" w14:textId="77777777" w:rsidR="00E22C51" w:rsidRPr="00EE62BB" w:rsidRDefault="00E22C51" w:rsidP="006935E6">
            <w:pPr>
              <w:spacing w:before="60" w:after="30" w:line="276" w:lineRule="auto"/>
              <w:jc w:val="center"/>
              <w:rPr>
                <w:rFonts w:ascii="Arial" w:hAnsi="Arial" w:cs="Arial"/>
                <w:sz w:val="16"/>
                <w:szCs w:val="16"/>
                <w:lang w:val="en-GB"/>
              </w:rPr>
            </w:pPr>
          </w:p>
        </w:tc>
        <w:tc>
          <w:tcPr>
            <w:tcW w:w="1589" w:type="dxa"/>
            <w:tcBorders>
              <w:top w:val="single" w:sz="4" w:space="0" w:color="auto"/>
            </w:tcBorders>
          </w:tcPr>
          <w:p w14:paraId="45CB24BB" w14:textId="77777777" w:rsidR="00E22C51" w:rsidRPr="00EE62BB" w:rsidRDefault="00E22C51" w:rsidP="006935E6">
            <w:pPr>
              <w:spacing w:before="60" w:after="30" w:line="276" w:lineRule="auto"/>
              <w:jc w:val="center"/>
              <w:rPr>
                <w:rFonts w:ascii="Arial" w:hAnsi="Arial" w:cs="Arial"/>
                <w:sz w:val="16"/>
                <w:szCs w:val="16"/>
                <w:lang w:val="en-GB"/>
              </w:rPr>
            </w:pPr>
          </w:p>
        </w:tc>
        <w:tc>
          <w:tcPr>
            <w:tcW w:w="142" w:type="dxa"/>
          </w:tcPr>
          <w:p w14:paraId="1D4CE7A3" w14:textId="77777777" w:rsidR="00E22C51" w:rsidRPr="00EE62BB" w:rsidRDefault="00E22C51" w:rsidP="006935E6">
            <w:pPr>
              <w:spacing w:before="60" w:after="30" w:line="276" w:lineRule="auto"/>
              <w:jc w:val="center"/>
              <w:rPr>
                <w:rFonts w:ascii="Arial" w:hAnsi="Arial" w:cs="Arial"/>
                <w:sz w:val="16"/>
                <w:szCs w:val="16"/>
              </w:rPr>
            </w:pPr>
          </w:p>
        </w:tc>
        <w:tc>
          <w:tcPr>
            <w:tcW w:w="1016" w:type="dxa"/>
            <w:tcBorders>
              <w:top w:val="single" w:sz="4" w:space="0" w:color="auto"/>
            </w:tcBorders>
          </w:tcPr>
          <w:p w14:paraId="2A5F198E" w14:textId="77777777" w:rsidR="00E22C51" w:rsidRPr="00EE62BB" w:rsidRDefault="00E22C51" w:rsidP="006935E6">
            <w:pPr>
              <w:spacing w:before="60" w:after="30" w:line="276" w:lineRule="auto"/>
              <w:ind w:right="81"/>
              <w:jc w:val="right"/>
              <w:rPr>
                <w:rFonts w:ascii="Arial" w:hAnsi="Arial" w:cs="Arial"/>
                <w:sz w:val="16"/>
                <w:szCs w:val="16"/>
                <w:lang w:val="en-GB"/>
              </w:rPr>
            </w:pPr>
          </w:p>
        </w:tc>
        <w:tc>
          <w:tcPr>
            <w:tcW w:w="142" w:type="dxa"/>
          </w:tcPr>
          <w:p w14:paraId="1D641F0D" w14:textId="77777777" w:rsidR="00E22C51" w:rsidRPr="00EE62BB" w:rsidRDefault="00E22C51" w:rsidP="006935E6">
            <w:pPr>
              <w:spacing w:before="60" w:after="30" w:line="276" w:lineRule="auto"/>
              <w:ind w:right="81"/>
              <w:jc w:val="right"/>
              <w:rPr>
                <w:rFonts w:ascii="Arial" w:hAnsi="Arial" w:cs="Arial"/>
                <w:sz w:val="16"/>
                <w:szCs w:val="16"/>
              </w:rPr>
            </w:pPr>
          </w:p>
        </w:tc>
        <w:tc>
          <w:tcPr>
            <w:tcW w:w="991" w:type="dxa"/>
            <w:tcBorders>
              <w:left w:val="nil"/>
            </w:tcBorders>
          </w:tcPr>
          <w:p w14:paraId="2507ED9F" w14:textId="77777777" w:rsidR="00E22C51" w:rsidRPr="00EE62BB" w:rsidRDefault="00E22C51" w:rsidP="006935E6">
            <w:pPr>
              <w:spacing w:before="60" w:after="30" w:line="276" w:lineRule="auto"/>
              <w:ind w:right="81"/>
              <w:jc w:val="right"/>
              <w:rPr>
                <w:rFonts w:ascii="Arial" w:hAnsi="Arial" w:cs="Arial"/>
                <w:sz w:val="16"/>
                <w:szCs w:val="16"/>
              </w:rPr>
            </w:pPr>
          </w:p>
        </w:tc>
        <w:tc>
          <w:tcPr>
            <w:tcW w:w="142" w:type="dxa"/>
          </w:tcPr>
          <w:p w14:paraId="3C33B392" w14:textId="77777777" w:rsidR="00E22C51" w:rsidRPr="00EE62BB" w:rsidRDefault="00E22C51" w:rsidP="006935E6">
            <w:pPr>
              <w:spacing w:before="60" w:after="30" w:line="276" w:lineRule="auto"/>
              <w:ind w:right="72"/>
              <w:jc w:val="both"/>
              <w:rPr>
                <w:rFonts w:ascii="Arial" w:hAnsi="Arial" w:cs="Arial"/>
                <w:sz w:val="16"/>
                <w:szCs w:val="16"/>
              </w:rPr>
            </w:pPr>
          </w:p>
        </w:tc>
        <w:tc>
          <w:tcPr>
            <w:tcW w:w="1027" w:type="dxa"/>
          </w:tcPr>
          <w:p w14:paraId="267CB478" w14:textId="77777777" w:rsidR="00E22C51" w:rsidRPr="00EE62BB" w:rsidRDefault="00E22C51" w:rsidP="006935E6">
            <w:pPr>
              <w:spacing w:before="60" w:after="30" w:line="276" w:lineRule="auto"/>
              <w:ind w:right="57"/>
              <w:jc w:val="right"/>
              <w:rPr>
                <w:rFonts w:ascii="Arial" w:hAnsi="Arial" w:cs="Arial"/>
                <w:sz w:val="16"/>
                <w:szCs w:val="16"/>
              </w:rPr>
            </w:pPr>
          </w:p>
        </w:tc>
        <w:tc>
          <w:tcPr>
            <w:tcW w:w="142" w:type="dxa"/>
          </w:tcPr>
          <w:p w14:paraId="19241D90" w14:textId="77777777" w:rsidR="00E22C51" w:rsidRPr="00EE62BB" w:rsidRDefault="00E22C51" w:rsidP="006935E6">
            <w:pPr>
              <w:spacing w:before="60" w:after="30" w:line="276" w:lineRule="auto"/>
              <w:ind w:right="72"/>
              <w:jc w:val="both"/>
              <w:rPr>
                <w:rFonts w:ascii="Arial" w:hAnsi="Arial" w:cs="Arial"/>
                <w:sz w:val="16"/>
                <w:szCs w:val="16"/>
              </w:rPr>
            </w:pPr>
          </w:p>
        </w:tc>
        <w:tc>
          <w:tcPr>
            <w:tcW w:w="1044" w:type="dxa"/>
          </w:tcPr>
          <w:p w14:paraId="198ED91C" w14:textId="77777777" w:rsidR="00E22C51" w:rsidRPr="00EE62BB" w:rsidRDefault="00E22C51" w:rsidP="006935E6">
            <w:pPr>
              <w:spacing w:before="60" w:after="30" w:line="276" w:lineRule="auto"/>
              <w:ind w:right="57"/>
              <w:jc w:val="right"/>
              <w:rPr>
                <w:rFonts w:ascii="Arial" w:hAnsi="Arial" w:cs="Arial"/>
                <w:sz w:val="16"/>
                <w:szCs w:val="16"/>
              </w:rPr>
            </w:pPr>
          </w:p>
        </w:tc>
      </w:tr>
      <w:tr w:rsidR="00F06AE7" w:rsidRPr="00EE62BB" w14:paraId="452A0C5E" w14:textId="77777777" w:rsidTr="00482DF3">
        <w:trPr>
          <w:cantSplit/>
        </w:trPr>
        <w:tc>
          <w:tcPr>
            <w:tcW w:w="2684" w:type="dxa"/>
          </w:tcPr>
          <w:p w14:paraId="60598756" w14:textId="77777777" w:rsidR="00F06AE7" w:rsidRPr="00EE62BB" w:rsidRDefault="00F06AE7" w:rsidP="00F06AE7">
            <w:pPr>
              <w:spacing w:before="60" w:after="30" w:line="276" w:lineRule="auto"/>
              <w:ind w:left="360" w:hanging="360"/>
              <w:rPr>
                <w:rFonts w:ascii="Arial" w:hAnsi="Arial" w:cs="Arial"/>
                <w:sz w:val="16"/>
                <w:szCs w:val="16"/>
                <w:lang w:val="en-GB"/>
              </w:rPr>
            </w:pPr>
            <w:r w:rsidRPr="00EE62BB">
              <w:rPr>
                <w:rFonts w:ascii="Arial" w:hAnsi="Arial" w:cs="Arial"/>
                <w:sz w:val="16"/>
                <w:szCs w:val="16"/>
              </w:rPr>
              <w:t>Sales and installation services income</w:t>
            </w:r>
          </w:p>
        </w:tc>
        <w:tc>
          <w:tcPr>
            <w:tcW w:w="142" w:type="dxa"/>
            <w:vAlign w:val="center"/>
          </w:tcPr>
          <w:p w14:paraId="65A9E60D" w14:textId="77777777" w:rsidR="00F06AE7" w:rsidRPr="00EE62BB" w:rsidRDefault="00F06AE7" w:rsidP="00F06AE7">
            <w:pPr>
              <w:spacing w:before="60" w:after="30" w:line="276" w:lineRule="auto"/>
              <w:ind w:right="-108"/>
              <w:rPr>
                <w:rFonts w:ascii="Arial" w:hAnsi="Arial" w:cs="Arial"/>
                <w:sz w:val="16"/>
                <w:szCs w:val="16"/>
              </w:rPr>
            </w:pPr>
          </w:p>
        </w:tc>
        <w:tc>
          <w:tcPr>
            <w:tcW w:w="1589" w:type="dxa"/>
          </w:tcPr>
          <w:p w14:paraId="7F8A9AA0" w14:textId="089970C0" w:rsidR="00F06AE7" w:rsidRPr="00EE62BB" w:rsidRDefault="00F06AE7" w:rsidP="00F06AE7">
            <w:pPr>
              <w:spacing w:before="60" w:after="30" w:line="276" w:lineRule="auto"/>
              <w:ind w:right="-22"/>
              <w:jc w:val="center"/>
              <w:rPr>
                <w:rFonts w:ascii="Arial" w:hAnsi="Arial" w:cs="Arial"/>
                <w:sz w:val="16"/>
                <w:szCs w:val="16"/>
                <w:lang w:val="en-GB"/>
              </w:rPr>
            </w:pPr>
            <w:r w:rsidRPr="00EE62BB">
              <w:rPr>
                <w:rFonts w:ascii="Arial" w:hAnsi="Arial" w:cs="Arial"/>
                <w:sz w:val="16"/>
                <w:szCs w:val="16"/>
              </w:rPr>
              <w:br/>
            </w:r>
            <w:r w:rsidRPr="00EE62BB">
              <w:rPr>
                <w:rFonts w:ascii="Arial" w:hAnsi="Arial" w:cs="Arial"/>
                <w:sz w:val="16"/>
                <w:szCs w:val="16"/>
                <w:lang w:val="en-GB"/>
              </w:rPr>
              <w:t>Market prices</w:t>
            </w:r>
          </w:p>
        </w:tc>
        <w:tc>
          <w:tcPr>
            <w:tcW w:w="142" w:type="dxa"/>
            <w:vAlign w:val="center"/>
          </w:tcPr>
          <w:p w14:paraId="035ADD1F" w14:textId="77777777" w:rsidR="00F06AE7" w:rsidRPr="00EE62BB" w:rsidRDefault="00F06AE7" w:rsidP="00F06AE7">
            <w:pPr>
              <w:spacing w:before="60" w:after="30" w:line="276" w:lineRule="auto"/>
              <w:rPr>
                <w:rFonts w:ascii="Arial" w:hAnsi="Arial" w:cs="Arial"/>
                <w:sz w:val="16"/>
                <w:szCs w:val="16"/>
              </w:rPr>
            </w:pPr>
          </w:p>
        </w:tc>
        <w:tc>
          <w:tcPr>
            <w:tcW w:w="1016" w:type="dxa"/>
            <w:shd w:val="clear" w:color="auto" w:fill="auto"/>
            <w:vAlign w:val="bottom"/>
          </w:tcPr>
          <w:p w14:paraId="4FE19E71" w14:textId="57FBA931" w:rsidR="00F06AE7" w:rsidRPr="00EE62BB" w:rsidRDefault="00F06AE7" w:rsidP="00482DF3">
            <w:pPr>
              <w:spacing w:before="60" w:after="30" w:line="276" w:lineRule="auto"/>
              <w:ind w:left="-157" w:right="83"/>
              <w:jc w:val="right"/>
              <w:rPr>
                <w:rFonts w:ascii="Arial" w:hAnsi="Arial" w:cs="Arial"/>
                <w:sz w:val="16"/>
                <w:szCs w:val="16"/>
              </w:rPr>
            </w:pPr>
            <w:r w:rsidRPr="000C03E3">
              <w:rPr>
                <w:rFonts w:ascii="Arial" w:hAnsi="Arial" w:cs="Arial"/>
                <w:sz w:val="16"/>
                <w:szCs w:val="16"/>
              </w:rPr>
              <w:t>44,260</w:t>
            </w:r>
          </w:p>
        </w:tc>
        <w:tc>
          <w:tcPr>
            <w:tcW w:w="142" w:type="dxa"/>
            <w:vAlign w:val="bottom"/>
          </w:tcPr>
          <w:p w14:paraId="1D882706" w14:textId="77777777" w:rsidR="00F06AE7" w:rsidRPr="00EE62BB" w:rsidRDefault="00F06AE7" w:rsidP="00482DF3">
            <w:pPr>
              <w:pStyle w:val="Caption"/>
              <w:spacing w:before="60" w:after="30" w:line="276" w:lineRule="auto"/>
              <w:jc w:val="right"/>
              <w:rPr>
                <w:sz w:val="16"/>
                <w:szCs w:val="16"/>
                <w:rtl/>
                <w:cs/>
              </w:rPr>
            </w:pPr>
          </w:p>
        </w:tc>
        <w:tc>
          <w:tcPr>
            <w:tcW w:w="991" w:type="dxa"/>
            <w:tcBorders>
              <w:left w:val="nil"/>
            </w:tcBorders>
            <w:vAlign w:val="bottom"/>
          </w:tcPr>
          <w:p w14:paraId="0B4DE015" w14:textId="73B47478" w:rsidR="00F06AE7" w:rsidRPr="00EE62BB" w:rsidRDefault="00F06AE7" w:rsidP="00482DF3">
            <w:pPr>
              <w:spacing w:before="60" w:after="30" w:line="276" w:lineRule="auto"/>
              <w:ind w:left="-157" w:right="83"/>
              <w:jc w:val="right"/>
              <w:rPr>
                <w:rFonts w:ascii="Arial" w:hAnsi="Arial" w:cs="Arial"/>
                <w:color w:val="000000"/>
                <w:sz w:val="16"/>
                <w:szCs w:val="16"/>
                <w:lang w:val="en-GB"/>
              </w:rPr>
            </w:pPr>
            <w:r w:rsidRPr="00EE62BB">
              <w:rPr>
                <w:rFonts w:ascii="Arial" w:hAnsi="Arial" w:cs="Arial"/>
                <w:sz w:val="16"/>
                <w:szCs w:val="16"/>
              </w:rPr>
              <w:t>40,672</w:t>
            </w:r>
          </w:p>
        </w:tc>
        <w:tc>
          <w:tcPr>
            <w:tcW w:w="142" w:type="dxa"/>
            <w:vAlign w:val="bottom"/>
          </w:tcPr>
          <w:p w14:paraId="459A435F" w14:textId="77777777" w:rsidR="00F06AE7" w:rsidRPr="00EE62BB" w:rsidRDefault="00F06AE7" w:rsidP="00482DF3">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4A1760C3" w14:textId="3A7BB6D4" w:rsidR="00F06AE7" w:rsidRPr="00EE62BB" w:rsidRDefault="00F06AE7" w:rsidP="00482DF3">
            <w:pPr>
              <w:spacing w:before="60" w:after="30" w:line="276" w:lineRule="auto"/>
              <w:ind w:left="-157" w:right="83"/>
              <w:jc w:val="right"/>
              <w:rPr>
                <w:rFonts w:ascii="Arial" w:hAnsi="Arial" w:cs="Arial"/>
                <w:sz w:val="16"/>
                <w:szCs w:val="16"/>
                <w:cs/>
              </w:rPr>
            </w:pPr>
            <w:r w:rsidRPr="00F06AE7">
              <w:rPr>
                <w:rFonts w:ascii="Arial" w:hAnsi="Arial" w:cs="Arial"/>
                <w:sz w:val="16"/>
                <w:szCs w:val="16"/>
              </w:rPr>
              <w:t>44,260</w:t>
            </w:r>
          </w:p>
        </w:tc>
        <w:tc>
          <w:tcPr>
            <w:tcW w:w="142" w:type="dxa"/>
            <w:vAlign w:val="bottom"/>
          </w:tcPr>
          <w:p w14:paraId="7DE7FD17" w14:textId="77777777" w:rsidR="00F06AE7" w:rsidRPr="00EE62BB" w:rsidRDefault="00F06AE7" w:rsidP="00482DF3">
            <w:pPr>
              <w:spacing w:before="60" w:after="30" w:line="276" w:lineRule="auto"/>
              <w:ind w:left="-157" w:right="83"/>
              <w:jc w:val="right"/>
              <w:rPr>
                <w:rFonts w:ascii="Arial" w:hAnsi="Arial" w:cs="Arial"/>
                <w:color w:val="000000"/>
                <w:sz w:val="16"/>
                <w:szCs w:val="16"/>
              </w:rPr>
            </w:pPr>
          </w:p>
        </w:tc>
        <w:tc>
          <w:tcPr>
            <w:tcW w:w="1044" w:type="dxa"/>
            <w:vAlign w:val="bottom"/>
          </w:tcPr>
          <w:p w14:paraId="47E55CE8" w14:textId="3D84C171" w:rsidR="00F06AE7" w:rsidRPr="00EE62BB" w:rsidRDefault="00F06AE7" w:rsidP="00482DF3">
            <w:pPr>
              <w:spacing w:before="60" w:after="30" w:line="276" w:lineRule="auto"/>
              <w:ind w:left="-157" w:right="83"/>
              <w:jc w:val="right"/>
              <w:rPr>
                <w:rFonts w:ascii="Arial" w:hAnsi="Arial" w:cs="Arial"/>
                <w:sz w:val="16"/>
                <w:szCs w:val="16"/>
              </w:rPr>
            </w:pPr>
            <w:r w:rsidRPr="00EE62BB">
              <w:rPr>
                <w:rFonts w:ascii="Arial" w:hAnsi="Arial" w:cs="Arial"/>
                <w:sz w:val="16"/>
                <w:szCs w:val="16"/>
              </w:rPr>
              <w:t>41,081</w:t>
            </w:r>
          </w:p>
        </w:tc>
      </w:tr>
      <w:tr w:rsidR="00F06AE7" w:rsidRPr="00EE62BB" w14:paraId="410CB972" w14:textId="77777777" w:rsidTr="00F06AE7">
        <w:trPr>
          <w:cantSplit/>
        </w:trPr>
        <w:tc>
          <w:tcPr>
            <w:tcW w:w="2684" w:type="dxa"/>
          </w:tcPr>
          <w:p w14:paraId="7929550D" w14:textId="77777777" w:rsidR="00F06AE7" w:rsidRPr="00EE62BB" w:rsidRDefault="00F06AE7" w:rsidP="00F06AE7">
            <w:pPr>
              <w:spacing w:before="60" w:after="30" w:line="276" w:lineRule="auto"/>
              <w:ind w:left="360" w:right="-108" w:hanging="360"/>
              <w:rPr>
                <w:rFonts w:ascii="Arial" w:hAnsi="Arial" w:cs="Arial"/>
                <w:sz w:val="16"/>
                <w:szCs w:val="16"/>
                <w:lang w:val="en-GB"/>
              </w:rPr>
            </w:pPr>
            <w:r w:rsidRPr="00EE62BB">
              <w:rPr>
                <w:rFonts w:ascii="Arial" w:hAnsi="Arial" w:cs="Arial"/>
                <w:sz w:val="16"/>
                <w:szCs w:val="16"/>
                <w:lang w:val="en-GB"/>
              </w:rPr>
              <w:t>Steel cutting services income</w:t>
            </w:r>
            <w:r w:rsidRPr="00EE62BB">
              <w:rPr>
                <w:rFonts w:ascii="Arial" w:hAnsi="Arial" w:cs="Arial"/>
                <w:sz w:val="16"/>
                <w:szCs w:val="16"/>
              </w:rPr>
              <w:t xml:space="preserve"> and other income</w:t>
            </w:r>
            <w:r w:rsidRPr="00EE62BB">
              <w:rPr>
                <w:rFonts w:ascii="Arial" w:hAnsi="Arial" w:cs="Arial"/>
                <w:sz w:val="16"/>
                <w:szCs w:val="16"/>
                <w:lang w:val="en-GB"/>
              </w:rPr>
              <w:t xml:space="preserve"> </w:t>
            </w:r>
          </w:p>
        </w:tc>
        <w:tc>
          <w:tcPr>
            <w:tcW w:w="142" w:type="dxa"/>
          </w:tcPr>
          <w:p w14:paraId="41B0CAEF" w14:textId="77777777" w:rsidR="00F06AE7" w:rsidRPr="00EE62BB" w:rsidRDefault="00F06AE7" w:rsidP="00F06AE7">
            <w:pPr>
              <w:spacing w:before="60" w:after="30" w:line="276" w:lineRule="auto"/>
              <w:ind w:right="-108"/>
              <w:rPr>
                <w:rFonts w:ascii="Arial" w:hAnsi="Arial" w:cs="Arial"/>
                <w:sz w:val="16"/>
                <w:szCs w:val="16"/>
                <w:lang w:val="en-GB"/>
              </w:rPr>
            </w:pPr>
          </w:p>
        </w:tc>
        <w:tc>
          <w:tcPr>
            <w:tcW w:w="1589" w:type="dxa"/>
          </w:tcPr>
          <w:p w14:paraId="03F527F3" w14:textId="350FC3E5" w:rsidR="00F06AE7" w:rsidRPr="00EE62BB" w:rsidRDefault="00F06AE7" w:rsidP="00F06AE7">
            <w:pPr>
              <w:spacing w:before="60" w:after="30" w:line="276" w:lineRule="auto"/>
              <w:jc w:val="center"/>
              <w:rPr>
                <w:rFonts w:ascii="Arial" w:hAnsi="Arial" w:cs="Arial"/>
                <w:sz w:val="16"/>
                <w:szCs w:val="16"/>
              </w:rPr>
            </w:pPr>
            <w:r w:rsidRPr="00EE62BB">
              <w:rPr>
                <w:rFonts w:ascii="Arial" w:hAnsi="Arial" w:cs="Arial"/>
                <w:sz w:val="16"/>
                <w:szCs w:val="16"/>
                <w:lang w:val="en-GB"/>
              </w:rPr>
              <w:br/>
              <w:t>Market prices</w:t>
            </w:r>
          </w:p>
        </w:tc>
        <w:tc>
          <w:tcPr>
            <w:tcW w:w="142" w:type="dxa"/>
            <w:vAlign w:val="center"/>
          </w:tcPr>
          <w:p w14:paraId="6F0A58C9" w14:textId="77777777" w:rsidR="00F06AE7" w:rsidRPr="00EE62BB" w:rsidRDefault="00F06AE7" w:rsidP="00F06AE7">
            <w:pPr>
              <w:spacing w:before="60" w:after="30" w:line="276" w:lineRule="auto"/>
              <w:rPr>
                <w:rFonts w:ascii="Arial" w:hAnsi="Arial" w:cs="Arial"/>
                <w:sz w:val="16"/>
                <w:szCs w:val="16"/>
              </w:rPr>
            </w:pPr>
          </w:p>
        </w:tc>
        <w:tc>
          <w:tcPr>
            <w:tcW w:w="1016" w:type="dxa"/>
            <w:shd w:val="clear" w:color="auto" w:fill="auto"/>
            <w:vAlign w:val="bottom"/>
          </w:tcPr>
          <w:p w14:paraId="7AFD0A1B" w14:textId="6C96A4A6" w:rsidR="00F06AE7" w:rsidRPr="00EE62BB" w:rsidRDefault="00F06AE7" w:rsidP="00F06AE7">
            <w:pPr>
              <w:spacing w:before="60" w:after="30" w:line="276" w:lineRule="auto"/>
              <w:ind w:left="-157" w:right="83"/>
              <w:jc w:val="right"/>
              <w:rPr>
                <w:rFonts w:ascii="Arial" w:hAnsi="Arial" w:cs="Arial"/>
                <w:sz w:val="16"/>
                <w:szCs w:val="16"/>
              </w:rPr>
            </w:pPr>
            <w:r w:rsidRPr="000C03E3">
              <w:rPr>
                <w:rFonts w:ascii="Arial" w:hAnsi="Arial" w:cs="Arial"/>
                <w:sz w:val="16"/>
                <w:szCs w:val="16"/>
              </w:rPr>
              <w:t>2,765</w:t>
            </w:r>
          </w:p>
        </w:tc>
        <w:tc>
          <w:tcPr>
            <w:tcW w:w="142" w:type="dxa"/>
            <w:vAlign w:val="bottom"/>
          </w:tcPr>
          <w:p w14:paraId="5879AE02" w14:textId="77777777" w:rsidR="00F06AE7" w:rsidRPr="00EE62BB" w:rsidRDefault="00F06AE7" w:rsidP="00F06AE7">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4F157AD6" w14:textId="6CE50977" w:rsidR="00F06AE7" w:rsidRPr="00EE62BB" w:rsidRDefault="00F06AE7" w:rsidP="00F06AE7">
            <w:pPr>
              <w:spacing w:before="60" w:after="30" w:line="276" w:lineRule="auto"/>
              <w:ind w:left="-157" w:right="83"/>
              <w:jc w:val="right"/>
              <w:rPr>
                <w:rFonts w:ascii="Arial" w:hAnsi="Arial" w:cs="Arial"/>
                <w:sz w:val="16"/>
                <w:szCs w:val="16"/>
              </w:rPr>
            </w:pPr>
            <w:r w:rsidRPr="00EE62BB">
              <w:rPr>
                <w:rFonts w:ascii="Arial" w:hAnsi="Arial" w:cs="Arial"/>
                <w:sz w:val="16"/>
                <w:szCs w:val="16"/>
              </w:rPr>
              <w:t>3,593</w:t>
            </w:r>
          </w:p>
        </w:tc>
        <w:tc>
          <w:tcPr>
            <w:tcW w:w="142" w:type="dxa"/>
            <w:vAlign w:val="bottom"/>
          </w:tcPr>
          <w:p w14:paraId="0616441B" w14:textId="77777777" w:rsidR="00F06AE7" w:rsidRPr="00EE62BB" w:rsidRDefault="00F06AE7" w:rsidP="00F06AE7">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1F3F638D" w14:textId="3721AD45" w:rsidR="00F06AE7" w:rsidRPr="00EE62BB" w:rsidRDefault="00F06AE7" w:rsidP="00F06AE7">
            <w:pPr>
              <w:spacing w:before="60" w:after="30" w:line="276" w:lineRule="auto"/>
              <w:ind w:left="-157" w:right="83"/>
              <w:jc w:val="right"/>
              <w:rPr>
                <w:rFonts w:ascii="Arial" w:hAnsi="Arial" w:cs="Arial"/>
                <w:sz w:val="16"/>
                <w:szCs w:val="16"/>
              </w:rPr>
            </w:pPr>
            <w:r w:rsidRPr="00F06AE7">
              <w:rPr>
                <w:rFonts w:ascii="Arial" w:hAnsi="Arial" w:cs="Arial"/>
                <w:sz w:val="16"/>
                <w:szCs w:val="16"/>
              </w:rPr>
              <w:t>2,765</w:t>
            </w:r>
          </w:p>
        </w:tc>
        <w:tc>
          <w:tcPr>
            <w:tcW w:w="142" w:type="dxa"/>
            <w:vAlign w:val="bottom"/>
          </w:tcPr>
          <w:p w14:paraId="5DDAE459" w14:textId="77777777" w:rsidR="00F06AE7" w:rsidRPr="00EE62BB" w:rsidRDefault="00F06AE7" w:rsidP="00F06AE7">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31771927" w14:textId="28FDEBA9" w:rsidR="00F06AE7" w:rsidRPr="00EE62BB" w:rsidRDefault="00F06AE7" w:rsidP="00F06AE7">
            <w:pPr>
              <w:spacing w:before="60" w:after="30" w:line="276" w:lineRule="auto"/>
              <w:ind w:left="-157" w:right="83"/>
              <w:jc w:val="right"/>
              <w:rPr>
                <w:rFonts w:ascii="Arial" w:hAnsi="Arial" w:cs="Arial"/>
                <w:sz w:val="16"/>
                <w:szCs w:val="16"/>
              </w:rPr>
            </w:pPr>
            <w:r w:rsidRPr="00EE62BB">
              <w:rPr>
                <w:rFonts w:ascii="Arial" w:hAnsi="Arial" w:cs="Arial"/>
                <w:sz w:val="16"/>
                <w:szCs w:val="16"/>
              </w:rPr>
              <w:t>3,593</w:t>
            </w:r>
          </w:p>
        </w:tc>
      </w:tr>
      <w:tr w:rsidR="00F06AE7" w:rsidRPr="00EE62BB" w14:paraId="2BADB727" w14:textId="77777777">
        <w:trPr>
          <w:cantSplit/>
        </w:trPr>
        <w:tc>
          <w:tcPr>
            <w:tcW w:w="2684" w:type="dxa"/>
          </w:tcPr>
          <w:p w14:paraId="203320CF" w14:textId="77777777" w:rsidR="00F06AE7" w:rsidRPr="00EE62BB" w:rsidRDefault="00F06AE7" w:rsidP="00F06AE7">
            <w:pPr>
              <w:spacing w:before="60" w:after="30" w:line="276" w:lineRule="auto"/>
              <w:rPr>
                <w:rFonts w:ascii="Arial" w:hAnsi="Arial" w:cs="Arial"/>
                <w:sz w:val="16"/>
                <w:szCs w:val="16"/>
                <w:lang w:val="en-GB"/>
              </w:rPr>
            </w:pPr>
            <w:r w:rsidRPr="00EE62BB">
              <w:rPr>
                <w:rFonts w:ascii="Arial" w:hAnsi="Arial" w:cs="Arial"/>
                <w:sz w:val="16"/>
                <w:szCs w:val="16"/>
              </w:rPr>
              <w:t>Rental income</w:t>
            </w:r>
          </w:p>
        </w:tc>
        <w:tc>
          <w:tcPr>
            <w:tcW w:w="142" w:type="dxa"/>
          </w:tcPr>
          <w:p w14:paraId="647E693B" w14:textId="77777777" w:rsidR="00F06AE7" w:rsidRPr="00EE62BB" w:rsidRDefault="00F06AE7" w:rsidP="00F06AE7">
            <w:pPr>
              <w:spacing w:before="60" w:after="30" w:line="276" w:lineRule="auto"/>
              <w:ind w:right="-108"/>
              <w:jc w:val="center"/>
              <w:rPr>
                <w:rFonts w:ascii="Arial" w:hAnsi="Arial" w:cs="Arial"/>
                <w:sz w:val="16"/>
                <w:szCs w:val="16"/>
              </w:rPr>
            </w:pPr>
          </w:p>
        </w:tc>
        <w:tc>
          <w:tcPr>
            <w:tcW w:w="1589" w:type="dxa"/>
          </w:tcPr>
          <w:p w14:paraId="6097F9F0" w14:textId="77777777" w:rsidR="00F06AE7" w:rsidRPr="00EE62BB" w:rsidRDefault="00F06AE7" w:rsidP="00F06AE7">
            <w:pPr>
              <w:spacing w:before="60" w:after="30" w:line="276" w:lineRule="auto"/>
              <w:jc w:val="center"/>
              <w:rPr>
                <w:rFonts w:ascii="Arial" w:hAnsi="Arial" w:cs="Arial"/>
                <w:sz w:val="16"/>
                <w:szCs w:val="16"/>
                <w:lang w:val="en-GB"/>
              </w:rPr>
            </w:pPr>
            <w:r w:rsidRPr="00EE62BB">
              <w:rPr>
                <w:rFonts w:ascii="Arial" w:hAnsi="Arial" w:cs="Arial"/>
                <w:sz w:val="16"/>
                <w:szCs w:val="16"/>
                <w:lang w:val="en-GB"/>
              </w:rPr>
              <w:t>Market prices</w:t>
            </w:r>
          </w:p>
        </w:tc>
        <w:tc>
          <w:tcPr>
            <w:tcW w:w="142" w:type="dxa"/>
          </w:tcPr>
          <w:p w14:paraId="415C4F8B" w14:textId="77777777" w:rsidR="00F06AE7" w:rsidRPr="00EE62BB" w:rsidRDefault="00F06AE7" w:rsidP="00F06AE7">
            <w:pPr>
              <w:spacing w:before="60" w:after="30" w:line="276" w:lineRule="auto"/>
              <w:jc w:val="center"/>
              <w:rPr>
                <w:rFonts w:ascii="Arial" w:hAnsi="Arial" w:cs="Arial"/>
                <w:sz w:val="16"/>
                <w:szCs w:val="16"/>
              </w:rPr>
            </w:pPr>
          </w:p>
        </w:tc>
        <w:tc>
          <w:tcPr>
            <w:tcW w:w="1016" w:type="dxa"/>
            <w:shd w:val="clear" w:color="auto" w:fill="auto"/>
          </w:tcPr>
          <w:p w14:paraId="0D645BCB" w14:textId="6A376B10" w:rsidR="00F06AE7" w:rsidRPr="00EE62BB" w:rsidRDefault="00F06AE7" w:rsidP="00F06AE7">
            <w:pPr>
              <w:spacing w:before="60" w:after="30" w:line="276" w:lineRule="auto"/>
              <w:ind w:left="-157" w:right="83"/>
              <w:jc w:val="right"/>
              <w:rPr>
                <w:rFonts w:ascii="Arial" w:hAnsi="Arial" w:cs="Arial"/>
                <w:sz w:val="16"/>
                <w:szCs w:val="16"/>
              </w:rPr>
            </w:pPr>
            <w:r w:rsidRPr="000C03E3">
              <w:rPr>
                <w:rFonts w:ascii="Arial" w:hAnsi="Arial" w:cs="Arial"/>
                <w:sz w:val="16"/>
                <w:szCs w:val="16"/>
              </w:rPr>
              <w:t>1,251</w:t>
            </w:r>
          </w:p>
        </w:tc>
        <w:tc>
          <w:tcPr>
            <w:tcW w:w="142" w:type="dxa"/>
            <w:vAlign w:val="bottom"/>
          </w:tcPr>
          <w:p w14:paraId="5E223B7C" w14:textId="77777777" w:rsidR="00F06AE7" w:rsidRPr="00EE62BB" w:rsidRDefault="00F06AE7" w:rsidP="00F06AE7">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6250DB7D" w14:textId="29A918F0" w:rsidR="00F06AE7" w:rsidRPr="00EE62BB" w:rsidRDefault="00F06AE7" w:rsidP="00F06AE7">
            <w:pPr>
              <w:spacing w:before="60" w:after="30" w:line="276" w:lineRule="auto"/>
              <w:ind w:left="-157" w:right="83"/>
              <w:jc w:val="right"/>
              <w:rPr>
                <w:rFonts w:ascii="Arial" w:hAnsi="Arial" w:cs="Arial"/>
                <w:sz w:val="16"/>
                <w:szCs w:val="16"/>
              </w:rPr>
            </w:pPr>
            <w:r w:rsidRPr="00EE62BB">
              <w:rPr>
                <w:rFonts w:ascii="Arial" w:hAnsi="Arial" w:cs="Arial"/>
                <w:sz w:val="16"/>
                <w:szCs w:val="16"/>
              </w:rPr>
              <w:t>1,088</w:t>
            </w:r>
          </w:p>
        </w:tc>
        <w:tc>
          <w:tcPr>
            <w:tcW w:w="142" w:type="dxa"/>
            <w:vAlign w:val="bottom"/>
          </w:tcPr>
          <w:p w14:paraId="53012346" w14:textId="77777777" w:rsidR="00F06AE7" w:rsidRPr="00EE62BB" w:rsidRDefault="00F06AE7" w:rsidP="00F06AE7">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tcPr>
          <w:p w14:paraId="6DB31E9A" w14:textId="22010A22" w:rsidR="00F06AE7" w:rsidRPr="00EE62BB" w:rsidRDefault="00F06AE7" w:rsidP="00F06AE7">
            <w:pPr>
              <w:spacing w:before="60" w:after="30" w:line="276" w:lineRule="auto"/>
              <w:ind w:left="-157" w:right="83"/>
              <w:jc w:val="right"/>
              <w:rPr>
                <w:rFonts w:ascii="Arial" w:hAnsi="Arial" w:cs="Arial"/>
                <w:sz w:val="16"/>
                <w:szCs w:val="16"/>
              </w:rPr>
            </w:pPr>
            <w:r w:rsidRPr="00F06AE7">
              <w:rPr>
                <w:rFonts w:ascii="Arial" w:hAnsi="Arial" w:cs="Arial"/>
                <w:sz w:val="16"/>
                <w:szCs w:val="16"/>
              </w:rPr>
              <w:t>1,251</w:t>
            </w:r>
          </w:p>
        </w:tc>
        <w:tc>
          <w:tcPr>
            <w:tcW w:w="142" w:type="dxa"/>
            <w:vAlign w:val="bottom"/>
          </w:tcPr>
          <w:p w14:paraId="0BA9E28C" w14:textId="77777777" w:rsidR="00F06AE7" w:rsidRPr="00EE62BB" w:rsidRDefault="00F06AE7" w:rsidP="00F06AE7">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0F64DE38" w14:textId="3046838B" w:rsidR="00F06AE7" w:rsidRPr="00EE62BB" w:rsidRDefault="00F06AE7" w:rsidP="00F06AE7">
            <w:pPr>
              <w:spacing w:before="60" w:after="30" w:line="276" w:lineRule="auto"/>
              <w:ind w:left="-157" w:right="83"/>
              <w:jc w:val="right"/>
              <w:rPr>
                <w:rFonts w:ascii="Arial" w:hAnsi="Arial" w:cs="Arial"/>
                <w:sz w:val="16"/>
                <w:szCs w:val="16"/>
              </w:rPr>
            </w:pPr>
            <w:r w:rsidRPr="00EE62BB">
              <w:rPr>
                <w:rFonts w:ascii="Arial" w:hAnsi="Arial" w:cs="Arial"/>
                <w:sz w:val="16"/>
                <w:szCs w:val="16"/>
              </w:rPr>
              <w:t>1,088</w:t>
            </w:r>
          </w:p>
        </w:tc>
      </w:tr>
      <w:tr w:rsidR="00F06AE7" w:rsidRPr="00EE62BB" w14:paraId="4B1E2542" w14:textId="77777777">
        <w:trPr>
          <w:cantSplit/>
        </w:trPr>
        <w:tc>
          <w:tcPr>
            <w:tcW w:w="2684" w:type="dxa"/>
            <w:shd w:val="clear" w:color="auto" w:fill="auto"/>
          </w:tcPr>
          <w:p w14:paraId="42581E79" w14:textId="77777777" w:rsidR="00F06AE7" w:rsidRPr="00EE62BB" w:rsidRDefault="00F06AE7" w:rsidP="00F06AE7">
            <w:pPr>
              <w:spacing w:before="60" w:after="30" w:line="276" w:lineRule="auto"/>
              <w:rPr>
                <w:rFonts w:ascii="Arial" w:hAnsi="Arial" w:cs="Arial"/>
                <w:sz w:val="16"/>
                <w:szCs w:val="16"/>
              </w:rPr>
            </w:pPr>
            <w:r w:rsidRPr="00EE62BB">
              <w:rPr>
                <w:rFonts w:ascii="Arial" w:hAnsi="Arial" w:cs="Arial"/>
                <w:sz w:val="16"/>
                <w:szCs w:val="16"/>
              </w:rPr>
              <w:t>Purchase of raw materials</w:t>
            </w:r>
          </w:p>
        </w:tc>
        <w:tc>
          <w:tcPr>
            <w:tcW w:w="142" w:type="dxa"/>
            <w:shd w:val="clear" w:color="auto" w:fill="auto"/>
          </w:tcPr>
          <w:p w14:paraId="4995D07D" w14:textId="77777777" w:rsidR="00F06AE7" w:rsidRPr="00EE62BB" w:rsidRDefault="00F06AE7" w:rsidP="00F06AE7">
            <w:pPr>
              <w:spacing w:before="60" w:after="30" w:line="276" w:lineRule="auto"/>
              <w:ind w:right="-108"/>
              <w:jc w:val="center"/>
              <w:rPr>
                <w:rFonts w:ascii="Arial" w:hAnsi="Arial" w:cs="Arial"/>
                <w:sz w:val="16"/>
                <w:szCs w:val="16"/>
              </w:rPr>
            </w:pPr>
          </w:p>
        </w:tc>
        <w:tc>
          <w:tcPr>
            <w:tcW w:w="1589" w:type="dxa"/>
            <w:shd w:val="clear" w:color="auto" w:fill="auto"/>
          </w:tcPr>
          <w:p w14:paraId="136C1EA9" w14:textId="77777777" w:rsidR="00F06AE7" w:rsidRPr="00EE62BB" w:rsidRDefault="00F06AE7" w:rsidP="00F06AE7">
            <w:pPr>
              <w:spacing w:before="60" w:after="30" w:line="276" w:lineRule="auto"/>
              <w:jc w:val="center"/>
              <w:rPr>
                <w:rFonts w:ascii="Arial" w:hAnsi="Arial" w:cs="Arial"/>
                <w:sz w:val="16"/>
                <w:szCs w:val="16"/>
              </w:rPr>
            </w:pPr>
            <w:r w:rsidRPr="00EE62BB">
              <w:rPr>
                <w:rFonts w:ascii="Arial" w:hAnsi="Arial" w:cs="Arial"/>
                <w:sz w:val="16"/>
                <w:szCs w:val="16"/>
                <w:lang w:val="en-GB"/>
              </w:rPr>
              <w:t>Market prices</w:t>
            </w:r>
          </w:p>
        </w:tc>
        <w:tc>
          <w:tcPr>
            <w:tcW w:w="142" w:type="dxa"/>
            <w:shd w:val="clear" w:color="auto" w:fill="auto"/>
          </w:tcPr>
          <w:p w14:paraId="35E0E54E" w14:textId="77777777" w:rsidR="00F06AE7" w:rsidRPr="00EE62BB" w:rsidRDefault="00F06AE7" w:rsidP="00F06AE7">
            <w:pPr>
              <w:spacing w:before="60" w:after="30" w:line="276" w:lineRule="auto"/>
              <w:jc w:val="center"/>
              <w:rPr>
                <w:rFonts w:ascii="Arial" w:hAnsi="Arial" w:cs="Arial"/>
                <w:sz w:val="16"/>
                <w:szCs w:val="16"/>
              </w:rPr>
            </w:pPr>
          </w:p>
        </w:tc>
        <w:tc>
          <w:tcPr>
            <w:tcW w:w="1016" w:type="dxa"/>
            <w:shd w:val="clear" w:color="auto" w:fill="auto"/>
          </w:tcPr>
          <w:p w14:paraId="0FC9A5C0" w14:textId="6B134144" w:rsidR="00F06AE7" w:rsidRPr="00EE62BB" w:rsidRDefault="00F06AE7" w:rsidP="00F06AE7">
            <w:pPr>
              <w:spacing w:before="60" w:after="30" w:line="276" w:lineRule="auto"/>
              <w:ind w:left="-157" w:right="83"/>
              <w:jc w:val="right"/>
              <w:rPr>
                <w:rFonts w:ascii="Arial" w:hAnsi="Arial" w:cs="Arial"/>
                <w:sz w:val="16"/>
                <w:szCs w:val="16"/>
              </w:rPr>
            </w:pPr>
            <w:r w:rsidRPr="000C03E3">
              <w:rPr>
                <w:rFonts w:ascii="Arial" w:hAnsi="Arial" w:cs="Arial"/>
                <w:sz w:val="16"/>
                <w:szCs w:val="16"/>
              </w:rPr>
              <w:t>877,874</w:t>
            </w:r>
          </w:p>
        </w:tc>
        <w:tc>
          <w:tcPr>
            <w:tcW w:w="142" w:type="dxa"/>
            <w:shd w:val="clear" w:color="auto" w:fill="auto"/>
            <w:vAlign w:val="bottom"/>
          </w:tcPr>
          <w:p w14:paraId="45E86402" w14:textId="77777777" w:rsidR="00F06AE7" w:rsidRPr="00EE62BB" w:rsidRDefault="00F06AE7" w:rsidP="00F06AE7">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shd w:val="clear" w:color="auto" w:fill="auto"/>
            <w:vAlign w:val="bottom"/>
          </w:tcPr>
          <w:p w14:paraId="7F516F79" w14:textId="572E68A8" w:rsidR="00F06AE7" w:rsidRPr="00EE62BB" w:rsidRDefault="00F06AE7" w:rsidP="00F06AE7">
            <w:pPr>
              <w:spacing w:before="60" w:after="30" w:line="276" w:lineRule="auto"/>
              <w:ind w:left="-157" w:right="83"/>
              <w:jc w:val="right"/>
              <w:rPr>
                <w:rFonts w:ascii="Arial" w:hAnsi="Arial" w:cs="Arial"/>
                <w:sz w:val="16"/>
                <w:szCs w:val="16"/>
              </w:rPr>
            </w:pPr>
            <w:r w:rsidRPr="00EE62BB">
              <w:rPr>
                <w:rFonts w:ascii="Arial" w:hAnsi="Arial" w:cs="Arial"/>
                <w:sz w:val="16"/>
                <w:szCs w:val="16"/>
              </w:rPr>
              <w:t>753,172</w:t>
            </w:r>
          </w:p>
        </w:tc>
        <w:tc>
          <w:tcPr>
            <w:tcW w:w="142" w:type="dxa"/>
            <w:shd w:val="clear" w:color="auto" w:fill="auto"/>
            <w:vAlign w:val="bottom"/>
          </w:tcPr>
          <w:p w14:paraId="722E717C" w14:textId="77777777" w:rsidR="00F06AE7" w:rsidRPr="00EE62BB" w:rsidRDefault="00F06AE7" w:rsidP="00F06AE7">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tcPr>
          <w:p w14:paraId="7AC49E0D" w14:textId="1CEE7A91" w:rsidR="00F06AE7" w:rsidRPr="00EE62BB" w:rsidRDefault="00F06AE7" w:rsidP="00F06AE7">
            <w:pPr>
              <w:spacing w:before="60" w:after="30" w:line="276" w:lineRule="auto"/>
              <w:ind w:left="-157" w:right="83"/>
              <w:jc w:val="right"/>
              <w:rPr>
                <w:rFonts w:ascii="Arial" w:hAnsi="Arial" w:cs="Arial"/>
                <w:sz w:val="16"/>
                <w:szCs w:val="16"/>
              </w:rPr>
            </w:pPr>
            <w:r w:rsidRPr="00F06AE7">
              <w:rPr>
                <w:rFonts w:ascii="Arial" w:hAnsi="Arial" w:cs="Arial"/>
                <w:sz w:val="16"/>
                <w:szCs w:val="16"/>
              </w:rPr>
              <w:t>877,874</w:t>
            </w:r>
          </w:p>
        </w:tc>
        <w:tc>
          <w:tcPr>
            <w:tcW w:w="142" w:type="dxa"/>
            <w:shd w:val="clear" w:color="auto" w:fill="auto"/>
            <w:vAlign w:val="bottom"/>
          </w:tcPr>
          <w:p w14:paraId="63F04A3D" w14:textId="77777777" w:rsidR="00F06AE7" w:rsidRPr="00EE62BB" w:rsidRDefault="00F06AE7" w:rsidP="00F06AE7">
            <w:pPr>
              <w:spacing w:before="60" w:after="30" w:line="276" w:lineRule="auto"/>
              <w:ind w:left="-157" w:right="83"/>
              <w:jc w:val="right"/>
              <w:rPr>
                <w:rFonts w:ascii="Arial" w:hAnsi="Arial" w:cs="Arial"/>
                <w:color w:val="000000"/>
                <w:sz w:val="16"/>
                <w:szCs w:val="16"/>
                <w:lang w:val="en-GB"/>
              </w:rPr>
            </w:pPr>
          </w:p>
        </w:tc>
        <w:tc>
          <w:tcPr>
            <w:tcW w:w="1044" w:type="dxa"/>
            <w:shd w:val="clear" w:color="auto" w:fill="auto"/>
            <w:vAlign w:val="bottom"/>
          </w:tcPr>
          <w:p w14:paraId="145CE732" w14:textId="1C313A79" w:rsidR="00F06AE7" w:rsidRPr="00EE62BB" w:rsidRDefault="00F06AE7" w:rsidP="00F06AE7">
            <w:pPr>
              <w:spacing w:before="60" w:after="30" w:line="276" w:lineRule="auto"/>
              <w:ind w:left="-157" w:right="83"/>
              <w:jc w:val="right"/>
              <w:rPr>
                <w:rFonts w:ascii="Arial" w:hAnsi="Arial" w:cs="Arial"/>
                <w:sz w:val="16"/>
                <w:szCs w:val="16"/>
              </w:rPr>
            </w:pPr>
            <w:r w:rsidRPr="00EE62BB">
              <w:rPr>
                <w:rFonts w:ascii="Arial" w:hAnsi="Arial" w:cs="Arial"/>
                <w:sz w:val="16"/>
                <w:szCs w:val="16"/>
              </w:rPr>
              <w:t>753,172</w:t>
            </w:r>
          </w:p>
        </w:tc>
      </w:tr>
      <w:tr w:rsidR="00F06AE7" w:rsidRPr="00EE62BB" w14:paraId="5D5BCFE4" w14:textId="77777777">
        <w:trPr>
          <w:cantSplit/>
        </w:trPr>
        <w:tc>
          <w:tcPr>
            <w:tcW w:w="2684" w:type="dxa"/>
          </w:tcPr>
          <w:p w14:paraId="5E882260" w14:textId="77777777" w:rsidR="00F06AE7" w:rsidRPr="00EE62BB" w:rsidRDefault="00F06AE7" w:rsidP="00F06AE7">
            <w:pPr>
              <w:spacing w:before="60" w:after="30" w:line="276" w:lineRule="auto"/>
              <w:rPr>
                <w:rFonts w:ascii="Arial" w:hAnsi="Arial" w:cs="Arial"/>
                <w:sz w:val="16"/>
                <w:szCs w:val="16"/>
                <w:lang w:val="en-GB"/>
              </w:rPr>
            </w:pPr>
            <w:r w:rsidRPr="00EE62BB">
              <w:rPr>
                <w:rFonts w:ascii="Arial" w:hAnsi="Arial" w:cs="Arial"/>
                <w:sz w:val="16"/>
                <w:szCs w:val="16"/>
              </w:rPr>
              <w:t xml:space="preserve">Expenses and other purchases  </w:t>
            </w:r>
          </w:p>
        </w:tc>
        <w:tc>
          <w:tcPr>
            <w:tcW w:w="142" w:type="dxa"/>
            <w:vAlign w:val="center"/>
          </w:tcPr>
          <w:p w14:paraId="279BAF11" w14:textId="77777777" w:rsidR="00F06AE7" w:rsidRPr="00EE62BB" w:rsidRDefault="00F06AE7" w:rsidP="00F06AE7">
            <w:pPr>
              <w:spacing w:before="60" w:after="30" w:line="276" w:lineRule="auto"/>
              <w:ind w:right="-108"/>
              <w:rPr>
                <w:rFonts w:ascii="Arial" w:hAnsi="Arial" w:cs="Arial"/>
                <w:sz w:val="16"/>
                <w:szCs w:val="16"/>
              </w:rPr>
            </w:pPr>
          </w:p>
        </w:tc>
        <w:tc>
          <w:tcPr>
            <w:tcW w:w="1589" w:type="dxa"/>
          </w:tcPr>
          <w:p w14:paraId="1A97F220" w14:textId="77777777" w:rsidR="00F06AE7" w:rsidRPr="00EE62BB" w:rsidRDefault="00F06AE7" w:rsidP="00F06AE7">
            <w:pPr>
              <w:spacing w:before="60" w:after="30" w:line="276" w:lineRule="auto"/>
              <w:jc w:val="center"/>
              <w:rPr>
                <w:rFonts w:ascii="Arial" w:hAnsi="Arial" w:cs="Arial"/>
                <w:sz w:val="16"/>
                <w:szCs w:val="16"/>
              </w:rPr>
            </w:pPr>
            <w:r w:rsidRPr="00EE62BB">
              <w:rPr>
                <w:rFonts w:ascii="Arial" w:hAnsi="Arial" w:cs="Arial"/>
                <w:sz w:val="16"/>
                <w:szCs w:val="16"/>
                <w:lang w:val="en-GB"/>
              </w:rPr>
              <w:t>Market prices</w:t>
            </w:r>
          </w:p>
        </w:tc>
        <w:tc>
          <w:tcPr>
            <w:tcW w:w="142" w:type="dxa"/>
          </w:tcPr>
          <w:p w14:paraId="52306C06" w14:textId="77777777" w:rsidR="00F06AE7" w:rsidRPr="00EE62BB" w:rsidRDefault="00F06AE7" w:rsidP="00F06AE7">
            <w:pPr>
              <w:spacing w:before="60" w:after="30" w:line="276" w:lineRule="auto"/>
              <w:jc w:val="center"/>
              <w:rPr>
                <w:rFonts w:ascii="Arial" w:hAnsi="Arial" w:cs="Arial"/>
                <w:sz w:val="16"/>
                <w:szCs w:val="16"/>
              </w:rPr>
            </w:pPr>
          </w:p>
        </w:tc>
        <w:tc>
          <w:tcPr>
            <w:tcW w:w="1016" w:type="dxa"/>
            <w:shd w:val="clear" w:color="auto" w:fill="auto"/>
          </w:tcPr>
          <w:p w14:paraId="26ACF713" w14:textId="5CBBC297" w:rsidR="00F06AE7" w:rsidRPr="00EE62BB" w:rsidRDefault="00F06AE7" w:rsidP="00F06AE7">
            <w:pPr>
              <w:spacing w:before="60" w:after="30" w:line="276" w:lineRule="auto"/>
              <w:ind w:left="-157" w:right="83"/>
              <w:jc w:val="right"/>
              <w:rPr>
                <w:rFonts w:ascii="Arial" w:hAnsi="Arial" w:cs="Arial"/>
                <w:sz w:val="16"/>
                <w:szCs w:val="16"/>
              </w:rPr>
            </w:pPr>
            <w:r w:rsidRPr="000C03E3">
              <w:rPr>
                <w:rFonts w:ascii="Arial" w:hAnsi="Arial" w:cs="Arial"/>
                <w:sz w:val="16"/>
                <w:szCs w:val="16"/>
              </w:rPr>
              <w:t>6,755</w:t>
            </w:r>
          </w:p>
        </w:tc>
        <w:tc>
          <w:tcPr>
            <w:tcW w:w="142" w:type="dxa"/>
            <w:vAlign w:val="bottom"/>
          </w:tcPr>
          <w:p w14:paraId="548F6606" w14:textId="77777777" w:rsidR="00F06AE7" w:rsidRPr="00EE62BB" w:rsidRDefault="00F06AE7" w:rsidP="00F06AE7">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1C49D105" w14:textId="2A71DB16" w:rsidR="00F06AE7" w:rsidRPr="00EE62BB" w:rsidRDefault="00F06AE7" w:rsidP="00F06AE7">
            <w:pPr>
              <w:spacing w:before="60" w:after="30" w:line="276" w:lineRule="auto"/>
              <w:ind w:left="-157" w:right="83"/>
              <w:jc w:val="right"/>
              <w:rPr>
                <w:rFonts w:ascii="Arial" w:hAnsi="Arial" w:cs="Arial"/>
                <w:sz w:val="16"/>
                <w:szCs w:val="16"/>
              </w:rPr>
            </w:pPr>
            <w:r w:rsidRPr="00EE62BB">
              <w:rPr>
                <w:rFonts w:ascii="Arial" w:hAnsi="Arial" w:cs="Arial"/>
                <w:sz w:val="16"/>
                <w:szCs w:val="16"/>
              </w:rPr>
              <w:t>7,383</w:t>
            </w:r>
          </w:p>
        </w:tc>
        <w:tc>
          <w:tcPr>
            <w:tcW w:w="142" w:type="dxa"/>
            <w:vAlign w:val="bottom"/>
          </w:tcPr>
          <w:p w14:paraId="56E46250" w14:textId="77777777" w:rsidR="00F06AE7" w:rsidRPr="00EE62BB" w:rsidRDefault="00F06AE7" w:rsidP="00F06AE7">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tcPr>
          <w:p w14:paraId="129C8B6E" w14:textId="03E0D9B5" w:rsidR="00F06AE7" w:rsidRPr="00EE62BB" w:rsidRDefault="00F06AE7" w:rsidP="00F06AE7">
            <w:pPr>
              <w:spacing w:before="60" w:after="30" w:line="276" w:lineRule="auto"/>
              <w:ind w:left="-157" w:right="83"/>
              <w:jc w:val="right"/>
              <w:rPr>
                <w:rFonts w:ascii="Arial" w:hAnsi="Arial" w:cs="Arial"/>
                <w:sz w:val="16"/>
                <w:szCs w:val="16"/>
              </w:rPr>
            </w:pPr>
            <w:r w:rsidRPr="00F06AE7">
              <w:rPr>
                <w:rFonts w:ascii="Arial" w:hAnsi="Arial" w:cs="Arial"/>
                <w:sz w:val="16"/>
                <w:szCs w:val="16"/>
              </w:rPr>
              <w:t>6,755</w:t>
            </w:r>
          </w:p>
        </w:tc>
        <w:tc>
          <w:tcPr>
            <w:tcW w:w="142" w:type="dxa"/>
            <w:vAlign w:val="bottom"/>
          </w:tcPr>
          <w:p w14:paraId="1A9DB1D0" w14:textId="77777777" w:rsidR="00F06AE7" w:rsidRPr="00EE62BB" w:rsidRDefault="00F06AE7" w:rsidP="00F06AE7">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EBB2A8B" w14:textId="279CF8AB" w:rsidR="00F06AE7" w:rsidRPr="00EE62BB" w:rsidRDefault="00F06AE7" w:rsidP="00F06AE7">
            <w:pPr>
              <w:spacing w:before="60" w:after="30" w:line="276" w:lineRule="auto"/>
              <w:ind w:left="-157" w:right="83"/>
              <w:jc w:val="right"/>
              <w:rPr>
                <w:rFonts w:ascii="Arial" w:hAnsi="Arial" w:cs="Arial"/>
                <w:sz w:val="16"/>
                <w:szCs w:val="16"/>
              </w:rPr>
            </w:pPr>
            <w:r w:rsidRPr="00EE62BB">
              <w:rPr>
                <w:rFonts w:ascii="Arial" w:hAnsi="Arial" w:cs="Arial"/>
                <w:sz w:val="16"/>
                <w:szCs w:val="16"/>
              </w:rPr>
              <w:t>7,383</w:t>
            </w:r>
          </w:p>
        </w:tc>
      </w:tr>
      <w:tr w:rsidR="00F06AE7" w:rsidRPr="00EE62BB" w14:paraId="040442A8" w14:textId="77777777">
        <w:trPr>
          <w:cantSplit/>
        </w:trPr>
        <w:tc>
          <w:tcPr>
            <w:tcW w:w="2684" w:type="dxa"/>
          </w:tcPr>
          <w:p w14:paraId="041D8B49" w14:textId="253D3815" w:rsidR="00F06AE7" w:rsidRPr="00EE62BB" w:rsidRDefault="00F06AE7" w:rsidP="00F06AE7">
            <w:pPr>
              <w:spacing w:before="60" w:after="30" w:line="276" w:lineRule="auto"/>
              <w:rPr>
                <w:rFonts w:ascii="Arial" w:hAnsi="Arial" w:cs="Arial"/>
                <w:sz w:val="16"/>
                <w:szCs w:val="16"/>
              </w:rPr>
            </w:pPr>
            <w:r w:rsidRPr="00EE62BB">
              <w:rPr>
                <w:rFonts w:ascii="Arial" w:hAnsi="Arial" w:cs="Arial"/>
                <w:sz w:val="16"/>
                <w:szCs w:val="16"/>
              </w:rPr>
              <w:t>Purchase of assets</w:t>
            </w:r>
          </w:p>
        </w:tc>
        <w:tc>
          <w:tcPr>
            <w:tcW w:w="142" w:type="dxa"/>
            <w:vAlign w:val="center"/>
          </w:tcPr>
          <w:p w14:paraId="7C751C06" w14:textId="77777777" w:rsidR="00F06AE7" w:rsidRPr="00EE62BB" w:rsidRDefault="00F06AE7" w:rsidP="00F06AE7">
            <w:pPr>
              <w:spacing w:before="60" w:after="30" w:line="276" w:lineRule="auto"/>
              <w:ind w:right="-108"/>
              <w:rPr>
                <w:rFonts w:ascii="Arial" w:hAnsi="Arial" w:cs="Arial"/>
                <w:sz w:val="16"/>
                <w:szCs w:val="16"/>
              </w:rPr>
            </w:pPr>
          </w:p>
        </w:tc>
        <w:tc>
          <w:tcPr>
            <w:tcW w:w="1589" w:type="dxa"/>
          </w:tcPr>
          <w:p w14:paraId="33C10E56" w14:textId="389D48A2" w:rsidR="00F06AE7" w:rsidRPr="00EE62BB" w:rsidRDefault="00F06AE7" w:rsidP="00F06AE7">
            <w:pPr>
              <w:spacing w:before="60" w:after="30" w:line="276" w:lineRule="auto"/>
              <w:jc w:val="center"/>
              <w:rPr>
                <w:rFonts w:ascii="Arial" w:hAnsi="Arial" w:cs="Arial"/>
                <w:sz w:val="16"/>
                <w:szCs w:val="16"/>
                <w:lang w:val="en-GB"/>
              </w:rPr>
            </w:pPr>
            <w:r w:rsidRPr="00EE62BB">
              <w:rPr>
                <w:rFonts w:ascii="Arial" w:hAnsi="Arial" w:cs="Arial"/>
                <w:sz w:val="16"/>
                <w:szCs w:val="16"/>
                <w:lang w:val="en-GB"/>
              </w:rPr>
              <w:t>Market prices</w:t>
            </w:r>
          </w:p>
        </w:tc>
        <w:tc>
          <w:tcPr>
            <w:tcW w:w="142" w:type="dxa"/>
          </w:tcPr>
          <w:p w14:paraId="104FD256" w14:textId="77777777" w:rsidR="00F06AE7" w:rsidRPr="00EE62BB" w:rsidRDefault="00F06AE7" w:rsidP="00F06AE7">
            <w:pPr>
              <w:spacing w:before="60" w:after="30" w:line="276" w:lineRule="auto"/>
              <w:jc w:val="center"/>
              <w:rPr>
                <w:rFonts w:ascii="Arial" w:hAnsi="Arial" w:cs="Arial"/>
                <w:sz w:val="16"/>
                <w:szCs w:val="16"/>
              </w:rPr>
            </w:pPr>
          </w:p>
        </w:tc>
        <w:tc>
          <w:tcPr>
            <w:tcW w:w="1016" w:type="dxa"/>
            <w:shd w:val="clear" w:color="auto" w:fill="auto"/>
          </w:tcPr>
          <w:p w14:paraId="6144DF98" w14:textId="2A25027C" w:rsidR="00F06AE7" w:rsidRPr="00EE62BB" w:rsidRDefault="00F06AE7" w:rsidP="00F06AE7">
            <w:pPr>
              <w:spacing w:before="60" w:after="30" w:line="276" w:lineRule="auto"/>
              <w:ind w:left="-157" w:right="83"/>
              <w:jc w:val="right"/>
              <w:rPr>
                <w:rFonts w:ascii="Arial" w:hAnsi="Arial" w:cs="Arial"/>
                <w:sz w:val="16"/>
                <w:szCs w:val="16"/>
              </w:rPr>
            </w:pPr>
            <w:r w:rsidRPr="000C03E3">
              <w:rPr>
                <w:rFonts w:ascii="Arial" w:hAnsi="Arial" w:cs="Arial"/>
                <w:sz w:val="16"/>
                <w:szCs w:val="16"/>
              </w:rPr>
              <w:t>6</w:t>
            </w:r>
          </w:p>
        </w:tc>
        <w:tc>
          <w:tcPr>
            <w:tcW w:w="142" w:type="dxa"/>
            <w:vAlign w:val="bottom"/>
          </w:tcPr>
          <w:p w14:paraId="2A42A675" w14:textId="77777777" w:rsidR="00F06AE7" w:rsidRPr="00EE62BB" w:rsidRDefault="00F06AE7" w:rsidP="00F06AE7">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59F8A0FB" w14:textId="2CF2C684" w:rsidR="00F06AE7" w:rsidRPr="00EE62BB" w:rsidRDefault="00F06AE7" w:rsidP="00F06AE7">
            <w:pPr>
              <w:spacing w:before="60" w:after="30" w:line="276" w:lineRule="auto"/>
              <w:ind w:left="-157" w:right="83"/>
              <w:jc w:val="center"/>
              <w:rPr>
                <w:rFonts w:ascii="Arial" w:hAnsi="Arial" w:cs="Arial"/>
                <w:sz w:val="16"/>
                <w:szCs w:val="16"/>
              </w:rPr>
            </w:pPr>
            <w:r w:rsidRPr="00EE62BB">
              <w:rPr>
                <w:rFonts w:ascii="Arial" w:hAnsi="Arial" w:cs="Arial"/>
                <w:sz w:val="16"/>
                <w:szCs w:val="16"/>
              </w:rPr>
              <w:t xml:space="preserve">            </w:t>
            </w:r>
            <w:r w:rsidR="00753F93">
              <w:rPr>
                <w:rFonts w:ascii="Arial" w:hAnsi="Arial" w:cs="Arial"/>
                <w:sz w:val="16"/>
                <w:szCs w:val="16"/>
              </w:rPr>
              <w:t xml:space="preserve"> </w:t>
            </w:r>
            <w:r w:rsidRPr="00EE62BB">
              <w:rPr>
                <w:rFonts w:ascii="Arial" w:hAnsi="Arial" w:cs="Arial"/>
                <w:sz w:val="16"/>
                <w:szCs w:val="16"/>
              </w:rPr>
              <w:t>-</w:t>
            </w:r>
          </w:p>
        </w:tc>
        <w:tc>
          <w:tcPr>
            <w:tcW w:w="142" w:type="dxa"/>
            <w:vAlign w:val="bottom"/>
          </w:tcPr>
          <w:p w14:paraId="3244AC27" w14:textId="77777777" w:rsidR="00F06AE7" w:rsidRPr="00EE62BB" w:rsidRDefault="00F06AE7" w:rsidP="00F06AE7">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tcPr>
          <w:p w14:paraId="0F8D2E63" w14:textId="640C9DBD" w:rsidR="00F06AE7" w:rsidRPr="00EE62BB" w:rsidRDefault="00F06AE7" w:rsidP="00F06AE7">
            <w:pPr>
              <w:spacing w:before="60" w:after="30" w:line="276" w:lineRule="auto"/>
              <w:ind w:left="-157" w:right="83"/>
              <w:jc w:val="right"/>
              <w:rPr>
                <w:rFonts w:ascii="Arial" w:hAnsi="Arial" w:cs="Arial"/>
                <w:sz w:val="16"/>
                <w:szCs w:val="16"/>
              </w:rPr>
            </w:pPr>
            <w:r w:rsidRPr="00F06AE7">
              <w:rPr>
                <w:rFonts w:ascii="Arial" w:hAnsi="Arial" w:cs="Arial"/>
                <w:sz w:val="16"/>
                <w:szCs w:val="16"/>
              </w:rPr>
              <w:t>6</w:t>
            </w:r>
          </w:p>
        </w:tc>
        <w:tc>
          <w:tcPr>
            <w:tcW w:w="142" w:type="dxa"/>
            <w:vAlign w:val="bottom"/>
          </w:tcPr>
          <w:p w14:paraId="363933C1" w14:textId="77777777" w:rsidR="00F06AE7" w:rsidRPr="00EE62BB" w:rsidRDefault="00F06AE7" w:rsidP="00F06AE7">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4B8337E6" w14:textId="70765BD4" w:rsidR="00F06AE7" w:rsidRPr="00EE62BB" w:rsidRDefault="00F06AE7" w:rsidP="00F06AE7">
            <w:pPr>
              <w:spacing w:before="60" w:after="30" w:line="276" w:lineRule="auto"/>
              <w:ind w:left="-157" w:right="83"/>
              <w:jc w:val="center"/>
              <w:rPr>
                <w:rFonts w:ascii="Arial" w:hAnsi="Arial" w:cs="Arial"/>
                <w:sz w:val="16"/>
                <w:szCs w:val="16"/>
              </w:rPr>
            </w:pPr>
            <w:r w:rsidRPr="00EE62BB">
              <w:rPr>
                <w:rFonts w:ascii="Arial" w:hAnsi="Arial" w:cs="Arial"/>
                <w:sz w:val="16"/>
                <w:szCs w:val="16"/>
              </w:rPr>
              <w:t xml:space="preserve">            </w:t>
            </w:r>
            <w:r w:rsidR="00753F93">
              <w:rPr>
                <w:rFonts w:ascii="Arial" w:hAnsi="Arial" w:cs="Arial"/>
                <w:sz w:val="16"/>
                <w:szCs w:val="16"/>
              </w:rPr>
              <w:t xml:space="preserve">  </w:t>
            </w:r>
            <w:r w:rsidRPr="00EE62BB">
              <w:rPr>
                <w:rFonts w:ascii="Arial" w:hAnsi="Arial" w:cs="Arial"/>
                <w:sz w:val="16"/>
                <w:szCs w:val="16"/>
              </w:rPr>
              <w:t>-</w:t>
            </w:r>
          </w:p>
        </w:tc>
      </w:tr>
      <w:tr w:rsidR="00F06AE7" w:rsidRPr="00EE62BB" w14:paraId="26694E4A" w14:textId="77777777">
        <w:trPr>
          <w:cantSplit/>
          <w:trHeight w:val="68"/>
        </w:trPr>
        <w:tc>
          <w:tcPr>
            <w:tcW w:w="2684" w:type="dxa"/>
          </w:tcPr>
          <w:p w14:paraId="26433CEA" w14:textId="77777777" w:rsidR="00F06AE7" w:rsidRPr="00EE62BB" w:rsidRDefault="00F06AE7" w:rsidP="00F06AE7">
            <w:pPr>
              <w:spacing w:before="60" w:after="30" w:line="276" w:lineRule="auto"/>
              <w:rPr>
                <w:rFonts w:ascii="Arial" w:hAnsi="Arial" w:cs="Arial"/>
                <w:sz w:val="16"/>
                <w:szCs w:val="16"/>
              </w:rPr>
            </w:pPr>
            <w:r w:rsidRPr="00EE62BB">
              <w:rPr>
                <w:rFonts w:ascii="Arial" w:hAnsi="Arial" w:cs="Arial"/>
                <w:sz w:val="16"/>
                <w:szCs w:val="16"/>
              </w:rPr>
              <w:t>Interest income</w:t>
            </w:r>
          </w:p>
        </w:tc>
        <w:tc>
          <w:tcPr>
            <w:tcW w:w="142" w:type="dxa"/>
            <w:vAlign w:val="center"/>
          </w:tcPr>
          <w:p w14:paraId="7C84A3BD" w14:textId="77777777" w:rsidR="00F06AE7" w:rsidRPr="00EE62BB" w:rsidRDefault="00F06AE7" w:rsidP="00F06AE7">
            <w:pPr>
              <w:spacing w:before="60" w:after="30" w:line="276" w:lineRule="auto"/>
              <w:ind w:right="-108"/>
              <w:rPr>
                <w:rFonts w:ascii="Arial" w:hAnsi="Arial" w:cs="Arial"/>
                <w:sz w:val="16"/>
                <w:szCs w:val="16"/>
              </w:rPr>
            </w:pPr>
          </w:p>
        </w:tc>
        <w:tc>
          <w:tcPr>
            <w:tcW w:w="1589" w:type="dxa"/>
          </w:tcPr>
          <w:p w14:paraId="078A757C" w14:textId="77777777" w:rsidR="00F06AE7" w:rsidRPr="00EE62BB" w:rsidRDefault="00F06AE7" w:rsidP="00F06AE7">
            <w:pPr>
              <w:spacing w:before="60" w:after="30" w:line="276" w:lineRule="auto"/>
              <w:jc w:val="center"/>
              <w:rPr>
                <w:rFonts w:ascii="Arial" w:hAnsi="Arial" w:cs="Arial"/>
                <w:sz w:val="16"/>
                <w:szCs w:val="16"/>
                <w:lang w:val="en-GB"/>
              </w:rPr>
            </w:pPr>
            <w:r w:rsidRPr="00EE62BB">
              <w:rPr>
                <w:rFonts w:ascii="Arial" w:hAnsi="Arial" w:cs="Arial"/>
                <w:sz w:val="16"/>
                <w:szCs w:val="16"/>
              </w:rPr>
              <w:t>Agreed rate</w:t>
            </w:r>
          </w:p>
        </w:tc>
        <w:tc>
          <w:tcPr>
            <w:tcW w:w="142" w:type="dxa"/>
          </w:tcPr>
          <w:p w14:paraId="65C9D835" w14:textId="77777777" w:rsidR="00F06AE7" w:rsidRPr="00EE62BB" w:rsidRDefault="00F06AE7" w:rsidP="00F06AE7">
            <w:pPr>
              <w:spacing w:before="60" w:after="30" w:line="276" w:lineRule="auto"/>
              <w:jc w:val="right"/>
              <w:rPr>
                <w:rFonts w:ascii="Arial" w:hAnsi="Arial" w:cs="Arial"/>
                <w:sz w:val="16"/>
                <w:szCs w:val="16"/>
              </w:rPr>
            </w:pPr>
          </w:p>
        </w:tc>
        <w:tc>
          <w:tcPr>
            <w:tcW w:w="1016" w:type="dxa"/>
          </w:tcPr>
          <w:p w14:paraId="0B785202" w14:textId="30AAF193" w:rsidR="00F06AE7" w:rsidRPr="00EE62BB" w:rsidRDefault="00F06AE7" w:rsidP="00F06AE7">
            <w:pPr>
              <w:spacing w:before="60" w:after="30" w:line="276" w:lineRule="auto"/>
              <w:ind w:left="-157" w:right="83"/>
              <w:jc w:val="center"/>
              <w:rPr>
                <w:rFonts w:ascii="Arial" w:hAnsi="Arial" w:cs="Arial"/>
                <w:sz w:val="16"/>
                <w:szCs w:val="16"/>
              </w:rPr>
            </w:pPr>
            <w:r w:rsidRPr="00EE62BB">
              <w:rPr>
                <w:rFonts w:ascii="Arial" w:hAnsi="Arial" w:cs="Arial"/>
                <w:sz w:val="16"/>
                <w:szCs w:val="16"/>
              </w:rPr>
              <w:t xml:space="preserve">          </w:t>
            </w:r>
            <w:r>
              <w:rPr>
                <w:rFonts w:ascii="Arial" w:hAnsi="Arial" w:cs="Arial"/>
                <w:sz w:val="16"/>
                <w:szCs w:val="16"/>
              </w:rPr>
              <w:t xml:space="preserve">   </w:t>
            </w:r>
            <w:r w:rsidR="00753F93">
              <w:rPr>
                <w:rFonts w:ascii="Arial" w:hAnsi="Arial" w:cs="Arial"/>
                <w:sz w:val="16"/>
                <w:szCs w:val="16"/>
              </w:rPr>
              <w:t xml:space="preserve">  </w:t>
            </w:r>
            <w:r w:rsidRPr="000C03E3">
              <w:rPr>
                <w:rFonts w:ascii="Arial" w:hAnsi="Arial" w:cs="Arial"/>
                <w:sz w:val="16"/>
                <w:szCs w:val="16"/>
              </w:rPr>
              <w:t>-</w:t>
            </w:r>
          </w:p>
        </w:tc>
        <w:tc>
          <w:tcPr>
            <w:tcW w:w="142" w:type="dxa"/>
            <w:vAlign w:val="bottom"/>
          </w:tcPr>
          <w:p w14:paraId="21EEC7A8" w14:textId="77777777" w:rsidR="00F06AE7" w:rsidRPr="00EE62BB" w:rsidRDefault="00F06AE7" w:rsidP="00F06AE7">
            <w:pPr>
              <w:spacing w:before="60" w:after="30" w:line="276" w:lineRule="auto"/>
              <w:ind w:left="-157" w:right="83"/>
              <w:jc w:val="center"/>
              <w:rPr>
                <w:rFonts w:ascii="Arial" w:hAnsi="Arial" w:cs="Arial"/>
                <w:color w:val="000000"/>
                <w:sz w:val="16"/>
                <w:szCs w:val="16"/>
                <w:rtl/>
                <w:cs/>
              </w:rPr>
            </w:pPr>
          </w:p>
        </w:tc>
        <w:tc>
          <w:tcPr>
            <w:tcW w:w="991" w:type="dxa"/>
            <w:tcBorders>
              <w:left w:val="nil"/>
            </w:tcBorders>
            <w:vAlign w:val="bottom"/>
          </w:tcPr>
          <w:p w14:paraId="606E42F5" w14:textId="78B66DEC" w:rsidR="00F06AE7" w:rsidRPr="00EE62BB" w:rsidRDefault="00F06AE7" w:rsidP="00F06AE7">
            <w:pPr>
              <w:spacing w:before="60" w:after="30" w:line="276" w:lineRule="auto"/>
              <w:ind w:left="-157" w:right="83"/>
              <w:jc w:val="center"/>
              <w:rPr>
                <w:rFonts w:ascii="Arial" w:hAnsi="Arial" w:cs="Arial"/>
                <w:sz w:val="16"/>
                <w:szCs w:val="16"/>
              </w:rPr>
            </w:pPr>
            <w:r w:rsidRPr="00EE62BB">
              <w:rPr>
                <w:rFonts w:ascii="Arial" w:hAnsi="Arial" w:cs="Arial"/>
                <w:sz w:val="16"/>
                <w:szCs w:val="16"/>
              </w:rPr>
              <w:t xml:space="preserve">            </w:t>
            </w:r>
            <w:r w:rsidR="00753F93">
              <w:rPr>
                <w:rFonts w:ascii="Arial" w:hAnsi="Arial" w:cs="Arial"/>
                <w:sz w:val="16"/>
                <w:szCs w:val="16"/>
              </w:rPr>
              <w:t xml:space="preserve"> </w:t>
            </w:r>
            <w:r w:rsidRPr="00EE62BB">
              <w:rPr>
                <w:rFonts w:ascii="Arial" w:hAnsi="Arial" w:cs="Arial"/>
                <w:sz w:val="16"/>
                <w:szCs w:val="16"/>
              </w:rPr>
              <w:t>-</w:t>
            </w:r>
          </w:p>
        </w:tc>
        <w:tc>
          <w:tcPr>
            <w:tcW w:w="142" w:type="dxa"/>
            <w:vAlign w:val="bottom"/>
          </w:tcPr>
          <w:p w14:paraId="010BA36C" w14:textId="77777777" w:rsidR="00F06AE7" w:rsidRPr="00EE62BB" w:rsidRDefault="00F06AE7" w:rsidP="00F06AE7">
            <w:pPr>
              <w:spacing w:before="60" w:after="30" w:line="276" w:lineRule="auto"/>
              <w:ind w:left="-157" w:right="83"/>
              <w:jc w:val="right"/>
              <w:rPr>
                <w:rFonts w:ascii="Arial" w:hAnsi="Arial" w:cs="Arial"/>
                <w:sz w:val="16"/>
                <w:szCs w:val="16"/>
              </w:rPr>
            </w:pPr>
          </w:p>
        </w:tc>
        <w:tc>
          <w:tcPr>
            <w:tcW w:w="1027" w:type="dxa"/>
          </w:tcPr>
          <w:p w14:paraId="368927B9" w14:textId="530C4336" w:rsidR="00F06AE7" w:rsidRPr="00EE62BB" w:rsidRDefault="00F06AE7" w:rsidP="00F06AE7">
            <w:pPr>
              <w:spacing w:before="60" w:after="30" w:line="276" w:lineRule="auto"/>
              <w:ind w:left="-157" w:right="83"/>
              <w:jc w:val="right"/>
              <w:rPr>
                <w:rFonts w:ascii="Arial" w:hAnsi="Arial" w:cs="Arial"/>
                <w:sz w:val="16"/>
                <w:szCs w:val="16"/>
              </w:rPr>
            </w:pPr>
            <w:r w:rsidRPr="00F06AE7">
              <w:rPr>
                <w:rFonts w:ascii="Arial" w:hAnsi="Arial" w:cs="Arial"/>
                <w:sz w:val="16"/>
                <w:szCs w:val="16"/>
              </w:rPr>
              <w:t>494</w:t>
            </w:r>
          </w:p>
        </w:tc>
        <w:tc>
          <w:tcPr>
            <w:tcW w:w="142" w:type="dxa"/>
            <w:vAlign w:val="bottom"/>
          </w:tcPr>
          <w:p w14:paraId="46C5B49B" w14:textId="77777777" w:rsidR="00F06AE7" w:rsidRPr="00EE62BB" w:rsidRDefault="00F06AE7" w:rsidP="00F06AE7">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9AE7FCB" w14:textId="44BA9311" w:rsidR="00F06AE7" w:rsidRPr="00EE62BB" w:rsidRDefault="00F06AE7" w:rsidP="00F06AE7">
            <w:pPr>
              <w:spacing w:before="60" w:after="30" w:line="276" w:lineRule="auto"/>
              <w:ind w:left="-157" w:right="83"/>
              <w:jc w:val="right"/>
              <w:rPr>
                <w:rFonts w:ascii="Arial" w:hAnsi="Arial" w:cs="Arial"/>
                <w:sz w:val="16"/>
                <w:szCs w:val="16"/>
              </w:rPr>
            </w:pPr>
            <w:r w:rsidRPr="00EE62BB">
              <w:rPr>
                <w:rFonts w:ascii="Arial" w:hAnsi="Arial" w:cs="Arial"/>
                <w:sz w:val="16"/>
                <w:szCs w:val="16"/>
              </w:rPr>
              <w:t>236</w:t>
            </w:r>
          </w:p>
        </w:tc>
      </w:tr>
      <w:tr w:rsidR="00511766" w:rsidRPr="00EE62BB" w14:paraId="4EF2A9B9" w14:textId="77777777">
        <w:trPr>
          <w:cantSplit/>
        </w:trPr>
        <w:tc>
          <w:tcPr>
            <w:tcW w:w="2684" w:type="dxa"/>
          </w:tcPr>
          <w:p w14:paraId="30ED218F" w14:textId="77777777" w:rsidR="00511766" w:rsidRPr="00EE62BB" w:rsidRDefault="00511766" w:rsidP="00511766">
            <w:pPr>
              <w:spacing w:before="60" w:after="30" w:line="276" w:lineRule="auto"/>
              <w:rPr>
                <w:rFonts w:ascii="Arial" w:hAnsi="Arial" w:cs="Arial"/>
                <w:sz w:val="16"/>
                <w:szCs w:val="16"/>
              </w:rPr>
            </w:pPr>
          </w:p>
        </w:tc>
        <w:tc>
          <w:tcPr>
            <w:tcW w:w="142" w:type="dxa"/>
            <w:vAlign w:val="center"/>
          </w:tcPr>
          <w:p w14:paraId="142D3907" w14:textId="77777777" w:rsidR="00511766" w:rsidRPr="00EE62BB" w:rsidRDefault="00511766" w:rsidP="00511766">
            <w:pPr>
              <w:spacing w:before="60" w:after="30" w:line="276" w:lineRule="auto"/>
              <w:ind w:right="-108"/>
              <w:rPr>
                <w:rFonts w:ascii="Arial" w:hAnsi="Arial" w:cs="Arial"/>
                <w:sz w:val="16"/>
                <w:szCs w:val="16"/>
              </w:rPr>
            </w:pPr>
          </w:p>
        </w:tc>
        <w:tc>
          <w:tcPr>
            <w:tcW w:w="1589" w:type="dxa"/>
          </w:tcPr>
          <w:p w14:paraId="25F17F5C" w14:textId="77777777" w:rsidR="00511766" w:rsidRPr="00EE62BB" w:rsidRDefault="00511766" w:rsidP="00511766">
            <w:pPr>
              <w:spacing w:before="60" w:after="30" w:line="276" w:lineRule="auto"/>
              <w:jc w:val="center"/>
              <w:rPr>
                <w:rFonts w:ascii="Arial" w:hAnsi="Arial" w:cs="Arial"/>
                <w:sz w:val="16"/>
                <w:szCs w:val="16"/>
                <w:lang w:val="en-GB"/>
              </w:rPr>
            </w:pPr>
          </w:p>
        </w:tc>
        <w:tc>
          <w:tcPr>
            <w:tcW w:w="142" w:type="dxa"/>
          </w:tcPr>
          <w:p w14:paraId="3CAFC0A4" w14:textId="77777777" w:rsidR="00511766" w:rsidRPr="00EE62BB" w:rsidRDefault="00511766" w:rsidP="00511766">
            <w:pPr>
              <w:spacing w:before="60" w:after="30" w:line="276" w:lineRule="auto"/>
              <w:jc w:val="center"/>
              <w:rPr>
                <w:rFonts w:ascii="Arial" w:hAnsi="Arial" w:cs="Arial"/>
                <w:sz w:val="16"/>
                <w:szCs w:val="16"/>
              </w:rPr>
            </w:pPr>
          </w:p>
        </w:tc>
        <w:tc>
          <w:tcPr>
            <w:tcW w:w="1016" w:type="dxa"/>
            <w:vAlign w:val="bottom"/>
          </w:tcPr>
          <w:p w14:paraId="3D7E33B6" w14:textId="77777777" w:rsidR="00511766" w:rsidRPr="00EE62BB" w:rsidRDefault="00511766" w:rsidP="00511766">
            <w:pPr>
              <w:spacing w:before="60" w:after="30" w:line="276" w:lineRule="auto"/>
              <w:ind w:left="-157" w:right="83"/>
              <w:jc w:val="right"/>
              <w:rPr>
                <w:rFonts w:ascii="Arial" w:hAnsi="Arial" w:cs="Arial"/>
                <w:sz w:val="16"/>
                <w:szCs w:val="16"/>
              </w:rPr>
            </w:pPr>
          </w:p>
        </w:tc>
        <w:tc>
          <w:tcPr>
            <w:tcW w:w="142" w:type="dxa"/>
            <w:vAlign w:val="bottom"/>
          </w:tcPr>
          <w:p w14:paraId="2D92A8AE" w14:textId="77777777" w:rsidR="00511766" w:rsidRPr="00EE62BB" w:rsidRDefault="00511766" w:rsidP="00511766">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tcPr>
          <w:p w14:paraId="6E5DF3B3" w14:textId="77777777" w:rsidR="00511766" w:rsidRPr="00EE62BB" w:rsidRDefault="00511766" w:rsidP="00511766">
            <w:pPr>
              <w:spacing w:before="60" w:after="30" w:line="276" w:lineRule="auto"/>
              <w:ind w:left="-157" w:right="83"/>
              <w:jc w:val="right"/>
              <w:rPr>
                <w:rFonts w:ascii="Arial" w:hAnsi="Arial" w:cs="Arial"/>
                <w:sz w:val="16"/>
                <w:szCs w:val="16"/>
              </w:rPr>
            </w:pPr>
          </w:p>
        </w:tc>
        <w:tc>
          <w:tcPr>
            <w:tcW w:w="142" w:type="dxa"/>
            <w:vAlign w:val="bottom"/>
          </w:tcPr>
          <w:p w14:paraId="255B07B9" w14:textId="77777777" w:rsidR="00511766" w:rsidRPr="00EE62BB" w:rsidRDefault="00511766" w:rsidP="00511766">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30441B0D" w14:textId="77777777" w:rsidR="00511766" w:rsidRPr="00EE62BB" w:rsidRDefault="00511766" w:rsidP="00511766">
            <w:pPr>
              <w:spacing w:before="60" w:after="30" w:line="276" w:lineRule="auto"/>
              <w:ind w:left="-157" w:right="83"/>
              <w:jc w:val="right"/>
              <w:rPr>
                <w:rFonts w:ascii="Arial" w:hAnsi="Arial" w:cs="Arial"/>
                <w:sz w:val="16"/>
                <w:szCs w:val="16"/>
              </w:rPr>
            </w:pPr>
          </w:p>
        </w:tc>
        <w:tc>
          <w:tcPr>
            <w:tcW w:w="142" w:type="dxa"/>
            <w:vAlign w:val="bottom"/>
          </w:tcPr>
          <w:p w14:paraId="3FCE8934" w14:textId="77777777" w:rsidR="00511766" w:rsidRPr="00EE62BB" w:rsidRDefault="00511766" w:rsidP="00511766">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717274AB" w14:textId="77777777" w:rsidR="00511766" w:rsidRPr="00EE62BB" w:rsidRDefault="00511766" w:rsidP="00511766">
            <w:pPr>
              <w:spacing w:before="60" w:after="30" w:line="276" w:lineRule="auto"/>
              <w:ind w:left="-157" w:right="83"/>
              <w:jc w:val="right"/>
              <w:rPr>
                <w:rFonts w:ascii="Arial" w:hAnsi="Arial" w:cs="Arial"/>
                <w:sz w:val="16"/>
                <w:szCs w:val="16"/>
              </w:rPr>
            </w:pPr>
          </w:p>
        </w:tc>
      </w:tr>
      <w:tr w:rsidR="00511766" w:rsidRPr="00EE62BB" w14:paraId="38A42CC6" w14:textId="77777777">
        <w:trPr>
          <w:cantSplit/>
        </w:trPr>
        <w:tc>
          <w:tcPr>
            <w:tcW w:w="4415" w:type="dxa"/>
            <w:gridSpan w:val="3"/>
          </w:tcPr>
          <w:p w14:paraId="4E6603BC" w14:textId="77777777" w:rsidR="00511766" w:rsidRPr="00EE62BB" w:rsidRDefault="00511766" w:rsidP="00511766">
            <w:pPr>
              <w:spacing w:before="60" w:after="30" w:line="276" w:lineRule="auto"/>
              <w:ind w:right="57"/>
              <w:rPr>
                <w:rFonts w:ascii="Arial" w:hAnsi="Arial" w:cs="Arial"/>
                <w:sz w:val="16"/>
                <w:szCs w:val="16"/>
                <w:u w:val="single"/>
              </w:rPr>
            </w:pPr>
            <w:r w:rsidRPr="00EE62BB">
              <w:rPr>
                <w:rFonts w:ascii="Arial" w:hAnsi="Arial" w:cs="Arial"/>
                <w:sz w:val="16"/>
                <w:szCs w:val="16"/>
                <w:u w:val="single"/>
              </w:rPr>
              <w:t xml:space="preserve">Key directors and management personnel compensation                   </w:t>
            </w:r>
          </w:p>
        </w:tc>
        <w:tc>
          <w:tcPr>
            <w:tcW w:w="142" w:type="dxa"/>
          </w:tcPr>
          <w:p w14:paraId="3AAA21DB" w14:textId="77777777" w:rsidR="00511766" w:rsidRPr="00EE62BB" w:rsidRDefault="00511766" w:rsidP="00511766">
            <w:pPr>
              <w:spacing w:before="60" w:after="30" w:line="276" w:lineRule="auto"/>
              <w:jc w:val="center"/>
              <w:rPr>
                <w:rFonts w:ascii="Arial" w:hAnsi="Arial" w:cs="Arial"/>
                <w:sz w:val="16"/>
                <w:szCs w:val="16"/>
              </w:rPr>
            </w:pPr>
          </w:p>
        </w:tc>
        <w:tc>
          <w:tcPr>
            <w:tcW w:w="1016" w:type="dxa"/>
          </w:tcPr>
          <w:p w14:paraId="2BE1B13E" w14:textId="77777777" w:rsidR="00511766" w:rsidRPr="00EE62BB" w:rsidRDefault="00511766" w:rsidP="00511766">
            <w:pPr>
              <w:spacing w:before="60" w:after="30" w:line="276" w:lineRule="auto"/>
              <w:ind w:left="-157" w:right="83"/>
              <w:jc w:val="right"/>
              <w:rPr>
                <w:rFonts w:ascii="Arial" w:hAnsi="Arial" w:cs="Arial"/>
                <w:sz w:val="16"/>
                <w:szCs w:val="16"/>
              </w:rPr>
            </w:pPr>
          </w:p>
        </w:tc>
        <w:tc>
          <w:tcPr>
            <w:tcW w:w="142" w:type="dxa"/>
          </w:tcPr>
          <w:p w14:paraId="0C595378" w14:textId="77777777" w:rsidR="00511766" w:rsidRPr="00EE62BB" w:rsidRDefault="00511766" w:rsidP="00511766">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vAlign w:val="bottom"/>
          </w:tcPr>
          <w:p w14:paraId="59E3E20F" w14:textId="77777777" w:rsidR="00511766" w:rsidRPr="00EE62BB" w:rsidRDefault="00511766" w:rsidP="00511766">
            <w:pPr>
              <w:spacing w:before="60" w:after="30" w:line="276" w:lineRule="auto"/>
              <w:ind w:left="-157" w:right="83"/>
              <w:jc w:val="center"/>
              <w:rPr>
                <w:rFonts w:ascii="Arial" w:hAnsi="Arial" w:cs="Arial"/>
                <w:sz w:val="16"/>
                <w:szCs w:val="16"/>
              </w:rPr>
            </w:pPr>
          </w:p>
        </w:tc>
        <w:tc>
          <w:tcPr>
            <w:tcW w:w="142" w:type="dxa"/>
          </w:tcPr>
          <w:p w14:paraId="16642D86" w14:textId="77777777" w:rsidR="00511766" w:rsidRPr="00EE62BB" w:rsidRDefault="00511766" w:rsidP="00511766">
            <w:pPr>
              <w:spacing w:before="60" w:after="30" w:line="276" w:lineRule="auto"/>
              <w:ind w:left="-157" w:right="83"/>
              <w:jc w:val="right"/>
              <w:rPr>
                <w:rFonts w:ascii="Arial" w:hAnsi="Arial" w:cs="Arial"/>
                <w:color w:val="000000"/>
                <w:sz w:val="16"/>
                <w:szCs w:val="16"/>
              </w:rPr>
            </w:pPr>
          </w:p>
        </w:tc>
        <w:tc>
          <w:tcPr>
            <w:tcW w:w="1027" w:type="dxa"/>
          </w:tcPr>
          <w:p w14:paraId="1C331984" w14:textId="77777777" w:rsidR="00511766" w:rsidRPr="00EE62BB" w:rsidRDefault="00511766" w:rsidP="00511766">
            <w:pPr>
              <w:spacing w:before="60" w:after="30" w:line="276" w:lineRule="auto"/>
              <w:ind w:left="-157" w:right="83"/>
              <w:jc w:val="right"/>
              <w:rPr>
                <w:rFonts w:ascii="Arial" w:hAnsi="Arial" w:cs="Arial"/>
                <w:color w:val="000000"/>
                <w:sz w:val="16"/>
                <w:szCs w:val="16"/>
                <w:lang w:val="en-GB"/>
              </w:rPr>
            </w:pPr>
          </w:p>
        </w:tc>
        <w:tc>
          <w:tcPr>
            <w:tcW w:w="142" w:type="dxa"/>
          </w:tcPr>
          <w:p w14:paraId="6F669A64" w14:textId="77777777" w:rsidR="00511766" w:rsidRPr="00EE62BB" w:rsidRDefault="00511766" w:rsidP="00511766">
            <w:pPr>
              <w:spacing w:before="60" w:after="30" w:line="276" w:lineRule="auto"/>
              <w:ind w:left="-157" w:right="83"/>
              <w:jc w:val="right"/>
              <w:rPr>
                <w:rFonts w:ascii="Arial" w:hAnsi="Arial" w:cs="Arial"/>
                <w:color w:val="000000"/>
                <w:sz w:val="16"/>
                <w:szCs w:val="16"/>
                <w:lang w:val="en-GB"/>
              </w:rPr>
            </w:pPr>
          </w:p>
        </w:tc>
        <w:tc>
          <w:tcPr>
            <w:tcW w:w="1044" w:type="dxa"/>
          </w:tcPr>
          <w:p w14:paraId="4E3DEC6F" w14:textId="77777777" w:rsidR="00511766" w:rsidRPr="00EE62BB" w:rsidRDefault="00511766" w:rsidP="00511766">
            <w:pPr>
              <w:spacing w:before="60" w:after="30" w:line="276" w:lineRule="auto"/>
              <w:ind w:left="-157" w:right="83"/>
              <w:jc w:val="right"/>
              <w:rPr>
                <w:rFonts w:ascii="Arial" w:hAnsi="Arial" w:cs="Arial"/>
                <w:sz w:val="16"/>
                <w:szCs w:val="16"/>
              </w:rPr>
            </w:pPr>
          </w:p>
        </w:tc>
      </w:tr>
      <w:tr w:rsidR="00956B2B" w:rsidRPr="00EE62BB" w14:paraId="11C15922" w14:textId="77777777">
        <w:trPr>
          <w:cantSplit/>
        </w:trPr>
        <w:tc>
          <w:tcPr>
            <w:tcW w:w="4415" w:type="dxa"/>
            <w:gridSpan w:val="3"/>
            <w:vAlign w:val="bottom"/>
          </w:tcPr>
          <w:p w14:paraId="0D568897" w14:textId="77777777" w:rsidR="00956B2B" w:rsidRPr="00EE62BB" w:rsidRDefault="00956B2B" w:rsidP="00956B2B">
            <w:pPr>
              <w:spacing w:before="60" w:after="30" w:line="276" w:lineRule="auto"/>
              <w:ind w:left="207" w:right="57"/>
              <w:rPr>
                <w:rFonts w:ascii="Arial" w:hAnsi="Arial" w:cs="Arial"/>
                <w:sz w:val="16"/>
                <w:szCs w:val="16"/>
              </w:rPr>
            </w:pPr>
            <w:r w:rsidRPr="00EE62BB">
              <w:rPr>
                <w:rFonts w:ascii="Arial" w:hAnsi="Arial" w:cs="Arial"/>
                <w:sz w:val="16"/>
                <w:szCs w:val="16"/>
              </w:rPr>
              <w:t>Current directors and management benefits</w:t>
            </w:r>
          </w:p>
        </w:tc>
        <w:tc>
          <w:tcPr>
            <w:tcW w:w="142" w:type="dxa"/>
          </w:tcPr>
          <w:p w14:paraId="4BC2C878" w14:textId="77777777" w:rsidR="00956B2B" w:rsidRPr="00EE62BB" w:rsidRDefault="00956B2B" w:rsidP="00956B2B">
            <w:pPr>
              <w:spacing w:before="60" w:after="30" w:line="276" w:lineRule="auto"/>
              <w:jc w:val="center"/>
              <w:rPr>
                <w:rFonts w:ascii="Arial" w:hAnsi="Arial" w:cs="Arial"/>
                <w:sz w:val="16"/>
                <w:szCs w:val="16"/>
              </w:rPr>
            </w:pPr>
          </w:p>
        </w:tc>
        <w:tc>
          <w:tcPr>
            <w:tcW w:w="1016" w:type="dxa"/>
          </w:tcPr>
          <w:p w14:paraId="0A91859B" w14:textId="56865310" w:rsidR="00956B2B" w:rsidRPr="00EE62BB" w:rsidRDefault="00956B2B" w:rsidP="00956B2B">
            <w:pPr>
              <w:spacing w:before="60" w:after="30" w:line="276" w:lineRule="auto"/>
              <w:ind w:left="-157" w:right="83"/>
              <w:jc w:val="right"/>
              <w:rPr>
                <w:rFonts w:ascii="Arial" w:hAnsi="Arial" w:cs="Arial"/>
                <w:sz w:val="16"/>
                <w:szCs w:val="16"/>
              </w:rPr>
            </w:pPr>
            <w:r w:rsidRPr="00516A52">
              <w:rPr>
                <w:rFonts w:ascii="Arial" w:hAnsi="Arial" w:cs="Arial"/>
                <w:sz w:val="16"/>
                <w:szCs w:val="16"/>
              </w:rPr>
              <w:t>6,390</w:t>
            </w:r>
          </w:p>
        </w:tc>
        <w:tc>
          <w:tcPr>
            <w:tcW w:w="142" w:type="dxa"/>
          </w:tcPr>
          <w:p w14:paraId="0BBF2EE7" w14:textId="77777777" w:rsidR="00956B2B" w:rsidRPr="00EE62BB" w:rsidRDefault="00956B2B" w:rsidP="00956B2B">
            <w:pPr>
              <w:spacing w:before="60" w:after="30" w:line="276" w:lineRule="auto"/>
              <w:ind w:right="131"/>
              <w:jc w:val="right"/>
              <w:rPr>
                <w:rFonts w:ascii="Arial" w:hAnsi="Arial" w:cs="Arial"/>
                <w:sz w:val="16"/>
                <w:szCs w:val="16"/>
              </w:rPr>
            </w:pPr>
          </w:p>
        </w:tc>
        <w:tc>
          <w:tcPr>
            <w:tcW w:w="991" w:type="dxa"/>
            <w:vAlign w:val="bottom"/>
          </w:tcPr>
          <w:p w14:paraId="4077121C" w14:textId="311C724D" w:rsidR="00956B2B" w:rsidRPr="00EE62BB" w:rsidRDefault="00956B2B" w:rsidP="00956B2B">
            <w:pPr>
              <w:spacing w:before="60" w:after="30" w:line="276" w:lineRule="auto"/>
              <w:ind w:left="-157" w:right="83"/>
              <w:jc w:val="right"/>
              <w:rPr>
                <w:rFonts w:ascii="Arial" w:hAnsi="Arial" w:cs="Arial"/>
                <w:sz w:val="16"/>
                <w:szCs w:val="16"/>
              </w:rPr>
            </w:pPr>
            <w:r w:rsidRPr="00EE62BB">
              <w:rPr>
                <w:rFonts w:ascii="Arial" w:hAnsi="Arial" w:cs="Arial"/>
                <w:sz w:val="16"/>
                <w:szCs w:val="16"/>
              </w:rPr>
              <w:t>6,290</w:t>
            </w:r>
          </w:p>
        </w:tc>
        <w:tc>
          <w:tcPr>
            <w:tcW w:w="142" w:type="dxa"/>
          </w:tcPr>
          <w:p w14:paraId="32FE8CDF" w14:textId="77777777" w:rsidR="00956B2B" w:rsidRPr="00EE62BB" w:rsidRDefault="00956B2B" w:rsidP="00956B2B">
            <w:pPr>
              <w:spacing w:before="60" w:after="30" w:line="276" w:lineRule="auto"/>
              <w:ind w:right="131"/>
              <w:jc w:val="right"/>
              <w:rPr>
                <w:rFonts w:ascii="Arial" w:hAnsi="Arial" w:cs="Arial"/>
                <w:sz w:val="16"/>
                <w:szCs w:val="16"/>
              </w:rPr>
            </w:pPr>
          </w:p>
        </w:tc>
        <w:tc>
          <w:tcPr>
            <w:tcW w:w="1027" w:type="dxa"/>
          </w:tcPr>
          <w:p w14:paraId="6A6F128A" w14:textId="1CEB24E8" w:rsidR="00956B2B" w:rsidRPr="00EE62BB" w:rsidRDefault="00956B2B" w:rsidP="00956B2B">
            <w:pPr>
              <w:spacing w:before="60" w:after="30" w:line="276" w:lineRule="auto"/>
              <w:ind w:left="-157" w:right="83"/>
              <w:jc w:val="right"/>
              <w:rPr>
                <w:rFonts w:ascii="Arial" w:hAnsi="Arial" w:cs="Arial"/>
                <w:sz w:val="16"/>
                <w:szCs w:val="16"/>
              </w:rPr>
            </w:pPr>
            <w:r w:rsidRPr="00956B2B">
              <w:rPr>
                <w:rFonts w:ascii="Arial" w:hAnsi="Arial" w:cs="Arial"/>
                <w:sz w:val="16"/>
                <w:szCs w:val="16"/>
              </w:rPr>
              <w:t>6,390</w:t>
            </w:r>
          </w:p>
        </w:tc>
        <w:tc>
          <w:tcPr>
            <w:tcW w:w="142" w:type="dxa"/>
          </w:tcPr>
          <w:p w14:paraId="42271592" w14:textId="77777777" w:rsidR="00956B2B" w:rsidRPr="00EE62BB" w:rsidRDefault="00956B2B" w:rsidP="00956B2B">
            <w:pPr>
              <w:spacing w:before="60" w:after="30" w:line="276" w:lineRule="auto"/>
              <w:ind w:right="131"/>
              <w:jc w:val="right"/>
              <w:rPr>
                <w:rFonts w:ascii="Arial" w:hAnsi="Arial" w:cs="Arial"/>
                <w:sz w:val="16"/>
                <w:szCs w:val="16"/>
              </w:rPr>
            </w:pPr>
          </w:p>
        </w:tc>
        <w:tc>
          <w:tcPr>
            <w:tcW w:w="1044" w:type="dxa"/>
            <w:vAlign w:val="bottom"/>
          </w:tcPr>
          <w:p w14:paraId="707348EB" w14:textId="4ED25C80" w:rsidR="00956B2B" w:rsidRPr="00EE62BB" w:rsidRDefault="00956B2B" w:rsidP="00956B2B">
            <w:pPr>
              <w:spacing w:before="60" w:after="30" w:line="276" w:lineRule="auto"/>
              <w:ind w:left="-157" w:right="83"/>
              <w:jc w:val="right"/>
              <w:rPr>
                <w:rFonts w:ascii="Arial" w:hAnsi="Arial" w:cs="Arial"/>
                <w:sz w:val="16"/>
                <w:szCs w:val="16"/>
              </w:rPr>
            </w:pPr>
            <w:r w:rsidRPr="00EE62BB">
              <w:rPr>
                <w:rFonts w:ascii="Arial" w:hAnsi="Arial" w:cs="Arial"/>
                <w:sz w:val="16"/>
                <w:szCs w:val="16"/>
              </w:rPr>
              <w:t>6,290</w:t>
            </w:r>
          </w:p>
        </w:tc>
      </w:tr>
      <w:tr w:rsidR="00956B2B" w:rsidRPr="00EE62BB" w14:paraId="7F8FED13" w14:textId="77777777">
        <w:trPr>
          <w:cantSplit/>
        </w:trPr>
        <w:tc>
          <w:tcPr>
            <w:tcW w:w="4415" w:type="dxa"/>
            <w:gridSpan w:val="3"/>
            <w:vAlign w:val="bottom"/>
          </w:tcPr>
          <w:p w14:paraId="41852745" w14:textId="7060E00E" w:rsidR="00956B2B" w:rsidRPr="00EE62BB" w:rsidRDefault="00956B2B" w:rsidP="00956B2B">
            <w:pPr>
              <w:spacing w:before="60" w:after="30" w:line="276" w:lineRule="auto"/>
              <w:ind w:left="207" w:right="57"/>
              <w:rPr>
                <w:rFonts w:ascii="Arial" w:hAnsi="Arial" w:cs="Arial"/>
                <w:sz w:val="16"/>
                <w:szCs w:val="16"/>
              </w:rPr>
            </w:pPr>
            <w:r w:rsidRPr="00EE62BB">
              <w:rPr>
                <w:rFonts w:ascii="Arial" w:hAnsi="Arial" w:cs="Arial"/>
                <w:sz w:val="16"/>
                <w:szCs w:val="16"/>
              </w:rPr>
              <w:t xml:space="preserve">Post </w:t>
            </w:r>
            <w:r w:rsidR="008D05A1">
              <w:rPr>
                <w:rFonts w:ascii="Arial" w:hAnsi="Arial" w:cs="Arial"/>
                <w:sz w:val="16"/>
                <w:szCs w:val="16"/>
              </w:rPr>
              <w:t>–</w:t>
            </w:r>
            <w:r w:rsidRPr="00EE62BB">
              <w:rPr>
                <w:rFonts w:ascii="Arial" w:hAnsi="Arial" w:cs="Arial"/>
                <w:sz w:val="16"/>
                <w:szCs w:val="16"/>
              </w:rPr>
              <w:t xml:space="preserve"> employment benefits</w:t>
            </w:r>
          </w:p>
        </w:tc>
        <w:tc>
          <w:tcPr>
            <w:tcW w:w="142" w:type="dxa"/>
          </w:tcPr>
          <w:p w14:paraId="2C406B91" w14:textId="77777777" w:rsidR="00956B2B" w:rsidRPr="00EE62BB" w:rsidRDefault="00956B2B" w:rsidP="00956B2B">
            <w:pPr>
              <w:spacing w:before="60" w:after="30" w:line="276" w:lineRule="auto"/>
              <w:jc w:val="center"/>
              <w:rPr>
                <w:rFonts w:ascii="Arial" w:hAnsi="Arial" w:cs="Arial"/>
                <w:sz w:val="16"/>
                <w:szCs w:val="16"/>
              </w:rPr>
            </w:pPr>
          </w:p>
        </w:tc>
        <w:tc>
          <w:tcPr>
            <w:tcW w:w="1016" w:type="dxa"/>
            <w:tcBorders>
              <w:bottom w:val="single" w:sz="4" w:space="0" w:color="auto"/>
            </w:tcBorders>
          </w:tcPr>
          <w:p w14:paraId="3E6B69ED" w14:textId="7A2D66E0" w:rsidR="00956B2B" w:rsidRPr="00EE62BB" w:rsidRDefault="00956B2B" w:rsidP="00956B2B">
            <w:pPr>
              <w:spacing w:before="60" w:after="30" w:line="276" w:lineRule="auto"/>
              <w:ind w:left="-157" w:right="83"/>
              <w:jc w:val="right"/>
              <w:rPr>
                <w:rFonts w:ascii="Arial" w:hAnsi="Arial" w:cs="Arial"/>
                <w:sz w:val="16"/>
                <w:szCs w:val="16"/>
              </w:rPr>
            </w:pPr>
            <w:r w:rsidRPr="00516A52">
              <w:rPr>
                <w:rFonts w:ascii="Arial" w:hAnsi="Arial" w:cs="Arial"/>
                <w:sz w:val="16"/>
                <w:szCs w:val="16"/>
              </w:rPr>
              <w:t>289</w:t>
            </w:r>
          </w:p>
        </w:tc>
        <w:tc>
          <w:tcPr>
            <w:tcW w:w="142" w:type="dxa"/>
          </w:tcPr>
          <w:p w14:paraId="39CB712E" w14:textId="77777777" w:rsidR="00956B2B" w:rsidRPr="00EE62BB" w:rsidRDefault="00956B2B" w:rsidP="00956B2B">
            <w:pPr>
              <w:spacing w:before="60" w:after="30" w:line="276" w:lineRule="auto"/>
              <w:ind w:right="131"/>
              <w:jc w:val="right"/>
              <w:rPr>
                <w:rFonts w:ascii="Arial" w:hAnsi="Arial" w:cs="Arial"/>
                <w:sz w:val="16"/>
                <w:szCs w:val="16"/>
              </w:rPr>
            </w:pPr>
          </w:p>
        </w:tc>
        <w:tc>
          <w:tcPr>
            <w:tcW w:w="991" w:type="dxa"/>
            <w:tcBorders>
              <w:bottom w:val="single" w:sz="4" w:space="0" w:color="auto"/>
            </w:tcBorders>
          </w:tcPr>
          <w:p w14:paraId="4CC1C182" w14:textId="2B59BFF4" w:rsidR="00956B2B" w:rsidRPr="00EE62BB" w:rsidRDefault="00956B2B" w:rsidP="00956B2B">
            <w:pPr>
              <w:spacing w:before="60" w:after="30" w:line="276" w:lineRule="auto"/>
              <w:ind w:left="-157" w:right="83"/>
              <w:jc w:val="right"/>
              <w:rPr>
                <w:rFonts w:ascii="Arial" w:hAnsi="Arial" w:cs="Arial"/>
                <w:sz w:val="16"/>
                <w:szCs w:val="16"/>
              </w:rPr>
            </w:pPr>
            <w:r w:rsidRPr="00EE62BB">
              <w:rPr>
                <w:rFonts w:ascii="Arial" w:hAnsi="Arial" w:cs="Arial"/>
                <w:sz w:val="16"/>
                <w:szCs w:val="16"/>
              </w:rPr>
              <w:t>320</w:t>
            </w:r>
          </w:p>
        </w:tc>
        <w:tc>
          <w:tcPr>
            <w:tcW w:w="142" w:type="dxa"/>
          </w:tcPr>
          <w:p w14:paraId="40298339" w14:textId="77777777" w:rsidR="00956B2B" w:rsidRPr="00EE62BB" w:rsidRDefault="00956B2B" w:rsidP="00956B2B">
            <w:pPr>
              <w:spacing w:before="60" w:after="30" w:line="276" w:lineRule="auto"/>
              <w:ind w:right="131"/>
              <w:jc w:val="right"/>
              <w:rPr>
                <w:rFonts w:ascii="Arial" w:hAnsi="Arial" w:cs="Arial"/>
                <w:sz w:val="16"/>
                <w:szCs w:val="16"/>
              </w:rPr>
            </w:pPr>
          </w:p>
        </w:tc>
        <w:tc>
          <w:tcPr>
            <w:tcW w:w="1027" w:type="dxa"/>
            <w:tcBorders>
              <w:bottom w:val="single" w:sz="4" w:space="0" w:color="auto"/>
            </w:tcBorders>
          </w:tcPr>
          <w:p w14:paraId="139C0A3C" w14:textId="03F3A550" w:rsidR="00956B2B" w:rsidRPr="00EE62BB" w:rsidRDefault="00956B2B" w:rsidP="00956B2B">
            <w:pPr>
              <w:spacing w:before="60" w:after="30" w:line="276" w:lineRule="auto"/>
              <w:ind w:left="-157" w:right="83"/>
              <w:jc w:val="right"/>
              <w:rPr>
                <w:rFonts w:ascii="Arial" w:hAnsi="Arial" w:cs="Arial"/>
                <w:sz w:val="16"/>
                <w:szCs w:val="16"/>
              </w:rPr>
            </w:pPr>
            <w:r w:rsidRPr="00956B2B">
              <w:rPr>
                <w:rFonts w:ascii="Arial" w:hAnsi="Arial" w:cs="Arial"/>
                <w:sz w:val="16"/>
                <w:szCs w:val="16"/>
              </w:rPr>
              <w:t>289</w:t>
            </w:r>
          </w:p>
        </w:tc>
        <w:tc>
          <w:tcPr>
            <w:tcW w:w="142" w:type="dxa"/>
          </w:tcPr>
          <w:p w14:paraId="6441622E" w14:textId="77777777" w:rsidR="00956B2B" w:rsidRPr="00EE62BB" w:rsidRDefault="00956B2B" w:rsidP="00956B2B">
            <w:pPr>
              <w:spacing w:before="60" w:after="30" w:line="276" w:lineRule="auto"/>
              <w:ind w:right="131"/>
              <w:jc w:val="right"/>
              <w:rPr>
                <w:rFonts w:ascii="Arial" w:hAnsi="Arial" w:cs="Arial"/>
                <w:sz w:val="16"/>
                <w:szCs w:val="16"/>
              </w:rPr>
            </w:pPr>
          </w:p>
        </w:tc>
        <w:tc>
          <w:tcPr>
            <w:tcW w:w="1044" w:type="dxa"/>
            <w:tcBorders>
              <w:bottom w:val="single" w:sz="4" w:space="0" w:color="auto"/>
            </w:tcBorders>
          </w:tcPr>
          <w:p w14:paraId="3B607C5E" w14:textId="7733766F" w:rsidR="00956B2B" w:rsidRPr="00EE62BB" w:rsidRDefault="00956B2B" w:rsidP="00956B2B">
            <w:pPr>
              <w:spacing w:before="60" w:after="30" w:line="276" w:lineRule="auto"/>
              <w:ind w:left="-157" w:right="83"/>
              <w:jc w:val="right"/>
              <w:rPr>
                <w:rFonts w:ascii="Arial" w:hAnsi="Arial" w:cs="Arial"/>
                <w:sz w:val="16"/>
                <w:szCs w:val="16"/>
              </w:rPr>
            </w:pPr>
            <w:r w:rsidRPr="00EE62BB">
              <w:rPr>
                <w:rFonts w:ascii="Arial" w:hAnsi="Arial" w:cs="Arial"/>
                <w:sz w:val="16"/>
                <w:szCs w:val="16"/>
              </w:rPr>
              <w:t>320</w:t>
            </w:r>
          </w:p>
        </w:tc>
      </w:tr>
      <w:tr w:rsidR="00956B2B" w:rsidRPr="00EE62BB" w14:paraId="65203C6C" w14:textId="77777777">
        <w:trPr>
          <w:cantSplit/>
        </w:trPr>
        <w:tc>
          <w:tcPr>
            <w:tcW w:w="4415" w:type="dxa"/>
            <w:gridSpan w:val="3"/>
          </w:tcPr>
          <w:p w14:paraId="4F86E451" w14:textId="77777777" w:rsidR="00956B2B" w:rsidRPr="00EE62BB" w:rsidRDefault="00956B2B" w:rsidP="00956B2B">
            <w:pPr>
              <w:spacing w:before="60" w:after="30" w:line="276" w:lineRule="auto"/>
              <w:ind w:right="57"/>
              <w:rPr>
                <w:rFonts w:ascii="Arial" w:hAnsi="Arial" w:cs="Arial"/>
                <w:sz w:val="16"/>
                <w:szCs w:val="16"/>
              </w:rPr>
            </w:pPr>
            <w:r w:rsidRPr="00EE62BB">
              <w:rPr>
                <w:rFonts w:ascii="Arial" w:hAnsi="Arial" w:cs="Arial"/>
                <w:sz w:val="16"/>
                <w:szCs w:val="16"/>
              </w:rPr>
              <w:t>Total</w:t>
            </w:r>
          </w:p>
        </w:tc>
        <w:tc>
          <w:tcPr>
            <w:tcW w:w="142" w:type="dxa"/>
          </w:tcPr>
          <w:p w14:paraId="04F1DF5B" w14:textId="77777777" w:rsidR="00956B2B" w:rsidRPr="00EE62BB" w:rsidRDefault="00956B2B" w:rsidP="00956B2B">
            <w:pPr>
              <w:spacing w:before="60" w:after="30" w:line="276" w:lineRule="auto"/>
              <w:ind w:left="207" w:right="57"/>
              <w:jc w:val="center"/>
              <w:rPr>
                <w:rFonts w:ascii="Arial" w:hAnsi="Arial" w:cs="Arial"/>
                <w:sz w:val="16"/>
                <w:szCs w:val="16"/>
              </w:rPr>
            </w:pPr>
          </w:p>
        </w:tc>
        <w:tc>
          <w:tcPr>
            <w:tcW w:w="1016" w:type="dxa"/>
            <w:tcBorders>
              <w:top w:val="single" w:sz="4" w:space="0" w:color="auto"/>
              <w:bottom w:val="single" w:sz="12" w:space="0" w:color="auto"/>
            </w:tcBorders>
          </w:tcPr>
          <w:p w14:paraId="4E125710" w14:textId="3AD085F4" w:rsidR="00956B2B" w:rsidRPr="00EE62BB" w:rsidRDefault="00956B2B" w:rsidP="00956B2B">
            <w:pPr>
              <w:spacing w:before="60" w:after="30" w:line="276" w:lineRule="auto"/>
              <w:ind w:left="-157" w:right="83"/>
              <w:jc w:val="right"/>
              <w:rPr>
                <w:rFonts w:ascii="Arial" w:hAnsi="Arial" w:cs="Arial"/>
                <w:sz w:val="16"/>
                <w:szCs w:val="16"/>
              </w:rPr>
            </w:pPr>
            <w:r w:rsidRPr="00516A52">
              <w:rPr>
                <w:rFonts w:ascii="Arial" w:hAnsi="Arial" w:cs="Arial"/>
                <w:sz w:val="16"/>
                <w:szCs w:val="16"/>
              </w:rPr>
              <w:t>6,679</w:t>
            </w:r>
          </w:p>
        </w:tc>
        <w:tc>
          <w:tcPr>
            <w:tcW w:w="142" w:type="dxa"/>
          </w:tcPr>
          <w:p w14:paraId="30A2D2B6" w14:textId="77777777" w:rsidR="00956B2B" w:rsidRPr="00EE62BB" w:rsidRDefault="00956B2B" w:rsidP="00956B2B">
            <w:pPr>
              <w:spacing w:before="60" w:after="30" w:line="276" w:lineRule="auto"/>
              <w:ind w:left="207" w:right="57"/>
              <w:jc w:val="right"/>
              <w:rPr>
                <w:rFonts w:ascii="Arial" w:hAnsi="Arial" w:cs="Arial"/>
                <w:sz w:val="16"/>
                <w:szCs w:val="16"/>
              </w:rPr>
            </w:pPr>
          </w:p>
        </w:tc>
        <w:tc>
          <w:tcPr>
            <w:tcW w:w="991" w:type="dxa"/>
            <w:tcBorders>
              <w:top w:val="single" w:sz="4" w:space="0" w:color="auto"/>
              <w:bottom w:val="single" w:sz="12" w:space="0" w:color="auto"/>
            </w:tcBorders>
          </w:tcPr>
          <w:p w14:paraId="717A580C" w14:textId="2D25AE29" w:rsidR="00956B2B" w:rsidRPr="00EE62BB" w:rsidRDefault="00956B2B" w:rsidP="00956B2B">
            <w:pPr>
              <w:spacing w:before="60" w:after="30" w:line="276" w:lineRule="auto"/>
              <w:ind w:left="207" w:right="57"/>
              <w:jc w:val="right"/>
              <w:rPr>
                <w:rFonts w:ascii="Arial" w:hAnsi="Arial" w:cs="Arial"/>
                <w:sz w:val="16"/>
                <w:szCs w:val="16"/>
              </w:rPr>
            </w:pPr>
            <w:r w:rsidRPr="00EE62BB">
              <w:rPr>
                <w:rFonts w:ascii="Arial" w:hAnsi="Arial" w:cs="Arial"/>
                <w:sz w:val="16"/>
                <w:szCs w:val="16"/>
              </w:rPr>
              <w:t>6,610</w:t>
            </w:r>
          </w:p>
        </w:tc>
        <w:tc>
          <w:tcPr>
            <w:tcW w:w="142" w:type="dxa"/>
          </w:tcPr>
          <w:p w14:paraId="7D90AC95" w14:textId="77777777" w:rsidR="00956B2B" w:rsidRPr="00EE62BB" w:rsidRDefault="00956B2B" w:rsidP="00956B2B">
            <w:pPr>
              <w:spacing w:before="60" w:after="30" w:line="276" w:lineRule="auto"/>
              <w:ind w:left="207" w:right="57"/>
              <w:jc w:val="right"/>
              <w:rPr>
                <w:rFonts w:ascii="Arial" w:hAnsi="Arial" w:cs="Arial"/>
                <w:sz w:val="16"/>
                <w:szCs w:val="16"/>
              </w:rPr>
            </w:pPr>
          </w:p>
        </w:tc>
        <w:tc>
          <w:tcPr>
            <w:tcW w:w="1027" w:type="dxa"/>
            <w:tcBorders>
              <w:top w:val="single" w:sz="4" w:space="0" w:color="auto"/>
              <w:bottom w:val="single" w:sz="12" w:space="0" w:color="auto"/>
            </w:tcBorders>
          </w:tcPr>
          <w:p w14:paraId="3239C372" w14:textId="3519970D" w:rsidR="00956B2B" w:rsidRPr="00EE62BB" w:rsidRDefault="00956B2B" w:rsidP="00956B2B">
            <w:pPr>
              <w:spacing w:before="60" w:after="30" w:line="276" w:lineRule="auto"/>
              <w:ind w:left="-157" w:right="83"/>
              <w:jc w:val="right"/>
              <w:rPr>
                <w:rFonts w:ascii="Arial" w:hAnsi="Arial" w:cs="Arial"/>
                <w:sz w:val="16"/>
                <w:szCs w:val="16"/>
              </w:rPr>
            </w:pPr>
            <w:r w:rsidRPr="00956B2B">
              <w:rPr>
                <w:rFonts w:ascii="Arial" w:hAnsi="Arial" w:cs="Arial"/>
                <w:sz w:val="16"/>
                <w:szCs w:val="16"/>
              </w:rPr>
              <w:t>6,679</w:t>
            </w:r>
          </w:p>
        </w:tc>
        <w:tc>
          <w:tcPr>
            <w:tcW w:w="142" w:type="dxa"/>
          </w:tcPr>
          <w:p w14:paraId="6D0BB4DE" w14:textId="77777777" w:rsidR="00956B2B" w:rsidRPr="00EE62BB" w:rsidRDefault="00956B2B" w:rsidP="00956B2B">
            <w:pPr>
              <w:spacing w:before="60" w:after="30" w:line="276" w:lineRule="auto"/>
              <w:ind w:left="207" w:right="57"/>
              <w:jc w:val="right"/>
              <w:rPr>
                <w:rFonts w:ascii="Arial" w:hAnsi="Arial" w:cs="Arial"/>
                <w:sz w:val="16"/>
                <w:szCs w:val="16"/>
              </w:rPr>
            </w:pPr>
          </w:p>
        </w:tc>
        <w:tc>
          <w:tcPr>
            <w:tcW w:w="1044" w:type="dxa"/>
            <w:tcBorders>
              <w:top w:val="single" w:sz="4" w:space="0" w:color="auto"/>
              <w:bottom w:val="single" w:sz="12" w:space="0" w:color="auto"/>
            </w:tcBorders>
          </w:tcPr>
          <w:p w14:paraId="75269B49" w14:textId="0C538720" w:rsidR="00956B2B" w:rsidRPr="00EE62BB" w:rsidRDefault="00956B2B" w:rsidP="00956B2B">
            <w:pPr>
              <w:spacing w:before="60" w:after="30" w:line="276" w:lineRule="auto"/>
              <w:ind w:left="207" w:right="57"/>
              <w:jc w:val="right"/>
              <w:rPr>
                <w:rFonts w:ascii="Arial" w:hAnsi="Arial" w:cs="Arial"/>
                <w:sz w:val="16"/>
                <w:szCs w:val="16"/>
              </w:rPr>
            </w:pPr>
            <w:r w:rsidRPr="00EE62BB">
              <w:rPr>
                <w:rFonts w:ascii="Arial" w:hAnsi="Arial" w:cs="Arial"/>
                <w:sz w:val="16"/>
                <w:szCs w:val="16"/>
              </w:rPr>
              <w:t>6,610</w:t>
            </w:r>
          </w:p>
        </w:tc>
      </w:tr>
    </w:tbl>
    <w:p w14:paraId="131ED4F9" w14:textId="4B089968" w:rsidR="005864E3" w:rsidRPr="00EE62BB" w:rsidRDefault="005864E3" w:rsidP="00746101">
      <w:pPr>
        <w:tabs>
          <w:tab w:val="left" w:pos="284"/>
        </w:tabs>
        <w:spacing w:line="360" w:lineRule="auto"/>
        <w:ind w:right="36" w:firstLine="720"/>
        <w:jc w:val="thaiDistribute"/>
        <w:rPr>
          <w:rFonts w:ascii="Arial" w:hAnsi="Arial" w:cs="Arial"/>
          <w:sz w:val="19"/>
          <w:szCs w:val="19"/>
        </w:rPr>
      </w:pPr>
    </w:p>
    <w:p w14:paraId="23F21076" w14:textId="77777777" w:rsidR="00746101" w:rsidRDefault="00746101">
      <w:pPr>
        <w:rPr>
          <w:rFonts w:ascii="Arial" w:hAnsi="Arial" w:cs="Arial"/>
          <w:sz w:val="19"/>
          <w:szCs w:val="19"/>
          <w:cs/>
        </w:rPr>
      </w:pPr>
      <w:r>
        <w:rPr>
          <w:rFonts w:ascii="Arial" w:hAnsi="Arial" w:cs="Angsana New"/>
          <w:sz w:val="19"/>
          <w:szCs w:val="19"/>
          <w:cs/>
        </w:rPr>
        <w:br w:type="page"/>
      </w:r>
    </w:p>
    <w:p w14:paraId="5DFADF57" w14:textId="75AFDB55" w:rsidR="00684EFA" w:rsidRPr="00EE62BB" w:rsidRDefault="00210F04" w:rsidP="007B6959">
      <w:pPr>
        <w:spacing w:line="360" w:lineRule="auto"/>
        <w:ind w:left="426"/>
        <w:jc w:val="thaiDistribute"/>
        <w:rPr>
          <w:rFonts w:ascii="Arial" w:hAnsi="Arial" w:cs="Arial"/>
          <w:sz w:val="19"/>
          <w:szCs w:val="19"/>
        </w:rPr>
      </w:pPr>
      <w:r w:rsidRPr="00EE62BB">
        <w:rPr>
          <w:rFonts w:ascii="Arial" w:hAnsi="Arial" w:cs="Arial"/>
          <w:sz w:val="19"/>
          <w:szCs w:val="19"/>
        </w:rPr>
        <w:lastRenderedPageBreak/>
        <w:t xml:space="preserve">As </w:t>
      </w:r>
      <w:r w:rsidR="00A20A3D" w:rsidRPr="00EE62BB">
        <w:rPr>
          <w:rFonts w:ascii="Arial" w:hAnsi="Arial" w:cs="Arial"/>
          <w:sz w:val="19"/>
          <w:szCs w:val="19"/>
        </w:rPr>
        <w:t>of</w:t>
      </w:r>
      <w:r w:rsidRPr="00EE62BB">
        <w:rPr>
          <w:rFonts w:ascii="Arial" w:hAnsi="Arial" w:cs="Arial"/>
          <w:sz w:val="19"/>
          <w:szCs w:val="19"/>
        </w:rPr>
        <w:t xml:space="preserve"> </w:t>
      </w:r>
      <w:r w:rsidR="00AC288E" w:rsidRPr="00EE62BB">
        <w:rPr>
          <w:rFonts w:ascii="Arial" w:hAnsi="Arial" w:cs="Arial"/>
          <w:sz w:val="19"/>
          <w:szCs w:val="19"/>
        </w:rPr>
        <w:t xml:space="preserve">31 March </w:t>
      </w:r>
      <w:r w:rsidR="00342C28" w:rsidRPr="00EE62BB">
        <w:rPr>
          <w:rFonts w:ascii="Arial" w:hAnsi="Arial" w:cs="Arial"/>
          <w:sz w:val="19"/>
          <w:szCs w:val="19"/>
        </w:rPr>
        <w:t>202</w:t>
      </w:r>
      <w:r w:rsidR="003216BA" w:rsidRPr="00EE62BB">
        <w:rPr>
          <w:rFonts w:ascii="Arial" w:hAnsi="Arial" w:cs="Arial"/>
          <w:sz w:val="19"/>
          <w:szCs w:val="19"/>
        </w:rPr>
        <w:t>4</w:t>
      </w:r>
      <w:r w:rsidRPr="00EE62BB">
        <w:rPr>
          <w:rFonts w:ascii="Arial" w:hAnsi="Arial" w:cs="Arial"/>
          <w:sz w:val="19"/>
          <w:szCs w:val="19"/>
        </w:rPr>
        <w:t xml:space="preserve"> and 31 December </w:t>
      </w:r>
      <w:r w:rsidR="00167519" w:rsidRPr="00EE62BB">
        <w:rPr>
          <w:rFonts w:ascii="Arial" w:hAnsi="Arial" w:cs="Arial"/>
          <w:sz w:val="19"/>
          <w:szCs w:val="19"/>
        </w:rPr>
        <w:t>20</w:t>
      </w:r>
      <w:r w:rsidR="00772F2D" w:rsidRPr="00EE62BB">
        <w:rPr>
          <w:rFonts w:ascii="Arial" w:hAnsi="Arial" w:cs="Arial"/>
          <w:sz w:val="19"/>
          <w:szCs w:val="19"/>
        </w:rPr>
        <w:t>2</w:t>
      </w:r>
      <w:r w:rsidR="003216BA" w:rsidRPr="00EE62BB">
        <w:rPr>
          <w:rFonts w:ascii="Arial" w:hAnsi="Arial" w:cs="Arial"/>
          <w:sz w:val="19"/>
          <w:szCs w:val="19"/>
        </w:rPr>
        <w:t>3</w:t>
      </w:r>
      <w:r w:rsidR="00651C9C" w:rsidRPr="00EE62BB">
        <w:rPr>
          <w:rFonts w:ascii="Arial" w:hAnsi="Arial" w:cs="Arial"/>
          <w:sz w:val="19"/>
          <w:szCs w:val="19"/>
        </w:rPr>
        <w:t>, the outstanding balances with related companies are as follows:</w:t>
      </w:r>
    </w:p>
    <w:p w14:paraId="6C5BB149" w14:textId="77777777" w:rsidR="00FF5C1C" w:rsidRPr="00EE62BB" w:rsidRDefault="00FF5C1C" w:rsidP="002372B6">
      <w:pPr>
        <w:tabs>
          <w:tab w:val="left" w:pos="1008"/>
        </w:tabs>
        <w:spacing w:line="360" w:lineRule="auto"/>
        <w:ind w:left="495" w:right="36" w:firstLine="9"/>
        <w:jc w:val="thaiDistribute"/>
        <w:rPr>
          <w:rFonts w:ascii="Arial" w:hAnsi="Arial" w:cs="Arial"/>
          <w:sz w:val="19"/>
          <w:szCs w:val="19"/>
        </w:rPr>
      </w:pPr>
    </w:p>
    <w:tbl>
      <w:tblPr>
        <w:tblW w:w="9047" w:type="dxa"/>
        <w:tblInd w:w="360" w:type="dxa"/>
        <w:tblLayout w:type="fixed"/>
        <w:tblLook w:val="0000" w:firstRow="0" w:lastRow="0" w:firstColumn="0" w:lastColumn="0" w:noHBand="0" w:noVBand="0"/>
      </w:tblPr>
      <w:tblGrid>
        <w:gridCol w:w="3532"/>
        <w:gridCol w:w="1242"/>
        <w:gridCol w:w="240"/>
        <w:gridCol w:w="1147"/>
        <w:gridCol w:w="239"/>
        <w:gridCol w:w="1233"/>
        <w:gridCol w:w="238"/>
        <w:gridCol w:w="1176"/>
      </w:tblGrid>
      <w:tr w:rsidR="00651C9C" w:rsidRPr="00EE62BB" w14:paraId="34A7A27A" w14:textId="77777777" w:rsidTr="00265D3C">
        <w:trPr>
          <w:cantSplit/>
          <w:tblHeader/>
        </w:trPr>
        <w:tc>
          <w:tcPr>
            <w:tcW w:w="3532" w:type="dxa"/>
          </w:tcPr>
          <w:p w14:paraId="5DDCD31D" w14:textId="77777777" w:rsidR="00651C9C" w:rsidRPr="00EE62BB" w:rsidRDefault="00651C9C" w:rsidP="005B1EF5">
            <w:pPr>
              <w:pStyle w:val="3"/>
              <w:tabs>
                <w:tab w:val="clear" w:pos="360"/>
                <w:tab w:val="clear" w:pos="720"/>
              </w:tabs>
              <w:spacing w:line="360" w:lineRule="auto"/>
              <w:ind w:left="-56"/>
              <w:jc w:val="center"/>
              <w:rPr>
                <w:rFonts w:ascii="Arial" w:hAnsi="Arial" w:cs="Arial"/>
                <w:sz w:val="19"/>
                <w:szCs w:val="19"/>
              </w:rPr>
            </w:pPr>
            <w:bookmarkStart w:id="1" w:name="_Hlk486499470"/>
          </w:p>
        </w:tc>
        <w:tc>
          <w:tcPr>
            <w:tcW w:w="2629" w:type="dxa"/>
            <w:gridSpan w:val="3"/>
            <w:vAlign w:val="bottom"/>
          </w:tcPr>
          <w:p w14:paraId="7B9BE24A" w14:textId="77777777" w:rsidR="00651C9C" w:rsidRPr="00EE62BB" w:rsidRDefault="00651C9C" w:rsidP="005B1EF5">
            <w:pPr>
              <w:spacing w:line="360" w:lineRule="auto"/>
              <w:ind w:right="-62"/>
              <w:jc w:val="center"/>
              <w:rPr>
                <w:rFonts w:ascii="Arial" w:hAnsi="Arial" w:cs="Arial"/>
                <w:sz w:val="19"/>
                <w:szCs w:val="19"/>
              </w:rPr>
            </w:pPr>
          </w:p>
        </w:tc>
        <w:tc>
          <w:tcPr>
            <w:tcW w:w="239" w:type="dxa"/>
            <w:tcBorders>
              <w:left w:val="nil"/>
            </w:tcBorders>
            <w:vAlign w:val="bottom"/>
          </w:tcPr>
          <w:p w14:paraId="26451A29" w14:textId="77777777" w:rsidR="00651C9C" w:rsidRPr="00EE62BB" w:rsidRDefault="00651C9C" w:rsidP="005B1EF5">
            <w:pPr>
              <w:spacing w:line="360" w:lineRule="auto"/>
              <w:ind w:right="-62"/>
              <w:jc w:val="center"/>
              <w:rPr>
                <w:rFonts w:ascii="Arial" w:hAnsi="Arial" w:cs="Arial"/>
                <w:sz w:val="19"/>
                <w:szCs w:val="19"/>
              </w:rPr>
            </w:pPr>
          </w:p>
        </w:tc>
        <w:tc>
          <w:tcPr>
            <w:tcW w:w="2647" w:type="dxa"/>
            <w:gridSpan w:val="3"/>
            <w:vAlign w:val="bottom"/>
          </w:tcPr>
          <w:p w14:paraId="44095250" w14:textId="23B9433F" w:rsidR="00651C9C" w:rsidRPr="00EE62BB" w:rsidRDefault="00651C9C" w:rsidP="005B1EF5">
            <w:pPr>
              <w:spacing w:line="360" w:lineRule="auto"/>
              <w:ind w:right="-62"/>
              <w:jc w:val="right"/>
              <w:rPr>
                <w:rFonts w:ascii="Arial" w:hAnsi="Arial" w:cs="Arial"/>
                <w:sz w:val="19"/>
                <w:szCs w:val="19"/>
              </w:rPr>
            </w:pPr>
            <w:r w:rsidRPr="00EE62BB">
              <w:rPr>
                <w:rFonts w:ascii="Arial" w:hAnsi="Arial" w:cs="Arial"/>
                <w:sz w:val="19"/>
                <w:szCs w:val="19"/>
              </w:rPr>
              <w:t>(Unit : Thousand Baht)</w:t>
            </w:r>
          </w:p>
        </w:tc>
      </w:tr>
      <w:tr w:rsidR="00651C9C" w:rsidRPr="00EE62BB" w14:paraId="2B1B0BE6" w14:textId="77777777" w:rsidTr="00265D3C">
        <w:trPr>
          <w:cantSplit/>
          <w:tblHeader/>
        </w:trPr>
        <w:tc>
          <w:tcPr>
            <w:tcW w:w="3532" w:type="dxa"/>
          </w:tcPr>
          <w:p w14:paraId="1E10ECE0" w14:textId="77777777" w:rsidR="00651C9C" w:rsidRPr="00EE62BB" w:rsidRDefault="00651C9C" w:rsidP="005B1EF5">
            <w:pPr>
              <w:pStyle w:val="3"/>
              <w:tabs>
                <w:tab w:val="clear" w:pos="360"/>
                <w:tab w:val="clear" w:pos="720"/>
              </w:tabs>
              <w:spacing w:line="360" w:lineRule="auto"/>
              <w:ind w:left="-56"/>
              <w:jc w:val="center"/>
              <w:rPr>
                <w:rFonts w:ascii="Arial" w:hAnsi="Arial" w:cs="Arial"/>
                <w:sz w:val="19"/>
                <w:szCs w:val="19"/>
                <w:lang w:val="en-GB"/>
              </w:rPr>
            </w:pPr>
            <w:r w:rsidRPr="00EE62BB">
              <w:rPr>
                <w:rFonts w:ascii="Arial" w:hAnsi="Arial" w:cs="Arial"/>
                <w:b/>
                <w:bCs/>
                <w:sz w:val="19"/>
                <w:szCs w:val="19"/>
                <w:lang w:val="en-GB"/>
              </w:rPr>
              <w:tab/>
            </w:r>
          </w:p>
        </w:tc>
        <w:tc>
          <w:tcPr>
            <w:tcW w:w="2629" w:type="dxa"/>
            <w:gridSpan w:val="3"/>
            <w:tcBorders>
              <w:bottom w:val="single" w:sz="4" w:space="0" w:color="auto"/>
            </w:tcBorders>
            <w:vAlign w:val="bottom"/>
          </w:tcPr>
          <w:p w14:paraId="211395BA" w14:textId="77777777" w:rsidR="00651C9C" w:rsidRDefault="0000107B" w:rsidP="005B1EF5">
            <w:pPr>
              <w:spacing w:line="360" w:lineRule="auto"/>
              <w:ind w:right="-62"/>
              <w:jc w:val="center"/>
              <w:rPr>
                <w:rFonts w:ascii="Arial" w:hAnsi="Arial" w:cs="Arial"/>
                <w:sz w:val="19"/>
                <w:szCs w:val="19"/>
              </w:rPr>
            </w:pPr>
            <w:r w:rsidRPr="00EE62BB">
              <w:rPr>
                <w:rFonts w:ascii="Arial" w:hAnsi="Arial" w:cs="Arial"/>
                <w:sz w:val="19"/>
                <w:szCs w:val="19"/>
              </w:rPr>
              <w:t>Consolidated</w:t>
            </w:r>
          </w:p>
          <w:p w14:paraId="0A5C1CF4" w14:textId="7CA9EA6C" w:rsidR="00887648" w:rsidRPr="00EE62BB" w:rsidRDefault="00887648" w:rsidP="005B1EF5">
            <w:pPr>
              <w:spacing w:line="360" w:lineRule="auto"/>
              <w:ind w:right="-62"/>
              <w:jc w:val="center"/>
              <w:rPr>
                <w:rFonts w:ascii="Arial" w:hAnsi="Arial" w:cs="Arial"/>
                <w:sz w:val="19"/>
                <w:szCs w:val="19"/>
              </w:rPr>
            </w:pPr>
            <w:r w:rsidRPr="00887648">
              <w:rPr>
                <w:rFonts w:ascii="Arial" w:hAnsi="Arial" w:cs="Arial"/>
                <w:sz w:val="19"/>
                <w:szCs w:val="19"/>
              </w:rPr>
              <w:t>financial information</w:t>
            </w:r>
          </w:p>
        </w:tc>
        <w:tc>
          <w:tcPr>
            <w:tcW w:w="239" w:type="dxa"/>
            <w:tcBorders>
              <w:left w:val="nil"/>
            </w:tcBorders>
            <w:vAlign w:val="bottom"/>
          </w:tcPr>
          <w:p w14:paraId="0ACF6C60" w14:textId="77777777" w:rsidR="00651C9C" w:rsidRPr="00EE62BB" w:rsidRDefault="00651C9C" w:rsidP="005B1EF5">
            <w:pPr>
              <w:spacing w:line="360" w:lineRule="auto"/>
              <w:ind w:right="-62"/>
              <w:jc w:val="center"/>
              <w:rPr>
                <w:rFonts w:ascii="Arial" w:hAnsi="Arial" w:cs="Arial"/>
                <w:sz w:val="19"/>
                <w:szCs w:val="19"/>
              </w:rPr>
            </w:pPr>
          </w:p>
        </w:tc>
        <w:tc>
          <w:tcPr>
            <w:tcW w:w="2647" w:type="dxa"/>
            <w:gridSpan w:val="3"/>
            <w:tcBorders>
              <w:bottom w:val="single" w:sz="4" w:space="0" w:color="auto"/>
            </w:tcBorders>
            <w:vAlign w:val="bottom"/>
          </w:tcPr>
          <w:p w14:paraId="7E1901F7" w14:textId="77777777" w:rsidR="00887648" w:rsidRDefault="0000107B" w:rsidP="005B1EF5">
            <w:pPr>
              <w:spacing w:line="360" w:lineRule="auto"/>
              <w:ind w:right="-62"/>
              <w:jc w:val="center"/>
              <w:rPr>
                <w:rFonts w:ascii="Arial" w:hAnsi="Arial" w:cs="Arial"/>
                <w:sz w:val="19"/>
                <w:szCs w:val="19"/>
              </w:rPr>
            </w:pPr>
            <w:r w:rsidRPr="00EE62BB">
              <w:rPr>
                <w:rFonts w:ascii="Arial" w:hAnsi="Arial" w:cs="Arial"/>
                <w:sz w:val="19"/>
                <w:szCs w:val="19"/>
              </w:rPr>
              <w:t>Separate</w:t>
            </w:r>
          </w:p>
          <w:p w14:paraId="527D4709" w14:textId="27FA43A0" w:rsidR="00651C9C" w:rsidRPr="00EE62BB" w:rsidRDefault="00887648" w:rsidP="005B1EF5">
            <w:pPr>
              <w:spacing w:line="360" w:lineRule="auto"/>
              <w:ind w:right="-62"/>
              <w:jc w:val="center"/>
              <w:rPr>
                <w:rFonts w:ascii="Arial" w:hAnsi="Arial" w:cs="Arial"/>
                <w:sz w:val="19"/>
                <w:szCs w:val="19"/>
              </w:rPr>
            </w:pPr>
            <w:r w:rsidRPr="00887648">
              <w:rPr>
                <w:rFonts w:ascii="Arial" w:hAnsi="Arial" w:cs="Arial"/>
                <w:sz w:val="19"/>
                <w:szCs w:val="19"/>
              </w:rPr>
              <w:t>financial information</w:t>
            </w:r>
          </w:p>
        </w:tc>
      </w:tr>
      <w:tr w:rsidR="00805B1D" w:rsidRPr="00EE62BB" w14:paraId="16098B10" w14:textId="77777777" w:rsidTr="00265D3C">
        <w:trPr>
          <w:cantSplit/>
          <w:trHeight w:val="441"/>
          <w:tblHeader/>
        </w:trPr>
        <w:tc>
          <w:tcPr>
            <w:tcW w:w="3532" w:type="dxa"/>
          </w:tcPr>
          <w:p w14:paraId="47A4320C" w14:textId="77777777" w:rsidR="00805B1D" w:rsidRPr="00EE62BB" w:rsidRDefault="00805B1D" w:rsidP="00805B1D">
            <w:pPr>
              <w:pStyle w:val="3"/>
              <w:tabs>
                <w:tab w:val="clear" w:pos="360"/>
                <w:tab w:val="clear" w:pos="720"/>
              </w:tabs>
              <w:spacing w:before="60" w:after="30" w:line="276" w:lineRule="auto"/>
              <w:ind w:left="-56"/>
              <w:rPr>
                <w:rFonts w:ascii="Arial" w:hAnsi="Arial" w:cs="Arial"/>
                <w:sz w:val="19"/>
                <w:szCs w:val="19"/>
              </w:rPr>
            </w:pPr>
          </w:p>
        </w:tc>
        <w:tc>
          <w:tcPr>
            <w:tcW w:w="1242" w:type="dxa"/>
            <w:tcBorders>
              <w:left w:val="nil"/>
              <w:bottom w:val="single" w:sz="4" w:space="0" w:color="auto"/>
            </w:tcBorders>
            <w:vAlign w:val="bottom"/>
          </w:tcPr>
          <w:p w14:paraId="0120D8BF" w14:textId="77162B1E" w:rsidR="00805B1D" w:rsidRPr="00EE62BB" w:rsidRDefault="00AC288E" w:rsidP="00805B1D">
            <w:pPr>
              <w:tabs>
                <w:tab w:val="left" w:pos="694"/>
              </w:tabs>
              <w:spacing w:before="60" w:after="30" w:line="276" w:lineRule="auto"/>
              <w:ind w:left="-108" w:right="-105"/>
              <w:jc w:val="center"/>
              <w:rPr>
                <w:rFonts w:ascii="Arial" w:hAnsi="Arial" w:cs="Arial"/>
                <w:sz w:val="19"/>
                <w:szCs w:val="19"/>
              </w:rPr>
            </w:pPr>
            <w:r w:rsidRPr="00EE62BB">
              <w:rPr>
                <w:rFonts w:ascii="Arial" w:hAnsi="Arial" w:cs="Arial"/>
                <w:sz w:val="19"/>
                <w:szCs w:val="19"/>
              </w:rPr>
              <w:t>31 March 2024</w:t>
            </w:r>
          </w:p>
        </w:tc>
        <w:tc>
          <w:tcPr>
            <w:tcW w:w="240" w:type="dxa"/>
            <w:tcBorders>
              <w:left w:val="nil"/>
            </w:tcBorders>
          </w:tcPr>
          <w:p w14:paraId="6427B774" w14:textId="77777777" w:rsidR="00805B1D" w:rsidRPr="00EE62BB" w:rsidRDefault="00805B1D" w:rsidP="00805B1D">
            <w:pPr>
              <w:pStyle w:val="BodyTextIndent3"/>
              <w:spacing w:before="60" w:after="30" w:line="276" w:lineRule="auto"/>
              <w:ind w:left="-108" w:right="-105"/>
              <w:jc w:val="center"/>
              <w:rPr>
                <w:rFonts w:ascii="Arial" w:hAnsi="Arial" w:cs="Arial"/>
                <w:sz w:val="19"/>
                <w:szCs w:val="19"/>
                <w:lang w:val="en-GB"/>
              </w:rPr>
            </w:pPr>
          </w:p>
        </w:tc>
        <w:tc>
          <w:tcPr>
            <w:tcW w:w="1147" w:type="dxa"/>
            <w:tcBorders>
              <w:bottom w:val="single" w:sz="4" w:space="0" w:color="auto"/>
            </w:tcBorders>
            <w:vAlign w:val="bottom"/>
          </w:tcPr>
          <w:p w14:paraId="62B5D374" w14:textId="668011B5" w:rsidR="00805B1D" w:rsidRPr="00EE62BB" w:rsidRDefault="00805B1D" w:rsidP="00805B1D">
            <w:pPr>
              <w:spacing w:before="60" w:after="30" w:line="276" w:lineRule="auto"/>
              <w:ind w:left="-108" w:right="-105"/>
              <w:jc w:val="center"/>
              <w:rPr>
                <w:rFonts w:ascii="Arial" w:hAnsi="Arial" w:cs="Arial"/>
                <w:sz w:val="19"/>
                <w:szCs w:val="19"/>
                <w:lang w:val="en-GB"/>
              </w:rPr>
            </w:pPr>
            <w:r w:rsidRPr="00EE62BB">
              <w:rPr>
                <w:rFonts w:ascii="Arial" w:hAnsi="Arial" w:cs="Arial"/>
                <w:sz w:val="19"/>
                <w:szCs w:val="19"/>
              </w:rPr>
              <w:t xml:space="preserve">31 December </w:t>
            </w:r>
            <w:r w:rsidRPr="00EE62BB">
              <w:rPr>
                <w:rFonts w:ascii="Arial" w:hAnsi="Arial" w:cs="Arial"/>
                <w:sz w:val="19"/>
                <w:szCs w:val="19"/>
                <w:lang w:val="en-GB"/>
              </w:rPr>
              <w:t>202</w:t>
            </w:r>
            <w:r w:rsidR="00AC288E" w:rsidRPr="00EE62BB">
              <w:rPr>
                <w:rFonts w:ascii="Arial" w:hAnsi="Arial" w:cs="Arial"/>
                <w:sz w:val="19"/>
                <w:szCs w:val="19"/>
                <w:lang w:val="en-GB"/>
              </w:rPr>
              <w:t>3</w:t>
            </w:r>
          </w:p>
        </w:tc>
        <w:tc>
          <w:tcPr>
            <w:tcW w:w="239" w:type="dxa"/>
            <w:tcBorders>
              <w:left w:val="nil"/>
            </w:tcBorders>
          </w:tcPr>
          <w:p w14:paraId="747DE72C" w14:textId="77777777" w:rsidR="00805B1D" w:rsidRPr="00EE62BB" w:rsidRDefault="00805B1D" w:rsidP="00805B1D">
            <w:pPr>
              <w:spacing w:before="60" w:after="30" w:line="276" w:lineRule="auto"/>
              <w:ind w:left="-108" w:right="-105"/>
              <w:jc w:val="center"/>
              <w:rPr>
                <w:rFonts w:ascii="Arial" w:hAnsi="Arial" w:cs="Arial"/>
                <w:sz w:val="19"/>
                <w:szCs w:val="19"/>
              </w:rPr>
            </w:pPr>
          </w:p>
        </w:tc>
        <w:tc>
          <w:tcPr>
            <w:tcW w:w="1233" w:type="dxa"/>
            <w:tcBorders>
              <w:bottom w:val="single" w:sz="4" w:space="0" w:color="auto"/>
            </w:tcBorders>
            <w:vAlign w:val="bottom"/>
          </w:tcPr>
          <w:p w14:paraId="1D1A819E" w14:textId="3ED0E1C9" w:rsidR="00805B1D" w:rsidRPr="00EE62BB" w:rsidRDefault="00AC288E" w:rsidP="00805B1D">
            <w:pPr>
              <w:tabs>
                <w:tab w:val="left" w:pos="694"/>
              </w:tabs>
              <w:spacing w:before="60" w:after="30" w:line="276" w:lineRule="auto"/>
              <w:ind w:left="-108" w:right="-105"/>
              <w:jc w:val="center"/>
              <w:rPr>
                <w:rFonts w:ascii="Arial" w:hAnsi="Arial" w:cs="Arial"/>
                <w:sz w:val="19"/>
                <w:szCs w:val="19"/>
              </w:rPr>
            </w:pPr>
            <w:r w:rsidRPr="00EE62BB">
              <w:rPr>
                <w:rFonts w:ascii="Arial" w:hAnsi="Arial" w:cs="Arial"/>
                <w:sz w:val="19"/>
                <w:szCs w:val="19"/>
              </w:rPr>
              <w:t>31 March 2024</w:t>
            </w:r>
          </w:p>
        </w:tc>
        <w:tc>
          <w:tcPr>
            <w:tcW w:w="238" w:type="dxa"/>
          </w:tcPr>
          <w:p w14:paraId="1CEB3CFA" w14:textId="77777777" w:rsidR="00805B1D" w:rsidRPr="00EE62BB" w:rsidRDefault="00805B1D" w:rsidP="00805B1D">
            <w:pPr>
              <w:pStyle w:val="BodyTextIndent3"/>
              <w:spacing w:before="60" w:after="30" w:line="276" w:lineRule="auto"/>
              <w:ind w:left="-108" w:right="-105"/>
              <w:jc w:val="center"/>
              <w:rPr>
                <w:rFonts w:ascii="Arial" w:hAnsi="Arial" w:cs="Arial"/>
                <w:sz w:val="19"/>
                <w:szCs w:val="19"/>
                <w:lang w:val="en-GB"/>
              </w:rPr>
            </w:pPr>
          </w:p>
        </w:tc>
        <w:tc>
          <w:tcPr>
            <w:tcW w:w="1176" w:type="dxa"/>
            <w:tcBorders>
              <w:bottom w:val="single" w:sz="4" w:space="0" w:color="auto"/>
            </w:tcBorders>
            <w:vAlign w:val="bottom"/>
          </w:tcPr>
          <w:p w14:paraId="078F0D9A" w14:textId="1F125760" w:rsidR="00805B1D" w:rsidRPr="00EE62BB" w:rsidRDefault="00805B1D" w:rsidP="00805B1D">
            <w:pPr>
              <w:spacing w:before="60" w:after="30" w:line="276" w:lineRule="auto"/>
              <w:ind w:left="-108" w:right="-105"/>
              <w:jc w:val="center"/>
              <w:rPr>
                <w:rFonts w:ascii="Arial" w:hAnsi="Arial" w:cs="Arial"/>
                <w:sz w:val="19"/>
                <w:szCs w:val="19"/>
                <w:lang w:val="en-GB"/>
              </w:rPr>
            </w:pPr>
            <w:r w:rsidRPr="00EE62BB">
              <w:rPr>
                <w:rFonts w:ascii="Arial" w:hAnsi="Arial" w:cs="Arial"/>
                <w:sz w:val="19"/>
                <w:szCs w:val="19"/>
              </w:rPr>
              <w:t xml:space="preserve">31 December </w:t>
            </w:r>
            <w:r w:rsidRPr="00EE62BB">
              <w:rPr>
                <w:rFonts w:ascii="Arial" w:hAnsi="Arial" w:cs="Arial"/>
                <w:sz w:val="19"/>
                <w:szCs w:val="19"/>
                <w:lang w:val="en-GB"/>
              </w:rPr>
              <w:t>202</w:t>
            </w:r>
            <w:r w:rsidR="00AC288E" w:rsidRPr="00EE62BB">
              <w:rPr>
                <w:rFonts w:ascii="Arial" w:hAnsi="Arial" w:cs="Arial"/>
                <w:sz w:val="19"/>
                <w:szCs w:val="19"/>
                <w:lang w:val="en-GB"/>
              </w:rPr>
              <w:t>3</w:t>
            </w:r>
          </w:p>
        </w:tc>
      </w:tr>
      <w:bookmarkEnd w:id="1"/>
      <w:tr w:rsidR="00F23422" w:rsidRPr="00EE62BB" w14:paraId="65421E2C" w14:textId="77777777" w:rsidTr="00265D3C">
        <w:trPr>
          <w:cantSplit/>
        </w:trPr>
        <w:tc>
          <w:tcPr>
            <w:tcW w:w="3532" w:type="dxa"/>
            <w:vAlign w:val="bottom"/>
          </w:tcPr>
          <w:p w14:paraId="59A3EDD1" w14:textId="1DE19E28" w:rsidR="00F23422" w:rsidRPr="00EE62BB" w:rsidRDefault="00F23422" w:rsidP="00105153">
            <w:pPr>
              <w:tabs>
                <w:tab w:val="left" w:pos="-142"/>
                <w:tab w:val="left" w:pos="0"/>
                <w:tab w:val="left" w:pos="175"/>
                <w:tab w:val="left" w:pos="540"/>
              </w:tabs>
              <w:spacing w:before="60" w:after="30" w:line="276" w:lineRule="auto"/>
              <w:rPr>
                <w:rFonts w:ascii="Arial" w:hAnsi="Arial" w:cs="Arial"/>
                <w:sz w:val="19"/>
                <w:szCs w:val="19"/>
                <w:lang w:val="en-GB"/>
              </w:rPr>
            </w:pPr>
          </w:p>
        </w:tc>
        <w:tc>
          <w:tcPr>
            <w:tcW w:w="1242" w:type="dxa"/>
          </w:tcPr>
          <w:p w14:paraId="00E74871" w14:textId="577832B4" w:rsidR="00F23422" w:rsidRPr="00EE62BB" w:rsidRDefault="00F23422" w:rsidP="00105153">
            <w:pPr>
              <w:tabs>
                <w:tab w:val="left" w:pos="552"/>
              </w:tabs>
              <w:spacing w:before="60" w:after="30" w:line="276" w:lineRule="auto"/>
              <w:ind w:right="-216"/>
              <w:jc w:val="center"/>
              <w:rPr>
                <w:rFonts w:ascii="Arial" w:hAnsi="Arial" w:cs="Arial"/>
                <w:sz w:val="19"/>
                <w:szCs w:val="19"/>
              </w:rPr>
            </w:pPr>
          </w:p>
        </w:tc>
        <w:tc>
          <w:tcPr>
            <w:tcW w:w="240" w:type="dxa"/>
            <w:vAlign w:val="bottom"/>
          </w:tcPr>
          <w:p w14:paraId="43D2BE8A" w14:textId="77777777" w:rsidR="00F23422" w:rsidRPr="00EE62BB" w:rsidRDefault="00F23422" w:rsidP="00105153">
            <w:pPr>
              <w:spacing w:before="60" w:after="30" w:line="276" w:lineRule="auto"/>
              <w:jc w:val="right"/>
              <w:rPr>
                <w:rFonts w:ascii="Arial" w:hAnsi="Arial" w:cs="Arial"/>
                <w:sz w:val="19"/>
                <w:szCs w:val="19"/>
              </w:rPr>
            </w:pPr>
          </w:p>
        </w:tc>
        <w:tc>
          <w:tcPr>
            <w:tcW w:w="1147" w:type="dxa"/>
            <w:vAlign w:val="bottom"/>
          </w:tcPr>
          <w:p w14:paraId="06E48369" w14:textId="1B537E2B" w:rsidR="00F23422" w:rsidRPr="00EE62BB" w:rsidRDefault="00F23422" w:rsidP="00105153">
            <w:pPr>
              <w:tabs>
                <w:tab w:val="left" w:pos="552"/>
              </w:tabs>
              <w:spacing w:before="60" w:after="30" w:line="276" w:lineRule="auto"/>
              <w:ind w:right="-216"/>
              <w:jc w:val="center"/>
              <w:rPr>
                <w:rFonts w:ascii="Arial" w:hAnsi="Arial" w:cs="Arial"/>
                <w:sz w:val="19"/>
                <w:szCs w:val="19"/>
              </w:rPr>
            </w:pPr>
          </w:p>
        </w:tc>
        <w:tc>
          <w:tcPr>
            <w:tcW w:w="239" w:type="dxa"/>
            <w:vAlign w:val="bottom"/>
          </w:tcPr>
          <w:p w14:paraId="079218D5" w14:textId="77777777" w:rsidR="00F23422" w:rsidRPr="00EE62BB" w:rsidRDefault="00F23422" w:rsidP="00105153">
            <w:pPr>
              <w:spacing w:before="60" w:after="30" w:line="276" w:lineRule="auto"/>
              <w:jc w:val="right"/>
              <w:rPr>
                <w:rFonts w:ascii="Arial" w:hAnsi="Arial" w:cs="Arial"/>
                <w:sz w:val="19"/>
                <w:szCs w:val="19"/>
              </w:rPr>
            </w:pPr>
          </w:p>
        </w:tc>
        <w:tc>
          <w:tcPr>
            <w:tcW w:w="1233" w:type="dxa"/>
          </w:tcPr>
          <w:p w14:paraId="0ACF5403" w14:textId="60DF7DAA" w:rsidR="00F23422" w:rsidRPr="00EE62BB" w:rsidRDefault="00F23422" w:rsidP="00105153">
            <w:pPr>
              <w:tabs>
                <w:tab w:val="left" w:pos="552"/>
              </w:tabs>
              <w:spacing w:before="60" w:after="30" w:line="276" w:lineRule="auto"/>
              <w:jc w:val="right"/>
              <w:rPr>
                <w:rFonts w:ascii="Arial" w:hAnsi="Arial" w:cs="Arial"/>
                <w:sz w:val="19"/>
                <w:szCs w:val="19"/>
              </w:rPr>
            </w:pPr>
          </w:p>
        </w:tc>
        <w:tc>
          <w:tcPr>
            <w:tcW w:w="238" w:type="dxa"/>
            <w:vAlign w:val="bottom"/>
          </w:tcPr>
          <w:p w14:paraId="4ED6A625" w14:textId="77777777" w:rsidR="00F23422" w:rsidRPr="00EE62BB" w:rsidRDefault="00F23422" w:rsidP="00105153">
            <w:pPr>
              <w:pStyle w:val="TOC6"/>
              <w:spacing w:before="60" w:after="30" w:line="276" w:lineRule="auto"/>
              <w:ind w:left="-157"/>
              <w:rPr>
                <w:rFonts w:cs="Arial"/>
                <w:sz w:val="19"/>
                <w:szCs w:val="19"/>
              </w:rPr>
            </w:pPr>
          </w:p>
        </w:tc>
        <w:tc>
          <w:tcPr>
            <w:tcW w:w="1176" w:type="dxa"/>
            <w:vAlign w:val="bottom"/>
          </w:tcPr>
          <w:p w14:paraId="1BB0B5FB" w14:textId="1DBA9E31" w:rsidR="00F23422" w:rsidRPr="00EE62BB" w:rsidRDefault="00F23422" w:rsidP="00105153">
            <w:pPr>
              <w:spacing w:before="60" w:after="30" w:line="276" w:lineRule="auto"/>
              <w:ind w:left="-157" w:right="-9"/>
              <w:jc w:val="right"/>
              <w:rPr>
                <w:rFonts w:ascii="Arial" w:hAnsi="Arial" w:cs="Arial"/>
                <w:sz w:val="19"/>
                <w:szCs w:val="19"/>
              </w:rPr>
            </w:pPr>
          </w:p>
        </w:tc>
      </w:tr>
      <w:tr w:rsidR="00604608" w:rsidRPr="00EE62BB" w14:paraId="1F99D6FA" w14:textId="77777777" w:rsidTr="00265D3C">
        <w:trPr>
          <w:cantSplit/>
        </w:trPr>
        <w:tc>
          <w:tcPr>
            <w:tcW w:w="3532" w:type="dxa"/>
            <w:vAlign w:val="bottom"/>
          </w:tcPr>
          <w:p w14:paraId="00E88B4F" w14:textId="737D34ED" w:rsidR="00604608" w:rsidRPr="00EE62BB" w:rsidRDefault="00604608" w:rsidP="00105153">
            <w:pPr>
              <w:tabs>
                <w:tab w:val="left" w:pos="-142"/>
                <w:tab w:val="left" w:pos="0"/>
                <w:tab w:val="left" w:pos="175"/>
                <w:tab w:val="left" w:pos="540"/>
              </w:tabs>
              <w:spacing w:before="60" w:after="30" w:line="276" w:lineRule="auto"/>
              <w:rPr>
                <w:rFonts w:ascii="Arial" w:hAnsi="Arial" w:cs="Arial"/>
                <w:sz w:val="19"/>
                <w:szCs w:val="19"/>
                <w:u w:val="single"/>
                <w:lang w:val="en-GB"/>
              </w:rPr>
            </w:pPr>
            <w:r w:rsidRPr="00EE62BB">
              <w:rPr>
                <w:rFonts w:ascii="Arial" w:hAnsi="Arial" w:cs="Arial"/>
                <w:sz w:val="19"/>
                <w:szCs w:val="19"/>
                <w:u w:val="single"/>
                <w:lang w:val="en-GB"/>
              </w:rPr>
              <w:t>Trade accounts receivable</w:t>
            </w:r>
          </w:p>
        </w:tc>
        <w:tc>
          <w:tcPr>
            <w:tcW w:w="1242" w:type="dxa"/>
          </w:tcPr>
          <w:p w14:paraId="7435119A" w14:textId="77777777" w:rsidR="00604608" w:rsidRPr="00EE62BB" w:rsidRDefault="00604608" w:rsidP="00105153">
            <w:pPr>
              <w:tabs>
                <w:tab w:val="left" w:pos="552"/>
              </w:tabs>
              <w:spacing w:before="60" w:after="30" w:line="276" w:lineRule="auto"/>
              <w:ind w:right="-216"/>
              <w:jc w:val="center"/>
              <w:rPr>
                <w:rFonts w:ascii="Arial" w:hAnsi="Arial" w:cs="Arial"/>
                <w:sz w:val="19"/>
                <w:szCs w:val="19"/>
              </w:rPr>
            </w:pPr>
          </w:p>
        </w:tc>
        <w:tc>
          <w:tcPr>
            <w:tcW w:w="240" w:type="dxa"/>
            <w:vAlign w:val="bottom"/>
          </w:tcPr>
          <w:p w14:paraId="32F13679" w14:textId="77777777" w:rsidR="00604608" w:rsidRPr="00EE62BB" w:rsidRDefault="00604608" w:rsidP="00105153">
            <w:pPr>
              <w:spacing w:before="60" w:after="30" w:line="276" w:lineRule="auto"/>
              <w:jc w:val="right"/>
              <w:rPr>
                <w:rFonts w:ascii="Arial" w:hAnsi="Arial" w:cs="Arial"/>
                <w:sz w:val="19"/>
                <w:szCs w:val="19"/>
              </w:rPr>
            </w:pPr>
          </w:p>
        </w:tc>
        <w:tc>
          <w:tcPr>
            <w:tcW w:w="1147" w:type="dxa"/>
            <w:vAlign w:val="bottom"/>
          </w:tcPr>
          <w:p w14:paraId="6AC38E68" w14:textId="77777777" w:rsidR="00604608" w:rsidRPr="00EE62BB" w:rsidRDefault="00604608" w:rsidP="00105153">
            <w:pPr>
              <w:tabs>
                <w:tab w:val="left" w:pos="552"/>
              </w:tabs>
              <w:spacing w:before="60" w:after="30" w:line="276" w:lineRule="auto"/>
              <w:ind w:right="-216"/>
              <w:jc w:val="center"/>
              <w:rPr>
                <w:rFonts w:ascii="Arial" w:hAnsi="Arial" w:cs="Arial"/>
                <w:sz w:val="19"/>
                <w:szCs w:val="19"/>
              </w:rPr>
            </w:pPr>
          </w:p>
        </w:tc>
        <w:tc>
          <w:tcPr>
            <w:tcW w:w="239" w:type="dxa"/>
            <w:vAlign w:val="bottom"/>
          </w:tcPr>
          <w:p w14:paraId="6B3B0C70" w14:textId="77777777" w:rsidR="00604608" w:rsidRPr="00EE62BB" w:rsidRDefault="00604608" w:rsidP="00105153">
            <w:pPr>
              <w:spacing w:before="60" w:after="30" w:line="276" w:lineRule="auto"/>
              <w:jc w:val="right"/>
              <w:rPr>
                <w:rFonts w:ascii="Arial" w:hAnsi="Arial" w:cs="Arial"/>
                <w:sz w:val="19"/>
                <w:szCs w:val="19"/>
              </w:rPr>
            </w:pPr>
          </w:p>
        </w:tc>
        <w:tc>
          <w:tcPr>
            <w:tcW w:w="1233" w:type="dxa"/>
          </w:tcPr>
          <w:p w14:paraId="53590AAA" w14:textId="77777777" w:rsidR="00604608" w:rsidRPr="00EE62BB" w:rsidRDefault="00604608" w:rsidP="00105153">
            <w:pPr>
              <w:tabs>
                <w:tab w:val="left" w:pos="552"/>
              </w:tabs>
              <w:spacing w:before="60" w:after="30" w:line="276" w:lineRule="auto"/>
              <w:jc w:val="right"/>
              <w:rPr>
                <w:rFonts w:ascii="Arial" w:hAnsi="Arial" w:cs="Arial"/>
                <w:sz w:val="19"/>
                <w:szCs w:val="19"/>
              </w:rPr>
            </w:pPr>
          </w:p>
        </w:tc>
        <w:tc>
          <w:tcPr>
            <w:tcW w:w="238" w:type="dxa"/>
            <w:vAlign w:val="bottom"/>
          </w:tcPr>
          <w:p w14:paraId="19FAFDD7" w14:textId="77777777" w:rsidR="00604608" w:rsidRPr="00EE62BB" w:rsidRDefault="00604608" w:rsidP="00105153">
            <w:pPr>
              <w:pStyle w:val="TOC6"/>
              <w:spacing w:before="60" w:after="30" w:line="276" w:lineRule="auto"/>
              <w:ind w:left="-157"/>
              <w:rPr>
                <w:rFonts w:cs="Arial"/>
                <w:sz w:val="19"/>
                <w:szCs w:val="19"/>
              </w:rPr>
            </w:pPr>
          </w:p>
        </w:tc>
        <w:tc>
          <w:tcPr>
            <w:tcW w:w="1176" w:type="dxa"/>
            <w:vAlign w:val="bottom"/>
          </w:tcPr>
          <w:p w14:paraId="4CE8F207" w14:textId="77777777" w:rsidR="00604608" w:rsidRPr="00EE62BB" w:rsidRDefault="00604608" w:rsidP="00105153">
            <w:pPr>
              <w:spacing w:before="60" w:after="30" w:line="276" w:lineRule="auto"/>
              <w:ind w:left="-157" w:right="-9"/>
              <w:jc w:val="right"/>
              <w:rPr>
                <w:rFonts w:ascii="Arial" w:hAnsi="Arial" w:cs="Arial"/>
                <w:sz w:val="19"/>
                <w:szCs w:val="19"/>
              </w:rPr>
            </w:pPr>
          </w:p>
        </w:tc>
      </w:tr>
      <w:tr w:rsidR="00B4670F" w:rsidRPr="00EE62BB" w14:paraId="6A5C7C35" w14:textId="77777777" w:rsidTr="00265D3C">
        <w:trPr>
          <w:cantSplit/>
        </w:trPr>
        <w:tc>
          <w:tcPr>
            <w:tcW w:w="3532" w:type="dxa"/>
          </w:tcPr>
          <w:p w14:paraId="34BF524C" w14:textId="12E9EDFF" w:rsidR="00B4670F" w:rsidRPr="00EE62BB" w:rsidRDefault="00B4670F" w:rsidP="00B4670F">
            <w:pPr>
              <w:spacing w:before="60" w:after="30" w:line="276" w:lineRule="auto"/>
              <w:ind w:left="-108" w:firstLine="292"/>
              <w:rPr>
                <w:rFonts w:ascii="Arial" w:hAnsi="Arial" w:cs="Arial"/>
                <w:sz w:val="19"/>
                <w:szCs w:val="19"/>
                <w:lang w:val="en-GB"/>
              </w:rPr>
            </w:pPr>
            <w:r w:rsidRPr="00EE62BB">
              <w:rPr>
                <w:rFonts w:ascii="Arial" w:hAnsi="Arial" w:cs="Arial"/>
                <w:sz w:val="19"/>
                <w:szCs w:val="19"/>
                <w:lang w:val="en-GB"/>
              </w:rPr>
              <w:t>Related companies</w:t>
            </w:r>
          </w:p>
        </w:tc>
        <w:tc>
          <w:tcPr>
            <w:tcW w:w="1242" w:type="dxa"/>
            <w:tcBorders>
              <w:bottom w:val="single" w:sz="12" w:space="0" w:color="auto"/>
            </w:tcBorders>
          </w:tcPr>
          <w:p w14:paraId="2AC4FAB6" w14:textId="67D234DF" w:rsidR="00B4670F" w:rsidRPr="00EE62BB" w:rsidRDefault="00597780" w:rsidP="00B4670F">
            <w:pPr>
              <w:spacing w:before="60" w:after="30" w:line="276" w:lineRule="auto"/>
              <w:ind w:left="-157" w:right="-9"/>
              <w:jc w:val="right"/>
              <w:rPr>
                <w:rFonts w:ascii="Arial" w:hAnsi="Arial" w:cs="Arial"/>
                <w:sz w:val="19"/>
                <w:szCs w:val="19"/>
              </w:rPr>
            </w:pPr>
            <w:r w:rsidRPr="00597780">
              <w:rPr>
                <w:rFonts w:ascii="Arial" w:hAnsi="Arial" w:cs="Arial"/>
                <w:sz w:val="19"/>
                <w:szCs w:val="19"/>
                <w:cs/>
              </w:rPr>
              <w:t>49</w:t>
            </w:r>
            <w:r w:rsidRPr="00597780">
              <w:rPr>
                <w:rFonts w:ascii="Arial" w:hAnsi="Arial" w:cs="Arial"/>
                <w:sz w:val="19"/>
                <w:szCs w:val="19"/>
              </w:rPr>
              <w:t>,</w:t>
            </w:r>
            <w:r w:rsidRPr="00597780">
              <w:rPr>
                <w:rFonts w:ascii="Arial" w:hAnsi="Arial" w:cs="Arial"/>
                <w:sz w:val="19"/>
                <w:szCs w:val="19"/>
                <w:cs/>
              </w:rPr>
              <w:t>923</w:t>
            </w:r>
          </w:p>
        </w:tc>
        <w:tc>
          <w:tcPr>
            <w:tcW w:w="240" w:type="dxa"/>
            <w:vAlign w:val="bottom"/>
          </w:tcPr>
          <w:p w14:paraId="61D2EE6F" w14:textId="77777777" w:rsidR="00B4670F" w:rsidRPr="00EE62BB" w:rsidRDefault="00B4670F" w:rsidP="00B4670F">
            <w:pPr>
              <w:spacing w:before="60" w:after="30" w:line="276" w:lineRule="auto"/>
              <w:jc w:val="right"/>
              <w:rPr>
                <w:rFonts w:ascii="Arial" w:hAnsi="Arial" w:cs="Arial"/>
                <w:sz w:val="19"/>
                <w:szCs w:val="19"/>
              </w:rPr>
            </w:pPr>
          </w:p>
        </w:tc>
        <w:tc>
          <w:tcPr>
            <w:tcW w:w="1147" w:type="dxa"/>
            <w:tcBorders>
              <w:bottom w:val="single" w:sz="12" w:space="0" w:color="auto"/>
            </w:tcBorders>
          </w:tcPr>
          <w:p w14:paraId="7411FBC0" w14:textId="72E48991" w:rsidR="00B4670F" w:rsidRPr="00EE62BB" w:rsidRDefault="00B4670F" w:rsidP="00B4670F">
            <w:pPr>
              <w:spacing w:before="60" w:after="30" w:line="276" w:lineRule="auto"/>
              <w:ind w:left="-157" w:right="-9"/>
              <w:jc w:val="right"/>
              <w:rPr>
                <w:rFonts w:ascii="Arial" w:hAnsi="Arial" w:cs="Arial"/>
                <w:sz w:val="19"/>
                <w:szCs w:val="19"/>
              </w:rPr>
            </w:pPr>
            <w:r w:rsidRPr="00EE62BB">
              <w:rPr>
                <w:rFonts w:ascii="Arial" w:hAnsi="Arial" w:cs="Arial"/>
                <w:sz w:val="19"/>
                <w:szCs w:val="19"/>
              </w:rPr>
              <w:t>42,098</w:t>
            </w:r>
          </w:p>
        </w:tc>
        <w:tc>
          <w:tcPr>
            <w:tcW w:w="239" w:type="dxa"/>
            <w:vAlign w:val="bottom"/>
          </w:tcPr>
          <w:p w14:paraId="70F3F660" w14:textId="77777777" w:rsidR="00B4670F" w:rsidRPr="00EE62BB" w:rsidRDefault="00B4670F" w:rsidP="00B4670F">
            <w:pPr>
              <w:spacing w:before="60" w:after="30" w:line="276" w:lineRule="auto"/>
              <w:jc w:val="right"/>
              <w:rPr>
                <w:rFonts w:ascii="Arial" w:hAnsi="Arial" w:cs="Arial"/>
                <w:sz w:val="19"/>
                <w:szCs w:val="19"/>
              </w:rPr>
            </w:pPr>
          </w:p>
        </w:tc>
        <w:tc>
          <w:tcPr>
            <w:tcW w:w="1233" w:type="dxa"/>
            <w:tcBorders>
              <w:bottom w:val="single" w:sz="12" w:space="0" w:color="auto"/>
            </w:tcBorders>
            <w:vAlign w:val="bottom"/>
          </w:tcPr>
          <w:p w14:paraId="5A3FA401" w14:textId="182E3AE9" w:rsidR="00B4670F" w:rsidRPr="00EE62BB" w:rsidRDefault="00D3400E" w:rsidP="00B4670F">
            <w:pPr>
              <w:spacing w:before="60" w:after="30" w:line="276" w:lineRule="auto"/>
              <w:ind w:left="-157" w:right="-9"/>
              <w:jc w:val="right"/>
              <w:rPr>
                <w:rFonts w:ascii="Arial" w:hAnsi="Arial" w:cs="Arial"/>
                <w:sz w:val="19"/>
                <w:szCs w:val="19"/>
              </w:rPr>
            </w:pPr>
            <w:r w:rsidRPr="00001E3D">
              <w:rPr>
                <w:rFonts w:ascii="Arial" w:hAnsi="Arial" w:cs="Arial"/>
                <w:sz w:val="19"/>
                <w:szCs w:val="19"/>
                <w:cs/>
              </w:rPr>
              <w:t>49</w:t>
            </w:r>
            <w:r w:rsidRPr="00D3400E">
              <w:rPr>
                <w:rFonts w:ascii="Arial" w:hAnsi="Arial" w:cs="Arial"/>
                <w:sz w:val="19"/>
                <w:szCs w:val="19"/>
              </w:rPr>
              <w:t>,</w:t>
            </w:r>
            <w:r w:rsidRPr="00001E3D">
              <w:rPr>
                <w:rFonts w:ascii="Arial" w:hAnsi="Arial" w:cs="Arial"/>
                <w:sz w:val="19"/>
                <w:szCs w:val="19"/>
                <w:cs/>
              </w:rPr>
              <w:t>923</w:t>
            </w:r>
          </w:p>
        </w:tc>
        <w:tc>
          <w:tcPr>
            <w:tcW w:w="238" w:type="dxa"/>
            <w:vAlign w:val="bottom"/>
          </w:tcPr>
          <w:p w14:paraId="5683A031" w14:textId="77777777" w:rsidR="00B4670F" w:rsidRPr="00EE62BB" w:rsidRDefault="00B4670F" w:rsidP="00B4670F">
            <w:pPr>
              <w:pStyle w:val="TOC6"/>
              <w:spacing w:before="60" w:after="30" w:line="276" w:lineRule="auto"/>
              <w:ind w:left="-157"/>
              <w:rPr>
                <w:rFonts w:cs="Arial"/>
                <w:sz w:val="19"/>
                <w:szCs w:val="19"/>
              </w:rPr>
            </w:pPr>
          </w:p>
        </w:tc>
        <w:tc>
          <w:tcPr>
            <w:tcW w:w="1176" w:type="dxa"/>
            <w:tcBorders>
              <w:bottom w:val="single" w:sz="12" w:space="0" w:color="auto"/>
            </w:tcBorders>
          </w:tcPr>
          <w:p w14:paraId="12A54BE0" w14:textId="73E7D00E" w:rsidR="00B4670F" w:rsidRPr="00EE62BB" w:rsidRDefault="00B4670F" w:rsidP="00B4670F">
            <w:pPr>
              <w:spacing w:before="60" w:after="30" w:line="276" w:lineRule="auto"/>
              <w:ind w:left="-157" w:right="-9"/>
              <w:jc w:val="right"/>
              <w:rPr>
                <w:rFonts w:ascii="Arial" w:hAnsi="Arial" w:cs="Arial"/>
                <w:sz w:val="19"/>
                <w:szCs w:val="19"/>
              </w:rPr>
            </w:pPr>
            <w:r w:rsidRPr="00EE62BB">
              <w:rPr>
                <w:rFonts w:ascii="Arial" w:hAnsi="Arial" w:cs="Arial"/>
                <w:sz w:val="19"/>
                <w:szCs w:val="19"/>
              </w:rPr>
              <w:t>42,098</w:t>
            </w:r>
          </w:p>
        </w:tc>
      </w:tr>
      <w:tr w:rsidR="00B4670F" w:rsidRPr="00EE62BB" w14:paraId="78FF5C30" w14:textId="77777777" w:rsidTr="00265D3C">
        <w:trPr>
          <w:cantSplit/>
        </w:trPr>
        <w:tc>
          <w:tcPr>
            <w:tcW w:w="3532" w:type="dxa"/>
            <w:vAlign w:val="bottom"/>
          </w:tcPr>
          <w:p w14:paraId="2E5227B4" w14:textId="77777777" w:rsidR="00B4670F" w:rsidRPr="00EE62BB" w:rsidRDefault="00B4670F" w:rsidP="00B4670F">
            <w:pPr>
              <w:spacing w:before="60" w:after="30" w:line="276" w:lineRule="auto"/>
              <w:ind w:left="-108"/>
              <w:rPr>
                <w:rFonts w:ascii="Arial" w:hAnsi="Arial" w:cs="Arial"/>
                <w:sz w:val="19"/>
                <w:szCs w:val="19"/>
                <w:u w:val="single"/>
                <w:lang w:val="en-GB"/>
              </w:rPr>
            </w:pPr>
          </w:p>
        </w:tc>
        <w:tc>
          <w:tcPr>
            <w:tcW w:w="1242" w:type="dxa"/>
            <w:tcBorders>
              <w:top w:val="single" w:sz="12" w:space="0" w:color="auto"/>
              <w:left w:val="nil"/>
            </w:tcBorders>
          </w:tcPr>
          <w:p w14:paraId="20C9E19C" w14:textId="77777777" w:rsidR="00B4670F" w:rsidRPr="00EE62BB" w:rsidRDefault="00B4670F" w:rsidP="00B4670F">
            <w:pPr>
              <w:spacing w:before="60" w:after="30" w:line="276" w:lineRule="auto"/>
              <w:ind w:left="-157" w:right="-9"/>
              <w:jc w:val="right"/>
              <w:rPr>
                <w:rFonts w:ascii="Arial" w:hAnsi="Arial" w:cs="Arial"/>
                <w:sz w:val="19"/>
                <w:szCs w:val="19"/>
              </w:rPr>
            </w:pPr>
          </w:p>
        </w:tc>
        <w:tc>
          <w:tcPr>
            <w:tcW w:w="240" w:type="dxa"/>
            <w:tcBorders>
              <w:left w:val="nil"/>
            </w:tcBorders>
          </w:tcPr>
          <w:p w14:paraId="7BE0E081" w14:textId="77777777" w:rsidR="00B4670F" w:rsidRPr="00EE62BB" w:rsidRDefault="00B4670F" w:rsidP="00B4670F">
            <w:pPr>
              <w:spacing w:before="60" w:after="30" w:line="276" w:lineRule="auto"/>
              <w:jc w:val="right"/>
              <w:rPr>
                <w:rFonts w:ascii="Arial" w:hAnsi="Arial" w:cs="Arial"/>
                <w:sz w:val="19"/>
                <w:szCs w:val="19"/>
              </w:rPr>
            </w:pPr>
          </w:p>
        </w:tc>
        <w:tc>
          <w:tcPr>
            <w:tcW w:w="1147" w:type="dxa"/>
            <w:tcBorders>
              <w:top w:val="single" w:sz="12" w:space="0" w:color="auto"/>
            </w:tcBorders>
          </w:tcPr>
          <w:p w14:paraId="7D11B5F6" w14:textId="77777777" w:rsidR="00B4670F" w:rsidRPr="00EE62BB" w:rsidRDefault="00B4670F" w:rsidP="00B4670F">
            <w:pPr>
              <w:spacing w:before="60" w:after="30" w:line="276" w:lineRule="auto"/>
              <w:ind w:left="-157" w:right="-9"/>
              <w:jc w:val="right"/>
              <w:rPr>
                <w:rFonts w:ascii="Arial" w:hAnsi="Arial" w:cs="Arial"/>
                <w:sz w:val="19"/>
                <w:szCs w:val="19"/>
              </w:rPr>
            </w:pPr>
          </w:p>
        </w:tc>
        <w:tc>
          <w:tcPr>
            <w:tcW w:w="239" w:type="dxa"/>
            <w:tcBorders>
              <w:left w:val="nil"/>
            </w:tcBorders>
          </w:tcPr>
          <w:p w14:paraId="2B7E9D5F" w14:textId="77777777" w:rsidR="00B4670F" w:rsidRPr="00EE62BB" w:rsidRDefault="00B4670F" w:rsidP="00B4670F">
            <w:pPr>
              <w:spacing w:before="60" w:after="30" w:line="276" w:lineRule="auto"/>
              <w:jc w:val="right"/>
              <w:rPr>
                <w:rFonts w:ascii="Arial" w:hAnsi="Arial" w:cs="Arial"/>
                <w:sz w:val="19"/>
                <w:szCs w:val="19"/>
              </w:rPr>
            </w:pPr>
          </w:p>
        </w:tc>
        <w:tc>
          <w:tcPr>
            <w:tcW w:w="1233" w:type="dxa"/>
            <w:tcBorders>
              <w:top w:val="single" w:sz="12" w:space="0" w:color="auto"/>
            </w:tcBorders>
          </w:tcPr>
          <w:p w14:paraId="33681ADB" w14:textId="77777777" w:rsidR="00B4670F" w:rsidRPr="00EE62BB" w:rsidRDefault="00B4670F" w:rsidP="00B4670F">
            <w:pPr>
              <w:spacing w:before="60" w:after="30" w:line="276" w:lineRule="auto"/>
              <w:ind w:left="-157" w:right="-9"/>
              <w:jc w:val="right"/>
              <w:rPr>
                <w:rFonts w:ascii="Arial" w:hAnsi="Arial" w:cs="Arial"/>
                <w:sz w:val="19"/>
                <w:szCs w:val="19"/>
              </w:rPr>
            </w:pPr>
          </w:p>
        </w:tc>
        <w:tc>
          <w:tcPr>
            <w:tcW w:w="238" w:type="dxa"/>
          </w:tcPr>
          <w:p w14:paraId="3BDB1921" w14:textId="77777777" w:rsidR="00B4670F" w:rsidRPr="00EE62BB" w:rsidRDefault="00B4670F" w:rsidP="00B4670F">
            <w:pPr>
              <w:pStyle w:val="TOC6"/>
              <w:spacing w:before="60" w:after="30" w:line="276" w:lineRule="auto"/>
              <w:ind w:left="-157"/>
              <w:rPr>
                <w:rFonts w:cs="Arial"/>
                <w:sz w:val="19"/>
                <w:szCs w:val="19"/>
              </w:rPr>
            </w:pPr>
          </w:p>
        </w:tc>
        <w:tc>
          <w:tcPr>
            <w:tcW w:w="1176" w:type="dxa"/>
            <w:tcBorders>
              <w:top w:val="single" w:sz="12" w:space="0" w:color="auto"/>
            </w:tcBorders>
          </w:tcPr>
          <w:p w14:paraId="5F5FCB19" w14:textId="77777777" w:rsidR="00B4670F" w:rsidRPr="00EE62BB" w:rsidRDefault="00B4670F" w:rsidP="00B4670F">
            <w:pPr>
              <w:spacing w:before="60" w:after="30" w:line="276" w:lineRule="auto"/>
              <w:ind w:left="-157" w:right="-9"/>
              <w:jc w:val="right"/>
              <w:rPr>
                <w:rFonts w:ascii="Arial" w:hAnsi="Arial" w:cs="Arial"/>
                <w:sz w:val="19"/>
                <w:szCs w:val="19"/>
              </w:rPr>
            </w:pPr>
          </w:p>
        </w:tc>
      </w:tr>
      <w:tr w:rsidR="00B4670F" w:rsidRPr="00EE62BB" w14:paraId="22776553" w14:textId="77777777" w:rsidTr="00265D3C">
        <w:trPr>
          <w:cantSplit/>
        </w:trPr>
        <w:tc>
          <w:tcPr>
            <w:tcW w:w="3532" w:type="dxa"/>
            <w:vAlign w:val="bottom"/>
          </w:tcPr>
          <w:p w14:paraId="45F32657" w14:textId="1A9C4280" w:rsidR="00B4670F" w:rsidRPr="00EE62BB" w:rsidRDefault="00B4670F" w:rsidP="00B4670F">
            <w:pPr>
              <w:spacing w:before="60" w:after="30" w:line="276" w:lineRule="auto"/>
              <w:ind w:left="12"/>
              <w:rPr>
                <w:rFonts w:ascii="Arial" w:hAnsi="Arial" w:cs="Arial"/>
                <w:sz w:val="19"/>
                <w:szCs w:val="19"/>
                <w:u w:val="single"/>
                <w:lang w:val="en-GB"/>
              </w:rPr>
            </w:pPr>
            <w:r w:rsidRPr="00EE62BB">
              <w:rPr>
                <w:rFonts w:ascii="Arial" w:hAnsi="Arial" w:cs="Arial"/>
                <w:sz w:val="19"/>
                <w:szCs w:val="19"/>
                <w:u w:val="single"/>
                <w:lang w:val="en-GB"/>
              </w:rPr>
              <w:t>Amounts due from</w:t>
            </w:r>
          </w:p>
        </w:tc>
        <w:tc>
          <w:tcPr>
            <w:tcW w:w="1242" w:type="dxa"/>
            <w:tcBorders>
              <w:left w:val="nil"/>
            </w:tcBorders>
            <w:vAlign w:val="bottom"/>
          </w:tcPr>
          <w:p w14:paraId="1C12B69E" w14:textId="77777777" w:rsidR="00B4670F" w:rsidRPr="00EE62BB" w:rsidRDefault="00B4670F" w:rsidP="00B4670F">
            <w:pPr>
              <w:spacing w:before="60" w:after="30" w:line="276" w:lineRule="auto"/>
              <w:ind w:left="-157" w:right="-9"/>
              <w:jc w:val="right"/>
              <w:rPr>
                <w:rFonts w:ascii="Arial" w:hAnsi="Arial" w:cs="Arial"/>
                <w:sz w:val="19"/>
                <w:szCs w:val="19"/>
              </w:rPr>
            </w:pPr>
          </w:p>
        </w:tc>
        <w:tc>
          <w:tcPr>
            <w:tcW w:w="240" w:type="dxa"/>
            <w:tcBorders>
              <w:left w:val="nil"/>
            </w:tcBorders>
            <w:vAlign w:val="bottom"/>
          </w:tcPr>
          <w:p w14:paraId="14F48B2A" w14:textId="77777777" w:rsidR="00B4670F" w:rsidRPr="00EE62BB" w:rsidRDefault="00B4670F" w:rsidP="00B4670F">
            <w:pPr>
              <w:spacing w:before="60" w:after="30" w:line="276" w:lineRule="auto"/>
              <w:jc w:val="right"/>
              <w:rPr>
                <w:rFonts w:ascii="Arial" w:hAnsi="Arial" w:cs="Arial"/>
                <w:sz w:val="19"/>
                <w:szCs w:val="19"/>
              </w:rPr>
            </w:pPr>
          </w:p>
        </w:tc>
        <w:tc>
          <w:tcPr>
            <w:tcW w:w="1147" w:type="dxa"/>
          </w:tcPr>
          <w:p w14:paraId="048B93D7" w14:textId="77777777" w:rsidR="00B4670F" w:rsidRPr="00EE62BB" w:rsidRDefault="00B4670F" w:rsidP="00B4670F">
            <w:pPr>
              <w:spacing w:before="60" w:after="30" w:line="276" w:lineRule="auto"/>
              <w:jc w:val="right"/>
              <w:rPr>
                <w:rFonts w:ascii="Arial" w:hAnsi="Arial" w:cs="Arial"/>
                <w:sz w:val="19"/>
                <w:szCs w:val="19"/>
              </w:rPr>
            </w:pPr>
          </w:p>
        </w:tc>
        <w:tc>
          <w:tcPr>
            <w:tcW w:w="239" w:type="dxa"/>
            <w:tcBorders>
              <w:left w:val="nil"/>
            </w:tcBorders>
          </w:tcPr>
          <w:p w14:paraId="79B360D0" w14:textId="77777777" w:rsidR="00B4670F" w:rsidRPr="00EE62BB" w:rsidRDefault="00B4670F" w:rsidP="00B4670F">
            <w:pPr>
              <w:spacing w:before="60" w:after="30" w:line="276" w:lineRule="auto"/>
              <w:jc w:val="right"/>
              <w:rPr>
                <w:rFonts w:ascii="Arial" w:hAnsi="Arial" w:cs="Arial"/>
                <w:sz w:val="19"/>
                <w:szCs w:val="19"/>
              </w:rPr>
            </w:pPr>
          </w:p>
        </w:tc>
        <w:tc>
          <w:tcPr>
            <w:tcW w:w="1233" w:type="dxa"/>
            <w:vAlign w:val="center"/>
          </w:tcPr>
          <w:p w14:paraId="7196173A" w14:textId="77777777" w:rsidR="00B4670F" w:rsidRPr="00EE62BB" w:rsidRDefault="00B4670F" w:rsidP="00B4670F">
            <w:pPr>
              <w:spacing w:before="60" w:after="30" w:line="276" w:lineRule="auto"/>
              <w:ind w:left="-157" w:right="-9"/>
              <w:jc w:val="right"/>
              <w:rPr>
                <w:rFonts w:ascii="Arial" w:hAnsi="Arial" w:cs="Arial"/>
                <w:sz w:val="19"/>
                <w:szCs w:val="19"/>
              </w:rPr>
            </w:pPr>
          </w:p>
        </w:tc>
        <w:tc>
          <w:tcPr>
            <w:tcW w:w="238" w:type="dxa"/>
          </w:tcPr>
          <w:p w14:paraId="2605FC17" w14:textId="77777777" w:rsidR="00B4670F" w:rsidRPr="00EE62BB" w:rsidRDefault="00B4670F" w:rsidP="00B4670F">
            <w:pPr>
              <w:pStyle w:val="TOC6"/>
              <w:spacing w:before="60" w:after="30" w:line="276" w:lineRule="auto"/>
              <w:ind w:left="-157"/>
              <w:rPr>
                <w:rFonts w:cs="Arial"/>
                <w:sz w:val="19"/>
                <w:szCs w:val="19"/>
              </w:rPr>
            </w:pPr>
          </w:p>
        </w:tc>
        <w:tc>
          <w:tcPr>
            <w:tcW w:w="1176" w:type="dxa"/>
          </w:tcPr>
          <w:p w14:paraId="4EA4C71C" w14:textId="77777777" w:rsidR="00B4670F" w:rsidRPr="00EE62BB" w:rsidRDefault="00B4670F" w:rsidP="00B4670F">
            <w:pPr>
              <w:spacing w:before="60" w:after="30" w:line="276" w:lineRule="auto"/>
              <w:ind w:left="-157" w:right="-9"/>
              <w:jc w:val="right"/>
              <w:rPr>
                <w:rFonts w:ascii="Arial" w:hAnsi="Arial" w:cs="Arial"/>
                <w:sz w:val="19"/>
                <w:szCs w:val="19"/>
              </w:rPr>
            </w:pPr>
          </w:p>
        </w:tc>
      </w:tr>
      <w:tr w:rsidR="00FC3D7D" w:rsidRPr="00EE62BB" w14:paraId="797503FA" w14:textId="77777777" w:rsidTr="00265D3C">
        <w:trPr>
          <w:cantSplit/>
        </w:trPr>
        <w:tc>
          <w:tcPr>
            <w:tcW w:w="3532" w:type="dxa"/>
            <w:vAlign w:val="bottom"/>
          </w:tcPr>
          <w:p w14:paraId="63C81561" w14:textId="1C730A7C" w:rsidR="00FC3D7D" w:rsidRPr="00EE62BB" w:rsidRDefault="00FC3D7D" w:rsidP="00FC3D7D">
            <w:pPr>
              <w:spacing w:before="60" w:after="30" w:line="276" w:lineRule="auto"/>
              <w:ind w:left="-108" w:firstLine="292"/>
              <w:rPr>
                <w:rFonts w:ascii="Arial" w:hAnsi="Arial" w:cs="Arial"/>
                <w:sz w:val="19"/>
                <w:szCs w:val="19"/>
                <w:u w:val="single"/>
                <w:lang w:val="en-GB"/>
              </w:rPr>
            </w:pPr>
            <w:r w:rsidRPr="00EE62BB">
              <w:rPr>
                <w:rFonts w:ascii="Arial" w:hAnsi="Arial" w:cs="Arial"/>
                <w:sz w:val="19"/>
                <w:szCs w:val="19"/>
                <w:lang w:val="en-GB"/>
              </w:rPr>
              <w:t>Subsidiary</w:t>
            </w:r>
          </w:p>
        </w:tc>
        <w:tc>
          <w:tcPr>
            <w:tcW w:w="1242" w:type="dxa"/>
          </w:tcPr>
          <w:p w14:paraId="0DE92067" w14:textId="4D1BFE4F" w:rsidR="00FC3D7D" w:rsidRPr="00EE62BB" w:rsidRDefault="00FC3D7D" w:rsidP="00FC3D7D">
            <w:pPr>
              <w:spacing w:before="60" w:after="30" w:line="276" w:lineRule="auto"/>
              <w:ind w:left="-157" w:right="-9"/>
              <w:jc w:val="center"/>
              <w:rPr>
                <w:rFonts w:ascii="Arial" w:hAnsi="Arial" w:cs="Arial"/>
                <w:sz w:val="19"/>
                <w:szCs w:val="19"/>
              </w:rPr>
            </w:pPr>
            <w:r w:rsidRPr="00FC3D7D">
              <w:rPr>
                <w:rFonts w:ascii="Arial" w:hAnsi="Arial" w:cs="Arial"/>
                <w:sz w:val="19"/>
                <w:szCs w:val="19"/>
              </w:rPr>
              <w:t xml:space="preserve">           -</w:t>
            </w:r>
          </w:p>
        </w:tc>
        <w:tc>
          <w:tcPr>
            <w:tcW w:w="240" w:type="dxa"/>
            <w:vAlign w:val="bottom"/>
          </w:tcPr>
          <w:p w14:paraId="438CD40D" w14:textId="77777777" w:rsidR="00FC3D7D" w:rsidRPr="00EE62BB" w:rsidRDefault="00FC3D7D" w:rsidP="00FC3D7D">
            <w:pPr>
              <w:spacing w:before="60" w:after="30" w:line="276" w:lineRule="auto"/>
              <w:ind w:left="-157" w:right="-9"/>
              <w:jc w:val="right"/>
              <w:rPr>
                <w:rFonts w:ascii="Arial" w:hAnsi="Arial" w:cs="Arial"/>
                <w:sz w:val="19"/>
                <w:szCs w:val="19"/>
              </w:rPr>
            </w:pPr>
          </w:p>
        </w:tc>
        <w:tc>
          <w:tcPr>
            <w:tcW w:w="1147" w:type="dxa"/>
            <w:vAlign w:val="bottom"/>
          </w:tcPr>
          <w:p w14:paraId="0CAFDF40" w14:textId="7DC1F2E7" w:rsidR="00FC3D7D" w:rsidRPr="00EE62BB" w:rsidRDefault="00FC3D7D" w:rsidP="00FC3D7D">
            <w:pPr>
              <w:spacing w:before="60" w:after="30" w:line="276" w:lineRule="auto"/>
              <w:ind w:left="-157" w:right="-9"/>
              <w:jc w:val="center"/>
              <w:rPr>
                <w:rFonts w:ascii="Arial" w:hAnsi="Arial" w:cs="Arial"/>
                <w:sz w:val="19"/>
                <w:szCs w:val="19"/>
              </w:rPr>
            </w:pPr>
            <w:r w:rsidRPr="00EE62BB">
              <w:rPr>
                <w:rFonts w:ascii="Arial" w:hAnsi="Arial" w:cs="Arial"/>
                <w:sz w:val="19"/>
                <w:szCs w:val="19"/>
              </w:rPr>
              <w:t xml:space="preserve">         </w:t>
            </w:r>
            <w:r w:rsidRPr="00EE62BB">
              <w:rPr>
                <w:rFonts w:ascii="Arial" w:hAnsi="Arial" w:cs="Arial"/>
                <w:sz w:val="19"/>
                <w:szCs w:val="19"/>
                <w:cs/>
              </w:rPr>
              <w:t xml:space="preserve">  </w:t>
            </w:r>
            <w:r w:rsidRPr="00EE62BB">
              <w:rPr>
                <w:rFonts w:ascii="Arial" w:hAnsi="Arial" w:cs="Arial"/>
                <w:sz w:val="19"/>
                <w:szCs w:val="19"/>
              </w:rPr>
              <w:t>-</w:t>
            </w:r>
          </w:p>
        </w:tc>
        <w:tc>
          <w:tcPr>
            <w:tcW w:w="239" w:type="dxa"/>
            <w:vAlign w:val="bottom"/>
          </w:tcPr>
          <w:p w14:paraId="52145CA3" w14:textId="77777777" w:rsidR="00FC3D7D" w:rsidRPr="00EE62BB" w:rsidRDefault="00FC3D7D" w:rsidP="00FC3D7D">
            <w:pPr>
              <w:spacing w:before="60" w:after="30" w:line="276" w:lineRule="auto"/>
              <w:ind w:left="-157" w:right="-9"/>
              <w:jc w:val="right"/>
              <w:rPr>
                <w:rFonts w:ascii="Arial" w:hAnsi="Arial" w:cs="Arial"/>
                <w:sz w:val="19"/>
                <w:szCs w:val="19"/>
              </w:rPr>
            </w:pPr>
          </w:p>
        </w:tc>
        <w:tc>
          <w:tcPr>
            <w:tcW w:w="1233" w:type="dxa"/>
            <w:vAlign w:val="bottom"/>
          </w:tcPr>
          <w:p w14:paraId="7232B081" w14:textId="4DAD4EB7" w:rsidR="00FC3D7D" w:rsidRPr="00EE62BB" w:rsidRDefault="00FC3D7D" w:rsidP="00FC3D7D">
            <w:pPr>
              <w:spacing w:before="60" w:after="30" w:line="276" w:lineRule="auto"/>
              <w:ind w:left="-157" w:right="-9"/>
              <w:jc w:val="right"/>
              <w:rPr>
                <w:rFonts w:ascii="Arial" w:hAnsi="Arial" w:cs="Arial"/>
                <w:sz w:val="19"/>
                <w:szCs w:val="19"/>
              </w:rPr>
            </w:pPr>
            <w:r w:rsidRPr="0054517E">
              <w:rPr>
                <w:rFonts w:ascii="Arial" w:hAnsi="Arial" w:cs="Arial"/>
                <w:sz w:val="19"/>
                <w:szCs w:val="19"/>
                <w:cs/>
              </w:rPr>
              <w:t>717</w:t>
            </w:r>
          </w:p>
        </w:tc>
        <w:tc>
          <w:tcPr>
            <w:tcW w:w="238" w:type="dxa"/>
          </w:tcPr>
          <w:p w14:paraId="1DAA3628" w14:textId="77777777" w:rsidR="00FC3D7D" w:rsidRPr="00EE62BB" w:rsidRDefault="00FC3D7D" w:rsidP="00FC3D7D">
            <w:pPr>
              <w:pStyle w:val="TOC6"/>
              <w:spacing w:before="60" w:after="30" w:line="276" w:lineRule="auto"/>
              <w:ind w:left="-157" w:right="-9"/>
              <w:rPr>
                <w:rFonts w:cs="Arial"/>
                <w:sz w:val="19"/>
                <w:szCs w:val="19"/>
              </w:rPr>
            </w:pPr>
          </w:p>
        </w:tc>
        <w:tc>
          <w:tcPr>
            <w:tcW w:w="1176" w:type="dxa"/>
            <w:vAlign w:val="bottom"/>
          </w:tcPr>
          <w:p w14:paraId="25EC6896" w14:textId="7F5B75FA" w:rsidR="00FC3D7D" w:rsidRPr="00EE62BB" w:rsidRDefault="00FC3D7D" w:rsidP="00FC3D7D">
            <w:pPr>
              <w:spacing w:before="60" w:after="30" w:line="276" w:lineRule="auto"/>
              <w:ind w:left="-157" w:right="-9"/>
              <w:jc w:val="right"/>
              <w:rPr>
                <w:rFonts w:ascii="Arial" w:hAnsi="Arial" w:cs="Arial"/>
                <w:sz w:val="19"/>
                <w:szCs w:val="19"/>
              </w:rPr>
            </w:pPr>
            <w:r w:rsidRPr="00EE62BB">
              <w:rPr>
                <w:rFonts w:ascii="Arial" w:hAnsi="Arial" w:cs="Arial"/>
                <w:sz w:val="19"/>
                <w:szCs w:val="19"/>
              </w:rPr>
              <w:t>627</w:t>
            </w:r>
          </w:p>
        </w:tc>
      </w:tr>
      <w:tr w:rsidR="00B4670F" w:rsidRPr="00EE62BB" w14:paraId="3541F443" w14:textId="77777777" w:rsidTr="00265D3C">
        <w:trPr>
          <w:cantSplit/>
        </w:trPr>
        <w:tc>
          <w:tcPr>
            <w:tcW w:w="3532" w:type="dxa"/>
            <w:vAlign w:val="bottom"/>
          </w:tcPr>
          <w:p w14:paraId="4E5645D1" w14:textId="77777777" w:rsidR="00B4670F" w:rsidRPr="00EE62BB" w:rsidRDefault="00B4670F" w:rsidP="00B4670F">
            <w:pPr>
              <w:tabs>
                <w:tab w:val="left" w:pos="-142"/>
                <w:tab w:val="left" w:pos="540"/>
              </w:tabs>
              <w:spacing w:before="60" w:after="30" w:line="276" w:lineRule="auto"/>
              <w:ind w:left="846" w:hanging="932"/>
              <w:rPr>
                <w:rFonts w:ascii="Arial" w:hAnsi="Arial" w:cs="Arial"/>
                <w:sz w:val="19"/>
                <w:szCs w:val="19"/>
                <w:lang w:val="en-GB"/>
              </w:rPr>
            </w:pPr>
          </w:p>
        </w:tc>
        <w:tc>
          <w:tcPr>
            <w:tcW w:w="1242" w:type="dxa"/>
            <w:tcBorders>
              <w:top w:val="single" w:sz="12" w:space="0" w:color="auto"/>
            </w:tcBorders>
            <w:vAlign w:val="center"/>
          </w:tcPr>
          <w:p w14:paraId="5EC14D8C" w14:textId="77777777" w:rsidR="00B4670F" w:rsidRPr="00EE62BB" w:rsidRDefault="00B4670F" w:rsidP="00B4670F">
            <w:pPr>
              <w:spacing w:before="60" w:after="30" w:line="276" w:lineRule="auto"/>
              <w:ind w:left="-157" w:right="-9"/>
              <w:jc w:val="right"/>
              <w:rPr>
                <w:rFonts w:ascii="Arial" w:hAnsi="Arial" w:cs="Arial"/>
                <w:sz w:val="19"/>
                <w:szCs w:val="19"/>
              </w:rPr>
            </w:pPr>
          </w:p>
        </w:tc>
        <w:tc>
          <w:tcPr>
            <w:tcW w:w="240" w:type="dxa"/>
          </w:tcPr>
          <w:p w14:paraId="38C8DFE8" w14:textId="77777777" w:rsidR="00B4670F" w:rsidRPr="00EE62BB" w:rsidRDefault="00B4670F" w:rsidP="00B4670F">
            <w:pPr>
              <w:spacing w:before="60" w:after="30" w:line="276" w:lineRule="auto"/>
              <w:ind w:left="-157" w:right="90"/>
              <w:jc w:val="right"/>
              <w:rPr>
                <w:rFonts w:ascii="Arial" w:hAnsi="Arial" w:cs="Arial"/>
                <w:sz w:val="19"/>
                <w:szCs w:val="19"/>
              </w:rPr>
            </w:pPr>
          </w:p>
        </w:tc>
        <w:tc>
          <w:tcPr>
            <w:tcW w:w="1147" w:type="dxa"/>
            <w:tcBorders>
              <w:top w:val="single" w:sz="12" w:space="0" w:color="auto"/>
            </w:tcBorders>
          </w:tcPr>
          <w:p w14:paraId="0D429E47" w14:textId="77777777" w:rsidR="00B4670F" w:rsidRPr="00EE62BB" w:rsidRDefault="00B4670F" w:rsidP="00B4670F">
            <w:pPr>
              <w:spacing w:before="60" w:after="30" w:line="276" w:lineRule="auto"/>
              <w:ind w:left="-157" w:right="-36"/>
              <w:jc w:val="right"/>
              <w:rPr>
                <w:rFonts w:ascii="Arial" w:hAnsi="Arial" w:cs="Arial"/>
                <w:sz w:val="19"/>
                <w:szCs w:val="19"/>
              </w:rPr>
            </w:pPr>
          </w:p>
        </w:tc>
        <w:tc>
          <w:tcPr>
            <w:tcW w:w="239" w:type="dxa"/>
          </w:tcPr>
          <w:p w14:paraId="4FBEB8D9" w14:textId="77777777" w:rsidR="00B4670F" w:rsidRPr="00EE62BB" w:rsidRDefault="00B4670F" w:rsidP="00B4670F">
            <w:pPr>
              <w:spacing w:before="60" w:after="30" w:line="276" w:lineRule="auto"/>
              <w:ind w:left="-157" w:right="90"/>
              <w:jc w:val="right"/>
              <w:rPr>
                <w:rFonts w:ascii="Arial" w:hAnsi="Arial" w:cs="Arial"/>
                <w:sz w:val="19"/>
                <w:szCs w:val="19"/>
              </w:rPr>
            </w:pPr>
          </w:p>
        </w:tc>
        <w:tc>
          <w:tcPr>
            <w:tcW w:w="1233" w:type="dxa"/>
            <w:tcBorders>
              <w:top w:val="single" w:sz="12" w:space="0" w:color="auto"/>
            </w:tcBorders>
            <w:vAlign w:val="center"/>
          </w:tcPr>
          <w:p w14:paraId="62C6395E" w14:textId="77777777" w:rsidR="00B4670F" w:rsidRPr="00EE62BB" w:rsidRDefault="00B4670F" w:rsidP="00B4670F">
            <w:pPr>
              <w:spacing w:before="60" w:after="30" w:line="276" w:lineRule="auto"/>
              <w:ind w:left="-157" w:right="-9"/>
              <w:jc w:val="right"/>
              <w:rPr>
                <w:rFonts w:ascii="Arial" w:hAnsi="Arial" w:cs="Arial"/>
                <w:sz w:val="19"/>
                <w:szCs w:val="19"/>
              </w:rPr>
            </w:pPr>
          </w:p>
        </w:tc>
        <w:tc>
          <w:tcPr>
            <w:tcW w:w="238" w:type="dxa"/>
          </w:tcPr>
          <w:p w14:paraId="6993B180" w14:textId="77777777" w:rsidR="00B4670F" w:rsidRPr="00EE62BB" w:rsidRDefault="00B4670F" w:rsidP="00B4670F">
            <w:pPr>
              <w:spacing w:before="60" w:after="30" w:line="276" w:lineRule="auto"/>
              <w:ind w:left="-87" w:right="86" w:firstLine="47"/>
              <w:jc w:val="right"/>
              <w:rPr>
                <w:rFonts w:ascii="Arial" w:hAnsi="Arial" w:cs="Arial"/>
                <w:sz w:val="19"/>
                <w:szCs w:val="19"/>
              </w:rPr>
            </w:pPr>
          </w:p>
        </w:tc>
        <w:tc>
          <w:tcPr>
            <w:tcW w:w="1176" w:type="dxa"/>
            <w:tcBorders>
              <w:top w:val="single" w:sz="12" w:space="0" w:color="auto"/>
            </w:tcBorders>
          </w:tcPr>
          <w:p w14:paraId="620D59FC" w14:textId="77777777" w:rsidR="00B4670F" w:rsidRPr="00EE62BB" w:rsidRDefault="00B4670F" w:rsidP="00B4670F">
            <w:pPr>
              <w:spacing w:before="60" w:after="30" w:line="276" w:lineRule="auto"/>
              <w:ind w:left="-157" w:right="-9"/>
              <w:jc w:val="right"/>
              <w:rPr>
                <w:rFonts w:ascii="Arial" w:hAnsi="Arial" w:cs="Arial"/>
                <w:sz w:val="19"/>
                <w:szCs w:val="19"/>
              </w:rPr>
            </w:pPr>
          </w:p>
        </w:tc>
      </w:tr>
      <w:tr w:rsidR="00B4670F" w:rsidRPr="00EE62BB" w14:paraId="0BC8680C" w14:textId="77777777" w:rsidTr="00265D3C">
        <w:trPr>
          <w:cantSplit/>
        </w:trPr>
        <w:tc>
          <w:tcPr>
            <w:tcW w:w="3532" w:type="dxa"/>
            <w:vAlign w:val="bottom"/>
          </w:tcPr>
          <w:p w14:paraId="1AC01A1A" w14:textId="18481CCF" w:rsidR="00B4670F" w:rsidRPr="00EE62BB" w:rsidRDefault="00B4670F" w:rsidP="00B4670F">
            <w:pPr>
              <w:tabs>
                <w:tab w:val="left" w:pos="-142"/>
                <w:tab w:val="left" w:pos="540"/>
              </w:tabs>
              <w:spacing w:before="60" w:after="30" w:line="276" w:lineRule="auto"/>
              <w:ind w:left="169" w:hanging="157"/>
              <w:rPr>
                <w:rFonts w:ascii="Arial" w:hAnsi="Arial" w:cs="Arial"/>
                <w:sz w:val="19"/>
                <w:szCs w:val="19"/>
                <w:u w:val="single"/>
                <w:lang w:val="en-GB"/>
              </w:rPr>
            </w:pPr>
            <w:r w:rsidRPr="00EE62BB">
              <w:rPr>
                <w:rFonts w:ascii="Arial" w:hAnsi="Arial" w:cs="Arial"/>
                <w:sz w:val="19"/>
                <w:szCs w:val="19"/>
                <w:u w:val="single"/>
                <w:lang w:val="en-GB"/>
              </w:rPr>
              <w:t xml:space="preserve">Short-term loan to </w:t>
            </w:r>
          </w:p>
        </w:tc>
        <w:tc>
          <w:tcPr>
            <w:tcW w:w="1242" w:type="dxa"/>
            <w:vAlign w:val="bottom"/>
          </w:tcPr>
          <w:p w14:paraId="56B6115D" w14:textId="5419E8FE" w:rsidR="00B4670F" w:rsidRPr="00EE62BB" w:rsidRDefault="00B4670F" w:rsidP="00B4670F">
            <w:pPr>
              <w:spacing w:before="60" w:after="30" w:line="276" w:lineRule="auto"/>
              <w:ind w:left="-157" w:right="-9"/>
              <w:jc w:val="right"/>
              <w:rPr>
                <w:rFonts w:ascii="Arial" w:hAnsi="Arial" w:cs="Arial"/>
                <w:sz w:val="19"/>
                <w:szCs w:val="19"/>
              </w:rPr>
            </w:pPr>
          </w:p>
        </w:tc>
        <w:tc>
          <w:tcPr>
            <w:tcW w:w="240" w:type="dxa"/>
            <w:vAlign w:val="bottom"/>
          </w:tcPr>
          <w:p w14:paraId="21C50649" w14:textId="77777777" w:rsidR="00B4670F" w:rsidRPr="00EE62BB" w:rsidRDefault="00B4670F" w:rsidP="00B4670F">
            <w:pPr>
              <w:spacing w:before="60" w:after="30" w:line="276" w:lineRule="auto"/>
              <w:ind w:left="-157" w:right="90"/>
              <w:jc w:val="right"/>
              <w:rPr>
                <w:rFonts w:ascii="Arial" w:hAnsi="Arial" w:cs="Arial"/>
                <w:sz w:val="19"/>
                <w:szCs w:val="19"/>
              </w:rPr>
            </w:pPr>
          </w:p>
        </w:tc>
        <w:tc>
          <w:tcPr>
            <w:tcW w:w="1147" w:type="dxa"/>
          </w:tcPr>
          <w:p w14:paraId="1E8EEEC5" w14:textId="79051C41" w:rsidR="00B4670F" w:rsidRPr="00EE62BB" w:rsidRDefault="00B4670F" w:rsidP="00B4670F">
            <w:pPr>
              <w:spacing w:before="60" w:after="30" w:line="276" w:lineRule="auto"/>
              <w:rPr>
                <w:rFonts w:ascii="Arial" w:hAnsi="Arial" w:cs="Arial"/>
                <w:sz w:val="19"/>
                <w:szCs w:val="19"/>
              </w:rPr>
            </w:pPr>
          </w:p>
        </w:tc>
        <w:tc>
          <w:tcPr>
            <w:tcW w:w="239" w:type="dxa"/>
          </w:tcPr>
          <w:p w14:paraId="6C6AC3A5" w14:textId="77777777" w:rsidR="00B4670F" w:rsidRPr="00EE62BB" w:rsidRDefault="00B4670F" w:rsidP="00B4670F">
            <w:pPr>
              <w:spacing w:before="60" w:after="30" w:line="276" w:lineRule="auto"/>
              <w:ind w:left="-157" w:right="90"/>
              <w:jc w:val="right"/>
              <w:rPr>
                <w:rFonts w:ascii="Arial" w:hAnsi="Arial" w:cs="Arial"/>
                <w:sz w:val="19"/>
                <w:szCs w:val="19"/>
              </w:rPr>
            </w:pPr>
          </w:p>
        </w:tc>
        <w:tc>
          <w:tcPr>
            <w:tcW w:w="1233" w:type="dxa"/>
            <w:vAlign w:val="bottom"/>
          </w:tcPr>
          <w:p w14:paraId="56E0871A" w14:textId="47072AE3" w:rsidR="00B4670F" w:rsidRPr="00EE62BB" w:rsidRDefault="00B4670F" w:rsidP="00B4670F">
            <w:pPr>
              <w:spacing w:before="60" w:after="30" w:line="276" w:lineRule="auto"/>
              <w:ind w:left="-157" w:right="-9"/>
              <w:jc w:val="right"/>
              <w:rPr>
                <w:rFonts w:ascii="Arial" w:hAnsi="Arial" w:cs="Arial"/>
                <w:sz w:val="19"/>
                <w:szCs w:val="19"/>
              </w:rPr>
            </w:pPr>
          </w:p>
        </w:tc>
        <w:tc>
          <w:tcPr>
            <w:tcW w:w="238" w:type="dxa"/>
          </w:tcPr>
          <w:p w14:paraId="7EABDB84" w14:textId="77777777" w:rsidR="00B4670F" w:rsidRPr="00EE62BB" w:rsidRDefault="00B4670F" w:rsidP="00B4670F">
            <w:pPr>
              <w:spacing w:before="60" w:after="30" w:line="276" w:lineRule="auto"/>
              <w:ind w:left="-87" w:right="86" w:firstLine="47"/>
              <w:jc w:val="right"/>
              <w:rPr>
                <w:rFonts w:ascii="Arial" w:hAnsi="Arial" w:cs="Arial"/>
                <w:sz w:val="19"/>
                <w:szCs w:val="19"/>
              </w:rPr>
            </w:pPr>
          </w:p>
        </w:tc>
        <w:tc>
          <w:tcPr>
            <w:tcW w:w="1176" w:type="dxa"/>
          </w:tcPr>
          <w:p w14:paraId="22114673" w14:textId="5C15AFD3" w:rsidR="00B4670F" w:rsidRPr="00EE62BB" w:rsidRDefault="00B4670F" w:rsidP="00B4670F">
            <w:pPr>
              <w:spacing w:before="60" w:after="30" w:line="276" w:lineRule="auto"/>
              <w:ind w:left="-157" w:right="-9"/>
              <w:jc w:val="right"/>
              <w:rPr>
                <w:rFonts w:ascii="Arial" w:hAnsi="Arial" w:cs="Arial"/>
                <w:sz w:val="19"/>
                <w:szCs w:val="19"/>
              </w:rPr>
            </w:pPr>
          </w:p>
        </w:tc>
      </w:tr>
      <w:tr w:rsidR="00B4670F" w:rsidRPr="00EE62BB" w14:paraId="57502F1E" w14:textId="77777777" w:rsidTr="00265D3C">
        <w:trPr>
          <w:cantSplit/>
          <w:trHeight w:val="69"/>
        </w:trPr>
        <w:tc>
          <w:tcPr>
            <w:tcW w:w="3532" w:type="dxa"/>
            <w:vAlign w:val="bottom"/>
          </w:tcPr>
          <w:p w14:paraId="0C9DDB73" w14:textId="2EF0D7D3" w:rsidR="00B4670F" w:rsidRPr="00EE62BB" w:rsidRDefault="00B4670F" w:rsidP="00B4670F">
            <w:pPr>
              <w:tabs>
                <w:tab w:val="left" w:pos="-142"/>
                <w:tab w:val="left" w:pos="540"/>
              </w:tabs>
              <w:spacing w:before="60" w:after="30" w:line="276" w:lineRule="auto"/>
              <w:ind w:left="169"/>
              <w:rPr>
                <w:rFonts w:ascii="Arial" w:hAnsi="Arial" w:cs="Arial"/>
                <w:sz w:val="19"/>
                <w:szCs w:val="19"/>
                <w:lang w:val="en-GB"/>
              </w:rPr>
            </w:pPr>
            <w:r w:rsidRPr="00EE62BB">
              <w:rPr>
                <w:rFonts w:ascii="Arial" w:hAnsi="Arial" w:cs="Arial"/>
                <w:sz w:val="19"/>
                <w:szCs w:val="19"/>
                <w:lang w:val="en-GB"/>
              </w:rPr>
              <w:t>Subsidiary</w:t>
            </w:r>
          </w:p>
        </w:tc>
        <w:tc>
          <w:tcPr>
            <w:tcW w:w="1242" w:type="dxa"/>
            <w:tcBorders>
              <w:bottom w:val="single" w:sz="12" w:space="0" w:color="auto"/>
            </w:tcBorders>
            <w:vAlign w:val="bottom"/>
          </w:tcPr>
          <w:p w14:paraId="1EF8751D" w14:textId="12944142" w:rsidR="00B4670F" w:rsidRPr="00EE62BB" w:rsidRDefault="003C61E9" w:rsidP="00B4670F">
            <w:pPr>
              <w:tabs>
                <w:tab w:val="left" w:pos="681"/>
              </w:tabs>
              <w:spacing w:before="60" w:after="30" w:line="276" w:lineRule="auto"/>
              <w:ind w:left="-157" w:right="-9"/>
              <w:jc w:val="center"/>
              <w:rPr>
                <w:rFonts w:ascii="Arial" w:hAnsi="Arial" w:cs="Arial"/>
                <w:sz w:val="19"/>
                <w:szCs w:val="24"/>
              </w:rPr>
            </w:pPr>
            <w:r w:rsidRPr="00EE62BB">
              <w:rPr>
                <w:rFonts w:ascii="Arial" w:hAnsi="Arial" w:cs="Arial"/>
                <w:sz w:val="19"/>
                <w:szCs w:val="19"/>
              </w:rPr>
              <w:t xml:space="preserve">         </w:t>
            </w:r>
            <w:r w:rsidRPr="00EE62BB">
              <w:rPr>
                <w:rFonts w:ascii="Arial" w:hAnsi="Arial" w:cs="Arial"/>
                <w:sz w:val="19"/>
                <w:szCs w:val="19"/>
                <w:cs/>
              </w:rPr>
              <w:t xml:space="preserve">  </w:t>
            </w:r>
            <w:r w:rsidRPr="00EE62BB">
              <w:rPr>
                <w:rFonts w:ascii="Arial" w:hAnsi="Arial" w:cs="Arial"/>
                <w:sz w:val="19"/>
                <w:szCs w:val="19"/>
              </w:rPr>
              <w:t>-</w:t>
            </w:r>
          </w:p>
        </w:tc>
        <w:tc>
          <w:tcPr>
            <w:tcW w:w="240" w:type="dxa"/>
            <w:vAlign w:val="bottom"/>
          </w:tcPr>
          <w:p w14:paraId="3CB1A510" w14:textId="77777777" w:rsidR="00B4670F" w:rsidRPr="00EE62BB" w:rsidRDefault="00B4670F" w:rsidP="00B4670F">
            <w:pPr>
              <w:spacing w:before="60" w:after="30" w:line="276" w:lineRule="auto"/>
              <w:ind w:left="-157" w:right="-9"/>
              <w:jc w:val="right"/>
              <w:rPr>
                <w:rFonts w:ascii="Arial" w:hAnsi="Arial" w:cs="Arial"/>
                <w:sz w:val="19"/>
                <w:szCs w:val="19"/>
              </w:rPr>
            </w:pPr>
          </w:p>
        </w:tc>
        <w:tc>
          <w:tcPr>
            <w:tcW w:w="1147" w:type="dxa"/>
            <w:tcBorders>
              <w:bottom w:val="single" w:sz="12" w:space="0" w:color="auto"/>
            </w:tcBorders>
            <w:vAlign w:val="bottom"/>
          </w:tcPr>
          <w:p w14:paraId="06163440" w14:textId="3DD55E2C" w:rsidR="00B4670F" w:rsidRPr="00EE62BB" w:rsidRDefault="00B4670F" w:rsidP="00B4670F">
            <w:pPr>
              <w:tabs>
                <w:tab w:val="left" w:pos="613"/>
              </w:tabs>
              <w:spacing w:before="60" w:after="30" w:line="276" w:lineRule="auto"/>
              <w:ind w:left="-157" w:right="-9"/>
              <w:jc w:val="center"/>
              <w:rPr>
                <w:rFonts w:ascii="Arial" w:hAnsi="Arial" w:cs="Arial"/>
                <w:sz w:val="19"/>
                <w:szCs w:val="19"/>
              </w:rPr>
            </w:pPr>
            <w:r w:rsidRPr="00EE62BB">
              <w:rPr>
                <w:rFonts w:ascii="Arial" w:hAnsi="Arial" w:cs="Arial"/>
                <w:sz w:val="19"/>
                <w:szCs w:val="19"/>
              </w:rPr>
              <w:t xml:space="preserve">         </w:t>
            </w:r>
            <w:r w:rsidRPr="00EE62BB">
              <w:rPr>
                <w:rFonts w:ascii="Arial" w:hAnsi="Arial" w:cs="Arial"/>
                <w:sz w:val="19"/>
                <w:szCs w:val="19"/>
                <w:cs/>
              </w:rPr>
              <w:t xml:space="preserve">  </w:t>
            </w:r>
            <w:r w:rsidRPr="00EE62BB">
              <w:rPr>
                <w:rFonts w:ascii="Arial" w:hAnsi="Arial" w:cs="Arial"/>
                <w:sz w:val="19"/>
                <w:szCs w:val="19"/>
              </w:rPr>
              <w:t>-</w:t>
            </w:r>
          </w:p>
        </w:tc>
        <w:tc>
          <w:tcPr>
            <w:tcW w:w="239" w:type="dxa"/>
          </w:tcPr>
          <w:p w14:paraId="1CDF4222" w14:textId="77777777" w:rsidR="00B4670F" w:rsidRPr="00EE62BB" w:rsidRDefault="00B4670F" w:rsidP="00B4670F">
            <w:pPr>
              <w:spacing w:before="60" w:after="30" w:line="276" w:lineRule="auto"/>
              <w:ind w:left="-157" w:right="-9"/>
              <w:jc w:val="right"/>
              <w:rPr>
                <w:rFonts w:ascii="Arial" w:hAnsi="Arial" w:cs="Arial"/>
                <w:sz w:val="19"/>
                <w:szCs w:val="19"/>
              </w:rPr>
            </w:pPr>
          </w:p>
        </w:tc>
        <w:tc>
          <w:tcPr>
            <w:tcW w:w="1233" w:type="dxa"/>
            <w:tcBorders>
              <w:bottom w:val="single" w:sz="12" w:space="0" w:color="auto"/>
            </w:tcBorders>
            <w:vAlign w:val="bottom"/>
          </w:tcPr>
          <w:p w14:paraId="3BF8E5BF" w14:textId="566748D0" w:rsidR="00B4670F" w:rsidRPr="00EE62BB" w:rsidRDefault="006957A3" w:rsidP="00B4670F">
            <w:pPr>
              <w:spacing w:before="60" w:after="30" w:line="276" w:lineRule="auto"/>
              <w:ind w:left="-157" w:right="-9"/>
              <w:jc w:val="right"/>
              <w:rPr>
                <w:rFonts w:ascii="Arial" w:hAnsi="Arial" w:cs="Arial"/>
                <w:sz w:val="19"/>
                <w:szCs w:val="19"/>
              </w:rPr>
            </w:pPr>
            <w:r w:rsidRPr="006957A3">
              <w:rPr>
                <w:rFonts w:ascii="Arial" w:hAnsi="Arial" w:cs="Arial"/>
                <w:sz w:val="19"/>
                <w:szCs w:val="19"/>
                <w:cs/>
              </w:rPr>
              <w:t>46</w:t>
            </w:r>
            <w:r w:rsidRPr="006957A3">
              <w:rPr>
                <w:rFonts w:ascii="Arial" w:hAnsi="Arial" w:cs="Arial"/>
                <w:sz w:val="19"/>
                <w:szCs w:val="19"/>
              </w:rPr>
              <w:t>,</w:t>
            </w:r>
            <w:r w:rsidRPr="006957A3">
              <w:rPr>
                <w:rFonts w:ascii="Arial" w:hAnsi="Arial" w:cs="Arial"/>
                <w:sz w:val="19"/>
                <w:szCs w:val="19"/>
                <w:cs/>
              </w:rPr>
              <w:t>510</w:t>
            </w:r>
          </w:p>
        </w:tc>
        <w:tc>
          <w:tcPr>
            <w:tcW w:w="238" w:type="dxa"/>
          </w:tcPr>
          <w:p w14:paraId="5692B098" w14:textId="77777777" w:rsidR="00B4670F" w:rsidRPr="00EE62BB" w:rsidRDefault="00B4670F" w:rsidP="00B4670F">
            <w:pPr>
              <w:spacing w:before="60" w:after="30" w:line="276" w:lineRule="auto"/>
              <w:ind w:left="-157" w:right="-9"/>
              <w:jc w:val="right"/>
              <w:rPr>
                <w:rFonts w:ascii="Arial" w:hAnsi="Arial" w:cs="Arial"/>
                <w:sz w:val="19"/>
                <w:szCs w:val="19"/>
              </w:rPr>
            </w:pPr>
          </w:p>
        </w:tc>
        <w:tc>
          <w:tcPr>
            <w:tcW w:w="1176" w:type="dxa"/>
            <w:tcBorders>
              <w:bottom w:val="single" w:sz="12" w:space="0" w:color="auto"/>
            </w:tcBorders>
          </w:tcPr>
          <w:p w14:paraId="548D99C0" w14:textId="62BBDF01" w:rsidR="00B4670F" w:rsidRPr="00EE62BB" w:rsidRDefault="00B4670F" w:rsidP="00B4670F">
            <w:pPr>
              <w:spacing w:before="60" w:after="30" w:line="276" w:lineRule="auto"/>
              <w:ind w:left="-157" w:right="-9"/>
              <w:jc w:val="right"/>
              <w:rPr>
                <w:rFonts w:ascii="Arial" w:hAnsi="Arial" w:cs="Arial"/>
                <w:sz w:val="19"/>
                <w:szCs w:val="19"/>
              </w:rPr>
            </w:pPr>
            <w:r w:rsidRPr="006A1757">
              <w:rPr>
                <w:rFonts w:ascii="Arial" w:hAnsi="Arial" w:cs="Arial"/>
                <w:sz w:val="19"/>
                <w:szCs w:val="19"/>
              </w:rPr>
              <w:t>32,753</w:t>
            </w:r>
          </w:p>
        </w:tc>
      </w:tr>
    </w:tbl>
    <w:p w14:paraId="7CF398F0" w14:textId="3D8D97A9" w:rsidR="00843106" w:rsidRPr="00EE62BB" w:rsidRDefault="00843106">
      <w:pPr>
        <w:rPr>
          <w:rFonts w:ascii="Arial" w:hAnsi="Arial" w:cs="Arial"/>
          <w:sz w:val="19"/>
          <w:szCs w:val="19"/>
        </w:rPr>
      </w:pPr>
    </w:p>
    <w:p w14:paraId="490B1DB0" w14:textId="77777777" w:rsidR="00F271A8" w:rsidRPr="00EE62BB" w:rsidRDefault="00F271A8">
      <w:pPr>
        <w:rPr>
          <w:rFonts w:ascii="Arial" w:hAnsi="Arial" w:cs="Arial"/>
          <w:sz w:val="19"/>
          <w:szCs w:val="19"/>
          <w:cs/>
        </w:rPr>
      </w:pPr>
    </w:p>
    <w:p w14:paraId="26FF49FD" w14:textId="696A6F00" w:rsidR="00292A69" w:rsidRPr="00EE62BB" w:rsidRDefault="00292A69" w:rsidP="006D781B">
      <w:pPr>
        <w:spacing w:line="360" w:lineRule="auto"/>
        <w:ind w:left="426"/>
        <w:jc w:val="thaiDistribute"/>
        <w:rPr>
          <w:rFonts w:ascii="Arial" w:hAnsi="Arial" w:cs="Arial"/>
          <w:sz w:val="19"/>
          <w:szCs w:val="19"/>
        </w:rPr>
      </w:pPr>
      <w:r w:rsidRPr="008863A6">
        <w:rPr>
          <w:rFonts w:ascii="Arial" w:hAnsi="Arial" w:cs="Arial"/>
          <w:spacing w:val="-6"/>
          <w:sz w:val="19"/>
          <w:szCs w:val="19"/>
        </w:rPr>
        <w:t xml:space="preserve">As </w:t>
      </w:r>
      <w:r w:rsidR="00A20A3D" w:rsidRPr="008863A6">
        <w:rPr>
          <w:rFonts w:ascii="Arial" w:hAnsi="Arial" w:cs="Arial"/>
          <w:spacing w:val="-6"/>
          <w:sz w:val="19"/>
          <w:szCs w:val="19"/>
        </w:rPr>
        <w:t>of</w:t>
      </w:r>
      <w:r w:rsidRPr="008863A6">
        <w:rPr>
          <w:rFonts w:ascii="Arial" w:hAnsi="Arial" w:cs="Arial"/>
          <w:spacing w:val="-6"/>
          <w:sz w:val="19"/>
          <w:szCs w:val="19"/>
        </w:rPr>
        <w:t xml:space="preserve"> </w:t>
      </w:r>
      <w:r w:rsidR="001F1A49" w:rsidRPr="008863A6">
        <w:rPr>
          <w:rFonts w:ascii="Arial" w:hAnsi="Arial" w:cs="Arial"/>
          <w:spacing w:val="-6"/>
          <w:sz w:val="19"/>
          <w:szCs w:val="19"/>
        </w:rPr>
        <w:t>31 March 2024</w:t>
      </w:r>
      <w:r w:rsidR="006E76C1" w:rsidRPr="008863A6">
        <w:rPr>
          <w:rFonts w:ascii="Arial" w:hAnsi="Arial" w:cs="Arial"/>
          <w:spacing w:val="-6"/>
          <w:sz w:val="19"/>
          <w:szCs w:val="19"/>
        </w:rPr>
        <w:t>,</w:t>
      </w:r>
      <w:r w:rsidR="0010328A" w:rsidRPr="008863A6">
        <w:rPr>
          <w:rFonts w:ascii="Arial" w:hAnsi="Arial" w:cs="Arial"/>
          <w:spacing w:val="-6"/>
          <w:sz w:val="19"/>
          <w:szCs w:val="19"/>
        </w:rPr>
        <w:t xml:space="preserve"> and 31 December 20</w:t>
      </w:r>
      <w:r w:rsidR="00E72AAE" w:rsidRPr="008863A6">
        <w:rPr>
          <w:rFonts w:ascii="Arial" w:hAnsi="Arial" w:cs="Arial"/>
          <w:spacing w:val="-6"/>
          <w:sz w:val="19"/>
          <w:szCs w:val="19"/>
        </w:rPr>
        <w:t>2</w:t>
      </w:r>
      <w:r w:rsidR="001F1A49" w:rsidRPr="008863A6">
        <w:rPr>
          <w:rFonts w:ascii="Arial" w:hAnsi="Arial" w:cs="Arial"/>
          <w:spacing w:val="-6"/>
          <w:sz w:val="19"/>
          <w:szCs w:val="19"/>
        </w:rPr>
        <w:t>3</w:t>
      </w:r>
      <w:r w:rsidRPr="008863A6">
        <w:rPr>
          <w:rFonts w:ascii="Arial" w:hAnsi="Arial" w:cs="Arial"/>
          <w:spacing w:val="-6"/>
          <w:sz w:val="19"/>
          <w:szCs w:val="19"/>
        </w:rPr>
        <w:t>, the movement</w:t>
      </w:r>
      <w:r w:rsidR="00A20A3D" w:rsidRPr="008863A6">
        <w:rPr>
          <w:rFonts w:ascii="Arial" w:hAnsi="Arial" w:cs="Arial"/>
          <w:spacing w:val="-6"/>
          <w:sz w:val="19"/>
          <w:szCs w:val="19"/>
        </w:rPr>
        <w:t>s</w:t>
      </w:r>
      <w:r w:rsidRPr="008863A6">
        <w:rPr>
          <w:rFonts w:ascii="Arial" w:hAnsi="Arial" w:cs="Arial"/>
          <w:spacing w:val="-6"/>
          <w:sz w:val="19"/>
          <w:szCs w:val="19"/>
        </w:rPr>
        <w:t xml:space="preserve"> in</w:t>
      </w:r>
      <w:r w:rsidRPr="00EE62BB">
        <w:rPr>
          <w:rFonts w:ascii="Arial" w:hAnsi="Arial" w:cs="Arial"/>
          <w:sz w:val="19"/>
          <w:szCs w:val="19"/>
        </w:rPr>
        <w:t xml:space="preserve"> </w:t>
      </w:r>
      <w:r w:rsidR="00A31456" w:rsidRPr="00EE62BB">
        <w:rPr>
          <w:rFonts w:ascii="Arial" w:hAnsi="Arial" w:cs="Arial"/>
          <w:sz w:val="19"/>
          <w:szCs w:val="19"/>
        </w:rPr>
        <w:t xml:space="preserve">short-term </w:t>
      </w:r>
      <w:r w:rsidRPr="00EE62BB">
        <w:rPr>
          <w:rFonts w:ascii="Arial" w:hAnsi="Arial" w:cs="Arial"/>
          <w:sz w:val="19"/>
          <w:szCs w:val="19"/>
        </w:rPr>
        <w:t xml:space="preserve">loan to </w:t>
      </w:r>
      <w:r w:rsidR="00E97FED" w:rsidRPr="00EE62BB">
        <w:rPr>
          <w:rFonts w:ascii="Arial" w:hAnsi="Arial" w:cs="Arial"/>
          <w:sz w:val="19"/>
          <w:szCs w:val="19"/>
        </w:rPr>
        <w:t>subsidiary</w:t>
      </w:r>
      <w:r w:rsidR="006D781B" w:rsidRPr="00EE62BB">
        <w:rPr>
          <w:rFonts w:ascii="Arial" w:hAnsi="Arial" w:cs="Arial"/>
          <w:sz w:val="19"/>
          <w:szCs w:val="19"/>
          <w:cs/>
        </w:rPr>
        <w:t xml:space="preserve"> </w:t>
      </w:r>
      <w:r w:rsidR="007F3DD0" w:rsidRPr="00EE62BB">
        <w:rPr>
          <w:rFonts w:ascii="Arial" w:hAnsi="Arial" w:cs="Arial"/>
          <w:sz w:val="19"/>
          <w:szCs w:val="19"/>
        </w:rPr>
        <w:t xml:space="preserve">(Siam Steel Vietnam Co., Ltd.) </w:t>
      </w:r>
      <w:r w:rsidRPr="00EE62BB">
        <w:rPr>
          <w:rFonts w:ascii="Arial" w:hAnsi="Arial" w:cs="Arial"/>
          <w:sz w:val="19"/>
          <w:szCs w:val="19"/>
        </w:rPr>
        <w:t>are as follow:</w:t>
      </w:r>
    </w:p>
    <w:p w14:paraId="74EC2BDC" w14:textId="77777777" w:rsidR="006F6942" w:rsidRPr="00E036FD" w:rsidRDefault="006F6942" w:rsidP="00FF49EF">
      <w:pPr>
        <w:tabs>
          <w:tab w:val="left" w:pos="1008"/>
        </w:tabs>
        <w:spacing w:line="360" w:lineRule="auto"/>
        <w:ind w:left="495" w:right="36" w:firstLine="9"/>
        <w:jc w:val="thaiDistribute"/>
        <w:rPr>
          <w:rFonts w:ascii="Arial" w:hAnsi="Arial" w:cs="Arial"/>
          <w:sz w:val="12"/>
          <w:szCs w:val="12"/>
        </w:rPr>
      </w:pPr>
    </w:p>
    <w:tbl>
      <w:tblPr>
        <w:tblW w:w="9039" w:type="dxa"/>
        <w:tblInd w:w="351" w:type="dxa"/>
        <w:tblLayout w:type="fixed"/>
        <w:tblLook w:val="04A0" w:firstRow="1" w:lastRow="0" w:firstColumn="1" w:lastColumn="0" w:noHBand="0" w:noVBand="1"/>
      </w:tblPr>
      <w:tblGrid>
        <w:gridCol w:w="4914"/>
        <w:gridCol w:w="440"/>
        <w:gridCol w:w="1701"/>
        <w:gridCol w:w="236"/>
        <w:gridCol w:w="1748"/>
      </w:tblGrid>
      <w:tr w:rsidR="00934DCF" w:rsidRPr="00EE62BB" w14:paraId="24084F9A" w14:textId="77777777" w:rsidTr="00203CB0">
        <w:trPr>
          <w:cantSplit/>
        </w:trPr>
        <w:tc>
          <w:tcPr>
            <w:tcW w:w="4914" w:type="dxa"/>
            <w:vAlign w:val="bottom"/>
          </w:tcPr>
          <w:p w14:paraId="78A8275E" w14:textId="77777777" w:rsidR="00934DCF" w:rsidRPr="00EE62BB" w:rsidRDefault="00934DCF" w:rsidP="006935E6">
            <w:pPr>
              <w:pStyle w:val="3"/>
              <w:tabs>
                <w:tab w:val="clear" w:pos="360"/>
              </w:tabs>
              <w:spacing w:before="60" w:after="30" w:line="276" w:lineRule="auto"/>
              <w:ind w:left="-56"/>
              <w:jc w:val="center"/>
              <w:rPr>
                <w:rFonts w:ascii="Arial" w:hAnsi="Arial" w:cs="Arial"/>
                <w:sz w:val="19"/>
                <w:szCs w:val="19"/>
                <w:lang w:val="en-GB"/>
              </w:rPr>
            </w:pPr>
          </w:p>
        </w:tc>
        <w:tc>
          <w:tcPr>
            <w:tcW w:w="440" w:type="dxa"/>
            <w:vAlign w:val="bottom"/>
          </w:tcPr>
          <w:p w14:paraId="72A80FC8" w14:textId="77777777" w:rsidR="00934DCF" w:rsidRPr="00EE62BB" w:rsidRDefault="00934DCF" w:rsidP="006935E6">
            <w:pPr>
              <w:spacing w:before="60" w:after="30" w:line="276" w:lineRule="auto"/>
              <w:ind w:right="-62"/>
              <w:jc w:val="center"/>
              <w:rPr>
                <w:rFonts w:ascii="Arial" w:hAnsi="Arial" w:cs="Arial"/>
                <w:sz w:val="19"/>
                <w:szCs w:val="19"/>
                <w:lang w:val="en-GB" w:eastAsia="en-GB"/>
              </w:rPr>
            </w:pPr>
          </w:p>
        </w:tc>
        <w:tc>
          <w:tcPr>
            <w:tcW w:w="3685" w:type="dxa"/>
            <w:gridSpan w:val="3"/>
            <w:vAlign w:val="bottom"/>
            <w:hideMark/>
          </w:tcPr>
          <w:p w14:paraId="347267E3" w14:textId="77777777" w:rsidR="00934DCF" w:rsidRPr="00EE62BB" w:rsidRDefault="00934DCF" w:rsidP="006935E6">
            <w:pPr>
              <w:spacing w:before="60" w:after="30" w:line="276" w:lineRule="auto"/>
              <w:ind w:right="-62"/>
              <w:jc w:val="right"/>
              <w:rPr>
                <w:rFonts w:ascii="Arial" w:hAnsi="Arial" w:cs="Arial"/>
                <w:sz w:val="19"/>
                <w:szCs w:val="19"/>
                <w:lang w:val="en-GB" w:eastAsia="en-GB"/>
              </w:rPr>
            </w:pPr>
            <w:r w:rsidRPr="00EE62BB">
              <w:rPr>
                <w:rFonts w:ascii="Arial" w:hAnsi="Arial" w:cs="Arial"/>
                <w:sz w:val="19"/>
                <w:szCs w:val="19"/>
                <w:lang w:val="en-GB" w:eastAsia="en-GB"/>
              </w:rPr>
              <w:t>(Unit : Thousand Baht)</w:t>
            </w:r>
          </w:p>
        </w:tc>
      </w:tr>
      <w:tr w:rsidR="00934DCF" w:rsidRPr="00EE62BB" w14:paraId="1FB57840" w14:textId="77777777" w:rsidTr="00203CB0">
        <w:trPr>
          <w:cantSplit/>
        </w:trPr>
        <w:tc>
          <w:tcPr>
            <w:tcW w:w="4914" w:type="dxa"/>
            <w:vAlign w:val="bottom"/>
            <w:hideMark/>
          </w:tcPr>
          <w:p w14:paraId="6DE27C24" w14:textId="77777777" w:rsidR="00934DCF" w:rsidRPr="00EE62BB" w:rsidRDefault="00934DCF" w:rsidP="006935E6">
            <w:pPr>
              <w:pStyle w:val="3"/>
              <w:tabs>
                <w:tab w:val="clear" w:pos="360"/>
              </w:tabs>
              <w:spacing w:before="60" w:after="30" w:line="276" w:lineRule="auto"/>
              <w:ind w:left="-56"/>
              <w:jc w:val="center"/>
              <w:rPr>
                <w:rFonts w:ascii="Arial" w:hAnsi="Arial" w:cs="Arial"/>
                <w:sz w:val="19"/>
                <w:szCs w:val="19"/>
                <w:lang w:val="en-GB"/>
              </w:rPr>
            </w:pPr>
            <w:r w:rsidRPr="00EE62BB">
              <w:rPr>
                <w:rFonts w:ascii="Arial" w:hAnsi="Arial" w:cs="Arial"/>
                <w:b/>
                <w:bCs/>
                <w:sz w:val="19"/>
                <w:szCs w:val="19"/>
                <w:lang w:val="en-GB"/>
              </w:rPr>
              <w:tab/>
            </w:r>
          </w:p>
        </w:tc>
        <w:tc>
          <w:tcPr>
            <w:tcW w:w="440" w:type="dxa"/>
            <w:vAlign w:val="bottom"/>
          </w:tcPr>
          <w:p w14:paraId="2BEFEB3C" w14:textId="77777777" w:rsidR="00934DCF" w:rsidRPr="00EE62BB" w:rsidRDefault="00934DCF" w:rsidP="006935E6">
            <w:pPr>
              <w:spacing w:before="60" w:after="30" w:line="276" w:lineRule="auto"/>
              <w:ind w:right="-62"/>
              <w:jc w:val="center"/>
              <w:rPr>
                <w:rFonts w:ascii="Arial" w:hAnsi="Arial" w:cs="Arial"/>
                <w:sz w:val="19"/>
                <w:szCs w:val="19"/>
                <w:lang w:val="en-GB" w:eastAsia="en-GB"/>
              </w:rPr>
            </w:pPr>
          </w:p>
        </w:tc>
        <w:tc>
          <w:tcPr>
            <w:tcW w:w="3685" w:type="dxa"/>
            <w:gridSpan w:val="3"/>
            <w:tcBorders>
              <w:top w:val="nil"/>
              <w:left w:val="nil"/>
              <w:bottom w:val="single" w:sz="4" w:space="0" w:color="auto"/>
              <w:right w:val="nil"/>
            </w:tcBorders>
            <w:vAlign w:val="bottom"/>
            <w:hideMark/>
          </w:tcPr>
          <w:p w14:paraId="2E20143F" w14:textId="48F878AC" w:rsidR="00934DCF" w:rsidRPr="00EE62BB" w:rsidRDefault="00E13B17" w:rsidP="00E13B17">
            <w:pPr>
              <w:spacing w:before="60" w:after="30" w:line="276" w:lineRule="auto"/>
              <w:ind w:right="-62"/>
              <w:jc w:val="center"/>
              <w:rPr>
                <w:rFonts w:ascii="Arial" w:hAnsi="Arial" w:cs="Arial"/>
                <w:sz w:val="19"/>
                <w:szCs w:val="19"/>
              </w:rPr>
            </w:pPr>
            <w:r w:rsidRPr="00E13B17">
              <w:rPr>
                <w:rFonts w:ascii="Arial" w:hAnsi="Arial" w:cs="Arial"/>
                <w:sz w:val="19"/>
                <w:szCs w:val="19"/>
              </w:rPr>
              <w:t>Separate</w:t>
            </w:r>
            <w:r>
              <w:rPr>
                <w:rFonts w:ascii="Arial" w:hAnsi="Arial" w:cs="Arial"/>
                <w:sz w:val="19"/>
                <w:szCs w:val="19"/>
              </w:rPr>
              <w:t xml:space="preserve"> </w:t>
            </w:r>
            <w:r w:rsidRPr="00E13B17">
              <w:rPr>
                <w:rFonts w:ascii="Arial" w:hAnsi="Arial" w:cs="Arial"/>
                <w:sz w:val="19"/>
                <w:szCs w:val="19"/>
              </w:rPr>
              <w:t>financial information</w:t>
            </w:r>
          </w:p>
        </w:tc>
      </w:tr>
      <w:tr w:rsidR="00934DCF" w:rsidRPr="00EE62BB" w14:paraId="7D4FC109" w14:textId="77777777" w:rsidTr="00203CB0">
        <w:trPr>
          <w:cantSplit/>
        </w:trPr>
        <w:tc>
          <w:tcPr>
            <w:tcW w:w="4914" w:type="dxa"/>
            <w:vAlign w:val="bottom"/>
          </w:tcPr>
          <w:p w14:paraId="0FD2EE0B" w14:textId="77777777" w:rsidR="00934DCF" w:rsidRPr="00EE62BB" w:rsidRDefault="00934DCF" w:rsidP="00415AB9">
            <w:pPr>
              <w:pStyle w:val="3"/>
              <w:tabs>
                <w:tab w:val="clear" w:pos="360"/>
              </w:tabs>
              <w:spacing w:before="60" w:after="30" w:line="276" w:lineRule="auto"/>
              <w:ind w:left="-56"/>
              <w:rPr>
                <w:rFonts w:ascii="Arial" w:hAnsi="Arial" w:cs="Arial"/>
                <w:sz w:val="19"/>
                <w:szCs w:val="19"/>
                <w:lang w:val="en-GB"/>
              </w:rPr>
            </w:pPr>
          </w:p>
        </w:tc>
        <w:tc>
          <w:tcPr>
            <w:tcW w:w="440" w:type="dxa"/>
            <w:vAlign w:val="bottom"/>
          </w:tcPr>
          <w:p w14:paraId="71D74744" w14:textId="77777777" w:rsidR="00934DCF" w:rsidRPr="00EE62BB" w:rsidRDefault="00934DCF" w:rsidP="00415AB9">
            <w:pPr>
              <w:spacing w:before="60" w:after="30" w:line="276" w:lineRule="auto"/>
              <w:ind w:left="-108" w:right="-105"/>
              <w:jc w:val="center"/>
              <w:rPr>
                <w:rFonts w:ascii="Arial" w:hAnsi="Arial" w:cs="Arial"/>
                <w:sz w:val="19"/>
                <w:szCs w:val="19"/>
                <w:lang w:val="en-GB" w:eastAsia="en-GB"/>
              </w:rPr>
            </w:pPr>
          </w:p>
        </w:tc>
        <w:tc>
          <w:tcPr>
            <w:tcW w:w="1701" w:type="dxa"/>
            <w:tcBorders>
              <w:top w:val="nil"/>
              <w:left w:val="nil"/>
              <w:bottom w:val="single" w:sz="4" w:space="0" w:color="auto"/>
              <w:right w:val="nil"/>
            </w:tcBorders>
            <w:vAlign w:val="bottom"/>
            <w:hideMark/>
          </w:tcPr>
          <w:p w14:paraId="6AD5EA38" w14:textId="29AACD2D" w:rsidR="00934DCF" w:rsidRPr="00EE62BB" w:rsidRDefault="00933140" w:rsidP="00415AB9">
            <w:pPr>
              <w:spacing w:before="60" w:after="30" w:line="276" w:lineRule="auto"/>
              <w:ind w:left="-108" w:right="-105"/>
              <w:jc w:val="center"/>
              <w:rPr>
                <w:rFonts w:ascii="Arial" w:hAnsi="Arial" w:cs="Arial"/>
                <w:sz w:val="19"/>
                <w:szCs w:val="19"/>
                <w:lang w:val="en-GB" w:eastAsia="en-GB"/>
              </w:rPr>
            </w:pPr>
            <w:r w:rsidRPr="00EE62BB">
              <w:rPr>
                <w:rFonts w:ascii="Arial" w:hAnsi="Arial" w:cs="Arial"/>
                <w:sz w:val="19"/>
                <w:szCs w:val="19"/>
              </w:rPr>
              <w:t>31 March 2024</w:t>
            </w:r>
          </w:p>
        </w:tc>
        <w:tc>
          <w:tcPr>
            <w:tcW w:w="236" w:type="dxa"/>
          </w:tcPr>
          <w:p w14:paraId="2B87638D" w14:textId="77777777" w:rsidR="00934DCF" w:rsidRPr="00EE62BB" w:rsidRDefault="00934DCF" w:rsidP="00415AB9">
            <w:pPr>
              <w:pStyle w:val="BodyTextIndent3"/>
              <w:spacing w:before="60" w:after="30" w:line="276" w:lineRule="auto"/>
              <w:ind w:left="-108" w:right="-105" w:hanging="23"/>
              <w:jc w:val="center"/>
              <w:rPr>
                <w:rFonts w:ascii="Arial" w:hAnsi="Arial" w:cs="Arial"/>
                <w:sz w:val="19"/>
                <w:szCs w:val="19"/>
                <w:lang w:val="en-GB" w:eastAsia="en-GB"/>
              </w:rPr>
            </w:pPr>
          </w:p>
        </w:tc>
        <w:tc>
          <w:tcPr>
            <w:tcW w:w="1748" w:type="dxa"/>
            <w:tcBorders>
              <w:top w:val="nil"/>
              <w:left w:val="nil"/>
              <w:bottom w:val="single" w:sz="4" w:space="0" w:color="auto"/>
              <w:right w:val="nil"/>
            </w:tcBorders>
            <w:vAlign w:val="bottom"/>
            <w:hideMark/>
          </w:tcPr>
          <w:p w14:paraId="0402DFC8" w14:textId="088AF1F9" w:rsidR="00934DCF" w:rsidRPr="00EE62BB" w:rsidRDefault="00934DCF" w:rsidP="00415AB9">
            <w:pPr>
              <w:spacing w:before="60" w:after="30" w:line="276" w:lineRule="auto"/>
              <w:ind w:left="-108" w:right="-105"/>
              <w:jc w:val="center"/>
              <w:rPr>
                <w:rFonts w:ascii="Arial" w:hAnsi="Arial" w:cs="Arial"/>
                <w:sz w:val="19"/>
                <w:szCs w:val="19"/>
                <w:lang w:val="en-GB" w:eastAsia="en-GB"/>
              </w:rPr>
            </w:pPr>
            <w:r w:rsidRPr="00EE62BB">
              <w:rPr>
                <w:rFonts w:ascii="Arial" w:hAnsi="Arial" w:cs="Arial"/>
                <w:sz w:val="19"/>
                <w:szCs w:val="19"/>
              </w:rPr>
              <w:t xml:space="preserve">31 December </w:t>
            </w:r>
            <w:r w:rsidRPr="00EE62BB">
              <w:rPr>
                <w:rFonts w:ascii="Arial" w:hAnsi="Arial" w:cs="Arial"/>
                <w:sz w:val="19"/>
                <w:szCs w:val="19"/>
                <w:lang w:val="en-GB"/>
              </w:rPr>
              <w:t>202</w:t>
            </w:r>
            <w:r w:rsidR="00933140" w:rsidRPr="00EE62BB">
              <w:rPr>
                <w:rFonts w:ascii="Arial" w:hAnsi="Arial" w:cs="Arial"/>
                <w:sz w:val="19"/>
                <w:szCs w:val="19"/>
                <w:lang w:val="en-GB"/>
              </w:rPr>
              <w:t>3</w:t>
            </w:r>
          </w:p>
        </w:tc>
      </w:tr>
      <w:tr w:rsidR="00934DCF" w:rsidRPr="00EE62BB" w14:paraId="60515AFA" w14:textId="77777777" w:rsidTr="00203CB0">
        <w:trPr>
          <w:cantSplit/>
        </w:trPr>
        <w:tc>
          <w:tcPr>
            <w:tcW w:w="4914" w:type="dxa"/>
            <w:vAlign w:val="bottom"/>
          </w:tcPr>
          <w:p w14:paraId="77AD7E1D" w14:textId="77777777" w:rsidR="00934DCF" w:rsidRPr="00EE62BB" w:rsidRDefault="00934DCF" w:rsidP="006935E6">
            <w:pPr>
              <w:spacing w:before="60" w:after="30" w:line="276" w:lineRule="auto"/>
              <w:ind w:left="-108"/>
              <w:rPr>
                <w:rFonts w:ascii="Arial" w:hAnsi="Arial" w:cs="Arial"/>
                <w:sz w:val="19"/>
                <w:szCs w:val="19"/>
                <w:lang w:val="en-GB" w:eastAsia="en-GB"/>
              </w:rPr>
            </w:pPr>
          </w:p>
        </w:tc>
        <w:tc>
          <w:tcPr>
            <w:tcW w:w="440" w:type="dxa"/>
            <w:vAlign w:val="bottom"/>
          </w:tcPr>
          <w:p w14:paraId="18E54037" w14:textId="77777777" w:rsidR="00934DCF" w:rsidRPr="00EE62BB" w:rsidRDefault="00934DCF" w:rsidP="006935E6">
            <w:pPr>
              <w:spacing w:before="60" w:after="30" w:line="276" w:lineRule="auto"/>
              <w:jc w:val="right"/>
              <w:rPr>
                <w:rFonts w:ascii="Arial" w:hAnsi="Arial" w:cs="Arial"/>
                <w:sz w:val="19"/>
                <w:szCs w:val="19"/>
                <w:lang w:val="en-GB" w:eastAsia="en-GB"/>
              </w:rPr>
            </w:pPr>
          </w:p>
        </w:tc>
        <w:tc>
          <w:tcPr>
            <w:tcW w:w="1701" w:type="dxa"/>
            <w:vAlign w:val="bottom"/>
          </w:tcPr>
          <w:p w14:paraId="2DDD4F0E" w14:textId="77777777" w:rsidR="00934DCF" w:rsidRPr="00EE62BB" w:rsidRDefault="00934DCF" w:rsidP="006935E6">
            <w:pPr>
              <w:spacing w:before="60" w:after="30" w:line="276" w:lineRule="auto"/>
              <w:ind w:left="-157"/>
              <w:jc w:val="right"/>
              <w:rPr>
                <w:rFonts w:ascii="Arial" w:hAnsi="Arial" w:cs="Arial"/>
                <w:sz w:val="19"/>
                <w:szCs w:val="19"/>
                <w:lang w:val="en-GB" w:eastAsia="en-GB"/>
              </w:rPr>
            </w:pPr>
          </w:p>
        </w:tc>
        <w:tc>
          <w:tcPr>
            <w:tcW w:w="236" w:type="dxa"/>
            <w:vAlign w:val="bottom"/>
          </w:tcPr>
          <w:p w14:paraId="1E2E9418" w14:textId="77777777" w:rsidR="00934DCF" w:rsidRPr="00EE62BB" w:rsidRDefault="00934DCF" w:rsidP="006935E6">
            <w:pPr>
              <w:pStyle w:val="TOC6"/>
              <w:spacing w:before="60" w:after="30" w:line="276" w:lineRule="auto"/>
              <w:ind w:left="-157"/>
              <w:rPr>
                <w:rFonts w:cs="Arial"/>
                <w:sz w:val="19"/>
                <w:szCs w:val="19"/>
                <w:lang w:val="en-GB" w:eastAsia="en-GB"/>
              </w:rPr>
            </w:pPr>
          </w:p>
        </w:tc>
        <w:tc>
          <w:tcPr>
            <w:tcW w:w="1748" w:type="dxa"/>
            <w:vAlign w:val="bottom"/>
          </w:tcPr>
          <w:p w14:paraId="7BF4258C" w14:textId="77777777" w:rsidR="00934DCF" w:rsidRPr="00EE62BB" w:rsidRDefault="00934DCF" w:rsidP="006935E6">
            <w:pPr>
              <w:spacing w:before="60" w:after="30" w:line="276" w:lineRule="auto"/>
              <w:ind w:left="-157"/>
              <w:jc w:val="right"/>
              <w:rPr>
                <w:rFonts w:ascii="Arial" w:hAnsi="Arial" w:cs="Arial"/>
                <w:color w:val="FF0000"/>
                <w:sz w:val="19"/>
                <w:szCs w:val="19"/>
                <w:lang w:val="en-GB" w:eastAsia="en-GB"/>
              </w:rPr>
            </w:pPr>
          </w:p>
        </w:tc>
      </w:tr>
      <w:tr w:rsidR="00CA437C" w:rsidRPr="00EE62BB" w14:paraId="775461E4" w14:textId="77777777">
        <w:trPr>
          <w:cantSplit/>
        </w:trPr>
        <w:tc>
          <w:tcPr>
            <w:tcW w:w="4914" w:type="dxa"/>
            <w:vAlign w:val="bottom"/>
            <w:hideMark/>
          </w:tcPr>
          <w:p w14:paraId="2C1C110C" w14:textId="77EF41E2" w:rsidR="00CA437C" w:rsidRPr="00EE62BB" w:rsidRDefault="00CA437C" w:rsidP="00CA437C">
            <w:pPr>
              <w:spacing w:before="60" w:after="30" w:line="276" w:lineRule="auto"/>
              <w:ind w:right="28"/>
              <w:rPr>
                <w:rFonts w:ascii="Arial" w:hAnsi="Arial" w:cs="Arial"/>
                <w:sz w:val="19"/>
                <w:szCs w:val="19"/>
                <w:lang w:val="en-GB" w:eastAsia="en-GB"/>
              </w:rPr>
            </w:pPr>
            <w:r w:rsidRPr="00EE62BB">
              <w:rPr>
                <w:rFonts w:ascii="Arial" w:hAnsi="Arial" w:cs="Arial"/>
                <w:sz w:val="19"/>
                <w:szCs w:val="19"/>
                <w:lang w:val="en-GB" w:eastAsia="en-GB"/>
              </w:rPr>
              <w:t>Balance - beginning of the period</w:t>
            </w:r>
          </w:p>
        </w:tc>
        <w:tc>
          <w:tcPr>
            <w:tcW w:w="440" w:type="dxa"/>
            <w:vAlign w:val="bottom"/>
          </w:tcPr>
          <w:p w14:paraId="62860084" w14:textId="77777777" w:rsidR="00CA437C" w:rsidRPr="00EE62BB" w:rsidRDefault="00CA437C" w:rsidP="00CA437C">
            <w:pPr>
              <w:spacing w:before="60" w:after="30" w:line="276" w:lineRule="auto"/>
              <w:jc w:val="right"/>
              <w:rPr>
                <w:rFonts w:ascii="Arial" w:hAnsi="Arial" w:cs="Arial"/>
                <w:sz w:val="19"/>
                <w:szCs w:val="19"/>
                <w:lang w:val="en-GB" w:eastAsia="en-GB"/>
              </w:rPr>
            </w:pPr>
          </w:p>
        </w:tc>
        <w:tc>
          <w:tcPr>
            <w:tcW w:w="1701" w:type="dxa"/>
          </w:tcPr>
          <w:p w14:paraId="49CEB57F" w14:textId="2A4533FB" w:rsidR="00CA437C" w:rsidRPr="00CA437C" w:rsidRDefault="00CA437C" w:rsidP="00CA437C">
            <w:pPr>
              <w:spacing w:before="60" w:after="30" w:line="276" w:lineRule="auto"/>
              <w:ind w:left="-157" w:right="-16"/>
              <w:jc w:val="right"/>
              <w:rPr>
                <w:rFonts w:ascii="Arial" w:hAnsi="Arial" w:cs="Arial"/>
                <w:sz w:val="19"/>
                <w:szCs w:val="19"/>
              </w:rPr>
            </w:pPr>
            <w:r w:rsidRPr="00CA437C">
              <w:rPr>
                <w:rFonts w:ascii="Arial" w:hAnsi="Arial" w:cs="Arial"/>
                <w:sz w:val="19"/>
                <w:szCs w:val="19"/>
              </w:rPr>
              <w:t>32,753</w:t>
            </w:r>
          </w:p>
        </w:tc>
        <w:tc>
          <w:tcPr>
            <w:tcW w:w="236" w:type="dxa"/>
            <w:vAlign w:val="bottom"/>
          </w:tcPr>
          <w:p w14:paraId="1A15B868" w14:textId="77777777" w:rsidR="00CA437C" w:rsidRPr="00EE62BB" w:rsidRDefault="00CA437C" w:rsidP="00CA437C">
            <w:pPr>
              <w:pStyle w:val="TOC6"/>
              <w:spacing w:before="60" w:after="30" w:line="276" w:lineRule="auto"/>
              <w:ind w:left="-157"/>
              <w:rPr>
                <w:rFonts w:cs="Arial"/>
                <w:sz w:val="19"/>
                <w:szCs w:val="19"/>
                <w:lang w:val="en-GB" w:eastAsia="en-GB"/>
              </w:rPr>
            </w:pPr>
          </w:p>
        </w:tc>
        <w:tc>
          <w:tcPr>
            <w:tcW w:w="1748" w:type="dxa"/>
            <w:vAlign w:val="bottom"/>
          </w:tcPr>
          <w:p w14:paraId="4E503D81" w14:textId="5AF855A1" w:rsidR="00CA437C" w:rsidRPr="00EE62BB" w:rsidRDefault="00CA437C" w:rsidP="00CA437C">
            <w:pPr>
              <w:spacing w:before="60" w:after="30" w:line="276" w:lineRule="auto"/>
              <w:ind w:left="-157" w:right="-16"/>
              <w:jc w:val="right"/>
              <w:rPr>
                <w:rFonts w:ascii="Arial" w:hAnsi="Arial" w:cs="Arial"/>
                <w:sz w:val="19"/>
                <w:szCs w:val="19"/>
                <w:lang w:val="en-GB" w:eastAsia="en-GB"/>
              </w:rPr>
            </w:pPr>
            <w:r w:rsidRPr="00EE62BB">
              <w:rPr>
                <w:rFonts w:ascii="Arial" w:hAnsi="Arial" w:cs="Arial"/>
                <w:sz w:val="19"/>
                <w:szCs w:val="19"/>
              </w:rPr>
              <w:t>17,196</w:t>
            </w:r>
          </w:p>
        </w:tc>
      </w:tr>
      <w:tr w:rsidR="00CA437C" w:rsidRPr="00EE62BB" w14:paraId="47873A85" w14:textId="77777777">
        <w:trPr>
          <w:cantSplit/>
        </w:trPr>
        <w:tc>
          <w:tcPr>
            <w:tcW w:w="4914" w:type="dxa"/>
            <w:vAlign w:val="bottom"/>
            <w:hideMark/>
          </w:tcPr>
          <w:p w14:paraId="7B3C5479" w14:textId="00291703" w:rsidR="00CA437C" w:rsidRPr="00EE62BB" w:rsidRDefault="00CA437C" w:rsidP="00CA437C">
            <w:pPr>
              <w:spacing w:before="60" w:after="30" w:line="276" w:lineRule="auto"/>
              <w:ind w:right="28"/>
              <w:rPr>
                <w:rFonts w:ascii="Arial" w:hAnsi="Arial" w:cs="Arial"/>
                <w:sz w:val="19"/>
                <w:szCs w:val="19"/>
                <w:lang w:val="en-GB" w:eastAsia="en-GB"/>
              </w:rPr>
            </w:pPr>
            <w:r w:rsidRPr="00EE62BB">
              <w:rPr>
                <w:rFonts w:ascii="Arial" w:hAnsi="Arial" w:cs="Arial"/>
                <w:sz w:val="19"/>
                <w:szCs w:val="19"/>
                <w:u w:val="single"/>
                <w:lang w:val="en-GB" w:eastAsia="en-GB"/>
              </w:rPr>
              <w:t>Add</w:t>
            </w:r>
            <w:r w:rsidRPr="00EE62BB">
              <w:rPr>
                <w:rFonts w:ascii="Arial" w:hAnsi="Arial" w:cs="Arial"/>
                <w:sz w:val="19"/>
                <w:szCs w:val="19"/>
                <w:lang w:val="en-GB" w:eastAsia="en-GB"/>
              </w:rPr>
              <w:t xml:space="preserve"> Additional loan granted</w:t>
            </w:r>
          </w:p>
        </w:tc>
        <w:tc>
          <w:tcPr>
            <w:tcW w:w="440" w:type="dxa"/>
            <w:vAlign w:val="bottom"/>
          </w:tcPr>
          <w:p w14:paraId="0263EC39" w14:textId="77777777" w:rsidR="00CA437C" w:rsidRPr="00EE62BB" w:rsidRDefault="00CA437C" w:rsidP="00CA437C">
            <w:pPr>
              <w:spacing w:before="60" w:after="30" w:line="276" w:lineRule="auto"/>
              <w:jc w:val="right"/>
              <w:rPr>
                <w:rFonts w:ascii="Arial" w:hAnsi="Arial" w:cs="Arial"/>
                <w:sz w:val="19"/>
                <w:szCs w:val="19"/>
                <w:lang w:val="en-GB" w:eastAsia="en-GB"/>
              </w:rPr>
            </w:pPr>
          </w:p>
        </w:tc>
        <w:tc>
          <w:tcPr>
            <w:tcW w:w="1701" w:type="dxa"/>
          </w:tcPr>
          <w:p w14:paraId="4E69ECC5" w14:textId="3BE7E260" w:rsidR="00CA437C" w:rsidRPr="00CA437C" w:rsidRDefault="00CA437C" w:rsidP="00CA437C">
            <w:pPr>
              <w:spacing w:before="60" w:after="30" w:line="276" w:lineRule="auto"/>
              <w:ind w:left="-157" w:right="-16"/>
              <w:jc w:val="right"/>
              <w:rPr>
                <w:rFonts w:ascii="Arial" w:hAnsi="Arial" w:cs="Arial"/>
                <w:sz w:val="19"/>
                <w:szCs w:val="19"/>
              </w:rPr>
            </w:pPr>
            <w:r w:rsidRPr="00CA437C">
              <w:rPr>
                <w:rFonts w:ascii="Arial" w:hAnsi="Arial" w:cs="Arial"/>
                <w:sz w:val="19"/>
                <w:szCs w:val="19"/>
              </w:rPr>
              <w:t>29,280</w:t>
            </w:r>
          </w:p>
        </w:tc>
        <w:tc>
          <w:tcPr>
            <w:tcW w:w="236" w:type="dxa"/>
            <w:vAlign w:val="bottom"/>
          </w:tcPr>
          <w:p w14:paraId="50AD25E6" w14:textId="77777777" w:rsidR="00CA437C" w:rsidRPr="00EE62BB" w:rsidRDefault="00CA437C" w:rsidP="00CA437C">
            <w:pPr>
              <w:pStyle w:val="TOC6"/>
              <w:spacing w:before="60" w:after="30" w:line="276" w:lineRule="auto"/>
              <w:ind w:left="-157"/>
              <w:rPr>
                <w:rFonts w:cs="Arial"/>
                <w:sz w:val="19"/>
                <w:szCs w:val="19"/>
                <w:lang w:val="en-GB" w:eastAsia="en-GB"/>
              </w:rPr>
            </w:pPr>
          </w:p>
        </w:tc>
        <w:tc>
          <w:tcPr>
            <w:tcW w:w="1748" w:type="dxa"/>
            <w:vAlign w:val="bottom"/>
          </w:tcPr>
          <w:p w14:paraId="1D93BB5A" w14:textId="03F9DD0E" w:rsidR="00CA437C" w:rsidRPr="00EE62BB" w:rsidRDefault="00CA437C" w:rsidP="00CA437C">
            <w:pPr>
              <w:spacing w:before="60" w:after="30" w:line="276" w:lineRule="auto"/>
              <w:ind w:left="-157" w:right="-16"/>
              <w:jc w:val="right"/>
              <w:rPr>
                <w:rFonts w:ascii="Arial" w:hAnsi="Arial" w:cs="Arial"/>
                <w:sz w:val="19"/>
                <w:szCs w:val="19"/>
                <w:lang w:val="en-GB" w:eastAsia="en-GB"/>
              </w:rPr>
            </w:pPr>
            <w:r w:rsidRPr="00EE62BB">
              <w:rPr>
                <w:rFonts w:ascii="Arial" w:hAnsi="Arial" w:cs="Arial"/>
                <w:sz w:val="19"/>
                <w:szCs w:val="19"/>
              </w:rPr>
              <w:t>34,458</w:t>
            </w:r>
          </w:p>
        </w:tc>
      </w:tr>
      <w:tr w:rsidR="00CA437C" w:rsidRPr="00EE62BB" w14:paraId="7D2D86E2" w14:textId="77777777">
        <w:trPr>
          <w:cantSplit/>
          <w:trHeight w:val="169"/>
        </w:trPr>
        <w:tc>
          <w:tcPr>
            <w:tcW w:w="4914" w:type="dxa"/>
            <w:vAlign w:val="bottom"/>
            <w:hideMark/>
          </w:tcPr>
          <w:p w14:paraId="29DCDD74" w14:textId="0B932A6C" w:rsidR="00CA437C" w:rsidRPr="00EE62BB" w:rsidRDefault="00CA437C" w:rsidP="00CA437C">
            <w:pPr>
              <w:spacing w:before="60" w:after="30" w:line="276" w:lineRule="auto"/>
              <w:ind w:right="28"/>
              <w:rPr>
                <w:rFonts w:ascii="Arial" w:hAnsi="Arial" w:cs="Arial"/>
                <w:sz w:val="19"/>
                <w:szCs w:val="19"/>
                <w:lang w:val="en-GB" w:eastAsia="en-GB"/>
              </w:rPr>
            </w:pPr>
            <w:r w:rsidRPr="00EE62BB">
              <w:rPr>
                <w:rFonts w:ascii="Arial" w:hAnsi="Arial" w:cs="Arial"/>
                <w:sz w:val="19"/>
                <w:szCs w:val="19"/>
                <w:u w:val="single"/>
                <w:lang w:val="en-GB" w:eastAsia="en-GB"/>
              </w:rPr>
              <w:t>Less</w:t>
            </w:r>
            <w:r w:rsidRPr="00EE62BB">
              <w:rPr>
                <w:rFonts w:ascii="Arial" w:hAnsi="Arial" w:cs="Arial"/>
                <w:sz w:val="19"/>
                <w:szCs w:val="19"/>
                <w:lang w:val="en-GB" w:eastAsia="en-GB"/>
              </w:rPr>
              <w:t xml:space="preserve"> Receipt of repayment</w:t>
            </w:r>
          </w:p>
        </w:tc>
        <w:tc>
          <w:tcPr>
            <w:tcW w:w="440" w:type="dxa"/>
            <w:vAlign w:val="bottom"/>
          </w:tcPr>
          <w:p w14:paraId="660D8596" w14:textId="77777777" w:rsidR="00CA437C" w:rsidRPr="00EE62BB" w:rsidRDefault="00CA437C" w:rsidP="00CA437C">
            <w:pPr>
              <w:spacing w:before="60" w:after="30" w:line="276" w:lineRule="auto"/>
              <w:ind w:right="86"/>
              <w:jc w:val="right"/>
              <w:rPr>
                <w:rFonts w:ascii="Arial" w:hAnsi="Arial" w:cs="Arial"/>
                <w:sz w:val="19"/>
                <w:szCs w:val="19"/>
                <w:lang w:val="en-GB" w:eastAsia="en-GB"/>
              </w:rPr>
            </w:pPr>
          </w:p>
        </w:tc>
        <w:tc>
          <w:tcPr>
            <w:tcW w:w="1701" w:type="dxa"/>
          </w:tcPr>
          <w:p w14:paraId="2FCACBFF" w14:textId="49E44D93" w:rsidR="00CA437C" w:rsidRPr="00CA437C" w:rsidRDefault="00CA437C" w:rsidP="00CA437C">
            <w:pPr>
              <w:spacing w:before="60" w:after="30" w:line="276" w:lineRule="auto"/>
              <w:ind w:left="-157" w:right="-16"/>
              <w:jc w:val="right"/>
              <w:rPr>
                <w:rFonts w:ascii="Arial" w:hAnsi="Arial" w:cs="Arial"/>
                <w:sz w:val="19"/>
                <w:szCs w:val="19"/>
              </w:rPr>
            </w:pPr>
            <w:r w:rsidRPr="00CA437C">
              <w:rPr>
                <w:rFonts w:ascii="Arial" w:hAnsi="Arial" w:cs="Arial"/>
                <w:sz w:val="19"/>
                <w:szCs w:val="19"/>
              </w:rPr>
              <w:t xml:space="preserve">            (15,286)</w:t>
            </w:r>
          </w:p>
        </w:tc>
        <w:tc>
          <w:tcPr>
            <w:tcW w:w="236" w:type="dxa"/>
            <w:vAlign w:val="bottom"/>
          </w:tcPr>
          <w:p w14:paraId="1200BCD2" w14:textId="77777777" w:rsidR="00CA437C" w:rsidRPr="00EE62BB" w:rsidRDefault="00CA437C" w:rsidP="00CA437C">
            <w:pPr>
              <w:pStyle w:val="CharCharCharCharCharCharCharCharCharCharChar1"/>
              <w:spacing w:before="60" w:after="30" w:line="276" w:lineRule="auto"/>
              <w:ind w:right="86"/>
              <w:jc w:val="right"/>
              <w:rPr>
                <w:rFonts w:ascii="Arial" w:hAnsi="Arial" w:cs="Arial"/>
                <w:sz w:val="19"/>
                <w:szCs w:val="19"/>
                <w:lang w:val="en-GB" w:eastAsia="en-GB"/>
              </w:rPr>
            </w:pPr>
          </w:p>
        </w:tc>
        <w:tc>
          <w:tcPr>
            <w:tcW w:w="1748" w:type="dxa"/>
            <w:vAlign w:val="bottom"/>
          </w:tcPr>
          <w:p w14:paraId="41588D32" w14:textId="23A21437" w:rsidR="00CA437C" w:rsidRPr="00EE62BB" w:rsidRDefault="00CA437C" w:rsidP="00CA437C">
            <w:pPr>
              <w:spacing w:before="60" w:after="30" w:line="276" w:lineRule="auto"/>
              <w:ind w:left="-157" w:right="-16"/>
              <w:jc w:val="right"/>
              <w:rPr>
                <w:rFonts w:ascii="Arial" w:hAnsi="Arial" w:cs="Arial"/>
                <w:sz w:val="19"/>
                <w:szCs w:val="19"/>
                <w:lang w:val="en-GB" w:eastAsia="en-GB"/>
              </w:rPr>
            </w:pPr>
            <w:r w:rsidRPr="00EE62BB">
              <w:rPr>
                <w:rFonts w:ascii="Arial" w:hAnsi="Arial" w:cs="Arial"/>
                <w:sz w:val="19"/>
                <w:szCs w:val="19"/>
              </w:rPr>
              <w:t>(17,956)</w:t>
            </w:r>
          </w:p>
        </w:tc>
      </w:tr>
      <w:tr w:rsidR="00CA437C" w:rsidRPr="00EE62BB" w14:paraId="5DFB3164" w14:textId="77777777">
        <w:trPr>
          <w:cantSplit/>
          <w:trHeight w:val="169"/>
        </w:trPr>
        <w:tc>
          <w:tcPr>
            <w:tcW w:w="4914" w:type="dxa"/>
            <w:vAlign w:val="bottom"/>
          </w:tcPr>
          <w:p w14:paraId="65C7260F" w14:textId="6EBA2CAC" w:rsidR="00CA437C" w:rsidRPr="00EE62BB" w:rsidRDefault="00CA437C" w:rsidP="00CA437C">
            <w:pPr>
              <w:spacing w:before="60" w:after="30" w:line="276" w:lineRule="auto"/>
              <w:ind w:left="712" w:right="28" w:hanging="283"/>
              <w:rPr>
                <w:rFonts w:ascii="Arial" w:hAnsi="Arial" w:cs="Arial"/>
                <w:sz w:val="19"/>
                <w:szCs w:val="19"/>
                <w:lang w:eastAsia="en-GB"/>
              </w:rPr>
            </w:pPr>
            <w:r w:rsidRPr="00EE62BB">
              <w:rPr>
                <w:rFonts w:ascii="Arial" w:hAnsi="Arial" w:cs="Arial"/>
                <w:sz w:val="19"/>
                <w:szCs w:val="19"/>
                <w:lang w:eastAsia="en-GB"/>
              </w:rPr>
              <w:t xml:space="preserve"> Unrealized loss on foreign exchange rate</w:t>
            </w:r>
          </w:p>
        </w:tc>
        <w:tc>
          <w:tcPr>
            <w:tcW w:w="440" w:type="dxa"/>
            <w:vAlign w:val="bottom"/>
          </w:tcPr>
          <w:p w14:paraId="5FA455DF" w14:textId="77777777" w:rsidR="00CA437C" w:rsidRPr="00EE62BB" w:rsidRDefault="00CA437C" w:rsidP="00CA437C">
            <w:pPr>
              <w:spacing w:before="60" w:after="30" w:line="276" w:lineRule="auto"/>
              <w:ind w:right="86"/>
              <w:jc w:val="right"/>
              <w:rPr>
                <w:rFonts w:ascii="Arial" w:hAnsi="Arial" w:cs="Arial"/>
                <w:sz w:val="19"/>
                <w:szCs w:val="19"/>
                <w:lang w:val="en-GB" w:eastAsia="en-GB"/>
              </w:rPr>
            </w:pPr>
          </w:p>
        </w:tc>
        <w:tc>
          <w:tcPr>
            <w:tcW w:w="1701" w:type="dxa"/>
          </w:tcPr>
          <w:p w14:paraId="3E7F2EEB" w14:textId="5680CBEE" w:rsidR="00CA437C" w:rsidRPr="00CA437C" w:rsidRDefault="00CA437C" w:rsidP="00CA437C">
            <w:pPr>
              <w:spacing w:before="60" w:after="30" w:line="276" w:lineRule="auto"/>
              <w:ind w:left="-157" w:right="-16"/>
              <w:jc w:val="right"/>
              <w:rPr>
                <w:rFonts w:ascii="Arial" w:hAnsi="Arial" w:cs="Arial"/>
                <w:sz w:val="19"/>
                <w:szCs w:val="19"/>
              </w:rPr>
            </w:pPr>
            <w:r w:rsidRPr="00CA437C">
              <w:rPr>
                <w:rFonts w:ascii="Arial" w:hAnsi="Arial" w:cs="Arial"/>
                <w:sz w:val="19"/>
                <w:szCs w:val="19"/>
              </w:rPr>
              <w:t>(237)</w:t>
            </w:r>
          </w:p>
        </w:tc>
        <w:tc>
          <w:tcPr>
            <w:tcW w:w="236" w:type="dxa"/>
            <w:vAlign w:val="bottom"/>
          </w:tcPr>
          <w:p w14:paraId="3037BE38" w14:textId="77777777" w:rsidR="00CA437C" w:rsidRPr="00EE62BB" w:rsidRDefault="00CA437C" w:rsidP="00CA437C">
            <w:pPr>
              <w:pStyle w:val="CharCharCharCharCharCharCharCharCharCharChar1"/>
              <w:spacing w:before="60" w:after="30" w:line="276" w:lineRule="auto"/>
              <w:ind w:right="86"/>
              <w:jc w:val="right"/>
              <w:rPr>
                <w:rFonts w:ascii="Arial" w:hAnsi="Arial" w:cs="Arial"/>
                <w:sz w:val="19"/>
                <w:szCs w:val="19"/>
                <w:lang w:val="en-GB" w:eastAsia="en-GB"/>
              </w:rPr>
            </w:pPr>
          </w:p>
        </w:tc>
        <w:tc>
          <w:tcPr>
            <w:tcW w:w="1748" w:type="dxa"/>
            <w:vAlign w:val="bottom"/>
          </w:tcPr>
          <w:p w14:paraId="658943CE" w14:textId="1BEE4951" w:rsidR="00CA437C" w:rsidRPr="00EE62BB" w:rsidRDefault="00CA437C" w:rsidP="00CA437C">
            <w:pPr>
              <w:spacing w:before="60" w:after="30" w:line="276" w:lineRule="auto"/>
              <w:ind w:left="-157" w:right="-16"/>
              <w:jc w:val="right"/>
              <w:rPr>
                <w:rFonts w:ascii="Arial" w:hAnsi="Arial" w:cs="Arial"/>
                <w:sz w:val="19"/>
                <w:szCs w:val="19"/>
                <w:lang w:val="en-GB" w:eastAsia="en-GB"/>
              </w:rPr>
            </w:pPr>
            <w:r w:rsidRPr="00EE62BB">
              <w:rPr>
                <w:rFonts w:ascii="Arial" w:hAnsi="Arial" w:cs="Arial"/>
                <w:sz w:val="19"/>
                <w:szCs w:val="19"/>
              </w:rPr>
              <w:t>(945)</w:t>
            </w:r>
          </w:p>
        </w:tc>
      </w:tr>
      <w:tr w:rsidR="00CA437C" w:rsidRPr="00EE62BB" w14:paraId="726892E7" w14:textId="77777777">
        <w:trPr>
          <w:cantSplit/>
        </w:trPr>
        <w:tc>
          <w:tcPr>
            <w:tcW w:w="4914" w:type="dxa"/>
            <w:vAlign w:val="bottom"/>
            <w:hideMark/>
          </w:tcPr>
          <w:p w14:paraId="569C967E" w14:textId="3B188609" w:rsidR="00CA437C" w:rsidRPr="00EE62BB" w:rsidRDefault="00CA437C" w:rsidP="00CA437C">
            <w:pPr>
              <w:spacing w:before="60" w:after="30" w:line="276" w:lineRule="auto"/>
              <w:ind w:right="28"/>
              <w:rPr>
                <w:rFonts w:ascii="Arial" w:hAnsi="Arial" w:cs="Arial"/>
                <w:sz w:val="19"/>
                <w:szCs w:val="19"/>
                <w:lang w:val="en-GB" w:eastAsia="en-GB"/>
              </w:rPr>
            </w:pPr>
            <w:r w:rsidRPr="00EE62BB">
              <w:rPr>
                <w:rFonts w:ascii="Arial" w:hAnsi="Arial" w:cs="Arial"/>
                <w:sz w:val="19"/>
                <w:szCs w:val="19"/>
                <w:lang w:val="en-GB" w:eastAsia="en-GB"/>
              </w:rPr>
              <w:t>Balance - ending of the period</w:t>
            </w:r>
          </w:p>
        </w:tc>
        <w:tc>
          <w:tcPr>
            <w:tcW w:w="440" w:type="dxa"/>
            <w:vAlign w:val="bottom"/>
          </w:tcPr>
          <w:p w14:paraId="5C14F6C3" w14:textId="77777777" w:rsidR="00CA437C" w:rsidRPr="00EE62BB" w:rsidRDefault="00CA437C" w:rsidP="00CA437C">
            <w:pPr>
              <w:spacing w:before="60" w:after="30" w:line="276" w:lineRule="auto"/>
              <w:ind w:left="-157" w:right="86"/>
              <w:jc w:val="right"/>
              <w:rPr>
                <w:rFonts w:ascii="Arial" w:hAnsi="Arial" w:cs="Arial"/>
                <w:sz w:val="19"/>
                <w:szCs w:val="19"/>
                <w:lang w:val="en-GB" w:eastAsia="en-GB"/>
              </w:rPr>
            </w:pPr>
          </w:p>
        </w:tc>
        <w:tc>
          <w:tcPr>
            <w:tcW w:w="1701" w:type="dxa"/>
            <w:tcBorders>
              <w:top w:val="single" w:sz="4" w:space="0" w:color="auto"/>
              <w:left w:val="nil"/>
              <w:bottom w:val="single" w:sz="12" w:space="0" w:color="auto"/>
              <w:right w:val="nil"/>
            </w:tcBorders>
          </w:tcPr>
          <w:p w14:paraId="2B4B83DD" w14:textId="261C46E6" w:rsidR="00CA437C" w:rsidRPr="00CA437C" w:rsidRDefault="00CA437C" w:rsidP="00CA437C">
            <w:pPr>
              <w:spacing w:before="60" w:after="30" w:line="276" w:lineRule="auto"/>
              <w:ind w:left="-157" w:right="-16"/>
              <w:jc w:val="right"/>
              <w:rPr>
                <w:rFonts w:ascii="Arial" w:hAnsi="Arial" w:cs="Arial"/>
                <w:sz w:val="19"/>
                <w:szCs w:val="19"/>
              </w:rPr>
            </w:pPr>
            <w:r w:rsidRPr="00CA437C">
              <w:rPr>
                <w:rFonts w:ascii="Arial" w:hAnsi="Arial" w:cs="Arial"/>
                <w:sz w:val="19"/>
                <w:szCs w:val="19"/>
              </w:rPr>
              <w:t>46,510</w:t>
            </w:r>
          </w:p>
        </w:tc>
        <w:tc>
          <w:tcPr>
            <w:tcW w:w="236" w:type="dxa"/>
            <w:vAlign w:val="bottom"/>
          </w:tcPr>
          <w:p w14:paraId="0B0E73C7" w14:textId="77777777" w:rsidR="00CA437C" w:rsidRPr="00EE62BB" w:rsidRDefault="00CA437C" w:rsidP="00CA437C">
            <w:pPr>
              <w:pStyle w:val="CharChar2CharCharCharChar"/>
              <w:spacing w:before="60" w:after="30" w:line="276" w:lineRule="auto"/>
              <w:ind w:left="-157" w:right="86"/>
              <w:jc w:val="right"/>
              <w:rPr>
                <w:rFonts w:ascii="Arial" w:hAnsi="Arial" w:cs="Arial"/>
                <w:sz w:val="19"/>
                <w:szCs w:val="19"/>
                <w:lang w:val="en-GB" w:eastAsia="en-GB" w:bidi="th-TH"/>
              </w:rPr>
            </w:pPr>
          </w:p>
        </w:tc>
        <w:tc>
          <w:tcPr>
            <w:tcW w:w="1748" w:type="dxa"/>
            <w:tcBorders>
              <w:top w:val="single" w:sz="4" w:space="0" w:color="auto"/>
              <w:left w:val="nil"/>
              <w:bottom w:val="single" w:sz="12" w:space="0" w:color="auto"/>
              <w:right w:val="nil"/>
            </w:tcBorders>
            <w:vAlign w:val="bottom"/>
          </w:tcPr>
          <w:p w14:paraId="447C5F80" w14:textId="1F7F58E8" w:rsidR="00CA437C" w:rsidRPr="00EE62BB" w:rsidRDefault="00CA437C" w:rsidP="00CA437C">
            <w:pPr>
              <w:spacing w:before="60" w:after="30" w:line="276" w:lineRule="auto"/>
              <w:ind w:left="-157" w:right="-16"/>
              <w:jc w:val="right"/>
              <w:rPr>
                <w:rFonts w:ascii="Arial" w:hAnsi="Arial" w:cs="Arial"/>
                <w:sz w:val="19"/>
                <w:szCs w:val="19"/>
                <w:lang w:val="en-GB" w:eastAsia="en-GB"/>
              </w:rPr>
            </w:pPr>
            <w:r w:rsidRPr="00EE62BB">
              <w:rPr>
                <w:rFonts w:ascii="Arial" w:hAnsi="Arial" w:cs="Arial"/>
                <w:sz w:val="19"/>
                <w:szCs w:val="19"/>
              </w:rPr>
              <w:t>32,753</w:t>
            </w:r>
          </w:p>
        </w:tc>
      </w:tr>
    </w:tbl>
    <w:p w14:paraId="74840C29" w14:textId="77777777" w:rsidR="00024DE0" w:rsidRDefault="00024DE0" w:rsidP="007B6959">
      <w:pPr>
        <w:spacing w:line="360" w:lineRule="auto"/>
        <w:ind w:left="426"/>
        <w:jc w:val="thaiDistribute"/>
        <w:rPr>
          <w:rFonts w:ascii="Arial" w:hAnsi="Arial" w:cstheme="minorBidi"/>
          <w:sz w:val="19"/>
          <w:szCs w:val="19"/>
        </w:rPr>
      </w:pPr>
    </w:p>
    <w:p w14:paraId="65B66174" w14:textId="144D3867" w:rsidR="00292A69" w:rsidRDefault="00835A7B" w:rsidP="00F540A1">
      <w:pPr>
        <w:pStyle w:val="ListParagraph"/>
        <w:tabs>
          <w:tab w:val="num" w:pos="4046"/>
        </w:tabs>
        <w:spacing w:after="0" w:line="360" w:lineRule="auto"/>
        <w:ind w:left="426" w:right="62"/>
        <w:jc w:val="thaiDistribute"/>
        <w:rPr>
          <w:rFonts w:ascii="Arial" w:hAnsi="Arial" w:cstheme="minorBidi"/>
          <w:sz w:val="19"/>
          <w:szCs w:val="19"/>
          <w:lang w:val="en-GB"/>
        </w:rPr>
      </w:pPr>
      <w:r w:rsidRPr="00EB2D0E">
        <w:rPr>
          <w:rFonts w:ascii="Arial" w:hAnsi="Arial" w:cs="Arial"/>
          <w:sz w:val="19"/>
          <w:szCs w:val="19"/>
          <w:lang w:val="en-GB"/>
        </w:rPr>
        <w:t>Short</w:t>
      </w:r>
      <w:r w:rsidR="00292A69" w:rsidRPr="00EE62BB">
        <w:rPr>
          <w:rFonts w:ascii="Arial" w:hAnsi="Arial" w:cs="Arial"/>
          <w:sz w:val="19"/>
          <w:szCs w:val="19"/>
          <w:lang w:val="en-GB"/>
        </w:rPr>
        <w:t xml:space="preserve">-term </w:t>
      </w:r>
      <w:r w:rsidR="00292A69" w:rsidRPr="00EB2D0E">
        <w:rPr>
          <w:rFonts w:ascii="Arial" w:hAnsi="Arial" w:cs="Arial"/>
          <w:sz w:val="19"/>
          <w:szCs w:val="19"/>
          <w:lang w:val="en-GB"/>
        </w:rPr>
        <w:t>loan</w:t>
      </w:r>
      <w:r w:rsidR="00292A69" w:rsidRPr="00EE62BB">
        <w:rPr>
          <w:rFonts w:ascii="Arial" w:hAnsi="Arial" w:cs="Arial"/>
          <w:sz w:val="19"/>
          <w:szCs w:val="19"/>
          <w:lang w:val="en-GB"/>
        </w:rPr>
        <w:t xml:space="preserve"> to </w:t>
      </w:r>
      <w:r w:rsidR="00202D85" w:rsidRPr="00EB2D0E">
        <w:rPr>
          <w:rFonts w:ascii="Arial" w:hAnsi="Arial" w:cs="Arial"/>
          <w:sz w:val="19"/>
          <w:szCs w:val="19"/>
          <w:lang w:val="en-GB"/>
        </w:rPr>
        <w:t>Siam Steel Vietnam Co.,</w:t>
      </w:r>
      <w:r w:rsidR="008C209F" w:rsidRPr="00EB2D0E">
        <w:rPr>
          <w:rFonts w:ascii="Arial" w:hAnsi="Arial" w:cs="Arial"/>
          <w:sz w:val="19"/>
          <w:szCs w:val="19"/>
          <w:lang w:val="en-GB"/>
        </w:rPr>
        <w:t xml:space="preserve"> </w:t>
      </w:r>
      <w:r w:rsidR="00202D85" w:rsidRPr="00EB2D0E">
        <w:rPr>
          <w:rFonts w:ascii="Arial" w:hAnsi="Arial" w:cs="Arial"/>
          <w:sz w:val="19"/>
          <w:szCs w:val="19"/>
          <w:lang w:val="en-GB"/>
        </w:rPr>
        <w:t>Ltd</w:t>
      </w:r>
      <w:r w:rsidR="00772096" w:rsidRPr="00EB2D0E">
        <w:rPr>
          <w:rFonts w:ascii="Arial" w:hAnsi="Arial" w:cs="Arial"/>
          <w:sz w:val="19"/>
          <w:szCs w:val="19"/>
          <w:lang w:val="en-GB"/>
        </w:rPr>
        <w:t>.</w:t>
      </w:r>
      <w:r w:rsidR="00202D85" w:rsidRPr="00EB2D0E">
        <w:rPr>
          <w:rFonts w:ascii="Arial" w:hAnsi="Arial" w:cs="Arial"/>
          <w:sz w:val="19"/>
          <w:szCs w:val="19"/>
          <w:lang w:val="en-GB"/>
        </w:rPr>
        <w:t xml:space="preserve"> </w:t>
      </w:r>
      <w:r w:rsidR="00BB6706" w:rsidRPr="00EB2D0E">
        <w:rPr>
          <w:rFonts w:ascii="Arial" w:hAnsi="Arial" w:cs="Arial"/>
          <w:sz w:val="19"/>
          <w:szCs w:val="19"/>
          <w:lang w:val="en-GB"/>
        </w:rPr>
        <w:t xml:space="preserve">bears </w:t>
      </w:r>
      <w:r w:rsidR="00292A69" w:rsidRPr="00EE62BB">
        <w:rPr>
          <w:rFonts w:ascii="Arial" w:hAnsi="Arial" w:cs="Arial"/>
          <w:sz w:val="19"/>
          <w:szCs w:val="19"/>
          <w:lang w:val="en-GB"/>
        </w:rPr>
        <w:t xml:space="preserve">interest at the rate of </w:t>
      </w:r>
      <w:r w:rsidR="00927C39">
        <w:rPr>
          <w:rFonts w:ascii="Arial" w:hAnsi="Arial" w:cs="Arial"/>
          <w:sz w:val="19"/>
          <w:szCs w:val="19"/>
        </w:rPr>
        <w:t>3.25</w:t>
      </w:r>
      <w:r w:rsidR="00437336" w:rsidRPr="00EE62BB">
        <w:rPr>
          <w:rFonts w:ascii="Arial" w:hAnsi="Arial" w:cs="Arial"/>
          <w:sz w:val="19"/>
          <w:szCs w:val="19"/>
          <w:lang w:val="en-GB"/>
        </w:rPr>
        <w:t xml:space="preserve"> - </w:t>
      </w:r>
      <w:r w:rsidR="002A122D" w:rsidRPr="00EE62BB">
        <w:rPr>
          <w:rFonts w:ascii="Arial" w:hAnsi="Arial" w:cs="Arial"/>
          <w:sz w:val="19"/>
          <w:szCs w:val="19"/>
          <w:lang w:val="en-GB"/>
        </w:rPr>
        <w:t>6</w:t>
      </w:r>
      <w:r w:rsidR="00292A69" w:rsidRPr="00EE62BB">
        <w:rPr>
          <w:rFonts w:ascii="Arial" w:hAnsi="Arial" w:cs="Arial"/>
          <w:sz w:val="19"/>
          <w:szCs w:val="19"/>
          <w:lang w:val="en-GB"/>
        </w:rPr>
        <w:t>.</w:t>
      </w:r>
      <w:r w:rsidR="002A122D" w:rsidRPr="00EE62BB">
        <w:rPr>
          <w:rFonts w:ascii="Arial" w:hAnsi="Arial" w:cs="Arial"/>
          <w:sz w:val="19"/>
          <w:szCs w:val="19"/>
          <w:lang w:val="en-GB"/>
        </w:rPr>
        <w:t>9</w:t>
      </w:r>
      <w:r w:rsidR="00292A69" w:rsidRPr="00EE62BB">
        <w:rPr>
          <w:rFonts w:ascii="Arial" w:hAnsi="Arial" w:cs="Arial"/>
          <w:sz w:val="19"/>
          <w:szCs w:val="19"/>
          <w:lang w:val="en-GB"/>
        </w:rPr>
        <w:t>0% per annum</w:t>
      </w:r>
      <w:r w:rsidR="00F34C3A">
        <w:rPr>
          <w:rFonts w:ascii="Arial" w:hAnsi="Arial" w:cs="Arial"/>
          <w:sz w:val="19"/>
          <w:szCs w:val="19"/>
          <w:lang w:val="en-GB"/>
        </w:rPr>
        <w:t xml:space="preserve"> </w:t>
      </w:r>
      <w:r w:rsidR="00BB6706" w:rsidRPr="00EB2D0E">
        <w:rPr>
          <w:rFonts w:ascii="Arial" w:hAnsi="Arial" w:cs="Arial"/>
          <w:sz w:val="19"/>
          <w:szCs w:val="19"/>
          <w:lang w:val="en-GB"/>
        </w:rPr>
        <w:t>with</w:t>
      </w:r>
      <w:r w:rsidR="00BF3B81" w:rsidRPr="00EB2D0E">
        <w:rPr>
          <w:rFonts w:ascii="Arial" w:hAnsi="Arial" w:cs="Arial"/>
          <w:sz w:val="19"/>
          <w:szCs w:val="19"/>
          <w:lang w:val="en-GB"/>
        </w:rPr>
        <w:t>out</w:t>
      </w:r>
      <w:r w:rsidR="00C61AA7">
        <w:rPr>
          <w:rFonts w:ascii="Arial" w:hAnsi="Arial" w:cs="Arial"/>
          <w:sz w:val="19"/>
          <w:szCs w:val="19"/>
          <w:lang w:val="en-GB"/>
        </w:rPr>
        <w:t xml:space="preserve"> </w:t>
      </w:r>
      <w:r w:rsidR="00BB6706" w:rsidRPr="00EB2D0E">
        <w:rPr>
          <w:rFonts w:ascii="Arial" w:hAnsi="Arial" w:cs="Arial"/>
          <w:sz w:val="19"/>
          <w:szCs w:val="19"/>
          <w:lang w:val="en-GB"/>
        </w:rPr>
        <w:t>collateral</w:t>
      </w:r>
      <w:r w:rsidR="00292A69" w:rsidRPr="00EB2D0E">
        <w:rPr>
          <w:rFonts w:ascii="Arial" w:hAnsi="Arial" w:cs="Arial"/>
          <w:sz w:val="19"/>
          <w:szCs w:val="19"/>
          <w:lang w:val="en-GB"/>
        </w:rPr>
        <w:t>.</w:t>
      </w:r>
      <w:r w:rsidR="00C61AA7">
        <w:rPr>
          <w:rFonts w:ascii="Arial" w:hAnsi="Arial" w:cs="Arial"/>
          <w:sz w:val="19"/>
          <w:szCs w:val="19"/>
          <w:lang w:val="en-GB"/>
        </w:rPr>
        <w:t xml:space="preserve"> </w:t>
      </w:r>
      <w:r w:rsidR="00292A69" w:rsidRPr="00EB2D0E">
        <w:rPr>
          <w:rFonts w:ascii="Arial" w:hAnsi="Arial" w:cs="Arial"/>
          <w:sz w:val="19"/>
          <w:szCs w:val="19"/>
          <w:lang w:val="en-GB"/>
        </w:rPr>
        <w:t>The</w:t>
      </w:r>
      <w:r w:rsidR="00C61AA7">
        <w:rPr>
          <w:rFonts w:ascii="Arial" w:hAnsi="Arial" w:cs="Arial"/>
          <w:sz w:val="19"/>
          <w:szCs w:val="19"/>
          <w:lang w:val="en-GB"/>
        </w:rPr>
        <w:t xml:space="preserve"> </w:t>
      </w:r>
      <w:r w:rsidR="00292A69" w:rsidRPr="00EB2D0E">
        <w:rPr>
          <w:rFonts w:ascii="Arial" w:hAnsi="Arial" w:cs="Arial"/>
          <w:sz w:val="19"/>
          <w:szCs w:val="19"/>
          <w:lang w:val="en-GB"/>
        </w:rPr>
        <w:t>loan</w:t>
      </w:r>
      <w:r w:rsidR="0007409C" w:rsidRPr="00EB2D0E">
        <w:rPr>
          <w:rFonts w:ascii="Arial" w:hAnsi="Arial" w:cs="Arial"/>
          <w:sz w:val="19"/>
          <w:szCs w:val="19"/>
          <w:lang w:val="en-GB"/>
        </w:rPr>
        <w:t>s</w:t>
      </w:r>
      <w:r w:rsidR="00C61AA7">
        <w:rPr>
          <w:rFonts w:ascii="Arial" w:hAnsi="Arial" w:cs="Arial"/>
          <w:sz w:val="19"/>
          <w:szCs w:val="19"/>
          <w:lang w:val="en-GB"/>
        </w:rPr>
        <w:t xml:space="preserve"> </w:t>
      </w:r>
      <w:r w:rsidR="00EF3F31" w:rsidRPr="00EB2D0E">
        <w:rPr>
          <w:rFonts w:ascii="Arial" w:hAnsi="Arial" w:cs="Arial"/>
          <w:sz w:val="19"/>
          <w:szCs w:val="19"/>
          <w:lang w:val="en-GB"/>
        </w:rPr>
        <w:t>are</w:t>
      </w:r>
      <w:r w:rsidR="00292A69" w:rsidRPr="00EB2D0E">
        <w:rPr>
          <w:rFonts w:ascii="Arial" w:hAnsi="Arial" w:cs="Arial"/>
          <w:sz w:val="19"/>
          <w:szCs w:val="19"/>
          <w:lang w:val="en-GB"/>
        </w:rPr>
        <w:t xml:space="preserve"> </w:t>
      </w:r>
      <w:r w:rsidR="001A0012" w:rsidRPr="00EB2D0E">
        <w:rPr>
          <w:rFonts w:ascii="Arial" w:hAnsi="Arial" w:cs="Arial"/>
          <w:sz w:val="19"/>
          <w:szCs w:val="19"/>
          <w:lang w:val="en-GB"/>
        </w:rPr>
        <w:t>due</w:t>
      </w:r>
      <w:r w:rsidR="0007409C" w:rsidRPr="00EB2D0E">
        <w:rPr>
          <w:rFonts w:ascii="Arial" w:hAnsi="Arial" w:cs="Arial"/>
          <w:sz w:val="19"/>
          <w:szCs w:val="19"/>
          <w:cs/>
          <w:lang w:val="en-GB"/>
        </w:rPr>
        <w:t xml:space="preserve"> </w:t>
      </w:r>
      <w:r w:rsidR="0007409C" w:rsidRPr="00EB2D0E">
        <w:rPr>
          <w:rFonts w:ascii="Arial" w:hAnsi="Arial" w:cs="Arial"/>
          <w:sz w:val="19"/>
          <w:szCs w:val="19"/>
          <w:lang w:val="en-GB"/>
        </w:rPr>
        <w:t>with</w:t>
      </w:r>
      <w:r w:rsidR="00EF3F31" w:rsidRPr="00EB2D0E">
        <w:rPr>
          <w:rFonts w:ascii="Arial" w:hAnsi="Arial" w:cs="Arial"/>
          <w:sz w:val="19"/>
          <w:szCs w:val="19"/>
          <w:lang w:val="en-GB"/>
        </w:rPr>
        <w:t xml:space="preserve">in </w:t>
      </w:r>
      <w:r w:rsidR="00A06443" w:rsidRPr="00EB2D0E">
        <w:rPr>
          <w:rFonts w:ascii="Arial" w:hAnsi="Arial" w:cs="Arial"/>
          <w:sz w:val="19"/>
          <w:szCs w:val="19"/>
          <w:lang w:val="en-GB"/>
        </w:rPr>
        <w:t>one year</w:t>
      </w:r>
      <w:r w:rsidR="008B65C2" w:rsidRPr="00EB2D0E">
        <w:rPr>
          <w:rFonts w:ascii="Arial" w:hAnsi="Arial" w:cs="Arial"/>
          <w:sz w:val="19"/>
          <w:szCs w:val="19"/>
          <w:lang w:val="en-GB"/>
        </w:rPr>
        <w:t>.</w:t>
      </w:r>
    </w:p>
    <w:p w14:paraId="616D7369" w14:textId="56AAEB96" w:rsidR="00F540A1" w:rsidRPr="00AB3CAC" w:rsidRDefault="00DC3699" w:rsidP="00457528">
      <w:pPr>
        <w:rPr>
          <w:rFonts w:ascii="Arial" w:hAnsi="Arial" w:cstheme="minorBidi"/>
          <w:sz w:val="19"/>
          <w:szCs w:val="19"/>
          <w:cs/>
          <w:lang w:val="en-GB"/>
        </w:rPr>
      </w:pPr>
      <w:r>
        <w:rPr>
          <w:rFonts w:ascii="Arial" w:hAnsi="Arial" w:cstheme="minorBidi"/>
          <w:sz w:val="19"/>
          <w:szCs w:val="19"/>
          <w:cs/>
          <w:lang w:val="en-GB"/>
        </w:rPr>
        <w:br w:type="page"/>
      </w:r>
    </w:p>
    <w:tbl>
      <w:tblPr>
        <w:tblW w:w="9102" w:type="dxa"/>
        <w:tblInd w:w="414" w:type="dxa"/>
        <w:tblLayout w:type="fixed"/>
        <w:tblLook w:val="04A0" w:firstRow="1" w:lastRow="0" w:firstColumn="1" w:lastColumn="0" w:noHBand="0" w:noVBand="1"/>
      </w:tblPr>
      <w:tblGrid>
        <w:gridCol w:w="3272"/>
        <w:gridCol w:w="1374"/>
        <w:gridCol w:w="243"/>
        <w:gridCol w:w="1206"/>
        <w:gridCol w:w="236"/>
        <w:gridCol w:w="1290"/>
        <w:gridCol w:w="241"/>
        <w:gridCol w:w="1240"/>
      </w:tblGrid>
      <w:tr w:rsidR="005C5A4E" w:rsidRPr="00EE62BB" w14:paraId="49F71B32" w14:textId="77777777" w:rsidTr="001F6A55">
        <w:trPr>
          <w:cantSplit/>
        </w:trPr>
        <w:tc>
          <w:tcPr>
            <w:tcW w:w="3272" w:type="dxa"/>
          </w:tcPr>
          <w:p w14:paraId="13E2EF82" w14:textId="77777777" w:rsidR="005C5A4E" w:rsidRPr="00EE62BB" w:rsidRDefault="005C5A4E" w:rsidP="005B1EF5">
            <w:pPr>
              <w:pStyle w:val="3"/>
              <w:tabs>
                <w:tab w:val="clear" w:pos="360"/>
              </w:tabs>
              <w:spacing w:line="360" w:lineRule="auto"/>
              <w:ind w:left="-56"/>
              <w:jc w:val="center"/>
              <w:rPr>
                <w:rFonts w:ascii="Arial" w:hAnsi="Arial" w:cs="Arial"/>
                <w:sz w:val="19"/>
                <w:szCs w:val="19"/>
                <w:lang w:val="en-GB"/>
              </w:rPr>
            </w:pPr>
          </w:p>
        </w:tc>
        <w:tc>
          <w:tcPr>
            <w:tcW w:w="2823" w:type="dxa"/>
            <w:gridSpan w:val="3"/>
            <w:vAlign w:val="bottom"/>
          </w:tcPr>
          <w:p w14:paraId="040AFE69" w14:textId="77777777" w:rsidR="005C5A4E" w:rsidRPr="00EE62BB" w:rsidRDefault="005C5A4E" w:rsidP="005B1EF5">
            <w:pPr>
              <w:spacing w:line="360" w:lineRule="auto"/>
              <w:ind w:right="-62"/>
              <w:jc w:val="center"/>
              <w:rPr>
                <w:rFonts w:ascii="Arial" w:hAnsi="Arial" w:cs="Arial"/>
                <w:sz w:val="19"/>
                <w:szCs w:val="19"/>
                <w:lang w:val="en-GB" w:eastAsia="en-GB"/>
              </w:rPr>
            </w:pPr>
          </w:p>
        </w:tc>
        <w:tc>
          <w:tcPr>
            <w:tcW w:w="236" w:type="dxa"/>
            <w:vAlign w:val="bottom"/>
          </w:tcPr>
          <w:p w14:paraId="34CEADC1" w14:textId="77777777" w:rsidR="005C5A4E" w:rsidRPr="00EE62BB" w:rsidRDefault="005C5A4E" w:rsidP="005B1EF5">
            <w:pPr>
              <w:spacing w:line="360" w:lineRule="auto"/>
              <w:ind w:right="-62"/>
              <w:jc w:val="center"/>
              <w:rPr>
                <w:rFonts w:ascii="Arial" w:hAnsi="Arial" w:cs="Arial"/>
                <w:sz w:val="19"/>
                <w:szCs w:val="19"/>
                <w:lang w:val="en-GB" w:eastAsia="en-GB"/>
              </w:rPr>
            </w:pPr>
          </w:p>
        </w:tc>
        <w:tc>
          <w:tcPr>
            <w:tcW w:w="2771" w:type="dxa"/>
            <w:gridSpan w:val="3"/>
            <w:vAlign w:val="bottom"/>
            <w:hideMark/>
          </w:tcPr>
          <w:p w14:paraId="77EC9402" w14:textId="77777777" w:rsidR="005C5A4E" w:rsidRPr="00EE62BB" w:rsidRDefault="005C5A4E" w:rsidP="005B1EF5">
            <w:pPr>
              <w:spacing w:line="360" w:lineRule="auto"/>
              <w:ind w:right="-62"/>
              <w:jc w:val="right"/>
              <w:rPr>
                <w:rFonts w:ascii="Arial" w:hAnsi="Arial" w:cs="Arial"/>
                <w:sz w:val="19"/>
                <w:szCs w:val="19"/>
                <w:lang w:val="en-GB" w:eastAsia="en-GB"/>
              </w:rPr>
            </w:pPr>
            <w:r w:rsidRPr="00EE62BB">
              <w:rPr>
                <w:rFonts w:ascii="Arial" w:hAnsi="Arial" w:cs="Arial"/>
                <w:sz w:val="19"/>
                <w:szCs w:val="19"/>
                <w:lang w:val="en-GB" w:eastAsia="en-GB"/>
              </w:rPr>
              <w:t>(Unit : Thousand Baht)</w:t>
            </w:r>
          </w:p>
        </w:tc>
      </w:tr>
      <w:tr w:rsidR="005C5A4E" w:rsidRPr="00EE62BB" w14:paraId="76033785" w14:textId="77777777" w:rsidTr="001F6A55">
        <w:trPr>
          <w:cantSplit/>
        </w:trPr>
        <w:tc>
          <w:tcPr>
            <w:tcW w:w="3272" w:type="dxa"/>
            <w:hideMark/>
          </w:tcPr>
          <w:p w14:paraId="27DB1A6B" w14:textId="77777777" w:rsidR="005C5A4E" w:rsidRPr="00EE62BB" w:rsidRDefault="005C5A4E" w:rsidP="005B1EF5">
            <w:pPr>
              <w:pStyle w:val="3"/>
              <w:tabs>
                <w:tab w:val="clear" w:pos="360"/>
              </w:tabs>
              <w:spacing w:line="360" w:lineRule="auto"/>
              <w:ind w:left="-56"/>
              <w:jc w:val="center"/>
              <w:rPr>
                <w:rFonts w:ascii="Arial" w:hAnsi="Arial" w:cs="Arial"/>
                <w:sz w:val="19"/>
                <w:szCs w:val="19"/>
                <w:lang w:val="en-GB"/>
              </w:rPr>
            </w:pPr>
            <w:r w:rsidRPr="00EE62BB">
              <w:rPr>
                <w:rFonts w:ascii="Arial" w:hAnsi="Arial" w:cs="Arial"/>
                <w:b/>
                <w:bCs/>
                <w:sz w:val="19"/>
                <w:szCs w:val="19"/>
                <w:lang w:val="en-GB"/>
              </w:rPr>
              <w:tab/>
            </w:r>
          </w:p>
        </w:tc>
        <w:tc>
          <w:tcPr>
            <w:tcW w:w="2823" w:type="dxa"/>
            <w:gridSpan w:val="3"/>
            <w:tcBorders>
              <w:top w:val="nil"/>
              <w:left w:val="nil"/>
              <w:bottom w:val="single" w:sz="4" w:space="0" w:color="auto"/>
              <w:right w:val="nil"/>
            </w:tcBorders>
            <w:vAlign w:val="bottom"/>
            <w:hideMark/>
          </w:tcPr>
          <w:p w14:paraId="2F78F45D" w14:textId="77777777" w:rsidR="005C5A4E" w:rsidRDefault="00FC302D" w:rsidP="005B1EF5">
            <w:pPr>
              <w:spacing w:line="360" w:lineRule="auto"/>
              <w:ind w:right="-62"/>
              <w:jc w:val="center"/>
              <w:rPr>
                <w:rFonts w:ascii="Arial" w:hAnsi="Arial" w:cs="Arial"/>
                <w:sz w:val="19"/>
                <w:szCs w:val="19"/>
                <w:lang w:val="en-GB" w:eastAsia="en-GB"/>
              </w:rPr>
            </w:pPr>
            <w:r w:rsidRPr="00EE62BB">
              <w:rPr>
                <w:rFonts w:ascii="Arial" w:hAnsi="Arial" w:cs="Arial"/>
                <w:sz w:val="19"/>
                <w:szCs w:val="19"/>
                <w:lang w:val="en-GB" w:eastAsia="en-GB"/>
              </w:rPr>
              <w:t>Consolidated</w:t>
            </w:r>
          </w:p>
          <w:p w14:paraId="1B9138C4" w14:textId="4E436C5A" w:rsidR="00202FD8" w:rsidRPr="00EE62BB" w:rsidRDefault="00202FD8" w:rsidP="005B1EF5">
            <w:pPr>
              <w:spacing w:line="360" w:lineRule="auto"/>
              <w:ind w:right="-62"/>
              <w:jc w:val="center"/>
              <w:rPr>
                <w:rFonts w:ascii="Arial" w:hAnsi="Arial" w:cs="Arial"/>
                <w:sz w:val="19"/>
                <w:szCs w:val="19"/>
                <w:lang w:val="en-GB" w:eastAsia="en-GB"/>
              </w:rPr>
            </w:pPr>
            <w:r w:rsidRPr="00887648">
              <w:rPr>
                <w:rFonts w:ascii="Arial" w:hAnsi="Arial" w:cs="Arial"/>
                <w:sz w:val="19"/>
                <w:szCs w:val="19"/>
              </w:rPr>
              <w:t>financial information</w:t>
            </w:r>
          </w:p>
        </w:tc>
        <w:tc>
          <w:tcPr>
            <w:tcW w:w="236" w:type="dxa"/>
            <w:vAlign w:val="bottom"/>
          </w:tcPr>
          <w:p w14:paraId="2D3B6C07" w14:textId="77777777" w:rsidR="005C5A4E" w:rsidRPr="00EE62BB" w:rsidRDefault="005C5A4E" w:rsidP="005B1EF5">
            <w:pPr>
              <w:spacing w:line="360" w:lineRule="auto"/>
              <w:ind w:right="-62"/>
              <w:jc w:val="center"/>
              <w:rPr>
                <w:rFonts w:ascii="Arial" w:hAnsi="Arial" w:cs="Arial"/>
                <w:sz w:val="19"/>
                <w:szCs w:val="19"/>
                <w:lang w:val="en-GB" w:eastAsia="en-GB"/>
              </w:rPr>
            </w:pPr>
          </w:p>
        </w:tc>
        <w:tc>
          <w:tcPr>
            <w:tcW w:w="2771" w:type="dxa"/>
            <w:gridSpan w:val="3"/>
            <w:tcBorders>
              <w:top w:val="nil"/>
              <w:left w:val="nil"/>
              <w:bottom w:val="single" w:sz="4" w:space="0" w:color="auto"/>
              <w:right w:val="nil"/>
            </w:tcBorders>
            <w:vAlign w:val="bottom"/>
            <w:hideMark/>
          </w:tcPr>
          <w:p w14:paraId="2A3F80B9" w14:textId="77777777" w:rsidR="005C5A4E" w:rsidRDefault="00FC302D" w:rsidP="005B1EF5">
            <w:pPr>
              <w:spacing w:line="360" w:lineRule="auto"/>
              <w:ind w:right="-62"/>
              <w:jc w:val="center"/>
              <w:rPr>
                <w:rFonts w:ascii="Arial" w:hAnsi="Arial" w:cs="Arial"/>
                <w:sz w:val="19"/>
                <w:szCs w:val="19"/>
                <w:lang w:val="en-GB" w:eastAsia="en-GB"/>
              </w:rPr>
            </w:pPr>
            <w:r w:rsidRPr="00EE62BB">
              <w:rPr>
                <w:rFonts w:ascii="Arial" w:hAnsi="Arial" w:cs="Arial"/>
                <w:sz w:val="19"/>
                <w:szCs w:val="19"/>
                <w:lang w:val="en-GB" w:eastAsia="en-GB"/>
              </w:rPr>
              <w:t>Separate</w:t>
            </w:r>
          </w:p>
          <w:p w14:paraId="5BAC248E" w14:textId="6139FA3E" w:rsidR="00202FD8" w:rsidRPr="00EE62BB" w:rsidRDefault="00202FD8" w:rsidP="005B1EF5">
            <w:pPr>
              <w:spacing w:line="360" w:lineRule="auto"/>
              <w:ind w:right="-62"/>
              <w:jc w:val="center"/>
              <w:rPr>
                <w:rFonts w:ascii="Arial" w:hAnsi="Arial" w:cs="Arial"/>
                <w:sz w:val="19"/>
                <w:szCs w:val="19"/>
                <w:lang w:val="en-GB" w:eastAsia="en-GB"/>
              </w:rPr>
            </w:pPr>
            <w:r w:rsidRPr="00887648">
              <w:rPr>
                <w:rFonts w:ascii="Arial" w:hAnsi="Arial" w:cs="Arial"/>
                <w:sz w:val="19"/>
                <w:szCs w:val="19"/>
              </w:rPr>
              <w:t>financial information</w:t>
            </w:r>
          </w:p>
        </w:tc>
      </w:tr>
      <w:tr w:rsidR="00415AB9" w:rsidRPr="00EE62BB" w14:paraId="5861EA7D" w14:textId="77777777" w:rsidTr="001F6A55">
        <w:trPr>
          <w:cantSplit/>
        </w:trPr>
        <w:tc>
          <w:tcPr>
            <w:tcW w:w="3272" w:type="dxa"/>
          </w:tcPr>
          <w:p w14:paraId="7475E4A5" w14:textId="77777777" w:rsidR="00415AB9" w:rsidRPr="00EE62BB" w:rsidRDefault="00415AB9" w:rsidP="00415AB9">
            <w:pPr>
              <w:pStyle w:val="3"/>
              <w:tabs>
                <w:tab w:val="clear" w:pos="360"/>
              </w:tabs>
              <w:spacing w:before="60" w:after="30" w:line="276" w:lineRule="auto"/>
              <w:ind w:left="-56"/>
              <w:rPr>
                <w:rFonts w:ascii="Arial" w:hAnsi="Arial" w:cs="Arial"/>
                <w:sz w:val="19"/>
                <w:szCs w:val="19"/>
                <w:lang w:val="en-GB"/>
              </w:rPr>
            </w:pPr>
          </w:p>
        </w:tc>
        <w:tc>
          <w:tcPr>
            <w:tcW w:w="1374" w:type="dxa"/>
            <w:tcBorders>
              <w:top w:val="nil"/>
              <w:left w:val="nil"/>
              <w:bottom w:val="single" w:sz="4" w:space="0" w:color="auto"/>
              <w:right w:val="nil"/>
            </w:tcBorders>
            <w:vAlign w:val="bottom"/>
            <w:hideMark/>
          </w:tcPr>
          <w:p w14:paraId="69D18D8B" w14:textId="6AA5C2B9" w:rsidR="00415AB9" w:rsidRPr="00EE62BB" w:rsidRDefault="005A6F59" w:rsidP="00415AB9">
            <w:pPr>
              <w:tabs>
                <w:tab w:val="left" w:pos="694"/>
              </w:tabs>
              <w:spacing w:before="60" w:after="30" w:line="276" w:lineRule="auto"/>
              <w:ind w:left="-108" w:right="-105"/>
              <w:jc w:val="center"/>
              <w:rPr>
                <w:rFonts w:ascii="Arial" w:hAnsi="Arial" w:cs="Arial"/>
                <w:sz w:val="19"/>
                <w:szCs w:val="19"/>
                <w:lang w:eastAsia="en-GB"/>
              </w:rPr>
            </w:pPr>
            <w:r w:rsidRPr="00EE62BB">
              <w:rPr>
                <w:rFonts w:ascii="Arial" w:hAnsi="Arial" w:cs="Arial"/>
                <w:sz w:val="19"/>
                <w:szCs w:val="19"/>
              </w:rPr>
              <w:t xml:space="preserve">31 March </w:t>
            </w:r>
            <w:r w:rsidR="0039764B">
              <w:rPr>
                <w:rFonts w:ascii="Arial" w:hAnsi="Arial" w:cs="Arial"/>
                <w:sz w:val="19"/>
                <w:szCs w:val="19"/>
              </w:rPr>
              <w:br/>
            </w:r>
            <w:r w:rsidRPr="00EE62BB">
              <w:rPr>
                <w:rFonts w:ascii="Arial" w:hAnsi="Arial" w:cs="Arial"/>
                <w:sz w:val="19"/>
                <w:szCs w:val="19"/>
              </w:rPr>
              <w:t>2024</w:t>
            </w:r>
          </w:p>
        </w:tc>
        <w:tc>
          <w:tcPr>
            <w:tcW w:w="243" w:type="dxa"/>
          </w:tcPr>
          <w:p w14:paraId="272FF43A" w14:textId="77777777" w:rsidR="00415AB9" w:rsidRPr="00EE62BB" w:rsidRDefault="00415AB9" w:rsidP="00415AB9">
            <w:pPr>
              <w:pStyle w:val="BodyTextIndent3"/>
              <w:spacing w:before="60" w:after="30" w:line="276" w:lineRule="auto"/>
              <w:ind w:left="-108" w:right="-105"/>
              <w:jc w:val="center"/>
              <w:rPr>
                <w:rFonts w:ascii="Arial" w:hAnsi="Arial" w:cs="Arial"/>
                <w:sz w:val="19"/>
                <w:szCs w:val="19"/>
                <w:lang w:val="en-GB" w:eastAsia="en-GB"/>
              </w:rPr>
            </w:pPr>
          </w:p>
        </w:tc>
        <w:tc>
          <w:tcPr>
            <w:tcW w:w="1206" w:type="dxa"/>
            <w:tcBorders>
              <w:top w:val="nil"/>
              <w:left w:val="nil"/>
              <w:bottom w:val="single" w:sz="4" w:space="0" w:color="auto"/>
              <w:right w:val="nil"/>
            </w:tcBorders>
            <w:vAlign w:val="bottom"/>
            <w:hideMark/>
          </w:tcPr>
          <w:p w14:paraId="75B909AB" w14:textId="6908B00B" w:rsidR="00415AB9" w:rsidRPr="00EE62BB" w:rsidRDefault="00415AB9" w:rsidP="00415AB9">
            <w:pPr>
              <w:spacing w:before="60" w:after="30" w:line="276" w:lineRule="auto"/>
              <w:ind w:left="-108" w:right="-105"/>
              <w:jc w:val="center"/>
              <w:rPr>
                <w:rFonts w:ascii="Arial" w:hAnsi="Arial" w:cs="Arial"/>
                <w:sz w:val="19"/>
                <w:szCs w:val="19"/>
                <w:lang w:val="en-GB" w:eastAsia="en-GB"/>
              </w:rPr>
            </w:pPr>
            <w:r w:rsidRPr="00EE62BB">
              <w:rPr>
                <w:rFonts w:ascii="Arial" w:hAnsi="Arial" w:cs="Arial"/>
                <w:sz w:val="19"/>
                <w:szCs w:val="19"/>
              </w:rPr>
              <w:t xml:space="preserve">31 December </w:t>
            </w:r>
            <w:r w:rsidRPr="00EE62BB">
              <w:rPr>
                <w:rFonts w:ascii="Arial" w:hAnsi="Arial" w:cs="Arial"/>
                <w:sz w:val="19"/>
                <w:szCs w:val="19"/>
                <w:lang w:val="en-GB"/>
              </w:rPr>
              <w:t>202</w:t>
            </w:r>
            <w:r w:rsidR="005A6F59" w:rsidRPr="00EE62BB">
              <w:rPr>
                <w:rFonts w:ascii="Arial" w:hAnsi="Arial" w:cs="Arial"/>
                <w:sz w:val="19"/>
                <w:szCs w:val="19"/>
                <w:lang w:val="en-GB"/>
              </w:rPr>
              <w:t>3</w:t>
            </w:r>
          </w:p>
        </w:tc>
        <w:tc>
          <w:tcPr>
            <w:tcW w:w="236" w:type="dxa"/>
          </w:tcPr>
          <w:p w14:paraId="56B4D297" w14:textId="77777777" w:rsidR="00415AB9" w:rsidRPr="00EE62BB" w:rsidRDefault="00415AB9" w:rsidP="00415AB9">
            <w:pPr>
              <w:spacing w:before="60" w:after="30" w:line="276" w:lineRule="auto"/>
              <w:ind w:left="-108" w:right="-105"/>
              <w:jc w:val="center"/>
              <w:rPr>
                <w:rFonts w:ascii="Arial" w:hAnsi="Arial" w:cs="Arial"/>
                <w:sz w:val="19"/>
                <w:szCs w:val="19"/>
                <w:lang w:val="en-GB" w:eastAsia="en-GB"/>
              </w:rPr>
            </w:pPr>
          </w:p>
        </w:tc>
        <w:tc>
          <w:tcPr>
            <w:tcW w:w="1290" w:type="dxa"/>
            <w:tcBorders>
              <w:top w:val="nil"/>
              <w:left w:val="nil"/>
              <w:bottom w:val="single" w:sz="4" w:space="0" w:color="auto"/>
              <w:right w:val="nil"/>
            </w:tcBorders>
            <w:vAlign w:val="bottom"/>
            <w:hideMark/>
          </w:tcPr>
          <w:p w14:paraId="71FFD33A" w14:textId="742C15CF" w:rsidR="00415AB9" w:rsidRPr="00EE62BB" w:rsidRDefault="005A6F59" w:rsidP="00415AB9">
            <w:pPr>
              <w:tabs>
                <w:tab w:val="left" w:pos="694"/>
              </w:tabs>
              <w:spacing w:before="60" w:after="30" w:line="276" w:lineRule="auto"/>
              <w:ind w:left="-108" w:right="-105"/>
              <w:jc w:val="center"/>
              <w:rPr>
                <w:rFonts w:ascii="Arial" w:hAnsi="Arial" w:cs="Arial"/>
                <w:sz w:val="19"/>
                <w:szCs w:val="19"/>
                <w:lang w:val="en-GB" w:eastAsia="en-GB"/>
              </w:rPr>
            </w:pPr>
            <w:r w:rsidRPr="00EE62BB">
              <w:rPr>
                <w:rFonts w:ascii="Arial" w:hAnsi="Arial" w:cs="Arial"/>
                <w:sz w:val="19"/>
                <w:szCs w:val="19"/>
              </w:rPr>
              <w:t xml:space="preserve">31 March </w:t>
            </w:r>
            <w:r w:rsidR="0039764B">
              <w:rPr>
                <w:rFonts w:ascii="Arial" w:hAnsi="Arial" w:cs="Arial"/>
                <w:sz w:val="19"/>
                <w:szCs w:val="19"/>
              </w:rPr>
              <w:br/>
            </w:r>
            <w:r w:rsidRPr="00EE62BB">
              <w:rPr>
                <w:rFonts w:ascii="Arial" w:hAnsi="Arial" w:cs="Arial"/>
                <w:sz w:val="19"/>
                <w:szCs w:val="19"/>
              </w:rPr>
              <w:t>2024</w:t>
            </w:r>
          </w:p>
        </w:tc>
        <w:tc>
          <w:tcPr>
            <w:tcW w:w="241" w:type="dxa"/>
          </w:tcPr>
          <w:p w14:paraId="7E57593E" w14:textId="77777777" w:rsidR="00415AB9" w:rsidRPr="00EE62BB" w:rsidRDefault="00415AB9" w:rsidP="00415AB9">
            <w:pPr>
              <w:pStyle w:val="BodyTextIndent3"/>
              <w:spacing w:before="60" w:after="30" w:line="276" w:lineRule="auto"/>
              <w:ind w:left="-108" w:right="-105"/>
              <w:jc w:val="center"/>
              <w:rPr>
                <w:rFonts w:ascii="Arial" w:hAnsi="Arial" w:cs="Arial"/>
                <w:sz w:val="19"/>
                <w:szCs w:val="19"/>
                <w:lang w:val="en-GB" w:eastAsia="en-GB"/>
              </w:rPr>
            </w:pPr>
          </w:p>
        </w:tc>
        <w:tc>
          <w:tcPr>
            <w:tcW w:w="1240" w:type="dxa"/>
            <w:tcBorders>
              <w:top w:val="nil"/>
              <w:left w:val="nil"/>
              <w:bottom w:val="single" w:sz="4" w:space="0" w:color="auto"/>
              <w:right w:val="nil"/>
            </w:tcBorders>
            <w:vAlign w:val="bottom"/>
            <w:hideMark/>
          </w:tcPr>
          <w:p w14:paraId="7807A56B" w14:textId="005374C2" w:rsidR="00415AB9" w:rsidRPr="00EE62BB" w:rsidRDefault="00415AB9" w:rsidP="00415AB9">
            <w:pPr>
              <w:spacing w:before="60" w:after="30" w:line="276" w:lineRule="auto"/>
              <w:ind w:left="-108" w:right="-105"/>
              <w:jc w:val="center"/>
              <w:rPr>
                <w:rFonts w:ascii="Arial" w:hAnsi="Arial" w:cs="Arial"/>
                <w:sz w:val="19"/>
                <w:szCs w:val="19"/>
                <w:lang w:val="en-GB" w:eastAsia="en-GB"/>
              </w:rPr>
            </w:pPr>
            <w:r w:rsidRPr="00EE62BB">
              <w:rPr>
                <w:rFonts w:ascii="Arial" w:hAnsi="Arial" w:cs="Arial"/>
                <w:sz w:val="19"/>
                <w:szCs w:val="19"/>
              </w:rPr>
              <w:t xml:space="preserve">31 December </w:t>
            </w:r>
            <w:r w:rsidRPr="00EE62BB">
              <w:rPr>
                <w:rFonts w:ascii="Arial" w:hAnsi="Arial" w:cs="Arial"/>
                <w:sz w:val="19"/>
                <w:szCs w:val="19"/>
                <w:lang w:val="en-GB"/>
              </w:rPr>
              <w:t>202</w:t>
            </w:r>
            <w:r w:rsidR="005A6F59" w:rsidRPr="00EE62BB">
              <w:rPr>
                <w:rFonts w:ascii="Arial" w:hAnsi="Arial" w:cs="Arial"/>
                <w:sz w:val="19"/>
                <w:szCs w:val="19"/>
                <w:lang w:val="en-GB"/>
              </w:rPr>
              <w:t>3</w:t>
            </w:r>
          </w:p>
        </w:tc>
      </w:tr>
      <w:tr w:rsidR="005340FC" w:rsidRPr="00457528" w14:paraId="1A2362BF" w14:textId="77777777" w:rsidTr="006935E6">
        <w:trPr>
          <w:cantSplit/>
          <w:trHeight w:val="80"/>
        </w:trPr>
        <w:tc>
          <w:tcPr>
            <w:tcW w:w="4646" w:type="dxa"/>
            <w:gridSpan w:val="2"/>
            <w:vAlign w:val="bottom"/>
            <w:hideMark/>
          </w:tcPr>
          <w:p w14:paraId="11F857FD" w14:textId="0E2A429B" w:rsidR="005340FC" w:rsidRPr="00457528" w:rsidRDefault="005340FC" w:rsidP="00103D2F">
            <w:pPr>
              <w:spacing w:before="60" w:after="30" w:line="276" w:lineRule="auto"/>
              <w:ind w:left="-114"/>
              <w:rPr>
                <w:rFonts w:ascii="Arial" w:hAnsi="Arial" w:cs="Arial"/>
                <w:sz w:val="10"/>
                <w:szCs w:val="10"/>
                <w:lang w:val="en-GB" w:eastAsia="en-GB"/>
              </w:rPr>
            </w:pPr>
          </w:p>
        </w:tc>
        <w:tc>
          <w:tcPr>
            <w:tcW w:w="243" w:type="dxa"/>
          </w:tcPr>
          <w:p w14:paraId="7F542D25" w14:textId="77777777" w:rsidR="005340FC" w:rsidRPr="00457528" w:rsidRDefault="005340FC" w:rsidP="00103D2F">
            <w:pPr>
              <w:spacing w:before="60" w:after="30" w:line="276" w:lineRule="auto"/>
              <w:ind w:left="-157"/>
              <w:jc w:val="right"/>
              <w:rPr>
                <w:rFonts w:ascii="Arial" w:hAnsi="Arial" w:cs="Arial"/>
                <w:sz w:val="10"/>
                <w:szCs w:val="10"/>
                <w:lang w:val="en-GB" w:eastAsia="en-GB"/>
              </w:rPr>
            </w:pPr>
          </w:p>
        </w:tc>
        <w:tc>
          <w:tcPr>
            <w:tcW w:w="1206" w:type="dxa"/>
            <w:tcBorders>
              <w:top w:val="nil"/>
              <w:left w:val="nil"/>
              <w:right w:val="nil"/>
            </w:tcBorders>
            <w:vAlign w:val="bottom"/>
          </w:tcPr>
          <w:p w14:paraId="5B54D309" w14:textId="5549BF91" w:rsidR="005340FC" w:rsidRPr="00457528" w:rsidRDefault="005340FC" w:rsidP="00103D2F">
            <w:pPr>
              <w:spacing w:before="60" w:after="30" w:line="276" w:lineRule="auto"/>
              <w:ind w:left="-157"/>
              <w:jc w:val="right"/>
              <w:rPr>
                <w:rFonts w:ascii="Arial" w:hAnsi="Arial" w:cs="Arial"/>
                <w:sz w:val="10"/>
                <w:szCs w:val="10"/>
                <w:lang w:val="en-GB" w:eastAsia="en-GB"/>
              </w:rPr>
            </w:pPr>
          </w:p>
        </w:tc>
        <w:tc>
          <w:tcPr>
            <w:tcW w:w="236" w:type="dxa"/>
          </w:tcPr>
          <w:p w14:paraId="6030DE01" w14:textId="77777777" w:rsidR="005340FC" w:rsidRPr="00457528" w:rsidRDefault="005340FC" w:rsidP="00103D2F">
            <w:pPr>
              <w:spacing w:before="60" w:after="30" w:line="276" w:lineRule="auto"/>
              <w:ind w:left="-157"/>
              <w:jc w:val="right"/>
              <w:rPr>
                <w:rFonts w:ascii="Arial" w:hAnsi="Arial" w:cs="Arial"/>
                <w:sz w:val="10"/>
                <w:szCs w:val="10"/>
                <w:lang w:val="en-GB" w:eastAsia="en-GB"/>
              </w:rPr>
            </w:pPr>
          </w:p>
        </w:tc>
        <w:tc>
          <w:tcPr>
            <w:tcW w:w="1290" w:type="dxa"/>
            <w:tcBorders>
              <w:top w:val="nil"/>
              <w:left w:val="nil"/>
              <w:right w:val="nil"/>
            </w:tcBorders>
            <w:vAlign w:val="bottom"/>
          </w:tcPr>
          <w:p w14:paraId="4DC1AF1E" w14:textId="69F41EAD" w:rsidR="005340FC" w:rsidRPr="00457528" w:rsidRDefault="005340FC" w:rsidP="00103D2F">
            <w:pPr>
              <w:spacing w:before="60" w:after="30" w:line="276" w:lineRule="auto"/>
              <w:ind w:left="-157"/>
              <w:jc w:val="right"/>
              <w:rPr>
                <w:rFonts w:ascii="Arial" w:hAnsi="Arial" w:cs="Arial"/>
                <w:sz w:val="10"/>
                <w:szCs w:val="10"/>
                <w:lang w:val="en-GB" w:eastAsia="en-GB"/>
              </w:rPr>
            </w:pPr>
          </w:p>
        </w:tc>
        <w:tc>
          <w:tcPr>
            <w:tcW w:w="241" w:type="dxa"/>
          </w:tcPr>
          <w:p w14:paraId="1A67FB2D" w14:textId="77777777" w:rsidR="005340FC" w:rsidRPr="00457528" w:rsidRDefault="005340FC" w:rsidP="00103D2F">
            <w:pPr>
              <w:pStyle w:val="TOC6"/>
              <w:spacing w:before="60" w:after="30" w:line="276" w:lineRule="auto"/>
              <w:ind w:left="-157"/>
              <w:rPr>
                <w:rFonts w:cs="Arial"/>
                <w:sz w:val="10"/>
                <w:szCs w:val="10"/>
                <w:lang w:val="en-GB" w:eastAsia="en-GB"/>
              </w:rPr>
            </w:pPr>
          </w:p>
        </w:tc>
        <w:tc>
          <w:tcPr>
            <w:tcW w:w="1240" w:type="dxa"/>
            <w:tcBorders>
              <w:top w:val="nil"/>
              <w:left w:val="nil"/>
              <w:right w:val="nil"/>
            </w:tcBorders>
            <w:vAlign w:val="bottom"/>
          </w:tcPr>
          <w:p w14:paraId="221BA8B1" w14:textId="21FC5FCE" w:rsidR="005340FC" w:rsidRPr="00457528" w:rsidRDefault="005340FC" w:rsidP="00103D2F">
            <w:pPr>
              <w:spacing w:before="60" w:after="30" w:line="276" w:lineRule="auto"/>
              <w:ind w:left="-157"/>
              <w:jc w:val="right"/>
              <w:rPr>
                <w:rFonts w:ascii="Arial" w:hAnsi="Arial" w:cs="Arial"/>
                <w:color w:val="FF0000"/>
                <w:sz w:val="10"/>
                <w:szCs w:val="10"/>
                <w:lang w:val="en-GB" w:eastAsia="en-GB"/>
              </w:rPr>
            </w:pPr>
          </w:p>
        </w:tc>
      </w:tr>
      <w:tr w:rsidR="00AE386A" w:rsidRPr="00EE62BB" w14:paraId="1F51E216" w14:textId="77777777" w:rsidTr="006935E6">
        <w:trPr>
          <w:cantSplit/>
          <w:trHeight w:val="80"/>
        </w:trPr>
        <w:tc>
          <w:tcPr>
            <w:tcW w:w="4646" w:type="dxa"/>
            <w:gridSpan w:val="2"/>
            <w:vAlign w:val="bottom"/>
          </w:tcPr>
          <w:p w14:paraId="021CFECF" w14:textId="59B071FE" w:rsidR="00AE386A" w:rsidRPr="00EE62BB" w:rsidRDefault="00AE386A" w:rsidP="00103D2F">
            <w:pPr>
              <w:spacing w:before="60" w:after="30" w:line="276" w:lineRule="auto"/>
              <w:ind w:left="-114"/>
              <w:rPr>
                <w:rFonts w:ascii="Arial" w:hAnsi="Arial" w:cs="Arial"/>
                <w:sz w:val="19"/>
                <w:szCs w:val="19"/>
                <w:u w:val="single"/>
                <w:lang w:val="en-GB" w:eastAsia="en-GB"/>
              </w:rPr>
            </w:pPr>
            <w:r w:rsidRPr="00EE62BB">
              <w:rPr>
                <w:rFonts w:ascii="Arial" w:hAnsi="Arial" w:cs="Arial"/>
                <w:sz w:val="19"/>
                <w:szCs w:val="19"/>
                <w:u w:val="single"/>
                <w:lang w:val="en-GB" w:eastAsia="en-GB"/>
              </w:rPr>
              <w:t>Trade accounts payable</w:t>
            </w:r>
          </w:p>
        </w:tc>
        <w:tc>
          <w:tcPr>
            <w:tcW w:w="243" w:type="dxa"/>
          </w:tcPr>
          <w:p w14:paraId="2D67F16A" w14:textId="77777777" w:rsidR="00AE386A" w:rsidRPr="00EE62BB" w:rsidRDefault="00AE386A" w:rsidP="00103D2F">
            <w:pPr>
              <w:spacing w:before="60" w:after="30" w:line="276" w:lineRule="auto"/>
              <w:ind w:left="-157"/>
              <w:jc w:val="right"/>
              <w:rPr>
                <w:rFonts w:ascii="Arial" w:hAnsi="Arial" w:cs="Arial"/>
                <w:sz w:val="19"/>
                <w:szCs w:val="19"/>
                <w:lang w:val="en-GB" w:eastAsia="en-GB"/>
              </w:rPr>
            </w:pPr>
          </w:p>
        </w:tc>
        <w:tc>
          <w:tcPr>
            <w:tcW w:w="1206" w:type="dxa"/>
            <w:tcBorders>
              <w:top w:val="nil"/>
              <w:left w:val="nil"/>
              <w:right w:val="nil"/>
            </w:tcBorders>
            <w:vAlign w:val="bottom"/>
          </w:tcPr>
          <w:p w14:paraId="07A53B6B" w14:textId="77777777" w:rsidR="00AE386A" w:rsidRPr="00EE62BB" w:rsidRDefault="00AE386A" w:rsidP="00103D2F">
            <w:pPr>
              <w:spacing w:before="60" w:after="30" w:line="276" w:lineRule="auto"/>
              <w:ind w:left="-157"/>
              <w:jc w:val="right"/>
              <w:rPr>
                <w:rFonts w:ascii="Arial" w:hAnsi="Arial" w:cs="Arial"/>
                <w:sz w:val="19"/>
                <w:szCs w:val="19"/>
                <w:lang w:val="en-GB" w:eastAsia="en-GB"/>
              </w:rPr>
            </w:pPr>
          </w:p>
        </w:tc>
        <w:tc>
          <w:tcPr>
            <w:tcW w:w="236" w:type="dxa"/>
          </w:tcPr>
          <w:p w14:paraId="68E51C0F" w14:textId="77777777" w:rsidR="00AE386A" w:rsidRPr="00EE62BB" w:rsidRDefault="00AE386A" w:rsidP="00103D2F">
            <w:pPr>
              <w:spacing w:before="60" w:after="30" w:line="276" w:lineRule="auto"/>
              <w:ind w:left="-157"/>
              <w:jc w:val="right"/>
              <w:rPr>
                <w:rFonts w:ascii="Arial" w:hAnsi="Arial" w:cs="Arial"/>
                <w:sz w:val="19"/>
                <w:szCs w:val="19"/>
                <w:lang w:val="en-GB" w:eastAsia="en-GB"/>
              </w:rPr>
            </w:pPr>
          </w:p>
        </w:tc>
        <w:tc>
          <w:tcPr>
            <w:tcW w:w="1290" w:type="dxa"/>
            <w:tcBorders>
              <w:top w:val="nil"/>
              <w:left w:val="nil"/>
              <w:right w:val="nil"/>
            </w:tcBorders>
            <w:vAlign w:val="bottom"/>
          </w:tcPr>
          <w:p w14:paraId="38726163" w14:textId="77777777" w:rsidR="00AE386A" w:rsidRPr="00EE62BB" w:rsidRDefault="00AE386A" w:rsidP="00103D2F">
            <w:pPr>
              <w:spacing w:before="60" w:after="30" w:line="276" w:lineRule="auto"/>
              <w:ind w:left="-157"/>
              <w:jc w:val="right"/>
              <w:rPr>
                <w:rFonts w:ascii="Arial" w:hAnsi="Arial" w:cs="Arial"/>
                <w:sz w:val="19"/>
                <w:szCs w:val="19"/>
                <w:lang w:val="en-GB" w:eastAsia="en-GB"/>
              </w:rPr>
            </w:pPr>
          </w:p>
        </w:tc>
        <w:tc>
          <w:tcPr>
            <w:tcW w:w="241" w:type="dxa"/>
          </w:tcPr>
          <w:p w14:paraId="170EE90F" w14:textId="77777777" w:rsidR="00AE386A" w:rsidRPr="00EE62BB" w:rsidRDefault="00AE386A" w:rsidP="00103D2F">
            <w:pPr>
              <w:pStyle w:val="TOC6"/>
              <w:spacing w:before="60" w:after="30" w:line="276" w:lineRule="auto"/>
              <w:ind w:left="-157"/>
              <w:rPr>
                <w:rFonts w:cs="Arial"/>
                <w:sz w:val="19"/>
                <w:szCs w:val="19"/>
                <w:lang w:val="en-GB" w:eastAsia="en-GB"/>
              </w:rPr>
            </w:pPr>
          </w:p>
        </w:tc>
        <w:tc>
          <w:tcPr>
            <w:tcW w:w="1240" w:type="dxa"/>
            <w:tcBorders>
              <w:top w:val="nil"/>
              <w:left w:val="nil"/>
              <w:right w:val="nil"/>
            </w:tcBorders>
            <w:vAlign w:val="bottom"/>
          </w:tcPr>
          <w:p w14:paraId="320FB2FA" w14:textId="77777777" w:rsidR="00AE386A" w:rsidRPr="00EE62BB" w:rsidRDefault="00AE386A" w:rsidP="00103D2F">
            <w:pPr>
              <w:spacing w:before="60" w:after="30" w:line="276" w:lineRule="auto"/>
              <w:ind w:left="-157"/>
              <w:jc w:val="right"/>
              <w:rPr>
                <w:rFonts w:ascii="Arial" w:hAnsi="Arial" w:cs="Arial"/>
                <w:color w:val="FF0000"/>
                <w:sz w:val="19"/>
                <w:szCs w:val="19"/>
                <w:lang w:val="en-GB" w:eastAsia="en-GB"/>
              </w:rPr>
            </w:pPr>
          </w:p>
        </w:tc>
      </w:tr>
      <w:tr w:rsidR="00FD5A6D" w:rsidRPr="00EE62BB" w14:paraId="606ED8C9" w14:textId="77777777" w:rsidTr="001F6A55">
        <w:trPr>
          <w:cantSplit/>
        </w:trPr>
        <w:tc>
          <w:tcPr>
            <w:tcW w:w="3272" w:type="dxa"/>
            <w:vAlign w:val="bottom"/>
          </w:tcPr>
          <w:p w14:paraId="447D3FC1" w14:textId="03A8B37F" w:rsidR="00FD5A6D" w:rsidRPr="00EE62BB" w:rsidRDefault="00FD5A6D" w:rsidP="00FD5A6D">
            <w:pPr>
              <w:spacing w:before="60" w:after="30" w:line="276" w:lineRule="auto"/>
              <w:ind w:left="-108" w:firstLine="419"/>
              <w:rPr>
                <w:rFonts w:ascii="Arial" w:hAnsi="Arial" w:cs="Arial"/>
                <w:sz w:val="19"/>
                <w:szCs w:val="19"/>
                <w:lang w:val="en-GB" w:eastAsia="en-GB"/>
              </w:rPr>
            </w:pPr>
            <w:r w:rsidRPr="00EE62BB">
              <w:rPr>
                <w:rFonts w:ascii="Arial" w:hAnsi="Arial" w:cs="Arial"/>
                <w:sz w:val="19"/>
                <w:szCs w:val="19"/>
                <w:lang w:val="en-GB" w:eastAsia="en-GB"/>
              </w:rPr>
              <w:t>Related companies</w:t>
            </w:r>
          </w:p>
        </w:tc>
        <w:tc>
          <w:tcPr>
            <w:tcW w:w="1374" w:type="dxa"/>
            <w:tcBorders>
              <w:left w:val="nil"/>
              <w:bottom w:val="single" w:sz="12" w:space="0" w:color="auto"/>
              <w:right w:val="nil"/>
            </w:tcBorders>
            <w:vAlign w:val="bottom"/>
          </w:tcPr>
          <w:p w14:paraId="1403B8D7" w14:textId="105F8CA2" w:rsidR="00FD5A6D" w:rsidRPr="00EE62BB" w:rsidRDefault="004B3D27" w:rsidP="00FD5A6D">
            <w:pPr>
              <w:spacing w:before="60" w:after="30" w:line="276" w:lineRule="auto"/>
              <w:ind w:left="-108"/>
              <w:jc w:val="right"/>
              <w:rPr>
                <w:rFonts w:ascii="Arial" w:hAnsi="Arial" w:cs="Arial"/>
                <w:sz w:val="19"/>
                <w:szCs w:val="19"/>
              </w:rPr>
            </w:pPr>
            <w:r w:rsidRPr="008F6D7C">
              <w:rPr>
                <w:rFonts w:ascii="Arial" w:hAnsi="Arial" w:cs="Arial"/>
                <w:sz w:val="19"/>
                <w:szCs w:val="19"/>
                <w:cs/>
              </w:rPr>
              <w:t>153</w:t>
            </w:r>
            <w:r w:rsidRPr="004B3D27">
              <w:rPr>
                <w:rFonts w:ascii="Arial" w:hAnsi="Arial" w:cs="Arial"/>
                <w:sz w:val="19"/>
                <w:szCs w:val="19"/>
              </w:rPr>
              <w:t>,</w:t>
            </w:r>
            <w:r w:rsidRPr="008F6D7C">
              <w:rPr>
                <w:rFonts w:ascii="Arial" w:hAnsi="Arial" w:cs="Arial"/>
                <w:sz w:val="19"/>
                <w:szCs w:val="19"/>
                <w:cs/>
              </w:rPr>
              <w:t>226</w:t>
            </w:r>
          </w:p>
        </w:tc>
        <w:tc>
          <w:tcPr>
            <w:tcW w:w="243" w:type="dxa"/>
          </w:tcPr>
          <w:p w14:paraId="6DD6CEE5" w14:textId="77777777" w:rsidR="00FD5A6D" w:rsidRPr="00EE62BB" w:rsidRDefault="00FD5A6D" w:rsidP="00FD5A6D">
            <w:pPr>
              <w:spacing w:before="60" w:after="30" w:line="276" w:lineRule="auto"/>
              <w:ind w:left="-108" w:firstLine="419"/>
              <w:jc w:val="right"/>
              <w:rPr>
                <w:rFonts w:ascii="Arial" w:hAnsi="Arial" w:cs="Arial"/>
                <w:sz w:val="19"/>
                <w:szCs w:val="19"/>
                <w:lang w:val="en-GB" w:eastAsia="en-GB"/>
              </w:rPr>
            </w:pPr>
          </w:p>
        </w:tc>
        <w:tc>
          <w:tcPr>
            <w:tcW w:w="1206" w:type="dxa"/>
            <w:tcBorders>
              <w:left w:val="nil"/>
              <w:bottom w:val="single" w:sz="12" w:space="0" w:color="auto"/>
              <w:right w:val="nil"/>
            </w:tcBorders>
            <w:vAlign w:val="bottom"/>
          </w:tcPr>
          <w:p w14:paraId="64CC0945" w14:textId="1E9D10E0" w:rsidR="00FD5A6D" w:rsidRPr="00EE62BB" w:rsidRDefault="00D557B9" w:rsidP="00FD5A6D">
            <w:pPr>
              <w:spacing w:before="60" w:after="30" w:line="276" w:lineRule="auto"/>
              <w:ind w:left="-108"/>
              <w:jc w:val="right"/>
              <w:rPr>
                <w:rFonts w:ascii="Arial" w:hAnsi="Arial" w:cs="Arial"/>
                <w:sz w:val="19"/>
                <w:szCs w:val="19"/>
                <w:lang w:val="en-GB" w:eastAsia="en-GB"/>
              </w:rPr>
            </w:pPr>
            <w:r w:rsidRPr="00EE62BB">
              <w:rPr>
                <w:rFonts w:ascii="Arial" w:hAnsi="Arial" w:cs="Arial"/>
                <w:sz w:val="19"/>
                <w:szCs w:val="19"/>
              </w:rPr>
              <w:t>89,875</w:t>
            </w:r>
          </w:p>
        </w:tc>
        <w:tc>
          <w:tcPr>
            <w:tcW w:w="236" w:type="dxa"/>
          </w:tcPr>
          <w:p w14:paraId="028C936E" w14:textId="77777777" w:rsidR="00FD5A6D" w:rsidRPr="00EE62BB" w:rsidRDefault="00FD5A6D" w:rsidP="00FD5A6D">
            <w:pPr>
              <w:spacing w:before="60" w:after="30" w:line="276" w:lineRule="auto"/>
              <w:ind w:left="-108" w:firstLine="419"/>
              <w:jc w:val="right"/>
              <w:rPr>
                <w:rFonts w:ascii="Arial" w:hAnsi="Arial" w:cs="Arial"/>
                <w:sz w:val="19"/>
                <w:szCs w:val="19"/>
                <w:lang w:val="en-GB" w:eastAsia="en-GB"/>
              </w:rPr>
            </w:pPr>
          </w:p>
        </w:tc>
        <w:tc>
          <w:tcPr>
            <w:tcW w:w="1290" w:type="dxa"/>
            <w:tcBorders>
              <w:left w:val="nil"/>
              <w:bottom w:val="single" w:sz="12" w:space="0" w:color="auto"/>
              <w:right w:val="nil"/>
            </w:tcBorders>
            <w:vAlign w:val="bottom"/>
          </w:tcPr>
          <w:p w14:paraId="6600A3FF" w14:textId="4347E535" w:rsidR="00FD5A6D" w:rsidRPr="00EE62BB" w:rsidRDefault="00E41A98" w:rsidP="00FD5A6D">
            <w:pPr>
              <w:spacing w:before="60" w:after="30" w:line="276" w:lineRule="auto"/>
              <w:ind w:left="-108" w:firstLine="419"/>
              <w:jc w:val="right"/>
              <w:rPr>
                <w:rFonts w:ascii="Arial" w:hAnsi="Arial" w:cs="Arial"/>
                <w:sz w:val="19"/>
                <w:szCs w:val="19"/>
              </w:rPr>
            </w:pPr>
            <w:r w:rsidRPr="008F6D7C">
              <w:rPr>
                <w:rFonts w:ascii="Arial" w:hAnsi="Arial" w:cs="Arial"/>
                <w:sz w:val="19"/>
                <w:szCs w:val="19"/>
                <w:cs/>
              </w:rPr>
              <w:t>153</w:t>
            </w:r>
            <w:r w:rsidRPr="00E41A98">
              <w:rPr>
                <w:rFonts w:ascii="Arial" w:hAnsi="Arial" w:cs="Arial"/>
                <w:sz w:val="19"/>
                <w:szCs w:val="19"/>
              </w:rPr>
              <w:t>,</w:t>
            </w:r>
            <w:r w:rsidRPr="008F6D7C">
              <w:rPr>
                <w:rFonts w:ascii="Arial" w:hAnsi="Arial" w:cs="Arial"/>
                <w:sz w:val="19"/>
                <w:szCs w:val="19"/>
                <w:cs/>
              </w:rPr>
              <w:t>226</w:t>
            </w:r>
          </w:p>
        </w:tc>
        <w:tc>
          <w:tcPr>
            <w:tcW w:w="241" w:type="dxa"/>
          </w:tcPr>
          <w:p w14:paraId="41A060F4" w14:textId="77777777" w:rsidR="00FD5A6D" w:rsidRPr="00EE62BB" w:rsidRDefault="00FD5A6D" w:rsidP="00FD5A6D">
            <w:pPr>
              <w:spacing w:before="60" w:after="30" w:line="276" w:lineRule="auto"/>
              <w:ind w:left="-108" w:firstLine="419"/>
              <w:jc w:val="right"/>
              <w:rPr>
                <w:rFonts w:ascii="Arial" w:hAnsi="Arial" w:cs="Arial"/>
                <w:sz w:val="19"/>
                <w:szCs w:val="19"/>
                <w:lang w:val="en-GB" w:eastAsia="en-GB"/>
              </w:rPr>
            </w:pPr>
          </w:p>
        </w:tc>
        <w:tc>
          <w:tcPr>
            <w:tcW w:w="1240" w:type="dxa"/>
            <w:tcBorders>
              <w:left w:val="nil"/>
              <w:bottom w:val="single" w:sz="12" w:space="0" w:color="auto"/>
              <w:right w:val="nil"/>
            </w:tcBorders>
            <w:vAlign w:val="bottom"/>
          </w:tcPr>
          <w:p w14:paraId="40B45006" w14:textId="22364CF7" w:rsidR="00FD5A6D" w:rsidRPr="00EE62BB" w:rsidRDefault="00582B66" w:rsidP="00FD5A6D">
            <w:pPr>
              <w:spacing w:before="60" w:after="30" w:line="276" w:lineRule="auto"/>
              <w:ind w:left="-108" w:firstLine="419"/>
              <w:jc w:val="right"/>
              <w:rPr>
                <w:rFonts w:ascii="Arial" w:hAnsi="Arial" w:cs="Arial"/>
                <w:sz w:val="19"/>
                <w:szCs w:val="19"/>
              </w:rPr>
            </w:pPr>
            <w:r w:rsidRPr="00EE62BB">
              <w:rPr>
                <w:rFonts w:ascii="Arial" w:hAnsi="Arial" w:cs="Arial"/>
                <w:sz w:val="19"/>
                <w:szCs w:val="19"/>
              </w:rPr>
              <w:t>86,678</w:t>
            </w:r>
          </w:p>
        </w:tc>
      </w:tr>
      <w:tr w:rsidR="00FD5A6D" w:rsidRPr="00457528" w14:paraId="79F80C05" w14:textId="77777777" w:rsidTr="001F6A55">
        <w:trPr>
          <w:cantSplit/>
        </w:trPr>
        <w:tc>
          <w:tcPr>
            <w:tcW w:w="3272" w:type="dxa"/>
            <w:vAlign w:val="bottom"/>
          </w:tcPr>
          <w:p w14:paraId="5A90080F" w14:textId="77777777" w:rsidR="00FD5A6D" w:rsidRPr="00457528" w:rsidRDefault="00FD5A6D" w:rsidP="00FD5A6D">
            <w:pPr>
              <w:spacing w:before="60" w:after="30" w:line="276" w:lineRule="auto"/>
              <w:ind w:right="28"/>
              <w:rPr>
                <w:rFonts w:ascii="Arial" w:hAnsi="Arial" w:cs="Arial"/>
                <w:sz w:val="10"/>
                <w:szCs w:val="10"/>
                <w:lang w:val="en-GB" w:eastAsia="en-GB"/>
              </w:rPr>
            </w:pPr>
          </w:p>
        </w:tc>
        <w:tc>
          <w:tcPr>
            <w:tcW w:w="1374" w:type="dxa"/>
            <w:tcBorders>
              <w:top w:val="single" w:sz="12" w:space="0" w:color="auto"/>
              <w:left w:val="nil"/>
              <w:bottom w:val="nil"/>
              <w:right w:val="nil"/>
            </w:tcBorders>
            <w:vAlign w:val="bottom"/>
          </w:tcPr>
          <w:p w14:paraId="62921D03" w14:textId="77777777" w:rsidR="00FD5A6D" w:rsidRPr="00457528" w:rsidRDefault="00FD5A6D" w:rsidP="00FD5A6D">
            <w:pPr>
              <w:spacing w:before="60" w:after="30" w:line="276" w:lineRule="auto"/>
              <w:ind w:left="-157"/>
              <w:jc w:val="right"/>
              <w:rPr>
                <w:rFonts w:ascii="Arial" w:hAnsi="Arial" w:cs="Arial"/>
                <w:sz w:val="10"/>
                <w:szCs w:val="10"/>
                <w:lang w:val="en-GB" w:eastAsia="en-GB"/>
              </w:rPr>
            </w:pPr>
          </w:p>
        </w:tc>
        <w:tc>
          <w:tcPr>
            <w:tcW w:w="243" w:type="dxa"/>
            <w:vAlign w:val="bottom"/>
          </w:tcPr>
          <w:p w14:paraId="1A6FD5B5" w14:textId="77777777" w:rsidR="00FD5A6D" w:rsidRPr="00457528" w:rsidRDefault="00FD5A6D" w:rsidP="00FD5A6D">
            <w:pPr>
              <w:spacing w:before="60" w:after="30" w:line="276" w:lineRule="auto"/>
              <w:ind w:left="-157"/>
              <w:jc w:val="right"/>
              <w:rPr>
                <w:rFonts w:ascii="Arial" w:hAnsi="Arial" w:cs="Arial"/>
                <w:sz w:val="10"/>
                <w:szCs w:val="10"/>
                <w:lang w:val="en-GB" w:eastAsia="en-GB"/>
              </w:rPr>
            </w:pPr>
          </w:p>
        </w:tc>
        <w:tc>
          <w:tcPr>
            <w:tcW w:w="1206" w:type="dxa"/>
            <w:tcBorders>
              <w:top w:val="single" w:sz="12" w:space="0" w:color="auto"/>
              <w:left w:val="nil"/>
              <w:bottom w:val="nil"/>
              <w:right w:val="nil"/>
            </w:tcBorders>
            <w:vAlign w:val="bottom"/>
          </w:tcPr>
          <w:p w14:paraId="4F663D85" w14:textId="77777777" w:rsidR="00FD5A6D" w:rsidRPr="00457528" w:rsidRDefault="00FD5A6D" w:rsidP="00FD5A6D">
            <w:pPr>
              <w:spacing w:before="60" w:after="30" w:line="276" w:lineRule="auto"/>
              <w:ind w:left="-157"/>
              <w:jc w:val="right"/>
              <w:rPr>
                <w:rFonts w:ascii="Arial" w:hAnsi="Arial" w:cs="Arial"/>
                <w:color w:val="FF0000"/>
                <w:sz w:val="10"/>
                <w:szCs w:val="10"/>
                <w:lang w:val="en-GB" w:eastAsia="en-GB"/>
              </w:rPr>
            </w:pPr>
          </w:p>
        </w:tc>
        <w:tc>
          <w:tcPr>
            <w:tcW w:w="236" w:type="dxa"/>
            <w:vAlign w:val="bottom"/>
          </w:tcPr>
          <w:p w14:paraId="2052FD12" w14:textId="77777777" w:rsidR="00FD5A6D" w:rsidRPr="00457528" w:rsidRDefault="00FD5A6D" w:rsidP="00FD5A6D">
            <w:pPr>
              <w:spacing w:before="60" w:after="30" w:line="276" w:lineRule="auto"/>
              <w:ind w:left="-157"/>
              <w:jc w:val="right"/>
              <w:rPr>
                <w:rFonts w:ascii="Arial" w:hAnsi="Arial" w:cs="Arial"/>
                <w:color w:val="FF0000"/>
                <w:sz w:val="10"/>
                <w:szCs w:val="10"/>
                <w:lang w:val="en-GB" w:eastAsia="en-GB"/>
              </w:rPr>
            </w:pPr>
          </w:p>
        </w:tc>
        <w:tc>
          <w:tcPr>
            <w:tcW w:w="1290" w:type="dxa"/>
            <w:tcBorders>
              <w:top w:val="single" w:sz="12" w:space="0" w:color="auto"/>
              <w:left w:val="nil"/>
              <w:bottom w:val="nil"/>
              <w:right w:val="nil"/>
            </w:tcBorders>
            <w:vAlign w:val="bottom"/>
          </w:tcPr>
          <w:p w14:paraId="2AC368A4" w14:textId="77777777" w:rsidR="00FD5A6D" w:rsidRPr="00457528" w:rsidRDefault="00FD5A6D" w:rsidP="008F6D7C">
            <w:pPr>
              <w:spacing w:before="60" w:after="30" w:line="276" w:lineRule="auto"/>
              <w:ind w:left="-108" w:firstLine="419"/>
              <w:jc w:val="right"/>
              <w:rPr>
                <w:rFonts w:ascii="Arial" w:hAnsi="Arial" w:cs="Arial"/>
                <w:sz w:val="10"/>
                <w:szCs w:val="10"/>
              </w:rPr>
            </w:pPr>
          </w:p>
        </w:tc>
        <w:tc>
          <w:tcPr>
            <w:tcW w:w="241" w:type="dxa"/>
            <w:vAlign w:val="bottom"/>
          </w:tcPr>
          <w:p w14:paraId="259231E6" w14:textId="77777777" w:rsidR="00FD5A6D" w:rsidRPr="00457528" w:rsidRDefault="00FD5A6D" w:rsidP="00FD5A6D">
            <w:pPr>
              <w:pStyle w:val="TOC6"/>
              <w:spacing w:before="60" w:after="30" w:line="276" w:lineRule="auto"/>
              <w:ind w:left="-157"/>
              <w:rPr>
                <w:rFonts w:cs="Arial"/>
                <w:sz w:val="10"/>
                <w:szCs w:val="10"/>
                <w:lang w:val="en-GB" w:eastAsia="en-GB"/>
              </w:rPr>
            </w:pPr>
          </w:p>
        </w:tc>
        <w:tc>
          <w:tcPr>
            <w:tcW w:w="1240" w:type="dxa"/>
            <w:tcBorders>
              <w:top w:val="single" w:sz="12" w:space="0" w:color="auto"/>
              <w:left w:val="nil"/>
              <w:bottom w:val="nil"/>
              <w:right w:val="nil"/>
            </w:tcBorders>
            <w:vAlign w:val="bottom"/>
          </w:tcPr>
          <w:p w14:paraId="7491019E" w14:textId="77777777" w:rsidR="00FD5A6D" w:rsidRPr="00457528" w:rsidRDefault="00FD5A6D" w:rsidP="00FD5A6D">
            <w:pPr>
              <w:spacing w:before="60" w:after="30" w:line="276" w:lineRule="auto"/>
              <w:ind w:left="-157"/>
              <w:jc w:val="right"/>
              <w:rPr>
                <w:rFonts w:ascii="Arial" w:hAnsi="Arial" w:cs="Arial"/>
                <w:color w:val="FF0000"/>
                <w:sz w:val="10"/>
                <w:szCs w:val="10"/>
                <w:lang w:val="en-GB" w:eastAsia="en-GB"/>
              </w:rPr>
            </w:pPr>
          </w:p>
        </w:tc>
      </w:tr>
      <w:tr w:rsidR="00FD5A6D" w:rsidRPr="00EE62BB" w14:paraId="182F93DC" w14:textId="2E8AE67F" w:rsidTr="006935E6">
        <w:trPr>
          <w:cantSplit/>
          <w:trHeight w:val="169"/>
        </w:trPr>
        <w:tc>
          <w:tcPr>
            <w:tcW w:w="4646" w:type="dxa"/>
            <w:gridSpan w:val="2"/>
            <w:vAlign w:val="bottom"/>
            <w:hideMark/>
          </w:tcPr>
          <w:p w14:paraId="538E2D87" w14:textId="44530ABA" w:rsidR="00FD5A6D" w:rsidRPr="00EE62BB" w:rsidRDefault="00FD5A6D" w:rsidP="00FD5A6D">
            <w:pPr>
              <w:spacing w:before="60" w:after="30" w:line="276" w:lineRule="auto"/>
              <w:ind w:left="-88"/>
              <w:rPr>
                <w:rFonts w:ascii="Arial" w:hAnsi="Arial" w:cs="Arial"/>
                <w:sz w:val="19"/>
                <w:szCs w:val="19"/>
                <w:lang w:val="en-GB" w:eastAsia="en-GB"/>
              </w:rPr>
            </w:pPr>
            <w:r w:rsidRPr="00EE62BB">
              <w:rPr>
                <w:rFonts w:ascii="Arial" w:hAnsi="Arial" w:cs="Arial"/>
                <w:sz w:val="19"/>
                <w:szCs w:val="19"/>
                <w:u w:val="single"/>
                <w:lang w:val="en-GB" w:eastAsia="en-GB"/>
              </w:rPr>
              <w:t>Key management personnel compensation</w:t>
            </w:r>
          </w:p>
        </w:tc>
        <w:tc>
          <w:tcPr>
            <w:tcW w:w="243" w:type="dxa"/>
            <w:vAlign w:val="bottom"/>
          </w:tcPr>
          <w:p w14:paraId="1075681E" w14:textId="77777777" w:rsidR="00FD5A6D" w:rsidRPr="00EE62BB" w:rsidRDefault="00FD5A6D" w:rsidP="00FD5A6D">
            <w:pPr>
              <w:spacing w:before="60" w:after="30" w:line="276" w:lineRule="auto"/>
              <w:ind w:left="-157" w:right="86"/>
              <w:jc w:val="right"/>
              <w:rPr>
                <w:rFonts w:ascii="Arial" w:hAnsi="Arial" w:cs="Arial"/>
                <w:sz w:val="19"/>
                <w:szCs w:val="19"/>
                <w:lang w:val="en-GB" w:eastAsia="en-GB"/>
              </w:rPr>
            </w:pPr>
          </w:p>
        </w:tc>
        <w:tc>
          <w:tcPr>
            <w:tcW w:w="1206" w:type="dxa"/>
            <w:vAlign w:val="bottom"/>
          </w:tcPr>
          <w:p w14:paraId="0327F2BC" w14:textId="77777777" w:rsidR="00FD5A6D" w:rsidRPr="00EE62BB" w:rsidRDefault="00FD5A6D" w:rsidP="00FD5A6D">
            <w:pPr>
              <w:spacing w:before="60" w:after="30" w:line="276" w:lineRule="auto"/>
              <w:ind w:left="-157"/>
              <w:jc w:val="right"/>
              <w:rPr>
                <w:rFonts w:ascii="Arial" w:hAnsi="Arial" w:cs="Arial"/>
                <w:color w:val="FF0000"/>
                <w:sz w:val="19"/>
                <w:szCs w:val="19"/>
                <w:lang w:val="en-GB" w:eastAsia="en-GB"/>
              </w:rPr>
            </w:pPr>
          </w:p>
        </w:tc>
        <w:tc>
          <w:tcPr>
            <w:tcW w:w="236" w:type="dxa"/>
            <w:vAlign w:val="bottom"/>
          </w:tcPr>
          <w:p w14:paraId="2E97D3BD" w14:textId="77777777" w:rsidR="00FD5A6D" w:rsidRPr="00EE62BB" w:rsidRDefault="00FD5A6D" w:rsidP="00FD5A6D">
            <w:pPr>
              <w:spacing w:before="60" w:after="30" w:line="276" w:lineRule="auto"/>
              <w:ind w:left="-157" w:right="86"/>
              <w:jc w:val="right"/>
              <w:rPr>
                <w:rFonts w:ascii="Arial" w:hAnsi="Arial" w:cs="Arial"/>
                <w:color w:val="FF0000"/>
                <w:sz w:val="19"/>
                <w:szCs w:val="19"/>
                <w:lang w:val="en-GB" w:eastAsia="en-GB"/>
              </w:rPr>
            </w:pPr>
          </w:p>
        </w:tc>
        <w:tc>
          <w:tcPr>
            <w:tcW w:w="1290" w:type="dxa"/>
            <w:vAlign w:val="bottom"/>
          </w:tcPr>
          <w:p w14:paraId="11A2D168" w14:textId="77777777" w:rsidR="00FD5A6D" w:rsidRPr="008F6D7C" w:rsidRDefault="00FD5A6D" w:rsidP="008F6D7C">
            <w:pPr>
              <w:spacing w:before="60" w:after="30" w:line="276" w:lineRule="auto"/>
              <w:ind w:left="-108" w:firstLine="419"/>
              <w:jc w:val="right"/>
              <w:rPr>
                <w:rFonts w:ascii="Arial" w:hAnsi="Arial" w:cs="Arial"/>
                <w:sz w:val="19"/>
                <w:szCs w:val="19"/>
              </w:rPr>
            </w:pPr>
          </w:p>
        </w:tc>
        <w:tc>
          <w:tcPr>
            <w:tcW w:w="241" w:type="dxa"/>
            <w:vAlign w:val="bottom"/>
          </w:tcPr>
          <w:p w14:paraId="2E4841CC" w14:textId="77777777" w:rsidR="00FD5A6D" w:rsidRPr="00EE62BB" w:rsidRDefault="00FD5A6D" w:rsidP="00FD5A6D">
            <w:pPr>
              <w:pStyle w:val="CharCharCharCharCharCharCharCharCharCharChar1"/>
              <w:spacing w:before="60" w:after="30" w:line="276" w:lineRule="auto"/>
              <w:ind w:left="-157" w:right="86"/>
              <w:jc w:val="right"/>
              <w:rPr>
                <w:rFonts w:ascii="Arial" w:hAnsi="Arial" w:cs="Arial"/>
                <w:sz w:val="19"/>
                <w:szCs w:val="19"/>
                <w:lang w:val="en-GB" w:eastAsia="en-GB" w:bidi="th-TH"/>
              </w:rPr>
            </w:pPr>
          </w:p>
        </w:tc>
        <w:tc>
          <w:tcPr>
            <w:tcW w:w="1240" w:type="dxa"/>
            <w:vAlign w:val="bottom"/>
          </w:tcPr>
          <w:p w14:paraId="2510FFBC" w14:textId="77777777" w:rsidR="00FD5A6D" w:rsidRPr="00EE62BB" w:rsidRDefault="00FD5A6D" w:rsidP="00FD5A6D">
            <w:pPr>
              <w:spacing w:before="60" w:after="30" w:line="276" w:lineRule="auto"/>
              <w:ind w:left="-157"/>
              <w:jc w:val="right"/>
              <w:rPr>
                <w:rFonts w:ascii="Arial" w:hAnsi="Arial" w:cs="Arial"/>
                <w:color w:val="FF0000"/>
                <w:sz w:val="19"/>
                <w:szCs w:val="19"/>
                <w:lang w:val="en-GB" w:eastAsia="en-GB"/>
              </w:rPr>
            </w:pPr>
          </w:p>
        </w:tc>
      </w:tr>
      <w:tr w:rsidR="00C30D5F" w:rsidRPr="00D2390E" w14:paraId="66D27BD9" w14:textId="77777777" w:rsidTr="001F6A55">
        <w:trPr>
          <w:cantSplit/>
          <w:trHeight w:val="169"/>
        </w:trPr>
        <w:tc>
          <w:tcPr>
            <w:tcW w:w="3272" w:type="dxa"/>
            <w:vAlign w:val="bottom"/>
            <w:hideMark/>
          </w:tcPr>
          <w:p w14:paraId="74481A1D" w14:textId="10DBAF6B" w:rsidR="00C30D5F" w:rsidRPr="00EE62BB" w:rsidRDefault="00C30D5F" w:rsidP="00C30D5F">
            <w:pPr>
              <w:spacing w:before="60" w:after="30" w:line="276" w:lineRule="auto"/>
              <w:ind w:left="-108" w:firstLine="419"/>
              <w:rPr>
                <w:rFonts w:ascii="Arial" w:hAnsi="Arial" w:cs="Arial"/>
                <w:sz w:val="19"/>
                <w:szCs w:val="19"/>
                <w:lang w:val="en-GB" w:eastAsia="en-GB"/>
              </w:rPr>
            </w:pPr>
            <w:r w:rsidRPr="00EE62BB">
              <w:rPr>
                <w:rFonts w:ascii="Arial" w:hAnsi="Arial" w:cs="Arial"/>
                <w:sz w:val="19"/>
                <w:szCs w:val="19"/>
                <w:lang w:val="en-GB" w:eastAsia="en-GB"/>
              </w:rPr>
              <w:t>Post - employment benefit</w:t>
            </w:r>
          </w:p>
        </w:tc>
        <w:tc>
          <w:tcPr>
            <w:tcW w:w="1374" w:type="dxa"/>
            <w:tcBorders>
              <w:top w:val="nil"/>
              <w:left w:val="nil"/>
              <w:bottom w:val="single" w:sz="12" w:space="0" w:color="auto"/>
              <w:right w:val="nil"/>
            </w:tcBorders>
            <w:shd w:val="clear" w:color="auto" w:fill="auto"/>
            <w:vAlign w:val="bottom"/>
          </w:tcPr>
          <w:p w14:paraId="0D1EB769" w14:textId="2FC8D764" w:rsidR="00C30D5F" w:rsidRPr="00EE62BB" w:rsidRDefault="00447405" w:rsidP="00C30D5F">
            <w:pPr>
              <w:spacing w:before="60" w:after="30" w:line="276" w:lineRule="auto"/>
              <w:ind w:left="-108" w:firstLine="419"/>
              <w:jc w:val="right"/>
              <w:rPr>
                <w:rFonts w:ascii="Arial" w:hAnsi="Arial" w:cs="Arial"/>
                <w:sz w:val="19"/>
                <w:szCs w:val="19"/>
              </w:rPr>
            </w:pPr>
            <w:r w:rsidRPr="008F6D7C">
              <w:rPr>
                <w:rFonts w:ascii="Arial" w:hAnsi="Arial" w:cs="Arial"/>
                <w:sz w:val="19"/>
                <w:szCs w:val="19"/>
                <w:cs/>
              </w:rPr>
              <w:t>19</w:t>
            </w:r>
            <w:r w:rsidRPr="00447405">
              <w:rPr>
                <w:rFonts w:ascii="Arial" w:hAnsi="Arial" w:cs="Arial"/>
                <w:sz w:val="19"/>
                <w:szCs w:val="19"/>
              </w:rPr>
              <w:t>,</w:t>
            </w:r>
            <w:r w:rsidRPr="008F6D7C">
              <w:rPr>
                <w:rFonts w:ascii="Arial" w:hAnsi="Arial" w:cs="Arial"/>
                <w:sz w:val="19"/>
                <w:szCs w:val="19"/>
                <w:cs/>
              </w:rPr>
              <w:t>208</w:t>
            </w:r>
          </w:p>
        </w:tc>
        <w:tc>
          <w:tcPr>
            <w:tcW w:w="243" w:type="dxa"/>
            <w:shd w:val="clear" w:color="auto" w:fill="auto"/>
          </w:tcPr>
          <w:p w14:paraId="6E6EE7C5" w14:textId="77777777" w:rsidR="00C30D5F" w:rsidRPr="00EE62BB" w:rsidRDefault="00C30D5F" w:rsidP="00C30D5F">
            <w:pPr>
              <w:spacing w:before="60" w:after="30" w:line="276" w:lineRule="auto"/>
              <w:ind w:left="-108" w:firstLine="419"/>
              <w:jc w:val="right"/>
              <w:rPr>
                <w:rFonts w:ascii="Arial" w:hAnsi="Arial" w:cs="Arial"/>
                <w:sz w:val="19"/>
                <w:szCs w:val="19"/>
                <w:lang w:val="en-GB" w:eastAsia="en-GB"/>
              </w:rPr>
            </w:pPr>
          </w:p>
        </w:tc>
        <w:tc>
          <w:tcPr>
            <w:tcW w:w="1206" w:type="dxa"/>
            <w:tcBorders>
              <w:top w:val="nil"/>
              <w:left w:val="nil"/>
              <w:bottom w:val="single" w:sz="12" w:space="0" w:color="auto"/>
              <w:right w:val="nil"/>
            </w:tcBorders>
            <w:shd w:val="clear" w:color="auto" w:fill="auto"/>
            <w:vAlign w:val="bottom"/>
          </w:tcPr>
          <w:p w14:paraId="2FBE6C59" w14:textId="3D1B6C8F" w:rsidR="00C30D5F" w:rsidRPr="00EE62BB" w:rsidRDefault="00503EA7" w:rsidP="00C30D5F">
            <w:pPr>
              <w:spacing w:before="60" w:after="30" w:line="276" w:lineRule="auto"/>
              <w:ind w:left="-108" w:firstLine="419"/>
              <w:jc w:val="right"/>
              <w:rPr>
                <w:rFonts w:ascii="Arial" w:hAnsi="Arial" w:cs="Arial"/>
                <w:sz w:val="19"/>
                <w:szCs w:val="19"/>
                <w:lang w:val="en-GB" w:eastAsia="en-GB"/>
              </w:rPr>
            </w:pPr>
            <w:r w:rsidRPr="00EE62BB">
              <w:rPr>
                <w:rFonts w:ascii="Arial" w:hAnsi="Arial" w:cs="Arial"/>
                <w:sz w:val="19"/>
                <w:szCs w:val="19"/>
              </w:rPr>
              <w:t>18,599</w:t>
            </w:r>
          </w:p>
        </w:tc>
        <w:tc>
          <w:tcPr>
            <w:tcW w:w="236" w:type="dxa"/>
            <w:shd w:val="clear" w:color="auto" w:fill="auto"/>
          </w:tcPr>
          <w:p w14:paraId="374F6EDF" w14:textId="77777777" w:rsidR="00C30D5F" w:rsidRPr="00EE62BB" w:rsidRDefault="00C30D5F" w:rsidP="00C30D5F">
            <w:pPr>
              <w:spacing w:before="60" w:after="30" w:line="276" w:lineRule="auto"/>
              <w:ind w:left="-108" w:firstLine="419"/>
              <w:jc w:val="right"/>
              <w:rPr>
                <w:rFonts w:ascii="Arial" w:hAnsi="Arial" w:cs="Arial"/>
                <w:sz w:val="19"/>
                <w:szCs w:val="19"/>
                <w:lang w:val="en-GB" w:eastAsia="en-GB"/>
              </w:rPr>
            </w:pPr>
          </w:p>
        </w:tc>
        <w:tc>
          <w:tcPr>
            <w:tcW w:w="1290" w:type="dxa"/>
            <w:tcBorders>
              <w:top w:val="nil"/>
              <w:left w:val="nil"/>
              <w:bottom w:val="single" w:sz="12" w:space="0" w:color="auto"/>
              <w:right w:val="nil"/>
            </w:tcBorders>
            <w:shd w:val="clear" w:color="auto" w:fill="auto"/>
            <w:vAlign w:val="bottom"/>
          </w:tcPr>
          <w:p w14:paraId="7D5D20FF" w14:textId="7D7105EB" w:rsidR="00C30D5F" w:rsidRPr="00EE62BB" w:rsidRDefault="008F6D7C" w:rsidP="00C30D5F">
            <w:pPr>
              <w:spacing w:before="60" w:after="30" w:line="276" w:lineRule="auto"/>
              <w:ind w:left="-108" w:firstLine="419"/>
              <w:jc w:val="right"/>
              <w:rPr>
                <w:rFonts w:ascii="Arial" w:hAnsi="Arial" w:cs="Arial"/>
                <w:sz w:val="19"/>
                <w:szCs w:val="19"/>
              </w:rPr>
            </w:pPr>
            <w:r w:rsidRPr="008F6D7C">
              <w:rPr>
                <w:rFonts w:ascii="Arial" w:hAnsi="Arial" w:cs="Arial"/>
                <w:sz w:val="19"/>
                <w:szCs w:val="19"/>
                <w:cs/>
              </w:rPr>
              <w:t>19</w:t>
            </w:r>
            <w:r w:rsidRPr="008F6D7C">
              <w:rPr>
                <w:rFonts w:ascii="Arial" w:hAnsi="Arial" w:cs="Arial"/>
                <w:sz w:val="19"/>
                <w:szCs w:val="19"/>
              </w:rPr>
              <w:t>,</w:t>
            </w:r>
            <w:r w:rsidRPr="008F6D7C">
              <w:rPr>
                <w:rFonts w:ascii="Arial" w:hAnsi="Arial" w:cs="Arial"/>
                <w:sz w:val="19"/>
                <w:szCs w:val="19"/>
                <w:cs/>
              </w:rPr>
              <w:t>208</w:t>
            </w:r>
          </w:p>
        </w:tc>
        <w:tc>
          <w:tcPr>
            <w:tcW w:w="241" w:type="dxa"/>
            <w:shd w:val="clear" w:color="auto" w:fill="auto"/>
          </w:tcPr>
          <w:p w14:paraId="78C7DB7B" w14:textId="77777777" w:rsidR="00C30D5F" w:rsidRPr="00EE62BB" w:rsidRDefault="00C30D5F" w:rsidP="00C30D5F">
            <w:pPr>
              <w:spacing w:before="60" w:after="30" w:line="276" w:lineRule="auto"/>
              <w:ind w:left="-108" w:firstLine="419"/>
              <w:jc w:val="right"/>
              <w:rPr>
                <w:rFonts w:ascii="Arial" w:hAnsi="Arial" w:cs="Arial"/>
                <w:sz w:val="19"/>
                <w:szCs w:val="19"/>
                <w:lang w:val="en-GB" w:eastAsia="en-GB"/>
              </w:rPr>
            </w:pPr>
          </w:p>
        </w:tc>
        <w:tc>
          <w:tcPr>
            <w:tcW w:w="1240" w:type="dxa"/>
            <w:tcBorders>
              <w:top w:val="nil"/>
              <w:left w:val="nil"/>
              <w:bottom w:val="single" w:sz="12" w:space="0" w:color="auto"/>
              <w:right w:val="nil"/>
            </w:tcBorders>
            <w:shd w:val="clear" w:color="auto" w:fill="auto"/>
            <w:vAlign w:val="bottom"/>
          </w:tcPr>
          <w:p w14:paraId="263BFFD6" w14:textId="6E4973FB" w:rsidR="00C30D5F" w:rsidRPr="00EE62BB" w:rsidRDefault="008A198D" w:rsidP="00C30D5F">
            <w:pPr>
              <w:spacing w:before="60" w:after="30" w:line="276" w:lineRule="auto"/>
              <w:ind w:left="-108" w:firstLine="419"/>
              <w:jc w:val="right"/>
              <w:rPr>
                <w:rFonts w:ascii="Arial" w:hAnsi="Arial" w:cs="Arial"/>
                <w:sz w:val="19"/>
                <w:szCs w:val="19"/>
                <w:lang w:val="en-GB" w:eastAsia="en-GB"/>
              </w:rPr>
            </w:pPr>
            <w:r w:rsidRPr="00EE62BB">
              <w:rPr>
                <w:rFonts w:ascii="Arial" w:hAnsi="Arial" w:cs="Arial"/>
                <w:sz w:val="19"/>
                <w:szCs w:val="19"/>
              </w:rPr>
              <w:t>18,599</w:t>
            </w:r>
          </w:p>
        </w:tc>
      </w:tr>
    </w:tbl>
    <w:p w14:paraId="6C265E6A" w14:textId="77777777" w:rsidR="00FC53A3" w:rsidRDefault="00FC53A3" w:rsidP="0087299A">
      <w:pPr>
        <w:tabs>
          <w:tab w:val="num" w:pos="4046"/>
        </w:tabs>
        <w:spacing w:line="360" w:lineRule="auto"/>
        <w:ind w:left="426"/>
        <w:jc w:val="thaiDistribute"/>
        <w:rPr>
          <w:rFonts w:ascii="Arial" w:hAnsi="Arial" w:cstheme="minorBidi"/>
          <w:b/>
          <w:bCs/>
          <w:spacing w:val="-4"/>
          <w:sz w:val="19"/>
          <w:szCs w:val="19"/>
          <w:lang w:val="en-GB"/>
        </w:rPr>
      </w:pPr>
    </w:p>
    <w:p w14:paraId="087E28D2" w14:textId="0F82F0DF" w:rsidR="00E24158" w:rsidRPr="00B35B43" w:rsidRDefault="00E24158" w:rsidP="0087299A">
      <w:pPr>
        <w:pStyle w:val="ListParagraph"/>
        <w:numPr>
          <w:ilvl w:val="0"/>
          <w:numId w:val="1"/>
        </w:numPr>
        <w:tabs>
          <w:tab w:val="num" w:pos="4046"/>
        </w:tabs>
        <w:spacing w:line="360" w:lineRule="auto"/>
        <w:jc w:val="thaiDistribute"/>
        <w:rPr>
          <w:rFonts w:ascii="Arial" w:hAnsi="Arial" w:cs="Arial"/>
          <w:b/>
          <w:bCs/>
          <w:spacing w:val="-4"/>
          <w:sz w:val="19"/>
          <w:szCs w:val="19"/>
          <w:lang w:val="en-GB"/>
        </w:rPr>
      </w:pPr>
      <w:r w:rsidRPr="00B35B43">
        <w:rPr>
          <w:rFonts w:ascii="Arial" w:hAnsi="Arial" w:cs="Arial"/>
          <w:b/>
          <w:bCs/>
          <w:spacing w:val="-4"/>
          <w:sz w:val="19"/>
          <w:szCs w:val="19"/>
          <w:lang w:val="en-GB"/>
        </w:rPr>
        <w:t>INVENTORIES</w:t>
      </w:r>
      <w:r w:rsidR="00C72210">
        <w:rPr>
          <w:rFonts w:ascii="Arial" w:hAnsi="Arial" w:cs="Arial"/>
          <w:b/>
          <w:bCs/>
          <w:spacing w:val="-4"/>
          <w:sz w:val="19"/>
          <w:szCs w:val="19"/>
          <w:lang w:val="en-GB"/>
        </w:rPr>
        <w:t xml:space="preserve"> - NET</w:t>
      </w:r>
    </w:p>
    <w:tbl>
      <w:tblPr>
        <w:tblW w:w="9187" w:type="dxa"/>
        <w:tblInd w:w="351" w:type="dxa"/>
        <w:tblLayout w:type="fixed"/>
        <w:tblLook w:val="0000" w:firstRow="0" w:lastRow="0" w:firstColumn="0" w:lastColumn="0" w:noHBand="0" w:noVBand="0"/>
      </w:tblPr>
      <w:tblGrid>
        <w:gridCol w:w="3477"/>
        <w:gridCol w:w="1264"/>
        <w:gridCol w:w="236"/>
        <w:gridCol w:w="1215"/>
        <w:gridCol w:w="236"/>
        <w:gridCol w:w="1265"/>
        <w:gridCol w:w="240"/>
        <w:gridCol w:w="1254"/>
      </w:tblGrid>
      <w:tr w:rsidR="00E24158" w:rsidRPr="00EE62BB" w14:paraId="5153F9AE" w14:textId="77777777" w:rsidTr="00EA1E2C">
        <w:trPr>
          <w:cantSplit/>
        </w:trPr>
        <w:tc>
          <w:tcPr>
            <w:tcW w:w="3477" w:type="dxa"/>
            <w:vAlign w:val="bottom"/>
          </w:tcPr>
          <w:p w14:paraId="314F5F4E" w14:textId="77777777" w:rsidR="00E24158" w:rsidRPr="00EE62BB" w:rsidRDefault="00E24158" w:rsidP="005B1EF5">
            <w:pPr>
              <w:pStyle w:val="3"/>
              <w:tabs>
                <w:tab w:val="clear" w:pos="360"/>
                <w:tab w:val="clear" w:pos="720"/>
              </w:tabs>
              <w:spacing w:line="360" w:lineRule="auto"/>
              <w:ind w:left="-295"/>
              <w:jc w:val="center"/>
              <w:rPr>
                <w:rFonts w:ascii="Arial" w:hAnsi="Arial" w:cs="Arial"/>
                <w:sz w:val="19"/>
                <w:szCs w:val="19"/>
              </w:rPr>
            </w:pPr>
          </w:p>
        </w:tc>
        <w:tc>
          <w:tcPr>
            <w:tcW w:w="2715" w:type="dxa"/>
            <w:gridSpan w:val="3"/>
            <w:vAlign w:val="bottom"/>
          </w:tcPr>
          <w:p w14:paraId="4D07FCFD" w14:textId="77777777" w:rsidR="00E24158" w:rsidRPr="00EE62BB" w:rsidRDefault="00E24158" w:rsidP="005B1EF5">
            <w:pPr>
              <w:pStyle w:val="3"/>
              <w:tabs>
                <w:tab w:val="clear" w:pos="360"/>
                <w:tab w:val="clear" w:pos="720"/>
              </w:tabs>
              <w:spacing w:line="360" w:lineRule="auto"/>
              <w:jc w:val="center"/>
              <w:rPr>
                <w:rFonts w:ascii="Arial" w:hAnsi="Arial" w:cs="Arial"/>
                <w:sz w:val="19"/>
                <w:szCs w:val="19"/>
              </w:rPr>
            </w:pPr>
          </w:p>
        </w:tc>
        <w:tc>
          <w:tcPr>
            <w:tcW w:w="236" w:type="dxa"/>
            <w:tcBorders>
              <w:left w:val="nil"/>
            </w:tcBorders>
            <w:vAlign w:val="bottom"/>
          </w:tcPr>
          <w:p w14:paraId="468164F4" w14:textId="77777777" w:rsidR="00E24158" w:rsidRPr="00EE62BB" w:rsidRDefault="00E24158" w:rsidP="005B1EF5">
            <w:pPr>
              <w:pStyle w:val="3"/>
              <w:tabs>
                <w:tab w:val="clear" w:pos="360"/>
                <w:tab w:val="clear" w:pos="720"/>
              </w:tabs>
              <w:spacing w:line="360" w:lineRule="auto"/>
              <w:jc w:val="center"/>
              <w:rPr>
                <w:rFonts w:ascii="Arial" w:hAnsi="Arial" w:cs="Arial"/>
                <w:sz w:val="19"/>
                <w:szCs w:val="19"/>
              </w:rPr>
            </w:pPr>
          </w:p>
        </w:tc>
        <w:tc>
          <w:tcPr>
            <w:tcW w:w="2759" w:type="dxa"/>
            <w:gridSpan w:val="3"/>
            <w:vAlign w:val="bottom"/>
          </w:tcPr>
          <w:p w14:paraId="6D0AC5D2" w14:textId="77777777" w:rsidR="00E24158" w:rsidRPr="00EE62BB" w:rsidRDefault="00E24158" w:rsidP="005B1EF5">
            <w:pPr>
              <w:spacing w:line="360" w:lineRule="auto"/>
              <w:jc w:val="right"/>
              <w:rPr>
                <w:rFonts w:ascii="Arial" w:hAnsi="Arial" w:cs="Arial"/>
                <w:sz w:val="19"/>
                <w:szCs w:val="19"/>
              </w:rPr>
            </w:pPr>
            <w:r w:rsidRPr="00EE62BB">
              <w:rPr>
                <w:rFonts w:ascii="Arial" w:hAnsi="Arial" w:cs="Arial"/>
                <w:sz w:val="19"/>
                <w:szCs w:val="19"/>
              </w:rPr>
              <w:t>(Unit : Thousand Baht)</w:t>
            </w:r>
          </w:p>
        </w:tc>
      </w:tr>
      <w:tr w:rsidR="009D6DB6" w:rsidRPr="00EE62BB" w14:paraId="247C2165" w14:textId="77777777" w:rsidTr="00EA1E2C">
        <w:trPr>
          <w:cantSplit/>
        </w:trPr>
        <w:tc>
          <w:tcPr>
            <w:tcW w:w="3477" w:type="dxa"/>
            <w:vAlign w:val="bottom"/>
          </w:tcPr>
          <w:p w14:paraId="1D9E73BC" w14:textId="77777777" w:rsidR="009D6DB6" w:rsidRPr="00EE62BB" w:rsidRDefault="009D6DB6" w:rsidP="009D6DB6">
            <w:pPr>
              <w:pStyle w:val="3"/>
              <w:tabs>
                <w:tab w:val="clear" w:pos="360"/>
                <w:tab w:val="clear" w:pos="720"/>
              </w:tabs>
              <w:spacing w:line="360" w:lineRule="auto"/>
              <w:jc w:val="center"/>
              <w:rPr>
                <w:rFonts w:ascii="Arial" w:hAnsi="Arial" w:cs="Arial"/>
                <w:sz w:val="19"/>
                <w:szCs w:val="19"/>
              </w:rPr>
            </w:pPr>
            <w:r w:rsidRPr="00EE62BB">
              <w:rPr>
                <w:rFonts w:ascii="Arial" w:hAnsi="Arial" w:cs="Arial"/>
                <w:b/>
                <w:bCs/>
                <w:sz w:val="19"/>
                <w:szCs w:val="19"/>
                <w:lang w:val="en-GB"/>
              </w:rPr>
              <w:tab/>
            </w:r>
          </w:p>
        </w:tc>
        <w:tc>
          <w:tcPr>
            <w:tcW w:w="2715" w:type="dxa"/>
            <w:gridSpan w:val="3"/>
            <w:tcBorders>
              <w:bottom w:val="single" w:sz="4" w:space="0" w:color="auto"/>
            </w:tcBorders>
            <w:vAlign w:val="bottom"/>
          </w:tcPr>
          <w:p w14:paraId="62CABFDF" w14:textId="5F80B6C0" w:rsidR="009D6DB6" w:rsidRPr="00EE62BB" w:rsidRDefault="009D6DB6" w:rsidP="009D6DB6">
            <w:pPr>
              <w:spacing w:line="360" w:lineRule="auto"/>
              <w:ind w:left="-107" w:right="-109"/>
              <w:jc w:val="center"/>
              <w:rPr>
                <w:rFonts w:ascii="Arial" w:hAnsi="Arial" w:cs="Arial"/>
                <w:sz w:val="19"/>
                <w:szCs w:val="19"/>
              </w:rPr>
            </w:pPr>
            <w:r w:rsidRPr="00EE62BB">
              <w:rPr>
                <w:rFonts w:ascii="Arial" w:hAnsi="Arial" w:cs="Arial"/>
                <w:sz w:val="19"/>
                <w:szCs w:val="19"/>
                <w:lang w:val="en-GB" w:eastAsia="en-GB"/>
              </w:rPr>
              <w:t>Consolidated</w:t>
            </w:r>
            <w:r>
              <w:rPr>
                <w:rFonts w:ascii="Arial" w:hAnsi="Arial" w:cstheme="minorBidi"/>
                <w:sz w:val="19"/>
                <w:szCs w:val="19"/>
                <w:lang w:val="en-GB" w:eastAsia="en-GB"/>
              </w:rPr>
              <w:t xml:space="preserve"> </w:t>
            </w:r>
            <w:r w:rsidR="00716211">
              <w:rPr>
                <w:rFonts w:ascii="Arial" w:hAnsi="Arial" w:cstheme="minorBidi"/>
                <w:sz w:val="19"/>
                <w:szCs w:val="19"/>
                <w:lang w:val="en-GB" w:eastAsia="en-GB"/>
              </w:rPr>
              <w:br/>
            </w:r>
            <w:r w:rsidR="00DE609A">
              <w:rPr>
                <w:rFonts w:ascii="Arial" w:hAnsi="Arial" w:cstheme="minorBidi"/>
                <w:sz w:val="19"/>
                <w:szCs w:val="19"/>
                <w:lang w:val="en-GB" w:eastAsia="en-GB"/>
              </w:rPr>
              <w:t>financial information</w:t>
            </w:r>
          </w:p>
        </w:tc>
        <w:tc>
          <w:tcPr>
            <w:tcW w:w="236" w:type="dxa"/>
            <w:tcBorders>
              <w:left w:val="nil"/>
            </w:tcBorders>
            <w:vAlign w:val="bottom"/>
          </w:tcPr>
          <w:p w14:paraId="172FC048" w14:textId="77777777" w:rsidR="009D6DB6" w:rsidRPr="00EE62BB" w:rsidRDefault="009D6DB6" w:rsidP="009D6DB6">
            <w:pPr>
              <w:spacing w:line="360" w:lineRule="auto"/>
              <w:ind w:right="72"/>
              <w:rPr>
                <w:rFonts w:ascii="Arial" w:hAnsi="Arial" w:cs="Arial"/>
                <w:sz w:val="19"/>
                <w:szCs w:val="19"/>
              </w:rPr>
            </w:pPr>
          </w:p>
        </w:tc>
        <w:tc>
          <w:tcPr>
            <w:tcW w:w="2759" w:type="dxa"/>
            <w:gridSpan w:val="3"/>
            <w:tcBorders>
              <w:bottom w:val="single" w:sz="4" w:space="0" w:color="auto"/>
            </w:tcBorders>
            <w:vAlign w:val="bottom"/>
          </w:tcPr>
          <w:p w14:paraId="1DF03DB6" w14:textId="231F769E" w:rsidR="009D6DB6" w:rsidRPr="00EE62BB" w:rsidRDefault="009D6DB6" w:rsidP="001A0427">
            <w:pPr>
              <w:spacing w:line="360" w:lineRule="auto"/>
              <w:ind w:left="-107" w:right="-109"/>
              <w:jc w:val="center"/>
              <w:rPr>
                <w:rFonts w:ascii="Arial" w:hAnsi="Arial" w:cs="Arial"/>
                <w:sz w:val="19"/>
                <w:szCs w:val="19"/>
              </w:rPr>
            </w:pPr>
            <w:r w:rsidRPr="00EE62BB">
              <w:rPr>
                <w:rFonts w:ascii="Arial" w:hAnsi="Arial" w:cs="Arial"/>
                <w:sz w:val="19"/>
                <w:szCs w:val="19"/>
                <w:lang w:val="en-GB" w:eastAsia="en-GB"/>
              </w:rPr>
              <w:t xml:space="preserve">Separate </w:t>
            </w:r>
            <w:r w:rsidR="006B0C5A">
              <w:rPr>
                <w:rFonts w:ascii="Arial" w:hAnsi="Arial" w:cs="Arial"/>
                <w:sz w:val="19"/>
                <w:szCs w:val="19"/>
                <w:lang w:val="en-GB" w:eastAsia="en-GB"/>
              </w:rPr>
              <w:br/>
            </w:r>
            <w:r w:rsidR="00E55A44">
              <w:rPr>
                <w:rFonts w:ascii="Arial" w:hAnsi="Arial" w:cs="Arial"/>
                <w:sz w:val="19"/>
                <w:szCs w:val="19"/>
                <w:lang w:val="en-GB" w:eastAsia="en-GB"/>
              </w:rPr>
              <w:t>finan</w:t>
            </w:r>
            <w:r w:rsidR="006B0C5A">
              <w:rPr>
                <w:rFonts w:ascii="Arial" w:hAnsi="Arial" w:cs="Arial"/>
                <w:sz w:val="19"/>
                <w:szCs w:val="19"/>
                <w:lang w:val="en-GB" w:eastAsia="en-GB"/>
              </w:rPr>
              <w:t>cial information</w:t>
            </w:r>
          </w:p>
        </w:tc>
      </w:tr>
      <w:tr w:rsidR="00FF7F1F" w:rsidRPr="00EE62BB" w14:paraId="42B46887" w14:textId="77777777" w:rsidTr="005A5BEF">
        <w:trPr>
          <w:cantSplit/>
        </w:trPr>
        <w:tc>
          <w:tcPr>
            <w:tcW w:w="3477" w:type="dxa"/>
            <w:vAlign w:val="bottom"/>
          </w:tcPr>
          <w:p w14:paraId="4919F4F6" w14:textId="77777777" w:rsidR="00FF7F1F" w:rsidRPr="00EE62BB" w:rsidRDefault="00FF7F1F" w:rsidP="00FF7F1F">
            <w:pPr>
              <w:spacing w:before="60" w:after="30" w:line="276" w:lineRule="auto"/>
              <w:ind w:left="-88"/>
              <w:rPr>
                <w:rFonts w:ascii="Arial" w:hAnsi="Arial" w:cs="Arial"/>
                <w:sz w:val="19"/>
                <w:szCs w:val="19"/>
                <w:lang w:val="en-GB"/>
              </w:rPr>
            </w:pPr>
          </w:p>
        </w:tc>
        <w:tc>
          <w:tcPr>
            <w:tcW w:w="1264" w:type="dxa"/>
            <w:tcBorders>
              <w:left w:val="nil"/>
              <w:bottom w:val="single" w:sz="4" w:space="0" w:color="auto"/>
            </w:tcBorders>
            <w:vAlign w:val="bottom"/>
          </w:tcPr>
          <w:p w14:paraId="03D74FF9" w14:textId="6F6EC6BB" w:rsidR="00FF7F1F" w:rsidRPr="00EE62BB" w:rsidRDefault="00165CE1" w:rsidP="00181ACC">
            <w:pPr>
              <w:spacing w:before="60" w:after="30" w:line="276" w:lineRule="auto"/>
              <w:ind w:left="-108" w:right="-105"/>
              <w:jc w:val="center"/>
              <w:rPr>
                <w:rFonts w:ascii="Arial" w:hAnsi="Arial" w:cs="Arial"/>
                <w:sz w:val="19"/>
                <w:szCs w:val="19"/>
              </w:rPr>
            </w:pPr>
            <w:r w:rsidRPr="001C7164">
              <w:rPr>
                <w:rFonts w:ascii="Arial" w:hAnsi="Arial" w:cs="Arial"/>
                <w:sz w:val="19"/>
                <w:szCs w:val="19"/>
              </w:rPr>
              <w:t xml:space="preserve">31 March </w:t>
            </w:r>
            <w:r w:rsidR="00E13E8F">
              <w:rPr>
                <w:rFonts w:ascii="Arial" w:hAnsi="Arial" w:cs="Arial"/>
                <w:sz w:val="19"/>
                <w:szCs w:val="19"/>
              </w:rPr>
              <w:br/>
            </w:r>
            <w:r w:rsidRPr="00EE62BB">
              <w:rPr>
                <w:rFonts w:ascii="Arial" w:hAnsi="Arial" w:cs="Arial"/>
                <w:sz w:val="19"/>
                <w:szCs w:val="19"/>
              </w:rPr>
              <w:t>2024</w:t>
            </w:r>
          </w:p>
        </w:tc>
        <w:tc>
          <w:tcPr>
            <w:tcW w:w="236" w:type="dxa"/>
            <w:tcBorders>
              <w:left w:val="nil"/>
            </w:tcBorders>
          </w:tcPr>
          <w:p w14:paraId="7623A552" w14:textId="77777777" w:rsidR="00FF7F1F" w:rsidRPr="00EE62BB" w:rsidRDefault="00FF7F1F" w:rsidP="00FF7F1F">
            <w:pPr>
              <w:pStyle w:val="BodyTextIndent3"/>
              <w:spacing w:before="60" w:after="30" w:line="276" w:lineRule="auto"/>
              <w:ind w:left="-108" w:right="-105"/>
              <w:jc w:val="center"/>
              <w:rPr>
                <w:rFonts w:ascii="Arial" w:hAnsi="Arial" w:cs="Arial"/>
                <w:sz w:val="19"/>
                <w:szCs w:val="19"/>
                <w:lang w:val="en-GB"/>
              </w:rPr>
            </w:pPr>
          </w:p>
        </w:tc>
        <w:tc>
          <w:tcPr>
            <w:tcW w:w="1215" w:type="dxa"/>
            <w:tcBorders>
              <w:bottom w:val="single" w:sz="4" w:space="0" w:color="auto"/>
            </w:tcBorders>
            <w:vAlign w:val="bottom"/>
          </w:tcPr>
          <w:p w14:paraId="508A3EE3" w14:textId="0CA37B78" w:rsidR="00FF7F1F" w:rsidRPr="00EE62BB" w:rsidRDefault="007D6373" w:rsidP="007D6373">
            <w:pPr>
              <w:tabs>
                <w:tab w:val="left" w:pos="694"/>
              </w:tabs>
              <w:spacing w:before="60" w:after="30" w:line="276" w:lineRule="auto"/>
              <w:ind w:left="-108" w:right="-105"/>
              <w:jc w:val="center"/>
              <w:rPr>
                <w:rFonts w:ascii="Arial" w:hAnsi="Arial" w:cs="Arial"/>
                <w:sz w:val="19"/>
                <w:szCs w:val="19"/>
                <w:lang w:val="en-GB"/>
              </w:rPr>
            </w:pPr>
            <w:r w:rsidRPr="00EE62BB">
              <w:rPr>
                <w:rFonts w:ascii="Arial" w:hAnsi="Arial" w:cs="Arial"/>
                <w:sz w:val="19"/>
                <w:szCs w:val="19"/>
              </w:rPr>
              <w:t>31 December</w:t>
            </w:r>
            <w:r w:rsidR="00E13E8F" w:rsidRPr="00EE62BB">
              <w:rPr>
                <w:rFonts w:ascii="Arial" w:hAnsi="Arial" w:cs="Arial"/>
                <w:sz w:val="19"/>
                <w:szCs w:val="19"/>
              </w:rPr>
              <w:t xml:space="preserve"> </w:t>
            </w:r>
            <w:r w:rsidRPr="00EE62BB">
              <w:rPr>
                <w:rFonts w:ascii="Arial" w:hAnsi="Arial" w:cs="Arial"/>
                <w:sz w:val="19"/>
                <w:szCs w:val="19"/>
                <w:lang w:val="en-GB"/>
              </w:rPr>
              <w:t>202</w:t>
            </w:r>
            <w:r w:rsidR="003F2115" w:rsidRPr="00EE62BB">
              <w:rPr>
                <w:rFonts w:ascii="Arial" w:hAnsi="Arial" w:cs="Arial"/>
                <w:sz w:val="19"/>
                <w:szCs w:val="19"/>
                <w:lang w:val="en-GB"/>
              </w:rPr>
              <w:t>3</w:t>
            </w:r>
          </w:p>
        </w:tc>
        <w:tc>
          <w:tcPr>
            <w:tcW w:w="236" w:type="dxa"/>
            <w:tcBorders>
              <w:left w:val="nil"/>
            </w:tcBorders>
          </w:tcPr>
          <w:p w14:paraId="629B6D4B" w14:textId="77777777" w:rsidR="00FF7F1F" w:rsidRPr="00EE62BB" w:rsidRDefault="00FF7F1F" w:rsidP="00FF7F1F">
            <w:pPr>
              <w:spacing w:before="60" w:after="30" w:line="276" w:lineRule="auto"/>
              <w:ind w:left="-108" w:right="-105"/>
              <w:jc w:val="center"/>
              <w:rPr>
                <w:rFonts w:ascii="Arial" w:hAnsi="Arial" w:cs="Arial"/>
                <w:sz w:val="19"/>
                <w:szCs w:val="19"/>
              </w:rPr>
            </w:pPr>
          </w:p>
        </w:tc>
        <w:tc>
          <w:tcPr>
            <w:tcW w:w="1265" w:type="dxa"/>
            <w:tcBorders>
              <w:bottom w:val="single" w:sz="4" w:space="0" w:color="auto"/>
            </w:tcBorders>
            <w:vAlign w:val="bottom"/>
          </w:tcPr>
          <w:p w14:paraId="7FBCC67C" w14:textId="648ADF08" w:rsidR="00FF7F1F" w:rsidRPr="00EE62BB" w:rsidRDefault="00165CE1" w:rsidP="00C5051E">
            <w:pPr>
              <w:spacing w:before="60" w:after="30" w:line="276" w:lineRule="auto"/>
              <w:ind w:left="-108" w:right="-105"/>
              <w:jc w:val="center"/>
              <w:rPr>
                <w:rFonts w:ascii="Arial" w:hAnsi="Arial" w:cs="Arial"/>
                <w:sz w:val="19"/>
                <w:szCs w:val="19"/>
              </w:rPr>
            </w:pPr>
            <w:r w:rsidRPr="001C7164">
              <w:rPr>
                <w:rFonts w:ascii="Arial" w:hAnsi="Arial" w:cs="Arial"/>
                <w:sz w:val="19"/>
                <w:szCs w:val="19"/>
              </w:rPr>
              <w:t xml:space="preserve">31 March </w:t>
            </w:r>
            <w:r w:rsidR="00E13E8F">
              <w:rPr>
                <w:rFonts w:ascii="Arial" w:hAnsi="Arial" w:cs="Arial"/>
                <w:sz w:val="19"/>
                <w:szCs w:val="19"/>
              </w:rPr>
              <w:br/>
            </w:r>
            <w:r w:rsidRPr="00EE62BB">
              <w:rPr>
                <w:rFonts w:ascii="Arial" w:hAnsi="Arial" w:cs="Arial"/>
                <w:sz w:val="19"/>
                <w:szCs w:val="19"/>
              </w:rPr>
              <w:t>2024</w:t>
            </w:r>
          </w:p>
        </w:tc>
        <w:tc>
          <w:tcPr>
            <w:tcW w:w="240" w:type="dxa"/>
          </w:tcPr>
          <w:p w14:paraId="08178700" w14:textId="77777777" w:rsidR="00FF7F1F" w:rsidRPr="00EE62BB" w:rsidRDefault="00FF7F1F" w:rsidP="00FF7F1F">
            <w:pPr>
              <w:pStyle w:val="BodyTextIndent3"/>
              <w:spacing w:before="60" w:after="30" w:line="276" w:lineRule="auto"/>
              <w:ind w:left="-108" w:right="-105"/>
              <w:jc w:val="center"/>
              <w:rPr>
                <w:rFonts w:ascii="Arial" w:hAnsi="Arial" w:cs="Arial"/>
                <w:sz w:val="19"/>
                <w:szCs w:val="19"/>
                <w:lang w:val="en-GB"/>
              </w:rPr>
            </w:pPr>
          </w:p>
        </w:tc>
        <w:tc>
          <w:tcPr>
            <w:tcW w:w="1254" w:type="dxa"/>
            <w:tcBorders>
              <w:bottom w:val="single" w:sz="4" w:space="0" w:color="auto"/>
            </w:tcBorders>
            <w:vAlign w:val="bottom"/>
          </w:tcPr>
          <w:p w14:paraId="09A2B989" w14:textId="5F5B912D" w:rsidR="00FF7F1F" w:rsidRPr="00EE62BB" w:rsidRDefault="00C5051E" w:rsidP="00C5051E">
            <w:pPr>
              <w:tabs>
                <w:tab w:val="left" w:pos="694"/>
              </w:tabs>
              <w:spacing w:before="60" w:after="30" w:line="276" w:lineRule="auto"/>
              <w:ind w:left="-108" w:right="-105"/>
              <w:jc w:val="center"/>
              <w:rPr>
                <w:rFonts w:ascii="Arial" w:hAnsi="Arial" w:cs="Arial"/>
                <w:sz w:val="19"/>
                <w:szCs w:val="19"/>
                <w:lang w:val="en-GB"/>
              </w:rPr>
            </w:pPr>
            <w:r w:rsidRPr="00EE62BB">
              <w:rPr>
                <w:rFonts w:ascii="Arial" w:hAnsi="Arial" w:cs="Arial"/>
                <w:sz w:val="19"/>
                <w:szCs w:val="19"/>
              </w:rPr>
              <w:t>31 December</w:t>
            </w:r>
            <w:r w:rsidR="00E13E8F" w:rsidRPr="00EE62BB">
              <w:rPr>
                <w:rFonts w:ascii="Arial" w:hAnsi="Arial" w:cs="Arial"/>
                <w:sz w:val="19"/>
                <w:szCs w:val="19"/>
              </w:rPr>
              <w:t xml:space="preserve"> </w:t>
            </w:r>
            <w:r w:rsidRPr="00EE62BB">
              <w:rPr>
                <w:rFonts w:ascii="Arial" w:hAnsi="Arial" w:cs="Arial"/>
                <w:sz w:val="19"/>
                <w:szCs w:val="19"/>
                <w:lang w:val="en-GB"/>
              </w:rPr>
              <w:t>202</w:t>
            </w:r>
            <w:r w:rsidR="003F2115">
              <w:rPr>
                <w:rFonts w:ascii="Arial" w:hAnsi="Arial" w:cs="Arial"/>
                <w:sz w:val="19"/>
                <w:szCs w:val="19"/>
                <w:lang w:val="en-GB"/>
              </w:rPr>
              <w:t>3</w:t>
            </w:r>
          </w:p>
        </w:tc>
      </w:tr>
      <w:tr w:rsidR="00E24158" w:rsidRPr="00457528" w14:paraId="7E644677" w14:textId="77777777" w:rsidTr="00EA1E2C">
        <w:trPr>
          <w:cantSplit/>
          <w:trHeight w:val="305"/>
        </w:trPr>
        <w:tc>
          <w:tcPr>
            <w:tcW w:w="3477" w:type="dxa"/>
            <w:vAlign w:val="bottom"/>
          </w:tcPr>
          <w:p w14:paraId="1E1ADFE2" w14:textId="1371E082" w:rsidR="00E24158" w:rsidRPr="00457528" w:rsidRDefault="00E24158" w:rsidP="00103D2F">
            <w:pPr>
              <w:spacing w:before="60" w:after="30" w:line="276" w:lineRule="auto"/>
              <w:rPr>
                <w:rFonts w:ascii="Arial" w:hAnsi="Arial" w:cs="Arial"/>
                <w:sz w:val="10"/>
                <w:szCs w:val="10"/>
              </w:rPr>
            </w:pPr>
          </w:p>
        </w:tc>
        <w:tc>
          <w:tcPr>
            <w:tcW w:w="1264" w:type="dxa"/>
            <w:tcBorders>
              <w:top w:val="single" w:sz="4" w:space="0" w:color="auto"/>
              <w:left w:val="nil"/>
            </w:tcBorders>
            <w:vAlign w:val="bottom"/>
          </w:tcPr>
          <w:p w14:paraId="080B969B" w14:textId="77777777" w:rsidR="00E24158" w:rsidRPr="00457528" w:rsidRDefault="00E24158" w:rsidP="00103D2F">
            <w:pPr>
              <w:spacing w:before="60" w:after="30" w:line="276" w:lineRule="auto"/>
              <w:jc w:val="right"/>
              <w:rPr>
                <w:rFonts w:ascii="Arial" w:hAnsi="Arial" w:cs="Arial"/>
                <w:sz w:val="10"/>
                <w:szCs w:val="10"/>
              </w:rPr>
            </w:pPr>
          </w:p>
        </w:tc>
        <w:tc>
          <w:tcPr>
            <w:tcW w:w="236" w:type="dxa"/>
            <w:tcBorders>
              <w:left w:val="nil"/>
            </w:tcBorders>
            <w:vAlign w:val="bottom"/>
          </w:tcPr>
          <w:p w14:paraId="3F9D5FF2" w14:textId="77777777" w:rsidR="00E24158" w:rsidRPr="00457528" w:rsidRDefault="00E24158" w:rsidP="00103D2F">
            <w:pPr>
              <w:spacing w:before="60" w:after="30" w:line="276" w:lineRule="auto"/>
              <w:jc w:val="right"/>
              <w:rPr>
                <w:rFonts w:ascii="Arial" w:hAnsi="Arial" w:cs="Arial"/>
                <w:sz w:val="10"/>
                <w:szCs w:val="10"/>
              </w:rPr>
            </w:pPr>
          </w:p>
        </w:tc>
        <w:tc>
          <w:tcPr>
            <w:tcW w:w="1215" w:type="dxa"/>
            <w:tcBorders>
              <w:top w:val="single" w:sz="4" w:space="0" w:color="auto"/>
            </w:tcBorders>
            <w:vAlign w:val="bottom"/>
          </w:tcPr>
          <w:p w14:paraId="1376A421" w14:textId="77777777" w:rsidR="00E24158" w:rsidRPr="00457528" w:rsidRDefault="00E24158" w:rsidP="00103D2F">
            <w:pPr>
              <w:spacing w:before="60" w:after="30" w:line="276" w:lineRule="auto"/>
              <w:jc w:val="right"/>
              <w:rPr>
                <w:rFonts w:ascii="Arial" w:hAnsi="Arial" w:cs="Arial"/>
                <w:sz w:val="10"/>
                <w:szCs w:val="10"/>
              </w:rPr>
            </w:pPr>
          </w:p>
        </w:tc>
        <w:tc>
          <w:tcPr>
            <w:tcW w:w="236" w:type="dxa"/>
            <w:tcBorders>
              <w:left w:val="nil"/>
            </w:tcBorders>
            <w:vAlign w:val="bottom"/>
          </w:tcPr>
          <w:p w14:paraId="498337F7" w14:textId="77777777" w:rsidR="00E24158" w:rsidRPr="00457528" w:rsidRDefault="00E24158" w:rsidP="00103D2F">
            <w:pPr>
              <w:spacing w:before="60" w:after="30" w:line="276" w:lineRule="auto"/>
              <w:jc w:val="right"/>
              <w:rPr>
                <w:rFonts w:ascii="Arial" w:hAnsi="Arial" w:cs="Arial"/>
                <w:sz w:val="10"/>
                <w:szCs w:val="10"/>
              </w:rPr>
            </w:pPr>
          </w:p>
        </w:tc>
        <w:tc>
          <w:tcPr>
            <w:tcW w:w="1265" w:type="dxa"/>
            <w:tcBorders>
              <w:top w:val="single" w:sz="4" w:space="0" w:color="auto"/>
            </w:tcBorders>
            <w:vAlign w:val="bottom"/>
          </w:tcPr>
          <w:p w14:paraId="4A06DE7D" w14:textId="77777777" w:rsidR="00E24158" w:rsidRPr="00457528" w:rsidRDefault="00E24158" w:rsidP="00103D2F">
            <w:pPr>
              <w:spacing w:before="60" w:after="30" w:line="276" w:lineRule="auto"/>
              <w:jc w:val="right"/>
              <w:rPr>
                <w:rFonts w:ascii="Arial" w:hAnsi="Arial" w:cs="Arial"/>
                <w:sz w:val="10"/>
                <w:szCs w:val="10"/>
              </w:rPr>
            </w:pPr>
          </w:p>
        </w:tc>
        <w:tc>
          <w:tcPr>
            <w:tcW w:w="240" w:type="dxa"/>
            <w:vAlign w:val="bottom"/>
          </w:tcPr>
          <w:p w14:paraId="04924080" w14:textId="77777777" w:rsidR="00E24158" w:rsidRPr="00457528" w:rsidRDefault="00E24158" w:rsidP="00103D2F">
            <w:pPr>
              <w:pStyle w:val="BalloonText"/>
              <w:spacing w:before="60" w:after="30" w:line="276" w:lineRule="auto"/>
              <w:ind w:left="-157"/>
              <w:jc w:val="right"/>
              <w:rPr>
                <w:rFonts w:ascii="Arial" w:hAnsi="Arial" w:cs="Arial"/>
                <w:sz w:val="10"/>
                <w:szCs w:val="10"/>
              </w:rPr>
            </w:pPr>
          </w:p>
        </w:tc>
        <w:tc>
          <w:tcPr>
            <w:tcW w:w="1254" w:type="dxa"/>
            <w:tcBorders>
              <w:top w:val="single" w:sz="4" w:space="0" w:color="auto"/>
            </w:tcBorders>
            <w:vAlign w:val="bottom"/>
          </w:tcPr>
          <w:p w14:paraId="79C10EDE" w14:textId="77777777" w:rsidR="00E24158" w:rsidRPr="00457528" w:rsidRDefault="00E24158" w:rsidP="00103D2F">
            <w:pPr>
              <w:spacing w:before="60" w:after="30" w:line="276" w:lineRule="auto"/>
              <w:jc w:val="right"/>
              <w:rPr>
                <w:rFonts w:ascii="Arial" w:hAnsi="Arial" w:cs="Arial"/>
                <w:sz w:val="10"/>
                <w:szCs w:val="10"/>
              </w:rPr>
            </w:pPr>
          </w:p>
        </w:tc>
      </w:tr>
      <w:tr w:rsidR="00E72FF1" w:rsidRPr="00EE62BB" w14:paraId="64BCAA0D" w14:textId="77777777" w:rsidTr="00E72FF1">
        <w:trPr>
          <w:cantSplit/>
          <w:trHeight w:val="67"/>
        </w:trPr>
        <w:tc>
          <w:tcPr>
            <w:tcW w:w="3477" w:type="dxa"/>
            <w:vAlign w:val="bottom"/>
          </w:tcPr>
          <w:p w14:paraId="6B3AA963" w14:textId="3E4E2D0B" w:rsidR="00E72FF1" w:rsidRPr="00EE62BB" w:rsidRDefault="00E72FF1" w:rsidP="00E72FF1">
            <w:pPr>
              <w:spacing w:before="60" w:after="30" w:line="276" w:lineRule="auto"/>
              <w:rPr>
                <w:rFonts w:ascii="Arial" w:hAnsi="Arial" w:cs="Arial"/>
                <w:sz w:val="19"/>
                <w:szCs w:val="19"/>
                <w:lang w:val="en-GB"/>
              </w:rPr>
            </w:pPr>
            <w:r w:rsidRPr="00EE62BB">
              <w:rPr>
                <w:rFonts w:ascii="Arial" w:hAnsi="Arial" w:cs="Arial"/>
                <w:sz w:val="19"/>
                <w:szCs w:val="19"/>
              </w:rPr>
              <w:t>Raw materials</w:t>
            </w:r>
          </w:p>
        </w:tc>
        <w:tc>
          <w:tcPr>
            <w:tcW w:w="1264" w:type="dxa"/>
            <w:tcBorders>
              <w:left w:val="nil"/>
            </w:tcBorders>
            <w:vAlign w:val="bottom"/>
          </w:tcPr>
          <w:p w14:paraId="448127C3" w14:textId="1D3F1907" w:rsidR="00E72FF1" w:rsidRPr="00EE62BB" w:rsidRDefault="00E72FF1" w:rsidP="00E72FF1">
            <w:pPr>
              <w:spacing w:before="60" w:after="30" w:line="276" w:lineRule="auto"/>
              <w:jc w:val="right"/>
              <w:rPr>
                <w:rFonts w:ascii="Arial" w:hAnsi="Arial" w:cs="Arial"/>
                <w:sz w:val="19"/>
                <w:szCs w:val="19"/>
              </w:rPr>
            </w:pPr>
            <w:r w:rsidRPr="00E72FF1">
              <w:rPr>
                <w:rFonts w:ascii="Arial" w:hAnsi="Arial" w:cs="Arial"/>
                <w:sz w:val="19"/>
                <w:szCs w:val="19"/>
              </w:rPr>
              <w:t>1,013,602</w:t>
            </w:r>
          </w:p>
        </w:tc>
        <w:tc>
          <w:tcPr>
            <w:tcW w:w="236" w:type="dxa"/>
            <w:tcBorders>
              <w:left w:val="nil"/>
            </w:tcBorders>
            <w:vAlign w:val="bottom"/>
          </w:tcPr>
          <w:p w14:paraId="29DF33CA" w14:textId="77777777" w:rsidR="00E72FF1" w:rsidRPr="00EE62BB" w:rsidRDefault="00E72FF1" w:rsidP="00E72FF1">
            <w:pPr>
              <w:spacing w:before="60" w:after="30" w:line="276" w:lineRule="auto"/>
              <w:jc w:val="right"/>
              <w:rPr>
                <w:rFonts w:ascii="Arial" w:hAnsi="Arial" w:cs="Arial"/>
                <w:sz w:val="19"/>
                <w:szCs w:val="19"/>
              </w:rPr>
            </w:pPr>
          </w:p>
        </w:tc>
        <w:tc>
          <w:tcPr>
            <w:tcW w:w="1215" w:type="dxa"/>
          </w:tcPr>
          <w:p w14:paraId="72D29EF3" w14:textId="516E8381" w:rsidR="00E72FF1" w:rsidRPr="00EE62BB" w:rsidRDefault="00E72FF1" w:rsidP="00E72FF1">
            <w:pPr>
              <w:spacing w:before="60" w:after="30" w:line="276" w:lineRule="auto"/>
              <w:jc w:val="right"/>
              <w:rPr>
                <w:rFonts w:ascii="Arial" w:hAnsi="Arial" w:cs="Arial"/>
                <w:sz w:val="19"/>
                <w:szCs w:val="19"/>
              </w:rPr>
            </w:pPr>
            <w:r w:rsidRPr="00EE62BB">
              <w:rPr>
                <w:rFonts w:ascii="Arial" w:hAnsi="Arial" w:cs="Arial"/>
                <w:sz w:val="19"/>
                <w:szCs w:val="19"/>
              </w:rPr>
              <w:t>932</w:t>
            </w:r>
            <w:r w:rsidRPr="00EE62BB">
              <w:rPr>
                <w:rFonts w:ascii="Arial" w:hAnsi="Arial" w:cs="Arial"/>
                <w:sz w:val="19"/>
                <w:szCs w:val="19"/>
                <w:cs/>
                <w:lang w:val="th-TH"/>
              </w:rPr>
              <w:t>,</w:t>
            </w:r>
            <w:r w:rsidRPr="00EE62BB">
              <w:rPr>
                <w:rFonts w:ascii="Arial" w:hAnsi="Arial" w:cs="Arial"/>
                <w:sz w:val="19"/>
                <w:szCs w:val="19"/>
              </w:rPr>
              <w:t>583</w:t>
            </w:r>
          </w:p>
        </w:tc>
        <w:tc>
          <w:tcPr>
            <w:tcW w:w="236" w:type="dxa"/>
            <w:tcBorders>
              <w:left w:val="nil"/>
            </w:tcBorders>
            <w:vAlign w:val="bottom"/>
          </w:tcPr>
          <w:p w14:paraId="1528D6ED" w14:textId="77777777" w:rsidR="00E72FF1" w:rsidRPr="00EE62BB" w:rsidRDefault="00E72FF1" w:rsidP="00E72FF1">
            <w:pPr>
              <w:spacing w:before="60" w:after="30" w:line="276" w:lineRule="auto"/>
              <w:ind w:right="30"/>
              <w:jc w:val="right"/>
              <w:rPr>
                <w:rFonts w:ascii="Arial" w:hAnsi="Arial" w:cs="Arial"/>
                <w:sz w:val="19"/>
                <w:szCs w:val="19"/>
              </w:rPr>
            </w:pPr>
          </w:p>
        </w:tc>
        <w:tc>
          <w:tcPr>
            <w:tcW w:w="1265" w:type="dxa"/>
          </w:tcPr>
          <w:p w14:paraId="5ACA054F" w14:textId="0AFE313F" w:rsidR="00E72FF1" w:rsidRPr="00EE62BB" w:rsidRDefault="00E72FF1" w:rsidP="00E72FF1">
            <w:pPr>
              <w:spacing w:before="60" w:after="30" w:line="276" w:lineRule="auto"/>
              <w:jc w:val="right"/>
              <w:rPr>
                <w:rFonts w:ascii="Arial" w:hAnsi="Arial" w:cs="Arial"/>
                <w:sz w:val="19"/>
                <w:szCs w:val="19"/>
              </w:rPr>
            </w:pPr>
            <w:r w:rsidRPr="00E93B25">
              <w:rPr>
                <w:rFonts w:ascii="Arial" w:hAnsi="Arial" w:cs="Arial"/>
                <w:sz w:val="19"/>
                <w:szCs w:val="19"/>
              </w:rPr>
              <w:t>1,000,914</w:t>
            </w:r>
          </w:p>
        </w:tc>
        <w:tc>
          <w:tcPr>
            <w:tcW w:w="240" w:type="dxa"/>
            <w:vAlign w:val="bottom"/>
          </w:tcPr>
          <w:p w14:paraId="133A7EEB" w14:textId="77777777" w:rsidR="00E72FF1" w:rsidRPr="00EE62BB" w:rsidRDefault="00E72FF1" w:rsidP="00E72FF1">
            <w:pPr>
              <w:pStyle w:val="a"/>
              <w:spacing w:before="60" w:after="30" w:line="276" w:lineRule="auto"/>
              <w:ind w:left="-157" w:right="30"/>
              <w:rPr>
                <w:rFonts w:ascii="Arial" w:hAnsi="Arial" w:cs="Arial"/>
                <w:sz w:val="19"/>
                <w:szCs w:val="19"/>
                <w:lang w:eastAsia="en-US"/>
              </w:rPr>
            </w:pPr>
          </w:p>
        </w:tc>
        <w:tc>
          <w:tcPr>
            <w:tcW w:w="1254" w:type="dxa"/>
          </w:tcPr>
          <w:p w14:paraId="4623C155" w14:textId="0A2717B5" w:rsidR="00E72FF1" w:rsidRPr="00EE62BB" w:rsidRDefault="00E72FF1" w:rsidP="00E72FF1">
            <w:pPr>
              <w:spacing w:before="60" w:after="30" w:line="276" w:lineRule="auto"/>
              <w:jc w:val="right"/>
              <w:rPr>
                <w:rFonts w:ascii="Arial" w:hAnsi="Arial" w:cs="Arial"/>
                <w:sz w:val="19"/>
                <w:szCs w:val="19"/>
                <w:cs/>
                <w:lang w:val="th-TH"/>
              </w:rPr>
            </w:pPr>
            <w:r w:rsidRPr="00EE62BB">
              <w:rPr>
                <w:rFonts w:ascii="Arial" w:hAnsi="Arial" w:cs="Arial"/>
                <w:sz w:val="19"/>
                <w:szCs w:val="19"/>
              </w:rPr>
              <w:t>918</w:t>
            </w:r>
            <w:r w:rsidRPr="00EE62BB">
              <w:rPr>
                <w:rFonts w:ascii="Arial" w:hAnsi="Arial" w:cs="Arial"/>
                <w:sz w:val="19"/>
                <w:szCs w:val="19"/>
                <w:cs/>
                <w:lang w:val="th-TH"/>
              </w:rPr>
              <w:t>,</w:t>
            </w:r>
            <w:r w:rsidRPr="00EE62BB">
              <w:rPr>
                <w:rFonts w:ascii="Arial" w:hAnsi="Arial" w:cs="Arial"/>
                <w:sz w:val="19"/>
                <w:szCs w:val="19"/>
              </w:rPr>
              <w:t>027</w:t>
            </w:r>
          </w:p>
        </w:tc>
      </w:tr>
      <w:tr w:rsidR="00E72FF1" w:rsidRPr="00EE62BB" w14:paraId="717A1BB3" w14:textId="77777777" w:rsidTr="00E72FF1">
        <w:trPr>
          <w:cantSplit/>
          <w:trHeight w:val="67"/>
        </w:trPr>
        <w:tc>
          <w:tcPr>
            <w:tcW w:w="3477" w:type="dxa"/>
            <w:vAlign w:val="bottom"/>
          </w:tcPr>
          <w:p w14:paraId="5695B936" w14:textId="4397E1E1" w:rsidR="00E72FF1" w:rsidRPr="00EE62BB" w:rsidRDefault="00E72FF1" w:rsidP="00E72FF1">
            <w:pPr>
              <w:spacing w:before="60" w:after="30" w:line="276" w:lineRule="auto"/>
              <w:rPr>
                <w:rFonts w:ascii="Arial" w:hAnsi="Arial" w:cs="Arial"/>
                <w:sz w:val="19"/>
                <w:szCs w:val="19"/>
              </w:rPr>
            </w:pPr>
            <w:r w:rsidRPr="00EE62BB">
              <w:rPr>
                <w:rFonts w:ascii="Arial" w:hAnsi="Arial" w:cs="Arial"/>
                <w:sz w:val="19"/>
                <w:szCs w:val="19"/>
                <w:lang w:val="en-GB"/>
              </w:rPr>
              <w:t>Finished goods</w:t>
            </w:r>
          </w:p>
        </w:tc>
        <w:tc>
          <w:tcPr>
            <w:tcW w:w="1264" w:type="dxa"/>
            <w:tcBorders>
              <w:left w:val="nil"/>
            </w:tcBorders>
            <w:vAlign w:val="bottom"/>
          </w:tcPr>
          <w:p w14:paraId="48EF3D29" w14:textId="18AFEE46" w:rsidR="00E72FF1" w:rsidRPr="00EE62BB" w:rsidRDefault="00E72FF1" w:rsidP="00E72FF1">
            <w:pPr>
              <w:spacing w:before="60" w:after="30" w:line="276" w:lineRule="auto"/>
              <w:jc w:val="right"/>
              <w:rPr>
                <w:rFonts w:ascii="Arial" w:hAnsi="Arial" w:cs="Arial"/>
                <w:sz w:val="19"/>
                <w:szCs w:val="19"/>
              </w:rPr>
            </w:pPr>
            <w:r w:rsidRPr="00E72FF1">
              <w:rPr>
                <w:rFonts w:ascii="Arial" w:hAnsi="Arial" w:cs="Arial"/>
                <w:sz w:val="19"/>
                <w:szCs w:val="19"/>
              </w:rPr>
              <w:t>200,197</w:t>
            </w:r>
          </w:p>
        </w:tc>
        <w:tc>
          <w:tcPr>
            <w:tcW w:w="236" w:type="dxa"/>
            <w:tcBorders>
              <w:left w:val="nil"/>
            </w:tcBorders>
            <w:vAlign w:val="bottom"/>
          </w:tcPr>
          <w:p w14:paraId="1D0A20FE" w14:textId="77777777" w:rsidR="00E72FF1" w:rsidRPr="00EE62BB" w:rsidRDefault="00E72FF1" w:rsidP="00E72FF1">
            <w:pPr>
              <w:spacing w:before="60" w:after="30" w:line="276" w:lineRule="auto"/>
              <w:jc w:val="right"/>
              <w:rPr>
                <w:rFonts w:ascii="Arial" w:hAnsi="Arial" w:cs="Arial"/>
                <w:sz w:val="19"/>
                <w:szCs w:val="19"/>
              </w:rPr>
            </w:pPr>
          </w:p>
        </w:tc>
        <w:tc>
          <w:tcPr>
            <w:tcW w:w="1215" w:type="dxa"/>
          </w:tcPr>
          <w:p w14:paraId="28A0749C" w14:textId="17B7CFD2" w:rsidR="00E72FF1" w:rsidRPr="00EE62BB" w:rsidRDefault="00E72FF1" w:rsidP="00E72FF1">
            <w:pPr>
              <w:spacing w:before="60" w:after="30" w:line="276" w:lineRule="auto"/>
              <w:jc w:val="right"/>
              <w:rPr>
                <w:rFonts w:ascii="Arial" w:hAnsi="Arial" w:cs="Arial"/>
                <w:sz w:val="19"/>
                <w:szCs w:val="19"/>
              </w:rPr>
            </w:pPr>
            <w:r w:rsidRPr="00EE62BB">
              <w:rPr>
                <w:rFonts w:ascii="Arial" w:hAnsi="Arial" w:cs="Arial"/>
                <w:sz w:val="19"/>
                <w:szCs w:val="19"/>
              </w:rPr>
              <w:t>202</w:t>
            </w:r>
            <w:r w:rsidRPr="00EE62BB">
              <w:rPr>
                <w:rFonts w:ascii="Arial" w:hAnsi="Arial" w:cs="Arial"/>
                <w:sz w:val="19"/>
                <w:szCs w:val="19"/>
                <w:cs/>
                <w:lang w:val="th-TH"/>
              </w:rPr>
              <w:t>,</w:t>
            </w:r>
            <w:r w:rsidRPr="00EE62BB">
              <w:rPr>
                <w:rFonts w:ascii="Arial" w:hAnsi="Arial" w:cs="Arial"/>
                <w:sz w:val="19"/>
                <w:szCs w:val="19"/>
              </w:rPr>
              <w:t>133</w:t>
            </w:r>
          </w:p>
        </w:tc>
        <w:tc>
          <w:tcPr>
            <w:tcW w:w="236" w:type="dxa"/>
            <w:tcBorders>
              <w:left w:val="nil"/>
            </w:tcBorders>
            <w:vAlign w:val="bottom"/>
          </w:tcPr>
          <w:p w14:paraId="2EA65153" w14:textId="77777777" w:rsidR="00E72FF1" w:rsidRPr="00EE62BB" w:rsidRDefault="00E72FF1" w:rsidP="00E72FF1">
            <w:pPr>
              <w:spacing w:before="60" w:after="30" w:line="276" w:lineRule="auto"/>
              <w:ind w:right="30"/>
              <w:jc w:val="right"/>
              <w:rPr>
                <w:rFonts w:ascii="Arial" w:hAnsi="Arial" w:cs="Arial"/>
                <w:sz w:val="19"/>
                <w:szCs w:val="19"/>
              </w:rPr>
            </w:pPr>
          </w:p>
        </w:tc>
        <w:tc>
          <w:tcPr>
            <w:tcW w:w="1265" w:type="dxa"/>
          </w:tcPr>
          <w:p w14:paraId="3D8AB006" w14:textId="54B3EBAB" w:rsidR="00E72FF1" w:rsidRPr="00EE62BB" w:rsidRDefault="00E72FF1" w:rsidP="00E72FF1">
            <w:pPr>
              <w:spacing w:before="60" w:after="30" w:line="276" w:lineRule="auto"/>
              <w:jc w:val="right"/>
              <w:rPr>
                <w:rFonts w:ascii="Arial" w:hAnsi="Arial" w:cs="Arial"/>
                <w:sz w:val="19"/>
                <w:szCs w:val="19"/>
              </w:rPr>
            </w:pPr>
            <w:r w:rsidRPr="00E93B25">
              <w:rPr>
                <w:rFonts w:ascii="Arial" w:hAnsi="Arial" w:cs="Arial"/>
                <w:sz w:val="19"/>
                <w:szCs w:val="19"/>
              </w:rPr>
              <w:t>200,197</w:t>
            </w:r>
          </w:p>
        </w:tc>
        <w:tc>
          <w:tcPr>
            <w:tcW w:w="240" w:type="dxa"/>
            <w:vAlign w:val="bottom"/>
          </w:tcPr>
          <w:p w14:paraId="0C8FABFA" w14:textId="77777777" w:rsidR="00E72FF1" w:rsidRPr="00EE62BB" w:rsidRDefault="00E72FF1" w:rsidP="00E72FF1">
            <w:pPr>
              <w:pStyle w:val="a"/>
              <w:spacing w:before="60" w:after="30" w:line="276" w:lineRule="auto"/>
              <w:ind w:left="-157" w:right="30"/>
              <w:rPr>
                <w:rFonts w:ascii="Arial" w:hAnsi="Arial" w:cs="Arial"/>
                <w:sz w:val="19"/>
                <w:szCs w:val="19"/>
                <w:lang w:eastAsia="en-US"/>
              </w:rPr>
            </w:pPr>
          </w:p>
        </w:tc>
        <w:tc>
          <w:tcPr>
            <w:tcW w:w="1254" w:type="dxa"/>
          </w:tcPr>
          <w:p w14:paraId="7EC54878" w14:textId="18C530C8" w:rsidR="00E72FF1" w:rsidRPr="00EE62BB" w:rsidRDefault="00E72FF1" w:rsidP="00E72FF1">
            <w:pPr>
              <w:spacing w:before="60" w:after="30" w:line="276" w:lineRule="auto"/>
              <w:jc w:val="right"/>
              <w:rPr>
                <w:rFonts w:ascii="Arial" w:hAnsi="Arial" w:cs="Arial"/>
                <w:sz w:val="19"/>
                <w:szCs w:val="19"/>
              </w:rPr>
            </w:pPr>
            <w:r w:rsidRPr="00EE62BB">
              <w:rPr>
                <w:rFonts w:ascii="Arial" w:hAnsi="Arial" w:cs="Arial"/>
                <w:sz w:val="19"/>
                <w:szCs w:val="19"/>
              </w:rPr>
              <w:t>202</w:t>
            </w:r>
            <w:r w:rsidRPr="00EE62BB">
              <w:rPr>
                <w:rFonts w:ascii="Arial" w:hAnsi="Arial" w:cs="Arial"/>
                <w:sz w:val="19"/>
                <w:szCs w:val="19"/>
                <w:cs/>
                <w:lang w:val="th-TH"/>
              </w:rPr>
              <w:t>,</w:t>
            </w:r>
            <w:r w:rsidRPr="00EE62BB">
              <w:rPr>
                <w:rFonts w:ascii="Arial" w:hAnsi="Arial" w:cs="Arial"/>
                <w:sz w:val="19"/>
                <w:szCs w:val="19"/>
              </w:rPr>
              <w:t>133</w:t>
            </w:r>
          </w:p>
        </w:tc>
      </w:tr>
      <w:tr w:rsidR="00E72FF1" w:rsidRPr="00EE62BB" w14:paraId="288DFED1" w14:textId="77777777" w:rsidTr="00E72FF1">
        <w:trPr>
          <w:cantSplit/>
          <w:trHeight w:val="67"/>
        </w:trPr>
        <w:tc>
          <w:tcPr>
            <w:tcW w:w="3477" w:type="dxa"/>
            <w:vAlign w:val="bottom"/>
          </w:tcPr>
          <w:p w14:paraId="7485A8D2" w14:textId="4128E62B" w:rsidR="00E72FF1" w:rsidRPr="00EE62BB" w:rsidRDefault="00E72FF1" w:rsidP="00E72FF1">
            <w:pPr>
              <w:spacing w:before="60" w:after="30" w:line="276" w:lineRule="auto"/>
              <w:rPr>
                <w:rFonts w:ascii="Arial" w:hAnsi="Arial" w:cs="Arial"/>
                <w:sz w:val="19"/>
                <w:szCs w:val="19"/>
              </w:rPr>
            </w:pPr>
            <w:r w:rsidRPr="00EE62BB">
              <w:rPr>
                <w:rFonts w:ascii="Arial" w:hAnsi="Arial" w:cs="Arial"/>
                <w:sz w:val="19"/>
                <w:szCs w:val="19"/>
              </w:rPr>
              <w:t>Work in process</w:t>
            </w:r>
          </w:p>
        </w:tc>
        <w:tc>
          <w:tcPr>
            <w:tcW w:w="1264" w:type="dxa"/>
            <w:tcBorders>
              <w:left w:val="nil"/>
            </w:tcBorders>
            <w:vAlign w:val="bottom"/>
          </w:tcPr>
          <w:p w14:paraId="46AA77CD" w14:textId="3054BDE9" w:rsidR="00E72FF1" w:rsidRPr="00EE62BB" w:rsidRDefault="00E72FF1" w:rsidP="00E72FF1">
            <w:pPr>
              <w:spacing w:before="60" w:after="30" w:line="276" w:lineRule="auto"/>
              <w:jc w:val="right"/>
              <w:rPr>
                <w:rFonts w:ascii="Arial" w:hAnsi="Arial" w:cs="Arial"/>
                <w:sz w:val="19"/>
                <w:szCs w:val="19"/>
              </w:rPr>
            </w:pPr>
            <w:r w:rsidRPr="00E72FF1">
              <w:rPr>
                <w:rFonts w:ascii="Arial" w:hAnsi="Arial" w:cs="Arial"/>
                <w:sz w:val="19"/>
                <w:szCs w:val="19"/>
              </w:rPr>
              <w:t>80,965</w:t>
            </w:r>
          </w:p>
        </w:tc>
        <w:tc>
          <w:tcPr>
            <w:tcW w:w="236" w:type="dxa"/>
            <w:tcBorders>
              <w:left w:val="nil"/>
            </w:tcBorders>
            <w:vAlign w:val="bottom"/>
          </w:tcPr>
          <w:p w14:paraId="14C2C286" w14:textId="77777777" w:rsidR="00E72FF1" w:rsidRPr="00EE62BB" w:rsidRDefault="00E72FF1" w:rsidP="00E72FF1">
            <w:pPr>
              <w:spacing w:before="60" w:after="30" w:line="276" w:lineRule="auto"/>
              <w:jc w:val="right"/>
              <w:rPr>
                <w:rFonts w:ascii="Arial" w:hAnsi="Arial" w:cs="Arial"/>
                <w:sz w:val="19"/>
                <w:szCs w:val="19"/>
              </w:rPr>
            </w:pPr>
          </w:p>
        </w:tc>
        <w:tc>
          <w:tcPr>
            <w:tcW w:w="1215" w:type="dxa"/>
          </w:tcPr>
          <w:p w14:paraId="0EAD5A5C" w14:textId="01AC6A9C" w:rsidR="00E72FF1" w:rsidRPr="00EE62BB" w:rsidRDefault="00E72FF1" w:rsidP="00E72FF1">
            <w:pPr>
              <w:spacing w:before="60" w:after="30" w:line="276" w:lineRule="auto"/>
              <w:jc w:val="right"/>
              <w:rPr>
                <w:rFonts w:ascii="Arial" w:hAnsi="Arial" w:cs="Arial"/>
                <w:sz w:val="19"/>
                <w:szCs w:val="19"/>
              </w:rPr>
            </w:pPr>
            <w:r w:rsidRPr="00EE62BB">
              <w:rPr>
                <w:rFonts w:ascii="Arial" w:hAnsi="Arial" w:cs="Arial"/>
                <w:sz w:val="19"/>
                <w:szCs w:val="19"/>
              </w:rPr>
              <w:t>100</w:t>
            </w:r>
            <w:r w:rsidRPr="00EE62BB">
              <w:rPr>
                <w:rFonts w:ascii="Arial" w:hAnsi="Arial" w:cs="Arial"/>
                <w:sz w:val="19"/>
                <w:szCs w:val="19"/>
                <w:cs/>
                <w:lang w:val="th-TH"/>
              </w:rPr>
              <w:t>,</w:t>
            </w:r>
            <w:r w:rsidRPr="00EE62BB">
              <w:rPr>
                <w:rFonts w:ascii="Arial" w:hAnsi="Arial" w:cs="Arial"/>
                <w:sz w:val="19"/>
                <w:szCs w:val="19"/>
              </w:rPr>
              <w:t>828</w:t>
            </w:r>
          </w:p>
        </w:tc>
        <w:tc>
          <w:tcPr>
            <w:tcW w:w="236" w:type="dxa"/>
            <w:tcBorders>
              <w:left w:val="nil"/>
            </w:tcBorders>
            <w:vAlign w:val="bottom"/>
          </w:tcPr>
          <w:p w14:paraId="2B70406F" w14:textId="77777777" w:rsidR="00E72FF1" w:rsidRPr="00EE62BB" w:rsidRDefault="00E72FF1" w:rsidP="00E72FF1">
            <w:pPr>
              <w:spacing w:before="60" w:after="30" w:line="276" w:lineRule="auto"/>
              <w:ind w:right="30"/>
              <w:jc w:val="right"/>
              <w:rPr>
                <w:rFonts w:ascii="Arial" w:hAnsi="Arial" w:cs="Arial"/>
                <w:sz w:val="19"/>
                <w:szCs w:val="19"/>
              </w:rPr>
            </w:pPr>
          </w:p>
        </w:tc>
        <w:tc>
          <w:tcPr>
            <w:tcW w:w="1265" w:type="dxa"/>
          </w:tcPr>
          <w:p w14:paraId="0C64A0F8" w14:textId="1564D84A" w:rsidR="00E72FF1" w:rsidRPr="00EE62BB" w:rsidRDefault="00E72FF1" w:rsidP="00E72FF1">
            <w:pPr>
              <w:spacing w:before="60" w:after="30" w:line="276" w:lineRule="auto"/>
              <w:jc w:val="right"/>
              <w:rPr>
                <w:rFonts w:ascii="Arial" w:hAnsi="Arial" w:cs="Arial"/>
                <w:sz w:val="19"/>
                <w:szCs w:val="19"/>
              </w:rPr>
            </w:pPr>
            <w:r w:rsidRPr="00E93B25">
              <w:rPr>
                <w:rFonts w:ascii="Arial" w:hAnsi="Arial" w:cs="Arial"/>
                <w:sz w:val="19"/>
                <w:szCs w:val="19"/>
              </w:rPr>
              <w:t>79,489</w:t>
            </w:r>
          </w:p>
        </w:tc>
        <w:tc>
          <w:tcPr>
            <w:tcW w:w="240" w:type="dxa"/>
            <w:vAlign w:val="bottom"/>
          </w:tcPr>
          <w:p w14:paraId="0B7FF7E1" w14:textId="77777777" w:rsidR="00E72FF1" w:rsidRPr="00EE62BB" w:rsidRDefault="00E72FF1" w:rsidP="00E72FF1">
            <w:pPr>
              <w:pStyle w:val="a"/>
              <w:spacing w:before="60" w:after="30" w:line="276" w:lineRule="auto"/>
              <w:ind w:left="-157" w:right="30"/>
              <w:rPr>
                <w:rFonts w:ascii="Arial" w:hAnsi="Arial" w:cs="Arial"/>
                <w:sz w:val="19"/>
                <w:szCs w:val="19"/>
                <w:lang w:eastAsia="en-US"/>
              </w:rPr>
            </w:pPr>
          </w:p>
        </w:tc>
        <w:tc>
          <w:tcPr>
            <w:tcW w:w="1254" w:type="dxa"/>
          </w:tcPr>
          <w:p w14:paraId="4755258A" w14:textId="5FED1AB5" w:rsidR="00E72FF1" w:rsidRPr="00EE62BB" w:rsidRDefault="00E72FF1" w:rsidP="00E72FF1">
            <w:pPr>
              <w:spacing w:before="60" w:after="30" w:line="276" w:lineRule="auto"/>
              <w:jc w:val="right"/>
              <w:rPr>
                <w:rFonts w:ascii="Arial" w:hAnsi="Arial" w:cs="Arial"/>
                <w:sz w:val="19"/>
                <w:szCs w:val="19"/>
              </w:rPr>
            </w:pPr>
            <w:r w:rsidRPr="00EE62BB">
              <w:rPr>
                <w:rFonts w:ascii="Arial" w:hAnsi="Arial" w:cs="Arial"/>
                <w:sz w:val="19"/>
                <w:szCs w:val="19"/>
              </w:rPr>
              <w:t>100</w:t>
            </w:r>
            <w:r w:rsidRPr="00EE62BB">
              <w:rPr>
                <w:rFonts w:ascii="Arial" w:hAnsi="Arial" w:cs="Arial"/>
                <w:sz w:val="19"/>
                <w:szCs w:val="19"/>
                <w:cs/>
                <w:lang w:val="th-TH"/>
              </w:rPr>
              <w:t>,</w:t>
            </w:r>
            <w:r w:rsidRPr="00EE62BB">
              <w:rPr>
                <w:rFonts w:ascii="Arial" w:hAnsi="Arial" w:cs="Arial"/>
                <w:sz w:val="19"/>
                <w:szCs w:val="19"/>
              </w:rPr>
              <w:t>320</w:t>
            </w:r>
          </w:p>
        </w:tc>
      </w:tr>
      <w:tr w:rsidR="00E72FF1" w:rsidRPr="00EE62BB" w14:paraId="1950E2B6" w14:textId="77777777" w:rsidTr="00E72FF1">
        <w:trPr>
          <w:cantSplit/>
          <w:trHeight w:val="67"/>
        </w:trPr>
        <w:tc>
          <w:tcPr>
            <w:tcW w:w="3477" w:type="dxa"/>
            <w:vAlign w:val="bottom"/>
          </w:tcPr>
          <w:p w14:paraId="6A75700A" w14:textId="77777777" w:rsidR="00E72FF1" w:rsidRPr="00EE62BB" w:rsidRDefault="00E72FF1" w:rsidP="00E72FF1">
            <w:pPr>
              <w:spacing w:before="60" w:after="30" w:line="276" w:lineRule="auto"/>
              <w:rPr>
                <w:rFonts w:ascii="Arial" w:hAnsi="Arial" w:cs="Arial"/>
                <w:sz w:val="19"/>
                <w:szCs w:val="19"/>
              </w:rPr>
            </w:pPr>
            <w:r w:rsidRPr="00EE62BB">
              <w:rPr>
                <w:rFonts w:ascii="Arial" w:hAnsi="Arial" w:cs="Arial"/>
                <w:sz w:val="19"/>
                <w:szCs w:val="19"/>
              </w:rPr>
              <w:t>Spare parts and supplies</w:t>
            </w:r>
          </w:p>
        </w:tc>
        <w:tc>
          <w:tcPr>
            <w:tcW w:w="1264" w:type="dxa"/>
            <w:tcBorders>
              <w:left w:val="nil"/>
            </w:tcBorders>
            <w:vAlign w:val="bottom"/>
          </w:tcPr>
          <w:p w14:paraId="365820DA" w14:textId="3E065C40" w:rsidR="00E72FF1" w:rsidRPr="00EE62BB" w:rsidRDefault="00E72FF1" w:rsidP="00E72FF1">
            <w:pPr>
              <w:spacing w:before="60" w:after="30" w:line="276" w:lineRule="auto"/>
              <w:jc w:val="right"/>
              <w:rPr>
                <w:rFonts w:ascii="Arial" w:hAnsi="Arial" w:cs="Arial"/>
                <w:sz w:val="19"/>
                <w:szCs w:val="19"/>
              </w:rPr>
            </w:pPr>
            <w:r w:rsidRPr="00E72FF1">
              <w:rPr>
                <w:rFonts w:ascii="Arial" w:hAnsi="Arial" w:cs="Arial"/>
                <w:sz w:val="19"/>
                <w:szCs w:val="19"/>
              </w:rPr>
              <w:t>48,268</w:t>
            </w:r>
          </w:p>
        </w:tc>
        <w:tc>
          <w:tcPr>
            <w:tcW w:w="236" w:type="dxa"/>
            <w:tcBorders>
              <w:left w:val="nil"/>
            </w:tcBorders>
            <w:vAlign w:val="bottom"/>
          </w:tcPr>
          <w:p w14:paraId="6DF11047" w14:textId="77777777" w:rsidR="00E72FF1" w:rsidRPr="00EE62BB" w:rsidRDefault="00E72FF1" w:rsidP="00E72FF1">
            <w:pPr>
              <w:spacing w:before="60" w:after="30" w:line="276" w:lineRule="auto"/>
              <w:jc w:val="right"/>
              <w:rPr>
                <w:rFonts w:ascii="Arial" w:hAnsi="Arial" w:cs="Arial"/>
                <w:sz w:val="19"/>
                <w:szCs w:val="19"/>
              </w:rPr>
            </w:pPr>
          </w:p>
        </w:tc>
        <w:tc>
          <w:tcPr>
            <w:tcW w:w="1215" w:type="dxa"/>
          </w:tcPr>
          <w:p w14:paraId="540A5FC4" w14:textId="4E828271" w:rsidR="00E72FF1" w:rsidRPr="00EE62BB" w:rsidRDefault="00E72FF1" w:rsidP="00E72FF1">
            <w:pPr>
              <w:spacing w:before="60" w:after="30" w:line="276" w:lineRule="auto"/>
              <w:jc w:val="right"/>
              <w:rPr>
                <w:rFonts w:ascii="Arial" w:hAnsi="Arial" w:cs="Arial"/>
                <w:sz w:val="19"/>
                <w:szCs w:val="19"/>
              </w:rPr>
            </w:pPr>
            <w:r w:rsidRPr="00EE62BB">
              <w:rPr>
                <w:rFonts w:ascii="Arial" w:hAnsi="Arial" w:cs="Arial"/>
                <w:sz w:val="19"/>
                <w:szCs w:val="19"/>
              </w:rPr>
              <w:t>47</w:t>
            </w:r>
            <w:r w:rsidRPr="00EE62BB">
              <w:rPr>
                <w:rFonts w:ascii="Arial" w:hAnsi="Arial" w:cs="Arial"/>
                <w:sz w:val="19"/>
                <w:szCs w:val="19"/>
                <w:cs/>
                <w:lang w:val="th-TH"/>
              </w:rPr>
              <w:t>,</w:t>
            </w:r>
            <w:r w:rsidRPr="00EE62BB">
              <w:rPr>
                <w:rFonts w:ascii="Arial" w:hAnsi="Arial" w:cs="Arial"/>
                <w:sz w:val="19"/>
                <w:szCs w:val="19"/>
              </w:rPr>
              <w:t>916</w:t>
            </w:r>
          </w:p>
        </w:tc>
        <w:tc>
          <w:tcPr>
            <w:tcW w:w="236" w:type="dxa"/>
            <w:tcBorders>
              <w:left w:val="nil"/>
            </w:tcBorders>
            <w:vAlign w:val="bottom"/>
          </w:tcPr>
          <w:p w14:paraId="2D08B24E" w14:textId="77777777" w:rsidR="00E72FF1" w:rsidRPr="00EE62BB" w:rsidRDefault="00E72FF1" w:rsidP="00E72FF1">
            <w:pPr>
              <w:spacing w:before="60" w:after="30" w:line="276" w:lineRule="auto"/>
              <w:ind w:right="30"/>
              <w:jc w:val="right"/>
              <w:rPr>
                <w:rFonts w:ascii="Arial" w:hAnsi="Arial" w:cs="Arial"/>
                <w:sz w:val="19"/>
                <w:szCs w:val="19"/>
              </w:rPr>
            </w:pPr>
          </w:p>
        </w:tc>
        <w:tc>
          <w:tcPr>
            <w:tcW w:w="1265" w:type="dxa"/>
          </w:tcPr>
          <w:p w14:paraId="41AD147B" w14:textId="58CA4834" w:rsidR="00E72FF1" w:rsidRPr="00EE62BB" w:rsidRDefault="00E72FF1" w:rsidP="00E72FF1">
            <w:pPr>
              <w:spacing w:before="60" w:after="30" w:line="276" w:lineRule="auto"/>
              <w:jc w:val="right"/>
              <w:rPr>
                <w:rFonts w:ascii="Arial" w:hAnsi="Arial" w:cs="Arial"/>
                <w:sz w:val="19"/>
                <w:szCs w:val="19"/>
              </w:rPr>
            </w:pPr>
            <w:r w:rsidRPr="00E93B25">
              <w:rPr>
                <w:rFonts w:ascii="Arial" w:hAnsi="Arial" w:cs="Arial"/>
                <w:sz w:val="19"/>
                <w:szCs w:val="19"/>
              </w:rPr>
              <w:t>48,268</w:t>
            </w:r>
          </w:p>
        </w:tc>
        <w:tc>
          <w:tcPr>
            <w:tcW w:w="240" w:type="dxa"/>
            <w:vAlign w:val="bottom"/>
          </w:tcPr>
          <w:p w14:paraId="27F78ABA" w14:textId="77777777" w:rsidR="00E72FF1" w:rsidRPr="00EE62BB" w:rsidRDefault="00E72FF1" w:rsidP="00E72FF1">
            <w:pPr>
              <w:pStyle w:val="a"/>
              <w:spacing w:before="60" w:after="30" w:line="276" w:lineRule="auto"/>
              <w:ind w:left="-157" w:right="30"/>
              <w:rPr>
                <w:rFonts w:ascii="Arial" w:hAnsi="Arial" w:cs="Arial"/>
                <w:sz w:val="19"/>
                <w:szCs w:val="19"/>
                <w:lang w:eastAsia="en-US"/>
              </w:rPr>
            </w:pPr>
          </w:p>
        </w:tc>
        <w:tc>
          <w:tcPr>
            <w:tcW w:w="1254" w:type="dxa"/>
          </w:tcPr>
          <w:p w14:paraId="5E91C574" w14:textId="2626787C" w:rsidR="00E72FF1" w:rsidRPr="00EE62BB" w:rsidRDefault="00E72FF1" w:rsidP="00E72FF1">
            <w:pPr>
              <w:spacing w:before="60" w:after="30" w:line="276" w:lineRule="auto"/>
              <w:jc w:val="right"/>
              <w:rPr>
                <w:rFonts w:ascii="Arial" w:hAnsi="Arial" w:cs="Arial"/>
                <w:sz w:val="19"/>
                <w:szCs w:val="19"/>
              </w:rPr>
            </w:pPr>
            <w:r w:rsidRPr="00EE62BB">
              <w:rPr>
                <w:rFonts w:ascii="Arial" w:hAnsi="Arial" w:cs="Arial"/>
                <w:sz w:val="19"/>
                <w:szCs w:val="19"/>
              </w:rPr>
              <w:t>47</w:t>
            </w:r>
            <w:r w:rsidRPr="00EE62BB">
              <w:rPr>
                <w:rFonts w:ascii="Arial" w:hAnsi="Arial" w:cs="Arial"/>
                <w:sz w:val="19"/>
                <w:szCs w:val="19"/>
                <w:cs/>
                <w:lang w:val="th-TH"/>
              </w:rPr>
              <w:t>,</w:t>
            </w:r>
            <w:r w:rsidRPr="00EE62BB">
              <w:rPr>
                <w:rFonts w:ascii="Arial" w:hAnsi="Arial" w:cs="Arial"/>
                <w:sz w:val="19"/>
                <w:szCs w:val="19"/>
              </w:rPr>
              <w:t>916</w:t>
            </w:r>
          </w:p>
        </w:tc>
      </w:tr>
      <w:tr w:rsidR="00E72FF1" w:rsidRPr="00EE62BB" w14:paraId="114E151B" w14:textId="77777777" w:rsidTr="00E72FF1">
        <w:trPr>
          <w:cantSplit/>
          <w:trHeight w:val="67"/>
        </w:trPr>
        <w:tc>
          <w:tcPr>
            <w:tcW w:w="3477" w:type="dxa"/>
            <w:vAlign w:val="bottom"/>
          </w:tcPr>
          <w:p w14:paraId="4F16255A" w14:textId="77777777" w:rsidR="00E72FF1" w:rsidRPr="00EE62BB" w:rsidRDefault="00E72FF1" w:rsidP="00E72FF1">
            <w:pPr>
              <w:spacing w:before="60" w:after="30" w:line="276" w:lineRule="auto"/>
              <w:rPr>
                <w:rFonts w:ascii="Arial" w:hAnsi="Arial" w:cs="Arial"/>
                <w:sz w:val="19"/>
                <w:szCs w:val="19"/>
              </w:rPr>
            </w:pPr>
            <w:r w:rsidRPr="00EE62BB">
              <w:rPr>
                <w:rFonts w:ascii="Arial" w:hAnsi="Arial" w:cs="Arial"/>
                <w:sz w:val="19"/>
                <w:szCs w:val="19"/>
              </w:rPr>
              <w:t>Raw materials in transit</w:t>
            </w:r>
          </w:p>
        </w:tc>
        <w:tc>
          <w:tcPr>
            <w:tcW w:w="1264" w:type="dxa"/>
            <w:tcBorders>
              <w:left w:val="nil"/>
              <w:bottom w:val="single" w:sz="4" w:space="0" w:color="auto"/>
            </w:tcBorders>
            <w:vAlign w:val="bottom"/>
          </w:tcPr>
          <w:p w14:paraId="1FA3C13E" w14:textId="150DDD77" w:rsidR="00E72FF1" w:rsidRPr="00EE62BB" w:rsidRDefault="00E72FF1" w:rsidP="00E72FF1">
            <w:pPr>
              <w:spacing w:before="60" w:after="30" w:line="276" w:lineRule="auto"/>
              <w:jc w:val="right"/>
              <w:rPr>
                <w:rFonts w:ascii="Arial" w:hAnsi="Arial" w:cs="Arial"/>
                <w:sz w:val="19"/>
                <w:szCs w:val="19"/>
              </w:rPr>
            </w:pPr>
            <w:r w:rsidRPr="00E72FF1">
              <w:rPr>
                <w:rFonts w:ascii="Arial" w:hAnsi="Arial" w:cs="Arial"/>
                <w:sz w:val="19"/>
                <w:szCs w:val="19"/>
              </w:rPr>
              <w:t>54,560</w:t>
            </w:r>
          </w:p>
        </w:tc>
        <w:tc>
          <w:tcPr>
            <w:tcW w:w="236" w:type="dxa"/>
            <w:tcBorders>
              <w:left w:val="nil"/>
            </w:tcBorders>
            <w:vAlign w:val="bottom"/>
          </w:tcPr>
          <w:p w14:paraId="68392F4D" w14:textId="77777777" w:rsidR="00E72FF1" w:rsidRPr="00EE62BB" w:rsidRDefault="00E72FF1" w:rsidP="00E72FF1">
            <w:pPr>
              <w:spacing w:before="60" w:after="30" w:line="276" w:lineRule="auto"/>
              <w:jc w:val="right"/>
              <w:rPr>
                <w:rFonts w:ascii="Arial" w:hAnsi="Arial" w:cs="Arial"/>
                <w:sz w:val="19"/>
                <w:szCs w:val="19"/>
              </w:rPr>
            </w:pPr>
          </w:p>
        </w:tc>
        <w:tc>
          <w:tcPr>
            <w:tcW w:w="1215" w:type="dxa"/>
            <w:tcBorders>
              <w:bottom w:val="single" w:sz="4" w:space="0" w:color="auto"/>
            </w:tcBorders>
          </w:tcPr>
          <w:p w14:paraId="74D89D9F" w14:textId="7FD3037D" w:rsidR="00E72FF1" w:rsidRPr="00EE62BB" w:rsidRDefault="00E72FF1" w:rsidP="00E72FF1">
            <w:pPr>
              <w:spacing w:before="60" w:after="30" w:line="276" w:lineRule="auto"/>
              <w:jc w:val="right"/>
              <w:rPr>
                <w:rFonts w:ascii="Arial" w:hAnsi="Arial" w:cs="Arial"/>
                <w:sz w:val="19"/>
                <w:szCs w:val="19"/>
              </w:rPr>
            </w:pPr>
            <w:r w:rsidRPr="00EE62BB">
              <w:rPr>
                <w:rFonts w:ascii="Arial" w:hAnsi="Arial" w:cs="Arial"/>
                <w:sz w:val="19"/>
                <w:szCs w:val="19"/>
              </w:rPr>
              <w:t>52</w:t>
            </w:r>
            <w:r w:rsidRPr="00EE62BB">
              <w:rPr>
                <w:rFonts w:ascii="Arial" w:hAnsi="Arial" w:cs="Arial"/>
                <w:sz w:val="19"/>
                <w:szCs w:val="19"/>
                <w:cs/>
                <w:lang w:val="th-TH"/>
              </w:rPr>
              <w:t>,</w:t>
            </w:r>
            <w:r w:rsidRPr="00EE62BB">
              <w:rPr>
                <w:rFonts w:ascii="Arial" w:hAnsi="Arial" w:cs="Arial"/>
                <w:sz w:val="19"/>
                <w:szCs w:val="19"/>
              </w:rPr>
              <w:t>336</w:t>
            </w:r>
          </w:p>
        </w:tc>
        <w:tc>
          <w:tcPr>
            <w:tcW w:w="236" w:type="dxa"/>
            <w:tcBorders>
              <w:left w:val="nil"/>
            </w:tcBorders>
            <w:vAlign w:val="bottom"/>
          </w:tcPr>
          <w:p w14:paraId="3523D83F" w14:textId="77777777" w:rsidR="00E72FF1" w:rsidRPr="00EE62BB" w:rsidRDefault="00E72FF1" w:rsidP="00E72FF1">
            <w:pPr>
              <w:spacing w:before="60" w:after="30" w:line="276" w:lineRule="auto"/>
              <w:ind w:right="30"/>
              <w:jc w:val="right"/>
              <w:rPr>
                <w:rFonts w:ascii="Arial" w:hAnsi="Arial" w:cs="Arial"/>
                <w:sz w:val="19"/>
                <w:szCs w:val="19"/>
              </w:rPr>
            </w:pPr>
          </w:p>
        </w:tc>
        <w:tc>
          <w:tcPr>
            <w:tcW w:w="1265" w:type="dxa"/>
            <w:tcBorders>
              <w:bottom w:val="single" w:sz="4" w:space="0" w:color="auto"/>
            </w:tcBorders>
          </w:tcPr>
          <w:p w14:paraId="3B2BA98D" w14:textId="6340CB01" w:rsidR="00E72FF1" w:rsidRPr="00EE62BB" w:rsidRDefault="00E72FF1" w:rsidP="00E72FF1">
            <w:pPr>
              <w:spacing w:before="60" w:after="30" w:line="276" w:lineRule="auto"/>
              <w:jc w:val="right"/>
              <w:rPr>
                <w:rFonts w:ascii="Arial" w:hAnsi="Arial" w:cs="Arial"/>
                <w:sz w:val="19"/>
                <w:szCs w:val="19"/>
              </w:rPr>
            </w:pPr>
            <w:r w:rsidRPr="00E93B25">
              <w:rPr>
                <w:rFonts w:ascii="Arial" w:hAnsi="Arial" w:cs="Arial"/>
                <w:sz w:val="19"/>
                <w:szCs w:val="19"/>
              </w:rPr>
              <w:t>54,560</w:t>
            </w:r>
          </w:p>
        </w:tc>
        <w:tc>
          <w:tcPr>
            <w:tcW w:w="240" w:type="dxa"/>
            <w:vAlign w:val="bottom"/>
          </w:tcPr>
          <w:p w14:paraId="151456B3" w14:textId="77777777" w:rsidR="00E72FF1" w:rsidRPr="00EE62BB" w:rsidRDefault="00E72FF1" w:rsidP="00E72FF1">
            <w:pPr>
              <w:pStyle w:val="a"/>
              <w:spacing w:before="60" w:after="30" w:line="276" w:lineRule="auto"/>
              <w:ind w:left="-157" w:right="30"/>
              <w:rPr>
                <w:rFonts w:ascii="Arial" w:hAnsi="Arial" w:cs="Arial"/>
                <w:sz w:val="19"/>
                <w:szCs w:val="19"/>
                <w:lang w:eastAsia="en-US"/>
              </w:rPr>
            </w:pPr>
          </w:p>
        </w:tc>
        <w:tc>
          <w:tcPr>
            <w:tcW w:w="1254" w:type="dxa"/>
            <w:tcBorders>
              <w:bottom w:val="single" w:sz="4" w:space="0" w:color="auto"/>
            </w:tcBorders>
          </w:tcPr>
          <w:p w14:paraId="484EC7A6" w14:textId="2CE8E1A6" w:rsidR="00E72FF1" w:rsidRPr="00EE62BB" w:rsidRDefault="00E72FF1" w:rsidP="00E72FF1">
            <w:pPr>
              <w:spacing w:before="60" w:after="30" w:line="276" w:lineRule="auto"/>
              <w:jc w:val="right"/>
              <w:rPr>
                <w:rFonts w:ascii="Arial" w:hAnsi="Arial" w:cs="Arial"/>
                <w:sz w:val="19"/>
                <w:szCs w:val="19"/>
              </w:rPr>
            </w:pPr>
            <w:r w:rsidRPr="00EE62BB">
              <w:rPr>
                <w:rFonts w:ascii="Arial" w:hAnsi="Arial" w:cs="Arial"/>
                <w:sz w:val="19"/>
                <w:szCs w:val="19"/>
              </w:rPr>
              <w:t>52</w:t>
            </w:r>
            <w:r w:rsidRPr="00EE62BB">
              <w:rPr>
                <w:rFonts w:ascii="Arial" w:hAnsi="Arial" w:cs="Arial"/>
                <w:sz w:val="19"/>
                <w:szCs w:val="19"/>
                <w:cs/>
                <w:lang w:val="th-TH"/>
              </w:rPr>
              <w:t>,</w:t>
            </w:r>
            <w:r w:rsidRPr="00EE62BB">
              <w:rPr>
                <w:rFonts w:ascii="Arial" w:hAnsi="Arial" w:cs="Arial"/>
                <w:sz w:val="19"/>
                <w:szCs w:val="19"/>
              </w:rPr>
              <w:t>336</w:t>
            </w:r>
          </w:p>
        </w:tc>
      </w:tr>
      <w:tr w:rsidR="00E72FF1" w:rsidRPr="00EE62BB" w14:paraId="11A67151" w14:textId="77777777" w:rsidTr="00E72FF1">
        <w:trPr>
          <w:cantSplit/>
          <w:trHeight w:val="195"/>
        </w:trPr>
        <w:tc>
          <w:tcPr>
            <w:tcW w:w="3477" w:type="dxa"/>
            <w:vAlign w:val="bottom"/>
          </w:tcPr>
          <w:p w14:paraId="7B8C7290" w14:textId="77777777" w:rsidR="00E72FF1" w:rsidRPr="00EE62BB" w:rsidRDefault="00E72FF1" w:rsidP="00E72FF1">
            <w:pPr>
              <w:spacing w:before="60" w:after="30" w:line="276" w:lineRule="auto"/>
              <w:rPr>
                <w:rFonts w:ascii="Arial" w:hAnsi="Arial" w:cs="Arial"/>
                <w:sz w:val="19"/>
                <w:szCs w:val="19"/>
              </w:rPr>
            </w:pPr>
            <w:r w:rsidRPr="00EE62BB">
              <w:rPr>
                <w:rFonts w:ascii="Arial" w:hAnsi="Arial" w:cs="Arial"/>
                <w:sz w:val="19"/>
                <w:szCs w:val="19"/>
              </w:rPr>
              <w:t>Total</w:t>
            </w:r>
          </w:p>
        </w:tc>
        <w:tc>
          <w:tcPr>
            <w:tcW w:w="1264" w:type="dxa"/>
            <w:tcBorders>
              <w:top w:val="single" w:sz="4" w:space="0" w:color="auto"/>
              <w:left w:val="nil"/>
            </w:tcBorders>
            <w:vAlign w:val="bottom"/>
          </w:tcPr>
          <w:p w14:paraId="561402A3" w14:textId="4FF5EC61" w:rsidR="00E72FF1" w:rsidRPr="00EE62BB" w:rsidRDefault="00E72FF1" w:rsidP="00E72FF1">
            <w:pPr>
              <w:spacing w:before="60" w:after="30" w:line="276" w:lineRule="auto"/>
              <w:jc w:val="right"/>
              <w:rPr>
                <w:rFonts w:ascii="Arial" w:hAnsi="Arial" w:cs="Arial"/>
                <w:sz w:val="19"/>
                <w:szCs w:val="19"/>
              </w:rPr>
            </w:pPr>
            <w:r w:rsidRPr="00E72FF1">
              <w:rPr>
                <w:rFonts w:ascii="Arial" w:hAnsi="Arial" w:cs="Arial"/>
                <w:sz w:val="19"/>
                <w:szCs w:val="19"/>
              </w:rPr>
              <w:t>1,397,592</w:t>
            </w:r>
          </w:p>
        </w:tc>
        <w:tc>
          <w:tcPr>
            <w:tcW w:w="236" w:type="dxa"/>
            <w:tcBorders>
              <w:left w:val="nil"/>
            </w:tcBorders>
            <w:vAlign w:val="bottom"/>
          </w:tcPr>
          <w:p w14:paraId="58B5F8A9" w14:textId="77777777" w:rsidR="00E72FF1" w:rsidRPr="00EE62BB" w:rsidRDefault="00E72FF1" w:rsidP="00E72FF1">
            <w:pPr>
              <w:spacing w:before="60" w:after="30" w:line="276" w:lineRule="auto"/>
              <w:jc w:val="right"/>
              <w:rPr>
                <w:rFonts w:ascii="Arial" w:hAnsi="Arial" w:cs="Arial"/>
                <w:sz w:val="19"/>
                <w:szCs w:val="19"/>
              </w:rPr>
            </w:pPr>
          </w:p>
        </w:tc>
        <w:tc>
          <w:tcPr>
            <w:tcW w:w="1215" w:type="dxa"/>
            <w:tcBorders>
              <w:top w:val="single" w:sz="4" w:space="0" w:color="auto"/>
            </w:tcBorders>
          </w:tcPr>
          <w:p w14:paraId="5811563E" w14:textId="5D39CC78" w:rsidR="00E72FF1" w:rsidRPr="00EE62BB" w:rsidRDefault="00E72FF1" w:rsidP="00E72FF1">
            <w:pPr>
              <w:spacing w:before="60" w:after="30" w:line="276" w:lineRule="auto"/>
              <w:jc w:val="right"/>
              <w:rPr>
                <w:rFonts w:ascii="Arial" w:hAnsi="Arial" w:cs="Arial"/>
                <w:sz w:val="19"/>
                <w:szCs w:val="19"/>
              </w:rPr>
            </w:pPr>
            <w:r w:rsidRPr="00EE62BB">
              <w:rPr>
                <w:rFonts w:ascii="Arial" w:hAnsi="Arial" w:cs="Arial"/>
                <w:sz w:val="19"/>
                <w:szCs w:val="19"/>
              </w:rPr>
              <w:t>1</w:t>
            </w:r>
            <w:r w:rsidRPr="00EE62BB">
              <w:rPr>
                <w:rFonts w:ascii="Arial" w:hAnsi="Arial" w:cs="Arial"/>
                <w:sz w:val="19"/>
                <w:szCs w:val="19"/>
                <w:cs/>
                <w:lang w:val="th-TH"/>
              </w:rPr>
              <w:t>,</w:t>
            </w:r>
            <w:r w:rsidRPr="00EE62BB">
              <w:rPr>
                <w:rFonts w:ascii="Arial" w:hAnsi="Arial" w:cs="Arial"/>
                <w:sz w:val="19"/>
                <w:szCs w:val="19"/>
              </w:rPr>
              <w:t>335</w:t>
            </w:r>
            <w:r w:rsidRPr="00EE62BB">
              <w:rPr>
                <w:rFonts w:ascii="Arial" w:hAnsi="Arial" w:cs="Arial"/>
                <w:sz w:val="19"/>
                <w:szCs w:val="19"/>
                <w:cs/>
                <w:lang w:val="th-TH"/>
              </w:rPr>
              <w:t>,</w:t>
            </w:r>
            <w:r w:rsidRPr="00EE62BB">
              <w:rPr>
                <w:rFonts w:ascii="Arial" w:hAnsi="Arial" w:cs="Arial"/>
                <w:sz w:val="19"/>
                <w:szCs w:val="19"/>
              </w:rPr>
              <w:t>796</w:t>
            </w:r>
          </w:p>
        </w:tc>
        <w:tc>
          <w:tcPr>
            <w:tcW w:w="236" w:type="dxa"/>
            <w:tcBorders>
              <w:left w:val="nil"/>
            </w:tcBorders>
            <w:vAlign w:val="bottom"/>
          </w:tcPr>
          <w:p w14:paraId="2C26631D" w14:textId="77777777" w:rsidR="00E72FF1" w:rsidRPr="00EE62BB" w:rsidRDefault="00E72FF1" w:rsidP="00E72FF1">
            <w:pPr>
              <w:spacing w:before="60" w:after="30" w:line="276" w:lineRule="auto"/>
              <w:ind w:right="30"/>
              <w:jc w:val="right"/>
              <w:rPr>
                <w:rFonts w:ascii="Arial" w:hAnsi="Arial" w:cs="Arial"/>
                <w:sz w:val="19"/>
                <w:szCs w:val="19"/>
              </w:rPr>
            </w:pPr>
          </w:p>
        </w:tc>
        <w:tc>
          <w:tcPr>
            <w:tcW w:w="1265" w:type="dxa"/>
            <w:tcBorders>
              <w:top w:val="single" w:sz="4" w:space="0" w:color="auto"/>
            </w:tcBorders>
          </w:tcPr>
          <w:p w14:paraId="57B51A2A" w14:textId="47B8D694" w:rsidR="00E72FF1" w:rsidRPr="00EE62BB" w:rsidRDefault="00E72FF1" w:rsidP="00E72FF1">
            <w:pPr>
              <w:spacing w:before="60" w:after="30" w:line="276" w:lineRule="auto"/>
              <w:jc w:val="right"/>
              <w:rPr>
                <w:rFonts w:ascii="Arial" w:hAnsi="Arial" w:cs="Arial"/>
                <w:sz w:val="19"/>
                <w:szCs w:val="19"/>
              </w:rPr>
            </w:pPr>
            <w:r w:rsidRPr="00E93B25">
              <w:rPr>
                <w:rFonts w:ascii="Arial" w:hAnsi="Arial" w:cs="Arial"/>
                <w:sz w:val="19"/>
                <w:szCs w:val="19"/>
              </w:rPr>
              <w:t>1,383,428</w:t>
            </w:r>
          </w:p>
        </w:tc>
        <w:tc>
          <w:tcPr>
            <w:tcW w:w="240" w:type="dxa"/>
            <w:vAlign w:val="bottom"/>
          </w:tcPr>
          <w:p w14:paraId="59B993CC" w14:textId="77777777" w:rsidR="00E72FF1" w:rsidRPr="00EE62BB" w:rsidRDefault="00E72FF1" w:rsidP="00E72FF1">
            <w:pPr>
              <w:pStyle w:val="a"/>
              <w:spacing w:before="60" w:after="30" w:line="276" w:lineRule="auto"/>
              <w:ind w:left="-157" w:right="30"/>
              <w:rPr>
                <w:rFonts w:ascii="Arial" w:hAnsi="Arial" w:cs="Arial"/>
                <w:sz w:val="19"/>
                <w:szCs w:val="19"/>
                <w:lang w:eastAsia="en-US"/>
              </w:rPr>
            </w:pPr>
          </w:p>
        </w:tc>
        <w:tc>
          <w:tcPr>
            <w:tcW w:w="1254" w:type="dxa"/>
            <w:tcBorders>
              <w:top w:val="single" w:sz="4" w:space="0" w:color="auto"/>
            </w:tcBorders>
          </w:tcPr>
          <w:p w14:paraId="3F67F172" w14:textId="7D256469" w:rsidR="00E72FF1" w:rsidRPr="00EE62BB" w:rsidRDefault="00E72FF1" w:rsidP="00E72FF1">
            <w:pPr>
              <w:spacing w:before="60" w:after="30" w:line="276" w:lineRule="auto"/>
              <w:jc w:val="right"/>
              <w:rPr>
                <w:rFonts w:ascii="Arial" w:hAnsi="Arial" w:cs="Arial"/>
                <w:sz w:val="19"/>
                <w:szCs w:val="19"/>
              </w:rPr>
            </w:pPr>
            <w:r w:rsidRPr="00EE62BB">
              <w:rPr>
                <w:rFonts w:ascii="Arial" w:hAnsi="Arial" w:cs="Arial"/>
                <w:sz w:val="19"/>
                <w:szCs w:val="19"/>
              </w:rPr>
              <w:t>1</w:t>
            </w:r>
            <w:r w:rsidRPr="00EE62BB">
              <w:rPr>
                <w:rFonts w:ascii="Arial" w:hAnsi="Arial" w:cs="Arial"/>
                <w:sz w:val="19"/>
                <w:szCs w:val="19"/>
                <w:cs/>
                <w:lang w:val="th-TH"/>
              </w:rPr>
              <w:t>,</w:t>
            </w:r>
            <w:r w:rsidRPr="00EE62BB">
              <w:rPr>
                <w:rFonts w:ascii="Arial" w:hAnsi="Arial" w:cs="Arial"/>
                <w:sz w:val="19"/>
                <w:szCs w:val="19"/>
              </w:rPr>
              <w:t>320</w:t>
            </w:r>
            <w:r w:rsidRPr="00EE62BB">
              <w:rPr>
                <w:rFonts w:ascii="Arial" w:hAnsi="Arial" w:cs="Arial"/>
                <w:sz w:val="19"/>
                <w:szCs w:val="19"/>
                <w:cs/>
                <w:lang w:val="th-TH"/>
              </w:rPr>
              <w:t>,</w:t>
            </w:r>
            <w:r w:rsidRPr="00EE62BB">
              <w:rPr>
                <w:rFonts w:ascii="Arial" w:hAnsi="Arial" w:cs="Arial"/>
                <w:sz w:val="19"/>
                <w:szCs w:val="19"/>
              </w:rPr>
              <w:t>732</w:t>
            </w:r>
          </w:p>
        </w:tc>
      </w:tr>
      <w:tr w:rsidR="00E72FF1" w:rsidRPr="00EE62BB" w14:paraId="139514F8" w14:textId="77777777" w:rsidTr="00E72FF1">
        <w:trPr>
          <w:cantSplit/>
          <w:trHeight w:val="195"/>
        </w:trPr>
        <w:tc>
          <w:tcPr>
            <w:tcW w:w="3477" w:type="dxa"/>
            <w:vAlign w:val="bottom"/>
          </w:tcPr>
          <w:p w14:paraId="1D2FFE1F" w14:textId="77777777" w:rsidR="00E72FF1" w:rsidRPr="00EE62BB" w:rsidRDefault="00E72FF1" w:rsidP="00E72FF1">
            <w:pPr>
              <w:spacing w:before="60" w:after="30" w:line="276" w:lineRule="auto"/>
              <w:rPr>
                <w:rFonts w:ascii="Arial" w:hAnsi="Arial" w:cs="Arial"/>
                <w:sz w:val="19"/>
                <w:szCs w:val="19"/>
              </w:rPr>
            </w:pPr>
            <w:r w:rsidRPr="00EE62BB">
              <w:rPr>
                <w:rFonts w:ascii="Arial" w:hAnsi="Arial" w:cs="Arial"/>
                <w:sz w:val="19"/>
                <w:szCs w:val="19"/>
                <w:u w:val="single"/>
              </w:rPr>
              <w:t>Less</w:t>
            </w:r>
            <w:r w:rsidRPr="00EE62BB">
              <w:rPr>
                <w:rFonts w:ascii="Arial" w:hAnsi="Arial" w:cs="Arial"/>
                <w:sz w:val="19"/>
                <w:szCs w:val="19"/>
              </w:rPr>
              <w:t xml:space="preserve"> Allowance for decline value of </w:t>
            </w:r>
          </w:p>
          <w:p w14:paraId="7B8E468D" w14:textId="17CA72CE" w:rsidR="00E72FF1" w:rsidRPr="00EE62BB" w:rsidRDefault="00E72FF1" w:rsidP="00E72FF1">
            <w:pPr>
              <w:spacing w:before="60" w:after="30" w:line="276" w:lineRule="auto"/>
              <w:rPr>
                <w:rFonts w:ascii="Arial" w:hAnsi="Arial" w:cs="Arial"/>
                <w:sz w:val="19"/>
                <w:szCs w:val="19"/>
                <w:u w:val="single"/>
              </w:rPr>
            </w:pPr>
            <w:r w:rsidRPr="00EE62BB">
              <w:rPr>
                <w:rFonts w:ascii="Arial" w:hAnsi="Arial" w:cs="Arial"/>
                <w:sz w:val="19"/>
                <w:szCs w:val="19"/>
              </w:rPr>
              <w:t xml:space="preserve">             inventories</w:t>
            </w:r>
          </w:p>
        </w:tc>
        <w:tc>
          <w:tcPr>
            <w:tcW w:w="1264" w:type="dxa"/>
            <w:tcBorders>
              <w:left w:val="nil"/>
              <w:bottom w:val="single" w:sz="4" w:space="0" w:color="auto"/>
            </w:tcBorders>
            <w:vAlign w:val="bottom"/>
          </w:tcPr>
          <w:p w14:paraId="1C3593B3" w14:textId="287A3063" w:rsidR="00E72FF1" w:rsidRPr="00EE62BB" w:rsidDel="00612C5D" w:rsidRDefault="00E72FF1" w:rsidP="00E72FF1">
            <w:pPr>
              <w:spacing w:before="60" w:after="30" w:line="276" w:lineRule="auto"/>
              <w:jc w:val="right"/>
              <w:rPr>
                <w:rFonts w:ascii="Arial" w:hAnsi="Arial" w:cs="Arial"/>
                <w:sz w:val="19"/>
                <w:szCs w:val="19"/>
                <w:cs/>
              </w:rPr>
            </w:pPr>
            <w:r w:rsidRPr="00E72FF1">
              <w:rPr>
                <w:rFonts w:ascii="Arial" w:hAnsi="Arial" w:cs="Arial"/>
                <w:sz w:val="19"/>
                <w:szCs w:val="19"/>
              </w:rPr>
              <w:t>(297)</w:t>
            </w:r>
          </w:p>
        </w:tc>
        <w:tc>
          <w:tcPr>
            <w:tcW w:w="236" w:type="dxa"/>
            <w:tcBorders>
              <w:left w:val="nil"/>
            </w:tcBorders>
            <w:vAlign w:val="bottom"/>
          </w:tcPr>
          <w:p w14:paraId="4E6FF2E6" w14:textId="77777777" w:rsidR="00E72FF1" w:rsidRPr="00EE62BB" w:rsidRDefault="00E72FF1" w:rsidP="00E72FF1">
            <w:pPr>
              <w:spacing w:before="60" w:after="30" w:line="276" w:lineRule="auto"/>
              <w:jc w:val="right"/>
              <w:rPr>
                <w:rFonts w:ascii="Arial" w:hAnsi="Arial" w:cs="Arial"/>
                <w:sz w:val="19"/>
                <w:szCs w:val="19"/>
              </w:rPr>
            </w:pPr>
          </w:p>
        </w:tc>
        <w:tc>
          <w:tcPr>
            <w:tcW w:w="1215" w:type="dxa"/>
            <w:tcBorders>
              <w:bottom w:val="single" w:sz="4" w:space="0" w:color="auto"/>
            </w:tcBorders>
          </w:tcPr>
          <w:p w14:paraId="3C26E319" w14:textId="77777777" w:rsidR="00E72FF1" w:rsidRPr="00EE62BB" w:rsidRDefault="00E72FF1" w:rsidP="00E72FF1">
            <w:pPr>
              <w:spacing w:before="60" w:after="30" w:line="276" w:lineRule="auto"/>
              <w:jc w:val="center"/>
              <w:rPr>
                <w:rFonts w:ascii="Arial" w:hAnsi="Arial" w:cs="Arial"/>
                <w:sz w:val="19"/>
                <w:szCs w:val="19"/>
              </w:rPr>
            </w:pPr>
            <w:r w:rsidRPr="00EE62BB">
              <w:rPr>
                <w:rFonts w:ascii="Arial" w:hAnsi="Arial" w:cs="Arial"/>
                <w:sz w:val="19"/>
                <w:szCs w:val="19"/>
              </w:rPr>
              <w:t xml:space="preserve">   </w:t>
            </w:r>
          </w:p>
          <w:p w14:paraId="37C63639" w14:textId="25555FC3" w:rsidR="00E72FF1" w:rsidRPr="00EE62BB" w:rsidRDefault="00E72FF1" w:rsidP="00E72FF1">
            <w:pPr>
              <w:spacing w:before="60" w:after="30" w:line="276" w:lineRule="auto"/>
              <w:jc w:val="center"/>
              <w:rPr>
                <w:rFonts w:ascii="Arial" w:hAnsi="Arial" w:cs="Arial"/>
                <w:sz w:val="19"/>
                <w:szCs w:val="19"/>
                <w:cs/>
              </w:rPr>
            </w:pPr>
            <w:r w:rsidRPr="00EE62BB">
              <w:rPr>
                <w:rFonts w:ascii="Arial" w:hAnsi="Arial" w:cs="Arial"/>
                <w:sz w:val="19"/>
                <w:szCs w:val="19"/>
              </w:rPr>
              <w:t xml:space="preserve">         -</w:t>
            </w:r>
          </w:p>
        </w:tc>
        <w:tc>
          <w:tcPr>
            <w:tcW w:w="236" w:type="dxa"/>
            <w:tcBorders>
              <w:left w:val="nil"/>
            </w:tcBorders>
            <w:vAlign w:val="bottom"/>
          </w:tcPr>
          <w:p w14:paraId="4A1B0C49" w14:textId="77777777" w:rsidR="00E72FF1" w:rsidRPr="00EE62BB" w:rsidRDefault="00E72FF1" w:rsidP="00E72FF1">
            <w:pPr>
              <w:spacing w:before="60" w:after="30" w:line="276" w:lineRule="auto"/>
              <w:ind w:right="30"/>
              <w:jc w:val="right"/>
              <w:rPr>
                <w:rFonts w:ascii="Arial" w:hAnsi="Arial" w:cs="Arial"/>
                <w:sz w:val="19"/>
                <w:szCs w:val="19"/>
              </w:rPr>
            </w:pPr>
          </w:p>
        </w:tc>
        <w:tc>
          <w:tcPr>
            <w:tcW w:w="1265" w:type="dxa"/>
            <w:tcBorders>
              <w:bottom w:val="single" w:sz="4" w:space="0" w:color="auto"/>
            </w:tcBorders>
            <w:vAlign w:val="bottom"/>
          </w:tcPr>
          <w:p w14:paraId="0AB335B9" w14:textId="190CD737" w:rsidR="00E72FF1" w:rsidRPr="00EE62BB" w:rsidDel="00612C5D" w:rsidRDefault="00E72FF1" w:rsidP="00E72FF1">
            <w:pPr>
              <w:spacing w:before="60" w:after="30" w:line="276" w:lineRule="auto"/>
              <w:jc w:val="right"/>
              <w:rPr>
                <w:rFonts w:ascii="Arial" w:hAnsi="Arial" w:cs="Arial"/>
                <w:sz w:val="19"/>
                <w:szCs w:val="19"/>
                <w:cs/>
              </w:rPr>
            </w:pPr>
            <w:r w:rsidRPr="00E93B25">
              <w:rPr>
                <w:rFonts w:ascii="Arial" w:hAnsi="Arial" w:cs="Arial"/>
                <w:sz w:val="19"/>
                <w:szCs w:val="19"/>
              </w:rPr>
              <w:t>(297)</w:t>
            </w:r>
          </w:p>
        </w:tc>
        <w:tc>
          <w:tcPr>
            <w:tcW w:w="240" w:type="dxa"/>
            <w:vAlign w:val="bottom"/>
          </w:tcPr>
          <w:p w14:paraId="1820AE96" w14:textId="77777777" w:rsidR="00E72FF1" w:rsidRPr="00EE62BB" w:rsidRDefault="00E72FF1" w:rsidP="00E72FF1">
            <w:pPr>
              <w:pStyle w:val="a"/>
              <w:spacing w:before="60" w:after="30" w:line="276" w:lineRule="auto"/>
              <w:ind w:left="-157" w:right="30"/>
              <w:rPr>
                <w:rFonts w:ascii="Arial" w:hAnsi="Arial" w:cs="Arial"/>
                <w:sz w:val="19"/>
                <w:szCs w:val="19"/>
                <w:lang w:eastAsia="en-US"/>
              </w:rPr>
            </w:pPr>
          </w:p>
        </w:tc>
        <w:tc>
          <w:tcPr>
            <w:tcW w:w="1254" w:type="dxa"/>
            <w:tcBorders>
              <w:bottom w:val="single" w:sz="4" w:space="0" w:color="auto"/>
            </w:tcBorders>
          </w:tcPr>
          <w:p w14:paraId="637CDECF" w14:textId="77777777" w:rsidR="00E72FF1" w:rsidRPr="00EE62BB" w:rsidRDefault="00E72FF1" w:rsidP="00E72FF1">
            <w:pPr>
              <w:spacing w:before="60" w:after="30" w:line="276" w:lineRule="auto"/>
              <w:jc w:val="center"/>
              <w:rPr>
                <w:rFonts w:ascii="Arial" w:hAnsi="Arial" w:cs="Arial"/>
                <w:sz w:val="19"/>
                <w:szCs w:val="19"/>
              </w:rPr>
            </w:pPr>
            <w:r w:rsidRPr="00EE62BB">
              <w:rPr>
                <w:rFonts w:ascii="Arial" w:hAnsi="Arial" w:cs="Arial"/>
                <w:sz w:val="19"/>
                <w:szCs w:val="19"/>
              </w:rPr>
              <w:t xml:space="preserve">   </w:t>
            </w:r>
          </w:p>
          <w:p w14:paraId="38D662B2" w14:textId="487CA063" w:rsidR="00E72FF1" w:rsidRPr="00EE62BB" w:rsidRDefault="00E72FF1" w:rsidP="00E72FF1">
            <w:pPr>
              <w:spacing w:before="60" w:after="30" w:line="276" w:lineRule="auto"/>
              <w:jc w:val="center"/>
              <w:rPr>
                <w:rFonts w:ascii="Arial" w:hAnsi="Arial" w:cs="Arial"/>
                <w:sz w:val="19"/>
                <w:szCs w:val="19"/>
                <w:cs/>
              </w:rPr>
            </w:pPr>
            <w:r w:rsidRPr="00EE62BB">
              <w:rPr>
                <w:rFonts w:ascii="Arial" w:hAnsi="Arial" w:cs="Arial"/>
                <w:sz w:val="19"/>
                <w:szCs w:val="19"/>
              </w:rPr>
              <w:t xml:space="preserve">         -</w:t>
            </w:r>
          </w:p>
        </w:tc>
      </w:tr>
      <w:tr w:rsidR="00E72FF1" w:rsidRPr="00EE62BB" w14:paraId="346326D3" w14:textId="77777777" w:rsidTr="00E72FF1">
        <w:trPr>
          <w:cantSplit/>
          <w:trHeight w:val="195"/>
        </w:trPr>
        <w:tc>
          <w:tcPr>
            <w:tcW w:w="3477" w:type="dxa"/>
            <w:vAlign w:val="bottom"/>
          </w:tcPr>
          <w:p w14:paraId="45539FC4" w14:textId="3C50031B" w:rsidR="00E72FF1" w:rsidRPr="00EE62BB" w:rsidRDefault="00E72FF1" w:rsidP="00E72FF1">
            <w:pPr>
              <w:spacing w:before="60" w:after="30" w:line="276" w:lineRule="auto"/>
              <w:rPr>
                <w:rFonts w:ascii="Arial" w:hAnsi="Arial" w:cs="Arial"/>
                <w:sz w:val="19"/>
                <w:szCs w:val="19"/>
              </w:rPr>
            </w:pPr>
            <w:r w:rsidRPr="00EE62BB">
              <w:rPr>
                <w:rFonts w:ascii="Arial" w:hAnsi="Arial" w:cs="Arial"/>
                <w:sz w:val="19"/>
                <w:szCs w:val="19"/>
              </w:rPr>
              <w:t>Net</w:t>
            </w:r>
          </w:p>
        </w:tc>
        <w:tc>
          <w:tcPr>
            <w:tcW w:w="1264" w:type="dxa"/>
            <w:tcBorders>
              <w:top w:val="single" w:sz="4" w:space="0" w:color="auto"/>
              <w:left w:val="nil"/>
              <w:bottom w:val="single" w:sz="12" w:space="0" w:color="auto"/>
            </w:tcBorders>
            <w:vAlign w:val="bottom"/>
          </w:tcPr>
          <w:p w14:paraId="342506AF" w14:textId="729F160F" w:rsidR="00E72FF1" w:rsidRPr="00EE62BB" w:rsidDel="00612C5D" w:rsidRDefault="00E72FF1" w:rsidP="00790FE8">
            <w:pPr>
              <w:spacing w:before="60" w:after="30" w:line="276" w:lineRule="auto"/>
              <w:jc w:val="right"/>
              <w:rPr>
                <w:rFonts w:ascii="Arial" w:hAnsi="Arial" w:cs="Arial"/>
                <w:sz w:val="19"/>
                <w:szCs w:val="19"/>
                <w:cs/>
              </w:rPr>
            </w:pPr>
            <w:r w:rsidRPr="00E72FF1">
              <w:rPr>
                <w:rFonts w:ascii="Arial" w:hAnsi="Arial" w:cs="Arial"/>
                <w:sz w:val="19"/>
                <w:szCs w:val="19"/>
              </w:rPr>
              <w:t>1,397,295</w:t>
            </w:r>
          </w:p>
        </w:tc>
        <w:tc>
          <w:tcPr>
            <w:tcW w:w="236" w:type="dxa"/>
            <w:tcBorders>
              <w:left w:val="nil"/>
            </w:tcBorders>
            <w:vAlign w:val="bottom"/>
          </w:tcPr>
          <w:p w14:paraId="0B7E314F" w14:textId="77777777" w:rsidR="00E72FF1" w:rsidRPr="00EE62BB" w:rsidRDefault="00E72FF1" w:rsidP="00790FE8">
            <w:pPr>
              <w:spacing w:before="60" w:after="30" w:line="276" w:lineRule="auto"/>
              <w:jc w:val="right"/>
              <w:rPr>
                <w:rFonts w:ascii="Arial" w:hAnsi="Arial" w:cs="Arial"/>
                <w:sz w:val="19"/>
                <w:szCs w:val="19"/>
              </w:rPr>
            </w:pPr>
          </w:p>
        </w:tc>
        <w:tc>
          <w:tcPr>
            <w:tcW w:w="1215" w:type="dxa"/>
            <w:tcBorders>
              <w:top w:val="single" w:sz="4" w:space="0" w:color="auto"/>
              <w:bottom w:val="single" w:sz="12" w:space="0" w:color="auto"/>
            </w:tcBorders>
          </w:tcPr>
          <w:p w14:paraId="03364CFD" w14:textId="41E2CC08" w:rsidR="00E72FF1" w:rsidRPr="00EE62BB" w:rsidRDefault="00790FE8" w:rsidP="00790FE8">
            <w:pPr>
              <w:spacing w:before="60" w:after="30" w:line="276" w:lineRule="auto"/>
              <w:jc w:val="right"/>
              <w:rPr>
                <w:rFonts w:ascii="Arial" w:hAnsi="Arial" w:cs="Arial"/>
                <w:sz w:val="19"/>
                <w:szCs w:val="19"/>
                <w:cs/>
              </w:rPr>
            </w:pPr>
            <w:r w:rsidRPr="00EE62BB">
              <w:rPr>
                <w:rFonts w:ascii="Arial" w:hAnsi="Arial" w:cs="Arial"/>
                <w:sz w:val="19"/>
                <w:szCs w:val="19"/>
              </w:rPr>
              <w:t>1</w:t>
            </w:r>
            <w:r w:rsidRPr="00EE62BB">
              <w:rPr>
                <w:rFonts w:ascii="Arial" w:hAnsi="Arial" w:cs="Arial"/>
                <w:sz w:val="19"/>
                <w:szCs w:val="19"/>
                <w:cs/>
                <w:lang w:val="th-TH"/>
              </w:rPr>
              <w:t>,</w:t>
            </w:r>
            <w:r w:rsidRPr="00EE62BB">
              <w:rPr>
                <w:rFonts w:ascii="Arial" w:hAnsi="Arial" w:cs="Arial"/>
                <w:sz w:val="19"/>
                <w:szCs w:val="19"/>
              </w:rPr>
              <w:t>335</w:t>
            </w:r>
            <w:r w:rsidRPr="00EE62BB">
              <w:rPr>
                <w:rFonts w:ascii="Arial" w:hAnsi="Arial" w:cs="Arial"/>
                <w:sz w:val="19"/>
                <w:szCs w:val="19"/>
                <w:cs/>
                <w:lang w:val="th-TH"/>
              </w:rPr>
              <w:t>,</w:t>
            </w:r>
            <w:r w:rsidRPr="00EE62BB">
              <w:rPr>
                <w:rFonts w:ascii="Arial" w:hAnsi="Arial" w:cs="Arial"/>
                <w:sz w:val="19"/>
                <w:szCs w:val="19"/>
              </w:rPr>
              <w:t>796</w:t>
            </w:r>
            <w:r w:rsidR="00E72FF1" w:rsidRPr="00EE62BB">
              <w:rPr>
                <w:rFonts w:ascii="Arial" w:hAnsi="Arial" w:cs="Arial"/>
                <w:sz w:val="19"/>
                <w:szCs w:val="19"/>
              </w:rPr>
              <w:t xml:space="preserve">      </w:t>
            </w:r>
          </w:p>
        </w:tc>
        <w:tc>
          <w:tcPr>
            <w:tcW w:w="236" w:type="dxa"/>
            <w:tcBorders>
              <w:left w:val="nil"/>
            </w:tcBorders>
            <w:vAlign w:val="bottom"/>
          </w:tcPr>
          <w:p w14:paraId="55343C9B" w14:textId="77777777" w:rsidR="00E72FF1" w:rsidRPr="00EE62BB" w:rsidRDefault="00E72FF1" w:rsidP="00790FE8">
            <w:pPr>
              <w:spacing w:before="60" w:after="30" w:line="276" w:lineRule="auto"/>
              <w:ind w:right="30"/>
              <w:jc w:val="right"/>
              <w:rPr>
                <w:rFonts w:ascii="Arial" w:hAnsi="Arial" w:cs="Arial"/>
                <w:sz w:val="19"/>
                <w:szCs w:val="19"/>
              </w:rPr>
            </w:pPr>
          </w:p>
        </w:tc>
        <w:tc>
          <w:tcPr>
            <w:tcW w:w="1265" w:type="dxa"/>
            <w:tcBorders>
              <w:top w:val="single" w:sz="4" w:space="0" w:color="auto"/>
              <w:bottom w:val="single" w:sz="12" w:space="0" w:color="auto"/>
            </w:tcBorders>
          </w:tcPr>
          <w:p w14:paraId="5005F714" w14:textId="1CA91E97" w:rsidR="00E72FF1" w:rsidRPr="00EE62BB" w:rsidDel="00612C5D" w:rsidRDefault="00E72FF1" w:rsidP="00790FE8">
            <w:pPr>
              <w:spacing w:before="60" w:after="30" w:line="276" w:lineRule="auto"/>
              <w:jc w:val="right"/>
              <w:rPr>
                <w:rFonts w:ascii="Arial" w:hAnsi="Arial" w:cs="Arial"/>
                <w:sz w:val="19"/>
                <w:szCs w:val="19"/>
                <w:cs/>
              </w:rPr>
            </w:pPr>
            <w:r w:rsidRPr="00E93B25">
              <w:rPr>
                <w:rFonts w:ascii="Arial" w:hAnsi="Arial" w:cs="Arial"/>
                <w:sz w:val="19"/>
                <w:szCs w:val="19"/>
              </w:rPr>
              <w:t>1,383,131</w:t>
            </w:r>
          </w:p>
        </w:tc>
        <w:tc>
          <w:tcPr>
            <w:tcW w:w="240" w:type="dxa"/>
            <w:vAlign w:val="bottom"/>
          </w:tcPr>
          <w:p w14:paraId="0FE492E9" w14:textId="77777777" w:rsidR="00E72FF1" w:rsidRPr="00EE62BB" w:rsidRDefault="00E72FF1" w:rsidP="00790FE8">
            <w:pPr>
              <w:pStyle w:val="a"/>
              <w:spacing w:before="60" w:after="30" w:line="276" w:lineRule="auto"/>
              <w:ind w:left="-157" w:right="30"/>
              <w:rPr>
                <w:rFonts w:ascii="Arial" w:hAnsi="Arial" w:cs="Arial"/>
                <w:sz w:val="19"/>
                <w:szCs w:val="19"/>
                <w:lang w:eastAsia="en-US"/>
              </w:rPr>
            </w:pPr>
          </w:p>
        </w:tc>
        <w:tc>
          <w:tcPr>
            <w:tcW w:w="1254" w:type="dxa"/>
            <w:tcBorders>
              <w:top w:val="single" w:sz="4" w:space="0" w:color="auto"/>
              <w:bottom w:val="single" w:sz="12" w:space="0" w:color="auto"/>
            </w:tcBorders>
          </w:tcPr>
          <w:p w14:paraId="4EE4A38D" w14:textId="63CD0233" w:rsidR="00E72FF1" w:rsidRPr="00EE62BB" w:rsidRDefault="00E72FF1" w:rsidP="00790FE8">
            <w:pPr>
              <w:spacing w:before="60" w:after="30" w:line="276" w:lineRule="auto"/>
              <w:jc w:val="right"/>
              <w:rPr>
                <w:rFonts w:ascii="Arial" w:hAnsi="Arial" w:cs="Arial"/>
                <w:sz w:val="19"/>
                <w:szCs w:val="19"/>
                <w:cs/>
                <w:lang w:val="th-TH"/>
              </w:rPr>
            </w:pPr>
            <w:r w:rsidRPr="00EE62BB">
              <w:rPr>
                <w:rFonts w:ascii="Arial" w:hAnsi="Arial" w:cs="Arial"/>
                <w:sz w:val="19"/>
                <w:szCs w:val="19"/>
              </w:rPr>
              <w:t xml:space="preserve">  </w:t>
            </w:r>
            <w:r w:rsidR="00790FE8">
              <w:rPr>
                <w:rFonts w:ascii="Arial" w:hAnsi="Arial" w:cs="Arial"/>
                <w:sz w:val="19"/>
                <w:szCs w:val="19"/>
              </w:rPr>
              <w:t>1</w:t>
            </w:r>
            <w:r w:rsidR="00790FE8" w:rsidRPr="00790FE8">
              <w:rPr>
                <w:rFonts w:ascii="Arial" w:hAnsi="Arial" w:cs="Arial"/>
                <w:sz w:val="19"/>
                <w:szCs w:val="19"/>
              </w:rPr>
              <w:t>,320,732</w:t>
            </w:r>
            <w:r w:rsidRPr="00EE62BB">
              <w:rPr>
                <w:rFonts w:ascii="Arial" w:hAnsi="Arial" w:cs="Arial"/>
                <w:sz w:val="19"/>
                <w:szCs w:val="19"/>
              </w:rPr>
              <w:t xml:space="preserve">  </w:t>
            </w:r>
          </w:p>
        </w:tc>
      </w:tr>
    </w:tbl>
    <w:p w14:paraId="79255F7D" w14:textId="37DC80F8" w:rsidR="00BE2388" w:rsidRPr="00EE62BB" w:rsidRDefault="008517E3" w:rsidP="00FF7F1F">
      <w:pPr>
        <w:spacing w:line="360" w:lineRule="auto"/>
        <w:ind w:left="378"/>
        <w:jc w:val="thaiDistribute"/>
        <w:rPr>
          <w:rFonts w:ascii="Arial" w:hAnsi="Arial" w:cs="Arial"/>
          <w:sz w:val="19"/>
          <w:szCs w:val="19"/>
          <w:lang w:val="en-GB"/>
        </w:rPr>
      </w:pPr>
      <w:r>
        <w:rPr>
          <w:rFonts w:ascii="Arial" w:hAnsi="Arial" w:cs="Arial"/>
          <w:sz w:val="19"/>
          <w:szCs w:val="19"/>
        </w:rPr>
        <w:br/>
      </w:r>
      <w:r w:rsidR="00BE2388" w:rsidRPr="00EE62BB">
        <w:rPr>
          <w:rFonts w:ascii="Arial" w:hAnsi="Arial" w:cs="Arial"/>
          <w:sz w:val="19"/>
          <w:szCs w:val="19"/>
        </w:rPr>
        <w:t>The Company</w:t>
      </w:r>
      <w:r w:rsidR="00BE2388" w:rsidRPr="00EE62BB">
        <w:rPr>
          <w:rFonts w:ascii="Arial" w:hAnsi="Arial" w:cs="Arial"/>
          <w:sz w:val="19"/>
          <w:szCs w:val="19"/>
          <w:cs/>
        </w:rPr>
        <w:t xml:space="preserve"> </w:t>
      </w:r>
      <w:r w:rsidR="00BE2388" w:rsidRPr="00EE62BB">
        <w:rPr>
          <w:rFonts w:ascii="Arial" w:hAnsi="Arial" w:cs="Arial"/>
          <w:sz w:val="19"/>
          <w:szCs w:val="19"/>
        </w:rPr>
        <w:t xml:space="preserve">and subsidiary have movements in allowances for decline value of inventories </w:t>
      </w:r>
      <w:r w:rsidR="007A5240" w:rsidRPr="00EE62BB">
        <w:rPr>
          <w:rFonts w:ascii="Arial" w:hAnsi="Arial" w:cs="Arial"/>
          <w:sz w:val="19"/>
          <w:szCs w:val="19"/>
        </w:rPr>
        <w:t xml:space="preserve">for the </w:t>
      </w:r>
      <w:r w:rsidR="007A5240" w:rsidRPr="00EE62BB">
        <w:rPr>
          <w:rFonts w:ascii="Arial" w:hAnsi="Arial" w:cs="Arial"/>
          <w:sz w:val="19"/>
          <w:szCs w:val="19"/>
        </w:rPr>
        <w:br/>
        <w:t xml:space="preserve">three-month period ended 31 March </w:t>
      </w:r>
      <w:r w:rsidR="00BE2388" w:rsidRPr="00EE62BB">
        <w:rPr>
          <w:rFonts w:ascii="Arial" w:hAnsi="Arial" w:cs="Arial"/>
          <w:sz w:val="19"/>
          <w:szCs w:val="19"/>
        </w:rPr>
        <w:t>202</w:t>
      </w:r>
      <w:r w:rsidR="007A5240" w:rsidRPr="00EE62BB">
        <w:rPr>
          <w:rFonts w:ascii="Arial" w:hAnsi="Arial" w:cs="Arial"/>
          <w:sz w:val="19"/>
          <w:szCs w:val="19"/>
        </w:rPr>
        <w:t>4</w:t>
      </w:r>
      <w:r w:rsidR="00BE2388" w:rsidRPr="00EE62BB">
        <w:rPr>
          <w:rFonts w:ascii="Arial" w:hAnsi="Arial" w:cs="Arial"/>
          <w:sz w:val="19"/>
          <w:szCs w:val="19"/>
        </w:rPr>
        <w:t xml:space="preserve"> as follow:</w:t>
      </w:r>
    </w:p>
    <w:p w14:paraId="29CD2583" w14:textId="23BE4F28" w:rsidR="00BE2388" w:rsidRPr="004937A8" w:rsidRDefault="00BE2388" w:rsidP="00BE2388">
      <w:pPr>
        <w:spacing w:line="360" w:lineRule="auto"/>
        <w:jc w:val="thaiDistribute"/>
        <w:rPr>
          <w:rFonts w:ascii="Arial" w:hAnsi="Arial" w:cs="Arial"/>
          <w:sz w:val="16"/>
          <w:szCs w:val="16"/>
        </w:rPr>
      </w:pPr>
    </w:p>
    <w:tbl>
      <w:tblPr>
        <w:tblW w:w="9076" w:type="dxa"/>
        <w:tblInd w:w="284" w:type="dxa"/>
        <w:tblLayout w:type="fixed"/>
        <w:tblLook w:val="0000" w:firstRow="0" w:lastRow="0" w:firstColumn="0" w:lastColumn="0" w:noHBand="0" w:noVBand="0"/>
      </w:tblPr>
      <w:tblGrid>
        <w:gridCol w:w="4021"/>
        <w:gridCol w:w="2216"/>
        <w:gridCol w:w="2839"/>
      </w:tblGrid>
      <w:tr w:rsidR="00BE2388" w:rsidRPr="00EE62BB" w14:paraId="02BBC344" w14:textId="77777777" w:rsidTr="00047C9D">
        <w:trPr>
          <w:cantSplit/>
        </w:trPr>
        <w:tc>
          <w:tcPr>
            <w:tcW w:w="4021" w:type="dxa"/>
          </w:tcPr>
          <w:p w14:paraId="3E24EA08" w14:textId="77777777" w:rsidR="00BE2388" w:rsidRPr="00EE62BB" w:rsidRDefault="00BE2388" w:rsidP="006935E6">
            <w:pPr>
              <w:pStyle w:val="3"/>
              <w:tabs>
                <w:tab w:val="clear" w:pos="360"/>
                <w:tab w:val="clear" w:pos="720"/>
              </w:tabs>
              <w:spacing w:before="60" w:after="30" w:line="276" w:lineRule="auto"/>
              <w:ind w:left="-295"/>
              <w:jc w:val="center"/>
              <w:rPr>
                <w:rFonts w:ascii="Arial" w:hAnsi="Arial" w:cs="Arial"/>
                <w:sz w:val="19"/>
                <w:szCs w:val="19"/>
              </w:rPr>
            </w:pPr>
          </w:p>
        </w:tc>
        <w:tc>
          <w:tcPr>
            <w:tcW w:w="2216" w:type="dxa"/>
            <w:tcBorders>
              <w:left w:val="nil"/>
            </w:tcBorders>
          </w:tcPr>
          <w:p w14:paraId="29330DC6" w14:textId="77777777" w:rsidR="00BE2388" w:rsidRPr="00EE62BB" w:rsidRDefault="00BE2388" w:rsidP="006935E6">
            <w:pPr>
              <w:pStyle w:val="3"/>
              <w:tabs>
                <w:tab w:val="clear" w:pos="360"/>
                <w:tab w:val="clear" w:pos="720"/>
              </w:tabs>
              <w:spacing w:before="60" w:after="30" w:line="276" w:lineRule="auto"/>
              <w:jc w:val="center"/>
              <w:rPr>
                <w:rFonts w:ascii="Arial" w:hAnsi="Arial" w:cs="Arial"/>
                <w:sz w:val="19"/>
                <w:szCs w:val="19"/>
              </w:rPr>
            </w:pPr>
          </w:p>
        </w:tc>
        <w:tc>
          <w:tcPr>
            <w:tcW w:w="2839" w:type="dxa"/>
            <w:vAlign w:val="bottom"/>
          </w:tcPr>
          <w:p w14:paraId="26A428BE" w14:textId="77777777" w:rsidR="00BE2388" w:rsidRPr="00EE62BB" w:rsidRDefault="00BE2388" w:rsidP="006935E6">
            <w:pPr>
              <w:spacing w:before="60" w:after="30" w:line="276" w:lineRule="auto"/>
              <w:jc w:val="right"/>
              <w:rPr>
                <w:rFonts w:ascii="Arial" w:hAnsi="Arial" w:cs="Arial"/>
                <w:sz w:val="19"/>
                <w:szCs w:val="19"/>
              </w:rPr>
            </w:pPr>
            <w:r w:rsidRPr="00EE62BB">
              <w:rPr>
                <w:rFonts w:ascii="Arial" w:hAnsi="Arial" w:cs="Arial"/>
                <w:sz w:val="19"/>
                <w:szCs w:val="19"/>
              </w:rPr>
              <w:t>(Unit : Thousand Baht)</w:t>
            </w:r>
          </w:p>
        </w:tc>
      </w:tr>
      <w:tr w:rsidR="00BE2388" w:rsidRPr="00EE62BB" w14:paraId="4E6D3F0F" w14:textId="77777777" w:rsidTr="00047C9D">
        <w:trPr>
          <w:cantSplit/>
        </w:trPr>
        <w:tc>
          <w:tcPr>
            <w:tcW w:w="4021" w:type="dxa"/>
          </w:tcPr>
          <w:p w14:paraId="783EAAB1" w14:textId="77777777" w:rsidR="00BE2388" w:rsidRPr="00EE62BB" w:rsidRDefault="00BE2388" w:rsidP="006935E6">
            <w:pPr>
              <w:pStyle w:val="3"/>
              <w:tabs>
                <w:tab w:val="clear" w:pos="360"/>
                <w:tab w:val="clear" w:pos="720"/>
              </w:tabs>
              <w:spacing w:before="60" w:after="30" w:line="276" w:lineRule="auto"/>
              <w:jc w:val="center"/>
              <w:rPr>
                <w:rFonts w:ascii="Arial" w:hAnsi="Arial" w:cs="Arial"/>
                <w:sz w:val="19"/>
                <w:szCs w:val="19"/>
              </w:rPr>
            </w:pPr>
            <w:r w:rsidRPr="00EE62BB">
              <w:rPr>
                <w:rFonts w:ascii="Arial" w:hAnsi="Arial" w:cs="Arial"/>
                <w:b/>
                <w:bCs/>
                <w:sz w:val="19"/>
                <w:szCs w:val="19"/>
                <w:lang w:val="en-GB"/>
              </w:rPr>
              <w:tab/>
            </w:r>
          </w:p>
        </w:tc>
        <w:tc>
          <w:tcPr>
            <w:tcW w:w="2216" w:type="dxa"/>
            <w:tcBorders>
              <w:left w:val="nil"/>
            </w:tcBorders>
          </w:tcPr>
          <w:p w14:paraId="172741D7" w14:textId="77777777" w:rsidR="00BE2388" w:rsidRPr="00EE62BB" w:rsidRDefault="00BE2388" w:rsidP="006935E6">
            <w:pPr>
              <w:spacing w:before="60" w:after="30" w:line="276" w:lineRule="auto"/>
              <w:ind w:right="72"/>
              <w:rPr>
                <w:rFonts w:ascii="Arial" w:hAnsi="Arial" w:cs="Arial"/>
                <w:sz w:val="19"/>
                <w:szCs w:val="19"/>
              </w:rPr>
            </w:pPr>
          </w:p>
        </w:tc>
        <w:tc>
          <w:tcPr>
            <w:tcW w:w="2839" w:type="dxa"/>
            <w:tcBorders>
              <w:bottom w:val="single" w:sz="4" w:space="0" w:color="auto"/>
            </w:tcBorders>
            <w:vAlign w:val="bottom"/>
          </w:tcPr>
          <w:p w14:paraId="5815911F" w14:textId="719EBAFC" w:rsidR="00BE2388" w:rsidRPr="00EE62BB" w:rsidRDefault="00BE2388" w:rsidP="006935E6">
            <w:pPr>
              <w:spacing w:before="60" w:after="30" w:line="276" w:lineRule="auto"/>
              <w:jc w:val="center"/>
              <w:rPr>
                <w:rFonts w:ascii="Arial" w:hAnsi="Arial" w:cs="Arial"/>
                <w:sz w:val="19"/>
                <w:szCs w:val="19"/>
              </w:rPr>
            </w:pPr>
            <w:r w:rsidRPr="00EE62BB">
              <w:rPr>
                <w:rFonts w:ascii="Arial" w:hAnsi="Arial" w:cs="Arial"/>
                <w:sz w:val="19"/>
                <w:szCs w:val="19"/>
              </w:rPr>
              <w:t>Consolidated</w:t>
            </w:r>
            <w:r w:rsidR="00496242" w:rsidRPr="00EE62BB">
              <w:rPr>
                <w:rFonts w:ascii="Arial" w:hAnsi="Arial" w:cs="Arial"/>
                <w:sz w:val="19"/>
                <w:szCs w:val="19"/>
              </w:rPr>
              <w:t xml:space="preserve"> and </w:t>
            </w:r>
            <w:r w:rsidR="00496242" w:rsidRPr="00EE62BB">
              <w:rPr>
                <w:rFonts w:ascii="Arial" w:hAnsi="Arial" w:cs="Arial"/>
                <w:sz w:val="19"/>
                <w:szCs w:val="19"/>
              </w:rPr>
              <w:br/>
            </w:r>
            <w:r w:rsidRPr="00EE62BB">
              <w:rPr>
                <w:rFonts w:ascii="Arial" w:hAnsi="Arial" w:cs="Arial"/>
                <w:sz w:val="19"/>
                <w:szCs w:val="19"/>
              </w:rPr>
              <w:t xml:space="preserve">Separate </w:t>
            </w:r>
            <w:r w:rsidR="00047C9D" w:rsidRPr="00047C9D">
              <w:rPr>
                <w:rFonts w:ascii="Arial" w:hAnsi="Arial" w:cs="Arial"/>
                <w:sz w:val="19"/>
                <w:szCs w:val="19"/>
              </w:rPr>
              <w:t>financial information</w:t>
            </w:r>
          </w:p>
        </w:tc>
      </w:tr>
      <w:tr w:rsidR="00BE2388" w:rsidRPr="00EE62BB" w14:paraId="21689E48" w14:textId="77777777" w:rsidTr="00047C9D">
        <w:trPr>
          <w:cantSplit/>
        </w:trPr>
        <w:tc>
          <w:tcPr>
            <w:tcW w:w="4021" w:type="dxa"/>
            <w:vAlign w:val="bottom"/>
          </w:tcPr>
          <w:p w14:paraId="5018F266" w14:textId="77777777" w:rsidR="00BE2388" w:rsidRPr="00EE62BB" w:rsidRDefault="00BE2388" w:rsidP="006935E6">
            <w:pPr>
              <w:spacing w:before="60" w:after="30" w:line="276" w:lineRule="auto"/>
              <w:ind w:left="-88"/>
              <w:rPr>
                <w:rFonts w:ascii="Arial" w:hAnsi="Arial" w:cs="Arial"/>
                <w:sz w:val="19"/>
                <w:szCs w:val="19"/>
                <w:lang w:val="en-GB"/>
              </w:rPr>
            </w:pPr>
          </w:p>
        </w:tc>
        <w:tc>
          <w:tcPr>
            <w:tcW w:w="2216" w:type="dxa"/>
            <w:tcBorders>
              <w:left w:val="nil"/>
            </w:tcBorders>
          </w:tcPr>
          <w:p w14:paraId="681805A0" w14:textId="77777777" w:rsidR="00BE2388" w:rsidRPr="00EE62BB" w:rsidRDefault="00BE2388" w:rsidP="006935E6">
            <w:pPr>
              <w:spacing w:before="60" w:after="30" w:line="276" w:lineRule="auto"/>
              <w:ind w:left="-108" w:right="-105"/>
              <w:jc w:val="center"/>
              <w:rPr>
                <w:rFonts w:ascii="Arial" w:hAnsi="Arial" w:cs="Arial"/>
                <w:sz w:val="19"/>
                <w:szCs w:val="19"/>
              </w:rPr>
            </w:pPr>
          </w:p>
        </w:tc>
        <w:tc>
          <w:tcPr>
            <w:tcW w:w="2839" w:type="dxa"/>
            <w:tcBorders>
              <w:bottom w:val="single" w:sz="4" w:space="0" w:color="auto"/>
            </w:tcBorders>
            <w:vAlign w:val="bottom"/>
          </w:tcPr>
          <w:p w14:paraId="7C9CAB68" w14:textId="0D46AEAF" w:rsidR="00BE2388" w:rsidRPr="00EE62BB" w:rsidRDefault="00BE2388" w:rsidP="006935E6">
            <w:pPr>
              <w:spacing w:before="60" w:after="30" w:line="276" w:lineRule="auto"/>
              <w:ind w:left="-108" w:right="-105"/>
              <w:jc w:val="center"/>
              <w:rPr>
                <w:rFonts w:ascii="Arial" w:hAnsi="Arial" w:cs="Arial"/>
                <w:sz w:val="19"/>
                <w:szCs w:val="19"/>
              </w:rPr>
            </w:pPr>
            <w:r w:rsidRPr="00EE62BB">
              <w:rPr>
                <w:rFonts w:ascii="Arial" w:hAnsi="Arial" w:cs="Arial"/>
                <w:sz w:val="19"/>
                <w:szCs w:val="19"/>
              </w:rPr>
              <w:t>202</w:t>
            </w:r>
            <w:r w:rsidR="007A5240" w:rsidRPr="00EE62BB">
              <w:rPr>
                <w:rFonts w:ascii="Arial" w:hAnsi="Arial" w:cs="Arial"/>
                <w:sz w:val="19"/>
                <w:szCs w:val="19"/>
              </w:rPr>
              <w:t>4</w:t>
            </w:r>
          </w:p>
        </w:tc>
      </w:tr>
      <w:tr w:rsidR="00BE2388" w:rsidRPr="00EE62BB" w14:paraId="6CC28BA0" w14:textId="77777777" w:rsidTr="00047C9D">
        <w:trPr>
          <w:cantSplit/>
          <w:trHeight w:val="305"/>
        </w:trPr>
        <w:tc>
          <w:tcPr>
            <w:tcW w:w="4021" w:type="dxa"/>
            <w:vAlign w:val="bottom"/>
          </w:tcPr>
          <w:p w14:paraId="458D0068" w14:textId="77777777" w:rsidR="00BE2388" w:rsidRPr="00EE62BB" w:rsidRDefault="00BE2388" w:rsidP="006935E6">
            <w:pPr>
              <w:spacing w:before="60" w:after="30" w:line="276" w:lineRule="auto"/>
              <w:ind w:left="-88"/>
              <w:rPr>
                <w:rFonts w:ascii="Arial" w:hAnsi="Arial" w:cs="Arial"/>
                <w:sz w:val="10"/>
                <w:szCs w:val="10"/>
              </w:rPr>
            </w:pPr>
          </w:p>
        </w:tc>
        <w:tc>
          <w:tcPr>
            <w:tcW w:w="2216" w:type="dxa"/>
            <w:tcBorders>
              <w:left w:val="nil"/>
            </w:tcBorders>
            <w:vAlign w:val="bottom"/>
          </w:tcPr>
          <w:p w14:paraId="4D555DDD" w14:textId="77777777" w:rsidR="00BE2388" w:rsidRPr="00EE62BB" w:rsidRDefault="00BE2388" w:rsidP="006935E6">
            <w:pPr>
              <w:spacing w:before="60" w:after="30" w:line="276" w:lineRule="auto"/>
              <w:jc w:val="right"/>
              <w:rPr>
                <w:rFonts w:ascii="Arial" w:hAnsi="Arial" w:cs="Arial"/>
                <w:sz w:val="10"/>
                <w:szCs w:val="10"/>
              </w:rPr>
            </w:pPr>
          </w:p>
        </w:tc>
        <w:tc>
          <w:tcPr>
            <w:tcW w:w="2839" w:type="dxa"/>
            <w:tcBorders>
              <w:top w:val="single" w:sz="4" w:space="0" w:color="auto"/>
            </w:tcBorders>
            <w:vAlign w:val="bottom"/>
          </w:tcPr>
          <w:p w14:paraId="5EFEB715" w14:textId="77777777" w:rsidR="00BE2388" w:rsidRPr="00EE62BB" w:rsidRDefault="00BE2388" w:rsidP="006935E6">
            <w:pPr>
              <w:spacing w:before="60" w:after="30" w:line="276" w:lineRule="auto"/>
              <w:jc w:val="right"/>
              <w:rPr>
                <w:rFonts w:ascii="Arial" w:hAnsi="Arial" w:cs="Arial"/>
                <w:sz w:val="10"/>
                <w:szCs w:val="10"/>
              </w:rPr>
            </w:pPr>
          </w:p>
        </w:tc>
      </w:tr>
      <w:tr w:rsidR="000F51F6" w:rsidRPr="00EE62BB" w14:paraId="518A83ED" w14:textId="77777777" w:rsidTr="00047C9D">
        <w:trPr>
          <w:cantSplit/>
          <w:trHeight w:val="67"/>
        </w:trPr>
        <w:tc>
          <w:tcPr>
            <w:tcW w:w="4021" w:type="dxa"/>
            <w:vAlign w:val="bottom"/>
          </w:tcPr>
          <w:p w14:paraId="7E7361A6" w14:textId="5E85CB84" w:rsidR="000F51F6" w:rsidRPr="00EE62BB" w:rsidRDefault="000F51F6" w:rsidP="000F51F6">
            <w:pPr>
              <w:spacing w:before="60" w:after="30" w:line="276" w:lineRule="auto"/>
              <w:rPr>
                <w:rFonts w:ascii="Arial" w:hAnsi="Arial" w:cs="Arial"/>
                <w:sz w:val="19"/>
                <w:szCs w:val="19"/>
              </w:rPr>
            </w:pPr>
            <w:r w:rsidRPr="00EE62BB">
              <w:rPr>
                <w:rFonts w:ascii="Arial" w:hAnsi="Arial" w:cs="Arial"/>
                <w:sz w:val="19"/>
                <w:szCs w:val="19"/>
              </w:rPr>
              <w:t>Balance as of 1 January 2024</w:t>
            </w:r>
          </w:p>
        </w:tc>
        <w:tc>
          <w:tcPr>
            <w:tcW w:w="2216" w:type="dxa"/>
            <w:tcBorders>
              <w:left w:val="nil"/>
            </w:tcBorders>
          </w:tcPr>
          <w:p w14:paraId="2B760622" w14:textId="77777777" w:rsidR="000F51F6" w:rsidRPr="00EE62BB" w:rsidRDefault="000F51F6" w:rsidP="000F51F6">
            <w:pPr>
              <w:spacing w:before="60" w:after="30" w:line="276" w:lineRule="auto"/>
              <w:ind w:right="30"/>
              <w:rPr>
                <w:rFonts w:ascii="Arial" w:hAnsi="Arial" w:cs="Arial"/>
                <w:sz w:val="19"/>
                <w:szCs w:val="19"/>
              </w:rPr>
            </w:pPr>
          </w:p>
        </w:tc>
        <w:tc>
          <w:tcPr>
            <w:tcW w:w="2839" w:type="dxa"/>
          </w:tcPr>
          <w:p w14:paraId="69D5FE52" w14:textId="3661D1D3" w:rsidR="000F51F6" w:rsidRPr="00EE62BB" w:rsidRDefault="000F51F6" w:rsidP="000F51F6">
            <w:pPr>
              <w:spacing w:before="60" w:after="30" w:line="276" w:lineRule="auto"/>
              <w:jc w:val="center"/>
              <w:rPr>
                <w:rFonts w:ascii="Arial" w:hAnsi="Arial" w:cs="Arial"/>
                <w:sz w:val="19"/>
                <w:szCs w:val="19"/>
              </w:rPr>
            </w:pPr>
            <w:r>
              <w:rPr>
                <w:rFonts w:ascii="Arial" w:hAnsi="Arial" w:cstheme="minorBidi" w:hint="cs"/>
                <w:sz w:val="19"/>
                <w:szCs w:val="19"/>
                <w:cs/>
              </w:rPr>
              <w:t xml:space="preserve">                                                         </w:t>
            </w:r>
            <w:r w:rsidR="00706400">
              <w:rPr>
                <w:rFonts w:ascii="Arial" w:hAnsi="Arial" w:cstheme="minorBidi" w:hint="cs"/>
                <w:sz w:val="19"/>
                <w:szCs w:val="19"/>
                <w:cs/>
              </w:rPr>
              <w:t xml:space="preserve">   </w:t>
            </w:r>
            <w:r w:rsidRPr="000F51F6">
              <w:rPr>
                <w:rFonts w:ascii="Arial" w:hAnsi="Arial" w:cs="Arial"/>
                <w:sz w:val="19"/>
                <w:szCs w:val="19"/>
              </w:rPr>
              <w:t>-</w:t>
            </w:r>
          </w:p>
        </w:tc>
      </w:tr>
      <w:tr w:rsidR="000F51F6" w:rsidRPr="00EE62BB" w14:paraId="15FB9CA9" w14:textId="77777777" w:rsidTr="00047C9D">
        <w:trPr>
          <w:cantSplit/>
        </w:trPr>
        <w:tc>
          <w:tcPr>
            <w:tcW w:w="4021" w:type="dxa"/>
          </w:tcPr>
          <w:p w14:paraId="49F409C4" w14:textId="1825A591" w:rsidR="000F51F6" w:rsidRPr="00EE62BB" w:rsidRDefault="000F51F6" w:rsidP="000F51F6">
            <w:pPr>
              <w:spacing w:before="60" w:after="30" w:line="276" w:lineRule="auto"/>
              <w:rPr>
                <w:rFonts w:ascii="Arial" w:hAnsi="Arial" w:cs="Arial"/>
                <w:sz w:val="19"/>
                <w:szCs w:val="19"/>
                <w:lang w:val="en-GB" w:bidi="ar-SA"/>
              </w:rPr>
            </w:pPr>
            <w:r w:rsidRPr="00EE62BB">
              <w:rPr>
                <w:rFonts w:ascii="Arial" w:hAnsi="Arial" w:cs="Arial"/>
                <w:sz w:val="19"/>
                <w:szCs w:val="19"/>
              </w:rPr>
              <w:t xml:space="preserve">Increase </w:t>
            </w:r>
          </w:p>
        </w:tc>
        <w:tc>
          <w:tcPr>
            <w:tcW w:w="2216" w:type="dxa"/>
            <w:tcBorders>
              <w:left w:val="nil"/>
            </w:tcBorders>
          </w:tcPr>
          <w:p w14:paraId="322788E8" w14:textId="77777777" w:rsidR="000F51F6" w:rsidRPr="00EE62BB" w:rsidRDefault="000F51F6" w:rsidP="000F51F6">
            <w:pPr>
              <w:spacing w:before="60" w:after="30" w:line="276" w:lineRule="auto"/>
              <w:ind w:right="30"/>
              <w:rPr>
                <w:rFonts w:ascii="Arial" w:hAnsi="Arial" w:cs="Arial"/>
                <w:sz w:val="19"/>
                <w:szCs w:val="19"/>
              </w:rPr>
            </w:pPr>
          </w:p>
        </w:tc>
        <w:tc>
          <w:tcPr>
            <w:tcW w:w="2839" w:type="dxa"/>
            <w:tcBorders>
              <w:bottom w:val="single" w:sz="4" w:space="0" w:color="auto"/>
            </w:tcBorders>
          </w:tcPr>
          <w:p w14:paraId="31BC0AEB" w14:textId="50AB444A" w:rsidR="000F51F6" w:rsidRPr="00EE62BB" w:rsidRDefault="000F51F6" w:rsidP="000F51F6">
            <w:pPr>
              <w:spacing w:before="60" w:after="30" w:line="276" w:lineRule="auto"/>
              <w:jc w:val="right"/>
              <w:rPr>
                <w:rFonts w:ascii="Arial" w:hAnsi="Arial" w:cs="Arial"/>
                <w:sz w:val="19"/>
                <w:szCs w:val="19"/>
              </w:rPr>
            </w:pPr>
            <w:r w:rsidRPr="000F51F6">
              <w:rPr>
                <w:rFonts w:ascii="Arial" w:hAnsi="Arial" w:cs="Arial"/>
                <w:sz w:val="19"/>
                <w:szCs w:val="19"/>
              </w:rPr>
              <w:t>297</w:t>
            </w:r>
          </w:p>
        </w:tc>
      </w:tr>
      <w:tr w:rsidR="000F51F6" w:rsidRPr="00EE62BB" w14:paraId="1E8F1DB8" w14:textId="77777777" w:rsidTr="00047C9D">
        <w:trPr>
          <w:cantSplit/>
          <w:trHeight w:val="247"/>
        </w:trPr>
        <w:tc>
          <w:tcPr>
            <w:tcW w:w="4021" w:type="dxa"/>
            <w:vAlign w:val="bottom"/>
          </w:tcPr>
          <w:p w14:paraId="70B5B737" w14:textId="699F97D8" w:rsidR="000F51F6" w:rsidRPr="00EE62BB" w:rsidRDefault="000F51F6" w:rsidP="000F51F6">
            <w:pPr>
              <w:spacing w:before="60" w:after="30" w:line="276" w:lineRule="auto"/>
              <w:rPr>
                <w:rFonts w:ascii="Arial" w:hAnsi="Arial" w:cs="Arial"/>
                <w:sz w:val="19"/>
                <w:szCs w:val="19"/>
              </w:rPr>
            </w:pPr>
            <w:r w:rsidRPr="00EE62BB">
              <w:rPr>
                <w:rFonts w:ascii="Arial" w:hAnsi="Arial" w:cs="Arial"/>
                <w:sz w:val="19"/>
                <w:szCs w:val="19"/>
              </w:rPr>
              <w:t xml:space="preserve">Balance as of </w:t>
            </w:r>
            <w:r>
              <w:rPr>
                <w:rFonts w:ascii="Arial" w:hAnsi="Arial" w:cs="Arial"/>
                <w:sz w:val="19"/>
                <w:szCs w:val="19"/>
              </w:rPr>
              <w:t>31 March</w:t>
            </w:r>
            <w:r w:rsidRPr="00EE62BB">
              <w:rPr>
                <w:rFonts w:ascii="Arial" w:hAnsi="Arial" w:cs="Arial"/>
                <w:sz w:val="19"/>
                <w:szCs w:val="19"/>
              </w:rPr>
              <w:t xml:space="preserve"> 2024</w:t>
            </w:r>
          </w:p>
        </w:tc>
        <w:tc>
          <w:tcPr>
            <w:tcW w:w="2216" w:type="dxa"/>
            <w:tcBorders>
              <w:left w:val="nil"/>
            </w:tcBorders>
          </w:tcPr>
          <w:p w14:paraId="06429F30" w14:textId="77777777" w:rsidR="000F51F6" w:rsidRPr="00EE62BB" w:rsidRDefault="000F51F6" w:rsidP="000F51F6">
            <w:pPr>
              <w:spacing w:before="60" w:after="30" w:line="276" w:lineRule="auto"/>
              <w:ind w:right="30"/>
              <w:rPr>
                <w:rFonts w:ascii="Arial" w:hAnsi="Arial" w:cs="Arial"/>
                <w:sz w:val="19"/>
                <w:szCs w:val="19"/>
              </w:rPr>
            </w:pPr>
          </w:p>
        </w:tc>
        <w:tc>
          <w:tcPr>
            <w:tcW w:w="2839" w:type="dxa"/>
            <w:tcBorders>
              <w:top w:val="single" w:sz="4" w:space="0" w:color="auto"/>
              <w:bottom w:val="single" w:sz="12" w:space="0" w:color="auto"/>
            </w:tcBorders>
          </w:tcPr>
          <w:p w14:paraId="44E19E9F" w14:textId="5567BA00" w:rsidR="000F51F6" w:rsidRPr="00EE62BB" w:rsidRDefault="000F51F6" w:rsidP="000F51F6">
            <w:pPr>
              <w:spacing w:before="60" w:after="30" w:line="276" w:lineRule="auto"/>
              <w:jc w:val="right"/>
              <w:rPr>
                <w:rFonts w:ascii="Arial" w:hAnsi="Arial" w:cs="Arial"/>
                <w:sz w:val="19"/>
                <w:szCs w:val="19"/>
              </w:rPr>
            </w:pPr>
            <w:r w:rsidRPr="000F51F6">
              <w:rPr>
                <w:rFonts w:ascii="Arial" w:hAnsi="Arial" w:cs="Arial"/>
                <w:sz w:val="19"/>
                <w:szCs w:val="19"/>
              </w:rPr>
              <w:t>297</w:t>
            </w:r>
          </w:p>
        </w:tc>
      </w:tr>
    </w:tbl>
    <w:p w14:paraId="442DD10A" w14:textId="77777777" w:rsidR="00265D3C" w:rsidRDefault="00265D3C" w:rsidP="00BE2388">
      <w:pPr>
        <w:widowControl w:val="0"/>
        <w:tabs>
          <w:tab w:val="left" w:pos="900"/>
        </w:tabs>
        <w:adjustRightInd w:val="0"/>
        <w:spacing w:line="360" w:lineRule="auto"/>
        <w:ind w:left="387"/>
        <w:jc w:val="both"/>
        <w:rPr>
          <w:rFonts w:ascii="Arial" w:hAnsi="Arial" w:cs="Arial"/>
          <w:sz w:val="19"/>
          <w:szCs w:val="19"/>
          <w:lang w:bidi="ar-SA"/>
        </w:rPr>
      </w:pPr>
    </w:p>
    <w:p w14:paraId="3EAB7A07" w14:textId="32355C97" w:rsidR="00BE2388" w:rsidRPr="00EE62BB" w:rsidRDefault="00BE2388" w:rsidP="00BE2388">
      <w:pPr>
        <w:widowControl w:val="0"/>
        <w:tabs>
          <w:tab w:val="left" w:pos="900"/>
        </w:tabs>
        <w:adjustRightInd w:val="0"/>
        <w:spacing w:line="360" w:lineRule="auto"/>
        <w:ind w:left="387"/>
        <w:jc w:val="both"/>
        <w:rPr>
          <w:rFonts w:ascii="Arial" w:hAnsi="Arial" w:cs="Arial"/>
          <w:sz w:val="19"/>
          <w:szCs w:val="19"/>
          <w:lang w:bidi="ar-SA"/>
        </w:rPr>
      </w:pPr>
      <w:r w:rsidRPr="00EE62BB">
        <w:rPr>
          <w:rFonts w:ascii="Arial" w:hAnsi="Arial" w:cs="Arial"/>
          <w:sz w:val="19"/>
          <w:szCs w:val="19"/>
          <w:lang w:bidi="ar-SA"/>
        </w:rPr>
        <w:lastRenderedPageBreak/>
        <w:t xml:space="preserve">Costs of inventories which were recognized as expenses </w:t>
      </w:r>
      <w:r w:rsidR="00D36BBD" w:rsidRPr="00EE62BB">
        <w:rPr>
          <w:rFonts w:ascii="Arial" w:hAnsi="Arial" w:cs="Arial"/>
          <w:sz w:val="19"/>
          <w:szCs w:val="19"/>
          <w:lang w:bidi="ar-SA"/>
        </w:rPr>
        <w:t xml:space="preserve">for the three-month periods ended 31 March </w:t>
      </w:r>
      <w:r w:rsidRPr="00EE62BB">
        <w:rPr>
          <w:rFonts w:ascii="Arial" w:hAnsi="Arial" w:cs="Arial"/>
          <w:sz w:val="19"/>
          <w:szCs w:val="19"/>
          <w:lang w:bidi="ar-SA"/>
        </w:rPr>
        <w:t>202</w:t>
      </w:r>
      <w:r w:rsidR="00D36BBD" w:rsidRPr="00EE62BB">
        <w:rPr>
          <w:rFonts w:ascii="Arial" w:hAnsi="Arial" w:cs="Arial"/>
          <w:sz w:val="19"/>
          <w:szCs w:val="19"/>
          <w:lang w:bidi="ar-SA"/>
        </w:rPr>
        <w:t>4</w:t>
      </w:r>
      <w:r w:rsidRPr="00EE62BB">
        <w:rPr>
          <w:rFonts w:ascii="Arial" w:hAnsi="Arial" w:cs="Arial"/>
          <w:sz w:val="19"/>
          <w:szCs w:val="19"/>
          <w:lang w:bidi="ar-SA"/>
        </w:rPr>
        <w:t xml:space="preserve"> and 202</w:t>
      </w:r>
      <w:r w:rsidR="00D36BBD" w:rsidRPr="00EE62BB">
        <w:rPr>
          <w:rFonts w:ascii="Arial" w:hAnsi="Arial" w:cs="Arial"/>
          <w:sz w:val="19"/>
          <w:szCs w:val="19"/>
          <w:lang w:bidi="ar-SA"/>
        </w:rPr>
        <w:t>3</w:t>
      </w:r>
      <w:r w:rsidR="00FE2D9B" w:rsidRPr="00EE62BB">
        <w:rPr>
          <w:rFonts w:ascii="Arial" w:hAnsi="Arial" w:cs="Arial"/>
          <w:sz w:val="19"/>
          <w:szCs w:val="19"/>
          <w:lang w:bidi="ar-SA"/>
        </w:rPr>
        <w:t xml:space="preserve"> </w:t>
      </w:r>
      <w:r w:rsidRPr="00EE62BB">
        <w:rPr>
          <w:rFonts w:ascii="Arial" w:hAnsi="Arial" w:cs="Arial"/>
          <w:sz w:val="19"/>
          <w:szCs w:val="19"/>
          <w:lang w:bidi="ar-SA"/>
        </w:rPr>
        <w:t>are as follows:</w:t>
      </w:r>
    </w:p>
    <w:p w14:paraId="537538FB" w14:textId="77777777" w:rsidR="00BE2388" w:rsidRPr="00291B41" w:rsidRDefault="00BE2388" w:rsidP="00BE2388">
      <w:pPr>
        <w:spacing w:line="360" w:lineRule="auto"/>
        <w:jc w:val="thaiDistribute"/>
        <w:rPr>
          <w:rFonts w:ascii="Arial" w:hAnsi="Arial" w:cs="Arial"/>
          <w:sz w:val="14"/>
          <w:szCs w:val="14"/>
        </w:rPr>
      </w:pPr>
    </w:p>
    <w:tbl>
      <w:tblPr>
        <w:tblW w:w="9015" w:type="dxa"/>
        <w:tblInd w:w="369" w:type="dxa"/>
        <w:tblLayout w:type="fixed"/>
        <w:tblLook w:val="0000" w:firstRow="0" w:lastRow="0" w:firstColumn="0" w:lastColumn="0" w:noHBand="0" w:noVBand="0"/>
      </w:tblPr>
      <w:tblGrid>
        <w:gridCol w:w="3831"/>
        <w:gridCol w:w="1125"/>
        <w:gridCol w:w="236"/>
        <w:gridCol w:w="1132"/>
        <w:gridCol w:w="236"/>
        <w:gridCol w:w="1105"/>
        <w:gridCol w:w="238"/>
        <w:gridCol w:w="1112"/>
      </w:tblGrid>
      <w:tr w:rsidR="00BE2388" w:rsidRPr="00EE62BB" w14:paraId="2E1736FC" w14:textId="77777777">
        <w:trPr>
          <w:cantSplit/>
        </w:trPr>
        <w:tc>
          <w:tcPr>
            <w:tcW w:w="3831" w:type="dxa"/>
          </w:tcPr>
          <w:p w14:paraId="5317D83D" w14:textId="77777777" w:rsidR="00BE2388" w:rsidRPr="00EE62BB" w:rsidRDefault="00BE2388" w:rsidP="006935E6">
            <w:pPr>
              <w:pStyle w:val="3"/>
              <w:tabs>
                <w:tab w:val="clear" w:pos="360"/>
                <w:tab w:val="clear" w:pos="720"/>
              </w:tabs>
              <w:spacing w:before="60" w:after="30" w:line="276" w:lineRule="auto"/>
              <w:ind w:left="-295"/>
              <w:jc w:val="center"/>
              <w:rPr>
                <w:rFonts w:ascii="Arial" w:hAnsi="Arial" w:cs="Arial"/>
                <w:sz w:val="19"/>
                <w:szCs w:val="19"/>
              </w:rPr>
            </w:pPr>
          </w:p>
        </w:tc>
        <w:tc>
          <w:tcPr>
            <w:tcW w:w="2493" w:type="dxa"/>
            <w:gridSpan w:val="3"/>
          </w:tcPr>
          <w:p w14:paraId="54CF7AF2" w14:textId="77777777" w:rsidR="00BE2388" w:rsidRPr="00EE62BB" w:rsidRDefault="00BE2388" w:rsidP="006935E6">
            <w:pPr>
              <w:pStyle w:val="3"/>
              <w:tabs>
                <w:tab w:val="clear" w:pos="360"/>
                <w:tab w:val="clear" w:pos="720"/>
              </w:tabs>
              <w:spacing w:before="60" w:after="30" w:line="276" w:lineRule="auto"/>
              <w:jc w:val="center"/>
              <w:rPr>
                <w:rFonts w:ascii="Arial" w:hAnsi="Arial" w:cs="Arial"/>
                <w:sz w:val="19"/>
                <w:szCs w:val="19"/>
              </w:rPr>
            </w:pPr>
          </w:p>
        </w:tc>
        <w:tc>
          <w:tcPr>
            <w:tcW w:w="236" w:type="dxa"/>
            <w:tcBorders>
              <w:left w:val="nil"/>
            </w:tcBorders>
          </w:tcPr>
          <w:p w14:paraId="36AC6723" w14:textId="77777777" w:rsidR="00BE2388" w:rsidRPr="00EE62BB" w:rsidRDefault="00BE2388" w:rsidP="006935E6">
            <w:pPr>
              <w:pStyle w:val="3"/>
              <w:tabs>
                <w:tab w:val="clear" w:pos="360"/>
                <w:tab w:val="clear" w:pos="720"/>
              </w:tabs>
              <w:spacing w:before="60" w:after="30" w:line="276" w:lineRule="auto"/>
              <w:jc w:val="center"/>
              <w:rPr>
                <w:rFonts w:ascii="Arial" w:hAnsi="Arial" w:cs="Arial"/>
                <w:sz w:val="19"/>
                <w:szCs w:val="19"/>
              </w:rPr>
            </w:pPr>
          </w:p>
        </w:tc>
        <w:tc>
          <w:tcPr>
            <w:tcW w:w="2455" w:type="dxa"/>
            <w:gridSpan w:val="3"/>
            <w:vAlign w:val="bottom"/>
          </w:tcPr>
          <w:p w14:paraId="0EFD7FA9" w14:textId="77777777" w:rsidR="00BE2388" w:rsidRPr="00EE62BB" w:rsidRDefault="00BE2388" w:rsidP="006935E6">
            <w:pPr>
              <w:spacing w:before="60" w:after="30" w:line="276" w:lineRule="auto"/>
              <w:jc w:val="right"/>
              <w:rPr>
                <w:rFonts w:ascii="Arial" w:hAnsi="Arial" w:cs="Arial"/>
                <w:sz w:val="19"/>
                <w:szCs w:val="19"/>
              </w:rPr>
            </w:pPr>
            <w:r w:rsidRPr="00EE62BB">
              <w:rPr>
                <w:rFonts w:ascii="Arial" w:hAnsi="Arial" w:cs="Arial"/>
                <w:sz w:val="19"/>
                <w:szCs w:val="19"/>
              </w:rPr>
              <w:t>(Unit : Thousand Baht)</w:t>
            </w:r>
          </w:p>
        </w:tc>
      </w:tr>
      <w:tr w:rsidR="00BE2388" w:rsidRPr="00EE62BB" w14:paraId="1E073915" w14:textId="77777777">
        <w:trPr>
          <w:cantSplit/>
        </w:trPr>
        <w:tc>
          <w:tcPr>
            <w:tcW w:w="3831" w:type="dxa"/>
          </w:tcPr>
          <w:p w14:paraId="4BA52B0D" w14:textId="77777777" w:rsidR="00BE2388" w:rsidRPr="00EE62BB" w:rsidRDefault="00BE2388" w:rsidP="006935E6">
            <w:pPr>
              <w:pStyle w:val="3"/>
              <w:tabs>
                <w:tab w:val="clear" w:pos="360"/>
                <w:tab w:val="clear" w:pos="720"/>
              </w:tabs>
              <w:spacing w:before="60" w:after="30" w:line="276" w:lineRule="auto"/>
              <w:jc w:val="center"/>
              <w:rPr>
                <w:rFonts w:ascii="Arial" w:hAnsi="Arial" w:cs="Arial"/>
                <w:sz w:val="19"/>
                <w:szCs w:val="19"/>
              </w:rPr>
            </w:pPr>
            <w:r w:rsidRPr="00EE62BB">
              <w:rPr>
                <w:rFonts w:ascii="Arial" w:hAnsi="Arial" w:cs="Arial"/>
                <w:b/>
                <w:bCs/>
                <w:sz w:val="19"/>
                <w:szCs w:val="19"/>
                <w:lang w:val="en-GB"/>
              </w:rPr>
              <w:tab/>
            </w:r>
          </w:p>
        </w:tc>
        <w:tc>
          <w:tcPr>
            <w:tcW w:w="2493" w:type="dxa"/>
            <w:gridSpan w:val="3"/>
            <w:tcBorders>
              <w:bottom w:val="single" w:sz="4" w:space="0" w:color="auto"/>
            </w:tcBorders>
            <w:vAlign w:val="center"/>
          </w:tcPr>
          <w:p w14:paraId="1A7172D5" w14:textId="5C92D7BE" w:rsidR="00BE2388" w:rsidRPr="00EE62BB" w:rsidRDefault="00BE2388" w:rsidP="006935E6">
            <w:pPr>
              <w:spacing w:before="60" w:after="30" w:line="276" w:lineRule="auto"/>
              <w:ind w:left="-107" w:right="-109"/>
              <w:jc w:val="center"/>
              <w:rPr>
                <w:rFonts w:ascii="Arial" w:hAnsi="Arial" w:cs="Arial"/>
                <w:sz w:val="19"/>
                <w:szCs w:val="19"/>
              </w:rPr>
            </w:pPr>
            <w:r w:rsidRPr="00EE62BB">
              <w:rPr>
                <w:rFonts w:ascii="Arial" w:hAnsi="Arial" w:cs="Arial"/>
                <w:sz w:val="19"/>
                <w:szCs w:val="19"/>
              </w:rPr>
              <w:t xml:space="preserve">Consolidated </w:t>
            </w:r>
            <w:r w:rsidR="00F4725A">
              <w:rPr>
                <w:rFonts w:ascii="Arial" w:hAnsi="Arial" w:cstheme="minorBidi"/>
                <w:sz w:val="19"/>
                <w:szCs w:val="19"/>
                <w:cs/>
              </w:rPr>
              <w:br/>
            </w:r>
            <w:r w:rsidR="00F4725A">
              <w:rPr>
                <w:rFonts w:ascii="Arial" w:hAnsi="Arial" w:cstheme="minorBidi"/>
                <w:sz w:val="19"/>
                <w:szCs w:val="19"/>
                <w:lang w:val="en-GB" w:eastAsia="en-GB"/>
              </w:rPr>
              <w:t>financial information</w:t>
            </w:r>
          </w:p>
        </w:tc>
        <w:tc>
          <w:tcPr>
            <w:tcW w:w="236" w:type="dxa"/>
            <w:tcBorders>
              <w:left w:val="nil"/>
            </w:tcBorders>
          </w:tcPr>
          <w:p w14:paraId="0D4F1871" w14:textId="77777777" w:rsidR="00BE2388" w:rsidRPr="00EE62BB" w:rsidRDefault="00BE2388" w:rsidP="006935E6">
            <w:pPr>
              <w:spacing w:before="60" w:after="30" w:line="276" w:lineRule="auto"/>
              <w:ind w:right="72"/>
              <w:rPr>
                <w:rFonts w:ascii="Arial" w:hAnsi="Arial" w:cs="Arial"/>
                <w:sz w:val="19"/>
                <w:szCs w:val="19"/>
              </w:rPr>
            </w:pPr>
          </w:p>
        </w:tc>
        <w:tc>
          <w:tcPr>
            <w:tcW w:w="2455" w:type="dxa"/>
            <w:gridSpan w:val="3"/>
            <w:tcBorders>
              <w:bottom w:val="single" w:sz="4" w:space="0" w:color="auto"/>
            </w:tcBorders>
            <w:vAlign w:val="center"/>
          </w:tcPr>
          <w:p w14:paraId="2E697055" w14:textId="49F6A802" w:rsidR="00BE2388" w:rsidRPr="00EE62BB" w:rsidRDefault="00BE2388" w:rsidP="006935E6">
            <w:pPr>
              <w:spacing w:before="60" w:after="30" w:line="276" w:lineRule="auto"/>
              <w:jc w:val="center"/>
              <w:rPr>
                <w:rFonts w:ascii="Arial" w:hAnsi="Arial" w:cs="Arial"/>
                <w:sz w:val="19"/>
                <w:szCs w:val="19"/>
              </w:rPr>
            </w:pPr>
            <w:r w:rsidRPr="00EE62BB">
              <w:rPr>
                <w:rFonts w:ascii="Arial" w:hAnsi="Arial" w:cs="Arial"/>
                <w:sz w:val="19"/>
                <w:szCs w:val="19"/>
              </w:rPr>
              <w:t xml:space="preserve">Separate </w:t>
            </w:r>
            <w:r w:rsidR="00F4725A">
              <w:rPr>
                <w:rFonts w:ascii="Arial" w:hAnsi="Arial" w:cstheme="minorBidi"/>
                <w:sz w:val="19"/>
                <w:szCs w:val="19"/>
                <w:cs/>
              </w:rPr>
              <w:br/>
            </w:r>
            <w:r w:rsidR="00F4725A">
              <w:rPr>
                <w:rFonts w:ascii="Arial" w:hAnsi="Arial" w:cstheme="minorBidi"/>
                <w:sz w:val="19"/>
                <w:szCs w:val="19"/>
                <w:lang w:val="en-GB" w:eastAsia="en-GB"/>
              </w:rPr>
              <w:t>financial information</w:t>
            </w:r>
          </w:p>
        </w:tc>
      </w:tr>
      <w:tr w:rsidR="00BE2388" w:rsidRPr="00EE62BB" w14:paraId="374DBDFF" w14:textId="77777777">
        <w:trPr>
          <w:cantSplit/>
        </w:trPr>
        <w:tc>
          <w:tcPr>
            <w:tcW w:w="3831" w:type="dxa"/>
            <w:vAlign w:val="bottom"/>
          </w:tcPr>
          <w:p w14:paraId="1625AA0E" w14:textId="77777777" w:rsidR="00BE2388" w:rsidRPr="00EE62BB" w:rsidRDefault="00BE2388" w:rsidP="006935E6">
            <w:pPr>
              <w:spacing w:before="60" w:after="30" w:line="276" w:lineRule="auto"/>
              <w:ind w:left="-88"/>
              <w:rPr>
                <w:rFonts w:ascii="Arial" w:hAnsi="Arial" w:cs="Arial"/>
                <w:sz w:val="19"/>
                <w:szCs w:val="19"/>
                <w:lang w:val="en-GB"/>
              </w:rPr>
            </w:pPr>
          </w:p>
        </w:tc>
        <w:tc>
          <w:tcPr>
            <w:tcW w:w="1125" w:type="dxa"/>
            <w:tcBorders>
              <w:left w:val="nil"/>
              <w:bottom w:val="single" w:sz="4" w:space="0" w:color="auto"/>
            </w:tcBorders>
            <w:vAlign w:val="bottom"/>
          </w:tcPr>
          <w:p w14:paraId="3DF9A33E" w14:textId="2C7B22AD" w:rsidR="00BE2388" w:rsidRPr="00EE62BB" w:rsidRDefault="00BE2388" w:rsidP="006935E6">
            <w:pPr>
              <w:spacing w:before="60" w:after="30" w:line="276" w:lineRule="auto"/>
              <w:ind w:left="-108" w:right="-105"/>
              <w:jc w:val="center"/>
              <w:rPr>
                <w:rFonts w:ascii="Arial" w:hAnsi="Arial" w:cs="Arial"/>
                <w:sz w:val="19"/>
                <w:szCs w:val="19"/>
              </w:rPr>
            </w:pPr>
            <w:r w:rsidRPr="00EE62BB">
              <w:rPr>
                <w:rFonts w:ascii="Arial" w:hAnsi="Arial" w:cs="Arial"/>
                <w:sz w:val="19"/>
                <w:szCs w:val="19"/>
              </w:rPr>
              <w:t>202</w:t>
            </w:r>
            <w:r w:rsidR="007A16FD" w:rsidRPr="00EE62BB">
              <w:rPr>
                <w:rFonts w:ascii="Arial" w:hAnsi="Arial" w:cs="Arial"/>
                <w:sz w:val="19"/>
                <w:szCs w:val="19"/>
              </w:rPr>
              <w:t>4</w:t>
            </w:r>
          </w:p>
        </w:tc>
        <w:tc>
          <w:tcPr>
            <w:tcW w:w="236" w:type="dxa"/>
            <w:tcBorders>
              <w:left w:val="nil"/>
            </w:tcBorders>
          </w:tcPr>
          <w:p w14:paraId="2CF8584B" w14:textId="77777777" w:rsidR="00BE2388" w:rsidRPr="00EE62BB" w:rsidRDefault="00BE2388" w:rsidP="006935E6">
            <w:pPr>
              <w:pStyle w:val="BodyTextIndent3"/>
              <w:spacing w:before="60" w:after="30" w:line="276" w:lineRule="auto"/>
              <w:ind w:left="-108" w:right="-105"/>
              <w:jc w:val="center"/>
              <w:rPr>
                <w:rFonts w:ascii="Arial" w:hAnsi="Arial" w:cs="Arial"/>
                <w:sz w:val="19"/>
                <w:szCs w:val="19"/>
                <w:lang w:val="en-GB"/>
              </w:rPr>
            </w:pPr>
          </w:p>
        </w:tc>
        <w:tc>
          <w:tcPr>
            <w:tcW w:w="1132" w:type="dxa"/>
            <w:tcBorders>
              <w:bottom w:val="single" w:sz="4" w:space="0" w:color="auto"/>
            </w:tcBorders>
            <w:vAlign w:val="bottom"/>
          </w:tcPr>
          <w:p w14:paraId="4E5FF5C2" w14:textId="684FA0D0" w:rsidR="00BE2388" w:rsidRPr="00EE62BB" w:rsidRDefault="00BE2388" w:rsidP="006935E6">
            <w:pPr>
              <w:spacing w:before="60" w:after="30" w:line="276" w:lineRule="auto"/>
              <w:ind w:left="-108" w:right="-105"/>
              <w:jc w:val="center"/>
              <w:rPr>
                <w:rFonts w:ascii="Arial" w:hAnsi="Arial" w:cs="Arial"/>
                <w:sz w:val="19"/>
                <w:szCs w:val="19"/>
                <w:lang w:val="en-GB"/>
              </w:rPr>
            </w:pPr>
            <w:r w:rsidRPr="00EE62BB">
              <w:rPr>
                <w:rFonts w:ascii="Arial" w:hAnsi="Arial" w:cs="Arial"/>
                <w:sz w:val="19"/>
                <w:szCs w:val="19"/>
              </w:rPr>
              <w:t>202</w:t>
            </w:r>
            <w:r w:rsidR="007A16FD" w:rsidRPr="00EE62BB">
              <w:rPr>
                <w:rFonts w:ascii="Arial" w:hAnsi="Arial" w:cs="Arial"/>
                <w:sz w:val="19"/>
                <w:szCs w:val="19"/>
              </w:rPr>
              <w:t>3</w:t>
            </w:r>
          </w:p>
        </w:tc>
        <w:tc>
          <w:tcPr>
            <w:tcW w:w="236" w:type="dxa"/>
            <w:tcBorders>
              <w:left w:val="nil"/>
            </w:tcBorders>
          </w:tcPr>
          <w:p w14:paraId="5263FC60" w14:textId="77777777" w:rsidR="00BE2388" w:rsidRPr="00EE62BB" w:rsidRDefault="00BE2388" w:rsidP="006935E6">
            <w:pPr>
              <w:spacing w:before="60" w:after="30" w:line="276" w:lineRule="auto"/>
              <w:ind w:left="-108" w:right="-105"/>
              <w:jc w:val="center"/>
              <w:rPr>
                <w:rFonts w:ascii="Arial" w:hAnsi="Arial" w:cs="Arial"/>
                <w:sz w:val="19"/>
                <w:szCs w:val="19"/>
              </w:rPr>
            </w:pPr>
          </w:p>
        </w:tc>
        <w:tc>
          <w:tcPr>
            <w:tcW w:w="1105" w:type="dxa"/>
            <w:tcBorders>
              <w:bottom w:val="single" w:sz="4" w:space="0" w:color="auto"/>
            </w:tcBorders>
            <w:vAlign w:val="bottom"/>
          </w:tcPr>
          <w:p w14:paraId="60D5D41A" w14:textId="09A41318" w:rsidR="00BE2388" w:rsidRPr="00EE62BB" w:rsidRDefault="00BE2388" w:rsidP="006935E6">
            <w:pPr>
              <w:spacing w:before="60" w:after="30" w:line="276" w:lineRule="auto"/>
              <w:ind w:left="-108" w:right="-105"/>
              <w:jc w:val="center"/>
              <w:rPr>
                <w:rFonts w:ascii="Arial" w:hAnsi="Arial" w:cs="Arial"/>
                <w:sz w:val="19"/>
                <w:szCs w:val="19"/>
              </w:rPr>
            </w:pPr>
            <w:r w:rsidRPr="00EE62BB">
              <w:rPr>
                <w:rFonts w:ascii="Arial" w:hAnsi="Arial" w:cs="Arial"/>
                <w:sz w:val="19"/>
                <w:szCs w:val="19"/>
              </w:rPr>
              <w:t>202</w:t>
            </w:r>
            <w:r w:rsidR="007A16FD" w:rsidRPr="00EE62BB">
              <w:rPr>
                <w:rFonts w:ascii="Arial" w:hAnsi="Arial" w:cs="Arial"/>
                <w:sz w:val="19"/>
                <w:szCs w:val="19"/>
              </w:rPr>
              <w:t>4</w:t>
            </w:r>
          </w:p>
        </w:tc>
        <w:tc>
          <w:tcPr>
            <w:tcW w:w="238" w:type="dxa"/>
          </w:tcPr>
          <w:p w14:paraId="0636D280" w14:textId="77777777" w:rsidR="00BE2388" w:rsidRPr="00EE62BB" w:rsidRDefault="00BE2388" w:rsidP="006935E6">
            <w:pPr>
              <w:pStyle w:val="BodyTextIndent3"/>
              <w:spacing w:before="60" w:after="30" w:line="276" w:lineRule="auto"/>
              <w:ind w:left="-108" w:right="-105"/>
              <w:jc w:val="center"/>
              <w:rPr>
                <w:rFonts w:ascii="Arial" w:hAnsi="Arial" w:cs="Arial"/>
                <w:sz w:val="19"/>
                <w:szCs w:val="19"/>
                <w:lang w:val="en-GB"/>
              </w:rPr>
            </w:pPr>
          </w:p>
        </w:tc>
        <w:tc>
          <w:tcPr>
            <w:tcW w:w="1112" w:type="dxa"/>
            <w:tcBorders>
              <w:bottom w:val="single" w:sz="4" w:space="0" w:color="auto"/>
            </w:tcBorders>
            <w:vAlign w:val="bottom"/>
          </w:tcPr>
          <w:p w14:paraId="00361EF1" w14:textId="38A57041" w:rsidR="00BE2388" w:rsidRPr="00EE62BB" w:rsidRDefault="00BE2388" w:rsidP="006935E6">
            <w:pPr>
              <w:spacing w:before="60" w:after="30" w:line="276" w:lineRule="auto"/>
              <w:ind w:left="-108" w:right="-105"/>
              <w:jc w:val="center"/>
              <w:rPr>
                <w:rFonts w:ascii="Arial" w:hAnsi="Arial" w:cs="Arial"/>
                <w:sz w:val="19"/>
                <w:szCs w:val="19"/>
                <w:lang w:val="en-GB"/>
              </w:rPr>
            </w:pPr>
            <w:r w:rsidRPr="00EE62BB">
              <w:rPr>
                <w:rFonts w:ascii="Arial" w:hAnsi="Arial" w:cs="Arial"/>
                <w:sz w:val="19"/>
                <w:szCs w:val="19"/>
              </w:rPr>
              <w:t>202</w:t>
            </w:r>
            <w:r w:rsidR="00F96224">
              <w:rPr>
                <w:rFonts w:ascii="Arial" w:hAnsi="Arial" w:cs="Arial"/>
                <w:sz w:val="19"/>
                <w:szCs w:val="19"/>
              </w:rPr>
              <w:t>3</w:t>
            </w:r>
          </w:p>
        </w:tc>
      </w:tr>
      <w:tr w:rsidR="00BE2388" w:rsidRPr="00EE62BB" w14:paraId="57E4D48B" w14:textId="77777777">
        <w:trPr>
          <w:cantSplit/>
          <w:trHeight w:val="305"/>
        </w:trPr>
        <w:tc>
          <w:tcPr>
            <w:tcW w:w="3831" w:type="dxa"/>
            <w:vAlign w:val="bottom"/>
          </w:tcPr>
          <w:p w14:paraId="3C7EAD31" w14:textId="77777777" w:rsidR="00BE2388" w:rsidRPr="00EE62BB" w:rsidRDefault="00BE2388" w:rsidP="006935E6">
            <w:pPr>
              <w:spacing w:before="60" w:after="30" w:line="276" w:lineRule="auto"/>
              <w:ind w:left="-88"/>
              <w:rPr>
                <w:rFonts w:ascii="Arial" w:hAnsi="Arial" w:cs="Arial"/>
                <w:sz w:val="19"/>
                <w:szCs w:val="19"/>
              </w:rPr>
            </w:pPr>
          </w:p>
        </w:tc>
        <w:tc>
          <w:tcPr>
            <w:tcW w:w="1125" w:type="dxa"/>
            <w:tcBorders>
              <w:top w:val="single" w:sz="4" w:space="0" w:color="auto"/>
              <w:left w:val="nil"/>
            </w:tcBorders>
            <w:vAlign w:val="bottom"/>
          </w:tcPr>
          <w:p w14:paraId="62C6F296" w14:textId="77777777" w:rsidR="00BE2388" w:rsidRPr="00EE62BB" w:rsidRDefault="00BE2388" w:rsidP="006935E6">
            <w:pPr>
              <w:spacing w:before="60" w:after="30" w:line="276" w:lineRule="auto"/>
              <w:jc w:val="right"/>
              <w:rPr>
                <w:rFonts w:ascii="Arial" w:hAnsi="Arial" w:cs="Arial"/>
                <w:sz w:val="19"/>
                <w:szCs w:val="19"/>
              </w:rPr>
            </w:pPr>
          </w:p>
        </w:tc>
        <w:tc>
          <w:tcPr>
            <w:tcW w:w="236" w:type="dxa"/>
            <w:tcBorders>
              <w:left w:val="nil"/>
            </w:tcBorders>
            <w:vAlign w:val="bottom"/>
          </w:tcPr>
          <w:p w14:paraId="055550C4" w14:textId="77777777" w:rsidR="00BE2388" w:rsidRPr="00EE62BB" w:rsidRDefault="00BE2388" w:rsidP="006935E6">
            <w:pPr>
              <w:spacing w:before="60" w:after="30" w:line="276" w:lineRule="auto"/>
              <w:jc w:val="right"/>
              <w:rPr>
                <w:rFonts w:ascii="Arial" w:hAnsi="Arial" w:cs="Arial"/>
                <w:sz w:val="19"/>
                <w:szCs w:val="19"/>
              </w:rPr>
            </w:pPr>
          </w:p>
        </w:tc>
        <w:tc>
          <w:tcPr>
            <w:tcW w:w="1132" w:type="dxa"/>
            <w:tcBorders>
              <w:top w:val="single" w:sz="4" w:space="0" w:color="auto"/>
            </w:tcBorders>
            <w:vAlign w:val="bottom"/>
          </w:tcPr>
          <w:p w14:paraId="350834BD" w14:textId="77777777" w:rsidR="00BE2388" w:rsidRPr="00EE62BB" w:rsidRDefault="00BE2388" w:rsidP="006935E6">
            <w:pPr>
              <w:spacing w:before="60" w:after="30" w:line="276" w:lineRule="auto"/>
              <w:jc w:val="right"/>
              <w:rPr>
                <w:rFonts w:ascii="Arial" w:hAnsi="Arial" w:cs="Arial"/>
                <w:sz w:val="19"/>
                <w:szCs w:val="19"/>
              </w:rPr>
            </w:pPr>
          </w:p>
        </w:tc>
        <w:tc>
          <w:tcPr>
            <w:tcW w:w="236" w:type="dxa"/>
            <w:tcBorders>
              <w:left w:val="nil"/>
            </w:tcBorders>
            <w:vAlign w:val="bottom"/>
          </w:tcPr>
          <w:p w14:paraId="16DBFFB8" w14:textId="77777777" w:rsidR="00BE2388" w:rsidRPr="00EE62BB" w:rsidRDefault="00BE2388" w:rsidP="006935E6">
            <w:pPr>
              <w:spacing w:before="60" w:after="30" w:line="276" w:lineRule="auto"/>
              <w:jc w:val="right"/>
              <w:rPr>
                <w:rFonts w:ascii="Arial" w:hAnsi="Arial" w:cs="Arial"/>
                <w:sz w:val="19"/>
                <w:szCs w:val="19"/>
              </w:rPr>
            </w:pPr>
          </w:p>
        </w:tc>
        <w:tc>
          <w:tcPr>
            <w:tcW w:w="1105" w:type="dxa"/>
            <w:tcBorders>
              <w:top w:val="single" w:sz="4" w:space="0" w:color="auto"/>
            </w:tcBorders>
            <w:vAlign w:val="bottom"/>
          </w:tcPr>
          <w:p w14:paraId="10EDED25" w14:textId="77777777" w:rsidR="00BE2388" w:rsidRPr="00EE62BB" w:rsidRDefault="00BE2388" w:rsidP="006935E6">
            <w:pPr>
              <w:spacing w:before="60" w:after="30" w:line="276" w:lineRule="auto"/>
              <w:jc w:val="right"/>
              <w:rPr>
                <w:rFonts w:ascii="Arial" w:hAnsi="Arial" w:cs="Arial"/>
                <w:sz w:val="19"/>
                <w:szCs w:val="19"/>
              </w:rPr>
            </w:pPr>
          </w:p>
        </w:tc>
        <w:tc>
          <w:tcPr>
            <w:tcW w:w="238" w:type="dxa"/>
            <w:vAlign w:val="bottom"/>
          </w:tcPr>
          <w:p w14:paraId="12AF59DE" w14:textId="77777777" w:rsidR="00BE2388" w:rsidRPr="00EE62BB" w:rsidRDefault="00BE2388" w:rsidP="006935E6">
            <w:pPr>
              <w:pStyle w:val="BalloonText"/>
              <w:spacing w:before="60" w:after="30" w:line="276" w:lineRule="auto"/>
              <w:ind w:left="-157"/>
              <w:jc w:val="right"/>
              <w:rPr>
                <w:rFonts w:ascii="Arial" w:hAnsi="Arial" w:cs="Arial"/>
                <w:sz w:val="19"/>
                <w:szCs w:val="19"/>
              </w:rPr>
            </w:pPr>
          </w:p>
        </w:tc>
        <w:tc>
          <w:tcPr>
            <w:tcW w:w="1112" w:type="dxa"/>
            <w:tcBorders>
              <w:top w:val="single" w:sz="4" w:space="0" w:color="auto"/>
            </w:tcBorders>
            <w:vAlign w:val="bottom"/>
          </w:tcPr>
          <w:p w14:paraId="6C1760AE" w14:textId="77777777" w:rsidR="00BE2388" w:rsidRPr="00EE62BB" w:rsidRDefault="00BE2388" w:rsidP="006935E6">
            <w:pPr>
              <w:spacing w:before="60" w:after="30" w:line="276" w:lineRule="auto"/>
              <w:jc w:val="right"/>
              <w:rPr>
                <w:rFonts w:ascii="Arial" w:hAnsi="Arial" w:cs="Arial"/>
                <w:sz w:val="19"/>
                <w:szCs w:val="19"/>
              </w:rPr>
            </w:pPr>
          </w:p>
        </w:tc>
      </w:tr>
      <w:tr w:rsidR="00233C9F" w:rsidRPr="00EE62BB" w14:paraId="396187CE" w14:textId="77777777">
        <w:trPr>
          <w:cantSplit/>
          <w:trHeight w:val="195"/>
        </w:trPr>
        <w:tc>
          <w:tcPr>
            <w:tcW w:w="3831" w:type="dxa"/>
          </w:tcPr>
          <w:p w14:paraId="00BAB08B" w14:textId="77777777" w:rsidR="00233C9F" w:rsidRPr="00EE62BB" w:rsidRDefault="00233C9F" w:rsidP="00233C9F">
            <w:pPr>
              <w:spacing w:before="60" w:after="30" w:line="276" w:lineRule="auto"/>
              <w:rPr>
                <w:rFonts w:ascii="Arial" w:hAnsi="Arial" w:cs="Arial"/>
                <w:sz w:val="19"/>
                <w:szCs w:val="19"/>
              </w:rPr>
            </w:pPr>
            <w:r w:rsidRPr="00EE62BB">
              <w:rPr>
                <w:rFonts w:ascii="Arial" w:hAnsi="Arial" w:cs="Arial"/>
                <w:sz w:val="19"/>
                <w:szCs w:val="19"/>
                <w:cs/>
              </w:rPr>
              <w:t xml:space="preserve">Costs of </w:t>
            </w:r>
            <w:r w:rsidRPr="00EE62BB">
              <w:rPr>
                <w:rFonts w:ascii="Arial" w:hAnsi="Arial" w:cs="Arial"/>
                <w:sz w:val="19"/>
                <w:szCs w:val="19"/>
                <w:lang w:val="en-GB" w:bidi="ar-SA"/>
              </w:rPr>
              <w:t>goods sold</w:t>
            </w:r>
          </w:p>
        </w:tc>
        <w:tc>
          <w:tcPr>
            <w:tcW w:w="1125" w:type="dxa"/>
            <w:tcBorders>
              <w:left w:val="nil"/>
            </w:tcBorders>
          </w:tcPr>
          <w:p w14:paraId="15136205" w14:textId="30B04049" w:rsidR="00233C9F" w:rsidRPr="00EE62BB" w:rsidRDefault="000F2045" w:rsidP="00233C9F">
            <w:pPr>
              <w:tabs>
                <w:tab w:val="center" w:pos="454"/>
                <w:tab w:val="right" w:pos="909"/>
              </w:tabs>
              <w:spacing w:before="60" w:after="30" w:line="276" w:lineRule="auto"/>
              <w:jc w:val="right"/>
              <w:rPr>
                <w:rFonts w:ascii="Arial" w:hAnsi="Arial" w:cs="Arial"/>
                <w:sz w:val="19"/>
                <w:szCs w:val="19"/>
              </w:rPr>
            </w:pPr>
            <w:r w:rsidRPr="00C51CB5">
              <w:rPr>
                <w:rFonts w:ascii="Arial" w:hAnsi="Arial" w:cs="Arial"/>
                <w:sz w:val="19"/>
                <w:szCs w:val="19"/>
                <w:cs/>
              </w:rPr>
              <w:t>1</w:t>
            </w:r>
            <w:r w:rsidRPr="000F2045">
              <w:rPr>
                <w:rFonts w:ascii="Arial" w:hAnsi="Arial" w:cs="Arial"/>
                <w:sz w:val="19"/>
                <w:szCs w:val="19"/>
              </w:rPr>
              <w:t>,</w:t>
            </w:r>
            <w:r w:rsidRPr="00C51CB5">
              <w:rPr>
                <w:rFonts w:ascii="Arial" w:hAnsi="Arial" w:cs="Arial"/>
                <w:sz w:val="19"/>
                <w:szCs w:val="19"/>
                <w:cs/>
              </w:rPr>
              <w:t>095</w:t>
            </w:r>
            <w:r w:rsidRPr="000F2045">
              <w:rPr>
                <w:rFonts w:ascii="Arial" w:hAnsi="Arial" w:cs="Arial"/>
                <w:sz w:val="19"/>
                <w:szCs w:val="19"/>
              </w:rPr>
              <w:t>,</w:t>
            </w:r>
            <w:r w:rsidRPr="00C51CB5">
              <w:rPr>
                <w:rFonts w:ascii="Arial" w:hAnsi="Arial" w:cs="Arial"/>
                <w:sz w:val="19"/>
                <w:szCs w:val="19"/>
                <w:cs/>
              </w:rPr>
              <w:t>403</w:t>
            </w:r>
          </w:p>
        </w:tc>
        <w:tc>
          <w:tcPr>
            <w:tcW w:w="236" w:type="dxa"/>
            <w:tcBorders>
              <w:left w:val="nil"/>
            </w:tcBorders>
          </w:tcPr>
          <w:p w14:paraId="23A42306" w14:textId="77777777" w:rsidR="00233C9F" w:rsidRPr="00EE62BB" w:rsidRDefault="00233C9F" w:rsidP="00233C9F">
            <w:pPr>
              <w:spacing w:before="60" w:after="30" w:line="276" w:lineRule="auto"/>
              <w:jc w:val="right"/>
              <w:rPr>
                <w:rFonts w:ascii="Arial" w:hAnsi="Arial" w:cs="Arial"/>
                <w:sz w:val="19"/>
                <w:szCs w:val="19"/>
              </w:rPr>
            </w:pPr>
          </w:p>
        </w:tc>
        <w:tc>
          <w:tcPr>
            <w:tcW w:w="1132" w:type="dxa"/>
          </w:tcPr>
          <w:p w14:paraId="6AE06DEA" w14:textId="119BB7DA" w:rsidR="00233C9F" w:rsidRPr="00EE62BB" w:rsidRDefault="00233C9F" w:rsidP="00233C9F">
            <w:pPr>
              <w:tabs>
                <w:tab w:val="center" w:pos="458"/>
                <w:tab w:val="right" w:pos="916"/>
              </w:tabs>
              <w:spacing w:before="60" w:after="30" w:line="276" w:lineRule="auto"/>
              <w:jc w:val="right"/>
              <w:rPr>
                <w:rFonts w:ascii="Arial" w:hAnsi="Arial" w:cs="Arial"/>
                <w:sz w:val="19"/>
                <w:szCs w:val="19"/>
              </w:rPr>
            </w:pPr>
            <w:r w:rsidRPr="00EE62BB">
              <w:rPr>
                <w:rFonts w:ascii="Arial" w:hAnsi="Arial" w:cs="Arial"/>
                <w:sz w:val="19"/>
                <w:szCs w:val="19"/>
              </w:rPr>
              <w:t>1,209,165</w:t>
            </w:r>
          </w:p>
        </w:tc>
        <w:tc>
          <w:tcPr>
            <w:tcW w:w="236" w:type="dxa"/>
            <w:tcBorders>
              <w:left w:val="nil"/>
            </w:tcBorders>
          </w:tcPr>
          <w:p w14:paraId="3EE58C34" w14:textId="77777777" w:rsidR="00233C9F" w:rsidRPr="00EE62BB" w:rsidRDefault="00233C9F" w:rsidP="00233C9F">
            <w:pPr>
              <w:spacing w:before="60" w:after="30" w:line="276" w:lineRule="auto"/>
              <w:ind w:right="30"/>
              <w:jc w:val="right"/>
              <w:rPr>
                <w:rFonts w:ascii="Arial" w:hAnsi="Arial" w:cs="Arial"/>
                <w:sz w:val="19"/>
                <w:szCs w:val="19"/>
              </w:rPr>
            </w:pPr>
          </w:p>
        </w:tc>
        <w:tc>
          <w:tcPr>
            <w:tcW w:w="1105" w:type="dxa"/>
          </w:tcPr>
          <w:p w14:paraId="07406F33" w14:textId="2BE5C464" w:rsidR="00233C9F" w:rsidRPr="00EE62BB" w:rsidRDefault="00D9661E" w:rsidP="00233C9F">
            <w:pPr>
              <w:spacing w:before="60" w:after="30" w:line="276" w:lineRule="auto"/>
              <w:jc w:val="right"/>
              <w:rPr>
                <w:rFonts w:ascii="Arial" w:hAnsi="Arial" w:cs="Arial"/>
                <w:sz w:val="19"/>
                <w:szCs w:val="19"/>
              </w:rPr>
            </w:pPr>
            <w:r w:rsidRPr="00247DE8">
              <w:rPr>
                <w:rFonts w:ascii="Arial" w:hAnsi="Arial" w:cs="Arial"/>
                <w:sz w:val="19"/>
                <w:szCs w:val="19"/>
              </w:rPr>
              <w:t>1,081,646</w:t>
            </w:r>
          </w:p>
        </w:tc>
        <w:tc>
          <w:tcPr>
            <w:tcW w:w="238" w:type="dxa"/>
          </w:tcPr>
          <w:p w14:paraId="4DF6B5DE" w14:textId="77777777" w:rsidR="00233C9F" w:rsidRPr="00EE62BB" w:rsidRDefault="00233C9F" w:rsidP="00233C9F">
            <w:pPr>
              <w:pStyle w:val="a"/>
              <w:spacing w:before="60" w:after="30" w:line="276" w:lineRule="auto"/>
              <w:ind w:left="-157" w:right="30"/>
              <w:rPr>
                <w:rFonts w:ascii="Arial" w:hAnsi="Arial" w:cs="Arial"/>
                <w:sz w:val="19"/>
                <w:szCs w:val="19"/>
              </w:rPr>
            </w:pPr>
          </w:p>
        </w:tc>
        <w:tc>
          <w:tcPr>
            <w:tcW w:w="1112" w:type="dxa"/>
          </w:tcPr>
          <w:p w14:paraId="0CABE449" w14:textId="44EAF51B" w:rsidR="00233C9F" w:rsidRPr="00EE62BB" w:rsidRDefault="00233C9F" w:rsidP="00233C9F">
            <w:pPr>
              <w:spacing w:before="60" w:after="30" w:line="276" w:lineRule="auto"/>
              <w:jc w:val="right"/>
              <w:rPr>
                <w:rFonts w:ascii="Arial" w:hAnsi="Arial" w:cs="Arial"/>
                <w:sz w:val="19"/>
                <w:szCs w:val="19"/>
              </w:rPr>
            </w:pPr>
            <w:r w:rsidRPr="00EE62BB">
              <w:rPr>
                <w:rFonts w:ascii="Arial" w:hAnsi="Arial" w:cs="Arial"/>
                <w:sz w:val="19"/>
                <w:szCs w:val="19"/>
              </w:rPr>
              <w:t>1,200,054</w:t>
            </w:r>
          </w:p>
        </w:tc>
      </w:tr>
      <w:tr w:rsidR="00233C9F" w:rsidRPr="00EE62BB" w14:paraId="308555C4" w14:textId="77777777" w:rsidTr="00930BE5">
        <w:trPr>
          <w:cantSplit/>
        </w:trPr>
        <w:tc>
          <w:tcPr>
            <w:tcW w:w="3831" w:type="dxa"/>
          </w:tcPr>
          <w:p w14:paraId="3F3D4E05" w14:textId="1BABB1D3" w:rsidR="00233C9F" w:rsidRPr="00EE62BB" w:rsidRDefault="00233C9F" w:rsidP="00233C9F">
            <w:pPr>
              <w:spacing w:before="60" w:after="30" w:line="276" w:lineRule="auto"/>
              <w:ind w:left="240" w:hanging="240"/>
              <w:rPr>
                <w:rFonts w:ascii="Arial" w:hAnsi="Arial" w:cs="Arial"/>
                <w:sz w:val="19"/>
                <w:szCs w:val="19"/>
                <w:lang w:bidi="ar-SA"/>
              </w:rPr>
            </w:pPr>
            <w:r w:rsidRPr="00EE62BB">
              <w:rPr>
                <w:rFonts w:ascii="Arial" w:hAnsi="Arial" w:cs="Arial"/>
                <w:sz w:val="19"/>
                <w:szCs w:val="19"/>
                <w:lang w:bidi="ar-SA"/>
              </w:rPr>
              <w:t xml:space="preserve">Allowance for </w:t>
            </w:r>
            <w:r w:rsidRPr="00EE62BB">
              <w:rPr>
                <w:rFonts w:ascii="Arial" w:hAnsi="Arial" w:cs="Arial"/>
                <w:spacing w:val="-2"/>
                <w:sz w:val="19"/>
                <w:szCs w:val="19"/>
                <w:lang w:bidi="ar-SA"/>
              </w:rPr>
              <w:t>decline value of inventories</w:t>
            </w:r>
          </w:p>
        </w:tc>
        <w:tc>
          <w:tcPr>
            <w:tcW w:w="1125" w:type="dxa"/>
            <w:tcBorders>
              <w:left w:val="nil"/>
              <w:bottom w:val="single" w:sz="4" w:space="0" w:color="auto"/>
            </w:tcBorders>
            <w:vAlign w:val="bottom"/>
          </w:tcPr>
          <w:p w14:paraId="2DE6E65E" w14:textId="2E2381A0" w:rsidR="00233C9F" w:rsidRPr="00EE62BB" w:rsidRDefault="00993A3B" w:rsidP="00233C9F">
            <w:pPr>
              <w:tabs>
                <w:tab w:val="center" w:pos="458"/>
                <w:tab w:val="right" w:pos="916"/>
              </w:tabs>
              <w:spacing w:before="60" w:after="30" w:line="276" w:lineRule="auto"/>
              <w:jc w:val="right"/>
              <w:rPr>
                <w:rFonts w:ascii="Arial" w:hAnsi="Arial" w:cs="Arial"/>
                <w:sz w:val="19"/>
                <w:szCs w:val="19"/>
              </w:rPr>
            </w:pPr>
            <w:r w:rsidRPr="00C51CB5">
              <w:rPr>
                <w:rFonts w:ascii="Arial" w:hAnsi="Arial" w:cs="Arial"/>
                <w:sz w:val="19"/>
                <w:szCs w:val="19"/>
                <w:cs/>
              </w:rPr>
              <w:t>297</w:t>
            </w:r>
          </w:p>
        </w:tc>
        <w:tc>
          <w:tcPr>
            <w:tcW w:w="236" w:type="dxa"/>
            <w:tcBorders>
              <w:left w:val="nil"/>
            </w:tcBorders>
          </w:tcPr>
          <w:p w14:paraId="0E2061BE" w14:textId="77777777" w:rsidR="00233C9F" w:rsidRPr="00EE62BB" w:rsidRDefault="00233C9F" w:rsidP="00233C9F">
            <w:pPr>
              <w:spacing w:before="60" w:after="30" w:line="276" w:lineRule="auto"/>
              <w:rPr>
                <w:rFonts w:ascii="Arial" w:hAnsi="Arial" w:cs="Arial"/>
                <w:sz w:val="19"/>
                <w:szCs w:val="19"/>
              </w:rPr>
            </w:pPr>
          </w:p>
        </w:tc>
        <w:tc>
          <w:tcPr>
            <w:tcW w:w="1132" w:type="dxa"/>
            <w:tcBorders>
              <w:bottom w:val="single" w:sz="4" w:space="0" w:color="auto"/>
            </w:tcBorders>
            <w:vAlign w:val="bottom"/>
          </w:tcPr>
          <w:p w14:paraId="0B527557" w14:textId="1DE8E151" w:rsidR="00233C9F" w:rsidRPr="00EE62BB" w:rsidRDefault="00233C9F" w:rsidP="00BA493A">
            <w:pPr>
              <w:spacing w:before="60" w:after="30" w:line="276" w:lineRule="auto"/>
              <w:jc w:val="right"/>
              <w:rPr>
                <w:rFonts w:ascii="Arial" w:hAnsi="Arial" w:cs="Arial"/>
                <w:sz w:val="19"/>
                <w:szCs w:val="19"/>
              </w:rPr>
            </w:pPr>
            <w:r w:rsidRPr="00EE62BB">
              <w:rPr>
                <w:rFonts w:ascii="Arial" w:hAnsi="Arial" w:cs="Arial"/>
                <w:sz w:val="19"/>
                <w:szCs w:val="19"/>
              </w:rPr>
              <w:t>1,894</w:t>
            </w:r>
          </w:p>
        </w:tc>
        <w:tc>
          <w:tcPr>
            <w:tcW w:w="236" w:type="dxa"/>
            <w:tcBorders>
              <w:left w:val="nil"/>
            </w:tcBorders>
          </w:tcPr>
          <w:p w14:paraId="756C50BC" w14:textId="77777777" w:rsidR="00233C9F" w:rsidRPr="00EE62BB" w:rsidRDefault="00233C9F" w:rsidP="00233C9F">
            <w:pPr>
              <w:spacing w:before="60" w:after="30" w:line="276" w:lineRule="auto"/>
              <w:ind w:right="30"/>
              <w:jc w:val="right"/>
              <w:rPr>
                <w:rFonts w:ascii="Arial" w:hAnsi="Arial" w:cs="Arial"/>
                <w:sz w:val="19"/>
                <w:szCs w:val="19"/>
              </w:rPr>
            </w:pPr>
          </w:p>
        </w:tc>
        <w:tc>
          <w:tcPr>
            <w:tcW w:w="1105" w:type="dxa"/>
            <w:tcBorders>
              <w:bottom w:val="single" w:sz="4" w:space="0" w:color="auto"/>
            </w:tcBorders>
            <w:vAlign w:val="bottom"/>
          </w:tcPr>
          <w:p w14:paraId="57623D19" w14:textId="0D18E319" w:rsidR="00233C9F" w:rsidRPr="00EE62BB" w:rsidRDefault="00247DE8" w:rsidP="00233C9F">
            <w:pPr>
              <w:spacing w:before="60" w:after="30" w:line="276" w:lineRule="auto"/>
              <w:jc w:val="right"/>
              <w:rPr>
                <w:rFonts w:ascii="Arial" w:hAnsi="Arial" w:cs="Arial"/>
                <w:sz w:val="19"/>
                <w:szCs w:val="19"/>
              </w:rPr>
            </w:pPr>
            <w:r w:rsidRPr="00247DE8">
              <w:rPr>
                <w:rFonts w:ascii="Arial" w:hAnsi="Arial" w:cs="Arial"/>
                <w:sz w:val="19"/>
                <w:szCs w:val="19"/>
              </w:rPr>
              <w:t>297</w:t>
            </w:r>
          </w:p>
        </w:tc>
        <w:tc>
          <w:tcPr>
            <w:tcW w:w="238" w:type="dxa"/>
          </w:tcPr>
          <w:p w14:paraId="6ECECB36" w14:textId="77777777" w:rsidR="00233C9F" w:rsidRPr="00EE62BB" w:rsidRDefault="00233C9F" w:rsidP="00233C9F">
            <w:pPr>
              <w:pStyle w:val="a"/>
              <w:spacing w:before="60" w:after="30" w:line="276" w:lineRule="auto"/>
              <w:ind w:left="-157" w:right="30"/>
              <w:rPr>
                <w:rFonts w:ascii="Arial" w:hAnsi="Arial" w:cs="Arial"/>
                <w:sz w:val="19"/>
                <w:szCs w:val="19"/>
              </w:rPr>
            </w:pPr>
          </w:p>
        </w:tc>
        <w:tc>
          <w:tcPr>
            <w:tcW w:w="1112" w:type="dxa"/>
            <w:tcBorders>
              <w:bottom w:val="single" w:sz="4" w:space="0" w:color="auto"/>
            </w:tcBorders>
            <w:vAlign w:val="bottom"/>
          </w:tcPr>
          <w:p w14:paraId="0E56BC60" w14:textId="04C9ECCC" w:rsidR="00233C9F" w:rsidRPr="00EE62BB" w:rsidRDefault="00233C9F" w:rsidP="00BA493A">
            <w:pPr>
              <w:spacing w:before="60" w:after="30" w:line="276" w:lineRule="auto"/>
              <w:jc w:val="right"/>
              <w:rPr>
                <w:rFonts w:ascii="Arial" w:hAnsi="Arial" w:cs="Arial"/>
                <w:sz w:val="19"/>
                <w:szCs w:val="19"/>
              </w:rPr>
            </w:pPr>
            <w:r w:rsidRPr="00EE62BB">
              <w:rPr>
                <w:rFonts w:ascii="Arial" w:hAnsi="Arial" w:cs="Arial"/>
                <w:sz w:val="19"/>
                <w:szCs w:val="19"/>
              </w:rPr>
              <w:t>1,894</w:t>
            </w:r>
          </w:p>
        </w:tc>
      </w:tr>
      <w:tr w:rsidR="00233C9F" w:rsidRPr="00EE62BB" w14:paraId="05A3A50D" w14:textId="77777777" w:rsidTr="00661164">
        <w:trPr>
          <w:cantSplit/>
          <w:trHeight w:val="247"/>
        </w:trPr>
        <w:tc>
          <w:tcPr>
            <w:tcW w:w="3831" w:type="dxa"/>
            <w:vAlign w:val="bottom"/>
          </w:tcPr>
          <w:p w14:paraId="0637FE19" w14:textId="72222C29" w:rsidR="00233C9F" w:rsidRPr="00EE62BB" w:rsidRDefault="00233C9F" w:rsidP="00233C9F">
            <w:pPr>
              <w:tabs>
                <w:tab w:val="left" w:pos="763"/>
              </w:tabs>
              <w:spacing w:before="60" w:after="30" w:line="276" w:lineRule="auto"/>
              <w:rPr>
                <w:rFonts w:ascii="Arial" w:hAnsi="Arial" w:cs="Arial"/>
                <w:sz w:val="19"/>
                <w:szCs w:val="19"/>
              </w:rPr>
            </w:pPr>
            <w:r w:rsidRPr="00EE62BB">
              <w:rPr>
                <w:rFonts w:ascii="Arial" w:hAnsi="Arial" w:cs="Arial"/>
                <w:sz w:val="19"/>
                <w:szCs w:val="19"/>
              </w:rPr>
              <w:t>Total</w:t>
            </w:r>
          </w:p>
        </w:tc>
        <w:tc>
          <w:tcPr>
            <w:tcW w:w="1125" w:type="dxa"/>
            <w:tcBorders>
              <w:top w:val="single" w:sz="4" w:space="0" w:color="auto"/>
              <w:left w:val="nil"/>
              <w:bottom w:val="single" w:sz="12" w:space="0" w:color="auto"/>
            </w:tcBorders>
          </w:tcPr>
          <w:p w14:paraId="2D1BB9E8" w14:textId="0E35BA08" w:rsidR="00233C9F" w:rsidRPr="00EE62BB" w:rsidRDefault="00C51CB5" w:rsidP="00C51CB5">
            <w:pPr>
              <w:tabs>
                <w:tab w:val="center" w:pos="454"/>
                <w:tab w:val="right" w:pos="909"/>
              </w:tabs>
              <w:spacing w:before="60" w:after="30" w:line="276" w:lineRule="auto"/>
              <w:jc w:val="right"/>
              <w:rPr>
                <w:rFonts w:ascii="Arial" w:hAnsi="Arial" w:cs="Arial"/>
                <w:sz w:val="19"/>
                <w:szCs w:val="19"/>
              </w:rPr>
            </w:pPr>
            <w:r w:rsidRPr="00C51CB5">
              <w:rPr>
                <w:rFonts w:ascii="Arial" w:hAnsi="Arial" w:cs="Arial"/>
                <w:sz w:val="19"/>
                <w:szCs w:val="19"/>
                <w:cs/>
              </w:rPr>
              <w:t>1</w:t>
            </w:r>
            <w:r w:rsidRPr="00C51CB5">
              <w:rPr>
                <w:rFonts w:ascii="Arial" w:hAnsi="Arial" w:cs="Arial"/>
                <w:sz w:val="19"/>
                <w:szCs w:val="19"/>
              </w:rPr>
              <w:t>,</w:t>
            </w:r>
            <w:r w:rsidRPr="00C51CB5">
              <w:rPr>
                <w:rFonts w:ascii="Arial" w:hAnsi="Arial" w:cs="Arial"/>
                <w:sz w:val="19"/>
                <w:szCs w:val="19"/>
                <w:cs/>
              </w:rPr>
              <w:t>095</w:t>
            </w:r>
            <w:r w:rsidRPr="00C51CB5">
              <w:rPr>
                <w:rFonts w:ascii="Arial" w:hAnsi="Arial" w:cs="Arial"/>
                <w:sz w:val="19"/>
                <w:szCs w:val="19"/>
              </w:rPr>
              <w:t>,</w:t>
            </w:r>
            <w:r w:rsidRPr="00C51CB5">
              <w:rPr>
                <w:rFonts w:ascii="Arial" w:hAnsi="Arial" w:cs="Arial"/>
                <w:sz w:val="19"/>
                <w:szCs w:val="19"/>
                <w:cs/>
              </w:rPr>
              <w:t>700</w:t>
            </w:r>
          </w:p>
        </w:tc>
        <w:tc>
          <w:tcPr>
            <w:tcW w:w="236" w:type="dxa"/>
            <w:tcBorders>
              <w:left w:val="nil"/>
            </w:tcBorders>
          </w:tcPr>
          <w:p w14:paraId="1BB7D54C" w14:textId="77777777" w:rsidR="00233C9F" w:rsidRPr="00EE62BB" w:rsidRDefault="00233C9F" w:rsidP="00233C9F">
            <w:pPr>
              <w:spacing w:before="60" w:after="30" w:line="276" w:lineRule="auto"/>
              <w:rPr>
                <w:rFonts w:ascii="Arial" w:hAnsi="Arial" w:cs="Arial"/>
                <w:sz w:val="19"/>
                <w:szCs w:val="19"/>
              </w:rPr>
            </w:pPr>
          </w:p>
        </w:tc>
        <w:tc>
          <w:tcPr>
            <w:tcW w:w="1132" w:type="dxa"/>
            <w:tcBorders>
              <w:top w:val="single" w:sz="4" w:space="0" w:color="auto"/>
              <w:bottom w:val="single" w:sz="12" w:space="0" w:color="auto"/>
            </w:tcBorders>
          </w:tcPr>
          <w:p w14:paraId="767E7A2E" w14:textId="0A189FF8" w:rsidR="00233C9F" w:rsidRPr="00EE62BB" w:rsidRDefault="00233C9F" w:rsidP="00233C9F">
            <w:pPr>
              <w:spacing w:before="60" w:after="30" w:line="276" w:lineRule="auto"/>
              <w:jc w:val="right"/>
              <w:rPr>
                <w:rFonts w:ascii="Arial" w:hAnsi="Arial" w:cs="Arial"/>
                <w:sz w:val="19"/>
                <w:szCs w:val="19"/>
              </w:rPr>
            </w:pPr>
            <w:r w:rsidRPr="00EE62BB">
              <w:rPr>
                <w:rFonts w:ascii="Arial" w:hAnsi="Arial" w:cs="Arial"/>
                <w:sz w:val="19"/>
                <w:szCs w:val="19"/>
              </w:rPr>
              <w:t>1,211,059</w:t>
            </w:r>
          </w:p>
        </w:tc>
        <w:tc>
          <w:tcPr>
            <w:tcW w:w="236" w:type="dxa"/>
            <w:tcBorders>
              <w:left w:val="nil"/>
            </w:tcBorders>
          </w:tcPr>
          <w:p w14:paraId="6D22320A" w14:textId="77777777" w:rsidR="00233C9F" w:rsidRPr="00EE62BB" w:rsidRDefault="00233C9F" w:rsidP="00233C9F">
            <w:pPr>
              <w:spacing w:before="60" w:after="30" w:line="276" w:lineRule="auto"/>
              <w:ind w:right="30"/>
              <w:jc w:val="right"/>
              <w:rPr>
                <w:rFonts w:ascii="Arial" w:hAnsi="Arial" w:cs="Arial"/>
                <w:sz w:val="19"/>
                <w:szCs w:val="19"/>
              </w:rPr>
            </w:pPr>
          </w:p>
        </w:tc>
        <w:tc>
          <w:tcPr>
            <w:tcW w:w="1105" w:type="dxa"/>
            <w:tcBorders>
              <w:top w:val="single" w:sz="4" w:space="0" w:color="auto"/>
              <w:bottom w:val="single" w:sz="12" w:space="0" w:color="auto"/>
            </w:tcBorders>
          </w:tcPr>
          <w:p w14:paraId="53E6A93C" w14:textId="50A45B99" w:rsidR="00233C9F" w:rsidRPr="00EE62BB" w:rsidRDefault="00AC03CA" w:rsidP="00233C9F">
            <w:pPr>
              <w:spacing w:before="60" w:after="30" w:line="276" w:lineRule="auto"/>
              <w:jc w:val="right"/>
              <w:rPr>
                <w:rFonts w:ascii="Arial" w:hAnsi="Arial" w:cs="Arial"/>
                <w:sz w:val="19"/>
                <w:szCs w:val="19"/>
              </w:rPr>
            </w:pPr>
            <w:r w:rsidRPr="00AC03CA">
              <w:rPr>
                <w:rFonts w:ascii="Arial" w:hAnsi="Arial" w:cs="Arial"/>
                <w:sz w:val="19"/>
                <w:szCs w:val="19"/>
                <w:cs/>
              </w:rPr>
              <w:t>1</w:t>
            </w:r>
            <w:r w:rsidRPr="00AC03CA">
              <w:rPr>
                <w:rFonts w:ascii="Arial" w:hAnsi="Arial" w:cs="Arial"/>
                <w:sz w:val="19"/>
                <w:szCs w:val="19"/>
              </w:rPr>
              <w:t>,</w:t>
            </w:r>
            <w:r w:rsidRPr="00AC03CA">
              <w:rPr>
                <w:rFonts w:ascii="Arial" w:hAnsi="Arial" w:cs="Arial"/>
                <w:sz w:val="19"/>
                <w:szCs w:val="19"/>
                <w:cs/>
              </w:rPr>
              <w:t>081</w:t>
            </w:r>
            <w:r w:rsidRPr="00AC03CA">
              <w:rPr>
                <w:rFonts w:ascii="Arial" w:hAnsi="Arial" w:cs="Arial"/>
                <w:sz w:val="19"/>
                <w:szCs w:val="19"/>
              </w:rPr>
              <w:t>,</w:t>
            </w:r>
            <w:r w:rsidRPr="00AC03CA">
              <w:rPr>
                <w:rFonts w:ascii="Arial" w:hAnsi="Arial" w:cs="Arial"/>
                <w:sz w:val="19"/>
                <w:szCs w:val="19"/>
                <w:cs/>
              </w:rPr>
              <w:t>943</w:t>
            </w:r>
          </w:p>
        </w:tc>
        <w:tc>
          <w:tcPr>
            <w:tcW w:w="238" w:type="dxa"/>
          </w:tcPr>
          <w:p w14:paraId="52F74986" w14:textId="77777777" w:rsidR="00233C9F" w:rsidRPr="00EE62BB" w:rsidRDefault="00233C9F" w:rsidP="00233C9F">
            <w:pPr>
              <w:pStyle w:val="a"/>
              <w:spacing w:before="60" w:after="30" w:line="276" w:lineRule="auto"/>
              <w:ind w:left="-157" w:right="30"/>
              <w:rPr>
                <w:rFonts w:ascii="Arial" w:hAnsi="Arial" w:cs="Arial"/>
                <w:sz w:val="19"/>
                <w:szCs w:val="19"/>
              </w:rPr>
            </w:pPr>
          </w:p>
        </w:tc>
        <w:tc>
          <w:tcPr>
            <w:tcW w:w="1112" w:type="dxa"/>
            <w:tcBorders>
              <w:top w:val="single" w:sz="4" w:space="0" w:color="auto"/>
              <w:bottom w:val="single" w:sz="12" w:space="0" w:color="auto"/>
            </w:tcBorders>
          </w:tcPr>
          <w:p w14:paraId="73CC74A4" w14:textId="518DF55F" w:rsidR="00233C9F" w:rsidRPr="00EE62BB" w:rsidRDefault="00233C9F" w:rsidP="00233C9F">
            <w:pPr>
              <w:spacing w:before="60" w:after="30" w:line="276" w:lineRule="auto"/>
              <w:jc w:val="right"/>
              <w:rPr>
                <w:rFonts w:ascii="Arial" w:hAnsi="Arial" w:cs="Arial"/>
                <w:sz w:val="19"/>
                <w:szCs w:val="19"/>
              </w:rPr>
            </w:pPr>
            <w:r w:rsidRPr="00EE62BB">
              <w:rPr>
                <w:rFonts w:ascii="Arial" w:hAnsi="Arial" w:cs="Arial"/>
                <w:sz w:val="19"/>
                <w:szCs w:val="19"/>
              </w:rPr>
              <w:t>1,201,948</w:t>
            </w:r>
          </w:p>
        </w:tc>
      </w:tr>
    </w:tbl>
    <w:p w14:paraId="01726894" w14:textId="77777777" w:rsidR="00D5092D" w:rsidRPr="00D5092D" w:rsidRDefault="00D5092D" w:rsidP="00D5092D">
      <w:pPr>
        <w:spacing w:line="360" w:lineRule="auto"/>
        <w:jc w:val="thaiDistribute"/>
        <w:rPr>
          <w:rFonts w:ascii="Arial" w:hAnsi="Arial" w:cs="Arial"/>
          <w:sz w:val="18"/>
          <w:szCs w:val="18"/>
        </w:rPr>
      </w:pPr>
    </w:p>
    <w:p w14:paraId="01611FC0" w14:textId="1E8AA3EE" w:rsidR="002D594C" w:rsidRPr="00B35B43" w:rsidRDefault="00291B41"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B35B43">
        <w:rPr>
          <w:rFonts w:ascii="Arial" w:hAnsi="Arial" w:cs="Arial"/>
          <w:b/>
          <w:bCs/>
          <w:spacing w:val="-4"/>
          <w:sz w:val="19"/>
          <w:szCs w:val="19"/>
          <w:lang w:val="en-GB"/>
        </w:rPr>
        <w:t>I</w:t>
      </w:r>
      <w:r w:rsidR="0015182B" w:rsidRPr="00B35B43">
        <w:rPr>
          <w:rFonts w:ascii="Arial" w:hAnsi="Arial" w:cs="Arial"/>
          <w:b/>
          <w:bCs/>
          <w:spacing w:val="-4"/>
          <w:sz w:val="19"/>
          <w:szCs w:val="19"/>
          <w:lang w:val="en-GB"/>
        </w:rPr>
        <w:t>NVESTMENT IN SUBSIDIARY COMPANY</w:t>
      </w:r>
    </w:p>
    <w:tbl>
      <w:tblPr>
        <w:tblpPr w:leftFromText="180" w:rightFromText="180" w:vertAnchor="text" w:horzAnchor="margin" w:tblpX="450" w:tblpY="320"/>
        <w:tblW w:w="9086" w:type="dxa"/>
        <w:tblLayout w:type="fixed"/>
        <w:tblLook w:val="0000" w:firstRow="0" w:lastRow="0" w:firstColumn="0" w:lastColumn="0" w:noHBand="0" w:noVBand="0"/>
      </w:tblPr>
      <w:tblGrid>
        <w:gridCol w:w="1701"/>
        <w:gridCol w:w="2457"/>
        <w:gridCol w:w="999"/>
        <w:gridCol w:w="954"/>
        <w:gridCol w:w="376"/>
        <w:gridCol w:w="632"/>
        <w:gridCol w:w="981"/>
        <w:gridCol w:w="986"/>
      </w:tblGrid>
      <w:tr w:rsidR="003C3AF0" w:rsidRPr="00EE62BB" w14:paraId="5962208F" w14:textId="77777777" w:rsidTr="00EA1E2C">
        <w:trPr>
          <w:cantSplit/>
        </w:trPr>
        <w:tc>
          <w:tcPr>
            <w:tcW w:w="1701" w:type="dxa"/>
            <w:vAlign w:val="bottom"/>
          </w:tcPr>
          <w:p w14:paraId="4B246440" w14:textId="77777777" w:rsidR="003C3AF0" w:rsidRPr="00EE62BB" w:rsidRDefault="003C3AF0" w:rsidP="005B1EF5">
            <w:pPr>
              <w:tabs>
                <w:tab w:val="left" w:pos="540"/>
              </w:tabs>
              <w:spacing w:line="360" w:lineRule="auto"/>
              <w:jc w:val="center"/>
              <w:rPr>
                <w:rFonts w:ascii="Arial" w:hAnsi="Arial" w:cs="Arial"/>
                <w:sz w:val="13"/>
                <w:szCs w:val="13"/>
              </w:rPr>
            </w:pPr>
          </w:p>
        </w:tc>
        <w:tc>
          <w:tcPr>
            <w:tcW w:w="2457" w:type="dxa"/>
            <w:vAlign w:val="bottom"/>
          </w:tcPr>
          <w:p w14:paraId="4E26CA7C" w14:textId="77777777" w:rsidR="003C3AF0" w:rsidRPr="00EE62BB" w:rsidRDefault="003C3AF0" w:rsidP="005B1EF5">
            <w:pPr>
              <w:pStyle w:val="a"/>
              <w:tabs>
                <w:tab w:val="left" w:pos="540"/>
              </w:tabs>
              <w:spacing w:line="360" w:lineRule="auto"/>
              <w:ind w:left="-108" w:right="-108"/>
              <w:jc w:val="center"/>
              <w:rPr>
                <w:rFonts w:ascii="Arial" w:hAnsi="Arial" w:cs="Arial"/>
                <w:sz w:val="13"/>
                <w:szCs w:val="13"/>
                <w:cs/>
              </w:rPr>
            </w:pPr>
          </w:p>
        </w:tc>
        <w:tc>
          <w:tcPr>
            <w:tcW w:w="999" w:type="dxa"/>
            <w:vAlign w:val="bottom"/>
          </w:tcPr>
          <w:p w14:paraId="4132CBB7" w14:textId="77777777" w:rsidR="003C3AF0" w:rsidRPr="00EE62BB" w:rsidRDefault="003C3AF0" w:rsidP="005B1EF5">
            <w:pPr>
              <w:pStyle w:val="a"/>
              <w:tabs>
                <w:tab w:val="left" w:pos="540"/>
              </w:tabs>
              <w:spacing w:line="360" w:lineRule="auto"/>
              <w:ind w:left="-108" w:right="-108"/>
              <w:jc w:val="center"/>
              <w:rPr>
                <w:rFonts w:ascii="Arial" w:hAnsi="Arial" w:cs="Arial"/>
                <w:sz w:val="13"/>
                <w:szCs w:val="13"/>
                <w:cs/>
              </w:rPr>
            </w:pPr>
          </w:p>
        </w:tc>
        <w:tc>
          <w:tcPr>
            <w:tcW w:w="1330" w:type="dxa"/>
            <w:gridSpan w:val="2"/>
            <w:vAlign w:val="bottom"/>
          </w:tcPr>
          <w:p w14:paraId="54BE0F0F" w14:textId="77777777" w:rsidR="003C3AF0" w:rsidRPr="00EE62BB" w:rsidRDefault="003C3AF0" w:rsidP="005B1EF5">
            <w:pPr>
              <w:pStyle w:val="a"/>
              <w:tabs>
                <w:tab w:val="left" w:pos="540"/>
              </w:tabs>
              <w:spacing w:line="360" w:lineRule="auto"/>
              <w:ind w:left="-108" w:right="-108"/>
              <w:jc w:val="center"/>
              <w:rPr>
                <w:rFonts w:ascii="Arial" w:hAnsi="Arial" w:cs="Arial"/>
                <w:sz w:val="13"/>
                <w:szCs w:val="13"/>
                <w:cs/>
              </w:rPr>
            </w:pPr>
          </w:p>
        </w:tc>
        <w:tc>
          <w:tcPr>
            <w:tcW w:w="632" w:type="dxa"/>
            <w:vAlign w:val="bottom"/>
          </w:tcPr>
          <w:p w14:paraId="1A549BA7" w14:textId="77777777" w:rsidR="003C3AF0" w:rsidRPr="00EE62BB" w:rsidRDefault="003C3AF0" w:rsidP="005B1EF5">
            <w:pPr>
              <w:pStyle w:val="a"/>
              <w:tabs>
                <w:tab w:val="left" w:pos="540"/>
              </w:tabs>
              <w:spacing w:line="360" w:lineRule="auto"/>
              <w:ind w:left="-108" w:right="-108"/>
              <w:jc w:val="center"/>
              <w:rPr>
                <w:rFonts w:ascii="Arial" w:hAnsi="Arial" w:cs="Arial"/>
                <w:sz w:val="13"/>
                <w:szCs w:val="13"/>
                <w:cs/>
              </w:rPr>
            </w:pPr>
          </w:p>
        </w:tc>
        <w:tc>
          <w:tcPr>
            <w:tcW w:w="1967" w:type="dxa"/>
            <w:gridSpan w:val="2"/>
            <w:vAlign w:val="bottom"/>
          </w:tcPr>
          <w:p w14:paraId="3AE40A0B" w14:textId="1F3CFCAF" w:rsidR="003C3AF0" w:rsidRPr="00EE62BB" w:rsidRDefault="003C3AF0" w:rsidP="005B1EF5">
            <w:pPr>
              <w:tabs>
                <w:tab w:val="left" w:pos="540"/>
              </w:tabs>
              <w:spacing w:line="360" w:lineRule="auto"/>
              <w:ind w:left="-108" w:right="-37"/>
              <w:jc w:val="right"/>
              <w:rPr>
                <w:rFonts w:ascii="Arial" w:hAnsi="Arial" w:cs="Arial"/>
                <w:sz w:val="13"/>
                <w:szCs w:val="13"/>
              </w:rPr>
            </w:pPr>
            <w:r w:rsidRPr="00EE62BB">
              <w:rPr>
                <w:rFonts w:ascii="Arial" w:hAnsi="Arial" w:cs="Arial"/>
                <w:sz w:val="13"/>
                <w:szCs w:val="13"/>
              </w:rPr>
              <w:t>(Unit : Thousand Baht)</w:t>
            </w:r>
          </w:p>
        </w:tc>
      </w:tr>
      <w:tr w:rsidR="003C3AF0" w:rsidRPr="00EE62BB" w14:paraId="08F0560E" w14:textId="77777777" w:rsidTr="00EA1E2C">
        <w:trPr>
          <w:cantSplit/>
          <w:trHeight w:val="232"/>
        </w:trPr>
        <w:tc>
          <w:tcPr>
            <w:tcW w:w="1701" w:type="dxa"/>
            <w:vAlign w:val="bottom"/>
          </w:tcPr>
          <w:p w14:paraId="2488029D" w14:textId="77777777" w:rsidR="003C3AF0" w:rsidRPr="00EE62BB" w:rsidRDefault="003C3AF0" w:rsidP="005B1EF5">
            <w:pPr>
              <w:spacing w:line="360" w:lineRule="auto"/>
              <w:ind w:left="-4"/>
              <w:jc w:val="center"/>
              <w:rPr>
                <w:rFonts w:ascii="Arial" w:hAnsi="Arial" w:cs="Arial"/>
                <w:sz w:val="13"/>
                <w:szCs w:val="13"/>
                <w:lang w:val="en-GB"/>
              </w:rPr>
            </w:pPr>
          </w:p>
        </w:tc>
        <w:tc>
          <w:tcPr>
            <w:tcW w:w="2457" w:type="dxa"/>
            <w:vAlign w:val="bottom"/>
          </w:tcPr>
          <w:p w14:paraId="10D913C2" w14:textId="77777777" w:rsidR="003C3AF0" w:rsidRPr="00EE62BB" w:rsidRDefault="003C3AF0" w:rsidP="005B1EF5">
            <w:pPr>
              <w:pStyle w:val="a"/>
              <w:spacing w:line="360" w:lineRule="auto"/>
              <w:ind w:left="-4" w:right="0"/>
              <w:jc w:val="center"/>
              <w:rPr>
                <w:rFonts w:ascii="Arial" w:hAnsi="Arial" w:cs="Arial"/>
                <w:sz w:val="13"/>
                <w:szCs w:val="13"/>
                <w:cs/>
              </w:rPr>
            </w:pPr>
          </w:p>
        </w:tc>
        <w:tc>
          <w:tcPr>
            <w:tcW w:w="999" w:type="dxa"/>
            <w:vAlign w:val="bottom"/>
          </w:tcPr>
          <w:p w14:paraId="72D7C154" w14:textId="2823E6C7" w:rsidR="003C3AF0" w:rsidRPr="00EE62BB" w:rsidRDefault="003C3AF0" w:rsidP="005B1EF5">
            <w:pPr>
              <w:spacing w:line="360" w:lineRule="auto"/>
              <w:ind w:left="-4"/>
              <w:jc w:val="center"/>
              <w:rPr>
                <w:rFonts w:ascii="Arial" w:hAnsi="Arial" w:cs="Arial"/>
                <w:sz w:val="13"/>
                <w:szCs w:val="13"/>
                <w:lang w:val="en-GB"/>
              </w:rPr>
            </w:pPr>
            <w:r w:rsidRPr="00EE62BB">
              <w:rPr>
                <w:rFonts w:ascii="Arial" w:hAnsi="Arial" w:cs="Arial"/>
                <w:sz w:val="13"/>
                <w:szCs w:val="13"/>
                <w:lang w:val="en-GB"/>
              </w:rPr>
              <w:t>Paid</w:t>
            </w:r>
            <w:r w:rsidR="00255E22" w:rsidRPr="00EE62BB">
              <w:rPr>
                <w:rFonts w:ascii="Arial" w:hAnsi="Arial" w:cs="Arial"/>
                <w:sz w:val="13"/>
                <w:szCs w:val="13"/>
                <w:lang w:val="en-GB"/>
              </w:rPr>
              <w:t>–</w:t>
            </w:r>
            <w:r w:rsidR="00B43F4B" w:rsidRPr="00EE62BB">
              <w:rPr>
                <w:rFonts w:ascii="Arial" w:hAnsi="Arial" w:cs="Arial"/>
                <w:sz w:val="13"/>
                <w:szCs w:val="13"/>
                <w:lang w:val="en-GB"/>
              </w:rPr>
              <w:t>u</w:t>
            </w:r>
            <w:r w:rsidRPr="00EE62BB">
              <w:rPr>
                <w:rFonts w:ascii="Arial" w:hAnsi="Arial" w:cs="Arial"/>
                <w:sz w:val="13"/>
                <w:szCs w:val="13"/>
                <w:lang w:val="en-GB"/>
              </w:rPr>
              <w:t>p</w:t>
            </w:r>
          </w:p>
        </w:tc>
        <w:tc>
          <w:tcPr>
            <w:tcW w:w="1962" w:type="dxa"/>
            <w:gridSpan w:val="3"/>
            <w:vAlign w:val="bottom"/>
          </w:tcPr>
          <w:p w14:paraId="5A20BB22" w14:textId="77777777" w:rsidR="003C3AF0" w:rsidRPr="00EE62BB" w:rsidRDefault="003C3AF0" w:rsidP="005B1EF5">
            <w:pPr>
              <w:pBdr>
                <w:bottom w:val="single" w:sz="4" w:space="1" w:color="auto"/>
              </w:pBdr>
              <w:spacing w:line="360" w:lineRule="auto"/>
              <w:ind w:left="-4"/>
              <w:jc w:val="center"/>
              <w:rPr>
                <w:rFonts w:ascii="Arial" w:hAnsi="Arial" w:cs="Arial"/>
                <w:sz w:val="13"/>
                <w:szCs w:val="13"/>
              </w:rPr>
            </w:pPr>
            <w:r w:rsidRPr="00EE62BB">
              <w:rPr>
                <w:rFonts w:ascii="Arial" w:hAnsi="Arial" w:cs="Arial"/>
                <w:sz w:val="13"/>
                <w:szCs w:val="13"/>
              </w:rPr>
              <w:t>Percentage of holding</w:t>
            </w:r>
          </w:p>
        </w:tc>
        <w:tc>
          <w:tcPr>
            <w:tcW w:w="1967" w:type="dxa"/>
            <w:gridSpan w:val="2"/>
            <w:vAlign w:val="bottom"/>
          </w:tcPr>
          <w:p w14:paraId="11B93343" w14:textId="2934FEC0" w:rsidR="003C3AF0" w:rsidRPr="00EE62BB" w:rsidRDefault="00E12B58" w:rsidP="007F33BC">
            <w:pPr>
              <w:pBdr>
                <w:bottom w:val="single" w:sz="4" w:space="1" w:color="auto"/>
              </w:pBdr>
              <w:spacing w:before="60" w:after="30" w:line="276" w:lineRule="auto"/>
              <w:jc w:val="center"/>
              <w:rPr>
                <w:rFonts w:ascii="Arial" w:hAnsi="Arial" w:cs="Arial"/>
                <w:sz w:val="13"/>
                <w:szCs w:val="13"/>
                <w:lang w:val="en-GB"/>
              </w:rPr>
            </w:pPr>
            <w:r w:rsidRPr="007F33BC">
              <w:rPr>
                <w:rFonts w:ascii="Arial" w:hAnsi="Arial" w:cs="Arial"/>
                <w:sz w:val="13"/>
                <w:szCs w:val="13"/>
              </w:rPr>
              <w:t>Separate</w:t>
            </w:r>
            <w:r w:rsidR="00F5474B" w:rsidRPr="007F33BC">
              <w:rPr>
                <w:rFonts w:ascii="Arial" w:hAnsi="Arial" w:cs="Arial"/>
                <w:sz w:val="13"/>
                <w:szCs w:val="13"/>
              </w:rPr>
              <w:t xml:space="preserve"> </w:t>
            </w:r>
            <w:r w:rsidR="00F5474B" w:rsidRPr="007F33BC">
              <w:rPr>
                <w:rFonts w:ascii="Arial" w:hAnsi="Arial" w:cs="Arial"/>
                <w:sz w:val="13"/>
                <w:szCs w:val="13"/>
                <w:cs/>
              </w:rPr>
              <w:br/>
            </w:r>
            <w:r w:rsidR="00F5474B" w:rsidRPr="007F33BC">
              <w:rPr>
                <w:rFonts w:ascii="Arial" w:hAnsi="Arial" w:cs="Arial"/>
                <w:sz w:val="13"/>
                <w:szCs w:val="13"/>
              </w:rPr>
              <w:t>financial information</w:t>
            </w:r>
          </w:p>
        </w:tc>
      </w:tr>
      <w:tr w:rsidR="00E138BE" w:rsidRPr="00EE62BB" w14:paraId="17082F2D" w14:textId="77777777" w:rsidTr="00EA1E2C">
        <w:trPr>
          <w:cantSplit/>
          <w:trHeight w:val="73"/>
        </w:trPr>
        <w:tc>
          <w:tcPr>
            <w:tcW w:w="1701" w:type="dxa"/>
            <w:vAlign w:val="bottom"/>
          </w:tcPr>
          <w:p w14:paraId="0721F9DB" w14:textId="77777777" w:rsidR="00E138BE" w:rsidRPr="00EE62BB" w:rsidRDefault="00E138BE" w:rsidP="00E138BE">
            <w:pPr>
              <w:pBdr>
                <w:bottom w:val="single" w:sz="4" w:space="1" w:color="auto"/>
              </w:pBdr>
              <w:spacing w:before="60" w:after="30" w:line="276" w:lineRule="auto"/>
              <w:ind w:left="-4"/>
              <w:jc w:val="center"/>
              <w:rPr>
                <w:rFonts w:ascii="Arial" w:hAnsi="Arial" w:cs="Arial"/>
                <w:sz w:val="13"/>
                <w:szCs w:val="13"/>
              </w:rPr>
            </w:pPr>
            <w:r w:rsidRPr="00EE62BB">
              <w:rPr>
                <w:rFonts w:ascii="Arial" w:hAnsi="Arial" w:cs="Arial"/>
                <w:sz w:val="13"/>
                <w:szCs w:val="13"/>
              </w:rPr>
              <w:t>Company</w:t>
            </w:r>
          </w:p>
        </w:tc>
        <w:tc>
          <w:tcPr>
            <w:tcW w:w="2457" w:type="dxa"/>
            <w:vAlign w:val="bottom"/>
          </w:tcPr>
          <w:p w14:paraId="3D7B04D3" w14:textId="77777777" w:rsidR="00E138BE" w:rsidRPr="00EE62BB" w:rsidRDefault="00E138BE" w:rsidP="00E138BE">
            <w:pPr>
              <w:pBdr>
                <w:bottom w:val="single" w:sz="4" w:space="1" w:color="auto"/>
              </w:pBdr>
              <w:spacing w:before="60" w:after="30" w:line="276" w:lineRule="auto"/>
              <w:ind w:left="-4"/>
              <w:jc w:val="center"/>
              <w:rPr>
                <w:rFonts w:ascii="Arial" w:hAnsi="Arial" w:cs="Arial"/>
                <w:sz w:val="13"/>
                <w:szCs w:val="13"/>
                <w:lang w:val="en-GB"/>
              </w:rPr>
            </w:pPr>
            <w:r w:rsidRPr="00EE62BB">
              <w:rPr>
                <w:rFonts w:ascii="Arial" w:hAnsi="Arial" w:cs="Arial"/>
                <w:sz w:val="13"/>
                <w:szCs w:val="13"/>
              </w:rPr>
              <w:t>Type of business</w:t>
            </w:r>
          </w:p>
        </w:tc>
        <w:tc>
          <w:tcPr>
            <w:tcW w:w="999" w:type="dxa"/>
            <w:vAlign w:val="bottom"/>
          </w:tcPr>
          <w:p w14:paraId="3374EA52" w14:textId="77777777" w:rsidR="00E138BE" w:rsidRPr="00EE62BB" w:rsidRDefault="00E138BE" w:rsidP="00E138BE">
            <w:pPr>
              <w:pBdr>
                <w:bottom w:val="single" w:sz="4" w:space="1" w:color="auto"/>
              </w:pBdr>
              <w:spacing w:before="60" w:after="30" w:line="276" w:lineRule="auto"/>
              <w:ind w:left="-4"/>
              <w:jc w:val="center"/>
              <w:rPr>
                <w:rFonts w:ascii="Arial" w:hAnsi="Arial" w:cs="Arial"/>
                <w:sz w:val="13"/>
                <w:szCs w:val="13"/>
                <w:lang w:val="en-GB"/>
              </w:rPr>
            </w:pPr>
            <w:r w:rsidRPr="00EE62BB">
              <w:rPr>
                <w:rFonts w:ascii="Arial" w:hAnsi="Arial" w:cs="Arial"/>
                <w:sz w:val="13"/>
                <w:szCs w:val="13"/>
                <w:lang w:val="en-GB"/>
              </w:rPr>
              <w:t>share capital</w:t>
            </w:r>
          </w:p>
        </w:tc>
        <w:tc>
          <w:tcPr>
            <w:tcW w:w="954" w:type="dxa"/>
            <w:vAlign w:val="bottom"/>
          </w:tcPr>
          <w:p w14:paraId="274E1333" w14:textId="182F9D08" w:rsidR="00E138BE" w:rsidRPr="00EE62BB" w:rsidRDefault="00E138BE" w:rsidP="00E138BE">
            <w:pPr>
              <w:pBdr>
                <w:bottom w:val="single" w:sz="4" w:space="1" w:color="auto"/>
              </w:pBdr>
              <w:spacing w:before="60" w:after="30" w:line="276" w:lineRule="auto"/>
              <w:ind w:left="-4"/>
              <w:jc w:val="center"/>
              <w:rPr>
                <w:rFonts w:ascii="Arial" w:hAnsi="Arial" w:cs="Arial"/>
                <w:sz w:val="13"/>
                <w:szCs w:val="13"/>
                <w:lang w:val="en-GB"/>
              </w:rPr>
            </w:pPr>
            <w:r w:rsidRPr="00EE62BB">
              <w:rPr>
                <w:rFonts w:ascii="Arial" w:hAnsi="Arial" w:cs="Arial"/>
                <w:sz w:val="13"/>
                <w:szCs w:val="13"/>
                <w:lang w:val="en-GB"/>
              </w:rPr>
              <w:t>31 Mar 2024</w:t>
            </w:r>
          </w:p>
        </w:tc>
        <w:tc>
          <w:tcPr>
            <w:tcW w:w="1008" w:type="dxa"/>
            <w:gridSpan w:val="2"/>
            <w:vAlign w:val="bottom"/>
          </w:tcPr>
          <w:p w14:paraId="794342F9" w14:textId="786EAA2E" w:rsidR="00E138BE" w:rsidRPr="00EE62BB" w:rsidRDefault="00E138BE" w:rsidP="00E138BE">
            <w:pPr>
              <w:pBdr>
                <w:bottom w:val="single" w:sz="4" w:space="1" w:color="auto"/>
              </w:pBdr>
              <w:spacing w:before="60" w:after="30" w:line="276" w:lineRule="auto"/>
              <w:ind w:left="-4"/>
              <w:jc w:val="center"/>
              <w:rPr>
                <w:rFonts w:ascii="Arial" w:hAnsi="Arial" w:cs="Arial"/>
                <w:sz w:val="13"/>
                <w:szCs w:val="13"/>
              </w:rPr>
            </w:pPr>
            <w:r w:rsidRPr="00EE62BB">
              <w:rPr>
                <w:rFonts w:ascii="Arial" w:hAnsi="Arial" w:cs="Arial"/>
                <w:sz w:val="13"/>
                <w:szCs w:val="13"/>
              </w:rPr>
              <w:t xml:space="preserve">31 Dec </w:t>
            </w:r>
            <w:r w:rsidRPr="00EE62BB">
              <w:rPr>
                <w:rFonts w:ascii="Arial" w:hAnsi="Arial" w:cs="Arial"/>
                <w:sz w:val="13"/>
                <w:szCs w:val="13"/>
                <w:lang w:val="en-GB"/>
              </w:rPr>
              <w:t>2023</w:t>
            </w:r>
          </w:p>
        </w:tc>
        <w:tc>
          <w:tcPr>
            <w:tcW w:w="981" w:type="dxa"/>
            <w:vAlign w:val="bottom"/>
          </w:tcPr>
          <w:p w14:paraId="6658B93C" w14:textId="5E7D3098" w:rsidR="00E138BE" w:rsidRPr="00EE62BB" w:rsidRDefault="00E138BE" w:rsidP="00E138BE">
            <w:pPr>
              <w:pBdr>
                <w:bottom w:val="single" w:sz="4" w:space="1" w:color="auto"/>
              </w:pBdr>
              <w:spacing w:before="60" w:after="30" w:line="276" w:lineRule="auto"/>
              <w:ind w:left="-4"/>
              <w:jc w:val="center"/>
              <w:rPr>
                <w:rFonts w:ascii="Arial" w:hAnsi="Arial" w:cs="Arial"/>
                <w:sz w:val="13"/>
                <w:szCs w:val="13"/>
                <w:lang w:val="en-GB"/>
              </w:rPr>
            </w:pPr>
            <w:r w:rsidRPr="00EE62BB">
              <w:rPr>
                <w:rFonts w:ascii="Arial" w:hAnsi="Arial" w:cs="Arial"/>
                <w:sz w:val="13"/>
                <w:szCs w:val="13"/>
                <w:lang w:val="en-GB"/>
              </w:rPr>
              <w:t>31 Mar 2024</w:t>
            </w:r>
          </w:p>
        </w:tc>
        <w:tc>
          <w:tcPr>
            <w:tcW w:w="986" w:type="dxa"/>
            <w:vAlign w:val="bottom"/>
          </w:tcPr>
          <w:p w14:paraId="74C725F5" w14:textId="7C1B5CAA" w:rsidR="00E138BE" w:rsidRPr="00EE62BB" w:rsidRDefault="00E138BE" w:rsidP="00E138BE">
            <w:pPr>
              <w:pBdr>
                <w:bottom w:val="single" w:sz="4" w:space="1" w:color="auto"/>
              </w:pBdr>
              <w:spacing w:before="60" w:after="30" w:line="276" w:lineRule="auto"/>
              <w:ind w:left="-4" w:right="-134"/>
              <w:rPr>
                <w:rFonts w:ascii="Arial" w:hAnsi="Arial" w:cs="Arial"/>
                <w:sz w:val="13"/>
                <w:szCs w:val="13"/>
              </w:rPr>
            </w:pPr>
            <w:r w:rsidRPr="00EE62BB">
              <w:rPr>
                <w:rFonts w:ascii="Arial" w:hAnsi="Arial" w:cs="Arial"/>
                <w:sz w:val="13"/>
                <w:szCs w:val="13"/>
              </w:rPr>
              <w:t xml:space="preserve">31 Dec </w:t>
            </w:r>
            <w:r w:rsidRPr="00EE62BB">
              <w:rPr>
                <w:rFonts w:ascii="Arial" w:hAnsi="Arial" w:cs="Arial"/>
                <w:sz w:val="13"/>
                <w:szCs w:val="13"/>
                <w:lang w:val="en-GB"/>
              </w:rPr>
              <w:t>2023</w:t>
            </w:r>
          </w:p>
        </w:tc>
      </w:tr>
      <w:tr w:rsidR="003C3AF0" w:rsidRPr="00EE62BB" w14:paraId="7AD9B6C4" w14:textId="77777777" w:rsidTr="00EA1E2C">
        <w:trPr>
          <w:cantSplit/>
        </w:trPr>
        <w:tc>
          <w:tcPr>
            <w:tcW w:w="4158" w:type="dxa"/>
            <w:gridSpan w:val="2"/>
          </w:tcPr>
          <w:p w14:paraId="30069EE6" w14:textId="77777777" w:rsidR="003C3AF0" w:rsidRPr="00EE62BB" w:rsidRDefault="003C3AF0" w:rsidP="00103D2F">
            <w:pPr>
              <w:pStyle w:val="a"/>
              <w:tabs>
                <w:tab w:val="left" w:pos="540"/>
              </w:tabs>
              <w:spacing w:before="60" w:after="30" w:line="276" w:lineRule="auto"/>
              <w:ind w:left="-108" w:right="0"/>
              <w:jc w:val="left"/>
              <w:rPr>
                <w:rFonts w:ascii="Arial" w:hAnsi="Arial" w:cs="Arial"/>
                <w:sz w:val="13"/>
                <w:szCs w:val="13"/>
                <w:u w:val="single"/>
              </w:rPr>
            </w:pPr>
          </w:p>
        </w:tc>
        <w:tc>
          <w:tcPr>
            <w:tcW w:w="999" w:type="dxa"/>
            <w:vAlign w:val="bottom"/>
          </w:tcPr>
          <w:p w14:paraId="090AB753" w14:textId="77777777" w:rsidR="003C3AF0" w:rsidRPr="00EE62BB" w:rsidRDefault="003C3AF0" w:rsidP="00103D2F">
            <w:pPr>
              <w:pStyle w:val="a"/>
              <w:tabs>
                <w:tab w:val="left" w:pos="540"/>
              </w:tabs>
              <w:spacing w:before="60" w:after="30" w:line="276" w:lineRule="auto"/>
              <w:ind w:right="0"/>
              <w:rPr>
                <w:rFonts w:ascii="Arial" w:hAnsi="Arial" w:cs="Arial"/>
                <w:sz w:val="13"/>
                <w:szCs w:val="13"/>
                <w:cs/>
              </w:rPr>
            </w:pPr>
          </w:p>
        </w:tc>
        <w:tc>
          <w:tcPr>
            <w:tcW w:w="954" w:type="dxa"/>
            <w:vAlign w:val="bottom"/>
          </w:tcPr>
          <w:p w14:paraId="7B278F7D" w14:textId="77777777" w:rsidR="003C3AF0" w:rsidRPr="00EE62BB" w:rsidRDefault="003C3AF0" w:rsidP="00103D2F">
            <w:pPr>
              <w:tabs>
                <w:tab w:val="left" w:pos="540"/>
              </w:tabs>
              <w:spacing w:before="60" w:after="30" w:line="276" w:lineRule="auto"/>
              <w:ind w:left="-108"/>
              <w:jc w:val="right"/>
              <w:rPr>
                <w:rFonts w:ascii="Arial" w:hAnsi="Arial" w:cs="Arial"/>
                <w:sz w:val="13"/>
                <w:szCs w:val="13"/>
              </w:rPr>
            </w:pPr>
          </w:p>
        </w:tc>
        <w:tc>
          <w:tcPr>
            <w:tcW w:w="1008" w:type="dxa"/>
            <w:gridSpan w:val="2"/>
            <w:vAlign w:val="bottom"/>
          </w:tcPr>
          <w:p w14:paraId="37B8B249" w14:textId="77777777" w:rsidR="003C3AF0" w:rsidRPr="00EE62BB" w:rsidRDefault="003C3AF0" w:rsidP="00103D2F">
            <w:pPr>
              <w:pStyle w:val="a"/>
              <w:spacing w:before="60" w:after="30" w:line="276" w:lineRule="auto"/>
              <w:rPr>
                <w:rFonts w:ascii="Arial" w:hAnsi="Arial" w:cs="Arial"/>
                <w:sz w:val="13"/>
                <w:szCs w:val="13"/>
                <w:cs/>
              </w:rPr>
            </w:pPr>
          </w:p>
        </w:tc>
        <w:tc>
          <w:tcPr>
            <w:tcW w:w="981" w:type="dxa"/>
            <w:vAlign w:val="bottom"/>
          </w:tcPr>
          <w:p w14:paraId="1E35A69B" w14:textId="77777777" w:rsidR="003C3AF0" w:rsidRPr="00EE62BB" w:rsidRDefault="003C3AF0" w:rsidP="00103D2F">
            <w:pPr>
              <w:tabs>
                <w:tab w:val="left" w:pos="540"/>
              </w:tabs>
              <w:spacing w:before="60" w:after="30" w:line="276" w:lineRule="auto"/>
              <w:ind w:left="-108" w:right="62"/>
              <w:jc w:val="right"/>
              <w:rPr>
                <w:rFonts w:ascii="Arial" w:hAnsi="Arial" w:cs="Arial"/>
                <w:sz w:val="13"/>
                <w:szCs w:val="13"/>
              </w:rPr>
            </w:pPr>
          </w:p>
        </w:tc>
        <w:tc>
          <w:tcPr>
            <w:tcW w:w="986" w:type="dxa"/>
            <w:vAlign w:val="bottom"/>
          </w:tcPr>
          <w:p w14:paraId="0B4540F5" w14:textId="77777777" w:rsidR="003C3AF0" w:rsidRPr="00EE62BB" w:rsidRDefault="003C3AF0" w:rsidP="00103D2F">
            <w:pPr>
              <w:tabs>
                <w:tab w:val="left" w:pos="540"/>
              </w:tabs>
              <w:spacing w:before="60" w:after="30" w:line="276" w:lineRule="auto"/>
              <w:ind w:left="-108" w:right="62"/>
              <w:jc w:val="right"/>
              <w:rPr>
                <w:rFonts w:ascii="Arial" w:hAnsi="Arial" w:cs="Arial"/>
                <w:sz w:val="13"/>
                <w:szCs w:val="13"/>
              </w:rPr>
            </w:pPr>
          </w:p>
        </w:tc>
      </w:tr>
      <w:tr w:rsidR="003C3AF0" w:rsidRPr="00EE62BB" w14:paraId="775D7370" w14:textId="77777777" w:rsidTr="00EA1E2C">
        <w:trPr>
          <w:cantSplit/>
        </w:trPr>
        <w:tc>
          <w:tcPr>
            <w:tcW w:w="4158" w:type="dxa"/>
            <w:gridSpan w:val="2"/>
          </w:tcPr>
          <w:p w14:paraId="0D456D26" w14:textId="28D48DF7" w:rsidR="003C3AF0" w:rsidRPr="00EE62BB" w:rsidRDefault="003C3AF0" w:rsidP="00103D2F">
            <w:pPr>
              <w:pStyle w:val="a"/>
              <w:tabs>
                <w:tab w:val="left" w:pos="540"/>
              </w:tabs>
              <w:spacing w:before="60" w:after="30" w:line="276" w:lineRule="auto"/>
              <w:ind w:left="-108" w:right="0"/>
              <w:jc w:val="left"/>
              <w:rPr>
                <w:rFonts w:ascii="Arial" w:hAnsi="Arial" w:cs="Arial"/>
                <w:sz w:val="13"/>
                <w:szCs w:val="13"/>
                <w:lang w:val="en-GB"/>
              </w:rPr>
            </w:pPr>
            <w:r w:rsidRPr="00EE62BB">
              <w:rPr>
                <w:rFonts w:ascii="Arial" w:hAnsi="Arial" w:cs="Arial"/>
                <w:sz w:val="13"/>
                <w:szCs w:val="13"/>
                <w:u w:val="single"/>
              </w:rPr>
              <w:t>Investment in</w:t>
            </w:r>
            <w:r w:rsidR="00D42A98" w:rsidRPr="00EE62BB">
              <w:rPr>
                <w:rFonts w:ascii="Arial" w:hAnsi="Arial" w:cs="Arial"/>
                <w:sz w:val="13"/>
                <w:szCs w:val="13"/>
                <w:u w:val="single"/>
              </w:rPr>
              <w:t xml:space="preserve"> </w:t>
            </w:r>
            <w:r w:rsidRPr="00EE62BB">
              <w:rPr>
                <w:rFonts w:ascii="Arial" w:hAnsi="Arial" w:cs="Arial"/>
                <w:sz w:val="13"/>
                <w:szCs w:val="13"/>
                <w:u w:val="single"/>
              </w:rPr>
              <w:t>subsidiary</w:t>
            </w:r>
            <w:r w:rsidR="00A545B0" w:rsidRPr="00EE62BB">
              <w:rPr>
                <w:rFonts w:ascii="Arial" w:hAnsi="Arial" w:cs="Arial"/>
                <w:sz w:val="13"/>
                <w:szCs w:val="13"/>
                <w:u w:val="single"/>
              </w:rPr>
              <w:t xml:space="preserve"> company</w:t>
            </w:r>
          </w:p>
        </w:tc>
        <w:tc>
          <w:tcPr>
            <w:tcW w:w="999" w:type="dxa"/>
            <w:vAlign w:val="bottom"/>
          </w:tcPr>
          <w:p w14:paraId="3B790CAB" w14:textId="77777777" w:rsidR="003C3AF0" w:rsidRPr="00EE62BB" w:rsidRDefault="003C3AF0" w:rsidP="00103D2F">
            <w:pPr>
              <w:pStyle w:val="a"/>
              <w:tabs>
                <w:tab w:val="left" w:pos="540"/>
              </w:tabs>
              <w:spacing w:before="60" w:after="30" w:line="276" w:lineRule="auto"/>
              <w:ind w:right="0"/>
              <w:rPr>
                <w:rFonts w:ascii="Arial" w:hAnsi="Arial" w:cs="Arial"/>
                <w:sz w:val="13"/>
                <w:szCs w:val="13"/>
                <w:cs/>
              </w:rPr>
            </w:pPr>
          </w:p>
        </w:tc>
        <w:tc>
          <w:tcPr>
            <w:tcW w:w="954" w:type="dxa"/>
            <w:vAlign w:val="bottom"/>
          </w:tcPr>
          <w:p w14:paraId="2DE7C900" w14:textId="77777777" w:rsidR="003C3AF0" w:rsidRPr="00EE62BB" w:rsidRDefault="003C3AF0" w:rsidP="00103D2F">
            <w:pPr>
              <w:tabs>
                <w:tab w:val="left" w:pos="540"/>
              </w:tabs>
              <w:spacing w:before="60" w:after="30" w:line="276" w:lineRule="auto"/>
              <w:ind w:left="-108"/>
              <w:jc w:val="right"/>
              <w:rPr>
                <w:rFonts w:ascii="Arial" w:hAnsi="Arial" w:cs="Arial"/>
                <w:sz w:val="13"/>
                <w:szCs w:val="13"/>
              </w:rPr>
            </w:pPr>
          </w:p>
        </w:tc>
        <w:tc>
          <w:tcPr>
            <w:tcW w:w="1008" w:type="dxa"/>
            <w:gridSpan w:val="2"/>
            <w:vAlign w:val="bottom"/>
          </w:tcPr>
          <w:p w14:paraId="3016C66A" w14:textId="77777777" w:rsidR="003C3AF0" w:rsidRPr="00EE62BB" w:rsidRDefault="003C3AF0" w:rsidP="00103D2F">
            <w:pPr>
              <w:pStyle w:val="a"/>
              <w:spacing w:before="60" w:after="30" w:line="276" w:lineRule="auto"/>
              <w:rPr>
                <w:rFonts w:ascii="Arial" w:hAnsi="Arial" w:cs="Arial"/>
                <w:sz w:val="13"/>
                <w:szCs w:val="13"/>
                <w:cs/>
              </w:rPr>
            </w:pPr>
          </w:p>
        </w:tc>
        <w:tc>
          <w:tcPr>
            <w:tcW w:w="981" w:type="dxa"/>
            <w:vAlign w:val="bottom"/>
          </w:tcPr>
          <w:p w14:paraId="30BE6BC6" w14:textId="77777777" w:rsidR="003C3AF0" w:rsidRPr="00EE62BB" w:rsidRDefault="003C3AF0" w:rsidP="00103D2F">
            <w:pPr>
              <w:tabs>
                <w:tab w:val="left" w:pos="540"/>
              </w:tabs>
              <w:spacing w:before="60" w:after="30" w:line="276" w:lineRule="auto"/>
              <w:ind w:left="-108" w:right="62"/>
              <w:jc w:val="right"/>
              <w:rPr>
                <w:rFonts w:ascii="Arial" w:hAnsi="Arial" w:cs="Arial"/>
                <w:sz w:val="13"/>
                <w:szCs w:val="13"/>
              </w:rPr>
            </w:pPr>
          </w:p>
        </w:tc>
        <w:tc>
          <w:tcPr>
            <w:tcW w:w="986" w:type="dxa"/>
            <w:vAlign w:val="bottom"/>
          </w:tcPr>
          <w:p w14:paraId="14395ACF" w14:textId="77777777" w:rsidR="003C3AF0" w:rsidRPr="00EE62BB" w:rsidRDefault="003C3AF0" w:rsidP="00103D2F">
            <w:pPr>
              <w:tabs>
                <w:tab w:val="left" w:pos="540"/>
              </w:tabs>
              <w:spacing w:before="60" w:after="30" w:line="276" w:lineRule="auto"/>
              <w:ind w:left="-108" w:right="62"/>
              <w:jc w:val="right"/>
              <w:rPr>
                <w:rFonts w:ascii="Arial" w:hAnsi="Arial" w:cs="Arial"/>
                <w:sz w:val="13"/>
                <w:szCs w:val="13"/>
              </w:rPr>
            </w:pPr>
          </w:p>
        </w:tc>
      </w:tr>
      <w:tr w:rsidR="00D45FC9" w:rsidRPr="00EE62BB" w14:paraId="7C2B8A11" w14:textId="77777777" w:rsidTr="00EA1E2C">
        <w:trPr>
          <w:cantSplit/>
          <w:trHeight w:val="870"/>
        </w:trPr>
        <w:tc>
          <w:tcPr>
            <w:tcW w:w="1701" w:type="dxa"/>
          </w:tcPr>
          <w:p w14:paraId="57229163" w14:textId="77777777" w:rsidR="00D45FC9" w:rsidRPr="00EE62BB" w:rsidRDefault="00D45FC9" w:rsidP="00D45FC9">
            <w:pPr>
              <w:tabs>
                <w:tab w:val="left" w:pos="540"/>
              </w:tabs>
              <w:spacing w:before="60" w:after="30" w:line="276" w:lineRule="auto"/>
              <w:ind w:left="-108"/>
              <w:rPr>
                <w:rFonts w:ascii="Arial" w:hAnsi="Arial" w:cs="Arial"/>
                <w:sz w:val="13"/>
                <w:szCs w:val="13"/>
              </w:rPr>
            </w:pPr>
            <w:r w:rsidRPr="00EE62BB">
              <w:rPr>
                <w:rFonts w:ascii="Arial" w:hAnsi="Arial" w:cs="Arial"/>
                <w:sz w:val="13"/>
                <w:szCs w:val="13"/>
              </w:rPr>
              <w:t xml:space="preserve">Siam Steel Vietnam </w:t>
            </w:r>
          </w:p>
          <w:p w14:paraId="64306CFD" w14:textId="77777777" w:rsidR="00D45FC9" w:rsidRPr="00EE62BB" w:rsidRDefault="00D45FC9" w:rsidP="00D45FC9">
            <w:pPr>
              <w:tabs>
                <w:tab w:val="left" w:pos="540"/>
              </w:tabs>
              <w:spacing w:before="60" w:after="30" w:line="276" w:lineRule="auto"/>
              <w:ind w:left="-108"/>
              <w:rPr>
                <w:rFonts w:ascii="Arial" w:hAnsi="Arial" w:cs="Arial"/>
                <w:sz w:val="13"/>
                <w:szCs w:val="13"/>
              </w:rPr>
            </w:pPr>
            <w:r w:rsidRPr="00EE62BB">
              <w:rPr>
                <w:rFonts w:ascii="Arial" w:hAnsi="Arial" w:cs="Arial"/>
                <w:sz w:val="13"/>
                <w:szCs w:val="13"/>
              </w:rPr>
              <w:t xml:space="preserve">   Co., Ltd.    </w:t>
            </w:r>
          </w:p>
        </w:tc>
        <w:tc>
          <w:tcPr>
            <w:tcW w:w="2457" w:type="dxa"/>
          </w:tcPr>
          <w:p w14:paraId="30D20093" w14:textId="13C9B580" w:rsidR="00D45FC9" w:rsidRPr="00EE62BB" w:rsidRDefault="00D45FC9" w:rsidP="00D45FC9">
            <w:pPr>
              <w:tabs>
                <w:tab w:val="left" w:pos="540"/>
              </w:tabs>
              <w:spacing w:before="60" w:after="30" w:line="276" w:lineRule="auto"/>
              <w:ind w:left="158" w:hanging="141"/>
              <w:rPr>
                <w:rFonts w:ascii="Arial" w:hAnsi="Arial" w:cs="Arial"/>
                <w:sz w:val="13"/>
                <w:szCs w:val="13"/>
              </w:rPr>
            </w:pPr>
            <w:r w:rsidRPr="00EE62BB">
              <w:rPr>
                <w:rFonts w:ascii="Arial" w:hAnsi="Arial" w:cs="Arial"/>
                <w:sz w:val="13"/>
                <w:szCs w:val="13"/>
              </w:rPr>
              <w:t>Manufacturing and sale of roll-formed steel products for construction, furniture, automobile and electronics industries</w:t>
            </w:r>
          </w:p>
        </w:tc>
        <w:tc>
          <w:tcPr>
            <w:tcW w:w="999" w:type="dxa"/>
            <w:vAlign w:val="bottom"/>
          </w:tcPr>
          <w:p w14:paraId="036CD901" w14:textId="5AEC9A6C" w:rsidR="00D45FC9" w:rsidRPr="00EE62BB" w:rsidRDefault="00D45FC9" w:rsidP="00D45FC9">
            <w:pPr>
              <w:spacing w:before="60" w:after="30" w:line="276" w:lineRule="auto"/>
              <w:ind w:right="-43"/>
              <w:jc w:val="right"/>
              <w:rPr>
                <w:rFonts w:ascii="Arial" w:hAnsi="Arial" w:cs="Arial"/>
                <w:sz w:val="13"/>
                <w:szCs w:val="13"/>
              </w:rPr>
            </w:pPr>
            <w:r w:rsidRPr="00EE62BB">
              <w:rPr>
                <w:rFonts w:ascii="Arial" w:hAnsi="Arial" w:cs="Arial"/>
                <w:sz w:val="13"/>
                <w:szCs w:val="13"/>
              </w:rPr>
              <w:t>26,698</w:t>
            </w:r>
          </w:p>
        </w:tc>
        <w:tc>
          <w:tcPr>
            <w:tcW w:w="954" w:type="dxa"/>
            <w:vAlign w:val="bottom"/>
          </w:tcPr>
          <w:p w14:paraId="01CDA76D" w14:textId="1E22DE8E" w:rsidR="00D45FC9" w:rsidRPr="00EE62BB" w:rsidRDefault="00AB1392" w:rsidP="00D45FC9">
            <w:pPr>
              <w:spacing w:before="60" w:after="30" w:line="276" w:lineRule="auto"/>
              <w:ind w:right="-43"/>
              <w:jc w:val="right"/>
              <w:rPr>
                <w:rFonts w:ascii="Arial" w:hAnsi="Arial" w:cs="Arial"/>
                <w:sz w:val="13"/>
                <w:szCs w:val="13"/>
              </w:rPr>
            </w:pPr>
            <w:r w:rsidRPr="00EE62BB">
              <w:rPr>
                <w:rFonts w:ascii="Arial" w:hAnsi="Arial" w:cs="Arial"/>
                <w:sz w:val="13"/>
                <w:szCs w:val="13"/>
              </w:rPr>
              <w:t>90.00</w:t>
            </w:r>
          </w:p>
        </w:tc>
        <w:tc>
          <w:tcPr>
            <w:tcW w:w="1008" w:type="dxa"/>
            <w:gridSpan w:val="2"/>
            <w:vAlign w:val="bottom"/>
          </w:tcPr>
          <w:p w14:paraId="499CAC95" w14:textId="3BCE21DF" w:rsidR="00D45FC9" w:rsidRPr="00EE62BB" w:rsidRDefault="00D45FC9" w:rsidP="00D45FC9">
            <w:pPr>
              <w:spacing w:before="60" w:after="30" w:line="276" w:lineRule="auto"/>
              <w:ind w:right="-43"/>
              <w:jc w:val="right"/>
              <w:rPr>
                <w:rFonts w:ascii="Arial" w:hAnsi="Arial" w:cs="Arial"/>
                <w:sz w:val="13"/>
                <w:szCs w:val="13"/>
              </w:rPr>
            </w:pPr>
            <w:r w:rsidRPr="00EE62BB">
              <w:rPr>
                <w:rFonts w:ascii="Arial" w:hAnsi="Arial" w:cs="Arial"/>
                <w:sz w:val="13"/>
                <w:szCs w:val="13"/>
              </w:rPr>
              <w:t>90.00</w:t>
            </w:r>
          </w:p>
        </w:tc>
        <w:tc>
          <w:tcPr>
            <w:tcW w:w="981" w:type="dxa"/>
            <w:vAlign w:val="bottom"/>
          </w:tcPr>
          <w:p w14:paraId="3C37BBFE" w14:textId="4B106674" w:rsidR="00D45FC9" w:rsidRPr="00D72C0F" w:rsidRDefault="00D72C0F" w:rsidP="007414C6">
            <w:pPr>
              <w:pBdr>
                <w:bottom w:val="single" w:sz="4" w:space="1" w:color="auto"/>
              </w:pBdr>
              <w:spacing w:before="60" w:after="30" w:line="276" w:lineRule="auto"/>
              <w:ind w:left="-4" w:right="-48"/>
              <w:jc w:val="right"/>
              <w:rPr>
                <w:rFonts w:ascii="Arial" w:hAnsi="Arial" w:cstheme="minorBidi"/>
                <w:sz w:val="13"/>
                <w:szCs w:val="13"/>
              </w:rPr>
            </w:pPr>
            <w:r>
              <w:rPr>
                <w:rFonts w:ascii="Arial" w:hAnsi="Arial" w:cstheme="minorBidi" w:hint="cs"/>
                <w:sz w:val="13"/>
                <w:szCs w:val="13"/>
                <w:cs/>
              </w:rPr>
              <w:t xml:space="preserve">               </w:t>
            </w:r>
            <w:r w:rsidRPr="00EE62BB">
              <w:rPr>
                <w:rFonts w:ascii="Arial" w:hAnsi="Arial" w:cs="Arial"/>
                <w:sz w:val="13"/>
                <w:szCs w:val="13"/>
              </w:rPr>
              <w:t>24,029</w:t>
            </w:r>
          </w:p>
        </w:tc>
        <w:tc>
          <w:tcPr>
            <w:tcW w:w="986" w:type="dxa"/>
            <w:vAlign w:val="bottom"/>
          </w:tcPr>
          <w:p w14:paraId="4133D2D2" w14:textId="09A16DB8" w:rsidR="00D45FC9" w:rsidRPr="00EE62BB" w:rsidRDefault="00D72C0F" w:rsidP="007414C6">
            <w:pPr>
              <w:pBdr>
                <w:bottom w:val="single" w:sz="4" w:space="1" w:color="auto"/>
              </w:pBdr>
              <w:spacing w:before="60" w:after="30" w:line="276" w:lineRule="auto"/>
              <w:ind w:left="-4" w:right="-48"/>
              <w:jc w:val="right"/>
              <w:rPr>
                <w:rFonts w:ascii="Arial" w:hAnsi="Arial" w:cs="Arial"/>
                <w:sz w:val="13"/>
                <w:szCs w:val="13"/>
              </w:rPr>
            </w:pPr>
            <w:r>
              <w:rPr>
                <w:rFonts w:ascii="Arial" w:hAnsi="Arial" w:cstheme="minorBidi" w:hint="cs"/>
                <w:sz w:val="13"/>
                <w:szCs w:val="13"/>
                <w:cs/>
              </w:rPr>
              <w:t xml:space="preserve">                 </w:t>
            </w:r>
            <w:r w:rsidR="00D45FC9" w:rsidRPr="00EE62BB">
              <w:rPr>
                <w:rFonts w:ascii="Arial" w:hAnsi="Arial" w:cs="Arial"/>
                <w:sz w:val="13"/>
                <w:szCs w:val="13"/>
              </w:rPr>
              <w:t>24,029</w:t>
            </w:r>
          </w:p>
        </w:tc>
      </w:tr>
      <w:tr w:rsidR="00D45FC9" w:rsidRPr="00EE62BB" w14:paraId="026C9DB4" w14:textId="77777777" w:rsidTr="00EA1E2C">
        <w:trPr>
          <w:cantSplit/>
        </w:trPr>
        <w:tc>
          <w:tcPr>
            <w:tcW w:w="1701" w:type="dxa"/>
          </w:tcPr>
          <w:p w14:paraId="2EFA038C" w14:textId="6330F69F" w:rsidR="00D45FC9" w:rsidRPr="00EE62BB" w:rsidRDefault="00D45FC9" w:rsidP="00D45FC9">
            <w:pPr>
              <w:tabs>
                <w:tab w:val="left" w:pos="540"/>
              </w:tabs>
              <w:spacing w:before="60" w:after="30" w:line="276" w:lineRule="auto"/>
              <w:ind w:left="33" w:right="-108" w:hanging="141"/>
              <w:rPr>
                <w:rFonts w:ascii="Arial" w:hAnsi="Arial" w:cs="Arial"/>
                <w:sz w:val="13"/>
                <w:szCs w:val="13"/>
              </w:rPr>
            </w:pPr>
            <w:r w:rsidRPr="00EE62BB">
              <w:rPr>
                <w:rFonts w:ascii="Arial" w:hAnsi="Arial" w:cs="Arial"/>
                <w:sz w:val="13"/>
                <w:szCs w:val="13"/>
              </w:rPr>
              <w:t>Total</w:t>
            </w:r>
          </w:p>
        </w:tc>
        <w:tc>
          <w:tcPr>
            <w:tcW w:w="2457" w:type="dxa"/>
          </w:tcPr>
          <w:p w14:paraId="4866DF43" w14:textId="77777777" w:rsidR="00D45FC9" w:rsidRPr="00EE62BB" w:rsidRDefault="00D45FC9" w:rsidP="00D45FC9">
            <w:pPr>
              <w:tabs>
                <w:tab w:val="left" w:pos="540"/>
              </w:tabs>
              <w:spacing w:before="60" w:after="30" w:line="276" w:lineRule="auto"/>
              <w:ind w:left="33" w:right="-108" w:hanging="141"/>
              <w:rPr>
                <w:rFonts w:ascii="Arial" w:hAnsi="Arial" w:cs="Arial"/>
                <w:sz w:val="13"/>
                <w:szCs w:val="13"/>
              </w:rPr>
            </w:pPr>
          </w:p>
        </w:tc>
        <w:tc>
          <w:tcPr>
            <w:tcW w:w="999" w:type="dxa"/>
            <w:vAlign w:val="bottom"/>
          </w:tcPr>
          <w:p w14:paraId="2D8FD92B" w14:textId="77777777" w:rsidR="00D45FC9" w:rsidRPr="00EE62BB" w:rsidRDefault="00D45FC9" w:rsidP="00D45FC9">
            <w:pPr>
              <w:spacing w:before="60" w:after="30" w:line="276" w:lineRule="auto"/>
              <w:ind w:right="-43"/>
              <w:jc w:val="right"/>
              <w:rPr>
                <w:rFonts w:ascii="Arial" w:hAnsi="Arial" w:cs="Arial"/>
                <w:sz w:val="13"/>
                <w:szCs w:val="13"/>
                <w:highlight w:val="yellow"/>
              </w:rPr>
            </w:pPr>
          </w:p>
        </w:tc>
        <w:tc>
          <w:tcPr>
            <w:tcW w:w="954" w:type="dxa"/>
            <w:vAlign w:val="bottom"/>
          </w:tcPr>
          <w:p w14:paraId="028B1992" w14:textId="77777777" w:rsidR="00D45FC9" w:rsidRPr="00EE62BB" w:rsidRDefault="00D45FC9" w:rsidP="00D45FC9">
            <w:pPr>
              <w:spacing w:before="60" w:after="30" w:line="276" w:lineRule="auto"/>
              <w:ind w:right="-43"/>
              <w:jc w:val="right"/>
              <w:rPr>
                <w:rFonts w:ascii="Arial" w:hAnsi="Arial" w:cs="Arial"/>
                <w:sz w:val="13"/>
                <w:szCs w:val="13"/>
              </w:rPr>
            </w:pPr>
          </w:p>
        </w:tc>
        <w:tc>
          <w:tcPr>
            <w:tcW w:w="1008" w:type="dxa"/>
            <w:gridSpan w:val="2"/>
            <w:vAlign w:val="bottom"/>
          </w:tcPr>
          <w:p w14:paraId="2D60AC70" w14:textId="77777777" w:rsidR="00D45FC9" w:rsidRPr="00EE62BB" w:rsidRDefault="00D45FC9" w:rsidP="00D45FC9">
            <w:pPr>
              <w:spacing w:before="60" w:after="30" w:line="276" w:lineRule="auto"/>
              <w:ind w:right="-43"/>
              <w:jc w:val="right"/>
              <w:rPr>
                <w:rFonts w:ascii="Arial" w:hAnsi="Arial" w:cs="Arial"/>
                <w:sz w:val="13"/>
                <w:szCs w:val="13"/>
              </w:rPr>
            </w:pPr>
          </w:p>
        </w:tc>
        <w:tc>
          <w:tcPr>
            <w:tcW w:w="981" w:type="dxa"/>
            <w:vAlign w:val="bottom"/>
          </w:tcPr>
          <w:p w14:paraId="295E5B76" w14:textId="6A0E39D0" w:rsidR="00D45FC9" w:rsidRPr="00EE62BB" w:rsidRDefault="00D72C0F" w:rsidP="007414C6">
            <w:pPr>
              <w:pBdr>
                <w:bottom w:val="single" w:sz="12" w:space="1" w:color="auto"/>
              </w:pBdr>
              <w:spacing w:before="60" w:after="30" w:line="276" w:lineRule="auto"/>
              <w:ind w:right="-48"/>
              <w:jc w:val="right"/>
              <w:rPr>
                <w:rFonts w:ascii="Arial" w:hAnsi="Arial" w:cs="Arial"/>
                <w:sz w:val="13"/>
                <w:szCs w:val="13"/>
              </w:rPr>
            </w:pPr>
            <w:r w:rsidRPr="00EE62BB">
              <w:rPr>
                <w:rFonts w:ascii="Arial" w:hAnsi="Arial" w:cs="Arial"/>
                <w:sz w:val="13"/>
                <w:szCs w:val="13"/>
              </w:rPr>
              <w:t xml:space="preserve">     24,029</w:t>
            </w:r>
          </w:p>
        </w:tc>
        <w:tc>
          <w:tcPr>
            <w:tcW w:w="986" w:type="dxa"/>
            <w:vAlign w:val="bottom"/>
          </w:tcPr>
          <w:p w14:paraId="23E77B29" w14:textId="2717FF64" w:rsidR="00D45FC9" w:rsidRPr="00EE62BB" w:rsidRDefault="00D45FC9" w:rsidP="007414C6">
            <w:pPr>
              <w:pBdr>
                <w:bottom w:val="single" w:sz="12" w:space="1" w:color="auto"/>
              </w:pBdr>
              <w:spacing w:before="60" w:after="30" w:line="276" w:lineRule="auto"/>
              <w:ind w:right="-48"/>
              <w:jc w:val="right"/>
              <w:rPr>
                <w:rFonts w:ascii="Arial" w:hAnsi="Arial" w:cs="Arial"/>
                <w:sz w:val="13"/>
                <w:szCs w:val="13"/>
              </w:rPr>
            </w:pPr>
            <w:r w:rsidRPr="00EE62BB">
              <w:rPr>
                <w:rFonts w:ascii="Arial" w:hAnsi="Arial" w:cs="Arial"/>
                <w:sz w:val="13"/>
                <w:szCs w:val="13"/>
              </w:rPr>
              <w:t xml:space="preserve">     24,029</w:t>
            </w:r>
          </w:p>
        </w:tc>
      </w:tr>
    </w:tbl>
    <w:p w14:paraId="5FA11E21" w14:textId="158B1FB9" w:rsidR="002D594C" w:rsidRPr="00EE62BB" w:rsidRDefault="002D594C" w:rsidP="00D148E1">
      <w:pPr>
        <w:spacing w:line="360" w:lineRule="auto"/>
        <w:ind w:left="450"/>
        <w:jc w:val="thaiDistribute"/>
        <w:rPr>
          <w:rFonts w:ascii="Arial" w:hAnsi="Arial" w:cs="Arial"/>
          <w:sz w:val="19"/>
          <w:szCs w:val="19"/>
        </w:rPr>
      </w:pPr>
    </w:p>
    <w:p w14:paraId="05D7273F" w14:textId="6B12A4C9" w:rsidR="00765FD5" w:rsidRPr="00EE62BB" w:rsidRDefault="00765FD5">
      <w:pPr>
        <w:rPr>
          <w:rFonts w:ascii="Arial" w:hAnsi="Arial" w:cs="Arial"/>
          <w:b/>
          <w:bCs/>
          <w:sz w:val="19"/>
          <w:szCs w:val="19"/>
          <w:lang w:val="en-GB"/>
        </w:rPr>
      </w:pPr>
    </w:p>
    <w:p w14:paraId="6BE0A832" w14:textId="6861BC9E" w:rsidR="00B21B26" w:rsidRPr="00EE62BB" w:rsidRDefault="00B21B26">
      <w:pPr>
        <w:rPr>
          <w:rFonts w:ascii="Arial" w:hAnsi="Arial" w:cs="Arial"/>
          <w:b/>
          <w:bCs/>
          <w:sz w:val="19"/>
          <w:szCs w:val="19"/>
          <w:lang w:val="en-GB"/>
        </w:rPr>
      </w:pPr>
    </w:p>
    <w:p w14:paraId="2AFFCD58" w14:textId="623A5CF9" w:rsidR="00210BE6" w:rsidRPr="00B35B43" w:rsidRDefault="00210BE6"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B35B43">
        <w:rPr>
          <w:rFonts w:ascii="Arial" w:hAnsi="Arial" w:cs="Arial"/>
          <w:b/>
          <w:bCs/>
          <w:spacing w:val="-4"/>
          <w:sz w:val="19"/>
          <w:szCs w:val="19"/>
          <w:lang w:val="en-GB"/>
        </w:rPr>
        <w:t xml:space="preserve">PROPERTY, PLANT AND EQUIPMENT </w:t>
      </w:r>
      <w:r w:rsidR="009A74F0">
        <w:rPr>
          <w:rFonts w:ascii="Arial" w:hAnsi="Arial" w:cs="Browallia New"/>
          <w:b/>
          <w:bCs/>
          <w:spacing w:val="-4"/>
          <w:sz w:val="19"/>
          <w:szCs w:val="24"/>
        </w:rPr>
        <w:t>- NET</w:t>
      </w:r>
    </w:p>
    <w:p w14:paraId="32756EBB" w14:textId="27797C8C" w:rsidR="003D6F2F" w:rsidRPr="00776CDE" w:rsidRDefault="003D6F2F" w:rsidP="00D148E1">
      <w:pPr>
        <w:spacing w:line="360" w:lineRule="auto"/>
        <w:ind w:left="450"/>
        <w:jc w:val="thaiDistribute"/>
        <w:rPr>
          <w:rFonts w:ascii="Arial" w:hAnsi="Arial" w:cs="Arial"/>
          <w:sz w:val="16"/>
          <w:szCs w:val="16"/>
        </w:rPr>
      </w:pPr>
    </w:p>
    <w:p w14:paraId="59FBA4CD" w14:textId="1A842294" w:rsidR="001F33C8" w:rsidRPr="00EE62BB" w:rsidRDefault="001F33C8" w:rsidP="007B6959">
      <w:pPr>
        <w:pStyle w:val="ListParagraph"/>
        <w:tabs>
          <w:tab w:val="num" w:pos="4046"/>
        </w:tabs>
        <w:spacing w:after="0" w:line="360" w:lineRule="auto"/>
        <w:ind w:left="426" w:right="62"/>
        <w:jc w:val="thaiDistribute"/>
        <w:rPr>
          <w:rFonts w:ascii="Arial" w:hAnsi="Arial" w:cs="Arial"/>
          <w:sz w:val="19"/>
          <w:szCs w:val="19"/>
        </w:rPr>
      </w:pPr>
      <w:r w:rsidRPr="00EE62BB">
        <w:rPr>
          <w:rFonts w:ascii="Arial" w:hAnsi="Arial" w:cs="Arial"/>
          <w:sz w:val="19"/>
          <w:szCs w:val="19"/>
        </w:rPr>
        <w:t xml:space="preserve">Condensed movements in </w:t>
      </w:r>
      <w:r w:rsidRPr="00EE62BB">
        <w:rPr>
          <w:rFonts w:ascii="Arial" w:hAnsi="Arial" w:cs="Arial"/>
          <w:sz w:val="19"/>
          <w:szCs w:val="19"/>
          <w:lang w:val="en-GB"/>
        </w:rPr>
        <w:t>property</w:t>
      </w:r>
      <w:r w:rsidRPr="00EE62BB">
        <w:rPr>
          <w:rFonts w:ascii="Arial" w:hAnsi="Arial" w:cs="Arial"/>
          <w:sz w:val="19"/>
          <w:szCs w:val="19"/>
        </w:rPr>
        <w:t>, plant</w:t>
      </w:r>
      <w:r w:rsidR="000B6274" w:rsidRPr="00EE62BB">
        <w:rPr>
          <w:rFonts w:ascii="Arial" w:hAnsi="Arial" w:cs="Arial"/>
          <w:sz w:val="19"/>
          <w:szCs w:val="24"/>
        </w:rPr>
        <w:t>,</w:t>
      </w:r>
      <w:r w:rsidRPr="00EE62BB">
        <w:rPr>
          <w:rFonts w:ascii="Arial" w:hAnsi="Arial" w:cs="Arial"/>
          <w:sz w:val="19"/>
          <w:szCs w:val="19"/>
        </w:rPr>
        <w:t xml:space="preserve"> and equipment </w:t>
      </w:r>
      <w:r w:rsidR="004854D4" w:rsidRPr="00EE62BB">
        <w:rPr>
          <w:rFonts w:ascii="Arial" w:hAnsi="Arial" w:cs="Arial"/>
          <w:sz w:val="19"/>
          <w:szCs w:val="19"/>
        </w:rPr>
        <w:t xml:space="preserve">for the three-month period ended 31 March </w:t>
      </w:r>
      <w:r w:rsidR="00F30859" w:rsidRPr="00EE62BB">
        <w:rPr>
          <w:rFonts w:ascii="Arial" w:hAnsi="Arial" w:cs="Arial"/>
          <w:sz w:val="19"/>
          <w:szCs w:val="19"/>
        </w:rPr>
        <w:t>202</w:t>
      </w:r>
      <w:r w:rsidR="004854D4" w:rsidRPr="00EE62BB">
        <w:rPr>
          <w:rFonts w:ascii="Arial" w:hAnsi="Arial" w:cs="Arial"/>
          <w:sz w:val="19"/>
          <w:szCs w:val="19"/>
        </w:rPr>
        <w:t>4</w:t>
      </w:r>
      <w:r w:rsidR="00DF539B" w:rsidRPr="00EE62BB">
        <w:rPr>
          <w:rFonts w:ascii="Arial" w:hAnsi="Arial" w:cs="Arial"/>
          <w:sz w:val="19"/>
          <w:szCs w:val="19"/>
        </w:rPr>
        <w:t xml:space="preserve"> </w:t>
      </w:r>
      <w:r w:rsidRPr="00EE62BB">
        <w:rPr>
          <w:rFonts w:ascii="Arial" w:hAnsi="Arial" w:cs="Arial"/>
          <w:sz w:val="19"/>
          <w:szCs w:val="19"/>
        </w:rPr>
        <w:t>are as follows:</w:t>
      </w:r>
    </w:p>
    <w:p w14:paraId="25EE2052" w14:textId="77777777" w:rsidR="001F33C8" w:rsidRPr="00776CDE" w:rsidRDefault="001F33C8" w:rsidP="00D148E1">
      <w:pPr>
        <w:spacing w:line="360" w:lineRule="auto"/>
        <w:ind w:left="450"/>
        <w:jc w:val="thaiDistribute"/>
        <w:rPr>
          <w:rFonts w:ascii="Arial" w:hAnsi="Arial" w:cs="Arial"/>
          <w:sz w:val="16"/>
          <w:szCs w:val="16"/>
        </w:rPr>
      </w:pPr>
    </w:p>
    <w:tbl>
      <w:tblPr>
        <w:tblW w:w="8993" w:type="dxa"/>
        <w:tblInd w:w="369" w:type="dxa"/>
        <w:tblLayout w:type="fixed"/>
        <w:tblLook w:val="0000" w:firstRow="0" w:lastRow="0" w:firstColumn="0" w:lastColumn="0" w:noHBand="0" w:noVBand="0"/>
      </w:tblPr>
      <w:tblGrid>
        <w:gridCol w:w="675"/>
        <w:gridCol w:w="4059"/>
        <w:gridCol w:w="2070"/>
        <w:gridCol w:w="236"/>
        <w:gridCol w:w="1953"/>
      </w:tblGrid>
      <w:tr w:rsidR="00F6642C" w:rsidRPr="00EE62BB" w14:paraId="344746E3" w14:textId="77777777" w:rsidTr="002F4597">
        <w:trPr>
          <w:trHeight w:val="330"/>
        </w:trPr>
        <w:tc>
          <w:tcPr>
            <w:tcW w:w="8993" w:type="dxa"/>
            <w:gridSpan w:val="5"/>
          </w:tcPr>
          <w:p w14:paraId="0BCF8C55" w14:textId="0407B334" w:rsidR="00F6642C" w:rsidRPr="00EE62BB" w:rsidRDefault="00F6642C" w:rsidP="005B1EF5">
            <w:pPr>
              <w:tabs>
                <w:tab w:val="left" w:pos="3090"/>
                <w:tab w:val="left" w:pos="4860"/>
              </w:tabs>
              <w:spacing w:line="360" w:lineRule="auto"/>
              <w:jc w:val="right"/>
              <w:rPr>
                <w:rFonts w:ascii="Arial" w:hAnsi="Arial" w:cs="Arial"/>
                <w:snapToGrid w:val="0"/>
                <w:sz w:val="19"/>
                <w:szCs w:val="19"/>
                <w:lang w:eastAsia="th-TH"/>
              </w:rPr>
            </w:pPr>
            <w:r w:rsidRPr="00EE62BB">
              <w:rPr>
                <w:rFonts w:ascii="Arial" w:hAnsi="Arial" w:cs="Arial"/>
                <w:sz w:val="19"/>
                <w:szCs w:val="19"/>
              </w:rPr>
              <w:t>(Unit : Thousand Baht)</w:t>
            </w:r>
          </w:p>
        </w:tc>
      </w:tr>
      <w:tr w:rsidR="00081E21" w:rsidRPr="00EE62BB" w14:paraId="7B216514" w14:textId="77777777" w:rsidTr="00A85F59">
        <w:trPr>
          <w:trHeight w:val="68"/>
        </w:trPr>
        <w:tc>
          <w:tcPr>
            <w:tcW w:w="4734" w:type="dxa"/>
            <w:gridSpan w:val="2"/>
          </w:tcPr>
          <w:p w14:paraId="2D773A2C" w14:textId="77777777" w:rsidR="00081E21" w:rsidRPr="00EE62BB"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bottom w:val="single" w:sz="4" w:space="0" w:color="auto"/>
            </w:tcBorders>
            <w:vAlign w:val="bottom"/>
          </w:tcPr>
          <w:p w14:paraId="51FF7D4E" w14:textId="4B465837" w:rsidR="00081E21" w:rsidRPr="00EE62BB" w:rsidRDefault="00972311" w:rsidP="005B1EF5">
            <w:pPr>
              <w:spacing w:line="360" w:lineRule="auto"/>
              <w:jc w:val="center"/>
              <w:rPr>
                <w:rFonts w:ascii="Arial" w:hAnsi="Arial" w:cs="Arial"/>
                <w:snapToGrid w:val="0"/>
                <w:sz w:val="19"/>
                <w:szCs w:val="19"/>
                <w:lang w:eastAsia="th-TH"/>
              </w:rPr>
            </w:pPr>
            <w:r w:rsidRPr="00EE62BB">
              <w:rPr>
                <w:rFonts w:ascii="Arial" w:hAnsi="Arial" w:cs="Arial"/>
                <w:sz w:val="19"/>
                <w:szCs w:val="19"/>
                <w:lang w:val="en-GB" w:eastAsia="en-GB"/>
              </w:rPr>
              <w:t xml:space="preserve">Consolidated </w:t>
            </w:r>
            <w:r w:rsidR="00E85113" w:rsidRPr="00E85113">
              <w:rPr>
                <w:rFonts w:ascii="Arial" w:hAnsi="Arial" w:cs="Arial"/>
                <w:sz w:val="19"/>
                <w:szCs w:val="19"/>
                <w:lang w:val="en-GB" w:eastAsia="en-GB"/>
              </w:rPr>
              <w:t>financial information</w:t>
            </w:r>
          </w:p>
        </w:tc>
        <w:tc>
          <w:tcPr>
            <w:tcW w:w="236" w:type="dxa"/>
          </w:tcPr>
          <w:p w14:paraId="5176F293" w14:textId="77777777" w:rsidR="00081E21" w:rsidRPr="00EE62BB" w:rsidRDefault="00081E21" w:rsidP="005B1EF5">
            <w:pPr>
              <w:tabs>
                <w:tab w:val="left" w:pos="3090"/>
                <w:tab w:val="left" w:pos="4860"/>
              </w:tabs>
              <w:spacing w:line="360" w:lineRule="auto"/>
              <w:rPr>
                <w:rFonts w:ascii="Arial" w:hAnsi="Arial" w:cs="Arial"/>
                <w:snapToGrid w:val="0"/>
                <w:sz w:val="19"/>
                <w:szCs w:val="19"/>
                <w:lang w:eastAsia="th-TH"/>
              </w:rPr>
            </w:pPr>
          </w:p>
        </w:tc>
        <w:tc>
          <w:tcPr>
            <w:tcW w:w="1953" w:type="dxa"/>
            <w:tcBorders>
              <w:bottom w:val="single" w:sz="4" w:space="0" w:color="auto"/>
            </w:tcBorders>
            <w:vAlign w:val="bottom"/>
          </w:tcPr>
          <w:p w14:paraId="5B44D80E" w14:textId="2E891B30" w:rsidR="00081E21" w:rsidRPr="00EE62BB" w:rsidRDefault="00972311" w:rsidP="005B1EF5">
            <w:pPr>
              <w:spacing w:line="360" w:lineRule="auto"/>
              <w:jc w:val="center"/>
              <w:rPr>
                <w:rFonts w:ascii="Arial" w:hAnsi="Arial" w:cs="Arial"/>
                <w:snapToGrid w:val="0"/>
                <w:sz w:val="19"/>
                <w:szCs w:val="19"/>
                <w:lang w:eastAsia="th-TH"/>
              </w:rPr>
            </w:pPr>
            <w:r w:rsidRPr="00EE62BB">
              <w:rPr>
                <w:rFonts w:ascii="Arial" w:hAnsi="Arial" w:cs="Arial"/>
                <w:sz w:val="19"/>
                <w:szCs w:val="19"/>
                <w:lang w:val="en-GB" w:eastAsia="en-GB"/>
              </w:rPr>
              <w:t xml:space="preserve">Separate </w:t>
            </w:r>
            <w:r w:rsidR="00E85113">
              <w:rPr>
                <w:rFonts w:ascii="Arial" w:hAnsi="Arial" w:cstheme="minorBidi"/>
                <w:sz w:val="19"/>
                <w:szCs w:val="19"/>
                <w:cs/>
                <w:lang w:val="en-GB" w:eastAsia="en-GB"/>
              </w:rPr>
              <w:br/>
            </w:r>
            <w:r w:rsidR="00E85113" w:rsidRPr="00E85113">
              <w:rPr>
                <w:rFonts w:ascii="Arial" w:hAnsi="Arial" w:cs="Arial"/>
                <w:sz w:val="19"/>
                <w:szCs w:val="19"/>
                <w:lang w:val="en-GB" w:eastAsia="en-GB"/>
              </w:rPr>
              <w:t>financial information</w:t>
            </w:r>
          </w:p>
        </w:tc>
      </w:tr>
      <w:tr w:rsidR="00081E21" w:rsidRPr="00EE62BB" w14:paraId="30C55B74" w14:textId="77777777" w:rsidTr="00A85F59">
        <w:trPr>
          <w:trHeight w:val="360"/>
        </w:trPr>
        <w:tc>
          <w:tcPr>
            <w:tcW w:w="4734" w:type="dxa"/>
            <w:gridSpan w:val="2"/>
          </w:tcPr>
          <w:p w14:paraId="4B2FA1DB" w14:textId="77777777" w:rsidR="00081E21" w:rsidRPr="00EE62BB"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top w:val="single" w:sz="4" w:space="0" w:color="auto"/>
            </w:tcBorders>
          </w:tcPr>
          <w:p w14:paraId="7D61367B" w14:textId="77777777" w:rsidR="00081E21" w:rsidRPr="00EE62BB" w:rsidRDefault="00081E21" w:rsidP="005B1EF5">
            <w:pPr>
              <w:tabs>
                <w:tab w:val="left" w:pos="3090"/>
                <w:tab w:val="left" w:pos="4860"/>
              </w:tabs>
              <w:spacing w:line="360" w:lineRule="auto"/>
              <w:rPr>
                <w:rFonts w:ascii="Arial" w:hAnsi="Arial" w:cs="Arial"/>
                <w:snapToGrid w:val="0"/>
                <w:sz w:val="19"/>
                <w:szCs w:val="19"/>
                <w:lang w:eastAsia="th-TH"/>
              </w:rPr>
            </w:pPr>
          </w:p>
        </w:tc>
        <w:tc>
          <w:tcPr>
            <w:tcW w:w="236" w:type="dxa"/>
          </w:tcPr>
          <w:p w14:paraId="15740A6B" w14:textId="77777777" w:rsidR="00081E21" w:rsidRPr="00EE62BB" w:rsidRDefault="00081E21" w:rsidP="005B1EF5">
            <w:pPr>
              <w:tabs>
                <w:tab w:val="left" w:pos="3090"/>
                <w:tab w:val="left" w:pos="4860"/>
              </w:tabs>
              <w:spacing w:line="360" w:lineRule="auto"/>
              <w:rPr>
                <w:rFonts w:ascii="Arial" w:hAnsi="Arial" w:cs="Arial"/>
                <w:snapToGrid w:val="0"/>
                <w:sz w:val="19"/>
                <w:szCs w:val="19"/>
                <w:lang w:eastAsia="th-TH"/>
              </w:rPr>
            </w:pPr>
          </w:p>
        </w:tc>
        <w:tc>
          <w:tcPr>
            <w:tcW w:w="1953" w:type="dxa"/>
            <w:tcBorders>
              <w:top w:val="single" w:sz="4" w:space="0" w:color="auto"/>
            </w:tcBorders>
          </w:tcPr>
          <w:p w14:paraId="1FC0568E" w14:textId="77777777" w:rsidR="00081E21" w:rsidRPr="00EE62BB" w:rsidRDefault="00081E21" w:rsidP="005B1EF5">
            <w:pPr>
              <w:tabs>
                <w:tab w:val="left" w:pos="3090"/>
                <w:tab w:val="left" w:pos="4860"/>
              </w:tabs>
              <w:spacing w:line="360" w:lineRule="auto"/>
              <w:jc w:val="center"/>
              <w:rPr>
                <w:rFonts w:ascii="Arial" w:hAnsi="Arial" w:cs="Arial"/>
                <w:snapToGrid w:val="0"/>
                <w:sz w:val="19"/>
                <w:szCs w:val="19"/>
                <w:lang w:eastAsia="th-TH"/>
              </w:rPr>
            </w:pPr>
          </w:p>
        </w:tc>
      </w:tr>
      <w:tr w:rsidR="00A85F59" w:rsidRPr="00EE62BB" w14:paraId="02137EE1" w14:textId="77777777" w:rsidTr="00A85F59">
        <w:trPr>
          <w:trHeight w:val="162"/>
        </w:trPr>
        <w:tc>
          <w:tcPr>
            <w:tcW w:w="4734" w:type="dxa"/>
            <w:gridSpan w:val="2"/>
          </w:tcPr>
          <w:p w14:paraId="1E525120" w14:textId="11826D34" w:rsidR="00A85F59" w:rsidRPr="00EE62BB" w:rsidRDefault="00A85F59" w:rsidP="00A85F59">
            <w:pPr>
              <w:tabs>
                <w:tab w:val="left" w:pos="3090"/>
                <w:tab w:val="left" w:pos="4860"/>
              </w:tabs>
              <w:spacing w:before="60" w:after="30" w:line="276" w:lineRule="auto"/>
              <w:rPr>
                <w:rFonts w:ascii="Arial" w:hAnsi="Arial" w:cs="Arial"/>
                <w:snapToGrid w:val="0"/>
                <w:sz w:val="19"/>
                <w:szCs w:val="19"/>
                <w:cs/>
                <w:lang w:eastAsia="th-TH"/>
              </w:rPr>
            </w:pPr>
            <w:r w:rsidRPr="00EE62BB">
              <w:rPr>
                <w:rFonts w:ascii="Arial" w:hAnsi="Arial" w:cs="Arial"/>
                <w:sz w:val="19"/>
                <w:szCs w:val="19"/>
              </w:rPr>
              <w:t>Net book value as of 1 January 2024</w:t>
            </w:r>
          </w:p>
        </w:tc>
        <w:tc>
          <w:tcPr>
            <w:tcW w:w="2070" w:type="dxa"/>
          </w:tcPr>
          <w:p w14:paraId="56FF0640" w14:textId="0AD74D6D" w:rsidR="00A85F59" w:rsidRPr="005777F5" w:rsidRDefault="00A85F59" w:rsidP="00A85F59">
            <w:pPr>
              <w:spacing w:before="60" w:after="30" w:line="276" w:lineRule="auto"/>
              <w:ind w:left="-108"/>
              <w:jc w:val="right"/>
              <w:rPr>
                <w:rFonts w:ascii="Arial" w:hAnsi="Arial" w:cs="Arial"/>
                <w:sz w:val="19"/>
                <w:szCs w:val="19"/>
                <w:lang w:val="en-GB"/>
              </w:rPr>
            </w:pPr>
            <w:r w:rsidRPr="00EE62BB">
              <w:rPr>
                <w:rFonts w:ascii="Arial" w:hAnsi="Arial" w:cs="Arial"/>
                <w:sz w:val="19"/>
                <w:szCs w:val="19"/>
                <w:lang w:val="en-GB"/>
              </w:rPr>
              <w:t>1,026,120</w:t>
            </w:r>
          </w:p>
        </w:tc>
        <w:tc>
          <w:tcPr>
            <w:tcW w:w="236" w:type="dxa"/>
          </w:tcPr>
          <w:p w14:paraId="109FA5FC" w14:textId="77777777" w:rsidR="00A85F59" w:rsidRPr="00EE62BB" w:rsidRDefault="00A85F59" w:rsidP="00A85F59">
            <w:pPr>
              <w:spacing w:before="60" w:after="30" w:line="276" w:lineRule="auto"/>
              <w:jc w:val="right"/>
              <w:rPr>
                <w:rFonts w:ascii="Arial" w:hAnsi="Arial" w:cs="Arial"/>
                <w:sz w:val="19"/>
                <w:szCs w:val="19"/>
              </w:rPr>
            </w:pPr>
          </w:p>
        </w:tc>
        <w:tc>
          <w:tcPr>
            <w:tcW w:w="1953" w:type="dxa"/>
          </w:tcPr>
          <w:p w14:paraId="57AF7B21" w14:textId="00C20C31" w:rsidR="00A85F59" w:rsidRPr="00EE62BB" w:rsidRDefault="00A85F59" w:rsidP="00A85F59">
            <w:pPr>
              <w:spacing w:before="60" w:after="30" w:line="276" w:lineRule="auto"/>
              <w:ind w:left="-108"/>
              <w:jc w:val="right"/>
              <w:rPr>
                <w:rFonts w:ascii="Arial" w:hAnsi="Arial" w:cs="Arial"/>
                <w:sz w:val="19"/>
                <w:szCs w:val="19"/>
              </w:rPr>
            </w:pPr>
            <w:r w:rsidRPr="00EE62BB">
              <w:rPr>
                <w:rFonts w:ascii="Arial" w:hAnsi="Arial" w:cs="Arial"/>
                <w:sz w:val="19"/>
                <w:szCs w:val="19"/>
                <w:lang w:val="en-GB"/>
              </w:rPr>
              <w:t>1,014,796</w:t>
            </w:r>
          </w:p>
        </w:tc>
      </w:tr>
      <w:tr w:rsidR="00A85F59" w:rsidRPr="00EE62BB" w14:paraId="5E8EFD8A" w14:textId="77777777" w:rsidTr="00A85F59">
        <w:trPr>
          <w:trHeight w:val="330"/>
        </w:trPr>
        <w:tc>
          <w:tcPr>
            <w:tcW w:w="675" w:type="dxa"/>
          </w:tcPr>
          <w:p w14:paraId="40F721B4" w14:textId="5ED0FC20" w:rsidR="00A85F59" w:rsidRPr="00EE62BB" w:rsidRDefault="00A85F59" w:rsidP="00A85F59">
            <w:pPr>
              <w:tabs>
                <w:tab w:val="left" w:pos="3090"/>
                <w:tab w:val="left" w:pos="4860"/>
              </w:tabs>
              <w:spacing w:before="60" w:after="30" w:line="276" w:lineRule="auto"/>
              <w:rPr>
                <w:rFonts w:ascii="Arial" w:hAnsi="Arial" w:cs="Arial"/>
                <w:sz w:val="19"/>
                <w:szCs w:val="19"/>
                <w:u w:val="single"/>
              </w:rPr>
            </w:pPr>
            <w:r w:rsidRPr="00EE62BB">
              <w:rPr>
                <w:rFonts w:ascii="Arial" w:hAnsi="Arial" w:cs="Arial"/>
                <w:sz w:val="19"/>
                <w:szCs w:val="19"/>
                <w:u w:val="single"/>
              </w:rPr>
              <w:t>Add</w:t>
            </w:r>
          </w:p>
        </w:tc>
        <w:tc>
          <w:tcPr>
            <w:tcW w:w="4059" w:type="dxa"/>
          </w:tcPr>
          <w:p w14:paraId="63D4D76C" w14:textId="6B1726DE" w:rsidR="00A85F59" w:rsidRPr="00EE62BB" w:rsidRDefault="00A85F59" w:rsidP="00A85F59">
            <w:pPr>
              <w:tabs>
                <w:tab w:val="left" w:pos="453"/>
                <w:tab w:val="left" w:pos="1470"/>
              </w:tabs>
              <w:spacing w:before="60" w:after="30" w:line="276" w:lineRule="auto"/>
              <w:ind w:left="-108"/>
              <w:rPr>
                <w:rFonts w:ascii="Arial" w:hAnsi="Arial" w:cs="Arial"/>
                <w:snapToGrid w:val="0"/>
                <w:sz w:val="19"/>
                <w:szCs w:val="19"/>
                <w:lang w:eastAsia="th-TH"/>
              </w:rPr>
            </w:pPr>
            <w:r w:rsidRPr="00EE62BB">
              <w:rPr>
                <w:rFonts w:ascii="Arial" w:hAnsi="Arial" w:cs="Arial"/>
                <w:sz w:val="19"/>
                <w:szCs w:val="19"/>
              </w:rPr>
              <w:t>Additional purchases</w:t>
            </w:r>
          </w:p>
        </w:tc>
        <w:tc>
          <w:tcPr>
            <w:tcW w:w="2070" w:type="dxa"/>
          </w:tcPr>
          <w:p w14:paraId="775943B1" w14:textId="2D3C6456" w:rsidR="00A85F59" w:rsidRPr="005777F5" w:rsidRDefault="00963378" w:rsidP="00A85F59">
            <w:pPr>
              <w:spacing w:before="60" w:after="30" w:line="276" w:lineRule="auto"/>
              <w:ind w:left="-108"/>
              <w:jc w:val="right"/>
              <w:rPr>
                <w:rFonts w:ascii="Arial" w:hAnsi="Arial" w:cs="Arial"/>
                <w:sz w:val="19"/>
                <w:szCs w:val="19"/>
                <w:lang w:val="en-GB"/>
              </w:rPr>
            </w:pPr>
            <w:r w:rsidRPr="005777F5">
              <w:rPr>
                <w:rFonts w:ascii="Arial" w:hAnsi="Arial" w:cs="Arial"/>
                <w:sz w:val="19"/>
                <w:szCs w:val="19"/>
                <w:lang w:val="en-GB"/>
              </w:rPr>
              <w:t>3,955</w:t>
            </w:r>
          </w:p>
        </w:tc>
        <w:tc>
          <w:tcPr>
            <w:tcW w:w="236" w:type="dxa"/>
            <w:vAlign w:val="bottom"/>
          </w:tcPr>
          <w:p w14:paraId="3686C800" w14:textId="77777777" w:rsidR="00A85F59" w:rsidRPr="00EE62BB" w:rsidRDefault="00A85F59" w:rsidP="00A85F59">
            <w:pPr>
              <w:spacing w:before="60" w:after="30" w:line="276" w:lineRule="auto"/>
              <w:jc w:val="right"/>
              <w:rPr>
                <w:rFonts w:ascii="Arial" w:hAnsi="Arial" w:cs="Arial"/>
                <w:snapToGrid w:val="0"/>
                <w:sz w:val="19"/>
                <w:szCs w:val="19"/>
                <w:lang w:eastAsia="th-TH"/>
              </w:rPr>
            </w:pPr>
          </w:p>
        </w:tc>
        <w:tc>
          <w:tcPr>
            <w:tcW w:w="1953" w:type="dxa"/>
          </w:tcPr>
          <w:p w14:paraId="6BB374A6" w14:textId="349BC62E" w:rsidR="00A85F59" w:rsidRPr="009240AC" w:rsidRDefault="0061024D" w:rsidP="00A85F59">
            <w:pPr>
              <w:spacing w:before="60" w:after="30" w:line="276" w:lineRule="auto"/>
              <w:ind w:left="-108"/>
              <w:jc w:val="right"/>
              <w:rPr>
                <w:rFonts w:ascii="Arial" w:hAnsi="Arial" w:cs="Arial"/>
                <w:sz w:val="19"/>
                <w:szCs w:val="19"/>
                <w:lang w:val="en-GB"/>
              </w:rPr>
            </w:pPr>
            <w:r w:rsidRPr="009240AC">
              <w:rPr>
                <w:rFonts w:ascii="Arial" w:hAnsi="Arial" w:cs="Arial"/>
                <w:sz w:val="19"/>
                <w:szCs w:val="19"/>
                <w:lang w:val="en-GB"/>
              </w:rPr>
              <w:t>3,955</w:t>
            </w:r>
          </w:p>
        </w:tc>
      </w:tr>
      <w:tr w:rsidR="00A85F59" w:rsidRPr="00EE62BB" w14:paraId="68B348D5" w14:textId="77777777" w:rsidTr="00A85F59">
        <w:trPr>
          <w:trHeight w:val="330"/>
        </w:trPr>
        <w:tc>
          <w:tcPr>
            <w:tcW w:w="675" w:type="dxa"/>
          </w:tcPr>
          <w:p w14:paraId="2EA16D14" w14:textId="319B11E6" w:rsidR="00A85F59" w:rsidRPr="00EE62BB" w:rsidRDefault="00A85F59" w:rsidP="00A85F59">
            <w:pPr>
              <w:tabs>
                <w:tab w:val="left" w:pos="3090"/>
                <w:tab w:val="left" w:pos="4860"/>
              </w:tabs>
              <w:spacing w:before="60" w:after="30" w:line="276" w:lineRule="auto"/>
              <w:rPr>
                <w:rFonts w:ascii="Arial" w:hAnsi="Arial" w:cs="Arial"/>
                <w:sz w:val="19"/>
                <w:szCs w:val="19"/>
                <w:u w:val="single"/>
              </w:rPr>
            </w:pPr>
            <w:r w:rsidRPr="00EE62BB">
              <w:rPr>
                <w:rFonts w:ascii="Arial" w:hAnsi="Arial" w:cs="Arial"/>
                <w:sz w:val="19"/>
                <w:szCs w:val="19"/>
                <w:u w:val="single"/>
              </w:rPr>
              <w:t>Less</w:t>
            </w:r>
          </w:p>
        </w:tc>
        <w:tc>
          <w:tcPr>
            <w:tcW w:w="4059" w:type="dxa"/>
          </w:tcPr>
          <w:p w14:paraId="01E258DC" w14:textId="06EDFEA1" w:rsidR="00A85F59" w:rsidRPr="00EE62BB" w:rsidRDefault="00A85F59" w:rsidP="00A85F59">
            <w:pPr>
              <w:tabs>
                <w:tab w:val="left" w:pos="453"/>
                <w:tab w:val="left" w:pos="3090"/>
                <w:tab w:val="left" w:pos="4860"/>
              </w:tabs>
              <w:spacing w:before="60" w:after="30" w:line="276" w:lineRule="auto"/>
              <w:ind w:left="-108"/>
              <w:rPr>
                <w:rFonts w:ascii="Arial" w:hAnsi="Arial" w:cs="Arial"/>
                <w:sz w:val="19"/>
                <w:szCs w:val="19"/>
              </w:rPr>
            </w:pPr>
            <w:r w:rsidRPr="00EE62BB">
              <w:rPr>
                <w:rFonts w:ascii="Arial" w:hAnsi="Arial" w:cs="Arial"/>
                <w:sz w:val="19"/>
                <w:szCs w:val="19"/>
              </w:rPr>
              <w:t>Disposal and written - off - net</w:t>
            </w:r>
          </w:p>
        </w:tc>
        <w:tc>
          <w:tcPr>
            <w:tcW w:w="2070" w:type="dxa"/>
          </w:tcPr>
          <w:p w14:paraId="63779310" w14:textId="2378054E" w:rsidR="00A85F59" w:rsidRPr="005777F5" w:rsidRDefault="007279E9" w:rsidP="00A85F59">
            <w:pPr>
              <w:spacing w:before="60" w:after="30" w:line="276" w:lineRule="auto"/>
              <w:ind w:left="-108"/>
              <w:jc w:val="right"/>
              <w:rPr>
                <w:rFonts w:ascii="Arial" w:hAnsi="Arial" w:cs="Arial"/>
                <w:sz w:val="19"/>
                <w:szCs w:val="19"/>
                <w:lang w:val="en-GB"/>
              </w:rPr>
            </w:pPr>
            <w:r w:rsidRPr="005777F5">
              <w:rPr>
                <w:rFonts w:ascii="Arial" w:hAnsi="Arial" w:cs="Arial"/>
                <w:sz w:val="19"/>
                <w:szCs w:val="19"/>
                <w:lang w:val="en-GB"/>
              </w:rPr>
              <w:t>(234)</w:t>
            </w:r>
          </w:p>
        </w:tc>
        <w:tc>
          <w:tcPr>
            <w:tcW w:w="236" w:type="dxa"/>
            <w:vAlign w:val="bottom"/>
          </w:tcPr>
          <w:p w14:paraId="7D51ADEB" w14:textId="77777777" w:rsidR="00A85F59" w:rsidRPr="00EE62BB" w:rsidRDefault="00A85F59" w:rsidP="00A85F59">
            <w:pPr>
              <w:spacing w:before="60" w:after="30" w:line="276" w:lineRule="auto"/>
              <w:jc w:val="right"/>
              <w:rPr>
                <w:rFonts w:ascii="Arial" w:hAnsi="Arial" w:cs="Arial"/>
                <w:snapToGrid w:val="0"/>
                <w:sz w:val="19"/>
                <w:szCs w:val="19"/>
                <w:lang w:eastAsia="th-TH"/>
              </w:rPr>
            </w:pPr>
          </w:p>
        </w:tc>
        <w:tc>
          <w:tcPr>
            <w:tcW w:w="1953" w:type="dxa"/>
          </w:tcPr>
          <w:p w14:paraId="418A10CC" w14:textId="1E97C13B" w:rsidR="00A85F59" w:rsidRPr="009240AC" w:rsidRDefault="007F41CD" w:rsidP="00A85F59">
            <w:pPr>
              <w:spacing w:before="60" w:after="30" w:line="276" w:lineRule="auto"/>
              <w:ind w:left="-108"/>
              <w:jc w:val="right"/>
              <w:rPr>
                <w:rFonts w:ascii="Arial" w:hAnsi="Arial" w:cs="Arial"/>
                <w:sz w:val="19"/>
                <w:szCs w:val="19"/>
                <w:lang w:val="en-GB"/>
              </w:rPr>
            </w:pPr>
            <w:r w:rsidRPr="009240AC">
              <w:rPr>
                <w:rFonts w:ascii="Arial" w:hAnsi="Arial" w:cs="Arial"/>
                <w:sz w:val="19"/>
                <w:szCs w:val="19"/>
                <w:lang w:val="en-GB"/>
              </w:rPr>
              <w:t>(234)</w:t>
            </w:r>
          </w:p>
        </w:tc>
      </w:tr>
      <w:tr w:rsidR="00A85F59" w:rsidRPr="00EE62BB" w14:paraId="013C4D7E" w14:textId="77777777" w:rsidTr="00593B76">
        <w:trPr>
          <w:trHeight w:val="330"/>
        </w:trPr>
        <w:tc>
          <w:tcPr>
            <w:tcW w:w="675" w:type="dxa"/>
          </w:tcPr>
          <w:p w14:paraId="40FE14B5" w14:textId="77777777" w:rsidR="00A85F59" w:rsidRPr="00EE62BB" w:rsidRDefault="00A85F59" w:rsidP="00A85F59">
            <w:pPr>
              <w:tabs>
                <w:tab w:val="left" w:pos="453"/>
                <w:tab w:val="left" w:pos="3090"/>
                <w:tab w:val="left" w:pos="4860"/>
              </w:tabs>
              <w:spacing w:before="60" w:after="30" w:line="276" w:lineRule="auto"/>
              <w:rPr>
                <w:rFonts w:ascii="Arial" w:hAnsi="Arial" w:cs="Arial"/>
                <w:snapToGrid w:val="0"/>
                <w:sz w:val="19"/>
                <w:szCs w:val="19"/>
                <w:lang w:val="en-GB" w:eastAsia="th-TH"/>
              </w:rPr>
            </w:pPr>
          </w:p>
        </w:tc>
        <w:tc>
          <w:tcPr>
            <w:tcW w:w="4059" w:type="dxa"/>
          </w:tcPr>
          <w:p w14:paraId="651F04FC" w14:textId="77777777" w:rsidR="00A85F59" w:rsidRPr="00EE62BB" w:rsidRDefault="00A85F59" w:rsidP="00A85F59">
            <w:pPr>
              <w:tabs>
                <w:tab w:val="left" w:pos="453"/>
                <w:tab w:val="left" w:pos="3090"/>
                <w:tab w:val="left" w:pos="4860"/>
              </w:tabs>
              <w:spacing w:before="60" w:after="30" w:line="276" w:lineRule="auto"/>
              <w:ind w:left="-108"/>
              <w:rPr>
                <w:rFonts w:ascii="Arial" w:hAnsi="Arial" w:cs="Arial"/>
                <w:sz w:val="19"/>
                <w:szCs w:val="19"/>
              </w:rPr>
            </w:pPr>
            <w:r w:rsidRPr="00EE62BB">
              <w:rPr>
                <w:rFonts w:ascii="Arial" w:hAnsi="Arial" w:cs="Arial"/>
                <w:sz w:val="19"/>
                <w:szCs w:val="19"/>
              </w:rPr>
              <w:t>Depreciation for the period</w:t>
            </w:r>
          </w:p>
          <w:p w14:paraId="6E6D2ADC" w14:textId="669D24AE" w:rsidR="00A85F59" w:rsidRPr="00EE62BB" w:rsidRDefault="00A85F59" w:rsidP="00A85F59">
            <w:pPr>
              <w:tabs>
                <w:tab w:val="left" w:pos="453"/>
                <w:tab w:val="left" w:pos="3090"/>
                <w:tab w:val="left" w:pos="4860"/>
              </w:tabs>
              <w:spacing w:before="60" w:after="30" w:line="276" w:lineRule="auto"/>
              <w:ind w:left="-108"/>
              <w:rPr>
                <w:rFonts w:ascii="Arial" w:hAnsi="Arial" w:cs="Arial"/>
                <w:snapToGrid w:val="0"/>
                <w:sz w:val="19"/>
                <w:szCs w:val="19"/>
                <w:cs/>
                <w:lang w:val="en-GB" w:eastAsia="th-TH"/>
              </w:rPr>
            </w:pPr>
            <w:r w:rsidRPr="00EE62BB">
              <w:rPr>
                <w:rFonts w:ascii="Arial" w:hAnsi="Arial" w:cs="Arial"/>
                <w:snapToGrid w:val="0"/>
                <w:sz w:val="19"/>
                <w:szCs w:val="19"/>
                <w:lang w:val="en-GB" w:eastAsia="th-TH"/>
              </w:rPr>
              <w:t>Accumulated depreciation of disposed assets</w:t>
            </w:r>
          </w:p>
        </w:tc>
        <w:tc>
          <w:tcPr>
            <w:tcW w:w="2070" w:type="dxa"/>
          </w:tcPr>
          <w:p w14:paraId="4B488E06" w14:textId="77777777" w:rsidR="00930F83" w:rsidRDefault="000067D1" w:rsidP="00593B76">
            <w:pPr>
              <w:spacing w:before="60" w:after="30" w:line="276" w:lineRule="auto"/>
              <w:ind w:left="-108"/>
              <w:jc w:val="right"/>
              <w:rPr>
                <w:rFonts w:ascii="Arial" w:hAnsi="Arial" w:cstheme="minorBidi"/>
                <w:sz w:val="19"/>
                <w:szCs w:val="19"/>
                <w:lang w:val="en-GB"/>
              </w:rPr>
            </w:pPr>
            <w:r w:rsidRPr="005777F5">
              <w:rPr>
                <w:rFonts w:ascii="Arial" w:hAnsi="Arial" w:cs="Arial"/>
                <w:sz w:val="19"/>
                <w:szCs w:val="19"/>
                <w:lang w:val="en-GB"/>
              </w:rPr>
              <w:t>(14,713)</w:t>
            </w:r>
          </w:p>
          <w:p w14:paraId="6D122238" w14:textId="076510F7" w:rsidR="00A85F59" w:rsidRPr="005777F5" w:rsidRDefault="00D46705" w:rsidP="005777F5">
            <w:pPr>
              <w:spacing w:before="60" w:after="30" w:line="276" w:lineRule="auto"/>
              <w:ind w:left="-108"/>
              <w:jc w:val="right"/>
              <w:rPr>
                <w:rFonts w:ascii="Arial" w:hAnsi="Arial" w:cs="Arial"/>
                <w:sz w:val="19"/>
                <w:szCs w:val="19"/>
                <w:lang w:val="en-GB"/>
              </w:rPr>
            </w:pPr>
            <w:r w:rsidRPr="005777F5">
              <w:rPr>
                <w:rFonts w:ascii="Arial" w:hAnsi="Arial" w:cs="Arial"/>
                <w:sz w:val="19"/>
                <w:szCs w:val="19"/>
                <w:lang w:val="en-GB"/>
              </w:rPr>
              <w:t>215</w:t>
            </w:r>
          </w:p>
        </w:tc>
        <w:tc>
          <w:tcPr>
            <w:tcW w:w="236" w:type="dxa"/>
            <w:vAlign w:val="bottom"/>
          </w:tcPr>
          <w:p w14:paraId="6BB7B88D" w14:textId="77777777" w:rsidR="00A85F59" w:rsidRPr="00EE62BB" w:rsidRDefault="00A85F59" w:rsidP="00A85F59">
            <w:pPr>
              <w:spacing w:before="60" w:after="30" w:line="276" w:lineRule="auto"/>
              <w:jc w:val="right"/>
              <w:rPr>
                <w:rFonts w:ascii="Arial" w:hAnsi="Arial" w:cs="Arial"/>
                <w:snapToGrid w:val="0"/>
                <w:sz w:val="19"/>
                <w:szCs w:val="19"/>
                <w:lang w:eastAsia="th-TH"/>
              </w:rPr>
            </w:pPr>
          </w:p>
        </w:tc>
        <w:tc>
          <w:tcPr>
            <w:tcW w:w="1953" w:type="dxa"/>
          </w:tcPr>
          <w:p w14:paraId="3CE082A8" w14:textId="1AF8A605" w:rsidR="00DC3D08" w:rsidRPr="00930F83" w:rsidRDefault="00DC3D08" w:rsidP="009240AC">
            <w:pPr>
              <w:spacing w:before="60" w:after="30" w:line="276" w:lineRule="auto"/>
              <w:ind w:left="-108"/>
              <w:jc w:val="right"/>
              <w:rPr>
                <w:rFonts w:ascii="Arial" w:hAnsi="Arial" w:cstheme="minorBidi"/>
                <w:sz w:val="19"/>
                <w:szCs w:val="19"/>
                <w:lang w:val="en-GB"/>
              </w:rPr>
            </w:pPr>
            <w:r w:rsidRPr="009240AC">
              <w:rPr>
                <w:rFonts w:ascii="Arial" w:hAnsi="Arial" w:cs="Arial"/>
                <w:sz w:val="19"/>
                <w:szCs w:val="19"/>
                <w:lang w:val="en-GB"/>
              </w:rPr>
              <w:t>(14,427)</w:t>
            </w:r>
          </w:p>
          <w:p w14:paraId="022FDCF5" w14:textId="42CF1538" w:rsidR="00A85F59" w:rsidRPr="009240AC" w:rsidRDefault="0060348A" w:rsidP="009240AC">
            <w:pPr>
              <w:tabs>
                <w:tab w:val="left" w:pos="1337"/>
              </w:tabs>
              <w:spacing w:before="60" w:after="30" w:line="276" w:lineRule="auto"/>
              <w:ind w:left="-108"/>
              <w:jc w:val="right"/>
              <w:rPr>
                <w:rFonts w:ascii="Arial" w:hAnsi="Arial" w:cs="Arial"/>
                <w:sz w:val="19"/>
                <w:szCs w:val="19"/>
                <w:lang w:val="en-GB"/>
              </w:rPr>
            </w:pPr>
            <w:r w:rsidRPr="009240AC">
              <w:rPr>
                <w:rFonts w:ascii="Arial" w:hAnsi="Arial" w:cs="Arial"/>
                <w:sz w:val="19"/>
                <w:szCs w:val="19"/>
                <w:lang w:val="en-GB"/>
              </w:rPr>
              <w:t>215</w:t>
            </w:r>
          </w:p>
        </w:tc>
      </w:tr>
      <w:tr w:rsidR="00A85F59" w:rsidRPr="00EE62BB" w14:paraId="40ADAB14" w14:textId="33D045D5" w:rsidTr="00A85F59">
        <w:trPr>
          <w:trHeight w:val="263"/>
        </w:trPr>
        <w:tc>
          <w:tcPr>
            <w:tcW w:w="4734" w:type="dxa"/>
            <w:gridSpan w:val="2"/>
          </w:tcPr>
          <w:p w14:paraId="31DDAB48" w14:textId="11040F75" w:rsidR="00A85F59" w:rsidRPr="00EE62BB" w:rsidRDefault="00A85F59" w:rsidP="00A85F59">
            <w:pPr>
              <w:tabs>
                <w:tab w:val="left" w:pos="3090"/>
                <w:tab w:val="left" w:pos="4860"/>
              </w:tabs>
              <w:spacing w:before="60" w:after="30" w:line="276" w:lineRule="auto"/>
              <w:rPr>
                <w:rFonts w:ascii="Arial" w:hAnsi="Arial" w:cs="Arial"/>
                <w:snapToGrid w:val="0"/>
                <w:sz w:val="19"/>
                <w:szCs w:val="19"/>
                <w:lang w:eastAsia="th-TH"/>
              </w:rPr>
            </w:pPr>
            <w:r w:rsidRPr="00EE62BB">
              <w:rPr>
                <w:rFonts w:ascii="Arial" w:hAnsi="Arial" w:cs="Arial"/>
                <w:sz w:val="19"/>
                <w:szCs w:val="19"/>
              </w:rPr>
              <w:t xml:space="preserve">Net book value as of </w:t>
            </w:r>
            <w:r w:rsidRPr="00EE62BB">
              <w:rPr>
                <w:rFonts w:ascii="Arial" w:hAnsi="Arial" w:cs="Arial"/>
                <w:sz w:val="19"/>
                <w:szCs w:val="19"/>
                <w:lang w:val="en-GB"/>
              </w:rPr>
              <w:t>31 March 2024</w:t>
            </w:r>
          </w:p>
        </w:tc>
        <w:tc>
          <w:tcPr>
            <w:tcW w:w="2070" w:type="dxa"/>
            <w:tcBorders>
              <w:top w:val="single" w:sz="4" w:space="0" w:color="auto"/>
              <w:bottom w:val="single" w:sz="12" w:space="0" w:color="auto"/>
            </w:tcBorders>
          </w:tcPr>
          <w:p w14:paraId="2000C03A" w14:textId="4AB271BE" w:rsidR="00A85F59" w:rsidRPr="005777F5" w:rsidRDefault="005777F5" w:rsidP="00A85F59">
            <w:pPr>
              <w:spacing w:before="60" w:after="30" w:line="276" w:lineRule="auto"/>
              <w:ind w:left="-108"/>
              <w:jc w:val="right"/>
              <w:rPr>
                <w:rFonts w:ascii="Arial" w:hAnsi="Arial" w:cs="Arial"/>
                <w:sz w:val="19"/>
                <w:szCs w:val="19"/>
                <w:cs/>
                <w:lang w:val="en-GB"/>
              </w:rPr>
            </w:pPr>
            <w:r w:rsidRPr="005777F5">
              <w:rPr>
                <w:rFonts w:ascii="Arial" w:hAnsi="Arial" w:cs="Arial"/>
                <w:sz w:val="19"/>
                <w:szCs w:val="19"/>
                <w:lang w:val="en-GB"/>
              </w:rPr>
              <w:t>1,015,343</w:t>
            </w:r>
          </w:p>
        </w:tc>
        <w:tc>
          <w:tcPr>
            <w:tcW w:w="236" w:type="dxa"/>
            <w:vAlign w:val="bottom"/>
          </w:tcPr>
          <w:p w14:paraId="57DB2718" w14:textId="143FC914" w:rsidR="00A85F59" w:rsidRPr="00EE62BB" w:rsidRDefault="00A85F59" w:rsidP="00A85F59">
            <w:pPr>
              <w:spacing w:before="60" w:after="30" w:line="276" w:lineRule="auto"/>
              <w:jc w:val="right"/>
              <w:rPr>
                <w:rFonts w:ascii="Arial" w:hAnsi="Arial" w:cs="Arial"/>
                <w:snapToGrid w:val="0"/>
                <w:sz w:val="19"/>
                <w:szCs w:val="19"/>
                <w:lang w:eastAsia="th-TH"/>
              </w:rPr>
            </w:pPr>
          </w:p>
        </w:tc>
        <w:tc>
          <w:tcPr>
            <w:tcW w:w="1953" w:type="dxa"/>
            <w:tcBorders>
              <w:top w:val="single" w:sz="4" w:space="0" w:color="auto"/>
              <w:bottom w:val="single" w:sz="12" w:space="0" w:color="auto"/>
            </w:tcBorders>
            <w:vAlign w:val="bottom"/>
          </w:tcPr>
          <w:p w14:paraId="0D779C23" w14:textId="3F59B5B1" w:rsidR="00A85F59" w:rsidRPr="009240AC" w:rsidRDefault="009240AC" w:rsidP="00A85F59">
            <w:pPr>
              <w:spacing w:before="60" w:after="30" w:line="276" w:lineRule="auto"/>
              <w:ind w:left="-108"/>
              <w:jc w:val="right"/>
              <w:rPr>
                <w:rFonts w:ascii="Arial" w:hAnsi="Arial" w:cs="Arial"/>
                <w:sz w:val="19"/>
                <w:szCs w:val="19"/>
                <w:lang w:val="en-GB"/>
              </w:rPr>
            </w:pPr>
            <w:r w:rsidRPr="009240AC">
              <w:rPr>
                <w:rFonts w:ascii="Arial" w:hAnsi="Arial" w:cs="Arial"/>
                <w:sz w:val="19"/>
                <w:szCs w:val="19"/>
                <w:lang w:val="en-GB"/>
              </w:rPr>
              <w:t>1,004,305</w:t>
            </w:r>
          </w:p>
        </w:tc>
      </w:tr>
    </w:tbl>
    <w:p w14:paraId="517CF1C1" w14:textId="17FAE9A7" w:rsidR="003658E4" w:rsidRDefault="003658E4" w:rsidP="003658E4">
      <w:pPr>
        <w:spacing w:line="360" w:lineRule="auto"/>
        <w:jc w:val="thaiDistribute"/>
        <w:rPr>
          <w:rFonts w:ascii="Arial" w:hAnsi="Arial" w:cs="Arial"/>
        </w:rPr>
      </w:pPr>
    </w:p>
    <w:p w14:paraId="299BA154" w14:textId="77777777" w:rsidR="007414C6" w:rsidRPr="0056419E" w:rsidRDefault="007414C6" w:rsidP="003658E4">
      <w:pPr>
        <w:spacing w:line="360" w:lineRule="auto"/>
        <w:jc w:val="thaiDistribute"/>
        <w:rPr>
          <w:rFonts w:ascii="Arial" w:hAnsi="Arial" w:cs="Arial"/>
        </w:rPr>
      </w:pPr>
    </w:p>
    <w:p w14:paraId="69F444EB" w14:textId="50E83C2A" w:rsidR="00774619" w:rsidRPr="00B35B43" w:rsidRDefault="002B0DA7"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B35B43">
        <w:rPr>
          <w:rFonts w:ascii="Arial" w:hAnsi="Arial" w:cs="Arial"/>
          <w:b/>
          <w:bCs/>
          <w:spacing w:val="-4"/>
          <w:sz w:val="19"/>
          <w:szCs w:val="19"/>
          <w:lang w:val="en-GB"/>
        </w:rPr>
        <w:lastRenderedPageBreak/>
        <w:t>BANK OVERDRAFTS AND SHORT–TERM LOANS FROM FINANCIAL</w:t>
      </w:r>
      <w:r w:rsidR="00AA4B55" w:rsidRPr="00B35B43">
        <w:rPr>
          <w:rFonts w:ascii="Arial" w:hAnsi="Arial" w:cs="Arial"/>
          <w:b/>
          <w:bCs/>
          <w:spacing w:val="-4"/>
          <w:sz w:val="19"/>
          <w:szCs w:val="19"/>
          <w:lang w:val="en-GB"/>
        </w:rPr>
        <w:t xml:space="preserve"> INSTITUTIONS</w:t>
      </w:r>
    </w:p>
    <w:p w14:paraId="5BBA725C" w14:textId="77777777" w:rsidR="00DC7AC1" w:rsidRPr="00EE62BB" w:rsidRDefault="00DC7AC1" w:rsidP="00AD070B">
      <w:pPr>
        <w:spacing w:line="360" w:lineRule="auto"/>
        <w:ind w:left="450"/>
        <w:jc w:val="thaiDistribute"/>
        <w:rPr>
          <w:rFonts w:ascii="Arial" w:hAnsi="Arial" w:cs="Arial"/>
          <w:sz w:val="19"/>
          <w:szCs w:val="19"/>
        </w:rPr>
      </w:pPr>
    </w:p>
    <w:tbl>
      <w:tblPr>
        <w:tblW w:w="8922" w:type="dxa"/>
        <w:tblInd w:w="420" w:type="dxa"/>
        <w:tblLayout w:type="fixed"/>
        <w:tblLook w:val="0000" w:firstRow="0" w:lastRow="0" w:firstColumn="0" w:lastColumn="0" w:noHBand="0" w:noVBand="0"/>
      </w:tblPr>
      <w:tblGrid>
        <w:gridCol w:w="2847"/>
        <w:gridCol w:w="1422"/>
        <w:gridCol w:w="284"/>
        <w:gridCol w:w="1277"/>
        <w:gridCol w:w="269"/>
        <w:gridCol w:w="1291"/>
        <w:gridCol w:w="283"/>
        <w:gridCol w:w="1249"/>
      </w:tblGrid>
      <w:tr w:rsidR="008E122D" w:rsidRPr="00EE62BB" w14:paraId="66523ED7" w14:textId="77777777" w:rsidTr="007414C6">
        <w:trPr>
          <w:cantSplit/>
        </w:trPr>
        <w:tc>
          <w:tcPr>
            <w:tcW w:w="2847" w:type="dxa"/>
          </w:tcPr>
          <w:p w14:paraId="6F6F7C75" w14:textId="77777777" w:rsidR="008E122D" w:rsidRPr="00EE62BB" w:rsidRDefault="008E122D">
            <w:pPr>
              <w:pStyle w:val="3"/>
              <w:tabs>
                <w:tab w:val="clear" w:pos="360"/>
                <w:tab w:val="clear" w:pos="720"/>
              </w:tabs>
              <w:spacing w:before="60" w:after="30" w:line="276" w:lineRule="auto"/>
              <w:ind w:left="-295"/>
              <w:jc w:val="center"/>
              <w:rPr>
                <w:rFonts w:ascii="Arial" w:hAnsi="Arial" w:cs="Arial"/>
                <w:sz w:val="18"/>
                <w:szCs w:val="18"/>
              </w:rPr>
            </w:pPr>
          </w:p>
        </w:tc>
        <w:tc>
          <w:tcPr>
            <w:tcW w:w="1422" w:type="dxa"/>
            <w:tcBorders>
              <w:left w:val="nil"/>
            </w:tcBorders>
          </w:tcPr>
          <w:p w14:paraId="23067B75" w14:textId="77777777" w:rsidR="008E122D" w:rsidRPr="00EE62BB" w:rsidRDefault="008E122D">
            <w:pPr>
              <w:pStyle w:val="3"/>
              <w:tabs>
                <w:tab w:val="clear" w:pos="360"/>
                <w:tab w:val="clear" w:pos="720"/>
              </w:tabs>
              <w:spacing w:before="60" w:after="30" w:line="276" w:lineRule="auto"/>
              <w:jc w:val="center"/>
              <w:rPr>
                <w:rFonts w:ascii="Arial" w:hAnsi="Arial" w:cs="Arial"/>
                <w:sz w:val="18"/>
                <w:szCs w:val="18"/>
              </w:rPr>
            </w:pPr>
          </w:p>
        </w:tc>
        <w:tc>
          <w:tcPr>
            <w:tcW w:w="284" w:type="dxa"/>
          </w:tcPr>
          <w:p w14:paraId="4ABB0128" w14:textId="77777777" w:rsidR="008E122D" w:rsidRPr="00EE62BB" w:rsidRDefault="008E122D">
            <w:pPr>
              <w:pStyle w:val="3"/>
              <w:tabs>
                <w:tab w:val="clear" w:pos="360"/>
                <w:tab w:val="clear" w:pos="720"/>
              </w:tabs>
              <w:spacing w:before="60" w:after="30" w:line="276" w:lineRule="auto"/>
              <w:jc w:val="center"/>
              <w:rPr>
                <w:rFonts w:ascii="Arial" w:hAnsi="Arial" w:cs="Arial"/>
                <w:sz w:val="18"/>
                <w:szCs w:val="18"/>
              </w:rPr>
            </w:pPr>
          </w:p>
        </w:tc>
        <w:tc>
          <w:tcPr>
            <w:tcW w:w="1275" w:type="dxa"/>
          </w:tcPr>
          <w:p w14:paraId="03284A94" w14:textId="77777777" w:rsidR="008E122D" w:rsidRPr="00EE62BB" w:rsidRDefault="008E122D">
            <w:pPr>
              <w:pStyle w:val="3"/>
              <w:tabs>
                <w:tab w:val="clear" w:pos="360"/>
                <w:tab w:val="clear" w:pos="720"/>
              </w:tabs>
              <w:spacing w:before="60" w:after="30" w:line="276" w:lineRule="auto"/>
              <w:jc w:val="center"/>
              <w:rPr>
                <w:rFonts w:ascii="Arial" w:hAnsi="Arial" w:cs="Arial"/>
                <w:sz w:val="18"/>
                <w:szCs w:val="18"/>
              </w:rPr>
            </w:pPr>
          </w:p>
        </w:tc>
        <w:tc>
          <w:tcPr>
            <w:tcW w:w="269" w:type="dxa"/>
          </w:tcPr>
          <w:p w14:paraId="3BC1CA96" w14:textId="77777777" w:rsidR="008E122D" w:rsidRPr="00EE62BB" w:rsidRDefault="008E122D">
            <w:pPr>
              <w:pStyle w:val="3"/>
              <w:tabs>
                <w:tab w:val="clear" w:pos="360"/>
                <w:tab w:val="clear" w:pos="720"/>
              </w:tabs>
              <w:spacing w:before="60" w:after="30" w:line="276" w:lineRule="auto"/>
              <w:jc w:val="center"/>
              <w:rPr>
                <w:rFonts w:ascii="Arial" w:hAnsi="Arial" w:cs="Arial"/>
                <w:sz w:val="18"/>
                <w:szCs w:val="18"/>
              </w:rPr>
            </w:pPr>
          </w:p>
        </w:tc>
        <w:tc>
          <w:tcPr>
            <w:tcW w:w="2823" w:type="dxa"/>
            <w:gridSpan w:val="3"/>
            <w:vAlign w:val="bottom"/>
          </w:tcPr>
          <w:p w14:paraId="1485A687" w14:textId="77777777" w:rsidR="008E122D" w:rsidRPr="00EE62BB" w:rsidRDefault="008E122D">
            <w:pPr>
              <w:spacing w:before="60" w:after="30" w:line="276" w:lineRule="auto"/>
              <w:jc w:val="right"/>
              <w:rPr>
                <w:rFonts w:ascii="Arial" w:hAnsi="Arial" w:cs="Arial"/>
                <w:sz w:val="18"/>
                <w:szCs w:val="18"/>
              </w:rPr>
            </w:pPr>
            <w:r w:rsidRPr="00EE62BB">
              <w:rPr>
                <w:rFonts w:ascii="Arial" w:hAnsi="Arial" w:cs="Arial"/>
                <w:sz w:val="18"/>
                <w:szCs w:val="18"/>
              </w:rPr>
              <w:t>(Unit: Thousand Baht)</w:t>
            </w:r>
          </w:p>
        </w:tc>
      </w:tr>
      <w:tr w:rsidR="008E122D" w:rsidRPr="00EE62BB" w14:paraId="27BAA21B" w14:textId="77777777" w:rsidTr="007414C6">
        <w:trPr>
          <w:cantSplit/>
        </w:trPr>
        <w:tc>
          <w:tcPr>
            <w:tcW w:w="2847" w:type="dxa"/>
          </w:tcPr>
          <w:p w14:paraId="7C41A7FA" w14:textId="77777777" w:rsidR="008E122D" w:rsidRPr="00EE62BB" w:rsidRDefault="008E122D">
            <w:pPr>
              <w:pStyle w:val="3"/>
              <w:tabs>
                <w:tab w:val="clear" w:pos="360"/>
                <w:tab w:val="clear" w:pos="720"/>
              </w:tabs>
              <w:spacing w:before="60" w:after="30" w:line="276" w:lineRule="auto"/>
              <w:jc w:val="center"/>
              <w:rPr>
                <w:rFonts w:ascii="Arial" w:hAnsi="Arial" w:cs="Arial"/>
                <w:sz w:val="18"/>
                <w:szCs w:val="18"/>
              </w:rPr>
            </w:pPr>
            <w:r w:rsidRPr="00EE62BB">
              <w:rPr>
                <w:rFonts w:ascii="Arial" w:hAnsi="Arial" w:cs="Arial"/>
                <w:b/>
                <w:bCs/>
                <w:sz w:val="18"/>
                <w:szCs w:val="18"/>
                <w:lang w:val="en-GB"/>
              </w:rPr>
              <w:tab/>
            </w:r>
          </w:p>
        </w:tc>
        <w:tc>
          <w:tcPr>
            <w:tcW w:w="2983" w:type="dxa"/>
            <w:gridSpan w:val="3"/>
            <w:tcBorders>
              <w:left w:val="nil"/>
              <w:bottom w:val="single" w:sz="4" w:space="0" w:color="auto"/>
            </w:tcBorders>
            <w:vAlign w:val="center"/>
          </w:tcPr>
          <w:p w14:paraId="7DD614E8" w14:textId="77777777" w:rsidR="008E122D" w:rsidRPr="00EE62BB" w:rsidRDefault="008E122D">
            <w:pPr>
              <w:spacing w:before="60" w:after="30" w:line="276" w:lineRule="auto"/>
              <w:ind w:right="72"/>
              <w:jc w:val="center"/>
              <w:rPr>
                <w:rFonts w:ascii="Arial" w:hAnsi="Arial" w:cs="Arial"/>
                <w:sz w:val="18"/>
                <w:szCs w:val="18"/>
              </w:rPr>
            </w:pPr>
            <w:r w:rsidRPr="00EE62BB">
              <w:rPr>
                <w:rFonts w:ascii="Arial" w:hAnsi="Arial" w:cs="Arial"/>
                <w:sz w:val="18"/>
                <w:szCs w:val="18"/>
              </w:rPr>
              <w:t>Interest rate per annum</w:t>
            </w:r>
          </w:p>
        </w:tc>
        <w:tc>
          <w:tcPr>
            <w:tcW w:w="269" w:type="dxa"/>
          </w:tcPr>
          <w:p w14:paraId="18ED087C" w14:textId="77777777" w:rsidR="008E122D" w:rsidRPr="00EE62BB" w:rsidRDefault="008E122D">
            <w:pPr>
              <w:spacing w:before="60" w:after="30" w:line="276" w:lineRule="auto"/>
              <w:ind w:right="72"/>
              <w:rPr>
                <w:rFonts w:ascii="Arial" w:hAnsi="Arial" w:cs="Arial"/>
                <w:sz w:val="18"/>
                <w:szCs w:val="18"/>
              </w:rPr>
            </w:pPr>
          </w:p>
        </w:tc>
        <w:tc>
          <w:tcPr>
            <w:tcW w:w="2823" w:type="dxa"/>
            <w:gridSpan w:val="3"/>
            <w:tcBorders>
              <w:bottom w:val="single" w:sz="4" w:space="0" w:color="auto"/>
            </w:tcBorders>
            <w:vAlign w:val="bottom"/>
          </w:tcPr>
          <w:p w14:paraId="586B4ECB" w14:textId="5B058A43" w:rsidR="008E122D" w:rsidRPr="00EE62BB" w:rsidRDefault="008E122D">
            <w:pPr>
              <w:spacing w:before="60" w:after="30" w:line="276" w:lineRule="auto"/>
              <w:jc w:val="center"/>
              <w:rPr>
                <w:rFonts w:ascii="Arial" w:hAnsi="Arial" w:cs="Arial"/>
                <w:sz w:val="18"/>
                <w:szCs w:val="18"/>
              </w:rPr>
            </w:pPr>
            <w:r w:rsidRPr="00EE62BB">
              <w:rPr>
                <w:rFonts w:ascii="Arial" w:hAnsi="Arial" w:cs="Arial"/>
                <w:sz w:val="18"/>
                <w:szCs w:val="18"/>
              </w:rPr>
              <w:t xml:space="preserve">Consolidated </w:t>
            </w:r>
            <w:r w:rsidR="00CC14D1">
              <w:rPr>
                <w:rFonts w:ascii="Arial" w:hAnsi="Arial" w:cstheme="minorBidi"/>
                <w:sz w:val="18"/>
                <w:szCs w:val="18"/>
                <w:cs/>
              </w:rPr>
              <w:br/>
            </w:r>
            <w:r w:rsidR="00CC14D1" w:rsidRPr="00CC14D1">
              <w:rPr>
                <w:rFonts w:ascii="Arial" w:hAnsi="Arial" w:cs="Arial"/>
                <w:sz w:val="18"/>
                <w:szCs w:val="18"/>
              </w:rPr>
              <w:t>financial information</w:t>
            </w:r>
          </w:p>
        </w:tc>
      </w:tr>
      <w:tr w:rsidR="008E122D" w:rsidRPr="00EE62BB" w14:paraId="5641DA47" w14:textId="77777777" w:rsidTr="007414C6">
        <w:trPr>
          <w:cantSplit/>
        </w:trPr>
        <w:tc>
          <w:tcPr>
            <w:tcW w:w="2847" w:type="dxa"/>
            <w:vAlign w:val="bottom"/>
          </w:tcPr>
          <w:p w14:paraId="3DE9AFEA" w14:textId="77777777" w:rsidR="008E122D" w:rsidRPr="00EE62BB" w:rsidRDefault="008E122D">
            <w:pPr>
              <w:spacing w:before="60" w:after="30" w:line="276" w:lineRule="auto"/>
              <w:ind w:left="-88"/>
              <w:rPr>
                <w:rFonts w:ascii="Arial" w:hAnsi="Arial" w:cs="Arial"/>
                <w:sz w:val="18"/>
                <w:szCs w:val="18"/>
                <w:lang w:val="en-GB"/>
              </w:rPr>
            </w:pPr>
          </w:p>
        </w:tc>
        <w:tc>
          <w:tcPr>
            <w:tcW w:w="1422" w:type="dxa"/>
            <w:tcBorders>
              <w:left w:val="nil"/>
              <w:bottom w:val="single" w:sz="4" w:space="0" w:color="auto"/>
            </w:tcBorders>
            <w:vAlign w:val="bottom"/>
          </w:tcPr>
          <w:p w14:paraId="490E7022" w14:textId="0DAED57E" w:rsidR="008E122D" w:rsidRPr="00EE62BB" w:rsidRDefault="00A85F59">
            <w:pPr>
              <w:spacing w:before="60" w:after="30" w:line="276" w:lineRule="auto"/>
              <w:ind w:right="72"/>
              <w:jc w:val="center"/>
              <w:rPr>
                <w:rFonts w:ascii="Arial" w:hAnsi="Arial" w:cs="Arial"/>
                <w:sz w:val="18"/>
                <w:szCs w:val="18"/>
              </w:rPr>
            </w:pPr>
            <w:r w:rsidRPr="00EE62BB">
              <w:rPr>
                <w:rFonts w:ascii="Arial" w:hAnsi="Arial" w:cs="Arial"/>
                <w:sz w:val="19"/>
                <w:szCs w:val="19"/>
              </w:rPr>
              <w:t xml:space="preserve">31 March </w:t>
            </w:r>
            <w:r w:rsidR="00B86C7B">
              <w:rPr>
                <w:rFonts w:ascii="Arial" w:hAnsi="Arial" w:cs="Arial"/>
                <w:sz w:val="19"/>
                <w:szCs w:val="19"/>
              </w:rPr>
              <w:br/>
            </w:r>
            <w:r w:rsidRPr="00EE62BB">
              <w:rPr>
                <w:rFonts w:ascii="Arial" w:hAnsi="Arial" w:cs="Arial"/>
                <w:sz w:val="19"/>
                <w:szCs w:val="19"/>
              </w:rPr>
              <w:t>2024</w:t>
            </w:r>
          </w:p>
        </w:tc>
        <w:tc>
          <w:tcPr>
            <w:tcW w:w="284" w:type="dxa"/>
          </w:tcPr>
          <w:p w14:paraId="49F0B72C" w14:textId="77777777" w:rsidR="008E122D" w:rsidRPr="00EE62BB" w:rsidRDefault="008E122D">
            <w:pPr>
              <w:spacing w:before="60" w:after="30" w:line="276" w:lineRule="auto"/>
              <w:ind w:right="72"/>
              <w:jc w:val="center"/>
              <w:rPr>
                <w:rFonts w:ascii="Arial" w:hAnsi="Arial" w:cs="Arial"/>
                <w:sz w:val="18"/>
                <w:szCs w:val="18"/>
              </w:rPr>
            </w:pPr>
          </w:p>
        </w:tc>
        <w:tc>
          <w:tcPr>
            <w:tcW w:w="1275" w:type="dxa"/>
            <w:tcBorders>
              <w:bottom w:val="single" w:sz="4" w:space="0" w:color="auto"/>
            </w:tcBorders>
            <w:vAlign w:val="bottom"/>
          </w:tcPr>
          <w:p w14:paraId="32AFDF43" w14:textId="605F3C00" w:rsidR="008E122D" w:rsidRPr="00EE62BB" w:rsidRDefault="000618EE" w:rsidP="00A638BA">
            <w:pPr>
              <w:spacing w:before="60" w:after="30" w:line="276" w:lineRule="auto"/>
              <w:ind w:right="-105" w:hanging="126"/>
              <w:jc w:val="center"/>
              <w:rPr>
                <w:rFonts w:ascii="Arial" w:hAnsi="Arial" w:cs="Arial"/>
                <w:sz w:val="18"/>
                <w:szCs w:val="18"/>
              </w:rPr>
            </w:pPr>
            <w:r w:rsidRPr="00EE62BB">
              <w:rPr>
                <w:rFonts w:ascii="Arial" w:hAnsi="Arial" w:cs="Arial"/>
                <w:sz w:val="19"/>
                <w:szCs w:val="19"/>
              </w:rPr>
              <w:t xml:space="preserve">31 December </w:t>
            </w:r>
            <w:r w:rsidR="008E122D" w:rsidRPr="00EE62BB">
              <w:rPr>
                <w:rFonts w:ascii="Arial" w:hAnsi="Arial" w:cs="Arial"/>
                <w:sz w:val="19"/>
                <w:szCs w:val="19"/>
                <w:lang w:val="en-GB"/>
              </w:rPr>
              <w:t>202</w:t>
            </w:r>
            <w:r w:rsidR="00161611" w:rsidRPr="00EE62BB">
              <w:rPr>
                <w:rFonts w:ascii="Arial" w:hAnsi="Arial" w:cs="Arial"/>
                <w:sz w:val="19"/>
                <w:szCs w:val="19"/>
                <w:lang w:val="en-GB"/>
              </w:rPr>
              <w:t>3</w:t>
            </w:r>
          </w:p>
        </w:tc>
        <w:tc>
          <w:tcPr>
            <w:tcW w:w="269" w:type="dxa"/>
          </w:tcPr>
          <w:p w14:paraId="2014E3BC" w14:textId="77777777" w:rsidR="008E122D" w:rsidRPr="00EE62BB" w:rsidRDefault="008E122D">
            <w:pPr>
              <w:spacing w:before="60" w:after="30" w:line="276" w:lineRule="auto"/>
              <w:ind w:right="72"/>
              <w:jc w:val="center"/>
              <w:rPr>
                <w:rFonts w:ascii="Arial" w:hAnsi="Arial" w:cs="Arial"/>
                <w:sz w:val="18"/>
                <w:szCs w:val="18"/>
              </w:rPr>
            </w:pPr>
          </w:p>
        </w:tc>
        <w:tc>
          <w:tcPr>
            <w:tcW w:w="1291" w:type="dxa"/>
            <w:tcBorders>
              <w:bottom w:val="single" w:sz="4" w:space="0" w:color="auto"/>
            </w:tcBorders>
            <w:vAlign w:val="bottom"/>
          </w:tcPr>
          <w:p w14:paraId="5C716755" w14:textId="1FC957F2" w:rsidR="008E122D" w:rsidRPr="00EE62BB" w:rsidRDefault="00A85F59">
            <w:pPr>
              <w:spacing w:before="60" w:after="30" w:line="276" w:lineRule="auto"/>
              <w:ind w:right="20" w:hanging="72"/>
              <w:jc w:val="center"/>
              <w:rPr>
                <w:rFonts w:ascii="Arial" w:hAnsi="Arial" w:cs="Arial"/>
                <w:sz w:val="18"/>
                <w:szCs w:val="18"/>
              </w:rPr>
            </w:pPr>
            <w:r w:rsidRPr="00EE62BB">
              <w:rPr>
                <w:rFonts w:ascii="Arial" w:hAnsi="Arial" w:cs="Arial"/>
                <w:sz w:val="19"/>
                <w:szCs w:val="19"/>
              </w:rPr>
              <w:t xml:space="preserve">31 March </w:t>
            </w:r>
            <w:r w:rsidR="00B86C7B">
              <w:rPr>
                <w:rFonts w:ascii="Arial" w:hAnsi="Arial" w:cs="Arial"/>
                <w:sz w:val="19"/>
                <w:szCs w:val="19"/>
              </w:rPr>
              <w:br/>
            </w:r>
            <w:r w:rsidRPr="00EE62BB">
              <w:rPr>
                <w:rFonts w:ascii="Arial" w:hAnsi="Arial" w:cs="Arial"/>
                <w:sz w:val="19"/>
                <w:szCs w:val="19"/>
              </w:rPr>
              <w:t>2024</w:t>
            </w:r>
          </w:p>
        </w:tc>
        <w:tc>
          <w:tcPr>
            <w:tcW w:w="283" w:type="dxa"/>
          </w:tcPr>
          <w:p w14:paraId="0595FF06" w14:textId="77777777" w:rsidR="008E122D" w:rsidRPr="00EE62BB" w:rsidRDefault="008E122D">
            <w:pPr>
              <w:pStyle w:val="BodyTextIndent3"/>
              <w:spacing w:before="60" w:after="30" w:line="276" w:lineRule="auto"/>
              <w:ind w:left="0"/>
              <w:jc w:val="center"/>
              <w:rPr>
                <w:rFonts w:ascii="Arial" w:hAnsi="Arial" w:cs="Arial"/>
                <w:sz w:val="18"/>
                <w:szCs w:val="18"/>
                <w:lang w:val="en-GB"/>
              </w:rPr>
            </w:pPr>
          </w:p>
        </w:tc>
        <w:tc>
          <w:tcPr>
            <w:tcW w:w="1249" w:type="dxa"/>
            <w:tcBorders>
              <w:bottom w:val="single" w:sz="4" w:space="0" w:color="auto"/>
            </w:tcBorders>
            <w:vAlign w:val="bottom"/>
          </w:tcPr>
          <w:p w14:paraId="6665462B" w14:textId="48ED5DCE" w:rsidR="008E122D" w:rsidRPr="00EE62BB" w:rsidRDefault="00AC54B6">
            <w:pPr>
              <w:spacing w:before="60" w:after="30" w:line="276" w:lineRule="auto"/>
              <w:ind w:left="-98" w:right="-89"/>
              <w:jc w:val="center"/>
              <w:rPr>
                <w:rFonts w:ascii="Arial" w:hAnsi="Arial" w:cs="Arial"/>
                <w:sz w:val="18"/>
                <w:szCs w:val="18"/>
                <w:lang w:val="en-GB"/>
              </w:rPr>
            </w:pPr>
            <w:r w:rsidRPr="00EE62BB">
              <w:rPr>
                <w:rFonts w:ascii="Arial" w:hAnsi="Arial" w:cs="Arial"/>
                <w:sz w:val="19"/>
                <w:szCs w:val="19"/>
              </w:rPr>
              <w:t xml:space="preserve">31 December </w:t>
            </w:r>
            <w:r w:rsidR="008E122D" w:rsidRPr="00EE62BB">
              <w:rPr>
                <w:rFonts w:ascii="Arial" w:hAnsi="Arial" w:cs="Arial"/>
                <w:sz w:val="19"/>
                <w:szCs w:val="19"/>
                <w:lang w:val="en-GB"/>
              </w:rPr>
              <w:t>202</w:t>
            </w:r>
            <w:r w:rsidR="00161611" w:rsidRPr="00EE62BB">
              <w:rPr>
                <w:rFonts w:ascii="Arial" w:hAnsi="Arial" w:cs="Arial"/>
                <w:sz w:val="19"/>
                <w:szCs w:val="19"/>
                <w:lang w:val="en-GB"/>
              </w:rPr>
              <w:t>3</w:t>
            </w:r>
          </w:p>
        </w:tc>
      </w:tr>
      <w:tr w:rsidR="008E122D" w:rsidRPr="00EE62BB" w14:paraId="13C25157" w14:textId="77777777" w:rsidTr="007414C6">
        <w:trPr>
          <w:cantSplit/>
          <w:trHeight w:hRule="exact" w:val="347"/>
        </w:trPr>
        <w:tc>
          <w:tcPr>
            <w:tcW w:w="2847" w:type="dxa"/>
            <w:vAlign w:val="bottom"/>
          </w:tcPr>
          <w:p w14:paraId="375FBCE5" w14:textId="77777777" w:rsidR="008E122D" w:rsidRPr="00EE62BB" w:rsidRDefault="008E122D">
            <w:pPr>
              <w:spacing w:before="60" w:after="30" w:line="276" w:lineRule="auto"/>
              <w:ind w:left="-88"/>
              <w:rPr>
                <w:rFonts w:ascii="Arial" w:hAnsi="Arial" w:cs="Arial"/>
                <w:sz w:val="18"/>
                <w:szCs w:val="18"/>
                <w:lang w:val="en-GB"/>
              </w:rPr>
            </w:pPr>
          </w:p>
        </w:tc>
        <w:tc>
          <w:tcPr>
            <w:tcW w:w="1422" w:type="dxa"/>
            <w:tcBorders>
              <w:top w:val="single" w:sz="4" w:space="0" w:color="auto"/>
              <w:left w:val="nil"/>
            </w:tcBorders>
            <w:vAlign w:val="bottom"/>
          </w:tcPr>
          <w:p w14:paraId="6EDE74A1" w14:textId="77777777" w:rsidR="008E122D" w:rsidRPr="00EE62BB" w:rsidRDefault="008E122D">
            <w:pPr>
              <w:spacing w:before="60" w:after="30" w:line="276" w:lineRule="auto"/>
              <w:jc w:val="right"/>
              <w:rPr>
                <w:rFonts w:ascii="Arial" w:hAnsi="Arial" w:cs="Arial"/>
                <w:sz w:val="18"/>
                <w:szCs w:val="18"/>
              </w:rPr>
            </w:pPr>
          </w:p>
        </w:tc>
        <w:tc>
          <w:tcPr>
            <w:tcW w:w="284" w:type="dxa"/>
          </w:tcPr>
          <w:p w14:paraId="672D43B7" w14:textId="77777777" w:rsidR="008E122D" w:rsidRPr="00EE62BB" w:rsidRDefault="008E122D">
            <w:pPr>
              <w:spacing w:before="60" w:after="30" w:line="276" w:lineRule="auto"/>
              <w:jc w:val="right"/>
              <w:rPr>
                <w:rFonts w:ascii="Arial" w:hAnsi="Arial" w:cs="Arial"/>
                <w:sz w:val="18"/>
                <w:szCs w:val="18"/>
              </w:rPr>
            </w:pPr>
          </w:p>
        </w:tc>
        <w:tc>
          <w:tcPr>
            <w:tcW w:w="1275" w:type="dxa"/>
          </w:tcPr>
          <w:p w14:paraId="4E8BADCE" w14:textId="77777777" w:rsidR="008E122D" w:rsidRPr="00EE62BB" w:rsidRDefault="008E122D">
            <w:pPr>
              <w:spacing w:before="60" w:after="30" w:line="276" w:lineRule="auto"/>
              <w:jc w:val="right"/>
              <w:rPr>
                <w:rFonts w:ascii="Arial" w:hAnsi="Arial" w:cs="Arial"/>
                <w:sz w:val="18"/>
                <w:szCs w:val="18"/>
              </w:rPr>
            </w:pPr>
          </w:p>
        </w:tc>
        <w:tc>
          <w:tcPr>
            <w:tcW w:w="269" w:type="dxa"/>
            <w:vAlign w:val="bottom"/>
          </w:tcPr>
          <w:p w14:paraId="5F978802" w14:textId="77777777" w:rsidR="008E122D" w:rsidRPr="00EE62BB" w:rsidRDefault="008E122D">
            <w:pPr>
              <w:spacing w:before="60" w:after="30" w:line="276" w:lineRule="auto"/>
              <w:jc w:val="right"/>
              <w:rPr>
                <w:rFonts w:ascii="Arial" w:hAnsi="Arial" w:cs="Arial"/>
                <w:sz w:val="18"/>
                <w:szCs w:val="18"/>
              </w:rPr>
            </w:pPr>
          </w:p>
        </w:tc>
        <w:tc>
          <w:tcPr>
            <w:tcW w:w="1291" w:type="dxa"/>
            <w:tcBorders>
              <w:top w:val="single" w:sz="4" w:space="0" w:color="auto"/>
            </w:tcBorders>
            <w:vAlign w:val="bottom"/>
          </w:tcPr>
          <w:p w14:paraId="53499C34" w14:textId="77777777" w:rsidR="008E122D" w:rsidRPr="00EE62BB" w:rsidRDefault="008E122D">
            <w:pPr>
              <w:spacing w:before="60" w:after="30" w:line="276" w:lineRule="auto"/>
              <w:jc w:val="right"/>
              <w:rPr>
                <w:rFonts w:ascii="Arial" w:hAnsi="Arial" w:cs="Arial"/>
                <w:sz w:val="18"/>
                <w:szCs w:val="18"/>
              </w:rPr>
            </w:pPr>
          </w:p>
        </w:tc>
        <w:tc>
          <w:tcPr>
            <w:tcW w:w="283" w:type="dxa"/>
            <w:vAlign w:val="bottom"/>
          </w:tcPr>
          <w:p w14:paraId="49FA4ACF" w14:textId="77777777" w:rsidR="008E122D" w:rsidRPr="00EE62BB" w:rsidRDefault="008E122D">
            <w:pPr>
              <w:pStyle w:val="BalloonText"/>
              <w:spacing w:before="60" w:after="30" w:line="276" w:lineRule="auto"/>
              <w:ind w:left="-157"/>
              <w:jc w:val="right"/>
              <w:rPr>
                <w:rFonts w:ascii="Arial" w:hAnsi="Arial" w:cs="Arial"/>
                <w:sz w:val="18"/>
                <w:szCs w:val="18"/>
              </w:rPr>
            </w:pPr>
          </w:p>
        </w:tc>
        <w:tc>
          <w:tcPr>
            <w:tcW w:w="1249" w:type="dxa"/>
            <w:tcBorders>
              <w:top w:val="single" w:sz="4" w:space="0" w:color="auto"/>
            </w:tcBorders>
            <w:vAlign w:val="bottom"/>
          </w:tcPr>
          <w:p w14:paraId="2214D1D3" w14:textId="77777777" w:rsidR="008E122D" w:rsidRPr="00EE62BB" w:rsidRDefault="008E122D">
            <w:pPr>
              <w:spacing w:before="60" w:after="30" w:line="276" w:lineRule="auto"/>
              <w:jc w:val="right"/>
              <w:rPr>
                <w:rFonts w:ascii="Arial" w:hAnsi="Arial" w:cs="Arial"/>
                <w:sz w:val="18"/>
                <w:szCs w:val="18"/>
              </w:rPr>
            </w:pPr>
          </w:p>
        </w:tc>
      </w:tr>
      <w:tr w:rsidR="00D81175" w:rsidRPr="00EE62BB" w14:paraId="1B40D751" w14:textId="77777777" w:rsidTr="007414C6">
        <w:trPr>
          <w:cantSplit/>
          <w:trHeight w:val="68"/>
        </w:trPr>
        <w:tc>
          <w:tcPr>
            <w:tcW w:w="2847" w:type="dxa"/>
          </w:tcPr>
          <w:p w14:paraId="20B7273C" w14:textId="77777777" w:rsidR="00D81175" w:rsidRPr="00EE62BB" w:rsidRDefault="00D81175" w:rsidP="00D81175">
            <w:pPr>
              <w:pStyle w:val="CharCharCharCharCharCharCharCharCharCharCharChar"/>
              <w:spacing w:before="60" w:after="30" w:line="276" w:lineRule="auto"/>
              <w:rPr>
                <w:rFonts w:ascii="Arial" w:hAnsi="Arial" w:cs="Arial"/>
                <w:sz w:val="18"/>
                <w:szCs w:val="18"/>
              </w:rPr>
            </w:pPr>
            <w:r w:rsidRPr="00EE62BB">
              <w:rPr>
                <w:rFonts w:ascii="Arial" w:hAnsi="Arial" w:cs="Arial"/>
                <w:sz w:val="18"/>
                <w:szCs w:val="18"/>
              </w:rPr>
              <w:t>Bank overdraft</w:t>
            </w:r>
          </w:p>
        </w:tc>
        <w:tc>
          <w:tcPr>
            <w:tcW w:w="1422" w:type="dxa"/>
            <w:tcBorders>
              <w:left w:val="nil"/>
            </w:tcBorders>
          </w:tcPr>
          <w:p w14:paraId="2D68FE37" w14:textId="78AC8A0D" w:rsidR="00D81175" w:rsidRPr="00377A86" w:rsidRDefault="00D81175" w:rsidP="00D81175">
            <w:pPr>
              <w:spacing w:before="60" w:after="30" w:line="276" w:lineRule="auto"/>
              <w:jc w:val="center"/>
              <w:rPr>
                <w:rFonts w:ascii="Arial" w:hAnsi="Arial" w:cs="Arial"/>
                <w:color w:val="000000" w:themeColor="text1"/>
                <w:sz w:val="19"/>
                <w:szCs w:val="19"/>
              </w:rPr>
            </w:pPr>
            <w:r w:rsidRPr="00377A86">
              <w:rPr>
                <w:rFonts w:ascii="Arial" w:hAnsi="Arial" w:cs="Arial"/>
                <w:color w:val="000000" w:themeColor="text1"/>
                <w:sz w:val="19"/>
                <w:szCs w:val="19"/>
              </w:rPr>
              <w:t>7.33 - 7.52</w:t>
            </w:r>
          </w:p>
        </w:tc>
        <w:tc>
          <w:tcPr>
            <w:tcW w:w="284" w:type="dxa"/>
          </w:tcPr>
          <w:p w14:paraId="2FED6085" w14:textId="77777777" w:rsidR="00D81175" w:rsidRPr="00EE62BB" w:rsidRDefault="00D81175" w:rsidP="00D81175">
            <w:pPr>
              <w:spacing w:before="60" w:after="30" w:line="276" w:lineRule="auto"/>
              <w:jc w:val="center"/>
              <w:rPr>
                <w:rFonts w:ascii="Arial" w:hAnsi="Arial" w:cs="Arial"/>
                <w:sz w:val="18"/>
                <w:szCs w:val="18"/>
              </w:rPr>
            </w:pPr>
          </w:p>
        </w:tc>
        <w:tc>
          <w:tcPr>
            <w:tcW w:w="1275" w:type="dxa"/>
          </w:tcPr>
          <w:p w14:paraId="409C8E4E" w14:textId="065E2DB2" w:rsidR="00D81175" w:rsidRPr="00EE62BB" w:rsidRDefault="00D81175" w:rsidP="00D81175">
            <w:pPr>
              <w:spacing w:before="60" w:after="30" w:line="276" w:lineRule="auto"/>
              <w:jc w:val="center"/>
              <w:rPr>
                <w:rFonts w:ascii="Arial" w:hAnsi="Arial" w:cs="Arial"/>
                <w:sz w:val="19"/>
                <w:szCs w:val="19"/>
              </w:rPr>
            </w:pPr>
            <w:r w:rsidRPr="00EE62BB">
              <w:rPr>
                <w:rFonts w:ascii="Arial" w:hAnsi="Arial" w:cs="Arial"/>
                <w:color w:val="000000" w:themeColor="text1"/>
                <w:sz w:val="19"/>
                <w:szCs w:val="19"/>
              </w:rPr>
              <w:t xml:space="preserve">7.52 </w:t>
            </w:r>
            <w:r w:rsidR="00361E31">
              <w:rPr>
                <w:rFonts w:ascii="Arial" w:hAnsi="Arial" w:cs="Arial"/>
                <w:color w:val="000000" w:themeColor="text1"/>
                <w:sz w:val="19"/>
                <w:szCs w:val="19"/>
              </w:rPr>
              <w:t>-</w:t>
            </w:r>
            <w:r w:rsidRPr="00EE62BB">
              <w:rPr>
                <w:rFonts w:ascii="Arial" w:hAnsi="Arial" w:cs="Arial"/>
                <w:color w:val="000000" w:themeColor="text1"/>
                <w:sz w:val="19"/>
                <w:szCs w:val="19"/>
              </w:rPr>
              <w:t xml:space="preserve"> 7.58</w:t>
            </w:r>
          </w:p>
        </w:tc>
        <w:tc>
          <w:tcPr>
            <w:tcW w:w="269" w:type="dxa"/>
          </w:tcPr>
          <w:p w14:paraId="510C24D2" w14:textId="77777777" w:rsidR="00D81175" w:rsidRPr="00EE62BB" w:rsidRDefault="00D81175" w:rsidP="00D81175">
            <w:pPr>
              <w:spacing w:before="60" w:after="30" w:line="276" w:lineRule="auto"/>
              <w:rPr>
                <w:rFonts w:ascii="Arial" w:hAnsi="Arial" w:cs="Arial"/>
                <w:sz w:val="19"/>
                <w:szCs w:val="19"/>
              </w:rPr>
            </w:pPr>
          </w:p>
        </w:tc>
        <w:tc>
          <w:tcPr>
            <w:tcW w:w="1291" w:type="dxa"/>
          </w:tcPr>
          <w:p w14:paraId="59ED6800" w14:textId="2523201B" w:rsidR="00D81175" w:rsidRPr="00EE62BB" w:rsidRDefault="00D81175" w:rsidP="00D81175">
            <w:pPr>
              <w:spacing w:before="60" w:after="30" w:line="276" w:lineRule="auto"/>
              <w:jc w:val="right"/>
              <w:rPr>
                <w:rFonts w:ascii="Arial" w:hAnsi="Arial" w:cs="Arial"/>
                <w:sz w:val="19"/>
                <w:szCs w:val="19"/>
              </w:rPr>
            </w:pPr>
            <w:r w:rsidRPr="00D81175">
              <w:rPr>
                <w:rFonts w:ascii="Arial" w:hAnsi="Arial" w:cs="Arial"/>
                <w:sz w:val="19"/>
                <w:szCs w:val="19"/>
              </w:rPr>
              <w:t>2,039</w:t>
            </w:r>
          </w:p>
        </w:tc>
        <w:tc>
          <w:tcPr>
            <w:tcW w:w="283" w:type="dxa"/>
          </w:tcPr>
          <w:p w14:paraId="03BBAE6E" w14:textId="77777777" w:rsidR="00D81175" w:rsidRPr="00EE62BB" w:rsidRDefault="00D81175" w:rsidP="00D81175">
            <w:pPr>
              <w:pStyle w:val="a"/>
              <w:spacing w:before="60" w:after="30" w:line="276" w:lineRule="auto"/>
              <w:ind w:left="-157" w:right="0"/>
              <w:rPr>
                <w:rFonts w:ascii="Arial" w:hAnsi="Arial" w:cs="Arial"/>
                <w:sz w:val="19"/>
                <w:szCs w:val="19"/>
                <w:lang w:eastAsia="en-US"/>
              </w:rPr>
            </w:pPr>
          </w:p>
        </w:tc>
        <w:tc>
          <w:tcPr>
            <w:tcW w:w="1249" w:type="dxa"/>
          </w:tcPr>
          <w:p w14:paraId="521F710D" w14:textId="11F8F506" w:rsidR="00D81175" w:rsidRPr="00EE62BB" w:rsidRDefault="00D81175" w:rsidP="00D81175">
            <w:pPr>
              <w:spacing w:before="60" w:after="30" w:line="276" w:lineRule="auto"/>
              <w:jc w:val="right"/>
              <w:rPr>
                <w:rFonts w:ascii="Arial" w:hAnsi="Arial" w:cs="Arial"/>
                <w:sz w:val="19"/>
                <w:szCs w:val="19"/>
              </w:rPr>
            </w:pPr>
            <w:r w:rsidRPr="00EE62BB">
              <w:rPr>
                <w:rFonts w:ascii="Arial" w:hAnsi="Arial" w:cs="Arial"/>
                <w:sz w:val="19"/>
                <w:szCs w:val="19"/>
              </w:rPr>
              <w:t>872</w:t>
            </w:r>
          </w:p>
        </w:tc>
      </w:tr>
      <w:tr w:rsidR="00D81175" w:rsidRPr="00EE62BB" w14:paraId="5F6419B9" w14:textId="77777777" w:rsidTr="007414C6">
        <w:trPr>
          <w:cantSplit/>
          <w:trHeight w:val="68"/>
        </w:trPr>
        <w:tc>
          <w:tcPr>
            <w:tcW w:w="2847" w:type="dxa"/>
          </w:tcPr>
          <w:p w14:paraId="2190FEDE" w14:textId="77777777" w:rsidR="00D81175" w:rsidRPr="00EE62BB" w:rsidRDefault="00D81175" w:rsidP="00D81175">
            <w:pPr>
              <w:pStyle w:val="CharCharCharCharCharCharCharCharCharCharCharChar"/>
              <w:spacing w:before="60" w:after="30" w:line="276" w:lineRule="auto"/>
              <w:rPr>
                <w:rFonts w:ascii="Arial" w:hAnsi="Arial" w:cs="Arial"/>
                <w:sz w:val="18"/>
                <w:szCs w:val="18"/>
              </w:rPr>
            </w:pPr>
            <w:r w:rsidRPr="00EE62BB">
              <w:rPr>
                <w:rFonts w:ascii="Arial" w:hAnsi="Arial" w:cs="Arial"/>
                <w:sz w:val="18"/>
                <w:szCs w:val="18"/>
              </w:rPr>
              <w:t>Liabilities under trust receipts</w:t>
            </w:r>
          </w:p>
        </w:tc>
        <w:tc>
          <w:tcPr>
            <w:tcW w:w="1422" w:type="dxa"/>
            <w:tcBorders>
              <w:left w:val="nil"/>
            </w:tcBorders>
          </w:tcPr>
          <w:p w14:paraId="528E4637" w14:textId="0E3912FB" w:rsidR="00D81175" w:rsidRPr="00377A86" w:rsidRDefault="00D81175" w:rsidP="00D81175">
            <w:pPr>
              <w:spacing w:before="60" w:after="30" w:line="276" w:lineRule="auto"/>
              <w:jc w:val="center"/>
              <w:rPr>
                <w:rFonts w:ascii="Arial" w:hAnsi="Arial" w:cs="Arial"/>
                <w:color w:val="000000" w:themeColor="text1"/>
                <w:sz w:val="19"/>
                <w:szCs w:val="19"/>
              </w:rPr>
            </w:pPr>
            <w:r w:rsidRPr="00377A86">
              <w:rPr>
                <w:rFonts w:ascii="Arial" w:hAnsi="Arial" w:cs="Arial"/>
                <w:color w:val="000000" w:themeColor="text1"/>
                <w:sz w:val="19"/>
                <w:szCs w:val="19"/>
              </w:rPr>
              <w:t>2.98 - 3.00</w:t>
            </w:r>
          </w:p>
        </w:tc>
        <w:tc>
          <w:tcPr>
            <w:tcW w:w="284" w:type="dxa"/>
          </w:tcPr>
          <w:p w14:paraId="37289555" w14:textId="77777777" w:rsidR="00D81175" w:rsidRPr="00EE62BB" w:rsidRDefault="00D81175" w:rsidP="00D81175">
            <w:pPr>
              <w:spacing w:before="60" w:after="30" w:line="276" w:lineRule="auto"/>
              <w:jc w:val="center"/>
              <w:rPr>
                <w:rFonts w:ascii="Arial" w:hAnsi="Arial" w:cs="Arial"/>
                <w:sz w:val="18"/>
                <w:szCs w:val="18"/>
              </w:rPr>
            </w:pPr>
          </w:p>
        </w:tc>
        <w:tc>
          <w:tcPr>
            <w:tcW w:w="1275" w:type="dxa"/>
          </w:tcPr>
          <w:p w14:paraId="2AF5A031" w14:textId="4C04827E" w:rsidR="00D81175" w:rsidRPr="00EE62BB" w:rsidRDefault="00D81175" w:rsidP="00D81175">
            <w:pPr>
              <w:spacing w:before="60" w:after="30" w:line="276" w:lineRule="auto"/>
              <w:jc w:val="center"/>
              <w:rPr>
                <w:rFonts w:ascii="Arial" w:hAnsi="Arial" w:cs="Arial"/>
                <w:sz w:val="19"/>
                <w:szCs w:val="19"/>
              </w:rPr>
            </w:pPr>
            <w:r w:rsidRPr="00EE62BB">
              <w:rPr>
                <w:rFonts w:ascii="Arial" w:hAnsi="Arial" w:cs="Arial"/>
                <w:color w:val="000000" w:themeColor="text1"/>
                <w:sz w:val="19"/>
                <w:szCs w:val="19"/>
              </w:rPr>
              <w:t>2.93</w:t>
            </w:r>
          </w:p>
        </w:tc>
        <w:tc>
          <w:tcPr>
            <w:tcW w:w="269" w:type="dxa"/>
          </w:tcPr>
          <w:p w14:paraId="2C0F4820" w14:textId="77777777" w:rsidR="00D81175" w:rsidRPr="00EE62BB" w:rsidRDefault="00D81175" w:rsidP="00D81175">
            <w:pPr>
              <w:spacing w:before="60" w:after="30" w:line="276" w:lineRule="auto"/>
              <w:rPr>
                <w:rFonts w:ascii="Arial" w:hAnsi="Arial" w:cs="Arial"/>
                <w:sz w:val="19"/>
                <w:szCs w:val="19"/>
              </w:rPr>
            </w:pPr>
          </w:p>
        </w:tc>
        <w:tc>
          <w:tcPr>
            <w:tcW w:w="1291" w:type="dxa"/>
          </w:tcPr>
          <w:p w14:paraId="614EC2AC" w14:textId="4F936CEC" w:rsidR="00D81175" w:rsidRPr="00EE62BB" w:rsidRDefault="00D81175" w:rsidP="00D81175">
            <w:pPr>
              <w:spacing w:before="60" w:after="30" w:line="276" w:lineRule="auto"/>
              <w:jc w:val="right"/>
              <w:rPr>
                <w:rFonts w:ascii="Arial" w:hAnsi="Arial" w:cs="Arial"/>
                <w:sz w:val="19"/>
                <w:szCs w:val="19"/>
              </w:rPr>
            </w:pPr>
            <w:r w:rsidRPr="00D81175">
              <w:rPr>
                <w:rFonts w:ascii="Arial" w:hAnsi="Arial" w:cs="Arial"/>
                <w:sz w:val="19"/>
                <w:szCs w:val="19"/>
              </w:rPr>
              <w:t>29,000</w:t>
            </w:r>
          </w:p>
        </w:tc>
        <w:tc>
          <w:tcPr>
            <w:tcW w:w="283" w:type="dxa"/>
          </w:tcPr>
          <w:p w14:paraId="258F3287" w14:textId="77777777" w:rsidR="00D81175" w:rsidRPr="00EE62BB" w:rsidRDefault="00D81175" w:rsidP="00D81175">
            <w:pPr>
              <w:pStyle w:val="a"/>
              <w:spacing w:before="60" w:after="30" w:line="276" w:lineRule="auto"/>
              <w:ind w:left="-157" w:right="0"/>
              <w:rPr>
                <w:rFonts w:ascii="Arial" w:hAnsi="Arial" w:cs="Arial"/>
                <w:sz w:val="19"/>
                <w:szCs w:val="19"/>
                <w:lang w:eastAsia="en-US"/>
              </w:rPr>
            </w:pPr>
          </w:p>
        </w:tc>
        <w:tc>
          <w:tcPr>
            <w:tcW w:w="1249" w:type="dxa"/>
          </w:tcPr>
          <w:p w14:paraId="01922A0E" w14:textId="16DCA453" w:rsidR="00D81175" w:rsidRPr="00EE62BB" w:rsidRDefault="00D81175" w:rsidP="00D81175">
            <w:pPr>
              <w:spacing w:before="60" w:after="30" w:line="276" w:lineRule="auto"/>
              <w:jc w:val="right"/>
              <w:rPr>
                <w:rFonts w:ascii="Arial" w:hAnsi="Arial" w:cs="Arial"/>
                <w:sz w:val="19"/>
                <w:szCs w:val="19"/>
              </w:rPr>
            </w:pPr>
            <w:r w:rsidRPr="00EE62BB">
              <w:rPr>
                <w:rFonts w:ascii="Arial" w:hAnsi="Arial" w:cs="Arial"/>
                <w:sz w:val="19"/>
                <w:szCs w:val="19"/>
              </w:rPr>
              <w:t>23,566</w:t>
            </w:r>
          </w:p>
        </w:tc>
      </w:tr>
      <w:tr w:rsidR="00D81175" w:rsidRPr="00EE62BB" w14:paraId="12E7D2E0" w14:textId="77777777" w:rsidTr="007414C6">
        <w:trPr>
          <w:cantSplit/>
          <w:trHeight w:val="68"/>
        </w:trPr>
        <w:tc>
          <w:tcPr>
            <w:tcW w:w="2847" w:type="dxa"/>
          </w:tcPr>
          <w:p w14:paraId="1E3BC8B8" w14:textId="77777777" w:rsidR="00D81175" w:rsidRPr="00EE62BB" w:rsidRDefault="00D81175" w:rsidP="00D81175">
            <w:pPr>
              <w:pStyle w:val="CharCharCharCharCharCharCharCharCharCharCharChar"/>
              <w:spacing w:before="60" w:after="30" w:line="276" w:lineRule="auto"/>
              <w:rPr>
                <w:rFonts w:ascii="Arial" w:hAnsi="Arial" w:cs="Arial"/>
                <w:sz w:val="18"/>
                <w:szCs w:val="18"/>
              </w:rPr>
            </w:pPr>
            <w:r w:rsidRPr="00EE62BB">
              <w:rPr>
                <w:rFonts w:ascii="Arial" w:hAnsi="Arial" w:cs="Arial"/>
                <w:sz w:val="18"/>
                <w:szCs w:val="18"/>
              </w:rPr>
              <w:t xml:space="preserve">Short - term loans </w:t>
            </w:r>
          </w:p>
        </w:tc>
        <w:tc>
          <w:tcPr>
            <w:tcW w:w="1422" w:type="dxa"/>
            <w:tcBorders>
              <w:left w:val="nil"/>
            </w:tcBorders>
          </w:tcPr>
          <w:p w14:paraId="768FF91B" w14:textId="3E99DD35" w:rsidR="00D81175" w:rsidRPr="00377A86" w:rsidRDefault="00D81175" w:rsidP="00D81175">
            <w:pPr>
              <w:spacing w:before="60" w:after="30" w:line="276" w:lineRule="auto"/>
              <w:jc w:val="center"/>
              <w:rPr>
                <w:rFonts w:ascii="Arial" w:hAnsi="Arial" w:cs="Arial"/>
                <w:color w:val="000000" w:themeColor="text1"/>
                <w:sz w:val="19"/>
                <w:szCs w:val="19"/>
              </w:rPr>
            </w:pPr>
            <w:r w:rsidRPr="00377A86">
              <w:rPr>
                <w:rFonts w:ascii="Arial" w:hAnsi="Arial" w:cs="Arial"/>
                <w:color w:val="000000" w:themeColor="text1"/>
                <w:sz w:val="19"/>
                <w:szCs w:val="19"/>
              </w:rPr>
              <w:t>2.86 - 6.60</w:t>
            </w:r>
          </w:p>
        </w:tc>
        <w:tc>
          <w:tcPr>
            <w:tcW w:w="284" w:type="dxa"/>
          </w:tcPr>
          <w:p w14:paraId="0C547ED7" w14:textId="77777777" w:rsidR="00D81175" w:rsidRPr="00EE62BB" w:rsidRDefault="00D81175" w:rsidP="00D81175">
            <w:pPr>
              <w:spacing w:before="60" w:after="30" w:line="276" w:lineRule="auto"/>
              <w:jc w:val="center"/>
              <w:rPr>
                <w:rFonts w:ascii="Arial" w:hAnsi="Arial" w:cs="Arial"/>
                <w:sz w:val="18"/>
                <w:szCs w:val="18"/>
              </w:rPr>
            </w:pPr>
          </w:p>
        </w:tc>
        <w:tc>
          <w:tcPr>
            <w:tcW w:w="1275" w:type="dxa"/>
          </w:tcPr>
          <w:p w14:paraId="2092C5AA" w14:textId="69FE6BEC" w:rsidR="00D81175" w:rsidRPr="00EE62BB" w:rsidRDefault="00D81175" w:rsidP="00D81175">
            <w:pPr>
              <w:spacing w:before="60" w:after="30" w:line="276" w:lineRule="auto"/>
              <w:jc w:val="center"/>
              <w:rPr>
                <w:rFonts w:ascii="Arial" w:hAnsi="Arial" w:cs="Arial"/>
                <w:sz w:val="19"/>
                <w:szCs w:val="19"/>
              </w:rPr>
            </w:pPr>
            <w:r w:rsidRPr="00EE62BB">
              <w:rPr>
                <w:rFonts w:ascii="Arial" w:hAnsi="Arial" w:cs="Arial"/>
                <w:color w:val="000000" w:themeColor="text1"/>
                <w:sz w:val="19"/>
                <w:szCs w:val="19"/>
              </w:rPr>
              <w:t xml:space="preserve">2.86 </w:t>
            </w:r>
            <w:r w:rsidR="00361E31">
              <w:rPr>
                <w:rFonts w:ascii="Arial" w:hAnsi="Arial" w:cs="Arial"/>
                <w:color w:val="000000" w:themeColor="text1"/>
                <w:sz w:val="19"/>
                <w:szCs w:val="19"/>
              </w:rPr>
              <w:t>-</w:t>
            </w:r>
            <w:r w:rsidRPr="00EE62BB">
              <w:rPr>
                <w:rFonts w:ascii="Arial" w:hAnsi="Arial" w:cs="Arial"/>
                <w:color w:val="000000" w:themeColor="text1"/>
                <w:sz w:val="19"/>
                <w:szCs w:val="19"/>
              </w:rPr>
              <w:t xml:space="preserve"> 7.00</w:t>
            </w:r>
          </w:p>
        </w:tc>
        <w:tc>
          <w:tcPr>
            <w:tcW w:w="269" w:type="dxa"/>
          </w:tcPr>
          <w:p w14:paraId="39B5D024" w14:textId="77777777" w:rsidR="00D81175" w:rsidRPr="00EE62BB" w:rsidRDefault="00D81175" w:rsidP="00D81175">
            <w:pPr>
              <w:spacing w:before="60" w:after="30" w:line="276" w:lineRule="auto"/>
              <w:rPr>
                <w:rFonts w:ascii="Arial" w:hAnsi="Arial" w:cs="Arial"/>
                <w:sz w:val="19"/>
                <w:szCs w:val="19"/>
              </w:rPr>
            </w:pPr>
          </w:p>
        </w:tc>
        <w:tc>
          <w:tcPr>
            <w:tcW w:w="1291" w:type="dxa"/>
          </w:tcPr>
          <w:p w14:paraId="0EFED690" w14:textId="65C66DA7" w:rsidR="00D81175" w:rsidRPr="00EE62BB" w:rsidRDefault="00D81175" w:rsidP="00D81175">
            <w:pPr>
              <w:spacing w:before="60" w:after="30" w:line="276" w:lineRule="auto"/>
              <w:jc w:val="right"/>
              <w:rPr>
                <w:rFonts w:ascii="Arial" w:hAnsi="Arial" w:cs="Arial"/>
                <w:sz w:val="19"/>
                <w:szCs w:val="19"/>
              </w:rPr>
            </w:pPr>
            <w:r w:rsidRPr="00D81175">
              <w:rPr>
                <w:rFonts w:ascii="Arial" w:hAnsi="Arial" w:cs="Arial"/>
                <w:sz w:val="19"/>
                <w:szCs w:val="19"/>
              </w:rPr>
              <w:t>153,947</w:t>
            </w:r>
          </w:p>
        </w:tc>
        <w:tc>
          <w:tcPr>
            <w:tcW w:w="283" w:type="dxa"/>
          </w:tcPr>
          <w:p w14:paraId="617A11DA" w14:textId="77777777" w:rsidR="00D81175" w:rsidRPr="00EE62BB" w:rsidRDefault="00D81175" w:rsidP="00D81175">
            <w:pPr>
              <w:pStyle w:val="a"/>
              <w:spacing w:before="60" w:after="30" w:line="276" w:lineRule="auto"/>
              <w:ind w:left="-157" w:right="0"/>
              <w:rPr>
                <w:rFonts w:ascii="Arial" w:hAnsi="Arial" w:cs="Arial"/>
                <w:sz w:val="19"/>
                <w:szCs w:val="19"/>
                <w:lang w:eastAsia="en-US"/>
              </w:rPr>
            </w:pPr>
          </w:p>
        </w:tc>
        <w:tc>
          <w:tcPr>
            <w:tcW w:w="1249" w:type="dxa"/>
            <w:tcBorders>
              <w:bottom w:val="single" w:sz="4" w:space="0" w:color="auto"/>
            </w:tcBorders>
          </w:tcPr>
          <w:p w14:paraId="230BB33C" w14:textId="2998C006" w:rsidR="00D81175" w:rsidRPr="00EE62BB" w:rsidRDefault="00D81175" w:rsidP="00D81175">
            <w:pPr>
              <w:spacing w:before="60" w:after="30" w:line="276" w:lineRule="auto"/>
              <w:jc w:val="right"/>
              <w:rPr>
                <w:rFonts w:ascii="Arial" w:hAnsi="Arial" w:cs="Arial"/>
                <w:sz w:val="19"/>
                <w:szCs w:val="19"/>
              </w:rPr>
            </w:pPr>
            <w:r w:rsidRPr="00EE62BB">
              <w:rPr>
                <w:rFonts w:ascii="Arial" w:hAnsi="Arial" w:cs="Arial"/>
                <w:sz w:val="19"/>
                <w:szCs w:val="19"/>
              </w:rPr>
              <w:t>167,000</w:t>
            </w:r>
          </w:p>
        </w:tc>
      </w:tr>
      <w:tr w:rsidR="00D81175" w:rsidRPr="00EE62BB" w14:paraId="57CCCE04" w14:textId="77777777" w:rsidTr="007414C6">
        <w:trPr>
          <w:cantSplit/>
        </w:trPr>
        <w:tc>
          <w:tcPr>
            <w:tcW w:w="2847" w:type="dxa"/>
            <w:vAlign w:val="center"/>
          </w:tcPr>
          <w:p w14:paraId="62919930" w14:textId="77777777" w:rsidR="00D81175" w:rsidRPr="00EE62BB" w:rsidRDefault="00D81175" w:rsidP="00D81175">
            <w:pPr>
              <w:tabs>
                <w:tab w:val="left" w:pos="763"/>
              </w:tabs>
              <w:spacing w:before="60" w:after="30" w:line="276" w:lineRule="auto"/>
              <w:ind w:left="227"/>
              <w:rPr>
                <w:rFonts w:ascii="Arial" w:hAnsi="Arial" w:cs="Arial"/>
                <w:sz w:val="18"/>
                <w:szCs w:val="18"/>
                <w:lang w:val="en-GB"/>
              </w:rPr>
            </w:pPr>
            <w:r w:rsidRPr="00EE62BB">
              <w:rPr>
                <w:rFonts w:ascii="Arial" w:hAnsi="Arial" w:cs="Arial"/>
                <w:sz w:val="18"/>
                <w:szCs w:val="18"/>
                <w:lang w:val="en-GB"/>
              </w:rPr>
              <w:t>Total</w:t>
            </w:r>
          </w:p>
        </w:tc>
        <w:tc>
          <w:tcPr>
            <w:tcW w:w="1422" w:type="dxa"/>
            <w:tcBorders>
              <w:left w:val="nil"/>
            </w:tcBorders>
          </w:tcPr>
          <w:p w14:paraId="06AEC106" w14:textId="77777777" w:rsidR="00D81175" w:rsidRPr="00EE62BB" w:rsidRDefault="00D81175" w:rsidP="00D81175">
            <w:pPr>
              <w:spacing w:before="60" w:after="30" w:line="276" w:lineRule="auto"/>
              <w:rPr>
                <w:rFonts w:ascii="Arial" w:hAnsi="Arial" w:cs="Arial"/>
                <w:sz w:val="18"/>
                <w:szCs w:val="18"/>
              </w:rPr>
            </w:pPr>
          </w:p>
        </w:tc>
        <w:tc>
          <w:tcPr>
            <w:tcW w:w="284" w:type="dxa"/>
          </w:tcPr>
          <w:p w14:paraId="792FBCF2" w14:textId="77777777" w:rsidR="00D81175" w:rsidRPr="00EE62BB" w:rsidRDefault="00D81175" w:rsidP="00D81175">
            <w:pPr>
              <w:spacing w:before="60" w:after="30" w:line="276" w:lineRule="auto"/>
              <w:rPr>
                <w:rFonts w:ascii="Arial" w:hAnsi="Arial" w:cs="Arial"/>
                <w:sz w:val="18"/>
                <w:szCs w:val="18"/>
              </w:rPr>
            </w:pPr>
          </w:p>
        </w:tc>
        <w:tc>
          <w:tcPr>
            <w:tcW w:w="1275" w:type="dxa"/>
          </w:tcPr>
          <w:p w14:paraId="377091D7" w14:textId="77777777" w:rsidR="00D81175" w:rsidRPr="00EE62BB" w:rsidRDefault="00D81175" w:rsidP="00D81175">
            <w:pPr>
              <w:spacing w:before="60" w:after="30" w:line="276" w:lineRule="auto"/>
              <w:rPr>
                <w:rFonts w:ascii="Arial" w:hAnsi="Arial" w:cs="Arial"/>
                <w:sz w:val="19"/>
                <w:szCs w:val="19"/>
              </w:rPr>
            </w:pPr>
          </w:p>
        </w:tc>
        <w:tc>
          <w:tcPr>
            <w:tcW w:w="269" w:type="dxa"/>
          </w:tcPr>
          <w:p w14:paraId="7497BDBE" w14:textId="77777777" w:rsidR="00D81175" w:rsidRPr="00EE62BB" w:rsidRDefault="00D81175" w:rsidP="00D81175">
            <w:pPr>
              <w:spacing w:before="60" w:after="30" w:line="276" w:lineRule="auto"/>
              <w:rPr>
                <w:rFonts w:ascii="Arial" w:hAnsi="Arial" w:cs="Arial"/>
                <w:sz w:val="19"/>
                <w:szCs w:val="19"/>
              </w:rPr>
            </w:pPr>
          </w:p>
        </w:tc>
        <w:tc>
          <w:tcPr>
            <w:tcW w:w="1291" w:type="dxa"/>
            <w:tcBorders>
              <w:top w:val="single" w:sz="4" w:space="0" w:color="auto"/>
              <w:bottom w:val="single" w:sz="12" w:space="0" w:color="auto"/>
            </w:tcBorders>
          </w:tcPr>
          <w:p w14:paraId="7C571DA7" w14:textId="08698A4B" w:rsidR="00D81175" w:rsidRPr="00EE62BB" w:rsidRDefault="00D81175" w:rsidP="00D81175">
            <w:pPr>
              <w:spacing w:before="60" w:after="30" w:line="276" w:lineRule="auto"/>
              <w:jc w:val="right"/>
              <w:rPr>
                <w:rFonts w:ascii="Arial" w:hAnsi="Arial" w:cs="Arial"/>
                <w:sz w:val="19"/>
                <w:szCs w:val="19"/>
                <w:cs/>
              </w:rPr>
            </w:pPr>
            <w:r w:rsidRPr="00D81175">
              <w:rPr>
                <w:rFonts w:ascii="Arial" w:hAnsi="Arial" w:cs="Arial"/>
                <w:sz w:val="19"/>
                <w:szCs w:val="19"/>
              </w:rPr>
              <w:t>184,986</w:t>
            </w:r>
          </w:p>
        </w:tc>
        <w:tc>
          <w:tcPr>
            <w:tcW w:w="283" w:type="dxa"/>
          </w:tcPr>
          <w:p w14:paraId="351984C8" w14:textId="77777777" w:rsidR="00D81175" w:rsidRPr="00EE62BB" w:rsidRDefault="00D81175" w:rsidP="00D81175">
            <w:pPr>
              <w:pStyle w:val="a"/>
              <w:spacing w:before="60" w:after="30" w:line="276" w:lineRule="auto"/>
              <w:ind w:left="-157" w:right="0"/>
              <w:rPr>
                <w:rFonts w:ascii="Arial" w:hAnsi="Arial" w:cs="Arial"/>
                <w:sz w:val="19"/>
                <w:szCs w:val="19"/>
                <w:lang w:eastAsia="en-US"/>
              </w:rPr>
            </w:pPr>
          </w:p>
        </w:tc>
        <w:tc>
          <w:tcPr>
            <w:tcW w:w="1249" w:type="dxa"/>
            <w:tcBorders>
              <w:top w:val="single" w:sz="4" w:space="0" w:color="auto"/>
              <w:bottom w:val="single" w:sz="12" w:space="0" w:color="auto"/>
            </w:tcBorders>
          </w:tcPr>
          <w:p w14:paraId="2F07C2E6" w14:textId="640B5EAC" w:rsidR="00D81175" w:rsidRPr="00EE62BB" w:rsidRDefault="00D81175" w:rsidP="00D81175">
            <w:pPr>
              <w:spacing w:before="60" w:after="30" w:line="276" w:lineRule="auto"/>
              <w:jc w:val="right"/>
              <w:rPr>
                <w:rFonts w:ascii="Arial" w:hAnsi="Arial" w:cs="Arial"/>
                <w:sz w:val="19"/>
                <w:szCs w:val="19"/>
                <w:cs/>
              </w:rPr>
            </w:pPr>
            <w:r w:rsidRPr="00EE62BB">
              <w:rPr>
                <w:rFonts w:ascii="Arial" w:hAnsi="Arial" w:cs="Arial"/>
                <w:sz w:val="19"/>
                <w:szCs w:val="19"/>
              </w:rPr>
              <w:t>191,438</w:t>
            </w:r>
          </w:p>
        </w:tc>
      </w:tr>
    </w:tbl>
    <w:p w14:paraId="1036CE3C" w14:textId="77777777" w:rsidR="00207638" w:rsidRPr="00EE62BB" w:rsidRDefault="00207638" w:rsidP="00AD070B">
      <w:pPr>
        <w:spacing w:line="360" w:lineRule="auto"/>
        <w:ind w:left="450"/>
        <w:jc w:val="thaiDistribute"/>
        <w:rPr>
          <w:rFonts w:ascii="Arial" w:hAnsi="Arial" w:cs="Arial"/>
          <w:sz w:val="19"/>
          <w:szCs w:val="19"/>
        </w:rPr>
      </w:pPr>
    </w:p>
    <w:tbl>
      <w:tblPr>
        <w:tblW w:w="8967" w:type="dxa"/>
        <w:tblInd w:w="406" w:type="dxa"/>
        <w:tblLayout w:type="fixed"/>
        <w:tblLook w:val="0000" w:firstRow="0" w:lastRow="0" w:firstColumn="0" w:lastColumn="0" w:noHBand="0" w:noVBand="0"/>
      </w:tblPr>
      <w:tblGrid>
        <w:gridCol w:w="2855"/>
        <w:gridCol w:w="1435"/>
        <w:gridCol w:w="284"/>
        <w:gridCol w:w="1275"/>
        <w:gridCol w:w="266"/>
        <w:gridCol w:w="1293"/>
        <w:gridCol w:w="284"/>
        <w:gridCol w:w="1275"/>
      </w:tblGrid>
      <w:tr w:rsidR="00101C0D" w:rsidRPr="00EE62BB" w14:paraId="15F45C8F" w14:textId="77777777" w:rsidTr="00C41613">
        <w:trPr>
          <w:cantSplit/>
        </w:trPr>
        <w:tc>
          <w:tcPr>
            <w:tcW w:w="2855" w:type="dxa"/>
          </w:tcPr>
          <w:p w14:paraId="5F37256B" w14:textId="77777777" w:rsidR="00101C0D" w:rsidRPr="00EE62BB" w:rsidRDefault="00101C0D">
            <w:pPr>
              <w:pStyle w:val="3"/>
              <w:tabs>
                <w:tab w:val="clear" w:pos="360"/>
                <w:tab w:val="clear" w:pos="720"/>
              </w:tabs>
              <w:spacing w:before="60" w:after="30" w:line="276" w:lineRule="auto"/>
              <w:ind w:left="-295"/>
              <w:jc w:val="center"/>
              <w:rPr>
                <w:rFonts w:ascii="Arial" w:hAnsi="Arial" w:cs="Arial"/>
                <w:sz w:val="18"/>
                <w:szCs w:val="18"/>
              </w:rPr>
            </w:pPr>
          </w:p>
        </w:tc>
        <w:tc>
          <w:tcPr>
            <w:tcW w:w="1435" w:type="dxa"/>
            <w:tcBorders>
              <w:left w:val="nil"/>
            </w:tcBorders>
          </w:tcPr>
          <w:p w14:paraId="61A3520F" w14:textId="77777777" w:rsidR="00101C0D" w:rsidRPr="00EE62BB" w:rsidRDefault="00101C0D">
            <w:pPr>
              <w:pStyle w:val="3"/>
              <w:tabs>
                <w:tab w:val="clear" w:pos="360"/>
                <w:tab w:val="clear" w:pos="720"/>
              </w:tabs>
              <w:spacing w:before="60" w:after="30" w:line="276" w:lineRule="auto"/>
              <w:jc w:val="center"/>
              <w:rPr>
                <w:rFonts w:ascii="Arial" w:hAnsi="Arial" w:cs="Arial"/>
                <w:sz w:val="18"/>
                <w:szCs w:val="18"/>
              </w:rPr>
            </w:pPr>
          </w:p>
        </w:tc>
        <w:tc>
          <w:tcPr>
            <w:tcW w:w="284" w:type="dxa"/>
          </w:tcPr>
          <w:p w14:paraId="519001A2" w14:textId="77777777" w:rsidR="00101C0D" w:rsidRPr="00EE62BB" w:rsidRDefault="00101C0D">
            <w:pPr>
              <w:pStyle w:val="3"/>
              <w:tabs>
                <w:tab w:val="clear" w:pos="360"/>
                <w:tab w:val="clear" w:pos="720"/>
              </w:tabs>
              <w:spacing w:before="60" w:after="30" w:line="276" w:lineRule="auto"/>
              <w:jc w:val="center"/>
              <w:rPr>
                <w:rFonts w:ascii="Arial" w:hAnsi="Arial" w:cs="Arial"/>
                <w:sz w:val="18"/>
                <w:szCs w:val="18"/>
              </w:rPr>
            </w:pPr>
          </w:p>
        </w:tc>
        <w:tc>
          <w:tcPr>
            <w:tcW w:w="1275" w:type="dxa"/>
          </w:tcPr>
          <w:p w14:paraId="1C9B8B2E" w14:textId="77777777" w:rsidR="00101C0D" w:rsidRPr="00EE62BB" w:rsidRDefault="00101C0D">
            <w:pPr>
              <w:pStyle w:val="3"/>
              <w:tabs>
                <w:tab w:val="clear" w:pos="360"/>
                <w:tab w:val="clear" w:pos="720"/>
              </w:tabs>
              <w:spacing w:before="60" w:after="30" w:line="276" w:lineRule="auto"/>
              <w:jc w:val="center"/>
              <w:rPr>
                <w:rFonts w:ascii="Arial" w:hAnsi="Arial" w:cs="Arial"/>
                <w:sz w:val="18"/>
                <w:szCs w:val="18"/>
              </w:rPr>
            </w:pPr>
          </w:p>
        </w:tc>
        <w:tc>
          <w:tcPr>
            <w:tcW w:w="266" w:type="dxa"/>
          </w:tcPr>
          <w:p w14:paraId="163729B2" w14:textId="77777777" w:rsidR="00101C0D" w:rsidRPr="00EE62BB" w:rsidRDefault="00101C0D">
            <w:pPr>
              <w:pStyle w:val="3"/>
              <w:tabs>
                <w:tab w:val="clear" w:pos="360"/>
                <w:tab w:val="clear" w:pos="720"/>
              </w:tabs>
              <w:spacing w:before="60" w:after="30" w:line="276" w:lineRule="auto"/>
              <w:jc w:val="center"/>
              <w:rPr>
                <w:rFonts w:ascii="Arial" w:hAnsi="Arial" w:cs="Arial"/>
                <w:sz w:val="18"/>
                <w:szCs w:val="18"/>
              </w:rPr>
            </w:pPr>
          </w:p>
        </w:tc>
        <w:tc>
          <w:tcPr>
            <w:tcW w:w="2852" w:type="dxa"/>
            <w:gridSpan w:val="3"/>
            <w:vAlign w:val="bottom"/>
          </w:tcPr>
          <w:p w14:paraId="5D475E2A" w14:textId="77777777" w:rsidR="00101C0D" w:rsidRPr="00EE62BB" w:rsidRDefault="00101C0D">
            <w:pPr>
              <w:spacing w:before="60" w:after="30" w:line="276" w:lineRule="auto"/>
              <w:jc w:val="right"/>
              <w:rPr>
                <w:rFonts w:ascii="Arial" w:hAnsi="Arial" w:cs="Arial"/>
                <w:sz w:val="18"/>
                <w:szCs w:val="18"/>
              </w:rPr>
            </w:pPr>
            <w:r w:rsidRPr="00EE62BB">
              <w:rPr>
                <w:rFonts w:ascii="Arial" w:hAnsi="Arial" w:cs="Arial"/>
                <w:sz w:val="18"/>
                <w:szCs w:val="18"/>
              </w:rPr>
              <w:t>(Unit : Thousand Baht)</w:t>
            </w:r>
          </w:p>
        </w:tc>
      </w:tr>
      <w:tr w:rsidR="00101C0D" w:rsidRPr="00EE62BB" w14:paraId="60BCBC59" w14:textId="77777777" w:rsidTr="00C41613">
        <w:trPr>
          <w:cantSplit/>
        </w:trPr>
        <w:tc>
          <w:tcPr>
            <w:tcW w:w="2855" w:type="dxa"/>
          </w:tcPr>
          <w:p w14:paraId="5A8F919F" w14:textId="77777777" w:rsidR="00101C0D" w:rsidRPr="00EE62BB" w:rsidRDefault="00101C0D">
            <w:pPr>
              <w:pStyle w:val="3"/>
              <w:tabs>
                <w:tab w:val="clear" w:pos="360"/>
                <w:tab w:val="clear" w:pos="720"/>
              </w:tabs>
              <w:spacing w:before="60" w:after="30" w:line="276" w:lineRule="auto"/>
              <w:jc w:val="center"/>
              <w:rPr>
                <w:rFonts w:ascii="Arial" w:hAnsi="Arial" w:cs="Arial"/>
                <w:sz w:val="18"/>
                <w:szCs w:val="18"/>
              </w:rPr>
            </w:pPr>
            <w:r w:rsidRPr="00EE62BB">
              <w:rPr>
                <w:rFonts w:ascii="Arial" w:hAnsi="Arial" w:cs="Arial"/>
                <w:b/>
                <w:bCs/>
                <w:sz w:val="18"/>
                <w:szCs w:val="18"/>
                <w:lang w:val="en-GB"/>
              </w:rPr>
              <w:tab/>
            </w:r>
          </w:p>
        </w:tc>
        <w:tc>
          <w:tcPr>
            <w:tcW w:w="2994" w:type="dxa"/>
            <w:gridSpan w:val="3"/>
            <w:tcBorders>
              <w:left w:val="nil"/>
              <w:bottom w:val="single" w:sz="4" w:space="0" w:color="auto"/>
            </w:tcBorders>
            <w:vAlign w:val="center"/>
          </w:tcPr>
          <w:p w14:paraId="50D25907" w14:textId="77777777" w:rsidR="00101C0D" w:rsidRPr="00EE62BB" w:rsidRDefault="00101C0D">
            <w:pPr>
              <w:spacing w:before="60" w:after="30" w:line="276" w:lineRule="auto"/>
              <w:ind w:right="72"/>
              <w:jc w:val="center"/>
              <w:rPr>
                <w:rFonts w:ascii="Arial" w:hAnsi="Arial" w:cs="Arial"/>
                <w:sz w:val="18"/>
                <w:szCs w:val="18"/>
              </w:rPr>
            </w:pPr>
            <w:r w:rsidRPr="00EE62BB">
              <w:rPr>
                <w:rFonts w:ascii="Arial" w:hAnsi="Arial" w:cs="Arial"/>
                <w:sz w:val="18"/>
                <w:szCs w:val="18"/>
              </w:rPr>
              <w:t>Interest rate per annum</w:t>
            </w:r>
          </w:p>
        </w:tc>
        <w:tc>
          <w:tcPr>
            <w:tcW w:w="266" w:type="dxa"/>
          </w:tcPr>
          <w:p w14:paraId="30AE3A56" w14:textId="77777777" w:rsidR="00101C0D" w:rsidRPr="00EE62BB" w:rsidRDefault="00101C0D">
            <w:pPr>
              <w:spacing w:before="60" w:after="30" w:line="276" w:lineRule="auto"/>
              <w:ind w:right="72"/>
              <w:rPr>
                <w:rFonts w:ascii="Arial" w:hAnsi="Arial" w:cs="Arial"/>
                <w:sz w:val="18"/>
                <w:szCs w:val="18"/>
              </w:rPr>
            </w:pPr>
          </w:p>
        </w:tc>
        <w:tc>
          <w:tcPr>
            <w:tcW w:w="2852" w:type="dxa"/>
            <w:gridSpan w:val="3"/>
            <w:tcBorders>
              <w:bottom w:val="single" w:sz="4" w:space="0" w:color="auto"/>
            </w:tcBorders>
            <w:vAlign w:val="bottom"/>
          </w:tcPr>
          <w:p w14:paraId="2700B216" w14:textId="51F0B8ED" w:rsidR="00101C0D" w:rsidRPr="00EE62BB" w:rsidRDefault="00101C0D">
            <w:pPr>
              <w:spacing w:before="60" w:after="30" w:line="276" w:lineRule="auto"/>
              <w:jc w:val="center"/>
              <w:rPr>
                <w:rFonts w:ascii="Arial" w:hAnsi="Arial" w:cs="Arial"/>
                <w:sz w:val="18"/>
                <w:szCs w:val="18"/>
              </w:rPr>
            </w:pPr>
            <w:r w:rsidRPr="00EE62BB">
              <w:rPr>
                <w:rFonts w:ascii="Arial" w:hAnsi="Arial" w:cs="Arial"/>
                <w:sz w:val="18"/>
                <w:szCs w:val="18"/>
              </w:rPr>
              <w:t xml:space="preserve">Separate </w:t>
            </w:r>
            <w:r w:rsidR="00CC14D1">
              <w:rPr>
                <w:rFonts w:ascii="Arial" w:hAnsi="Arial" w:cstheme="minorBidi"/>
                <w:sz w:val="18"/>
                <w:szCs w:val="18"/>
                <w:cs/>
              </w:rPr>
              <w:br/>
            </w:r>
            <w:r w:rsidR="00CC14D1" w:rsidRPr="00CC14D1">
              <w:rPr>
                <w:rFonts w:ascii="Arial" w:hAnsi="Arial" w:cs="Arial"/>
                <w:sz w:val="18"/>
                <w:szCs w:val="18"/>
              </w:rPr>
              <w:t>financial information</w:t>
            </w:r>
          </w:p>
        </w:tc>
      </w:tr>
      <w:tr w:rsidR="0023284A" w:rsidRPr="00EE62BB" w14:paraId="55619C12" w14:textId="77777777" w:rsidTr="005A5BEF">
        <w:trPr>
          <w:cantSplit/>
        </w:trPr>
        <w:tc>
          <w:tcPr>
            <w:tcW w:w="2855" w:type="dxa"/>
            <w:vAlign w:val="bottom"/>
          </w:tcPr>
          <w:p w14:paraId="439291AD" w14:textId="77777777" w:rsidR="0023284A" w:rsidRPr="00EE62BB" w:rsidRDefault="0023284A" w:rsidP="0023284A">
            <w:pPr>
              <w:spacing w:before="60" w:after="30" w:line="276" w:lineRule="auto"/>
              <w:ind w:left="-88"/>
              <w:rPr>
                <w:rFonts w:ascii="Arial" w:hAnsi="Arial" w:cs="Arial"/>
                <w:sz w:val="18"/>
                <w:szCs w:val="18"/>
                <w:lang w:val="en-GB"/>
              </w:rPr>
            </w:pPr>
          </w:p>
        </w:tc>
        <w:tc>
          <w:tcPr>
            <w:tcW w:w="1435" w:type="dxa"/>
            <w:tcBorders>
              <w:left w:val="nil"/>
              <w:bottom w:val="single" w:sz="4" w:space="0" w:color="auto"/>
            </w:tcBorders>
            <w:vAlign w:val="bottom"/>
          </w:tcPr>
          <w:p w14:paraId="68EB708A" w14:textId="09CB6AFB" w:rsidR="0023284A" w:rsidRPr="00EE62BB" w:rsidRDefault="0023284A" w:rsidP="0023284A">
            <w:pPr>
              <w:spacing w:before="60" w:after="30" w:line="276" w:lineRule="auto"/>
              <w:ind w:right="72"/>
              <w:jc w:val="center"/>
              <w:rPr>
                <w:rFonts w:ascii="Arial" w:hAnsi="Arial" w:cs="Arial"/>
                <w:sz w:val="18"/>
                <w:szCs w:val="18"/>
              </w:rPr>
            </w:pPr>
            <w:r w:rsidRPr="00EE62BB">
              <w:rPr>
                <w:rFonts w:ascii="Arial" w:hAnsi="Arial" w:cs="Arial"/>
                <w:sz w:val="19"/>
                <w:szCs w:val="19"/>
              </w:rPr>
              <w:t xml:space="preserve">31 March </w:t>
            </w:r>
            <w:r w:rsidR="00B86C7B">
              <w:rPr>
                <w:rFonts w:ascii="Arial" w:hAnsi="Arial" w:cs="Arial"/>
                <w:sz w:val="19"/>
                <w:szCs w:val="19"/>
              </w:rPr>
              <w:br/>
            </w:r>
            <w:r w:rsidRPr="00EE62BB">
              <w:rPr>
                <w:rFonts w:ascii="Arial" w:hAnsi="Arial" w:cs="Arial"/>
                <w:sz w:val="19"/>
                <w:szCs w:val="19"/>
              </w:rPr>
              <w:t>2024</w:t>
            </w:r>
          </w:p>
        </w:tc>
        <w:tc>
          <w:tcPr>
            <w:tcW w:w="284" w:type="dxa"/>
          </w:tcPr>
          <w:p w14:paraId="2B493E0B" w14:textId="77777777" w:rsidR="0023284A" w:rsidRPr="00EE62BB" w:rsidRDefault="0023284A" w:rsidP="0023284A">
            <w:pPr>
              <w:spacing w:before="60" w:after="30" w:line="276" w:lineRule="auto"/>
              <w:ind w:right="72"/>
              <w:jc w:val="center"/>
              <w:rPr>
                <w:rFonts w:ascii="Arial" w:hAnsi="Arial" w:cs="Arial"/>
                <w:sz w:val="18"/>
                <w:szCs w:val="18"/>
              </w:rPr>
            </w:pPr>
          </w:p>
        </w:tc>
        <w:tc>
          <w:tcPr>
            <w:tcW w:w="1275" w:type="dxa"/>
            <w:tcBorders>
              <w:bottom w:val="single" w:sz="4" w:space="0" w:color="auto"/>
            </w:tcBorders>
            <w:vAlign w:val="bottom"/>
          </w:tcPr>
          <w:p w14:paraId="33DDF2A8" w14:textId="69F77B89" w:rsidR="0023284A" w:rsidRPr="00EE62BB" w:rsidRDefault="0023284A" w:rsidP="0023284A">
            <w:pPr>
              <w:spacing w:before="60" w:after="30" w:line="276" w:lineRule="auto"/>
              <w:ind w:right="-105" w:hanging="126"/>
              <w:jc w:val="center"/>
              <w:rPr>
                <w:rFonts w:ascii="Arial" w:hAnsi="Arial" w:cs="Arial"/>
                <w:sz w:val="18"/>
                <w:szCs w:val="18"/>
              </w:rPr>
            </w:pPr>
            <w:r w:rsidRPr="00EE62BB">
              <w:rPr>
                <w:rFonts w:ascii="Arial" w:hAnsi="Arial" w:cs="Arial"/>
                <w:sz w:val="19"/>
                <w:szCs w:val="19"/>
              </w:rPr>
              <w:t xml:space="preserve">31 December </w:t>
            </w:r>
            <w:r w:rsidRPr="00EE62BB">
              <w:rPr>
                <w:rFonts w:ascii="Arial" w:hAnsi="Arial" w:cs="Arial"/>
                <w:sz w:val="19"/>
                <w:szCs w:val="19"/>
                <w:lang w:val="en-GB"/>
              </w:rPr>
              <w:t>202</w:t>
            </w:r>
            <w:r w:rsidR="00096557" w:rsidRPr="00EE62BB">
              <w:rPr>
                <w:rFonts w:ascii="Arial" w:hAnsi="Arial" w:cs="Arial"/>
                <w:sz w:val="19"/>
                <w:szCs w:val="19"/>
                <w:lang w:val="en-GB"/>
              </w:rPr>
              <w:t>3</w:t>
            </w:r>
          </w:p>
        </w:tc>
        <w:tc>
          <w:tcPr>
            <w:tcW w:w="266" w:type="dxa"/>
          </w:tcPr>
          <w:p w14:paraId="64B2D585" w14:textId="77777777" w:rsidR="0023284A" w:rsidRPr="00EE62BB" w:rsidRDefault="0023284A" w:rsidP="0023284A">
            <w:pPr>
              <w:spacing w:before="60" w:after="30" w:line="276" w:lineRule="auto"/>
              <w:ind w:right="72"/>
              <w:jc w:val="center"/>
              <w:rPr>
                <w:rFonts w:ascii="Arial" w:hAnsi="Arial" w:cs="Arial"/>
                <w:sz w:val="18"/>
                <w:szCs w:val="18"/>
              </w:rPr>
            </w:pPr>
          </w:p>
        </w:tc>
        <w:tc>
          <w:tcPr>
            <w:tcW w:w="1293" w:type="dxa"/>
            <w:tcBorders>
              <w:bottom w:val="single" w:sz="4" w:space="0" w:color="auto"/>
            </w:tcBorders>
            <w:vAlign w:val="bottom"/>
          </w:tcPr>
          <w:p w14:paraId="3BB63BE3" w14:textId="71077E88" w:rsidR="0023284A" w:rsidRPr="00EE62BB" w:rsidRDefault="0023284A" w:rsidP="0023284A">
            <w:pPr>
              <w:spacing w:before="60" w:after="30" w:line="276" w:lineRule="auto"/>
              <w:ind w:right="20" w:hanging="72"/>
              <w:jc w:val="center"/>
              <w:rPr>
                <w:rFonts w:ascii="Arial" w:hAnsi="Arial" w:cs="Arial"/>
                <w:sz w:val="17"/>
                <w:szCs w:val="17"/>
              </w:rPr>
            </w:pPr>
            <w:r w:rsidRPr="00EE62BB">
              <w:rPr>
                <w:rFonts w:ascii="Arial" w:hAnsi="Arial" w:cs="Arial"/>
                <w:sz w:val="19"/>
                <w:szCs w:val="19"/>
              </w:rPr>
              <w:t xml:space="preserve">31 March </w:t>
            </w:r>
            <w:r w:rsidR="00B86C7B">
              <w:rPr>
                <w:rFonts w:ascii="Arial" w:hAnsi="Arial" w:cs="Arial"/>
                <w:sz w:val="19"/>
                <w:szCs w:val="19"/>
              </w:rPr>
              <w:br/>
            </w:r>
            <w:r w:rsidRPr="00EE62BB">
              <w:rPr>
                <w:rFonts w:ascii="Arial" w:hAnsi="Arial" w:cs="Arial"/>
                <w:sz w:val="19"/>
                <w:szCs w:val="19"/>
              </w:rPr>
              <w:t>2024</w:t>
            </w:r>
          </w:p>
        </w:tc>
        <w:tc>
          <w:tcPr>
            <w:tcW w:w="284" w:type="dxa"/>
          </w:tcPr>
          <w:p w14:paraId="592454DF" w14:textId="77777777" w:rsidR="0023284A" w:rsidRPr="00EE62BB" w:rsidRDefault="0023284A" w:rsidP="0023284A">
            <w:pPr>
              <w:pStyle w:val="BodyTextIndent3"/>
              <w:spacing w:before="60" w:after="30" w:line="276" w:lineRule="auto"/>
              <w:ind w:left="0"/>
              <w:jc w:val="center"/>
              <w:rPr>
                <w:rFonts w:ascii="Arial" w:hAnsi="Arial" w:cs="Arial"/>
                <w:sz w:val="18"/>
                <w:szCs w:val="18"/>
                <w:lang w:val="en-GB"/>
              </w:rPr>
            </w:pPr>
          </w:p>
        </w:tc>
        <w:tc>
          <w:tcPr>
            <w:tcW w:w="1275" w:type="dxa"/>
            <w:tcBorders>
              <w:bottom w:val="single" w:sz="4" w:space="0" w:color="auto"/>
            </w:tcBorders>
            <w:vAlign w:val="bottom"/>
          </w:tcPr>
          <w:p w14:paraId="61D8CDF2" w14:textId="30E07C75" w:rsidR="0023284A" w:rsidRPr="00EE62BB" w:rsidRDefault="0023284A" w:rsidP="0023284A">
            <w:pPr>
              <w:spacing w:before="60" w:after="30" w:line="276" w:lineRule="auto"/>
              <w:ind w:left="-98" w:right="-89"/>
              <w:jc w:val="center"/>
              <w:rPr>
                <w:rFonts w:ascii="Arial" w:hAnsi="Arial" w:cs="Arial"/>
                <w:sz w:val="18"/>
                <w:szCs w:val="18"/>
                <w:cs/>
                <w:lang w:val="en-GB"/>
              </w:rPr>
            </w:pPr>
            <w:r w:rsidRPr="00EE62BB">
              <w:rPr>
                <w:rFonts w:ascii="Arial" w:hAnsi="Arial" w:cs="Arial"/>
                <w:sz w:val="19"/>
                <w:szCs w:val="19"/>
              </w:rPr>
              <w:t xml:space="preserve">31 December </w:t>
            </w:r>
            <w:r w:rsidRPr="00EE62BB">
              <w:rPr>
                <w:rFonts w:ascii="Arial" w:hAnsi="Arial" w:cs="Arial"/>
                <w:sz w:val="19"/>
                <w:szCs w:val="19"/>
                <w:lang w:val="en-GB"/>
              </w:rPr>
              <w:t>202</w:t>
            </w:r>
            <w:r w:rsidR="00096557" w:rsidRPr="00EE62BB">
              <w:rPr>
                <w:rFonts w:ascii="Arial" w:hAnsi="Arial" w:cs="Arial"/>
                <w:sz w:val="19"/>
                <w:szCs w:val="19"/>
                <w:lang w:val="en-GB"/>
              </w:rPr>
              <w:t>3</w:t>
            </w:r>
          </w:p>
        </w:tc>
      </w:tr>
      <w:tr w:rsidR="00101C0D" w:rsidRPr="00EE62BB" w14:paraId="5389ED68" w14:textId="77777777" w:rsidTr="00C41613">
        <w:trPr>
          <w:cantSplit/>
          <w:trHeight w:hRule="exact" w:val="302"/>
        </w:trPr>
        <w:tc>
          <w:tcPr>
            <w:tcW w:w="2855" w:type="dxa"/>
            <w:vAlign w:val="bottom"/>
          </w:tcPr>
          <w:p w14:paraId="1CAD529B" w14:textId="77777777" w:rsidR="00101C0D" w:rsidRPr="00EE62BB" w:rsidRDefault="00101C0D">
            <w:pPr>
              <w:spacing w:before="60" w:after="30" w:line="276" w:lineRule="auto"/>
              <w:ind w:left="-88"/>
              <w:rPr>
                <w:rFonts w:ascii="Arial" w:hAnsi="Arial" w:cs="Arial"/>
                <w:sz w:val="18"/>
                <w:szCs w:val="18"/>
                <w:lang w:val="en-GB"/>
              </w:rPr>
            </w:pPr>
          </w:p>
        </w:tc>
        <w:tc>
          <w:tcPr>
            <w:tcW w:w="1435" w:type="dxa"/>
            <w:tcBorders>
              <w:top w:val="single" w:sz="4" w:space="0" w:color="auto"/>
              <w:left w:val="nil"/>
            </w:tcBorders>
            <w:vAlign w:val="bottom"/>
          </w:tcPr>
          <w:p w14:paraId="4046C5A5" w14:textId="77777777" w:rsidR="00101C0D" w:rsidRPr="00EE62BB" w:rsidRDefault="00101C0D">
            <w:pPr>
              <w:spacing w:before="60" w:after="30" w:line="276" w:lineRule="auto"/>
              <w:jc w:val="right"/>
              <w:rPr>
                <w:rFonts w:ascii="Arial" w:hAnsi="Arial" w:cs="Arial"/>
                <w:sz w:val="18"/>
                <w:szCs w:val="18"/>
              </w:rPr>
            </w:pPr>
          </w:p>
        </w:tc>
        <w:tc>
          <w:tcPr>
            <w:tcW w:w="284" w:type="dxa"/>
          </w:tcPr>
          <w:p w14:paraId="761933C3" w14:textId="77777777" w:rsidR="00101C0D" w:rsidRPr="00EE62BB" w:rsidRDefault="00101C0D">
            <w:pPr>
              <w:spacing w:before="60" w:after="30" w:line="276" w:lineRule="auto"/>
              <w:jc w:val="right"/>
              <w:rPr>
                <w:rFonts w:ascii="Arial" w:hAnsi="Arial" w:cs="Arial"/>
                <w:sz w:val="18"/>
                <w:szCs w:val="18"/>
              </w:rPr>
            </w:pPr>
          </w:p>
        </w:tc>
        <w:tc>
          <w:tcPr>
            <w:tcW w:w="1275" w:type="dxa"/>
          </w:tcPr>
          <w:p w14:paraId="3FE3C477" w14:textId="77777777" w:rsidR="00101C0D" w:rsidRPr="00EE62BB" w:rsidRDefault="00101C0D">
            <w:pPr>
              <w:spacing w:before="60" w:after="30" w:line="276" w:lineRule="auto"/>
              <w:jc w:val="right"/>
              <w:rPr>
                <w:rFonts w:ascii="Arial" w:hAnsi="Arial" w:cs="Arial"/>
                <w:sz w:val="18"/>
                <w:szCs w:val="18"/>
              </w:rPr>
            </w:pPr>
          </w:p>
        </w:tc>
        <w:tc>
          <w:tcPr>
            <w:tcW w:w="266" w:type="dxa"/>
            <w:vAlign w:val="bottom"/>
          </w:tcPr>
          <w:p w14:paraId="1FF4D031" w14:textId="77777777" w:rsidR="00101C0D" w:rsidRPr="00EE62BB" w:rsidRDefault="00101C0D">
            <w:pPr>
              <w:spacing w:before="60" w:after="30" w:line="276" w:lineRule="auto"/>
              <w:jc w:val="right"/>
              <w:rPr>
                <w:rFonts w:ascii="Arial" w:hAnsi="Arial" w:cs="Arial"/>
                <w:sz w:val="18"/>
                <w:szCs w:val="18"/>
              </w:rPr>
            </w:pPr>
          </w:p>
        </w:tc>
        <w:tc>
          <w:tcPr>
            <w:tcW w:w="1293" w:type="dxa"/>
            <w:tcBorders>
              <w:top w:val="single" w:sz="4" w:space="0" w:color="auto"/>
            </w:tcBorders>
            <w:vAlign w:val="bottom"/>
          </w:tcPr>
          <w:p w14:paraId="0DE39BCE" w14:textId="77777777" w:rsidR="00101C0D" w:rsidRPr="00EE62BB" w:rsidRDefault="00101C0D">
            <w:pPr>
              <w:spacing w:before="60" w:after="30" w:line="276" w:lineRule="auto"/>
              <w:jc w:val="right"/>
              <w:rPr>
                <w:rFonts w:ascii="Arial" w:hAnsi="Arial" w:cs="Arial"/>
                <w:sz w:val="18"/>
                <w:szCs w:val="18"/>
              </w:rPr>
            </w:pPr>
          </w:p>
        </w:tc>
        <w:tc>
          <w:tcPr>
            <w:tcW w:w="284" w:type="dxa"/>
            <w:vAlign w:val="bottom"/>
          </w:tcPr>
          <w:p w14:paraId="6FDCE38F" w14:textId="77777777" w:rsidR="00101C0D" w:rsidRPr="00EE62BB" w:rsidRDefault="00101C0D">
            <w:pPr>
              <w:pStyle w:val="BalloonText"/>
              <w:spacing w:before="60" w:after="30" w:line="276" w:lineRule="auto"/>
              <w:ind w:left="-157"/>
              <w:jc w:val="right"/>
              <w:rPr>
                <w:rFonts w:ascii="Arial" w:hAnsi="Arial" w:cs="Arial"/>
                <w:sz w:val="18"/>
                <w:szCs w:val="18"/>
              </w:rPr>
            </w:pPr>
          </w:p>
        </w:tc>
        <w:tc>
          <w:tcPr>
            <w:tcW w:w="1275" w:type="dxa"/>
            <w:tcBorders>
              <w:top w:val="single" w:sz="4" w:space="0" w:color="auto"/>
            </w:tcBorders>
            <w:vAlign w:val="bottom"/>
          </w:tcPr>
          <w:p w14:paraId="0812C7DC" w14:textId="77777777" w:rsidR="00101C0D" w:rsidRPr="00EE62BB" w:rsidRDefault="00101C0D">
            <w:pPr>
              <w:spacing w:before="60" w:after="30" w:line="276" w:lineRule="auto"/>
              <w:jc w:val="right"/>
              <w:rPr>
                <w:rFonts w:ascii="Arial" w:hAnsi="Arial" w:cs="Arial"/>
                <w:sz w:val="18"/>
                <w:szCs w:val="18"/>
              </w:rPr>
            </w:pPr>
          </w:p>
        </w:tc>
      </w:tr>
      <w:tr w:rsidR="0034680B" w:rsidRPr="00EE62BB" w14:paraId="70231E3B" w14:textId="77777777">
        <w:trPr>
          <w:cantSplit/>
          <w:trHeight w:val="195"/>
        </w:trPr>
        <w:tc>
          <w:tcPr>
            <w:tcW w:w="2855" w:type="dxa"/>
          </w:tcPr>
          <w:p w14:paraId="6D65883E" w14:textId="77777777" w:rsidR="0034680B" w:rsidRPr="00EE62BB" w:rsidRDefault="0034680B" w:rsidP="0034680B">
            <w:pPr>
              <w:pStyle w:val="CharCharCharCharCharCharCharCharCharCharCharChar"/>
              <w:spacing w:before="60" w:after="30" w:line="276" w:lineRule="auto"/>
              <w:rPr>
                <w:rFonts w:ascii="Arial" w:hAnsi="Arial" w:cs="Arial"/>
                <w:sz w:val="18"/>
                <w:szCs w:val="18"/>
              </w:rPr>
            </w:pPr>
            <w:r w:rsidRPr="00EE62BB">
              <w:rPr>
                <w:rFonts w:ascii="Arial" w:hAnsi="Arial" w:cs="Arial"/>
                <w:sz w:val="18"/>
                <w:szCs w:val="18"/>
              </w:rPr>
              <w:t>Bank overdraft</w:t>
            </w:r>
          </w:p>
        </w:tc>
        <w:tc>
          <w:tcPr>
            <w:tcW w:w="1435" w:type="dxa"/>
            <w:tcBorders>
              <w:left w:val="nil"/>
            </w:tcBorders>
          </w:tcPr>
          <w:p w14:paraId="6B28AE14" w14:textId="0CBB5666" w:rsidR="0034680B" w:rsidRPr="004931F5" w:rsidRDefault="0034680B" w:rsidP="0034680B">
            <w:pPr>
              <w:spacing w:before="60" w:after="30" w:line="276" w:lineRule="auto"/>
              <w:jc w:val="center"/>
              <w:rPr>
                <w:rFonts w:ascii="Arial" w:hAnsi="Arial" w:cs="Arial"/>
                <w:color w:val="000000" w:themeColor="text1"/>
                <w:sz w:val="19"/>
                <w:szCs w:val="19"/>
              </w:rPr>
            </w:pPr>
            <w:r w:rsidRPr="004931F5">
              <w:rPr>
                <w:rFonts w:ascii="Arial" w:hAnsi="Arial" w:cs="Arial"/>
                <w:color w:val="000000" w:themeColor="text1"/>
                <w:sz w:val="19"/>
                <w:szCs w:val="19"/>
              </w:rPr>
              <w:t>7.33 - 7.52</w:t>
            </w:r>
          </w:p>
        </w:tc>
        <w:tc>
          <w:tcPr>
            <w:tcW w:w="284" w:type="dxa"/>
          </w:tcPr>
          <w:p w14:paraId="12AB2357" w14:textId="77777777" w:rsidR="0034680B" w:rsidRPr="00EE62BB" w:rsidRDefault="0034680B" w:rsidP="0034680B">
            <w:pPr>
              <w:spacing w:before="60" w:after="30" w:line="276" w:lineRule="auto"/>
              <w:rPr>
                <w:rFonts w:ascii="Arial" w:hAnsi="Arial" w:cs="Arial"/>
                <w:sz w:val="18"/>
                <w:szCs w:val="18"/>
              </w:rPr>
            </w:pPr>
          </w:p>
        </w:tc>
        <w:tc>
          <w:tcPr>
            <w:tcW w:w="1275" w:type="dxa"/>
          </w:tcPr>
          <w:p w14:paraId="4A776DA3" w14:textId="0C34D628" w:rsidR="0034680B" w:rsidRPr="00EE62BB" w:rsidRDefault="0034680B" w:rsidP="0034680B">
            <w:pPr>
              <w:spacing w:before="60" w:after="30" w:line="276" w:lineRule="auto"/>
              <w:jc w:val="center"/>
              <w:rPr>
                <w:rFonts w:ascii="Arial" w:hAnsi="Arial" w:cs="Arial"/>
                <w:sz w:val="19"/>
                <w:szCs w:val="19"/>
              </w:rPr>
            </w:pPr>
            <w:r w:rsidRPr="00EE62BB">
              <w:rPr>
                <w:rFonts w:ascii="Arial" w:hAnsi="Arial" w:cs="Arial"/>
                <w:color w:val="000000" w:themeColor="text1"/>
                <w:sz w:val="19"/>
                <w:szCs w:val="19"/>
              </w:rPr>
              <w:t xml:space="preserve">7.52 </w:t>
            </w:r>
            <w:r w:rsidR="00361E31">
              <w:rPr>
                <w:rFonts w:ascii="Arial" w:hAnsi="Arial" w:cs="Arial"/>
                <w:color w:val="000000" w:themeColor="text1"/>
                <w:sz w:val="19"/>
                <w:szCs w:val="19"/>
              </w:rPr>
              <w:t>-</w:t>
            </w:r>
            <w:r w:rsidRPr="00EE62BB">
              <w:rPr>
                <w:rFonts w:ascii="Arial" w:hAnsi="Arial" w:cs="Arial"/>
                <w:color w:val="000000" w:themeColor="text1"/>
                <w:sz w:val="19"/>
                <w:szCs w:val="19"/>
              </w:rPr>
              <w:t xml:space="preserve"> 7.58</w:t>
            </w:r>
          </w:p>
        </w:tc>
        <w:tc>
          <w:tcPr>
            <w:tcW w:w="266" w:type="dxa"/>
          </w:tcPr>
          <w:p w14:paraId="62B5E66C" w14:textId="77777777" w:rsidR="0034680B" w:rsidRPr="00EE62BB" w:rsidRDefault="0034680B" w:rsidP="0034680B">
            <w:pPr>
              <w:spacing w:before="60" w:after="30" w:line="276" w:lineRule="auto"/>
              <w:rPr>
                <w:rFonts w:ascii="Arial" w:hAnsi="Arial" w:cs="Arial"/>
                <w:sz w:val="19"/>
                <w:szCs w:val="19"/>
              </w:rPr>
            </w:pPr>
          </w:p>
        </w:tc>
        <w:tc>
          <w:tcPr>
            <w:tcW w:w="1293" w:type="dxa"/>
          </w:tcPr>
          <w:p w14:paraId="77559FC3" w14:textId="71DE688C" w:rsidR="0034680B" w:rsidRPr="00EE62BB" w:rsidRDefault="0034680B" w:rsidP="0034680B">
            <w:pPr>
              <w:spacing w:before="60" w:after="30" w:line="276" w:lineRule="auto"/>
              <w:jc w:val="right"/>
              <w:rPr>
                <w:rFonts w:ascii="Arial" w:hAnsi="Arial" w:cs="Arial"/>
                <w:sz w:val="19"/>
                <w:szCs w:val="19"/>
                <w:cs/>
              </w:rPr>
            </w:pPr>
            <w:r w:rsidRPr="0034680B">
              <w:rPr>
                <w:rFonts w:ascii="Arial" w:hAnsi="Arial" w:cs="Arial"/>
                <w:sz w:val="19"/>
                <w:szCs w:val="19"/>
              </w:rPr>
              <w:t>2,039</w:t>
            </w:r>
          </w:p>
        </w:tc>
        <w:tc>
          <w:tcPr>
            <w:tcW w:w="284" w:type="dxa"/>
          </w:tcPr>
          <w:p w14:paraId="2ADEF693" w14:textId="77777777" w:rsidR="0034680B" w:rsidRPr="00EE62BB" w:rsidRDefault="0034680B" w:rsidP="0034680B">
            <w:pPr>
              <w:pStyle w:val="a"/>
              <w:spacing w:before="60" w:after="30" w:line="276" w:lineRule="auto"/>
              <w:ind w:left="-157" w:right="0"/>
              <w:rPr>
                <w:rFonts w:ascii="Arial" w:hAnsi="Arial" w:cs="Arial"/>
                <w:sz w:val="19"/>
                <w:szCs w:val="19"/>
                <w:lang w:eastAsia="en-US"/>
              </w:rPr>
            </w:pPr>
          </w:p>
        </w:tc>
        <w:tc>
          <w:tcPr>
            <w:tcW w:w="1275" w:type="dxa"/>
          </w:tcPr>
          <w:p w14:paraId="46A62D42" w14:textId="1642615E" w:rsidR="0034680B" w:rsidRPr="00EE62BB" w:rsidRDefault="0034680B" w:rsidP="0034680B">
            <w:pPr>
              <w:spacing w:before="60" w:after="30" w:line="276" w:lineRule="auto"/>
              <w:jc w:val="right"/>
              <w:rPr>
                <w:rFonts w:ascii="Arial" w:hAnsi="Arial" w:cs="Arial"/>
                <w:sz w:val="19"/>
                <w:szCs w:val="19"/>
              </w:rPr>
            </w:pPr>
            <w:r w:rsidRPr="00EE62BB">
              <w:rPr>
                <w:rFonts w:ascii="Arial" w:hAnsi="Arial" w:cs="Arial"/>
                <w:sz w:val="19"/>
                <w:szCs w:val="19"/>
              </w:rPr>
              <w:t>872</w:t>
            </w:r>
          </w:p>
        </w:tc>
      </w:tr>
      <w:tr w:rsidR="0034680B" w:rsidRPr="00EE62BB" w14:paraId="0E9750B8" w14:textId="77777777" w:rsidTr="00C41613">
        <w:trPr>
          <w:cantSplit/>
          <w:trHeight w:val="195"/>
        </w:trPr>
        <w:tc>
          <w:tcPr>
            <w:tcW w:w="2855" w:type="dxa"/>
          </w:tcPr>
          <w:p w14:paraId="0E4BB4CC" w14:textId="77777777" w:rsidR="0034680B" w:rsidRPr="00EE62BB" w:rsidRDefault="0034680B" w:rsidP="0034680B">
            <w:pPr>
              <w:pStyle w:val="CharCharCharCharCharCharCharCharCharCharCharChar"/>
              <w:spacing w:before="60" w:after="30" w:line="276" w:lineRule="auto"/>
              <w:rPr>
                <w:rFonts w:ascii="Arial" w:hAnsi="Arial" w:cs="Arial"/>
                <w:sz w:val="18"/>
                <w:szCs w:val="18"/>
              </w:rPr>
            </w:pPr>
            <w:r w:rsidRPr="00EE62BB">
              <w:rPr>
                <w:rFonts w:ascii="Arial" w:hAnsi="Arial" w:cs="Arial"/>
                <w:sz w:val="18"/>
                <w:szCs w:val="18"/>
              </w:rPr>
              <w:t>Liabilities under trust receipts</w:t>
            </w:r>
          </w:p>
        </w:tc>
        <w:tc>
          <w:tcPr>
            <w:tcW w:w="1435" w:type="dxa"/>
            <w:tcBorders>
              <w:left w:val="nil"/>
            </w:tcBorders>
          </w:tcPr>
          <w:p w14:paraId="0963B73A" w14:textId="09EE4852" w:rsidR="0034680B" w:rsidRPr="004931F5" w:rsidRDefault="0034680B" w:rsidP="0034680B">
            <w:pPr>
              <w:spacing w:before="60" w:after="30" w:line="276" w:lineRule="auto"/>
              <w:jc w:val="center"/>
              <w:rPr>
                <w:rFonts w:ascii="Arial" w:hAnsi="Arial" w:cs="Arial"/>
                <w:color w:val="000000" w:themeColor="text1"/>
                <w:sz w:val="19"/>
                <w:szCs w:val="19"/>
              </w:rPr>
            </w:pPr>
            <w:r w:rsidRPr="004931F5">
              <w:rPr>
                <w:rFonts w:ascii="Arial" w:hAnsi="Arial" w:cs="Arial"/>
                <w:color w:val="000000" w:themeColor="text1"/>
                <w:sz w:val="19"/>
                <w:szCs w:val="19"/>
              </w:rPr>
              <w:t>2.98 - 3.00</w:t>
            </w:r>
          </w:p>
        </w:tc>
        <w:tc>
          <w:tcPr>
            <w:tcW w:w="284" w:type="dxa"/>
          </w:tcPr>
          <w:p w14:paraId="5178D9A0" w14:textId="77777777" w:rsidR="0034680B" w:rsidRPr="00EE62BB" w:rsidRDefault="0034680B" w:rsidP="0034680B">
            <w:pPr>
              <w:spacing w:before="60" w:after="30" w:line="276" w:lineRule="auto"/>
              <w:rPr>
                <w:rFonts w:ascii="Arial" w:hAnsi="Arial" w:cs="Arial"/>
                <w:sz w:val="18"/>
                <w:szCs w:val="18"/>
              </w:rPr>
            </w:pPr>
          </w:p>
        </w:tc>
        <w:tc>
          <w:tcPr>
            <w:tcW w:w="1275" w:type="dxa"/>
          </w:tcPr>
          <w:p w14:paraId="2441B9C0" w14:textId="61244E92" w:rsidR="0034680B" w:rsidRPr="00EE62BB" w:rsidRDefault="0034680B" w:rsidP="0034680B">
            <w:pPr>
              <w:spacing w:before="60" w:after="30" w:line="276" w:lineRule="auto"/>
              <w:jc w:val="center"/>
              <w:rPr>
                <w:rFonts w:ascii="Arial" w:hAnsi="Arial" w:cs="Arial"/>
                <w:sz w:val="19"/>
                <w:szCs w:val="19"/>
              </w:rPr>
            </w:pPr>
            <w:r w:rsidRPr="00EE62BB">
              <w:rPr>
                <w:rFonts w:ascii="Arial" w:hAnsi="Arial" w:cs="Arial"/>
                <w:color w:val="000000" w:themeColor="text1"/>
                <w:sz w:val="19"/>
                <w:szCs w:val="19"/>
              </w:rPr>
              <w:t>2.93</w:t>
            </w:r>
          </w:p>
        </w:tc>
        <w:tc>
          <w:tcPr>
            <w:tcW w:w="266" w:type="dxa"/>
          </w:tcPr>
          <w:p w14:paraId="087FC070" w14:textId="77777777" w:rsidR="0034680B" w:rsidRPr="00EE62BB" w:rsidRDefault="0034680B" w:rsidP="0034680B">
            <w:pPr>
              <w:spacing w:before="60" w:after="30" w:line="276" w:lineRule="auto"/>
              <w:rPr>
                <w:rFonts w:ascii="Arial" w:hAnsi="Arial" w:cs="Arial"/>
                <w:sz w:val="19"/>
                <w:szCs w:val="19"/>
              </w:rPr>
            </w:pPr>
          </w:p>
        </w:tc>
        <w:tc>
          <w:tcPr>
            <w:tcW w:w="1293" w:type="dxa"/>
          </w:tcPr>
          <w:p w14:paraId="28063951" w14:textId="7C5DB1FA" w:rsidR="0034680B" w:rsidRPr="00EE62BB" w:rsidRDefault="0034680B" w:rsidP="0034680B">
            <w:pPr>
              <w:spacing w:before="60" w:after="30" w:line="276" w:lineRule="auto"/>
              <w:jc w:val="right"/>
              <w:rPr>
                <w:rFonts w:ascii="Arial" w:hAnsi="Arial" w:cs="Arial"/>
                <w:sz w:val="19"/>
                <w:szCs w:val="19"/>
              </w:rPr>
            </w:pPr>
            <w:r w:rsidRPr="0034680B">
              <w:rPr>
                <w:rFonts w:ascii="Arial" w:hAnsi="Arial" w:cs="Arial"/>
                <w:sz w:val="19"/>
                <w:szCs w:val="19"/>
              </w:rPr>
              <w:t>29,000</w:t>
            </w:r>
          </w:p>
        </w:tc>
        <w:tc>
          <w:tcPr>
            <w:tcW w:w="284" w:type="dxa"/>
          </w:tcPr>
          <w:p w14:paraId="11D1ADD9" w14:textId="77777777" w:rsidR="0034680B" w:rsidRPr="00EE62BB" w:rsidRDefault="0034680B" w:rsidP="0034680B">
            <w:pPr>
              <w:pStyle w:val="a"/>
              <w:spacing w:before="60" w:after="30" w:line="276" w:lineRule="auto"/>
              <w:ind w:left="-157" w:right="0"/>
              <w:rPr>
                <w:rFonts w:ascii="Arial" w:hAnsi="Arial" w:cs="Arial"/>
                <w:sz w:val="19"/>
                <w:szCs w:val="19"/>
                <w:lang w:eastAsia="en-US"/>
              </w:rPr>
            </w:pPr>
          </w:p>
        </w:tc>
        <w:tc>
          <w:tcPr>
            <w:tcW w:w="1275" w:type="dxa"/>
          </w:tcPr>
          <w:p w14:paraId="34071402" w14:textId="0B9DFE3C" w:rsidR="0034680B" w:rsidRPr="00EE62BB" w:rsidRDefault="0034680B" w:rsidP="0034680B">
            <w:pPr>
              <w:spacing w:before="60" w:after="30" w:line="276" w:lineRule="auto"/>
              <w:jc w:val="right"/>
              <w:rPr>
                <w:rFonts w:ascii="Arial" w:hAnsi="Arial" w:cs="Arial"/>
                <w:sz w:val="19"/>
                <w:szCs w:val="19"/>
              </w:rPr>
            </w:pPr>
            <w:r w:rsidRPr="00EE62BB">
              <w:rPr>
                <w:rFonts w:ascii="Arial" w:hAnsi="Arial" w:cs="Arial"/>
                <w:sz w:val="19"/>
                <w:szCs w:val="19"/>
              </w:rPr>
              <w:t>23,566</w:t>
            </w:r>
          </w:p>
        </w:tc>
      </w:tr>
      <w:tr w:rsidR="0034680B" w:rsidRPr="00EE62BB" w14:paraId="2C17E576" w14:textId="77777777" w:rsidTr="00C41613">
        <w:trPr>
          <w:cantSplit/>
        </w:trPr>
        <w:tc>
          <w:tcPr>
            <w:tcW w:w="2855" w:type="dxa"/>
          </w:tcPr>
          <w:p w14:paraId="5E005AF7" w14:textId="77777777" w:rsidR="0034680B" w:rsidRPr="00EE62BB" w:rsidRDefault="0034680B" w:rsidP="0034680B">
            <w:pPr>
              <w:pStyle w:val="CharCharCharCharCharCharCharCharCharCharCharChar"/>
              <w:spacing w:before="60" w:after="30" w:line="276" w:lineRule="auto"/>
              <w:rPr>
                <w:rFonts w:ascii="Arial" w:hAnsi="Arial" w:cs="Arial"/>
                <w:sz w:val="18"/>
                <w:szCs w:val="18"/>
              </w:rPr>
            </w:pPr>
            <w:r w:rsidRPr="00EE62BB">
              <w:rPr>
                <w:rFonts w:ascii="Arial" w:hAnsi="Arial" w:cs="Arial"/>
                <w:sz w:val="18"/>
                <w:szCs w:val="18"/>
              </w:rPr>
              <w:t xml:space="preserve">Short - term loans </w:t>
            </w:r>
          </w:p>
        </w:tc>
        <w:tc>
          <w:tcPr>
            <w:tcW w:w="1435" w:type="dxa"/>
            <w:tcBorders>
              <w:left w:val="nil"/>
            </w:tcBorders>
          </w:tcPr>
          <w:p w14:paraId="4EAE9171" w14:textId="15592D49" w:rsidR="0034680B" w:rsidRPr="004931F5" w:rsidRDefault="0034680B" w:rsidP="0034680B">
            <w:pPr>
              <w:spacing w:before="60" w:after="30" w:line="276" w:lineRule="auto"/>
              <w:jc w:val="center"/>
              <w:rPr>
                <w:rFonts w:ascii="Arial" w:hAnsi="Arial" w:cs="Arial"/>
                <w:color w:val="000000" w:themeColor="text1"/>
                <w:sz w:val="19"/>
                <w:szCs w:val="19"/>
              </w:rPr>
            </w:pPr>
            <w:r w:rsidRPr="004931F5">
              <w:rPr>
                <w:rFonts w:ascii="Arial" w:hAnsi="Arial" w:cs="Arial"/>
                <w:color w:val="000000" w:themeColor="text1"/>
                <w:sz w:val="19"/>
                <w:szCs w:val="19"/>
              </w:rPr>
              <w:t>2.86</w:t>
            </w:r>
          </w:p>
        </w:tc>
        <w:tc>
          <w:tcPr>
            <w:tcW w:w="284" w:type="dxa"/>
          </w:tcPr>
          <w:p w14:paraId="1A0E827B" w14:textId="77777777" w:rsidR="0034680B" w:rsidRPr="00EE62BB" w:rsidRDefault="0034680B" w:rsidP="0034680B">
            <w:pPr>
              <w:spacing w:before="60" w:after="30" w:line="276" w:lineRule="auto"/>
              <w:rPr>
                <w:rFonts w:ascii="Arial" w:hAnsi="Arial" w:cs="Arial"/>
                <w:sz w:val="18"/>
                <w:szCs w:val="18"/>
              </w:rPr>
            </w:pPr>
          </w:p>
        </w:tc>
        <w:tc>
          <w:tcPr>
            <w:tcW w:w="1275" w:type="dxa"/>
          </w:tcPr>
          <w:p w14:paraId="39B067C6" w14:textId="7919CA42" w:rsidR="0034680B" w:rsidRPr="00EE62BB" w:rsidRDefault="0034680B" w:rsidP="0034680B">
            <w:pPr>
              <w:spacing w:before="60" w:after="30" w:line="276" w:lineRule="auto"/>
              <w:jc w:val="center"/>
              <w:rPr>
                <w:rFonts w:ascii="Arial" w:hAnsi="Arial" w:cs="Arial"/>
                <w:sz w:val="19"/>
                <w:szCs w:val="19"/>
              </w:rPr>
            </w:pPr>
            <w:r w:rsidRPr="00EE62BB">
              <w:rPr>
                <w:rFonts w:ascii="Arial" w:hAnsi="Arial" w:cs="Arial"/>
                <w:color w:val="000000" w:themeColor="text1"/>
                <w:sz w:val="19"/>
                <w:szCs w:val="19"/>
              </w:rPr>
              <w:t xml:space="preserve">2.83 </w:t>
            </w:r>
            <w:r w:rsidR="00361E31">
              <w:rPr>
                <w:rFonts w:ascii="Arial" w:hAnsi="Arial" w:cs="Arial"/>
                <w:color w:val="000000" w:themeColor="text1"/>
                <w:sz w:val="19"/>
                <w:szCs w:val="19"/>
              </w:rPr>
              <w:t>-</w:t>
            </w:r>
            <w:r w:rsidRPr="00EE62BB">
              <w:rPr>
                <w:rFonts w:ascii="Arial" w:hAnsi="Arial" w:cs="Arial"/>
                <w:color w:val="000000" w:themeColor="text1"/>
                <w:sz w:val="19"/>
                <w:szCs w:val="19"/>
              </w:rPr>
              <w:t xml:space="preserve"> 2.93</w:t>
            </w:r>
          </w:p>
        </w:tc>
        <w:tc>
          <w:tcPr>
            <w:tcW w:w="266" w:type="dxa"/>
          </w:tcPr>
          <w:p w14:paraId="3F89EE85" w14:textId="77777777" w:rsidR="0034680B" w:rsidRPr="00EE62BB" w:rsidRDefault="0034680B" w:rsidP="0034680B">
            <w:pPr>
              <w:spacing w:before="60" w:after="30" w:line="276" w:lineRule="auto"/>
              <w:rPr>
                <w:rFonts w:ascii="Arial" w:hAnsi="Arial" w:cs="Arial"/>
                <w:sz w:val="19"/>
                <w:szCs w:val="19"/>
              </w:rPr>
            </w:pPr>
          </w:p>
        </w:tc>
        <w:tc>
          <w:tcPr>
            <w:tcW w:w="1293" w:type="dxa"/>
          </w:tcPr>
          <w:p w14:paraId="29904B1F" w14:textId="3181AC0C" w:rsidR="0034680B" w:rsidRPr="00EE62BB" w:rsidRDefault="0034680B" w:rsidP="0034680B">
            <w:pPr>
              <w:spacing w:before="60" w:after="30" w:line="276" w:lineRule="auto"/>
              <w:jc w:val="right"/>
              <w:rPr>
                <w:rFonts w:ascii="Arial" w:hAnsi="Arial" w:cs="Arial"/>
                <w:sz w:val="19"/>
                <w:szCs w:val="19"/>
              </w:rPr>
            </w:pPr>
            <w:r w:rsidRPr="0034680B">
              <w:rPr>
                <w:rFonts w:ascii="Arial" w:hAnsi="Arial" w:cs="Arial"/>
                <w:sz w:val="19"/>
                <w:szCs w:val="19"/>
              </w:rPr>
              <w:t>140,000</w:t>
            </w:r>
          </w:p>
        </w:tc>
        <w:tc>
          <w:tcPr>
            <w:tcW w:w="284" w:type="dxa"/>
          </w:tcPr>
          <w:p w14:paraId="1F9E9FD5" w14:textId="77777777" w:rsidR="0034680B" w:rsidRPr="00EE62BB" w:rsidRDefault="0034680B" w:rsidP="0034680B">
            <w:pPr>
              <w:pStyle w:val="a"/>
              <w:spacing w:before="60" w:after="30" w:line="276" w:lineRule="auto"/>
              <w:ind w:left="-157" w:right="0"/>
              <w:rPr>
                <w:rFonts w:ascii="Arial" w:hAnsi="Arial" w:cs="Arial"/>
                <w:sz w:val="19"/>
                <w:szCs w:val="19"/>
                <w:lang w:eastAsia="en-US"/>
              </w:rPr>
            </w:pPr>
          </w:p>
        </w:tc>
        <w:tc>
          <w:tcPr>
            <w:tcW w:w="1275" w:type="dxa"/>
            <w:tcBorders>
              <w:bottom w:val="single" w:sz="4" w:space="0" w:color="auto"/>
            </w:tcBorders>
          </w:tcPr>
          <w:p w14:paraId="2366715E" w14:textId="472F0848" w:rsidR="0034680B" w:rsidRPr="00EE62BB" w:rsidRDefault="0034680B" w:rsidP="0034680B">
            <w:pPr>
              <w:spacing w:before="60" w:after="30" w:line="276" w:lineRule="auto"/>
              <w:jc w:val="right"/>
              <w:rPr>
                <w:rFonts w:ascii="Arial" w:hAnsi="Arial" w:cs="Arial"/>
                <w:sz w:val="19"/>
                <w:szCs w:val="19"/>
              </w:rPr>
            </w:pPr>
            <w:r w:rsidRPr="00EE62BB">
              <w:rPr>
                <w:rFonts w:ascii="Arial" w:hAnsi="Arial" w:cs="Arial"/>
                <w:sz w:val="19"/>
                <w:szCs w:val="19"/>
              </w:rPr>
              <w:t>160,000</w:t>
            </w:r>
          </w:p>
        </w:tc>
      </w:tr>
      <w:tr w:rsidR="0034680B" w:rsidRPr="00EE62BB" w14:paraId="6A1146EE" w14:textId="77777777" w:rsidTr="00C41613">
        <w:trPr>
          <w:cantSplit/>
        </w:trPr>
        <w:tc>
          <w:tcPr>
            <w:tcW w:w="2855" w:type="dxa"/>
            <w:vAlign w:val="center"/>
          </w:tcPr>
          <w:p w14:paraId="2BCAB031" w14:textId="77777777" w:rsidR="0034680B" w:rsidRPr="00EE62BB" w:rsidRDefault="0034680B" w:rsidP="0034680B">
            <w:pPr>
              <w:tabs>
                <w:tab w:val="left" w:pos="763"/>
              </w:tabs>
              <w:spacing w:before="60" w:after="30" w:line="276" w:lineRule="auto"/>
              <w:ind w:left="227"/>
              <w:rPr>
                <w:rFonts w:ascii="Arial" w:hAnsi="Arial" w:cs="Arial"/>
                <w:sz w:val="18"/>
                <w:szCs w:val="18"/>
                <w:lang w:val="en-GB"/>
              </w:rPr>
            </w:pPr>
            <w:r w:rsidRPr="00EE62BB">
              <w:rPr>
                <w:rFonts w:ascii="Arial" w:hAnsi="Arial" w:cs="Arial"/>
                <w:sz w:val="18"/>
                <w:szCs w:val="18"/>
                <w:lang w:val="en-GB"/>
              </w:rPr>
              <w:t>Total</w:t>
            </w:r>
          </w:p>
        </w:tc>
        <w:tc>
          <w:tcPr>
            <w:tcW w:w="1435" w:type="dxa"/>
            <w:tcBorders>
              <w:left w:val="nil"/>
            </w:tcBorders>
          </w:tcPr>
          <w:p w14:paraId="19D616DA" w14:textId="77777777" w:rsidR="0034680B" w:rsidRPr="00EE62BB" w:rsidRDefault="0034680B" w:rsidP="0034680B">
            <w:pPr>
              <w:spacing w:before="60" w:after="30" w:line="276" w:lineRule="auto"/>
              <w:jc w:val="center"/>
              <w:rPr>
                <w:rFonts w:ascii="Arial" w:hAnsi="Arial" w:cs="Arial"/>
                <w:sz w:val="18"/>
                <w:szCs w:val="18"/>
              </w:rPr>
            </w:pPr>
          </w:p>
        </w:tc>
        <w:tc>
          <w:tcPr>
            <w:tcW w:w="284" w:type="dxa"/>
          </w:tcPr>
          <w:p w14:paraId="453774DF" w14:textId="77777777" w:rsidR="0034680B" w:rsidRPr="00EE62BB" w:rsidRDefault="0034680B" w:rsidP="0034680B">
            <w:pPr>
              <w:spacing w:before="60" w:after="30" w:line="276" w:lineRule="auto"/>
              <w:rPr>
                <w:rFonts w:ascii="Arial" w:hAnsi="Arial" w:cs="Arial"/>
                <w:sz w:val="18"/>
                <w:szCs w:val="18"/>
              </w:rPr>
            </w:pPr>
          </w:p>
        </w:tc>
        <w:tc>
          <w:tcPr>
            <w:tcW w:w="1275" w:type="dxa"/>
          </w:tcPr>
          <w:p w14:paraId="7B8B7A61" w14:textId="77777777" w:rsidR="0034680B" w:rsidRPr="00EE62BB" w:rsidRDefault="0034680B" w:rsidP="0034680B">
            <w:pPr>
              <w:spacing w:before="60" w:after="30" w:line="276" w:lineRule="auto"/>
              <w:rPr>
                <w:rFonts w:ascii="Arial" w:hAnsi="Arial" w:cs="Arial"/>
                <w:sz w:val="19"/>
                <w:szCs w:val="19"/>
              </w:rPr>
            </w:pPr>
          </w:p>
        </w:tc>
        <w:tc>
          <w:tcPr>
            <w:tcW w:w="266" w:type="dxa"/>
          </w:tcPr>
          <w:p w14:paraId="30E2E69B" w14:textId="77777777" w:rsidR="0034680B" w:rsidRPr="00EE62BB" w:rsidRDefault="0034680B" w:rsidP="0034680B">
            <w:pPr>
              <w:spacing w:before="60" w:after="30" w:line="276" w:lineRule="auto"/>
              <w:rPr>
                <w:rFonts w:ascii="Arial" w:hAnsi="Arial" w:cs="Arial"/>
                <w:sz w:val="19"/>
                <w:szCs w:val="19"/>
              </w:rPr>
            </w:pPr>
          </w:p>
        </w:tc>
        <w:tc>
          <w:tcPr>
            <w:tcW w:w="1293" w:type="dxa"/>
            <w:tcBorders>
              <w:top w:val="single" w:sz="4" w:space="0" w:color="auto"/>
              <w:bottom w:val="single" w:sz="12" w:space="0" w:color="auto"/>
            </w:tcBorders>
          </w:tcPr>
          <w:p w14:paraId="0BB59C75" w14:textId="56B2154F" w:rsidR="0034680B" w:rsidRPr="00EE62BB" w:rsidRDefault="0034680B" w:rsidP="0034680B">
            <w:pPr>
              <w:spacing w:before="60" w:after="30" w:line="276" w:lineRule="auto"/>
              <w:jc w:val="right"/>
              <w:rPr>
                <w:rFonts w:ascii="Arial" w:hAnsi="Arial" w:cs="Arial"/>
                <w:sz w:val="19"/>
                <w:szCs w:val="19"/>
                <w:cs/>
              </w:rPr>
            </w:pPr>
            <w:r w:rsidRPr="0034680B">
              <w:rPr>
                <w:rFonts w:ascii="Arial" w:hAnsi="Arial" w:cs="Arial"/>
                <w:sz w:val="19"/>
                <w:szCs w:val="19"/>
              </w:rPr>
              <w:t>171,039</w:t>
            </w:r>
          </w:p>
        </w:tc>
        <w:tc>
          <w:tcPr>
            <w:tcW w:w="284" w:type="dxa"/>
          </w:tcPr>
          <w:p w14:paraId="513FE74E" w14:textId="77777777" w:rsidR="0034680B" w:rsidRPr="00EE62BB" w:rsidRDefault="0034680B" w:rsidP="0034680B">
            <w:pPr>
              <w:pStyle w:val="a"/>
              <w:spacing w:before="60" w:after="30" w:line="276" w:lineRule="auto"/>
              <w:ind w:left="-157" w:right="0"/>
              <w:rPr>
                <w:rFonts w:ascii="Arial" w:hAnsi="Arial" w:cs="Arial"/>
                <w:sz w:val="19"/>
                <w:szCs w:val="19"/>
                <w:lang w:eastAsia="en-US"/>
              </w:rPr>
            </w:pPr>
          </w:p>
        </w:tc>
        <w:tc>
          <w:tcPr>
            <w:tcW w:w="1275" w:type="dxa"/>
            <w:tcBorders>
              <w:top w:val="single" w:sz="4" w:space="0" w:color="auto"/>
              <w:bottom w:val="single" w:sz="12" w:space="0" w:color="auto"/>
            </w:tcBorders>
          </w:tcPr>
          <w:p w14:paraId="1B997B06" w14:textId="725D8CBE" w:rsidR="0034680B" w:rsidRPr="00EE62BB" w:rsidRDefault="0034680B" w:rsidP="0034680B">
            <w:pPr>
              <w:spacing w:before="60" w:after="30" w:line="276" w:lineRule="auto"/>
              <w:jc w:val="right"/>
              <w:rPr>
                <w:rFonts w:ascii="Arial" w:hAnsi="Arial" w:cs="Arial"/>
                <w:sz w:val="19"/>
                <w:szCs w:val="19"/>
                <w:cs/>
              </w:rPr>
            </w:pPr>
            <w:r w:rsidRPr="00EE62BB">
              <w:rPr>
                <w:rFonts w:ascii="Arial" w:hAnsi="Arial" w:cs="Arial"/>
                <w:sz w:val="19"/>
                <w:szCs w:val="19"/>
              </w:rPr>
              <w:t>184,438</w:t>
            </w:r>
          </w:p>
        </w:tc>
      </w:tr>
    </w:tbl>
    <w:p w14:paraId="210EC6A8" w14:textId="3D0EAE25" w:rsidR="000A6F0A" w:rsidRPr="00EE62BB" w:rsidRDefault="00895C57" w:rsidP="004C0900">
      <w:pPr>
        <w:pStyle w:val="ListParagraph"/>
        <w:tabs>
          <w:tab w:val="num" w:pos="4046"/>
        </w:tabs>
        <w:spacing w:after="0" w:line="360" w:lineRule="auto"/>
        <w:ind w:left="426" w:right="62"/>
        <w:jc w:val="thaiDistribute"/>
        <w:rPr>
          <w:rFonts w:ascii="Arial" w:hAnsi="Arial" w:cs="Arial"/>
          <w:sz w:val="19"/>
          <w:szCs w:val="19"/>
        </w:rPr>
      </w:pPr>
      <w:r>
        <w:rPr>
          <w:rFonts w:ascii="Arial" w:hAnsi="Arial" w:cs="Arial"/>
          <w:sz w:val="19"/>
          <w:szCs w:val="19"/>
        </w:rPr>
        <w:br/>
      </w:r>
      <w:r w:rsidR="00210F04" w:rsidRPr="00EE62BB">
        <w:rPr>
          <w:rFonts w:ascii="Arial" w:hAnsi="Arial" w:cs="Arial"/>
          <w:sz w:val="19"/>
          <w:szCs w:val="19"/>
        </w:rPr>
        <w:t xml:space="preserve">As </w:t>
      </w:r>
      <w:r w:rsidR="00BD2C13" w:rsidRPr="00EE62BB">
        <w:rPr>
          <w:rFonts w:ascii="Arial" w:hAnsi="Arial" w:cs="Arial"/>
          <w:sz w:val="19"/>
          <w:szCs w:val="19"/>
        </w:rPr>
        <w:t>of</w:t>
      </w:r>
      <w:r w:rsidR="0093521E" w:rsidRPr="00EE62BB">
        <w:rPr>
          <w:rFonts w:ascii="Arial" w:hAnsi="Arial" w:cs="Arial"/>
          <w:sz w:val="19"/>
          <w:szCs w:val="19"/>
        </w:rPr>
        <w:t xml:space="preserve"> </w:t>
      </w:r>
      <w:r w:rsidR="004C0900" w:rsidRPr="00EE62BB">
        <w:rPr>
          <w:rFonts w:ascii="Arial" w:hAnsi="Arial" w:cs="Arial"/>
          <w:sz w:val="19"/>
          <w:szCs w:val="19"/>
        </w:rPr>
        <w:t xml:space="preserve">31 March 2024 </w:t>
      </w:r>
      <w:r w:rsidR="009C3F68" w:rsidRPr="00EE62BB">
        <w:rPr>
          <w:rFonts w:ascii="Arial" w:hAnsi="Arial" w:cs="Arial"/>
          <w:sz w:val="19"/>
          <w:szCs w:val="19"/>
        </w:rPr>
        <w:t>and 31 December 20</w:t>
      </w:r>
      <w:r w:rsidR="00AF57FD" w:rsidRPr="00EE62BB">
        <w:rPr>
          <w:rFonts w:ascii="Arial" w:hAnsi="Arial" w:cs="Arial"/>
          <w:sz w:val="19"/>
          <w:szCs w:val="19"/>
        </w:rPr>
        <w:t>2</w:t>
      </w:r>
      <w:r w:rsidR="004A6D16">
        <w:rPr>
          <w:rFonts w:ascii="Arial" w:hAnsi="Arial" w:cs="Arial"/>
          <w:sz w:val="19"/>
          <w:szCs w:val="19"/>
        </w:rPr>
        <w:t>3</w:t>
      </w:r>
      <w:r w:rsidR="00774619" w:rsidRPr="00EE62BB">
        <w:rPr>
          <w:rFonts w:ascii="Arial" w:hAnsi="Arial" w:cs="Arial"/>
          <w:sz w:val="19"/>
          <w:szCs w:val="19"/>
        </w:rPr>
        <w:t>, the</w:t>
      </w:r>
      <w:r w:rsidR="000B6274" w:rsidRPr="00EE62BB">
        <w:rPr>
          <w:rFonts w:ascii="Arial" w:hAnsi="Arial" w:cs="Arial"/>
          <w:sz w:val="19"/>
          <w:szCs w:val="19"/>
        </w:rPr>
        <w:t xml:space="preserve"> Group</w:t>
      </w:r>
      <w:r w:rsidR="009B3F67" w:rsidRPr="00EE62BB">
        <w:rPr>
          <w:rFonts w:ascii="Arial" w:hAnsi="Arial" w:cs="Arial"/>
          <w:sz w:val="19"/>
          <w:szCs w:val="19"/>
        </w:rPr>
        <w:t xml:space="preserve"> ha</w:t>
      </w:r>
      <w:r w:rsidR="000B6274" w:rsidRPr="00EE62BB">
        <w:rPr>
          <w:rFonts w:ascii="Arial" w:hAnsi="Arial" w:cs="Arial"/>
          <w:sz w:val="19"/>
          <w:szCs w:val="19"/>
        </w:rPr>
        <w:t>s</w:t>
      </w:r>
      <w:r w:rsidR="00774619" w:rsidRPr="00EE62BB">
        <w:rPr>
          <w:rFonts w:ascii="Arial" w:hAnsi="Arial" w:cs="Arial"/>
          <w:sz w:val="19"/>
          <w:szCs w:val="19"/>
        </w:rPr>
        <w:t xml:space="preserve"> </w:t>
      </w:r>
      <w:r w:rsidR="004A2E1B" w:rsidRPr="00EE62BB">
        <w:rPr>
          <w:rFonts w:ascii="Arial" w:hAnsi="Arial" w:cs="Arial"/>
          <w:sz w:val="19"/>
          <w:szCs w:val="19"/>
        </w:rPr>
        <w:t>credit facili</w:t>
      </w:r>
      <w:r w:rsidR="00BC7E3D" w:rsidRPr="00EE62BB">
        <w:rPr>
          <w:rFonts w:ascii="Arial" w:hAnsi="Arial" w:cs="Arial"/>
          <w:sz w:val="19"/>
          <w:szCs w:val="19"/>
        </w:rPr>
        <w:t>ties in</w:t>
      </w:r>
      <w:r w:rsidR="004B7BA8" w:rsidRPr="00EE62BB">
        <w:rPr>
          <w:rFonts w:ascii="Arial" w:hAnsi="Arial" w:cs="Arial"/>
          <w:sz w:val="19"/>
          <w:szCs w:val="19"/>
        </w:rPr>
        <w:t xml:space="preserve"> the</w:t>
      </w:r>
      <w:r w:rsidR="00BC7E3D" w:rsidRPr="00EE62BB">
        <w:rPr>
          <w:rFonts w:ascii="Arial" w:hAnsi="Arial" w:cs="Arial"/>
          <w:sz w:val="19"/>
          <w:szCs w:val="19"/>
        </w:rPr>
        <w:t xml:space="preserve"> form</w:t>
      </w:r>
      <w:r w:rsidR="00BD2C13" w:rsidRPr="00EE62BB">
        <w:rPr>
          <w:rFonts w:ascii="Arial" w:hAnsi="Arial" w:cs="Arial"/>
          <w:sz w:val="19"/>
          <w:szCs w:val="19"/>
        </w:rPr>
        <w:t xml:space="preserve">s </w:t>
      </w:r>
      <w:r w:rsidR="00BC7E3D" w:rsidRPr="00EE62BB">
        <w:rPr>
          <w:rFonts w:ascii="Arial" w:hAnsi="Arial" w:cs="Arial"/>
          <w:sz w:val="19"/>
          <w:szCs w:val="19"/>
        </w:rPr>
        <w:t>of</w:t>
      </w:r>
      <w:r w:rsidR="00B21680" w:rsidRPr="00EE62BB">
        <w:rPr>
          <w:rFonts w:ascii="Arial" w:hAnsi="Arial" w:cs="Arial"/>
          <w:sz w:val="19"/>
          <w:szCs w:val="19"/>
        </w:rPr>
        <w:t xml:space="preserve"> </w:t>
      </w:r>
      <w:r w:rsidR="00BC7E3D" w:rsidRPr="00EE62BB">
        <w:rPr>
          <w:rFonts w:ascii="Arial" w:hAnsi="Arial" w:cs="Arial"/>
          <w:sz w:val="19"/>
          <w:szCs w:val="19"/>
        </w:rPr>
        <w:t>bank overdraft</w:t>
      </w:r>
      <w:r w:rsidR="002A3AC2" w:rsidRPr="00EE62BB">
        <w:rPr>
          <w:rFonts w:ascii="Arial" w:hAnsi="Arial" w:cs="Arial"/>
          <w:sz w:val="19"/>
          <w:szCs w:val="19"/>
        </w:rPr>
        <w:t>, promissory note,</w:t>
      </w:r>
      <w:r w:rsidR="00BC7E3D" w:rsidRPr="00EE62BB">
        <w:rPr>
          <w:rFonts w:ascii="Arial" w:hAnsi="Arial" w:cs="Arial"/>
          <w:sz w:val="19"/>
          <w:szCs w:val="19"/>
        </w:rPr>
        <w:t xml:space="preserve"> </w:t>
      </w:r>
      <w:r w:rsidR="006F599D" w:rsidRPr="00EE62BB">
        <w:rPr>
          <w:rFonts w:ascii="Arial" w:hAnsi="Arial" w:cs="Arial"/>
          <w:sz w:val="19"/>
          <w:szCs w:val="19"/>
        </w:rPr>
        <w:t>liabilities under trust receipt</w:t>
      </w:r>
      <w:r w:rsidR="002A3AC2" w:rsidRPr="00EE62BB">
        <w:rPr>
          <w:rFonts w:ascii="Arial" w:hAnsi="Arial" w:cs="Arial"/>
          <w:sz w:val="19"/>
          <w:szCs w:val="19"/>
        </w:rPr>
        <w:t xml:space="preserve"> agreements</w:t>
      </w:r>
      <w:r w:rsidR="000B6274" w:rsidRPr="00EE62BB">
        <w:rPr>
          <w:rFonts w:ascii="Arial" w:hAnsi="Arial" w:cs="Arial"/>
          <w:sz w:val="19"/>
          <w:szCs w:val="19"/>
        </w:rPr>
        <w:t>,</w:t>
      </w:r>
      <w:r w:rsidR="002A3AC2" w:rsidRPr="00EE62BB">
        <w:rPr>
          <w:rFonts w:ascii="Arial" w:hAnsi="Arial" w:cs="Arial"/>
          <w:sz w:val="19"/>
          <w:szCs w:val="19"/>
        </w:rPr>
        <w:t xml:space="preserve"> and other</w:t>
      </w:r>
      <w:r w:rsidR="005713BA" w:rsidRPr="00EE62BB">
        <w:rPr>
          <w:rFonts w:ascii="Arial" w:hAnsi="Arial" w:cs="Arial"/>
          <w:sz w:val="19"/>
          <w:szCs w:val="19"/>
        </w:rPr>
        <w:t>s</w:t>
      </w:r>
      <w:r w:rsidR="006F599D" w:rsidRPr="00EE62BB">
        <w:rPr>
          <w:rFonts w:ascii="Arial" w:hAnsi="Arial" w:cs="Arial"/>
          <w:sz w:val="19"/>
          <w:szCs w:val="19"/>
        </w:rPr>
        <w:t xml:space="preserve"> </w:t>
      </w:r>
      <w:r w:rsidR="00C87D14" w:rsidRPr="00EE62BB">
        <w:rPr>
          <w:rFonts w:ascii="Arial" w:hAnsi="Arial" w:cs="Arial"/>
          <w:sz w:val="19"/>
          <w:szCs w:val="19"/>
        </w:rPr>
        <w:t>totaling</w:t>
      </w:r>
      <w:r w:rsidR="00D42A98" w:rsidRPr="00EE62BB">
        <w:rPr>
          <w:rFonts w:ascii="Arial" w:hAnsi="Arial" w:cs="Arial"/>
          <w:sz w:val="19"/>
          <w:szCs w:val="19"/>
        </w:rPr>
        <w:t xml:space="preserve"> </w:t>
      </w:r>
      <w:r w:rsidR="00AE6464" w:rsidRPr="00EE62BB">
        <w:rPr>
          <w:rFonts w:ascii="Arial" w:hAnsi="Arial" w:cs="Arial"/>
          <w:sz w:val="19"/>
          <w:szCs w:val="19"/>
        </w:rPr>
        <w:t xml:space="preserve">Baht </w:t>
      </w:r>
      <w:r w:rsidR="00937688">
        <w:rPr>
          <w:rFonts w:ascii="Arial" w:hAnsi="Arial" w:cs="Arial"/>
          <w:sz w:val="19"/>
          <w:szCs w:val="24"/>
        </w:rPr>
        <w:t>6,140</w:t>
      </w:r>
      <w:r w:rsidR="00581D30" w:rsidRPr="00EE62BB">
        <w:rPr>
          <w:rFonts w:ascii="Arial" w:hAnsi="Arial" w:cs="Arial"/>
          <w:sz w:val="19"/>
          <w:szCs w:val="19"/>
        </w:rPr>
        <w:t xml:space="preserve"> </w:t>
      </w:r>
      <w:r w:rsidR="00AE6464" w:rsidRPr="00EE62BB">
        <w:rPr>
          <w:rFonts w:ascii="Arial" w:hAnsi="Arial" w:cs="Arial"/>
          <w:sz w:val="19"/>
          <w:szCs w:val="19"/>
        </w:rPr>
        <w:t>million</w:t>
      </w:r>
      <w:r w:rsidR="001A0F6F" w:rsidRPr="00EE62BB">
        <w:rPr>
          <w:rFonts w:ascii="Arial" w:hAnsi="Arial" w:cs="Arial"/>
          <w:sz w:val="19"/>
          <w:szCs w:val="19"/>
        </w:rPr>
        <w:t>.</w:t>
      </w:r>
    </w:p>
    <w:p w14:paraId="446D1A95" w14:textId="084DA4E3" w:rsidR="00B60737" w:rsidRDefault="00E970F6">
      <w:pPr>
        <w:rPr>
          <w:rFonts w:ascii="Arial" w:hAnsi="Arial" w:cs="Arial"/>
          <w:b/>
          <w:bCs/>
          <w:spacing w:val="-4"/>
          <w:sz w:val="19"/>
          <w:szCs w:val="19"/>
          <w:lang w:val="en-GB"/>
        </w:rPr>
      </w:pPr>
      <w:r>
        <w:rPr>
          <w:rFonts w:ascii="Arial" w:hAnsi="Arial" w:cs="Arial"/>
          <w:sz w:val="16"/>
          <w:szCs w:val="16"/>
        </w:rPr>
        <w:br/>
      </w:r>
    </w:p>
    <w:p w14:paraId="25BB44E6" w14:textId="77777777" w:rsidR="008B1469" w:rsidRDefault="008B1469">
      <w:pPr>
        <w:rPr>
          <w:rFonts w:ascii="Arial" w:hAnsi="Arial" w:cs="Arial"/>
          <w:b/>
          <w:bCs/>
          <w:spacing w:val="-4"/>
          <w:sz w:val="19"/>
          <w:szCs w:val="19"/>
          <w:lang w:val="en-GB"/>
        </w:rPr>
      </w:pPr>
      <w:r>
        <w:rPr>
          <w:rFonts w:ascii="Arial" w:hAnsi="Arial" w:cs="Arial"/>
          <w:b/>
          <w:bCs/>
          <w:spacing w:val="-4"/>
          <w:sz w:val="19"/>
          <w:szCs w:val="19"/>
          <w:lang w:val="en-GB"/>
        </w:rPr>
        <w:br w:type="page"/>
      </w:r>
    </w:p>
    <w:p w14:paraId="69270559" w14:textId="6BC37504" w:rsidR="007C0DB6" w:rsidRPr="00B35B43" w:rsidRDefault="00FF5C1C"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B35B43">
        <w:rPr>
          <w:rFonts w:ascii="Arial" w:hAnsi="Arial" w:cs="Arial"/>
          <w:b/>
          <w:bCs/>
          <w:spacing w:val="-4"/>
          <w:sz w:val="19"/>
          <w:szCs w:val="19"/>
          <w:lang w:val="en-GB"/>
        </w:rPr>
        <w:lastRenderedPageBreak/>
        <w:t>EMPLOYEE BENEFIT</w:t>
      </w:r>
      <w:r w:rsidR="006261A7" w:rsidRPr="00B35B43">
        <w:rPr>
          <w:rFonts w:ascii="Arial" w:hAnsi="Arial" w:cs="Arial"/>
          <w:b/>
          <w:bCs/>
          <w:spacing w:val="-4"/>
          <w:sz w:val="19"/>
          <w:szCs w:val="19"/>
          <w:lang w:val="en-GB"/>
        </w:rPr>
        <w:t>S</w:t>
      </w:r>
      <w:r w:rsidR="001F09E3" w:rsidRPr="00B35B43">
        <w:rPr>
          <w:rFonts w:ascii="Arial" w:hAnsi="Arial" w:cs="Arial"/>
          <w:b/>
          <w:bCs/>
          <w:spacing w:val="-4"/>
          <w:sz w:val="19"/>
          <w:szCs w:val="19"/>
          <w:lang w:val="en-GB"/>
        </w:rPr>
        <w:t xml:space="preserve"> OBLIGATION</w:t>
      </w:r>
    </w:p>
    <w:p w14:paraId="190529B6" w14:textId="77777777" w:rsidR="007C0DB6" w:rsidRPr="00EE62BB" w:rsidRDefault="007C0DB6" w:rsidP="00AD070B">
      <w:pPr>
        <w:spacing w:line="360" w:lineRule="auto"/>
        <w:ind w:left="450"/>
        <w:jc w:val="thaiDistribute"/>
        <w:rPr>
          <w:rFonts w:ascii="Arial" w:hAnsi="Arial" w:cs="Arial"/>
          <w:sz w:val="19"/>
          <w:szCs w:val="19"/>
        </w:rPr>
      </w:pPr>
    </w:p>
    <w:tbl>
      <w:tblPr>
        <w:tblW w:w="8993" w:type="dxa"/>
        <w:tblInd w:w="336" w:type="dxa"/>
        <w:tblLayout w:type="fixed"/>
        <w:tblLook w:val="0000" w:firstRow="0" w:lastRow="0" w:firstColumn="0" w:lastColumn="0" w:noHBand="0" w:noVBand="0"/>
      </w:tblPr>
      <w:tblGrid>
        <w:gridCol w:w="4893"/>
        <w:gridCol w:w="1944"/>
        <w:gridCol w:w="270"/>
        <w:gridCol w:w="1886"/>
      </w:tblGrid>
      <w:tr w:rsidR="006C54EC" w:rsidRPr="00EE62BB" w14:paraId="0D094F3F" w14:textId="77777777" w:rsidTr="00D47692">
        <w:trPr>
          <w:cantSplit/>
        </w:trPr>
        <w:tc>
          <w:tcPr>
            <w:tcW w:w="4893" w:type="dxa"/>
          </w:tcPr>
          <w:p w14:paraId="761DF7B1" w14:textId="77777777" w:rsidR="006C54EC" w:rsidRPr="00EE62BB" w:rsidRDefault="006C54EC" w:rsidP="005B1EF5">
            <w:pPr>
              <w:pStyle w:val="3"/>
              <w:tabs>
                <w:tab w:val="clear" w:pos="360"/>
                <w:tab w:val="clear" w:pos="720"/>
              </w:tabs>
              <w:spacing w:line="360" w:lineRule="auto"/>
              <w:ind w:left="-295"/>
              <w:jc w:val="center"/>
              <w:rPr>
                <w:rFonts w:ascii="Arial" w:hAnsi="Arial" w:cs="Arial"/>
                <w:sz w:val="19"/>
                <w:szCs w:val="19"/>
              </w:rPr>
            </w:pPr>
          </w:p>
        </w:tc>
        <w:tc>
          <w:tcPr>
            <w:tcW w:w="4100" w:type="dxa"/>
            <w:gridSpan w:val="3"/>
          </w:tcPr>
          <w:p w14:paraId="76B43390" w14:textId="1392ECCE" w:rsidR="006C54EC" w:rsidRPr="00EE62BB" w:rsidRDefault="001F1349" w:rsidP="005B1EF5">
            <w:pPr>
              <w:pStyle w:val="3"/>
              <w:tabs>
                <w:tab w:val="clear" w:pos="360"/>
                <w:tab w:val="clear" w:pos="720"/>
              </w:tabs>
              <w:spacing w:line="360" w:lineRule="auto"/>
              <w:jc w:val="right"/>
              <w:rPr>
                <w:rFonts w:ascii="Arial" w:hAnsi="Arial" w:cs="Arial"/>
                <w:sz w:val="19"/>
                <w:szCs w:val="19"/>
              </w:rPr>
            </w:pPr>
            <w:r w:rsidRPr="00EE62BB">
              <w:rPr>
                <w:rFonts w:ascii="Arial" w:hAnsi="Arial" w:cs="Arial"/>
                <w:sz w:val="19"/>
                <w:szCs w:val="19"/>
              </w:rPr>
              <w:t xml:space="preserve">                 </w:t>
            </w:r>
            <w:r w:rsidR="00EE297F" w:rsidRPr="00EE62BB">
              <w:rPr>
                <w:rFonts w:ascii="Arial" w:hAnsi="Arial" w:cs="Arial"/>
                <w:sz w:val="19"/>
                <w:szCs w:val="19"/>
              </w:rPr>
              <w:t xml:space="preserve"> </w:t>
            </w:r>
            <w:r w:rsidR="00282F15" w:rsidRPr="00EE62BB">
              <w:rPr>
                <w:rFonts w:ascii="Arial" w:hAnsi="Arial" w:cs="Arial"/>
                <w:sz w:val="19"/>
                <w:szCs w:val="19"/>
              </w:rPr>
              <w:t>(Unit</w:t>
            </w:r>
            <w:r w:rsidR="00CE6387" w:rsidRPr="00EE62BB">
              <w:rPr>
                <w:rFonts w:ascii="Arial" w:hAnsi="Arial" w:cs="Arial"/>
                <w:sz w:val="19"/>
                <w:szCs w:val="19"/>
              </w:rPr>
              <w:t xml:space="preserve"> :</w:t>
            </w:r>
            <w:r w:rsidRPr="00EE62BB">
              <w:rPr>
                <w:rFonts w:ascii="Arial" w:hAnsi="Arial" w:cs="Arial"/>
                <w:sz w:val="19"/>
                <w:szCs w:val="19"/>
              </w:rPr>
              <w:t xml:space="preserve"> </w:t>
            </w:r>
            <w:r w:rsidR="00CE6387" w:rsidRPr="00EE62BB">
              <w:rPr>
                <w:rFonts w:ascii="Arial" w:hAnsi="Arial" w:cs="Arial"/>
                <w:sz w:val="19"/>
                <w:szCs w:val="19"/>
              </w:rPr>
              <w:t>Thousand Baht</w:t>
            </w:r>
            <w:r w:rsidRPr="00EE62BB">
              <w:rPr>
                <w:rFonts w:ascii="Arial" w:hAnsi="Arial" w:cs="Arial"/>
                <w:sz w:val="19"/>
                <w:szCs w:val="19"/>
              </w:rPr>
              <w:t>)</w:t>
            </w:r>
          </w:p>
        </w:tc>
      </w:tr>
      <w:tr w:rsidR="006C54EC" w:rsidRPr="00EE62BB" w14:paraId="6C918837" w14:textId="77777777" w:rsidTr="00D47692">
        <w:trPr>
          <w:cantSplit/>
        </w:trPr>
        <w:tc>
          <w:tcPr>
            <w:tcW w:w="4893" w:type="dxa"/>
          </w:tcPr>
          <w:p w14:paraId="3931CF59" w14:textId="77777777" w:rsidR="006C54EC" w:rsidRPr="00EE62BB" w:rsidRDefault="006C54EC" w:rsidP="005B1EF5">
            <w:pPr>
              <w:pStyle w:val="3"/>
              <w:tabs>
                <w:tab w:val="clear" w:pos="360"/>
                <w:tab w:val="clear" w:pos="720"/>
              </w:tabs>
              <w:spacing w:line="360" w:lineRule="auto"/>
              <w:jc w:val="center"/>
              <w:rPr>
                <w:rFonts w:ascii="Arial" w:hAnsi="Arial" w:cs="Arial"/>
                <w:sz w:val="19"/>
                <w:szCs w:val="19"/>
                <w:cs/>
              </w:rPr>
            </w:pPr>
            <w:r w:rsidRPr="00EE62BB">
              <w:rPr>
                <w:rFonts w:ascii="Arial" w:hAnsi="Arial" w:cs="Arial"/>
                <w:b/>
                <w:bCs/>
                <w:sz w:val="19"/>
                <w:szCs w:val="19"/>
                <w:lang w:val="en-GB"/>
              </w:rPr>
              <w:tab/>
            </w:r>
          </w:p>
        </w:tc>
        <w:tc>
          <w:tcPr>
            <w:tcW w:w="4100" w:type="dxa"/>
            <w:gridSpan w:val="3"/>
            <w:tcBorders>
              <w:bottom w:val="single" w:sz="4" w:space="0" w:color="auto"/>
            </w:tcBorders>
            <w:vAlign w:val="bottom"/>
          </w:tcPr>
          <w:p w14:paraId="46EC4A4B" w14:textId="2B505759" w:rsidR="006C54EC" w:rsidRPr="00EE62BB" w:rsidRDefault="005D09B0" w:rsidP="005D09B0">
            <w:pPr>
              <w:spacing w:line="360" w:lineRule="auto"/>
              <w:ind w:left="-108" w:right="-108"/>
              <w:jc w:val="center"/>
              <w:rPr>
                <w:rFonts w:ascii="Arial" w:hAnsi="Arial" w:cs="Arial"/>
                <w:sz w:val="19"/>
                <w:szCs w:val="19"/>
                <w:lang w:val="en-GB"/>
              </w:rPr>
            </w:pPr>
            <w:r w:rsidRPr="00EE62BB">
              <w:rPr>
                <w:rFonts w:ascii="Arial" w:hAnsi="Arial" w:cs="Arial"/>
                <w:sz w:val="19"/>
                <w:szCs w:val="19"/>
                <w:lang w:val="en-GB"/>
              </w:rPr>
              <w:t>Consolidated</w:t>
            </w:r>
            <w:r w:rsidR="00F115CD">
              <w:rPr>
                <w:rFonts w:ascii="Arial" w:hAnsi="Arial" w:cs="Arial"/>
                <w:sz w:val="19"/>
                <w:szCs w:val="19"/>
                <w:lang w:val="en-GB"/>
              </w:rPr>
              <w:t xml:space="preserve"> and </w:t>
            </w:r>
            <w:r w:rsidRPr="00EE62BB">
              <w:rPr>
                <w:rFonts w:ascii="Arial" w:hAnsi="Arial" w:cs="Arial"/>
                <w:sz w:val="19"/>
                <w:szCs w:val="19"/>
                <w:lang w:val="en-GB"/>
              </w:rPr>
              <w:t xml:space="preserve">Separate </w:t>
            </w:r>
            <w:r w:rsidR="00941AC6" w:rsidRPr="00941AC6">
              <w:rPr>
                <w:rFonts w:ascii="Arial" w:hAnsi="Arial" w:cs="Arial"/>
                <w:sz w:val="19"/>
                <w:szCs w:val="19"/>
                <w:lang w:val="en-GB"/>
              </w:rPr>
              <w:t>financial information</w:t>
            </w:r>
          </w:p>
        </w:tc>
      </w:tr>
      <w:tr w:rsidR="000C46AE" w:rsidRPr="00EE62BB" w14:paraId="76CB41B3" w14:textId="77777777" w:rsidTr="00D47692">
        <w:trPr>
          <w:cantSplit/>
        </w:trPr>
        <w:tc>
          <w:tcPr>
            <w:tcW w:w="4893" w:type="dxa"/>
            <w:vAlign w:val="bottom"/>
          </w:tcPr>
          <w:p w14:paraId="26238AFC" w14:textId="77777777" w:rsidR="000C46AE" w:rsidRPr="00EE62BB" w:rsidRDefault="000C46AE" w:rsidP="000C46AE">
            <w:pPr>
              <w:spacing w:before="60" w:after="30" w:line="276" w:lineRule="auto"/>
              <w:ind w:left="-88"/>
              <w:rPr>
                <w:rFonts w:ascii="Arial" w:hAnsi="Arial" w:cs="Arial"/>
                <w:sz w:val="19"/>
                <w:szCs w:val="19"/>
              </w:rPr>
            </w:pPr>
          </w:p>
        </w:tc>
        <w:tc>
          <w:tcPr>
            <w:tcW w:w="1944" w:type="dxa"/>
            <w:tcBorders>
              <w:left w:val="nil"/>
              <w:bottom w:val="single" w:sz="4" w:space="0" w:color="auto"/>
            </w:tcBorders>
            <w:vAlign w:val="bottom"/>
          </w:tcPr>
          <w:p w14:paraId="23BB9478" w14:textId="36952F12" w:rsidR="000C46AE" w:rsidRPr="00EE62BB" w:rsidRDefault="004C0900" w:rsidP="000C46AE">
            <w:pPr>
              <w:spacing w:before="60" w:after="30" w:line="276" w:lineRule="auto"/>
              <w:ind w:left="-108" w:right="-108"/>
              <w:jc w:val="center"/>
              <w:rPr>
                <w:rFonts w:ascii="Arial" w:hAnsi="Arial" w:cs="Arial"/>
                <w:sz w:val="19"/>
                <w:szCs w:val="19"/>
              </w:rPr>
            </w:pPr>
            <w:r w:rsidRPr="00EE62BB">
              <w:rPr>
                <w:rFonts w:ascii="Arial" w:hAnsi="Arial" w:cs="Arial"/>
                <w:sz w:val="19"/>
                <w:szCs w:val="19"/>
              </w:rPr>
              <w:t xml:space="preserve">31 March </w:t>
            </w:r>
            <w:r w:rsidRPr="004C0900">
              <w:rPr>
                <w:rFonts w:ascii="Arial" w:hAnsi="Arial" w:cs="Arial"/>
                <w:sz w:val="19"/>
                <w:szCs w:val="19"/>
              </w:rPr>
              <w:t>2024</w:t>
            </w:r>
          </w:p>
        </w:tc>
        <w:tc>
          <w:tcPr>
            <w:tcW w:w="270" w:type="dxa"/>
            <w:tcBorders>
              <w:left w:val="nil"/>
            </w:tcBorders>
          </w:tcPr>
          <w:p w14:paraId="6E3B78E9" w14:textId="77777777" w:rsidR="000C46AE" w:rsidRPr="00EE62BB" w:rsidRDefault="000C46AE" w:rsidP="000C46AE">
            <w:pPr>
              <w:spacing w:before="60" w:after="30" w:line="276" w:lineRule="auto"/>
              <w:ind w:left="-108" w:right="-108"/>
              <w:jc w:val="center"/>
              <w:rPr>
                <w:rFonts w:ascii="Arial" w:hAnsi="Arial" w:cs="Arial"/>
                <w:sz w:val="19"/>
                <w:szCs w:val="19"/>
              </w:rPr>
            </w:pPr>
          </w:p>
        </w:tc>
        <w:tc>
          <w:tcPr>
            <w:tcW w:w="1886" w:type="dxa"/>
            <w:tcBorders>
              <w:bottom w:val="single" w:sz="4" w:space="0" w:color="auto"/>
            </w:tcBorders>
            <w:vAlign w:val="bottom"/>
          </w:tcPr>
          <w:p w14:paraId="1458737B" w14:textId="63214A18" w:rsidR="000C46AE" w:rsidRPr="00EE62BB" w:rsidRDefault="000C46AE" w:rsidP="000C46AE">
            <w:pPr>
              <w:spacing w:before="60" w:after="30" w:line="276" w:lineRule="auto"/>
              <w:ind w:left="-108" w:right="-108"/>
              <w:jc w:val="center"/>
              <w:rPr>
                <w:rFonts w:ascii="Arial" w:hAnsi="Arial" w:cs="Arial"/>
                <w:sz w:val="19"/>
                <w:szCs w:val="19"/>
              </w:rPr>
            </w:pPr>
            <w:r w:rsidRPr="00EE62BB">
              <w:rPr>
                <w:rFonts w:ascii="Arial" w:hAnsi="Arial" w:cs="Arial"/>
                <w:sz w:val="19"/>
                <w:szCs w:val="19"/>
              </w:rPr>
              <w:t>31 December 202</w:t>
            </w:r>
            <w:r w:rsidR="009D5DB8">
              <w:rPr>
                <w:rFonts w:ascii="Arial" w:hAnsi="Arial" w:cs="Arial"/>
                <w:sz w:val="19"/>
                <w:szCs w:val="19"/>
              </w:rPr>
              <w:t>3</w:t>
            </w:r>
          </w:p>
        </w:tc>
      </w:tr>
      <w:tr w:rsidR="006C54EC" w:rsidRPr="00EE62BB" w14:paraId="0977EF59" w14:textId="77777777" w:rsidTr="00D47692">
        <w:trPr>
          <w:cantSplit/>
          <w:trHeight w:val="67"/>
        </w:trPr>
        <w:tc>
          <w:tcPr>
            <w:tcW w:w="4893" w:type="dxa"/>
            <w:vAlign w:val="bottom"/>
          </w:tcPr>
          <w:p w14:paraId="6EA45E9E" w14:textId="77777777" w:rsidR="006C54EC" w:rsidRPr="0027611D" w:rsidRDefault="006C54EC" w:rsidP="00103D2F">
            <w:pPr>
              <w:spacing w:before="60" w:after="30" w:line="276" w:lineRule="auto"/>
              <w:ind w:left="-88"/>
              <w:rPr>
                <w:rFonts w:ascii="Arial" w:hAnsi="Arial" w:cs="Arial"/>
                <w:sz w:val="16"/>
                <w:szCs w:val="16"/>
              </w:rPr>
            </w:pPr>
          </w:p>
        </w:tc>
        <w:tc>
          <w:tcPr>
            <w:tcW w:w="1944" w:type="dxa"/>
            <w:tcBorders>
              <w:top w:val="single" w:sz="4" w:space="0" w:color="auto"/>
              <w:left w:val="nil"/>
            </w:tcBorders>
            <w:vAlign w:val="bottom"/>
          </w:tcPr>
          <w:p w14:paraId="32CED780" w14:textId="77777777" w:rsidR="006C54EC" w:rsidRPr="0027611D" w:rsidRDefault="006C54EC" w:rsidP="00103D2F">
            <w:pPr>
              <w:spacing w:before="60" w:after="30" w:line="276" w:lineRule="auto"/>
              <w:jc w:val="right"/>
              <w:rPr>
                <w:rFonts w:ascii="Arial" w:hAnsi="Arial" w:cs="Arial"/>
                <w:sz w:val="16"/>
                <w:szCs w:val="16"/>
              </w:rPr>
            </w:pPr>
          </w:p>
        </w:tc>
        <w:tc>
          <w:tcPr>
            <w:tcW w:w="270" w:type="dxa"/>
            <w:tcBorders>
              <w:left w:val="nil"/>
            </w:tcBorders>
            <w:vAlign w:val="bottom"/>
          </w:tcPr>
          <w:p w14:paraId="442E05F8" w14:textId="77777777" w:rsidR="006C54EC" w:rsidRPr="0027611D" w:rsidRDefault="006C54EC" w:rsidP="00103D2F">
            <w:pPr>
              <w:spacing w:before="60" w:after="30" w:line="276" w:lineRule="auto"/>
              <w:jc w:val="right"/>
              <w:rPr>
                <w:rFonts w:ascii="Arial" w:hAnsi="Arial" w:cs="Arial"/>
                <w:sz w:val="16"/>
                <w:szCs w:val="16"/>
              </w:rPr>
            </w:pPr>
          </w:p>
        </w:tc>
        <w:tc>
          <w:tcPr>
            <w:tcW w:w="1886" w:type="dxa"/>
            <w:tcBorders>
              <w:top w:val="single" w:sz="4" w:space="0" w:color="auto"/>
            </w:tcBorders>
            <w:vAlign w:val="bottom"/>
          </w:tcPr>
          <w:p w14:paraId="34A7C4F9" w14:textId="77777777" w:rsidR="006C54EC" w:rsidRPr="0027611D" w:rsidRDefault="006C54EC" w:rsidP="00103D2F">
            <w:pPr>
              <w:spacing w:before="60" w:after="30" w:line="276" w:lineRule="auto"/>
              <w:jc w:val="right"/>
              <w:rPr>
                <w:rFonts w:ascii="Arial" w:hAnsi="Arial" w:cs="Arial"/>
                <w:sz w:val="16"/>
                <w:szCs w:val="16"/>
              </w:rPr>
            </w:pPr>
          </w:p>
        </w:tc>
      </w:tr>
      <w:tr w:rsidR="004E5234" w:rsidRPr="00EE62BB" w14:paraId="579E0756" w14:textId="77777777" w:rsidTr="00D47692">
        <w:trPr>
          <w:cantSplit/>
          <w:trHeight w:val="331"/>
        </w:trPr>
        <w:tc>
          <w:tcPr>
            <w:tcW w:w="4893" w:type="dxa"/>
          </w:tcPr>
          <w:p w14:paraId="5925E26D" w14:textId="5080BBA8" w:rsidR="004E5234" w:rsidRPr="00EE62BB" w:rsidRDefault="004E5234" w:rsidP="004E5234">
            <w:pPr>
              <w:spacing w:before="60" w:after="30" w:line="276" w:lineRule="auto"/>
              <w:rPr>
                <w:rFonts w:ascii="Arial" w:hAnsi="Arial" w:cs="Arial"/>
                <w:sz w:val="19"/>
                <w:szCs w:val="19"/>
                <w:lang w:val="en-GB"/>
              </w:rPr>
            </w:pPr>
            <w:r w:rsidRPr="00EE62BB">
              <w:rPr>
                <w:rFonts w:ascii="Arial" w:eastAsia="Calibri" w:hAnsi="Arial" w:cs="Arial"/>
                <w:sz w:val="19"/>
                <w:szCs w:val="19"/>
              </w:rPr>
              <w:t>Beginning balance</w:t>
            </w:r>
          </w:p>
        </w:tc>
        <w:tc>
          <w:tcPr>
            <w:tcW w:w="1944" w:type="dxa"/>
            <w:tcBorders>
              <w:left w:val="nil"/>
            </w:tcBorders>
          </w:tcPr>
          <w:p w14:paraId="1D6C592D" w14:textId="53A9E656" w:rsidR="004E5234" w:rsidRPr="00EE62BB" w:rsidRDefault="004E5234" w:rsidP="004E5234">
            <w:pPr>
              <w:spacing w:before="60" w:after="30" w:line="276" w:lineRule="auto"/>
              <w:jc w:val="right"/>
              <w:rPr>
                <w:rFonts w:ascii="Arial" w:hAnsi="Arial" w:cs="Arial"/>
                <w:sz w:val="19"/>
                <w:szCs w:val="19"/>
              </w:rPr>
            </w:pPr>
            <w:r w:rsidRPr="004E5234">
              <w:rPr>
                <w:rFonts w:ascii="Arial" w:hAnsi="Arial" w:cs="Arial"/>
                <w:sz w:val="19"/>
                <w:szCs w:val="19"/>
              </w:rPr>
              <w:t>111,110</w:t>
            </w:r>
          </w:p>
        </w:tc>
        <w:tc>
          <w:tcPr>
            <w:tcW w:w="270" w:type="dxa"/>
            <w:tcBorders>
              <w:left w:val="nil"/>
            </w:tcBorders>
            <w:vAlign w:val="bottom"/>
          </w:tcPr>
          <w:p w14:paraId="60A5C433" w14:textId="77777777" w:rsidR="004E5234" w:rsidRPr="00EE62BB" w:rsidRDefault="004E5234" w:rsidP="004E5234">
            <w:pPr>
              <w:spacing w:before="60" w:after="30" w:line="276" w:lineRule="auto"/>
              <w:jc w:val="right"/>
              <w:rPr>
                <w:rFonts w:ascii="Arial" w:hAnsi="Arial" w:cs="Arial"/>
                <w:sz w:val="19"/>
                <w:szCs w:val="19"/>
                <w:lang w:val="en-GB"/>
              </w:rPr>
            </w:pPr>
          </w:p>
        </w:tc>
        <w:tc>
          <w:tcPr>
            <w:tcW w:w="1886" w:type="dxa"/>
          </w:tcPr>
          <w:p w14:paraId="5264C2DA" w14:textId="7393CD64" w:rsidR="004E5234" w:rsidRPr="00EE62BB" w:rsidRDefault="004E5234" w:rsidP="004E5234">
            <w:pPr>
              <w:spacing w:before="60" w:after="30" w:line="276" w:lineRule="auto"/>
              <w:jc w:val="right"/>
              <w:rPr>
                <w:rFonts w:ascii="Arial" w:hAnsi="Arial" w:cs="Arial"/>
                <w:sz w:val="19"/>
                <w:szCs w:val="19"/>
                <w:lang w:val="en-GB"/>
              </w:rPr>
            </w:pPr>
            <w:r w:rsidRPr="00EE62BB">
              <w:rPr>
                <w:rFonts w:ascii="Arial" w:hAnsi="Arial" w:cs="Arial"/>
                <w:sz w:val="19"/>
                <w:szCs w:val="19"/>
              </w:rPr>
              <w:t>106,395</w:t>
            </w:r>
          </w:p>
        </w:tc>
      </w:tr>
      <w:tr w:rsidR="004E5234" w:rsidRPr="00EE62BB" w14:paraId="13B0BE0B" w14:textId="77777777" w:rsidTr="00D47692">
        <w:trPr>
          <w:cantSplit/>
          <w:trHeight w:val="331"/>
        </w:trPr>
        <w:tc>
          <w:tcPr>
            <w:tcW w:w="4893" w:type="dxa"/>
          </w:tcPr>
          <w:p w14:paraId="06136B0F" w14:textId="7C149F47" w:rsidR="004E5234" w:rsidRPr="00EE62BB" w:rsidRDefault="004E5234" w:rsidP="004E5234">
            <w:pPr>
              <w:spacing w:before="60" w:after="30" w:line="276" w:lineRule="auto"/>
              <w:rPr>
                <w:rFonts w:ascii="Arial" w:hAnsi="Arial" w:cs="Arial"/>
                <w:sz w:val="19"/>
                <w:szCs w:val="19"/>
                <w:lang w:val="en-GB"/>
              </w:rPr>
            </w:pPr>
            <w:r w:rsidRPr="00EE62BB">
              <w:rPr>
                <w:rFonts w:ascii="Arial" w:eastAsia="Calibri" w:hAnsi="Arial" w:cs="Arial"/>
                <w:sz w:val="19"/>
                <w:szCs w:val="19"/>
              </w:rPr>
              <w:t>Current service cost</w:t>
            </w:r>
          </w:p>
        </w:tc>
        <w:tc>
          <w:tcPr>
            <w:tcW w:w="1944" w:type="dxa"/>
            <w:tcBorders>
              <w:left w:val="nil"/>
            </w:tcBorders>
          </w:tcPr>
          <w:p w14:paraId="31FED23A" w14:textId="37F648C2" w:rsidR="004E5234" w:rsidRPr="00EE62BB" w:rsidRDefault="004E5234" w:rsidP="004E5234">
            <w:pPr>
              <w:spacing w:before="60" w:after="30" w:line="276" w:lineRule="auto"/>
              <w:jc w:val="right"/>
              <w:rPr>
                <w:rFonts w:ascii="Arial" w:hAnsi="Arial" w:cs="Arial"/>
                <w:sz w:val="19"/>
                <w:szCs w:val="19"/>
              </w:rPr>
            </w:pPr>
            <w:r w:rsidRPr="004E5234">
              <w:rPr>
                <w:rFonts w:ascii="Arial" w:hAnsi="Arial" w:cs="Arial"/>
                <w:sz w:val="19"/>
                <w:szCs w:val="19"/>
              </w:rPr>
              <w:t>2,078</w:t>
            </w:r>
          </w:p>
        </w:tc>
        <w:tc>
          <w:tcPr>
            <w:tcW w:w="270" w:type="dxa"/>
            <w:tcBorders>
              <w:left w:val="nil"/>
            </w:tcBorders>
            <w:vAlign w:val="bottom"/>
          </w:tcPr>
          <w:p w14:paraId="17D3C241" w14:textId="77777777" w:rsidR="004E5234" w:rsidRPr="00EE62BB" w:rsidRDefault="004E5234" w:rsidP="004E5234">
            <w:pPr>
              <w:spacing w:before="60" w:after="30" w:line="276" w:lineRule="auto"/>
              <w:jc w:val="right"/>
              <w:rPr>
                <w:rFonts w:ascii="Arial" w:hAnsi="Arial" w:cs="Arial"/>
                <w:sz w:val="19"/>
                <w:szCs w:val="19"/>
                <w:lang w:val="en-GB"/>
              </w:rPr>
            </w:pPr>
          </w:p>
        </w:tc>
        <w:tc>
          <w:tcPr>
            <w:tcW w:w="1886" w:type="dxa"/>
          </w:tcPr>
          <w:p w14:paraId="31D00085" w14:textId="083B5B02" w:rsidR="004E5234" w:rsidRPr="00EE62BB" w:rsidRDefault="004E5234" w:rsidP="004E5234">
            <w:pPr>
              <w:spacing w:before="60" w:after="30" w:line="276" w:lineRule="auto"/>
              <w:jc w:val="right"/>
              <w:rPr>
                <w:rFonts w:ascii="Arial" w:hAnsi="Arial" w:cs="Arial"/>
                <w:sz w:val="19"/>
                <w:szCs w:val="19"/>
                <w:lang w:val="en-GB"/>
              </w:rPr>
            </w:pPr>
            <w:r w:rsidRPr="00EE62BB">
              <w:rPr>
                <w:rFonts w:ascii="Arial" w:hAnsi="Arial" w:cs="Arial"/>
                <w:sz w:val="19"/>
                <w:szCs w:val="19"/>
              </w:rPr>
              <w:t>8,291</w:t>
            </w:r>
          </w:p>
        </w:tc>
      </w:tr>
      <w:tr w:rsidR="004E5234" w:rsidRPr="00EE62BB" w14:paraId="7C822B12" w14:textId="77777777" w:rsidTr="00D47692">
        <w:trPr>
          <w:cantSplit/>
          <w:trHeight w:val="331"/>
        </w:trPr>
        <w:tc>
          <w:tcPr>
            <w:tcW w:w="4893" w:type="dxa"/>
          </w:tcPr>
          <w:p w14:paraId="4CD22D99" w14:textId="65D134A5" w:rsidR="004E5234" w:rsidRPr="00EE62BB" w:rsidRDefault="004E5234" w:rsidP="004E5234">
            <w:pPr>
              <w:spacing w:before="60" w:after="30" w:line="276" w:lineRule="auto"/>
              <w:rPr>
                <w:rFonts w:ascii="Arial" w:hAnsi="Arial" w:cs="Arial"/>
                <w:sz w:val="19"/>
                <w:szCs w:val="19"/>
                <w:lang w:val="en-GB"/>
              </w:rPr>
            </w:pPr>
            <w:r w:rsidRPr="00EE62BB">
              <w:rPr>
                <w:rFonts w:ascii="Arial" w:eastAsia="Calibri" w:hAnsi="Arial" w:cs="Arial"/>
                <w:sz w:val="19"/>
                <w:szCs w:val="19"/>
              </w:rPr>
              <w:t>Finance cost</w:t>
            </w:r>
          </w:p>
        </w:tc>
        <w:tc>
          <w:tcPr>
            <w:tcW w:w="1944" w:type="dxa"/>
            <w:tcBorders>
              <w:left w:val="nil"/>
            </w:tcBorders>
          </w:tcPr>
          <w:p w14:paraId="362C1F73" w14:textId="51DC684B" w:rsidR="004E5234" w:rsidRPr="00EE62BB" w:rsidRDefault="004E5234" w:rsidP="004E5234">
            <w:pPr>
              <w:spacing w:before="60" w:after="30" w:line="276" w:lineRule="auto"/>
              <w:jc w:val="right"/>
              <w:rPr>
                <w:rFonts w:ascii="Arial" w:hAnsi="Arial" w:cs="Arial"/>
                <w:sz w:val="19"/>
                <w:szCs w:val="19"/>
              </w:rPr>
            </w:pPr>
            <w:r w:rsidRPr="004E5234">
              <w:rPr>
                <w:rFonts w:ascii="Arial" w:hAnsi="Arial" w:cs="Arial"/>
                <w:sz w:val="19"/>
                <w:szCs w:val="19"/>
              </w:rPr>
              <w:t>58</w:t>
            </w:r>
            <w:r w:rsidR="003C6121">
              <w:rPr>
                <w:rFonts w:ascii="Arial" w:hAnsi="Arial" w:cs="Arial"/>
                <w:sz w:val="19"/>
                <w:szCs w:val="19"/>
              </w:rPr>
              <w:t>9</w:t>
            </w:r>
          </w:p>
        </w:tc>
        <w:tc>
          <w:tcPr>
            <w:tcW w:w="270" w:type="dxa"/>
            <w:tcBorders>
              <w:left w:val="nil"/>
            </w:tcBorders>
            <w:vAlign w:val="bottom"/>
          </w:tcPr>
          <w:p w14:paraId="55BF4296" w14:textId="77777777" w:rsidR="004E5234" w:rsidRPr="00EE62BB" w:rsidRDefault="004E5234" w:rsidP="004E5234">
            <w:pPr>
              <w:spacing w:before="60" w:after="30" w:line="276" w:lineRule="auto"/>
              <w:jc w:val="right"/>
              <w:rPr>
                <w:rFonts w:ascii="Arial" w:hAnsi="Arial" w:cs="Arial"/>
                <w:sz w:val="19"/>
                <w:szCs w:val="19"/>
                <w:lang w:val="en-GB"/>
              </w:rPr>
            </w:pPr>
          </w:p>
        </w:tc>
        <w:tc>
          <w:tcPr>
            <w:tcW w:w="1886" w:type="dxa"/>
          </w:tcPr>
          <w:p w14:paraId="256A5D18" w14:textId="681F21EF" w:rsidR="004E5234" w:rsidRPr="00EE62BB" w:rsidRDefault="004E5234" w:rsidP="004E5234">
            <w:pPr>
              <w:spacing w:before="60" w:after="30" w:line="276" w:lineRule="auto"/>
              <w:jc w:val="right"/>
              <w:rPr>
                <w:rFonts w:ascii="Arial" w:hAnsi="Arial" w:cs="Arial"/>
                <w:sz w:val="19"/>
                <w:szCs w:val="19"/>
                <w:lang w:val="en-GB"/>
              </w:rPr>
            </w:pPr>
            <w:r w:rsidRPr="00EE62BB">
              <w:rPr>
                <w:rFonts w:ascii="Arial" w:hAnsi="Arial" w:cs="Arial"/>
                <w:sz w:val="19"/>
                <w:szCs w:val="19"/>
              </w:rPr>
              <w:t>2,272</w:t>
            </w:r>
          </w:p>
        </w:tc>
      </w:tr>
      <w:tr w:rsidR="004E5234" w:rsidRPr="00EE62BB" w14:paraId="47BBA33E" w14:textId="77777777" w:rsidTr="00D47692">
        <w:trPr>
          <w:cantSplit/>
        </w:trPr>
        <w:tc>
          <w:tcPr>
            <w:tcW w:w="4893" w:type="dxa"/>
          </w:tcPr>
          <w:p w14:paraId="74574391" w14:textId="207DB864" w:rsidR="004E5234" w:rsidRPr="00EE62BB" w:rsidRDefault="004E5234" w:rsidP="004E5234">
            <w:pPr>
              <w:spacing w:before="60" w:after="30" w:line="276" w:lineRule="auto"/>
              <w:rPr>
                <w:rFonts w:ascii="Arial" w:hAnsi="Arial" w:cs="Arial"/>
                <w:sz w:val="19"/>
                <w:szCs w:val="19"/>
                <w:lang w:val="en-GB"/>
              </w:rPr>
            </w:pPr>
            <w:r w:rsidRPr="00EE62BB">
              <w:rPr>
                <w:rFonts w:ascii="Arial" w:eastAsia="Calibri" w:hAnsi="Arial" w:cs="Arial"/>
                <w:sz w:val="19"/>
                <w:szCs w:val="19"/>
              </w:rPr>
              <w:t>Employee benefits paid during the period</w:t>
            </w:r>
          </w:p>
        </w:tc>
        <w:tc>
          <w:tcPr>
            <w:tcW w:w="1944" w:type="dxa"/>
            <w:tcBorders>
              <w:left w:val="nil"/>
              <w:bottom w:val="single" w:sz="4" w:space="0" w:color="auto"/>
            </w:tcBorders>
          </w:tcPr>
          <w:p w14:paraId="52C7FFF8" w14:textId="0CD4C3CA" w:rsidR="004E5234" w:rsidRPr="00EE62BB" w:rsidRDefault="004E5234" w:rsidP="004E5234">
            <w:pPr>
              <w:spacing w:before="60" w:after="30" w:line="276" w:lineRule="auto"/>
              <w:jc w:val="right"/>
              <w:rPr>
                <w:rFonts w:ascii="Arial" w:hAnsi="Arial" w:cs="Arial"/>
                <w:sz w:val="19"/>
                <w:szCs w:val="19"/>
              </w:rPr>
            </w:pPr>
            <w:r w:rsidRPr="004E5234">
              <w:rPr>
                <w:rFonts w:ascii="Arial" w:hAnsi="Arial" w:cs="Arial"/>
                <w:sz w:val="19"/>
                <w:szCs w:val="19"/>
              </w:rPr>
              <w:t>(1,0</w:t>
            </w:r>
            <w:r w:rsidR="003C6121">
              <w:rPr>
                <w:rFonts w:ascii="Arial" w:hAnsi="Arial" w:cs="Arial"/>
                <w:sz w:val="19"/>
                <w:szCs w:val="19"/>
              </w:rPr>
              <w:t>30</w:t>
            </w:r>
            <w:r w:rsidRPr="004E5234">
              <w:rPr>
                <w:rFonts w:ascii="Arial" w:hAnsi="Arial" w:cs="Arial"/>
                <w:sz w:val="19"/>
                <w:szCs w:val="19"/>
              </w:rPr>
              <w:t>)</w:t>
            </w:r>
          </w:p>
        </w:tc>
        <w:tc>
          <w:tcPr>
            <w:tcW w:w="270" w:type="dxa"/>
            <w:tcBorders>
              <w:left w:val="nil"/>
            </w:tcBorders>
            <w:vAlign w:val="bottom"/>
          </w:tcPr>
          <w:p w14:paraId="5DB3B551" w14:textId="77777777" w:rsidR="004E5234" w:rsidRPr="00EE62BB" w:rsidRDefault="004E5234" w:rsidP="004E5234">
            <w:pPr>
              <w:spacing w:before="60" w:after="30" w:line="276" w:lineRule="auto"/>
              <w:jc w:val="right"/>
              <w:rPr>
                <w:rFonts w:ascii="Arial" w:hAnsi="Arial" w:cs="Arial"/>
                <w:sz w:val="19"/>
                <w:szCs w:val="19"/>
                <w:lang w:val="en-GB"/>
              </w:rPr>
            </w:pPr>
          </w:p>
        </w:tc>
        <w:tc>
          <w:tcPr>
            <w:tcW w:w="1886" w:type="dxa"/>
            <w:tcBorders>
              <w:bottom w:val="single" w:sz="4" w:space="0" w:color="auto"/>
            </w:tcBorders>
            <w:vAlign w:val="bottom"/>
          </w:tcPr>
          <w:p w14:paraId="523FD7AA" w14:textId="0D65AF3C" w:rsidR="004E5234" w:rsidRPr="00EE62BB" w:rsidRDefault="004E5234" w:rsidP="004E5234">
            <w:pPr>
              <w:spacing w:before="60" w:after="30" w:line="276" w:lineRule="auto"/>
              <w:jc w:val="right"/>
              <w:rPr>
                <w:rFonts w:ascii="Arial" w:hAnsi="Arial" w:cs="Arial"/>
                <w:sz w:val="19"/>
                <w:szCs w:val="19"/>
                <w:lang w:val="en-GB"/>
              </w:rPr>
            </w:pPr>
            <w:r w:rsidRPr="00EE62BB">
              <w:rPr>
                <w:rFonts w:ascii="Arial" w:hAnsi="Arial" w:cs="Arial"/>
                <w:sz w:val="19"/>
                <w:szCs w:val="19"/>
              </w:rPr>
              <w:t>(5,848)</w:t>
            </w:r>
          </w:p>
        </w:tc>
      </w:tr>
      <w:tr w:rsidR="004E5234" w:rsidRPr="00EE62BB" w14:paraId="0C97660A" w14:textId="77777777" w:rsidTr="00D47692">
        <w:trPr>
          <w:cantSplit/>
        </w:trPr>
        <w:tc>
          <w:tcPr>
            <w:tcW w:w="4893" w:type="dxa"/>
          </w:tcPr>
          <w:p w14:paraId="719B7428" w14:textId="0331AA6A" w:rsidR="004E5234" w:rsidRPr="00EE62BB" w:rsidRDefault="004E5234" w:rsidP="004E5234">
            <w:pPr>
              <w:spacing w:before="60" w:after="30" w:line="276" w:lineRule="auto"/>
              <w:rPr>
                <w:rFonts w:ascii="Arial" w:hAnsi="Arial" w:cs="Arial"/>
                <w:sz w:val="19"/>
                <w:szCs w:val="19"/>
                <w:lang w:val="en-GB"/>
              </w:rPr>
            </w:pPr>
            <w:r w:rsidRPr="00EE62BB">
              <w:rPr>
                <w:rFonts w:ascii="Arial" w:eastAsia="Calibri" w:hAnsi="Arial" w:cs="Arial"/>
                <w:sz w:val="19"/>
                <w:szCs w:val="19"/>
              </w:rPr>
              <w:t>Total</w:t>
            </w:r>
          </w:p>
        </w:tc>
        <w:tc>
          <w:tcPr>
            <w:tcW w:w="1944" w:type="dxa"/>
            <w:tcBorders>
              <w:top w:val="single" w:sz="4" w:space="0" w:color="auto"/>
              <w:left w:val="nil"/>
            </w:tcBorders>
          </w:tcPr>
          <w:p w14:paraId="73C40E46" w14:textId="50B664E0" w:rsidR="004E5234" w:rsidRPr="00EE62BB" w:rsidRDefault="004E5234" w:rsidP="004E5234">
            <w:pPr>
              <w:spacing w:before="60" w:after="30" w:line="276" w:lineRule="auto"/>
              <w:jc w:val="right"/>
              <w:rPr>
                <w:rFonts w:ascii="Arial" w:hAnsi="Arial" w:cs="Arial"/>
                <w:sz w:val="19"/>
                <w:szCs w:val="19"/>
              </w:rPr>
            </w:pPr>
            <w:r w:rsidRPr="004E5234">
              <w:rPr>
                <w:rFonts w:ascii="Arial" w:hAnsi="Arial" w:cs="Arial"/>
                <w:sz w:val="19"/>
                <w:szCs w:val="19"/>
              </w:rPr>
              <w:t>112,747</w:t>
            </w:r>
          </w:p>
        </w:tc>
        <w:tc>
          <w:tcPr>
            <w:tcW w:w="270" w:type="dxa"/>
            <w:tcBorders>
              <w:left w:val="nil"/>
            </w:tcBorders>
            <w:vAlign w:val="bottom"/>
          </w:tcPr>
          <w:p w14:paraId="43649B6D" w14:textId="77777777" w:rsidR="004E5234" w:rsidRPr="00EE62BB" w:rsidRDefault="004E5234" w:rsidP="004E5234">
            <w:pPr>
              <w:spacing w:before="60" w:after="30" w:line="276" w:lineRule="auto"/>
              <w:jc w:val="right"/>
              <w:rPr>
                <w:rFonts w:ascii="Arial" w:hAnsi="Arial" w:cs="Arial"/>
                <w:sz w:val="19"/>
                <w:szCs w:val="19"/>
                <w:lang w:val="en-GB"/>
              </w:rPr>
            </w:pPr>
          </w:p>
        </w:tc>
        <w:tc>
          <w:tcPr>
            <w:tcW w:w="1886" w:type="dxa"/>
            <w:tcBorders>
              <w:top w:val="single" w:sz="4" w:space="0" w:color="auto"/>
            </w:tcBorders>
            <w:vAlign w:val="bottom"/>
          </w:tcPr>
          <w:p w14:paraId="05AB7227" w14:textId="1100495F" w:rsidR="004E5234" w:rsidRPr="00EE62BB" w:rsidRDefault="004E5234" w:rsidP="004E5234">
            <w:pPr>
              <w:spacing w:before="60" w:after="30" w:line="276" w:lineRule="auto"/>
              <w:jc w:val="right"/>
              <w:rPr>
                <w:rFonts w:ascii="Arial" w:hAnsi="Arial" w:cs="Arial"/>
                <w:sz w:val="19"/>
                <w:szCs w:val="19"/>
                <w:lang w:val="en-GB"/>
              </w:rPr>
            </w:pPr>
            <w:r w:rsidRPr="00EE62BB">
              <w:rPr>
                <w:rFonts w:ascii="Arial" w:hAnsi="Arial" w:cs="Arial"/>
                <w:sz w:val="19"/>
                <w:szCs w:val="19"/>
                <w:lang w:val="en-GB"/>
              </w:rPr>
              <w:t>111,110</w:t>
            </w:r>
          </w:p>
        </w:tc>
      </w:tr>
      <w:tr w:rsidR="004E5234" w:rsidRPr="00EE62BB" w14:paraId="3D5ABBE1" w14:textId="77777777" w:rsidTr="00D47692">
        <w:trPr>
          <w:cantSplit/>
        </w:trPr>
        <w:tc>
          <w:tcPr>
            <w:tcW w:w="4893" w:type="dxa"/>
          </w:tcPr>
          <w:p w14:paraId="67C4D805" w14:textId="76B574EC" w:rsidR="004E5234" w:rsidRPr="00EE62BB" w:rsidRDefault="004E5234" w:rsidP="004E5234">
            <w:pPr>
              <w:spacing w:before="60" w:after="30" w:line="276" w:lineRule="auto"/>
              <w:rPr>
                <w:rFonts w:ascii="Arial" w:hAnsi="Arial" w:cs="Arial"/>
                <w:sz w:val="19"/>
                <w:szCs w:val="19"/>
              </w:rPr>
            </w:pPr>
            <w:r w:rsidRPr="00EE62BB">
              <w:rPr>
                <w:rFonts w:ascii="Arial" w:eastAsia="Calibri" w:hAnsi="Arial" w:cs="Arial"/>
                <w:sz w:val="19"/>
                <w:szCs w:val="19"/>
                <w:u w:val="single"/>
              </w:rPr>
              <w:t>Less</w:t>
            </w:r>
            <w:r w:rsidRPr="00EE62BB">
              <w:rPr>
                <w:rFonts w:ascii="Arial" w:eastAsia="Calibri" w:hAnsi="Arial" w:cs="Arial"/>
                <w:sz w:val="19"/>
                <w:szCs w:val="19"/>
              </w:rPr>
              <w:t xml:space="preserve"> Current portion due within 1 year</w:t>
            </w:r>
          </w:p>
        </w:tc>
        <w:tc>
          <w:tcPr>
            <w:tcW w:w="1944" w:type="dxa"/>
            <w:tcBorders>
              <w:left w:val="nil"/>
              <w:bottom w:val="single" w:sz="4" w:space="0" w:color="auto"/>
            </w:tcBorders>
          </w:tcPr>
          <w:p w14:paraId="05A013E8" w14:textId="0048B926" w:rsidR="004E5234" w:rsidRPr="00EE62BB" w:rsidRDefault="004E5234" w:rsidP="004E5234">
            <w:pPr>
              <w:spacing w:before="60" w:after="30" w:line="276" w:lineRule="auto"/>
              <w:jc w:val="right"/>
              <w:rPr>
                <w:rFonts w:ascii="Arial" w:hAnsi="Arial" w:cs="Arial"/>
                <w:sz w:val="19"/>
                <w:szCs w:val="19"/>
              </w:rPr>
            </w:pPr>
            <w:r w:rsidRPr="004E5234">
              <w:rPr>
                <w:rFonts w:ascii="Arial" w:hAnsi="Arial" w:cs="Arial"/>
                <w:sz w:val="19"/>
                <w:szCs w:val="19"/>
              </w:rPr>
              <w:t>(9,307)</w:t>
            </w:r>
          </w:p>
        </w:tc>
        <w:tc>
          <w:tcPr>
            <w:tcW w:w="270" w:type="dxa"/>
            <w:tcBorders>
              <w:left w:val="nil"/>
            </w:tcBorders>
            <w:vAlign w:val="bottom"/>
          </w:tcPr>
          <w:p w14:paraId="692867D2" w14:textId="77777777" w:rsidR="004E5234" w:rsidRPr="00EE62BB" w:rsidRDefault="004E5234" w:rsidP="004E5234">
            <w:pPr>
              <w:spacing w:before="60" w:after="30" w:line="276" w:lineRule="auto"/>
              <w:jc w:val="right"/>
              <w:rPr>
                <w:rFonts w:ascii="Arial" w:hAnsi="Arial" w:cs="Arial"/>
                <w:sz w:val="19"/>
                <w:szCs w:val="19"/>
                <w:lang w:val="en-GB"/>
              </w:rPr>
            </w:pPr>
          </w:p>
        </w:tc>
        <w:tc>
          <w:tcPr>
            <w:tcW w:w="1886" w:type="dxa"/>
            <w:tcBorders>
              <w:bottom w:val="single" w:sz="4" w:space="0" w:color="auto"/>
            </w:tcBorders>
            <w:vAlign w:val="center"/>
          </w:tcPr>
          <w:p w14:paraId="4E23DA80" w14:textId="530B7A4E" w:rsidR="004E5234" w:rsidRPr="00EE62BB" w:rsidRDefault="004E5234" w:rsidP="004E5234">
            <w:pPr>
              <w:spacing w:before="60" w:after="30" w:line="276" w:lineRule="auto"/>
              <w:jc w:val="right"/>
              <w:rPr>
                <w:rFonts w:ascii="Arial" w:hAnsi="Arial" w:cs="Arial"/>
                <w:sz w:val="19"/>
                <w:szCs w:val="19"/>
                <w:lang w:val="en-GB"/>
              </w:rPr>
            </w:pPr>
            <w:r w:rsidRPr="00EE62BB">
              <w:rPr>
                <w:rFonts w:ascii="Arial" w:hAnsi="Arial" w:cs="Arial"/>
                <w:sz w:val="19"/>
                <w:szCs w:val="19"/>
                <w:lang w:val="en-GB"/>
              </w:rPr>
              <w:t>(10,336)</w:t>
            </w:r>
          </w:p>
        </w:tc>
      </w:tr>
      <w:tr w:rsidR="004E5234" w:rsidRPr="00EE62BB" w14:paraId="550DD152" w14:textId="77777777" w:rsidTr="00D47692">
        <w:trPr>
          <w:cantSplit/>
        </w:trPr>
        <w:tc>
          <w:tcPr>
            <w:tcW w:w="4893" w:type="dxa"/>
          </w:tcPr>
          <w:p w14:paraId="393A3D02" w14:textId="06C6DD27" w:rsidR="004E5234" w:rsidRPr="00EE62BB" w:rsidRDefault="004E5234" w:rsidP="004E5234">
            <w:pPr>
              <w:spacing w:before="60" w:after="30" w:line="276" w:lineRule="auto"/>
              <w:rPr>
                <w:rFonts w:ascii="Arial" w:hAnsi="Arial" w:cs="Arial"/>
                <w:sz w:val="19"/>
                <w:szCs w:val="19"/>
                <w:cs/>
                <w:lang w:val="en-GB"/>
              </w:rPr>
            </w:pPr>
            <w:r w:rsidRPr="00EE62BB">
              <w:rPr>
                <w:rFonts w:ascii="Arial" w:eastAsia="Calibri" w:hAnsi="Arial" w:cs="Arial"/>
                <w:sz w:val="19"/>
                <w:szCs w:val="19"/>
              </w:rPr>
              <w:t>Ending balance</w:t>
            </w:r>
          </w:p>
        </w:tc>
        <w:tc>
          <w:tcPr>
            <w:tcW w:w="1944" w:type="dxa"/>
            <w:tcBorders>
              <w:top w:val="single" w:sz="4" w:space="0" w:color="auto"/>
              <w:left w:val="nil"/>
              <w:bottom w:val="single" w:sz="12" w:space="0" w:color="auto"/>
            </w:tcBorders>
          </w:tcPr>
          <w:p w14:paraId="0A4342C2" w14:textId="00F39D22" w:rsidR="004E5234" w:rsidRPr="00EE62BB" w:rsidRDefault="004E5234" w:rsidP="004E5234">
            <w:pPr>
              <w:spacing w:before="60" w:after="30" w:line="276" w:lineRule="auto"/>
              <w:jc w:val="right"/>
              <w:rPr>
                <w:rFonts w:ascii="Arial" w:hAnsi="Arial" w:cs="Arial"/>
                <w:sz w:val="19"/>
                <w:szCs w:val="19"/>
              </w:rPr>
            </w:pPr>
            <w:r w:rsidRPr="004E5234">
              <w:rPr>
                <w:rFonts w:ascii="Arial" w:hAnsi="Arial" w:cs="Arial"/>
                <w:sz w:val="19"/>
                <w:szCs w:val="19"/>
              </w:rPr>
              <w:t>103,440</w:t>
            </w:r>
          </w:p>
        </w:tc>
        <w:tc>
          <w:tcPr>
            <w:tcW w:w="270" w:type="dxa"/>
            <w:tcBorders>
              <w:left w:val="nil"/>
            </w:tcBorders>
            <w:vAlign w:val="bottom"/>
          </w:tcPr>
          <w:p w14:paraId="5164B576" w14:textId="77777777" w:rsidR="004E5234" w:rsidRPr="00EE62BB" w:rsidRDefault="004E5234" w:rsidP="004E5234">
            <w:pPr>
              <w:spacing w:before="60" w:after="30" w:line="276" w:lineRule="auto"/>
              <w:jc w:val="right"/>
              <w:rPr>
                <w:rFonts w:ascii="Arial" w:hAnsi="Arial" w:cs="Arial"/>
                <w:sz w:val="19"/>
                <w:szCs w:val="19"/>
                <w:lang w:val="en-GB"/>
              </w:rPr>
            </w:pPr>
          </w:p>
        </w:tc>
        <w:tc>
          <w:tcPr>
            <w:tcW w:w="1886" w:type="dxa"/>
            <w:tcBorders>
              <w:top w:val="single" w:sz="4" w:space="0" w:color="auto"/>
              <w:bottom w:val="single" w:sz="12" w:space="0" w:color="auto"/>
            </w:tcBorders>
            <w:vAlign w:val="bottom"/>
          </w:tcPr>
          <w:p w14:paraId="1F92576C" w14:textId="7A5FF666" w:rsidR="004E5234" w:rsidRPr="00EE62BB" w:rsidRDefault="004E5234" w:rsidP="004E5234">
            <w:pPr>
              <w:spacing w:before="60" w:after="30" w:line="276" w:lineRule="auto"/>
              <w:jc w:val="right"/>
              <w:rPr>
                <w:rFonts w:ascii="Arial" w:hAnsi="Arial" w:cs="Arial"/>
                <w:sz w:val="19"/>
                <w:szCs w:val="19"/>
                <w:lang w:val="en-GB"/>
              </w:rPr>
            </w:pPr>
            <w:r w:rsidRPr="00EE62BB">
              <w:rPr>
                <w:rFonts w:ascii="Arial" w:hAnsi="Arial" w:cs="Arial"/>
                <w:sz w:val="19"/>
                <w:szCs w:val="19"/>
                <w:lang w:val="en-GB"/>
              </w:rPr>
              <w:t>100,774</w:t>
            </w:r>
          </w:p>
        </w:tc>
      </w:tr>
      <w:tr w:rsidR="004E5234" w:rsidRPr="00EE62BB" w14:paraId="432F83F1" w14:textId="77777777" w:rsidTr="00D47692">
        <w:trPr>
          <w:cantSplit/>
        </w:trPr>
        <w:tc>
          <w:tcPr>
            <w:tcW w:w="4893" w:type="dxa"/>
          </w:tcPr>
          <w:p w14:paraId="5CE68D04" w14:textId="0DC394A3" w:rsidR="004E5234" w:rsidRPr="00EE62BB" w:rsidRDefault="004E5234" w:rsidP="004E5234">
            <w:pPr>
              <w:spacing w:before="60" w:after="30" w:line="276" w:lineRule="auto"/>
              <w:rPr>
                <w:rFonts w:ascii="Arial" w:hAnsi="Arial" w:cs="Arial"/>
                <w:sz w:val="19"/>
                <w:szCs w:val="19"/>
                <w:u w:val="single"/>
                <w:lang w:val="en-GB"/>
              </w:rPr>
            </w:pPr>
          </w:p>
        </w:tc>
        <w:tc>
          <w:tcPr>
            <w:tcW w:w="1944" w:type="dxa"/>
            <w:tcBorders>
              <w:top w:val="single" w:sz="12" w:space="0" w:color="auto"/>
              <w:left w:val="nil"/>
            </w:tcBorders>
          </w:tcPr>
          <w:p w14:paraId="13BCA9F9" w14:textId="50EA957C" w:rsidR="004E5234" w:rsidRPr="00EE62BB" w:rsidRDefault="004E5234" w:rsidP="004E5234">
            <w:pPr>
              <w:spacing w:before="60" w:after="30" w:line="276" w:lineRule="auto"/>
              <w:jc w:val="right"/>
              <w:rPr>
                <w:rFonts w:ascii="Arial" w:hAnsi="Arial" w:cs="Arial"/>
                <w:sz w:val="19"/>
                <w:szCs w:val="19"/>
              </w:rPr>
            </w:pPr>
          </w:p>
        </w:tc>
        <w:tc>
          <w:tcPr>
            <w:tcW w:w="270" w:type="dxa"/>
            <w:tcBorders>
              <w:left w:val="nil"/>
            </w:tcBorders>
            <w:vAlign w:val="bottom"/>
          </w:tcPr>
          <w:p w14:paraId="47D16EED" w14:textId="77777777" w:rsidR="004E5234" w:rsidRPr="00EE62BB" w:rsidRDefault="004E5234" w:rsidP="004E5234">
            <w:pPr>
              <w:spacing w:before="60" w:after="30" w:line="276" w:lineRule="auto"/>
              <w:jc w:val="right"/>
              <w:rPr>
                <w:rFonts w:ascii="Arial" w:hAnsi="Arial" w:cs="Arial"/>
                <w:sz w:val="19"/>
                <w:szCs w:val="19"/>
                <w:lang w:val="en-GB"/>
              </w:rPr>
            </w:pPr>
          </w:p>
        </w:tc>
        <w:tc>
          <w:tcPr>
            <w:tcW w:w="1886" w:type="dxa"/>
            <w:tcBorders>
              <w:top w:val="single" w:sz="12" w:space="0" w:color="auto"/>
            </w:tcBorders>
            <w:vAlign w:val="bottom"/>
          </w:tcPr>
          <w:p w14:paraId="48996026" w14:textId="31ACE56F" w:rsidR="004E5234" w:rsidRPr="00EE62BB" w:rsidRDefault="004E5234" w:rsidP="004E5234">
            <w:pPr>
              <w:spacing w:before="60" w:after="30" w:line="276" w:lineRule="auto"/>
              <w:jc w:val="right"/>
              <w:rPr>
                <w:rFonts w:ascii="Arial" w:hAnsi="Arial" w:cs="Arial"/>
                <w:sz w:val="19"/>
                <w:szCs w:val="19"/>
                <w:lang w:val="en-GB"/>
              </w:rPr>
            </w:pPr>
          </w:p>
        </w:tc>
      </w:tr>
      <w:tr w:rsidR="004E5234" w:rsidRPr="00EE62BB" w14:paraId="4DCF388E" w14:textId="77777777" w:rsidTr="00D47692">
        <w:trPr>
          <w:cantSplit/>
        </w:trPr>
        <w:tc>
          <w:tcPr>
            <w:tcW w:w="4893" w:type="dxa"/>
          </w:tcPr>
          <w:p w14:paraId="10E593DD" w14:textId="6FF5E8F0" w:rsidR="004E5234" w:rsidRPr="00EE62BB" w:rsidRDefault="004E5234" w:rsidP="004E5234">
            <w:pPr>
              <w:spacing w:before="60" w:after="30" w:line="276" w:lineRule="auto"/>
              <w:rPr>
                <w:rFonts w:ascii="Arial" w:hAnsi="Arial" w:cs="Arial"/>
                <w:sz w:val="19"/>
                <w:szCs w:val="19"/>
              </w:rPr>
            </w:pPr>
            <w:r w:rsidRPr="00EE62BB">
              <w:rPr>
                <w:rFonts w:ascii="Arial" w:eastAsia="Calibri" w:hAnsi="Arial" w:cs="Arial"/>
                <w:sz w:val="19"/>
                <w:szCs w:val="19"/>
              </w:rPr>
              <w:t>Total unfunded accrual</w:t>
            </w:r>
          </w:p>
        </w:tc>
        <w:tc>
          <w:tcPr>
            <w:tcW w:w="1944" w:type="dxa"/>
            <w:tcBorders>
              <w:left w:val="nil"/>
              <w:bottom w:val="single" w:sz="12" w:space="0" w:color="auto"/>
            </w:tcBorders>
          </w:tcPr>
          <w:p w14:paraId="52663A8F" w14:textId="1CDFC8EB" w:rsidR="004E5234" w:rsidRPr="00EE62BB" w:rsidRDefault="004E5234" w:rsidP="004E5234">
            <w:pPr>
              <w:spacing w:before="60" w:after="30" w:line="276" w:lineRule="auto"/>
              <w:jc w:val="right"/>
              <w:rPr>
                <w:rFonts w:ascii="Arial" w:hAnsi="Arial" w:cs="Arial"/>
                <w:sz w:val="19"/>
                <w:szCs w:val="19"/>
              </w:rPr>
            </w:pPr>
            <w:r w:rsidRPr="004E5234">
              <w:rPr>
                <w:rFonts w:ascii="Arial" w:hAnsi="Arial" w:cs="Arial"/>
                <w:sz w:val="19"/>
                <w:szCs w:val="19"/>
              </w:rPr>
              <w:t>112,747</w:t>
            </w:r>
          </w:p>
        </w:tc>
        <w:tc>
          <w:tcPr>
            <w:tcW w:w="270" w:type="dxa"/>
            <w:tcBorders>
              <w:left w:val="nil"/>
            </w:tcBorders>
            <w:vAlign w:val="bottom"/>
          </w:tcPr>
          <w:p w14:paraId="36E15F69" w14:textId="77777777" w:rsidR="004E5234" w:rsidRPr="00EE62BB" w:rsidRDefault="004E5234" w:rsidP="004E5234">
            <w:pPr>
              <w:spacing w:before="60" w:after="30" w:line="276" w:lineRule="auto"/>
              <w:jc w:val="right"/>
              <w:rPr>
                <w:rFonts w:ascii="Arial" w:hAnsi="Arial" w:cs="Arial"/>
                <w:sz w:val="19"/>
                <w:szCs w:val="19"/>
                <w:lang w:val="en-GB"/>
              </w:rPr>
            </w:pPr>
          </w:p>
        </w:tc>
        <w:tc>
          <w:tcPr>
            <w:tcW w:w="1886" w:type="dxa"/>
            <w:tcBorders>
              <w:bottom w:val="single" w:sz="12" w:space="0" w:color="auto"/>
            </w:tcBorders>
            <w:vAlign w:val="bottom"/>
          </w:tcPr>
          <w:p w14:paraId="7F16025A" w14:textId="4E7C8EC1" w:rsidR="004E5234" w:rsidRPr="00EE62BB" w:rsidRDefault="004E5234" w:rsidP="004E5234">
            <w:pPr>
              <w:spacing w:before="60" w:after="30" w:line="276" w:lineRule="auto"/>
              <w:jc w:val="right"/>
              <w:rPr>
                <w:rFonts w:ascii="Arial" w:hAnsi="Arial" w:cs="Arial"/>
                <w:sz w:val="19"/>
                <w:szCs w:val="19"/>
                <w:lang w:val="en-GB"/>
              </w:rPr>
            </w:pPr>
            <w:r w:rsidRPr="00EE62BB">
              <w:rPr>
                <w:rFonts w:ascii="Arial" w:hAnsi="Arial" w:cs="Arial"/>
                <w:sz w:val="19"/>
                <w:szCs w:val="19"/>
                <w:lang w:val="en-GB"/>
              </w:rPr>
              <w:t>111,110</w:t>
            </w:r>
          </w:p>
        </w:tc>
      </w:tr>
    </w:tbl>
    <w:p w14:paraId="5984D949" w14:textId="77777777" w:rsidR="00120BE5" w:rsidRPr="00EE62BB" w:rsidRDefault="00120BE5">
      <w:pPr>
        <w:rPr>
          <w:rFonts w:ascii="Arial" w:hAnsi="Arial" w:cs="Arial"/>
          <w:b/>
          <w:bCs/>
          <w:sz w:val="19"/>
          <w:szCs w:val="19"/>
        </w:rPr>
      </w:pPr>
    </w:p>
    <w:p w14:paraId="6F850481" w14:textId="77777777" w:rsidR="00F873C9" w:rsidRDefault="00F873C9" w:rsidP="005D0B69">
      <w:pPr>
        <w:spacing w:line="360" w:lineRule="auto"/>
        <w:ind w:left="432"/>
        <w:jc w:val="thaiDistribute"/>
        <w:rPr>
          <w:rFonts w:ascii="Arial" w:hAnsi="Arial" w:cs="Arial"/>
          <w:sz w:val="12"/>
          <w:szCs w:val="12"/>
        </w:rPr>
      </w:pPr>
    </w:p>
    <w:p w14:paraId="1C555001" w14:textId="04C4A76D" w:rsidR="0097332F" w:rsidRPr="00B35B43" w:rsidRDefault="0097332F"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B35B43">
        <w:rPr>
          <w:rFonts w:ascii="Arial" w:hAnsi="Arial" w:cs="Arial"/>
          <w:b/>
          <w:bCs/>
          <w:spacing w:val="-4"/>
          <w:sz w:val="19"/>
          <w:szCs w:val="19"/>
          <w:lang w:val="en-GB"/>
        </w:rPr>
        <w:t>SEGMENT REPORTING</w:t>
      </w:r>
    </w:p>
    <w:p w14:paraId="6C697F61" w14:textId="77777777" w:rsidR="00E0777F" w:rsidRPr="00EE62BB" w:rsidRDefault="00E0777F" w:rsidP="005B1EF5">
      <w:pPr>
        <w:spacing w:line="360" w:lineRule="auto"/>
        <w:ind w:left="432"/>
        <w:jc w:val="thaiDistribute"/>
        <w:rPr>
          <w:rFonts w:ascii="Arial" w:hAnsi="Arial" w:cs="Arial"/>
          <w:sz w:val="19"/>
          <w:szCs w:val="19"/>
        </w:rPr>
      </w:pPr>
    </w:p>
    <w:p w14:paraId="5B4B5302" w14:textId="607751C9" w:rsidR="00184CFF" w:rsidRPr="00EE62BB" w:rsidRDefault="008045FE" w:rsidP="007B6959">
      <w:pPr>
        <w:pStyle w:val="ListParagraph"/>
        <w:tabs>
          <w:tab w:val="num" w:pos="4046"/>
        </w:tabs>
        <w:spacing w:after="0" w:line="360" w:lineRule="auto"/>
        <w:ind w:left="426" w:right="62"/>
        <w:jc w:val="thaiDistribute"/>
        <w:rPr>
          <w:rFonts w:ascii="Arial" w:hAnsi="Arial" w:cs="Arial"/>
          <w:sz w:val="19"/>
          <w:szCs w:val="19"/>
        </w:rPr>
      </w:pPr>
      <w:r w:rsidRPr="00EE62BB">
        <w:rPr>
          <w:rFonts w:ascii="Arial" w:hAnsi="Arial" w:cs="Arial"/>
          <w:sz w:val="19"/>
          <w:szCs w:val="19"/>
        </w:rPr>
        <w:t xml:space="preserve">The </w:t>
      </w:r>
      <w:r w:rsidR="000B6274" w:rsidRPr="00EE62BB">
        <w:rPr>
          <w:rFonts w:ascii="Arial" w:hAnsi="Arial" w:cs="Arial"/>
          <w:sz w:val="19"/>
          <w:szCs w:val="19"/>
        </w:rPr>
        <w:t>Group is</w:t>
      </w:r>
      <w:r w:rsidRPr="00EE62BB">
        <w:rPr>
          <w:rFonts w:ascii="Arial" w:hAnsi="Arial" w:cs="Arial"/>
          <w:sz w:val="19"/>
          <w:szCs w:val="19"/>
        </w:rPr>
        <w:t xml:space="preserve"> engaged in </w:t>
      </w:r>
      <w:r w:rsidR="00591929" w:rsidRPr="00EE62BB">
        <w:rPr>
          <w:rFonts w:ascii="Arial" w:hAnsi="Arial" w:cs="Arial"/>
          <w:sz w:val="19"/>
          <w:szCs w:val="19"/>
        </w:rPr>
        <w:t>steel</w:t>
      </w:r>
      <w:r w:rsidR="00EA7368" w:rsidRPr="00EE62BB">
        <w:rPr>
          <w:rFonts w:ascii="Arial" w:hAnsi="Arial" w:cs="Arial"/>
          <w:sz w:val="19"/>
          <w:szCs w:val="19"/>
        </w:rPr>
        <w:t xml:space="preserve"> </w:t>
      </w:r>
      <w:r w:rsidRPr="00EE62BB">
        <w:rPr>
          <w:rFonts w:ascii="Arial" w:hAnsi="Arial" w:cs="Arial"/>
          <w:sz w:val="19"/>
          <w:szCs w:val="19"/>
        </w:rPr>
        <w:t>accessories</w:t>
      </w:r>
      <w:r w:rsidR="00180B19" w:rsidRPr="00EE62BB">
        <w:rPr>
          <w:rFonts w:ascii="Arial" w:hAnsi="Arial" w:cs="Arial"/>
          <w:sz w:val="19"/>
          <w:szCs w:val="19"/>
        </w:rPr>
        <w:t xml:space="preserve"> product</w:t>
      </w:r>
      <w:r w:rsidR="00D35D2C" w:rsidRPr="00EE62BB">
        <w:rPr>
          <w:rFonts w:ascii="Arial" w:hAnsi="Arial" w:cs="Arial"/>
          <w:sz w:val="19"/>
          <w:szCs w:val="19"/>
        </w:rPr>
        <w:t xml:space="preserve">ion and </w:t>
      </w:r>
      <w:r w:rsidR="00697776" w:rsidRPr="00EE62BB">
        <w:rPr>
          <w:rFonts w:ascii="Arial" w:hAnsi="Arial" w:cs="Arial"/>
          <w:sz w:val="19"/>
          <w:szCs w:val="19"/>
        </w:rPr>
        <w:t>service</w:t>
      </w:r>
      <w:r w:rsidR="00F849B5" w:rsidRPr="00EE62BB">
        <w:rPr>
          <w:rFonts w:ascii="Arial" w:hAnsi="Arial" w:cs="Arial"/>
          <w:sz w:val="19"/>
          <w:szCs w:val="19"/>
        </w:rPr>
        <w:t xml:space="preserve">s </w:t>
      </w:r>
      <w:r w:rsidR="00DF2DEE" w:rsidRPr="00EE62BB">
        <w:rPr>
          <w:rFonts w:ascii="Arial" w:hAnsi="Arial" w:cs="Arial"/>
          <w:sz w:val="19"/>
          <w:szCs w:val="19"/>
        </w:rPr>
        <w:t>for steel industry</w:t>
      </w:r>
      <w:r w:rsidRPr="00EE62BB">
        <w:rPr>
          <w:rFonts w:ascii="Arial" w:hAnsi="Arial" w:cs="Arial"/>
          <w:sz w:val="19"/>
          <w:szCs w:val="19"/>
        </w:rPr>
        <w:t xml:space="preserve">. Details of core revenues </w:t>
      </w:r>
      <w:r w:rsidR="002023DA" w:rsidRPr="00EE62BB">
        <w:rPr>
          <w:rFonts w:ascii="Arial" w:hAnsi="Arial" w:cs="Arial"/>
          <w:sz w:val="19"/>
          <w:szCs w:val="19"/>
        </w:rPr>
        <w:t xml:space="preserve">for the three-month period ended 31 March </w:t>
      </w:r>
      <w:r w:rsidR="00540470" w:rsidRPr="00EE62BB">
        <w:rPr>
          <w:rFonts w:ascii="Arial" w:hAnsi="Arial" w:cs="Arial"/>
          <w:sz w:val="19"/>
          <w:szCs w:val="19"/>
        </w:rPr>
        <w:t>202</w:t>
      </w:r>
      <w:r w:rsidR="002023DA" w:rsidRPr="00EE62BB">
        <w:rPr>
          <w:rFonts w:ascii="Arial" w:hAnsi="Arial" w:cs="Arial"/>
          <w:sz w:val="19"/>
          <w:szCs w:val="19"/>
        </w:rPr>
        <w:t>4</w:t>
      </w:r>
      <w:r w:rsidR="0058799C" w:rsidRPr="00EE62BB">
        <w:rPr>
          <w:rFonts w:ascii="Arial" w:hAnsi="Arial" w:cs="Arial"/>
          <w:sz w:val="19"/>
          <w:szCs w:val="19"/>
        </w:rPr>
        <w:t xml:space="preserve"> and 20</w:t>
      </w:r>
      <w:r w:rsidR="00CB282A" w:rsidRPr="00EE62BB">
        <w:rPr>
          <w:rFonts w:ascii="Arial" w:hAnsi="Arial" w:cs="Arial"/>
          <w:sz w:val="19"/>
          <w:szCs w:val="19"/>
        </w:rPr>
        <w:t>2</w:t>
      </w:r>
      <w:r w:rsidR="002023DA" w:rsidRPr="00EE62BB">
        <w:rPr>
          <w:rFonts w:ascii="Arial" w:hAnsi="Arial" w:cs="Arial"/>
          <w:sz w:val="19"/>
          <w:szCs w:val="19"/>
        </w:rPr>
        <w:t>3</w:t>
      </w:r>
      <w:r w:rsidR="0058799C" w:rsidRPr="00EE62BB">
        <w:rPr>
          <w:rFonts w:ascii="Arial" w:hAnsi="Arial" w:cs="Arial"/>
          <w:sz w:val="19"/>
          <w:szCs w:val="19"/>
        </w:rPr>
        <w:t xml:space="preserve"> </w:t>
      </w:r>
      <w:r w:rsidR="00BC7E3D" w:rsidRPr="00EE62BB">
        <w:rPr>
          <w:rFonts w:ascii="Arial" w:hAnsi="Arial" w:cs="Arial"/>
          <w:sz w:val="19"/>
          <w:szCs w:val="19"/>
        </w:rPr>
        <w:t>are as follows</w:t>
      </w:r>
      <w:r w:rsidRPr="00EE62BB">
        <w:rPr>
          <w:rFonts w:ascii="Arial" w:hAnsi="Arial" w:cs="Arial"/>
          <w:sz w:val="19"/>
          <w:szCs w:val="19"/>
        </w:rPr>
        <w:t>:</w:t>
      </w:r>
    </w:p>
    <w:p w14:paraId="77DC83CA" w14:textId="53E6981E" w:rsidR="00184CFF" w:rsidRPr="00EE62BB" w:rsidRDefault="00184CFF">
      <w:pPr>
        <w:rPr>
          <w:rFonts w:ascii="Arial" w:hAnsi="Arial" w:cs="Arial"/>
          <w:sz w:val="19"/>
          <w:szCs w:val="19"/>
        </w:rPr>
      </w:pPr>
    </w:p>
    <w:tbl>
      <w:tblPr>
        <w:tblW w:w="9837" w:type="dxa"/>
        <w:tblInd w:w="90" w:type="dxa"/>
        <w:tblLayout w:type="fixed"/>
        <w:tblLook w:val="01E0" w:firstRow="1" w:lastRow="1" w:firstColumn="1" w:lastColumn="1" w:noHBand="0" w:noVBand="0"/>
      </w:tblPr>
      <w:tblGrid>
        <w:gridCol w:w="1557"/>
        <w:gridCol w:w="900"/>
        <w:gridCol w:w="784"/>
        <w:gridCol w:w="746"/>
        <w:gridCol w:w="810"/>
        <w:gridCol w:w="858"/>
        <w:gridCol w:w="915"/>
        <w:gridCol w:w="711"/>
        <w:gridCol w:w="851"/>
        <w:gridCol w:w="805"/>
        <w:gridCol w:w="894"/>
        <w:gridCol w:w="6"/>
      </w:tblGrid>
      <w:tr w:rsidR="008C4DE1" w:rsidRPr="00EE62BB" w14:paraId="10D73C37" w14:textId="77777777" w:rsidTr="00D36CCA">
        <w:trPr>
          <w:gridAfter w:val="1"/>
          <w:wAfter w:w="6" w:type="dxa"/>
          <w:cantSplit/>
          <w:tblHeader/>
        </w:trPr>
        <w:tc>
          <w:tcPr>
            <w:tcW w:w="1557" w:type="dxa"/>
            <w:vAlign w:val="bottom"/>
          </w:tcPr>
          <w:p w14:paraId="0DB20489" w14:textId="77777777" w:rsidR="008C4DE1" w:rsidRPr="00EE62BB"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0164BDEF" w14:textId="77777777" w:rsidR="008C4DE1" w:rsidRPr="00EE62BB" w:rsidRDefault="008C4DE1" w:rsidP="005D0B69">
            <w:pPr>
              <w:tabs>
                <w:tab w:val="left" w:pos="794"/>
                <w:tab w:val="left" w:pos="1361"/>
                <w:tab w:val="left" w:pos="1928"/>
              </w:tabs>
              <w:spacing w:before="60" w:line="276" w:lineRule="auto"/>
              <w:ind w:hanging="108"/>
              <w:jc w:val="right"/>
              <w:rPr>
                <w:rFonts w:ascii="Arial" w:hAnsi="Arial" w:cs="Arial"/>
                <w:sz w:val="13"/>
                <w:szCs w:val="13"/>
              </w:rPr>
            </w:pPr>
            <w:r w:rsidRPr="00EE62BB">
              <w:rPr>
                <w:rFonts w:ascii="Arial" w:hAnsi="Arial" w:cs="Arial"/>
                <w:sz w:val="13"/>
                <w:szCs w:val="13"/>
              </w:rPr>
              <w:t>(Unit : Thousand Baht)</w:t>
            </w:r>
          </w:p>
        </w:tc>
      </w:tr>
      <w:tr w:rsidR="008C4DE1" w:rsidRPr="00EE62BB" w14:paraId="4A47DA9A" w14:textId="77777777" w:rsidTr="00D36CCA">
        <w:trPr>
          <w:gridAfter w:val="1"/>
          <w:wAfter w:w="6" w:type="dxa"/>
          <w:cantSplit/>
          <w:tblHeader/>
        </w:trPr>
        <w:tc>
          <w:tcPr>
            <w:tcW w:w="1557" w:type="dxa"/>
            <w:vAlign w:val="bottom"/>
          </w:tcPr>
          <w:p w14:paraId="2C2DBAE9" w14:textId="77777777" w:rsidR="008C4DE1" w:rsidRPr="00EE62BB"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71685312" w14:textId="6192ABB7" w:rsidR="008C4DE1" w:rsidRPr="00EE62BB"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cs/>
              </w:rPr>
            </w:pPr>
            <w:r w:rsidRPr="00EE62BB">
              <w:rPr>
                <w:rFonts w:ascii="Arial" w:hAnsi="Arial" w:cs="Arial"/>
                <w:sz w:val="13"/>
                <w:szCs w:val="13"/>
              </w:rPr>
              <w:t xml:space="preserve">Consolidated </w:t>
            </w:r>
            <w:r w:rsidR="001F4781" w:rsidRPr="001F4781">
              <w:rPr>
                <w:rFonts w:ascii="Arial" w:hAnsi="Arial" w:cs="Arial"/>
                <w:sz w:val="13"/>
                <w:szCs w:val="13"/>
              </w:rPr>
              <w:t>financial information</w:t>
            </w:r>
          </w:p>
        </w:tc>
      </w:tr>
      <w:tr w:rsidR="008C4DE1" w:rsidRPr="00EE62BB" w14:paraId="56A2257A" w14:textId="77777777" w:rsidTr="00D36CCA">
        <w:trPr>
          <w:gridAfter w:val="1"/>
          <w:wAfter w:w="6" w:type="dxa"/>
          <w:cantSplit/>
          <w:tblHeader/>
        </w:trPr>
        <w:tc>
          <w:tcPr>
            <w:tcW w:w="1557" w:type="dxa"/>
            <w:vAlign w:val="bottom"/>
          </w:tcPr>
          <w:p w14:paraId="419A2E52" w14:textId="77777777" w:rsidR="008C4DE1" w:rsidRPr="00EE62BB"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52EFDA9A" w14:textId="139463F5" w:rsidR="008C4DE1" w:rsidRPr="00EE62BB" w:rsidRDefault="00F72889"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E62BB">
              <w:rPr>
                <w:rFonts w:ascii="Arial" w:hAnsi="Arial" w:cs="Arial"/>
                <w:sz w:val="13"/>
                <w:szCs w:val="13"/>
              </w:rPr>
              <w:t xml:space="preserve">For the three-month period ended </w:t>
            </w:r>
            <w:r w:rsidR="008D2ABA">
              <w:rPr>
                <w:rFonts w:ascii="Arial" w:hAnsi="Arial" w:cs="Arial"/>
                <w:sz w:val="13"/>
                <w:szCs w:val="13"/>
              </w:rPr>
              <w:t>31 March</w:t>
            </w:r>
          </w:p>
        </w:tc>
      </w:tr>
      <w:tr w:rsidR="008C4DE1" w:rsidRPr="00EE62BB" w14:paraId="42DA10D7" w14:textId="77777777" w:rsidTr="00D36CCA">
        <w:trPr>
          <w:gridAfter w:val="1"/>
          <w:wAfter w:w="6" w:type="dxa"/>
          <w:cantSplit/>
          <w:tblHeader/>
        </w:trPr>
        <w:tc>
          <w:tcPr>
            <w:tcW w:w="1557" w:type="dxa"/>
            <w:vAlign w:val="bottom"/>
          </w:tcPr>
          <w:p w14:paraId="2584A9DD" w14:textId="77777777" w:rsidR="008C4DE1" w:rsidRPr="00EE62BB"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4098" w:type="dxa"/>
            <w:gridSpan w:val="5"/>
            <w:vAlign w:val="bottom"/>
          </w:tcPr>
          <w:p w14:paraId="6D755661" w14:textId="7470311B" w:rsidR="008C4DE1" w:rsidRPr="00EE62BB"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E62BB">
              <w:rPr>
                <w:rFonts w:ascii="Arial" w:hAnsi="Arial" w:cs="Arial"/>
                <w:sz w:val="13"/>
                <w:szCs w:val="13"/>
              </w:rPr>
              <w:t>202</w:t>
            </w:r>
            <w:r w:rsidR="00AD402B">
              <w:rPr>
                <w:rFonts w:ascii="Arial" w:hAnsi="Arial" w:cs="Arial"/>
                <w:sz w:val="13"/>
                <w:szCs w:val="13"/>
              </w:rPr>
              <w:t>4</w:t>
            </w:r>
          </w:p>
        </w:tc>
        <w:tc>
          <w:tcPr>
            <w:tcW w:w="4176" w:type="dxa"/>
            <w:gridSpan w:val="5"/>
            <w:vAlign w:val="bottom"/>
          </w:tcPr>
          <w:p w14:paraId="497FB1F0" w14:textId="47445A18" w:rsidR="008C4DE1" w:rsidRPr="00EE62BB"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E62BB">
              <w:rPr>
                <w:rFonts w:ascii="Arial" w:hAnsi="Arial" w:cs="Arial"/>
                <w:sz w:val="13"/>
                <w:szCs w:val="13"/>
              </w:rPr>
              <w:t>202</w:t>
            </w:r>
            <w:r w:rsidR="00AD402B">
              <w:rPr>
                <w:rFonts w:ascii="Arial" w:hAnsi="Arial" w:cs="Arial"/>
                <w:sz w:val="13"/>
                <w:szCs w:val="13"/>
              </w:rPr>
              <w:t>3</w:t>
            </w:r>
          </w:p>
        </w:tc>
      </w:tr>
      <w:tr w:rsidR="008C4DE1" w:rsidRPr="00EE62BB" w14:paraId="3E5B86D2" w14:textId="77777777" w:rsidTr="00051A37">
        <w:trPr>
          <w:cantSplit/>
          <w:tblHeader/>
        </w:trPr>
        <w:tc>
          <w:tcPr>
            <w:tcW w:w="1557" w:type="dxa"/>
            <w:vAlign w:val="bottom"/>
          </w:tcPr>
          <w:p w14:paraId="42C4DAFA" w14:textId="77777777" w:rsidR="008C4DE1" w:rsidRPr="00EE62BB"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900" w:type="dxa"/>
            <w:vAlign w:val="bottom"/>
          </w:tcPr>
          <w:p w14:paraId="15117E9E" w14:textId="2AC937D3" w:rsidR="008C4DE1" w:rsidRPr="00EE62BB"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E62BB">
              <w:rPr>
                <w:rFonts w:ascii="Arial" w:hAnsi="Arial" w:cs="Arial"/>
                <w:sz w:val="13"/>
                <w:szCs w:val="13"/>
              </w:rPr>
              <w:t xml:space="preserve">Sales and revenue from installation </w:t>
            </w:r>
            <w:r w:rsidR="00152FBA" w:rsidRPr="00EE62BB">
              <w:rPr>
                <w:rFonts w:ascii="Arial" w:hAnsi="Arial" w:cs="Arial"/>
                <w:sz w:val="13"/>
                <w:szCs w:val="13"/>
              </w:rPr>
              <w:t xml:space="preserve">  </w:t>
            </w:r>
            <w:r w:rsidRPr="00EE62BB">
              <w:rPr>
                <w:rFonts w:ascii="Arial" w:hAnsi="Arial" w:cs="Arial"/>
                <w:sz w:val="13"/>
                <w:szCs w:val="13"/>
              </w:rPr>
              <w:t>- net</w:t>
            </w:r>
          </w:p>
        </w:tc>
        <w:tc>
          <w:tcPr>
            <w:tcW w:w="784" w:type="dxa"/>
            <w:vAlign w:val="bottom"/>
          </w:tcPr>
          <w:p w14:paraId="5B33260C" w14:textId="77777777" w:rsidR="008C4DE1" w:rsidRPr="00EE62BB"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E62BB">
              <w:rPr>
                <w:rFonts w:ascii="Arial" w:hAnsi="Arial" w:cs="Arial"/>
                <w:sz w:val="13"/>
                <w:szCs w:val="13"/>
              </w:rPr>
              <w:t>Steel cutting services income</w:t>
            </w:r>
          </w:p>
        </w:tc>
        <w:tc>
          <w:tcPr>
            <w:tcW w:w="746" w:type="dxa"/>
            <w:vAlign w:val="bottom"/>
          </w:tcPr>
          <w:p w14:paraId="54479278" w14:textId="77777777" w:rsidR="008C4DE1" w:rsidRPr="00EE62BB"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E62BB">
              <w:rPr>
                <w:rFonts w:ascii="Arial" w:hAnsi="Arial" w:cs="Arial"/>
                <w:sz w:val="13"/>
                <w:szCs w:val="13"/>
              </w:rPr>
              <w:t>Tran-</w:t>
            </w:r>
            <w:r w:rsidRPr="00EE62BB">
              <w:rPr>
                <w:rFonts w:ascii="Arial" w:hAnsi="Arial" w:cs="Arial"/>
                <w:sz w:val="13"/>
                <w:szCs w:val="13"/>
                <w:cs/>
              </w:rPr>
              <w:t xml:space="preserve">            </w:t>
            </w:r>
            <w:r w:rsidRPr="00EE62BB">
              <w:rPr>
                <w:rFonts w:ascii="Arial" w:hAnsi="Arial" w:cs="Arial"/>
                <w:sz w:val="13"/>
                <w:szCs w:val="13"/>
              </w:rPr>
              <w:t>sportation income</w:t>
            </w:r>
          </w:p>
        </w:tc>
        <w:tc>
          <w:tcPr>
            <w:tcW w:w="810" w:type="dxa"/>
            <w:vAlign w:val="bottom"/>
          </w:tcPr>
          <w:p w14:paraId="58CAE5F3" w14:textId="77777777" w:rsidR="008C4DE1" w:rsidRPr="00EE62BB"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E62BB">
              <w:rPr>
                <w:rFonts w:ascii="Arial" w:hAnsi="Arial" w:cs="Arial"/>
                <w:sz w:val="13"/>
                <w:szCs w:val="13"/>
              </w:rPr>
              <w:t xml:space="preserve">  Eliminated</w:t>
            </w:r>
          </w:p>
        </w:tc>
        <w:tc>
          <w:tcPr>
            <w:tcW w:w="858" w:type="dxa"/>
            <w:vAlign w:val="bottom"/>
          </w:tcPr>
          <w:p w14:paraId="7AE48BBE" w14:textId="77777777" w:rsidR="008C4DE1" w:rsidRPr="00EE62BB"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E62BB">
              <w:rPr>
                <w:rFonts w:ascii="Arial" w:hAnsi="Arial" w:cs="Arial"/>
                <w:sz w:val="13"/>
                <w:szCs w:val="13"/>
              </w:rPr>
              <w:t>Total</w:t>
            </w:r>
          </w:p>
        </w:tc>
        <w:tc>
          <w:tcPr>
            <w:tcW w:w="915" w:type="dxa"/>
            <w:vAlign w:val="bottom"/>
          </w:tcPr>
          <w:p w14:paraId="2CD1EA84" w14:textId="0EF928EC" w:rsidR="008C4DE1" w:rsidRPr="00EE62BB"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E62BB">
              <w:rPr>
                <w:rFonts w:ascii="Arial" w:hAnsi="Arial" w:cs="Arial"/>
                <w:sz w:val="13"/>
                <w:szCs w:val="13"/>
              </w:rPr>
              <w:t xml:space="preserve">Sales and revenue from installation </w:t>
            </w:r>
            <w:r w:rsidR="00152FBA" w:rsidRPr="00EE62BB">
              <w:rPr>
                <w:rFonts w:ascii="Arial" w:hAnsi="Arial" w:cs="Arial"/>
                <w:sz w:val="13"/>
                <w:szCs w:val="13"/>
              </w:rPr>
              <w:t xml:space="preserve">  </w:t>
            </w:r>
            <w:r w:rsidRPr="00EE62BB">
              <w:rPr>
                <w:rFonts w:ascii="Arial" w:hAnsi="Arial" w:cs="Arial"/>
                <w:sz w:val="13"/>
                <w:szCs w:val="13"/>
              </w:rPr>
              <w:t>- net</w:t>
            </w:r>
          </w:p>
        </w:tc>
        <w:tc>
          <w:tcPr>
            <w:tcW w:w="711" w:type="dxa"/>
            <w:vAlign w:val="bottom"/>
          </w:tcPr>
          <w:p w14:paraId="0C1E926A" w14:textId="77777777" w:rsidR="008C4DE1" w:rsidRPr="00EE62BB"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E62BB">
              <w:rPr>
                <w:rFonts w:ascii="Arial" w:hAnsi="Arial" w:cs="Arial"/>
                <w:sz w:val="13"/>
                <w:szCs w:val="13"/>
              </w:rPr>
              <w:t>Steel cutting services income</w:t>
            </w:r>
          </w:p>
        </w:tc>
        <w:tc>
          <w:tcPr>
            <w:tcW w:w="851" w:type="dxa"/>
            <w:vAlign w:val="bottom"/>
          </w:tcPr>
          <w:p w14:paraId="0BE3926D" w14:textId="77777777" w:rsidR="008C4DE1" w:rsidRPr="00EE62BB" w:rsidRDefault="008C4DE1" w:rsidP="005D0B69">
            <w:pPr>
              <w:pBdr>
                <w:bottom w:val="single" w:sz="4" w:space="1" w:color="auto"/>
              </w:pBdr>
              <w:tabs>
                <w:tab w:val="left" w:pos="794"/>
                <w:tab w:val="left" w:pos="1361"/>
                <w:tab w:val="left" w:pos="1928"/>
              </w:tabs>
              <w:spacing w:before="60" w:line="276" w:lineRule="auto"/>
              <w:ind w:left="-46" w:right="-57"/>
              <w:jc w:val="center"/>
              <w:rPr>
                <w:rFonts w:ascii="Arial" w:hAnsi="Arial" w:cs="Arial"/>
                <w:sz w:val="13"/>
                <w:szCs w:val="13"/>
              </w:rPr>
            </w:pPr>
            <w:r w:rsidRPr="00EE62BB">
              <w:rPr>
                <w:rFonts w:ascii="Arial" w:hAnsi="Arial" w:cs="Arial"/>
                <w:sz w:val="13"/>
                <w:szCs w:val="13"/>
              </w:rPr>
              <w:t>Tran- sportation income</w:t>
            </w:r>
          </w:p>
        </w:tc>
        <w:tc>
          <w:tcPr>
            <w:tcW w:w="805" w:type="dxa"/>
            <w:vAlign w:val="bottom"/>
          </w:tcPr>
          <w:p w14:paraId="34750FA1" w14:textId="77777777" w:rsidR="008C4DE1" w:rsidRPr="00EE62BB"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EE62BB">
              <w:rPr>
                <w:rFonts w:ascii="Arial" w:hAnsi="Arial" w:cs="Arial"/>
                <w:sz w:val="13"/>
                <w:szCs w:val="13"/>
              </w:rPr>
              <w:t>Eliminated</w:t>
            </w:r>
          </w:p>
        </w:tc>
        <w:tc>
          <w:tcPr>
            <w:tcW w:w="900" w:type="dxa"/>
            <w:gridSpan w:val="2"/>
            <w:vAlign w:val="bottom"/>
          </w:tcPr>
          <w:p w14:paraId="09E55787" w14:textId="77777777" w:rsidR="008C4DE1" w:rsidRPr="00EE62BB" w:rsidRDefault="008C4DE1" w:rsidP="005D0B69">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EE62BB">
              <w:rPr>
                <w:rFonts w:ascii="Arial" w:hAnsi="Arial" w:cs="Arial"/>
                <w:sz w:val="13"/>
                <w:szCs w:val="13"/>
              </w:rPr>
              <w:t>Total</w:t>
            </w:r>
          </w:p>
        </w:tc>
      </w:tr>
      <w:tr w:rsidR="008C4DE1" w:rsidRPr="00EE62BB" w14:paraId="01E8526B" w14:textId="77777777" w:rsidTr="00051A37">
        <w:trPr>
          <w:cantSplit/>
        </w:trPr>
        <w:tc>
          <w:tcPr>
            <w:tcW w:w="1557" w:type="dxa"/>
            <w:vAlign w:val="bottom"/>
          </w:tcPr>
          <w:p w14:paraId="585009A5" w14:textId="77777777" w:rsidR="008C4DE1" w:rsidRPr="00EE62BB" w:rsidRDefault="008C4DE1" w:rsidP="005D0B69">
            <w:pPr>
              <w:tabs>
                <w:tab w:val="left" w:pos="360"/>
              </w:tabs>
              <w:spacing w:before="60" w:line="276" w:lineRule="auto"/>
              <w:ind w:left="148" w:hanging="148"/>
              <w:rPr>
                <w:rFonts w:ascii="Arial" w:hAnsi="Arial" w:cs="Arial"/>
                <w:sz w:val="13"/>
                <w:szCs w:val="13"/>
              </w:rPr>
            </w:pPr>
          </w:p>
        </w:tc>
        <w:tc>
          <w:tcPr>
            <w:tcW w:w="900" w:type="dxa"/>
            <w:vAlign w:val="bottom"/>
          </w:tcPr>
          <w:p w14:paraId="118ED33D" w14:textId="77777777" w:rsidR="008C4DE1" w:rsidRPr="00EE62BB"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2F4A8BE6" w14:textId="77777777" w:rsidR="008C4DE1" w:rsidRPr="00EE62BB"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59E5CDFF" w14:textId="77777777" w:rsidR="008C4DE1" w:rsidRPr="00EE62BB"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601C8880" w14:textId="77777777" w:rsidR="008C4DE1" w:rsidRPr="00EE62BB"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41AD80AC" w14:textId="77777777" w:rsidR="008C4DE1" w:rsidRPr="00EE62BB" w:rsidRDefault="008C4DE1"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382E2F16" w14:textId="77777777" w:rsidR="008C4DE1" w:rsidRPr="00EE62BB"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5ED12858" w14:textId="77777777" w:rsidR="008C4DE1" w:rsidRPr="00EE62BB"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1905B181" w14:textId="77777777" w:rsidR="008C4DE1" w:rsidRPr="00EE62BB" w:rsidRDefault="008C4DE1" w:rsidP="005D0B69">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0A776D2B" w14:textId="77777777" w:rsidR="008C4DE1" w:rsidRPr="00EE62BB" w:rsidRDefault="008C4DE1"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22A3D327" w14:textId="77777777" w:rsidR="008C4DE1" w:rsidRPr="00EE62BB" w:rsidRDefault="008C4DE1" w:rsidP="005D0B69">
            <w:pPr>
              <w:tabs>
                <w:tab w:val="left" w:pos="360"/>
              </w:tabs>
              <w:spacing w:before="60" w:line="276" w:lineRule="auto"/>
              <w:ind w:left="148" w:hanging="148"/>
              <w:jc w:val="right"/>
              <w:rPr>
                <w:rFonts w:ascii="Arial" w:hAnsi="Arial" w:cs="Arial"/>
                <w:sz w:val="13"/>
                <w:szCs w:val="13"/>
                <w:cs/>
                <w:lang w:val="en-GB"/>
              </w:rPr>
            </w:pPr>
          </w:p>
        </w:tc>
      </w:tr>
      <w:tr w:rsidR="00EF1517" w:rsidRPr="00EE62BB" w14:paraId="14C2738E" w14:textId="77777777" w:rsidTr="00051A37">
        <w:trPr>
          <w:cantSplit/>
        </w:trPr>
        <w:tc>
          <w:tcPr>
            <w:tcW w:w="5655" w:type="dxa"/>
            <w:gridSpan w:val="6"/>
          </w:tcPr>
          <w:p w14:paraId="6964D286" w14:textId="0DCCEC5E" w:rsidR="00EF1517" w:rsidRPr="001401EB" w:rsidRDefault="00051A37" w:rsidP="00EF1517">
            <w:pPr>
              <w:tabs>
                <w:tab w:val="left" w:pos="540"/>
              </w:tabs>
              <w:spacing w:before="60" w:line="276" w:lineRule="auto"/>
              <w:ind w:left="-130" w:right="-105"/>
              <w:rPr>
                <w:rFonts w:ascii="Arial" w:hAnsi="Arial" w:cs="Arial"/>
                <w:sz w:val="13"/>
                <w:szCs w:val="13"/>
              </w:rPr>
            </w:pPr>
            <w:r w:rsidRPr="001401EB">
              <w:rPr>
                <w:rFonts w:ascii="Arial" w:hAnsi="Arial" w:cstheme="minorBidi" w:hint="cs"/>
                <w:sz w:val="13"/>
                <w:szCs w:val="13"/>
                <w:cs/>
              </w:rPr>
              <w:t xml:space="preserve">     </w:t>
            </w:r>
            <w:r w:rsidR="00EF1517" w:rsidRPr="001401EB">
              <w:rPr>
                <w:rFonts w:ascii="Arial" w:hAnsi="Arial" w:cstheme="minorBidi"/>
                <w:sz w:val="13"/>
                <w:szCs w:val="13"/>
              </w:rPr>
              <w:t>Revenues information geographic</w:t>
            </w:r>
          </w:p>
        </w:tc>
        <w:tc>
          <w:tcPr>
            <w:tcW w:w="915" w:type="dxa"/>
          </w:tcPr>
          <w:p w14:paraId="5BED4900" w14:textId="77777777" w:rsidR="00EF1517" w:rsidRPr="001401EB" w:rsidRDefault="00EF1517" w:rsidP="004F76C4">
            <w:pPr>
              <w:tabs>
                <w:tab w:val="left" w:pos="794"/>
                <w:tab w:val="left" w:pos="1361"/>
                <w:tab w:val="left" w:pos="1928"/>
              </w:tabs>
              <w:spacing w:before="60" w:line="276" w:lineRule="auto"/>
              <w:jc w:val="right"/>
              <w:rPr>
                <w:rFonts w:ascii="Arial" w:hAnsi="Arial" w:cs="Arial"/>
                <w:sz w:val="13"/>
                <w:szCs w:val="13"/>
              </w:rPr>
            </w:pPr>
          </w:p>
        </w:tc>
        <w:tc>
          <w:tcPr>
            <w:tcW w:w="711" w:type="dxa"/>
          </w:tcPr>
          <w:p w14:paraId="39167B8A" w14:textId="77777777" w:rsidR="00EF1517" w:rsidRPr="001401EB" w:rsidRDefault="00EF1517" w:rsidP="004F76C4">
            <w:pPr>
              <w:tabs>
                <w:tab w:val="left" w:pos="794"/>
                <w:tab w:val="left" w:pos="1361"/>
                <w:tab w:val="left" w:pos="1928"/>
              </w:tabs>
              <w:spacing w:before="60" w:line="276" w:lineRule="auto"/>
              <w:jc w:val="right"/>
              <w:rPr>
                <w:rFonts w:ascii="Arial" w:hAnsi="Arial" w:cs="Arial"/>
                <w:sz w:val="13"/>
                <w:szCs w:val="13"/>
              </w:rPr>
            </w:pPr>
          </w:p>
        </w:tc>
        <w:tc>
          <w:tcPr>
            <w:tcW w:w="851" w:type="dxa"/>
          </w:tcPr>
          <w:p w14:paraId="2E8E1E3F" w14:textId="77777777" w:rsidR="00EF1517" w:rsidRPr="001401EB" w:rsidRDefault="00EF1517" w:rsidP="004F76C4">
            <w:pPr>
              <w:tabs>
                <w:tab w:val="left" w:pos="794"/>
                <w:tab w:val="left" w:pos="1361"/>
                <w:tab w:val="left" w:pos="1928"/>
              </w:tabs>
              <w:spacing w:before="60" w:line="276" w:lineRule="auto"/>
              <w:jc w:val="center"/>
              <w:rPr>
                <w:rFonts w:ascii="Arial" w:hAnsi="Arial" w:cs="Arial"/>
                <w:sz w:val="13"/>
                <w:szCs w:val="13"/>
              </w:rPr>
            </w:pPr>
          </w:p>
        </w:tc>
        <w:tc>
          <w:tcPr>
            <w:tcW w:w="805" w:type="dxa"/>
          </w:tcPr>
          <w:p w14:paraId="1D2B2ACF" w14:textId="77777777" w:rsidR="00EF1517" w:rsidRPr="001401EB" w:rsidRDefault="00EF1517" w:rsidP="004F76C4">
            <w:pPr>
              <w:tabs>
                <w:tab w:val="left" w:pos="794"/>
                <w:tab w:val="left" w:pos="1361"/>
                <w:tab w:val="left" w:pos="1928"/>
              </w:tabs>
              <w:spacing w:before="60" w:line="276" w:lineRule="auto"/>
              <w:ind w:hanging="27"/>
              <w:jc w:val="center"/>
              <w:rPr>
                <w:rFonts w:ascii="Arial" w:hAnsi="Arial" w:cs="Arial"/>
                <w:sz w:val="13"/>
                <w:szCs w:val="13"/>
              </w:rPr>
            </w:pPr>
          </w:p>
        </w:tc>
        <w:tc>
          <w:tcPr>
            <w:tcW w:w="900" w:type="dxa"/>
            <w:gridSpan w:val="2"/>
          </w:tcPr>
          <w:p w14:paraId="1C160B76" w14:textId="77777777" w:rsidR="00EF1517" w:rsidRPr="001401EB" w:rsidRDefault="00EF1517" w:rsidP="004F76C4">
            <w:pPr>
              <w:tabs>
                <w:tab w:val="left" w:pos="360"/>
              </w:tabs>
              <w:spacing w:before="60" w:line="276" w:lineRule="auto"/>
              <w:ind w:left="148" w:hanging="148"/>
              <w:jc w:val="right"/>
              <w:rPr>
                <w:rFonts w:ascii="Arial" w:hAnsi="Arial" w:cs="Arial"/>
                <w:sz w:val="13"/>
                <w:szCs w:val="13"/>
              </w:rPr>
            </w:pPr>
          </w:p>
        </w:tc>
      </w:tr>
      <w:tr w:rsidR="00051A37" w:rsidRPr="00EE62BB" w14:paraId="346FDDA3" w14:textId="77777777" w:rsidTr="00051A37">
        <w:trPr>
          <w:cantSplit/>
        </w:trPr>
        <w:tc>
          <w:tcPr>
            <w:tcW w:w="1557" w:type="dxa"/>
            <w:vAlign w:val="bottom"/>
          </w:tcPr>
          <w:p w14:paraId="786F2844" w14:textId="34575BEB" w:rsidR="00051A37" w:rsidRPr="001401EB" w:rsidRDefault="00051A37" w:rsidP="00051A37">
            <w:pPr>
              <w:tabs>
                <w:tab w:val="left" w:pos="360"/>
              </w:tabs>
              <w:spacing w:before="60" w:line="276" w:lineRule="auto"/>
              <w:ind w:left="148" w:right="-245" w:hanging="148"/>
              <w:rPr>
                <w:rFonts w:ascii="Arial" w:hAnsi="Arial" w:cstheme="minorBidi"/>
                <w:sz w:val="13"/>
                <w:szCs w:val="13"/>
                <w:cs/>
              </w:rPr>
            </w:pPr>
            <w:r w:rsidRPr="001401EB">
              <w:rPr>
                <w:rFonts w:ascii="Arial" w:hAnsi="Arial" w:cs="Arial"/>
                <w:sz w:val="13"/>
                <w:szCs w:val="13"/>
              </w:rPr>
              <w:t xml:space="preserve">    Thailand</w:t>
            </w:r>
          </w:p>
        </w:tc>
        <w:tc>
          <w:tcPr>
            <w:tcW w:w="900" w:type="dxa"/>
            <w:vAlign w:val="bottom"/>
          </w:tcPr>
          <w:p w14:paraId="5B68AEB7" w14:textId="166E1499" w:rsidR="00051A37" w:rsidRPr="001401EB" w:rsidRDefault="00051A37" w:rsidP="00051A37">
            <w:pP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1,101,737</w:t>
            </w:r>
          </w:p>
        </w:tc>
        <w:tc>
          <w:tcPr>
            <w:tcW w:w="784" w:type="dxa"/>
            <w:vAlign w:val="bottom"/>
          </w:tcPr>
          <w:p w14:paraId="5A037F9D" w14:textId="1818FD56" w:rsidR="00051A37" w:rsidRPr="001401EB" w:rsidRDefault="00051A37" w:rsidP="00051A37">
            <w:pP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76,412</w:t>
            </w:r>
          </w:p>
        </w:tc>
        <w:tc>
          <w:tcPr>
            <w:tcW w:w="746" w:type="dxa"/>
            <w:vAlign w:val="bottom"/>
          </w:tcPr>
          <w:p w14:paraId="5343A1C5" w14:textId="11BB9839" w:rsidR="00051A37" w:rsidRPr="001401EB" w:rsidRDefault="00051A37" w:rsidP="00051A37">
            <w:pP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16,526</w:t>
            </w:r>
          </w:p>
        </w:tc>
        <w:tc>
          <w:tcPr>
            <w:tcW w:w="810" w:type="dxa"/>
          </w:tcPr>
          <w:p w14:paraId="64A1E672" w14:textId="64CB7D39" w:rsidR="00051A37" w:rsidRPr="001401EB" w:rsidRDefault="00051A37" w:rsidP="00051A37">
            <w:pPr>
              <w:tabs>
                <w:tab w:val="left" w:pos="794"/>
                <w:tab w:val="left" w:pos="1361"/>
                <w:tab w:val="left" w:pos="1928"/>
              </w:tabs>
              <w:spacing w:before="60" w:line="276" w:lineRule="auto"/>
              <w:jc w:val="center"/>
              <w:rPr>
                <w:rFonts w:ascii="Arial" w:hAnsi="Arial" w:cs="Arial"/>
                <w:sz w:val="13"/>
                <w:szCs w:val="13"/>
              </w:rPr>
            </w:pPr>
            <w:r w:rsidRPr="001401EB">
              <w:rPr>
                <w:rFonts w:ascii="Arial" w:hAnsi="Arial" w:cs="Arial"/>
                <w:sz w:val="13"/>
                <w:szCs w:val="13"/>
              </w:rPr>
              <w:t xml:space="preserve">   </w:t>
            </w:r>
            <w:r w:rsidRPr="001401EB">
              <w:rPr>
                <w:rFonts w:ascii="Arial" w:hAnsi="Arial" w:cstheme="minorBidi" w:hint="cs"/>
                <w:sz w:val="13"/>
                <w:szCs w:val="13"/>
                <w:cs/>
              </w:rPr>
              <w:t xml:space="preserve">   </w:t>
            </w:r>
            <w:r w:rsidRPr="001401EB">
              <w:rPr>
                <w:rFonts w:ascii="Arial" w:hAnsi="Arial" w:cs="Arial"/>
                <w:sz w:val="13"/>
                <w:szCs w:val="13"/>
              </w:rPr>
              <w:t>-</w:t>
            </w:r>
            <w:r w:rsidRPr="001401EB">
              <w:rPr>
                <w:rFonts w:ascii="Arial" w:hAnsi="Arial" w:cstheme="minorBidi" w:hint="cs"/>
                <w:sz w:val="13"/>
                <w:szCs w:val="13"/>
                <w:cs/>
              </w:rPr>
              <w:t xml:space="preserve">  </w:t>
            </w:r>
          </w:p>
        </w:tc>
        <w:tc>
          <w:tcPr>
            <w:tcW w:w="858" w:type="dxa"/>
            <w:vAlign w:val="bottom"/>
          </w:tcPr>
          <w:p w14:paraId="32128220" w14:textId="6D8FEE96" w:rsidR="00051A37" w:rsidRPr="001401EB" w:rsidRDefault="00051A37" w:rsidP="00051A37">
            <w:pPr>
              <w:tabs>
                <w:tab w:val="left" w:pos="540"/>
              </w:tabs>
              <w:spacing w:before="60" w:line="276" w:lineRule="auto"/>
              <w:ind w:left="-130"/>
              <w:jc w:val="right"/>
              <w:rPr>
                <w:rFonts w:ascii="Arial" w:hAnsi="Arial" w:cs="Arial"/>
                <w:sz w:val="13"/>
                <w:szCs w:val="13"/>
              </w:rPr>
            </w:pPr>
            <w:r w:rsidRPr="001401EB">
              <w:rPr>
                <w:rFonts w:ascii="Arial" w:hAnsi="Arial" w:cs="Arial"/>
                <w:sz w:val="13"/>
                <w:szCs w:val="13"/>
              </w:rPr>
              <w:t>1,194,675</w:t>
            </w:r>
          </w:p>
        </w:tc>
        <w:tc>
          <w:tcPr>
            <w:tcW w:w="915" w:type="dxa"/>
          </w:tcPr>
          <w:p w14:paraId="0B16CFE2" w14:textId="45C0EC80" w:rsidR="00051A37" w:rsidRPr="001401EB" w:rsidRDefault="00051A37" w:rsidP="00051A37">
            <w:pP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1,295,063</w:t>
            </w:r>
          </w:p>
        </w:tc>
        <w:tc>
          <w:tcPr>
            <w:tcW w:w="711" w:type="dxa"/>
          </w:tcPr>
          <w:p w14:paraId="0531C4CE" w14:textId="153DB5A8" w:rsidR="00051A37" w:rsidRPr="001401EB" w:rsidRDefault="00051A37" w:rsidP="00051A37">
            <w:pP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85,078</w:t>
            </w:r>
          </w:p>
        </w:tc>
        <w:tc>
          <w:tcPr>
            <w:tcW w:w="851" w:type="dxa"/>
          </w:tcPr>
          <w:p w14:paraId="6157D30C" w14:textId="7B6EA89F" w:rsidR="00051A37" w:rsidRPr="001401EB" w:rsidRDefault="00051A37" w:rsidP="00051A37">
            <w:pPr>
              <w:tabs>
                <w:tab w:val="left" w:pos="794"/>
                <w:tab w:val="left" w:pos="1361"/>
                <w:tab w:val="left" w:pos="1928"/>
              </w:tabs>
              <w:spacing w:before="60" w:line="276" w:lineRule="auto"/>
              <w:jc w:val="center"/>
              <w:rPr>
                <w:rFonts w:ascii="Arial" w:hAnsi="Arial" w:cs="Arial"/>
                <w:sz w:val="13"/>
                <w:szCs w:val="13"/>
              </w:rPr>
            </w:pPr>
            <w:r w:rsidRPr="001401EB">
              <w:rPr>
                <w:rFonts w:ascii="Arial" w:hAnsi="Arial" w:cs="Arial"/>
                <w:sz w:val="13"/>
                <w:szCs w:val="13"/>
              </w:rPr>
              <w:t>20,121</w:t>
            </w:r>
          </w:p>
        </w:tc>
        <w:tc>
          <w:tcPr>
            <w:tcW w:w="805" w:type="dxa"/>
          </w:tcPr>
          <w:p w14:paraId="014866C1" w14:textId="5F47DD9C" w:rsidR="00051A37" w:rsidRPr="001401EB" w:rsidRDefault="00051A37" w:rsidP="001401EB">
            <w:pPr>
              <w:tabs>
                <w:tab w:val="left" w:pos="360"/>
              </w:tabs>
              <w:spacing w:before="60" w:line="276" w:lineRule="auto"/>
              <w:ind w:left="148" w:hanging="148"/>
              <w:jc w:val="right"/>
              <w:rPr>
                <w:rFonts w:ascii="Arial" w:hAnsi="Arial" w:cs="Arial"/>
                <w:sz w:val="13"/>
                <w:szCs w:val="13"/>
              </w:rPr>
            </w:pPr>
            <w:r w:rsidRPr="001401EB">
              <w:rPr>
                <w:rFonts w:ascii="Arial" w:hAnsi="Arial" w:cs="Arial"/>
                <w:sz w:val="13"/>
                <w:szCs w:val="13"/>
              </w:rPr>
              <w:t>(409)</w:t>
            </w:r>
          </w:p>
        </w:tc>
        <w:tc>
          <w:tcPr>
            <w:tcW w:w="900" w:type="dxa"/>
            <w:gridSpan w:val="2"/>
          </w:tcPr>
          <w:p w14:paraId="519AA319" w14:textId="630DA1A1" w:rsidR="00051A37" w:rsidRPr="001401EB" w:rsidRDefault="00051A37" w:rsidP="00051A37">
            <w:pPr>
              <w:tabs>
                <w:tab w:val="left" w:pos="360"/>
              </w:tabs>
              <w:spacing w:before="60" w:line="276" w:lineRule="auto"/>
              <w:ind w:left="148" w:hanging="148"/>
              <w:jc w:val="right"/>
              <w:rPr>
                <w:rFonts w:ascii="Arial" w:hAnsi="Arial" w:cs="Arial"/>
                <w:sz w:val="13"/>
                <w:szCs w:val="13"/>
              </w:rPr>
            </w:pPr>
            <w:r w:rsidRPr="001401EB">
              <w:rPr>
                <w:rFonts w:ascii="Arial" w:hAnsi="Arial" w:cs="Arial"/>
                <w:sz w:val="13"/>
                <w:szCs w:val="13"/>
              </w:rPr>
              <w:t>1,399,853</w:t>
            </w:r>
          </w:p>
        </w:tc>
      </w:tr>
      <w:tr w:rsidR="00051A37" w:rsidRPr="00EE62BB" w14:paraId="745F7789" w14:textId="77777777" w:rsidTr="00051A37">
        <w:trPr>
          <w:cantSplit/>
        </w:trPr>
        <w:tc>
          <w:tcPr>
            <w:tcW w:w="1557" w:type="dxa"/>
            <w:vAlign w:val="bottom"/>
          </w:tcPr>
          <w:p w14:paraId="72527241" w14:textId="1CFE9646" w:rsidR="00051A37" w:rsidRPr="001401EB" w:rsidRDefault="00051A37" w:rsidP="00051A37">
            <w:pPr>
              <w:tabs>
                <w:tab w:val="left" w:pos="360"/>
              </w:tabs>
              <w:spacing w:before="60" w:line="276" w:lineRule="auto"/>
              <w:ind w:left="148" w:right="-245" w:hanging="148"/>
              <w:rPr>
                <w:rFonts w:ascii="Arial" w:hAnsi="Arial" w:cstheme="minorBidi"/>
                <w:sz w:val="13"/>
                <w:szCs w:val="13"/>
                <w:cs/>
              </w:rPr>
            </w:pPr>
            <w:r w:rsidRPr="001401EB">
              <w:rPr>
                <w:rFonts w:ascii="Arial" w:hAnsi="Arial" w:cs="Arial"/>
                <w:sz w:val="13"/>
                <w:szCs w:val="13"/>
                <w:cs/>
              </w:rPr>
              <w:t xml:space="preserve">     </w:t>
            </w:r>
            <w:r w:rsidRPr="001401EB">
              <w:rPr>
                <w:rFonts w:ascii="Arial" w:hAnsi="Arial" w:cs="Arial"/>
                <w:sz w:val="13"/>
                <w:szCs w:val="13"/>
              </w:rPr>
              <w:t>Vietnam</w:t>
            </w:r>
          </w:p>
        </w:tc>
        <w:tc>
          <w:tcPr>
            <w:tcW w:w="900" w:type="dxa"/>
            <w:vAlign w:val="bottom"/>
          </w:tcPr>
          <w:p w14:paraId="5FF61AC7" w14:textId="6DD7CDC6" w:rsidR="00051A37" w:rsidRPr="001401EB" w:rsidRDefault="00051A37" w:rsidP="00F32A1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15,565</w:t>
            </w:r>
          </w:p>
        </w:tc>
        <w:tc>
          <w:tcPr>
            <w:tcW w:w="784" w:type="dxa"/>
          </w:tcPr>
          <w:p w14:paraId="7F6E252C" w14:textId="0AFE16AD" w:rsidR="00051A37" w:rsidRPr="001401EB" w:rsidRDefault="00051A37" w:rsidP="001401EB">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1401EB">
              <w:rPr>
                <w:rFonts w:ascii="Arial" w:hAnsi="Arial" w:cs="Arial"/>
                <w:sz w:val="13"/>
                <w:szCs w:val="13"/>
              </w:rPr>
              <w:t xml:space="preserve">     -</w:t>
            </w:r>
          </w:p>
        </w:tc>
        <w:tc>
          <w:tcPr>
            <w:tcW w:w="746" w:type="dxa"/>
          </w:tcPr>
          <w:p w14:paraId="3F9503DE" w14:textId="50B89422" w:rsidR="00051A37" w:rsidRPr="001401EB" w:rsidRDefault="00051A37" w:rsidP="001401EB">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1401EB">
              <w:rPr>
                <w:rFonts w:ascii="Arial" w:hAnsi="Arial" w:cs="Arial"/>
                <w:sz w:val="13"/>
                <w:szCs w:val="13"/>
              </w:rPr>
              <w:t xml:space="preserve">  </w:t>
            </w:r>
            <w:r w:rsidRPr="001401EB">
              <w:rPr>
                <w:rFonts w:ascii="Arial" w:hAnsi="Arial" w:cstheme="minorBidi" w:hint="cs"/>
                <w:sz w:val="13"/>
                <w:szCs w:val="13"/>
                <w:cs/>
              </w:rPr>
              <w:t xml:space="preserve">  </w:t>
            </w:r>
            <w:r w:rsidRPr="001401EB">
              <w:rPr>
                <w:rFonts w:ascii="Arial" w:hAnsi="Arial" w:cs="Arial"/>
                <w:sz w:val="13"/>
                <w:szCs w:val="13"/>
              </w:rPr>
              <w:t>-</w:t>
            </w:r>
          </w:p>
        </w:tc>
        <w:tc>
          <w:tcPr>
            <w:tcW w:w="810" w:type="dxa"/>
          </w:tcPr>
          <w:p w14:paraId="52C2314A" w14:textId="5417B969" w:rsidR="00051A37" w:rsidRPr="001401EB" w:rsidRDefault="00051A37" w:rsidP="00F32A16">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1401EB">
              <w:rPr>
                <w:rFonts w:ascii="Arial" w:hAnsi="Arial" w:cs="Arial"/>
                <w:sz w:val="13"/>
                <w:szCs w:val="13"/>
              </w:rPr>
              <w:t xml:space="preserve">   </w:t>
            </w:r>
            <w:r w:rsidRPr="001401EB">
              <w:rPr>
                <w:rFonts w:ascii="Arial" w:hAnsi="Arial" w:cstheme="minorBidi" w:hint="cs"/>
                <w:sz w:val="13"/>
                <w:szCs w:val="13"/>
                <w:cs/>
              </w:rPr>
              <w:t xml:space="preserve">   </w:t>
            </w:r>
            <w:r w:rsidRPr="001401EB">
              <w:rPr>
                <w:rFonts w:ascii="Arial" w:hAnsi="Arial" w:cs="Arial"/>
                <w:sz w:val="13"/>
                <w:szCs w:val="13"/>
              </w:rPr>
              <w:t>-</w:t>
            </w:r>
          </w:p>
        </w:tc>
        <w:tc>
          <w:tcPr>
            <w:tcW w:w="858" w:type="dxa"/>
            <w:vAlign w:val="bottom"/>
          </w:tcPr>
          <w:p w14:paraId="7EE9D552" w14:textId="2D30E1EA" w:rsidR="00051A37" w:rsidRPr="001401EB" w:rsidRDefault="00051A37" w:rsidP="00F32A16">
            <w:pPr>
              <w:pBdr>
                <w:bottom w:val="single" w:sz="4" w:space="1" w:color="auto"/>
              </w:pBdr>
              <w:tabs>
                <w:tab w:val="left" w:pos="540"/>
              </w:tabs>
              <w:spacing w:before="60" w:line="276" w:lineRule="auto"/>
              <w:ind w:left="-130"/>
              <w:jc w:val="right"/>
              <w:rPr>
                <w:rFonts w:ascii="Arial" w:hAnsi="Arial" w:cs="Arial"/>
                <w:sz w:val="13"/>
                <w:szCs w:val="13"/>
              </w:rPr>
            </w:pPr>
            <w:r w:rsidRPr="001401EB">
              <w:rPr>
                <w:rFonts w:ascii="Arial" w:hAnsi="Arial" w:cs="Arial"/>
                <w:sz w:val="13"/>
                <w:szCs w:val="13"/>
              </w:rPr>
              <w:t>15,565</w:t>
            </w:r>
          </w:p>
        </w:tc>
        <w:tc>
          <w:tcPr>
            <w:tcW w:w="915" w:type="dxa"/>
            <w:vAlign w:val="bottom"/>
          </w:tcPr>
          <w:p w14:paraId="6BA9AB24" w14:textId="47578FA5" w:rsidR="00051A37" w:rsidRPr="001401EB" w:rsidRDefault="00051A37" w:rsidP="001401EB">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1401EB">
              <w:rPr>
                <w:rFonts w:ascii="Arial" w:hAnsi="Arial" w:cs="Arial"/>
                <w:sz w:val="13"/>
                <w:szCs w:val="13"/>
              </w:rPr>
              <w:t xml:space="preserve">        -</w:t>
            </w:r>
          </w:p>
        </w:tc>
        <w:tc>
          <w:tcPr>
            <w:tcW w:w="711" w:type="dxa"/>
            <w:vAlign w:val="bottom"/>
          </w:tcPr>
          <w:p w14:paraId="671763C2" w14:textId="1F2A9318" w:rsidR="00051A37" w:rsidRPr="001401EB" w:rsidRDefault="00051A37" w:rsidP="001401EB">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1401EB">
              <w:rPr>
                <w:rFonts w:ascii="Arial" w:hAnsi="Arial" w:cs="Arial"/>
                <w:sz w:val="13"/>
                <w:szCs w:val="13"/>
              </w:rPr>
              <w:t xml:space="preserve">  -</w:t>
            </w:r>
          </w:p>
        </w:tc>
        <w:tc>
          <w:tcPr>
            <w:tcW w:w="851" w:type="dxa"/>
            <w:vAlign w:val="bottom"/>
          </w:tcPr>
          <w:p w14:paraId="075B0809" w14:textId="0E3F6F9A" w:rsidR="00051A37" w:rsidRPr="001401EB" w:rsidRDefault="001401EB" w:rsidP="001401EB">
            <w:pPr>
              <w:pBdr>
                <w:bottom w:val="single" w:sz="4" w:space="1" w:color="auto"/>
              </w:pBdr>
              <w:tabs>
                <w:tab w:val="left" w:pos="794"/>
                <w:tab w:val="left" w:pos="1361"/>
                <w:tab w:val="left" w:pos="1928"/>
              </w:tabs>
              <w:spacing w:before="60" w:line="276" w:lineRule="auto"/>
              <w:rPr>
                <w:rFonts w:ascii="Arial" w:hAnsi="Arial" w:cs="Arial"/>
                <w:sz w:val="13"/>
                <w:szCs w:val="13"/>
              </w:rPr>
            </w:pPr>
            <w:r>
              <w:rPr>
                <w:rFonts w:ascii="Arial" w:hAnsi="Arial" w:cs="Arial"/>
                <w:sz w:val="13"/>
                <w:szCs w:val="13"/>
              </w:rPr>
              <w:t xml:space="preserve">     </w:t>
            </w:r>
            <w:r w:rsidR="00051A37" w:rsidRPr="001401EB">
              <w:rPr>
                <w:rFonts w:ascii="Arial" w:hAnsi="Arial" w:cs="Arial"/>
                <w:sz w:val="13"/>
                <w:szCs w:val="13"/>
              </w:rPr>
              <w:t xml:space="preserve">    -</w:t>
            </w:r>
          </w:p>
        </w:tc>
        <w:tc>
          <w:tcPr>
            <w:tcW w:w="805" w:type="dxa"/>
            <w:vAlign w:val="bottom"/>
          </w:tcPr>
          <w:p w14:paraId="4A4FECBA" w14:textId="1096D959" w:rsidR="00051A37" w:rsidRPr="001401EB" w:rsidRDefault="00051A37" w:rsidP="001401EB">
            <w:pPr>
              <w:pBdr>
                <w:bottom w:val="single" w:sz="4" w:space="1" w:color="auto"/>
              </w:pBdr>
              <w:tabs>
                <w:tab w:val="left" w:pos="360"/>
              </w:tabs>
              <w:spacing w:before="60" w:line="276" w:lineRule="auto"/>
              <w:ind w:left="148" w:hanging="148"/>
              <w:jc w:val="center"/>
              <w:rPr>
                <w:rFonts w:ascii="Arial" w:hAnsi="Arial" w:cs="Arial"/>
                <w:sz w:val="13"/>
                <w:szCs w:val="13"/>
              </w:rPr>
            </w:pPr>
            <w:r w:rsidRPr="001401EB">
              <w:rPr>
                <w:rFonts w:ascii="Arial" w:hAnsi="Arial" w:cs="Arial"/>
                <w:sz w:val="13"/>
                <w:szCs w:val="13"/>
              </w:rPr>
              <w:t xml:space="preserve">    -</w:t>
            </w:r>
          </w:p>
        </w:tc>
        <w:tc>
          <w:tcPr>
            <w:tcW w:w="900" w:type="dxa"/>
            <w:gridSpan w:val="2"/>
            <w:vAlign w:val="bottom"/>
          </w:tcPr>
          <w:p w14:paraId="773982E5" w14:textId="3B6B6AA2" w:rsidR="00051A37" w:rsidRPr="001401EB" w:rsidRDefault="00051A37" w:rsidP="001401EB">
            <w:pPr>
              <w:pBdr>
                <w:bottom w:val="single" w:sz="4" w:space="1" w:color="auto"/>
              </w:pBdr>
              <w:tabs>
                <w:tab w:val="left" w:pos="360"/>
              </w:tabs>
              <w:spacing w:before="60" w:line="276" w:lineRule="auto"/>
              <w:ind w:left="148" w:hanging="148"/>
              <w:jc w:val="center"/>
              <w:rPr>
                <w:rFonts w:ascii="Arial" w:hAnsi="Arial" w:cs="Arial"/>
                <w:sz w:val="13"/>
                <w:szCs w:val="13"/>
              </w:rPr>
            </w:pPr>
            <w:r w:rsidRPr="001401EB">
              <w:rPr>
                <w:rFonts w:ascii="Arial" w:hAnsi="Arial" w:cs="Arial"/>
                <w:sz w:val="13"/>
                <w:szCs w:val="13"/>
              </w:rPr>
              <w:t xml:space="preserve"> </w:t>
            </w:r>
            <w:r w:rsidR="001401EB">
              <w:rPr>
                <w:rFonts w:ascii="Arial" w:hAnsi="Arial" w:cs="Arial"/>
                <w:sz w:val="13"/>
                <w:szCs w:val="13"/>
              </w:rPr>
              <w:t xml:space="preserve">     </w:t>
            </w:r>
            <w:r w:rsidRPr="001401EB">
              <w:rPr>
                <w:rFonts w:ascii="Arial" w:hAnsi="Arial" w:cs="Arial"/>
                <w:sz w:val="13"/>
                <w:szCs w:val="13"/>
              </w:rPr>
              <w:t xml:space="preserve">   -</w:t>
            </w:r>
          </w:p>
        </w:tc>
      </w:tr>
      <w:tr w:rsidR="00051A37" w:rsidRPr="00EE62BB" w14:paraId="39B469E3" w14:textId="77777777" w:rsidTr="00051A37">
        <w:trPr>
          <w:cantSplit/>
        </w:trPr>
        <w:tc>
          <w:tcPr>
            <w:tcW w:w="1557" w:type="dxa"/>
            <w:vAlign w:val="bottom"/>
          </w:tcPr>
          <w:p w14:paraId="770741CC" w14:textId="1E3D4A1F" w:rsidR="00051A37" w:rsidRPr="001401EB" w:rsidRDefault="00051A37" w:rsidP="00051A37">
            <w:pPr>
              <w:tabs>
                <w:tab w:val="left" w:pos="360"/>
              </w:tabs>
              <w:spacing w:before="60" w:line="276" w:lineRule="auto"/>
              <w:ind w:left="148" w:right="-245" w:hanging="148"/>
              <w:rPr>
                <w:rFonts w:ascii="Arial" w:hAnsi="Arial" w:cstheme="minorBidi"/>
                <w:sz w:val="13"/>
                <w:szCs w:val="13"/>
                <w:cs/>
              </w:rPr>
            </w:pPr>
            <w:r w:rsidRPr="001401EB">
              <w:rPr>
                <w:rFonts w:ascii="Arial" w:hAnsi="Arial" w:cs="Arial"/>
                <w:sz w:val="13"/>
                <w:szCs w:val="13"/>
              </w:rPr>
              <w:t>Total</w:t>
            </w:r>
          </w:p>
        </w:tc>
        <w:tc>
          <w:tcPr>
            <w:tcW w:w="900" w:type="dxa"/>
            <w:vAlign w:val="bottom"/>
          </w:tcPr>
          <w:p w14:paraId="6C74202C" w14:textId="30514A8C" w:rsidR="00051A37" w:rsidRPr="001401EB" w:rsidRDefault="00051A37" w:rsidP="00051A37">
            <w:pP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1,117,302</w:t>
            </w:r>
          </w:p>
        </w:tc>
        <w:tc>
          <w:tcPr>
            <w:tcW w:w="784" w:type="dxa"/>
            <w:vAlign w:val="bottom"/>
          </w:tcPr>
          <w:p w14:paraId="3E033BEF" w14:textId="39A5BB0C" w:rsidR="00051A37" w:rsidRPr="001401EB" w:rsidRDefault="00051A37" w:rsidP="00051A37">
            <w:pP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76,412</w:t>
            </w:r>
          </w:p>
        </w:tc>
        <w:tc>
          <w:tcPr>
            <w:tcW w:w="746" w:type="dxa"/>
            <w:vAlign w:val="bottom"/>
          </w:tcPr>
          <w:p w14:paraId="1D1F14B8" w14:textId="26057B33" w:rsidR="00051A37" w:rsidRPr="001401EB" w:rsidRDefault="00051A37" w:rsidP="00051A37">
            <w:pP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16,526</w:t>
            </w:r>
          </w:p>
        </w:tc>
        <w:tc>
          <w:tcPr>
            <w:tcW w:w="810" w:type="dxa"/>
          </w:tcPr>
          <w:p w14:paraId="4C6AA8F7" w14:textId="3B542413" w:rsidR="00051A37" w:rsidRPr="001401EB" w:rsidRDefault="00051A37" w:rsidP="00051A37">
            <w:pPr>
              <w:tabs>
                <w:tab w:val="left" w:pos="794"/>
                <w:tab w:val="left" w:pos="1361"/>
                <w:tab w:val="left" w:pos="1928"/>
              </w:tabs>
              <w:spacing w:before="60" w:line="276" w:lineRule="auto"/>
              <w:jc w:val="center"/>
              <w:rPr>
                <w:rFonts w:ascii="Arial" w:hAnsi="Arial" w:cs="Arial"/>
                <w:sz w:val="13"/>
                <w:szCs w:val="13"/>
              </w:rPr>
            </w:pPr>
            <w:r w:rsidRPr="001401EB">
              <w:rPr>
                <w:rFonts w:ascii="Arial" w:hAnsi="Arial" w:cs="Arial"/>
                <w:sz w:val="13"/>
                <w:szCs w:val="13"/>
              </w:rPr>
              <w:t xml:space="preserve">   </w:t>
            </w:r>
            <w:r w:rsidRPr="001401EB">
              <w:rPr>
                <w:rFonts w:ascii="Arial" w:hAnsi="Arial" w:cstheme="minorBidi" w:hint="cs"/>
                <w:sz w:val="13"/>
                <w:szCs w:val="13"/>
                <w:cs/>
              </w:rPr>
              <w:t xml:space="preserve">   </w:t>
            </w:r>
            <w:r w:rsidRPr="001401EB">
              <w:rPr>
                <w:rFonts w:ascii="Arial" w:hAnsi="Arial" w:cs="Arial"/>
                <w:sz w:val="13"/>
                <w:szCs w:val="13"/>
              </w:rPr>
              <w:t>-</w:t>
            </w:r>
          </w:p>
        </w:tc>
        <w:tc>
          <w:tcPr>
            <w:tcW w:w="858" w:type="dxa"/>
            <w:vAlign w:val="bottom"/>
          </w:tcPr>
          <w:p w14:paraId="32E0E891" w14:textId="25F8D0DC" w:rsidR="00051A37" w:rsidRPr="001401EB" w:rsidRDefault="00051A37" w:rsidP="00051A37">
            <w:pPr>
              <w:tabs>
                <w:tab w:val="left" w:pos="540"/>
              </w:tabs>
              <w:spacing w:before="60" w:line="276" w:lineRule="auto"/>
              <w:ind w:left="-130"/>
              <w:jc w:val="right"/>
              <w:rPr>
                <w:rFonts w:ascii="Arial" w:hAnsi="Arial" w:cs="Arial"/>
                <w:sz w:val="13"/>
                <w:szCs w:val="13"/>
              </w:rPr>
            </w:pPr>
            <w:r w:rsidRPr="001401EB">
              <w:rPr>
                <w:rFonts w:ascii="Arial" w:hAnsi="Arial" w:cs="Arial"/>
                <w:sz w:val="13"/>
                <w:szCs w:val="13"/>
              </w:rPr>
              <w:t>1,210,240</w:t>
            </w:r>
          </w:p>
        </w:tc>
        <w:tc>
          <w:tcPr>
            <w:tcW w:w="915" w:type="dxa"/>
          </w:tcPr>
          <w:p w14:paraId="7946DE89" w14:textId="5571473C" w:rsidR="00051A37" w:rsidRPr="001401EB" w:rsidRDefault="00051A37" w:rsidP="00051A37">
            <w:pP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1,295,063</w:t>
            </w:r>
          </w:p>
        </w:tc>
        <w:tc>
          <w:tcPr>
            <w:tcW w:w="711" w:type="dxa"/>
          </w:tcPr>
          <w:p w14:paraId="2ED42222" w14:textId="75C6B54A" w:rsidR="00051A37" w:rsidRPr="001401EB" w:rsidRDefault="00051A37" w:rsidP="00051A37">
            <w:pP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85,078</w:t>
            </w:r>
          </w:p>
        </w:tc>
        <w:tc>
          <w:tcPr>
            <w:tcW w:w="851" w:type="dxa"/>
          </w:tcPr>
          <w:p w14:paraId="1B2E4FA4" w14:textId="6325D8AF" w:rsidR="00051A37" w:rsidRPr="001401EB" w:rsidRDefault="00051A37" w:rsidP="00051A37">
            <w:pPr>
              <w:tabs>
                <w:tab w:val="left" w:pos="794"/>
                <w:tab w:val="left" w:pos="1361"/>
                <w:tab w:val="left" w:pos="1928"/>
              </w:tabs>
              <w:spacing w:before="60" w:line="276" w:lineRule="auto"/>
              <w:jc w:val="center"/>
              <w:rPr>
                <w:rFonts w:ascii="Arial" w:hAnsi="Arial" w:cs="Arial"/>
                <w:sz w:val="13"/>
                <w:szCs w:val="13"/>
              </w:rPr>
            </w:pPr>
            <w:r w:rsidRPr="001401EB">
              <w:rPr>
                <w:rFonts w:ascii="Arial" w:hAnsi="Arial" w:cs="Arial"/>
                <w:sz w:val="13"/>
                <w:szCs w:val="13"/>
              </w:rPr>
              <w:t>20,121</w:t>
            </w:r>
          </w:p>
        </w:tc>
        <w:tc>
          <w:tcPr>
            <w:tcW w:w="805" w:type="dxa"/>
          </w:tcPr>
          <w:p w14:paraId="5AB1FF86" w14:textId="3DF694B4" w:rsidR="00051A37" w:rsidRPr="001401EB" w:rsidRDefault="00051A37" w:rsidP="001401EB">
            <w:pPr>
              <w:tabs>
                <w:tab w:val="left" w:pos="360"/>
              </w:tabs>
              <w:spacing w:before="60" w:line="276" w:lineRule="auto"/>
              <w:ind w:left="148" w:hanging="148"/>
              <w:jc w:val="right"/>
              <w:rPr>
                <w:rFonts w:ascii="Arial" w:hAnsi="Arial" w:cs="Arial"/>
                <w:sz w:val="13"/>
                <w:szCs w:val="13"/>
              </w:rPr>
            </w:pPr>
            <w:r w:rsidRPr="001401EB">
              <w:rPr>
                <w:rFonts w:ascii="Arial" w:hAnsi="Arial" w:cs="Arial"/>
                <w:sz w:val="13"/>
                <w:szCs w:val="13"/>
              </w:rPr>
              <w:t>(409)</w:t>
            </w:r>
          </w:p>
        </w:tc>
        <w:tc>
          <w:tcPr>
            <w:tcW w:w="900" w:type="dxa"/>
            <w:gridSpan w:val="2"/>
          </w:tcPr>
          <w:p w14:paraId="79A49350" w14:textId="37B3A325" w:rsidR="00051A37" w:rsidRPr="001401EB" w:rsidRDefault="00051A37" w:rsidP="00051A37">
            <w:pPr>
              <w:tabs>
                <w:tab w:val="left" w:pos="360"/>
              </w:tabs>
              <w:spacing w:before="60" w:line="276" w:lineRule="auto"/>
              <w:ind w:left="148" w:hanging="148"/>
              <w:jc w:val="right"/>
              <w:rPr>
                <w:rFonts w:ascii="Arial" w:hAnsi="Arial" w:cs="Arial"/>
                <w:sz w:val="13"/>
                <w:szCs w:val="13"/>
              </w:rPr>
            </w:pPr>
            <w:r w:rsidRPr="001401EB">
              <w:rPr>
                <w:rFonts w:ascii="Arial" w:hAnsi="Arial" w:cs="Arial"/>
                <w:sz w:val="13"/>
                <w:szCs w:val="13"/>
              </w:rPr>
              <w:t>1,399,853</w:t>
            </w:r>
          </w:p>
        </w:tc>
      </w:tr>
      <w:tr w:rsidR="00051A37" w:rsidRPr="00EE62BB" w14:paraId="28AE0E0E" w14:textId="77777777" w:rsidTr="00051A37">
        <w:trPr>
          <w:cantSplit/>
        </w:trPr>
        <w:tc>
          <w:tcPr>
            <w:tcW w:w="1557" w:type="dxa"/>
            <w:vAlign w:val="bottom"/>
          </w:tcPr>
          <w:p w14:paraId="369CD17D" w14:textId="01868F8C" w:rsidR="00051A37" w:rsidRPr="001401EB" w:rsidRDefault="00051A37" w:rsidP="00051A37">
            <w:pPr>
              <w:tabs>
                <w:tab w:val="left" w:pos="360"/>
              </w:tabs>
              <w:spacing w:before="60" w:line="276" w:lineRule="auto"/>
              <w:ind w:left="148" w:right="-245" w:hanging="148"/>
              <w:rPr>
                <w:rFonts w:ascii="Arial" w:hAnsi="Arial" w:cstheme="minorBidi"/>
                <w:sz w:val="13"/>
                <w:szCs w:val="13"/>
                <w:cs/>
              </w:rPr>
            </w:pPr>
            <w:r w:rsidRPr="001401EB">
              <w:rPr>
                <w:rFonts w:ascii="Arial" w:hAnsi="Arial" w:cs="Arial"/>
                <w:sz w:val="13"/>
                <w:szCs w:val="13"/>
                <w:lang w:val="en-GB"/>
              </w:rPr>
              <w:t>Costs of sales and services</w:t>
            </w:r>
          </w:p>
        </w:tc>
        <w:tc>
          <w:tcPr>
            <w:tcW w:w="900" w:type="dxa"/>
            <w:vAlign w:val="bottom"/>
          </w:tcPr>
          <w:p w14:paraId="391D75A9" w14:textId="223D9DD1" w:rsidR="00051A37" w:rsidRPr="001401EB" w:rsidRDefault="00051A37" w:rsidP="00F32A1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(1,014,998)</w:t>
            </w:r>
          </w:p>
        </w:tc>
        <w:tc>
          <w:tcPr>
            <w:tcW w:w="784" w:type="dxa"/>
            <w:vAlign w:val="bottom"/>
          </w:tcPr>
          <w:p w14:paraId="3A37B8A6" w14:textId="30DC17FF" w:rsidR="00051A37" w:rsidRPr="001401EB" w:rsidRDefault="00051A37" w:rsidP="00F32A1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(71,972)</w:t>
            </w:r>
          </w:p>
        </w:tc>
        <w:tc>
          <w:tcPr>
            <w:tcW w:w="746" w:type="dxa"/>
            <w:vAlign w:val="bottom"/>
          </w:tcPr>
          <w:p w14:paraId="06B3937F" w14:textId="0691520B" w:rsidR="00051A37" w:rsidRPr="001401EB" w:rsidRDefault="00051A37" w:rsidP="00F32A1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(8,743)</w:t>
            </w:r>
          </w:p>
        </w:tc>
        <w:tc>
          <w:tcPr>
            <w:tcW w:w="810" w:type="dxa"/>
            <w:vAlign w:val="bottom"/>
          </w:tcPr>
          <w:p w14:paraId="322E24C9" w14:textId="100514E7" w:rsidR="00051A37" w:rsidRPr="001401EB" w:rsidRDefault="00051A37" w:rsidP="001401EB">
            <w:pPr>
              <w:pBdr>
                <w:bottom w:val="single" w:sz="4" w:space="1" w:color="auto"/>
              </w:pBdr>
              <w:tabs>
                <w:tab w:val="left" w:pos="540"/>
              </w:tabs>
              <w:spacing w:before="60" w:line="276" w:lineRule="auto"/>
              <w:ind w:left="-130"/>
              <w:jc w:val="right"/>
              <w:rPr>
                <w:rFonts w:ascii="Arial" w:hAnsi="Arial" w:cs="Arial"/>
                <w:sz w:val="13"/>
                <w:szCs w:val="13"/>
              </w:rPr>
            </w:pPr>
            <w:r w:rsidRPr="001401EB">
              <w:rPr>
                <w:rFonts w:ascii="Arial" w:hAnsi="Arial" w:cs="Arial"/>
                <w:sz w:val="13"/>
                <w:szCs w:val="13"/>
              </w:rPr>
              <w:t>13</w:t>
            </w:r>
          </w:p>
        </w:tc>
        <w:tc>
          <w:tcPr>
            <w:tcW w:w="858" w:type="dxa"/>
            <w:vAlign w:val="bottom"/>
          </w:tcPr>
          <w:p w14:paraId="2F460EF5" w14:textId="2DFF93C9" w:rsidR="00051A37" w:rsidRPr="001401EB" w:rsidRDefault="00051A37" w:rsidP="00F32A16">
            <w:pPr>
              <w:pBdr>
                <w:bottom w:val="single" w:sz="4" w:space="1" w:color="auto"/>
              </w:pBdr>
              <w:tabs>
                <w:tab w:val="left" w:pos="540"/>
              </w:tabs>
              <w:spacing w:before="60" w:line="276" w:lineRule="auto"/>
              <w:ind w:left="-130"/>
              <w:jc w:val="right"/>
              <w:rPr>
                <w:rFonts w:ascii="Arial" w:hAnsi="Arial" w:cs="Arial"/>
                <w:sz w:val="13"/>
                <w:szCs w:val="13"/>
              </w:rPr>
            </w:pPr>
            <w:r w:rsidRPr="001401EB">
              <w:rPr>
                <w:rFonts w:ascii="Arial" w:hAnsi="Arial" w:cs="Arial"/>
                <w:sz w:val="13"/>
                <w:szCs w:val="13"/>
              </w:rPr>
              <w:t>(1,095,700)</w:t>
            </w:r>
          </w:p>
        </w:tc>
        <w:tc>
          <w:tcPr>
            <w:tcW w:w="915" w:type="dxa"/>
            <w:vAlign w:val="bottom"/>
          </w:tcPr>
          <w:p w14:paraId="2DB8A1F9" w14:textId="40D54825" w:rsidR="00051A37" w:rsidRPr="001401EB" w:rsidRDefault="00051A37" w:rsidP="00F32A1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(1,132,138)</w:t>
            </w:r>
          </w:p>
        </w:tc>
        <w:tc>
          <w:tcPr>
            <w:tcW w:w="711" w:type="dxa"/>
            <w:vAlign w:val="bottom"/>
          </w:tcPr>
          <w:p w14:paraId="1F2AA68D" w14:textId="513D8586" w:rsidR="00051A37" w:rsidRPr="001401EB" w:rsidRDefault="00051A37" w:rsidP="00F32A1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(74,396)</w:t>
            </w:r>
          </w:p>
        </w:tc>
        <w:tc>
          <w:tcPr>
            <w:tcW w:w="851" w:type="dxa"/>
            <w:vAlign w:val="bottom"/>
          </w:tcPr>
          <w:p w14:paraId="42442193" w14:textId="4038522D" w:rsidR="00051A37" w:rsidRPr="001401EB" w:rsidRDefault="00051A37" w:rsidP="00F32A16">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1401EB">
              <w:rPr>
                <w:rFonts w:ascii="Arial" w:hAnsi="Arial" w:cs="Arial"/>
                <w:sz w:val="13"/>
                <w:szCs w:val="13"/>
              </w:rPr>
              <w:t>(4,961)</w:t>
            </w:r>
          </w:p>
        </w:tc>
        <w:tc>
          <w:tcPr>
            <w:tcW w:w="805" w:type="dxa"/>
            <w:vAlign w:val="bottom"/>
          </w:tcPr>
          <w:p w14:paraId="4AC8E0A4" w14:textId="4BB562C9" w:rsidR="00051A37" w:rsidRPr="001401EB" w:rsidRDefault="00051A37" w:rsidP="001401EB">
            <w:pPr>
              <w:pBdr>
                <w:bottom w:val="single" w:sz="4" w:space="1" w:color="auto"/>
              </w:pBdr>
              <w:tabs>
                <w:tab w:val="left" w:pos="360"/>
              </w:tabs>
              <w:spacing w:before="60" w:line="276" w:lineRule="auto"/>
              <w:ind w:left="148" w:hanging="148"/>
              <w:jc w:val="right"/>
              <w:rPr>
                <w:rFonts w:ascii="Arial" w:hAnsi="Arial" w:cs="Arial"/>
                <w:sz w:val="13"/>
                <w:szCs w:val="13"/>
              </w:rPr>
            </w:pPr>
            <w:r w:rsidRPr="001401EB">
              <w:rPr>
                <w:rFonts w:ascii="Arial" w:hAnsi="Arial" w:cs="Arial"/>
                <w:sz w:val="13"/>
                <w:szCs w:val="13"/>
              </w:rPr>
              <w:t>436</w:t>
            </w:r>
          </w:p>
        </w:tc>
        <w:tc>
          <w:tcPr>
            <w:tcW w:w="900" w:type="dxa"/>
            <w:gridSpan w:val="2"/>
            <w:vAlign w:val="bottom"/>
          </w:tcPr>
          <w:p w14:paraId="175EBE0F" w14:textId="089B9C14" w:rsidR="00051A37" w:rsidRPr="001401EB" w:rsidRDefault="00051A37" w:rsidP="00F32A16">
            <w:pPr>
              <w:pBdr>
                <w:bottom w:val="single" w:sz="4" w:space="1" w:color="auto"/>
              </w:pBdr>
              <w:tabs>
                <w:tab w:val="left" w:pos="360"/>
              </w:tabs>
              <w:spacing w:before="60" w:line="276" w:lineRule="auto"/>
              <w:ind w:left="148" w:hanging="148"/>
              <w:jc w:val="right"/>
              <w:rPr>
                <w:rFonts w:ascii="Arial" w:hAnsi="Arial" w:cs="Arial"/>
                <w:sz w:val="13"/>
                <w:szCs w:val="13"/>
              </w:rPr>
            </w:pPr>
            <w:r w:rsidRPr="001401EB">
              <w:rPr>
                <w:rFonts w:ascii="Arial" w:hAnsi="Arial" w:cs="Arial"/>
                <w:sz w:val="13"/>
                <w:szCs w:val="13"/>
              </w:rPr>
              <w:t>(1,211,059)</w:t>
            </w:r>
          </w:p>
        </w:tc>
      </w:tr>
      <w:tr w:rsidR="00051A37" w:rsidRPr="00EE62BB" w14:paraId="1B73C470" w14:textId="77777777" w:rsidTr="00051A37">
        <w:trPr>
          <w:cantSplit/>
        </w:trPr>
        <w:tc>
          <w:tcPr>
            <w:tcW w:w="1557" w:type="dxa"/>
            <w:vAlign w:val="bottom"/>
          </w:tcPr>
          <w:p w14:paraId="5993328D" w14:textId="54BF63B0" w:rsidR="00051A37" w:rsidRPr="001401EB" w:rsidRDefault="00051A37" w:rsidP="00051A37">
            <w:pPr>
              <w:tabs>
                <w:tab w:val="left" w:pos="360"/>
              </w:tabs>
              <w:spacing w:before="60" w:line="276" w:lineRule="auto"/>
              <w:ind w:left="148" w:right="-245" w:hanging="148"/>
              <w:rPr>
                <w:rFonts w:ascii="Arial" w:hAnsi="Arial" w:cstheme="minorBidi"/>
                <w:sz w:val="13"/>
                <w:szCs w:val="13"/>
                <w:cs/>
              </w:rPr>
            </w:pPr>
            <w:r w:rsidRPr="001401EB">
              <w:rPr>
                <w:rFonts w:ascii="Arial" w:hAnsi="Arial" w:cs="Arial"/>
                <w:b/>
                <w:bCs/>
                <w:sz w:val="13"/>
                <w:szCs w:val="13"/>
                <w:lang w:val="en-GB"/>
              </w:rPr>
              <w:t>Gross profit</w:t>
            </w:r>
          </w:p>
        </w:tc>
        <w:tc>
          <w:tcPr>
            <w:tcW w:w="900" w:type="dxa"/>
            <w:vAlign w:val="bottom"/>
          </w:tcPr>
          <w:p w14:paraId="7F072582" w14:textId="4D602829" w:rsidR="00051A37" w:rsidRPr="001401EB" w:rsidRDefault="00051A37" w:rsidP="00F32A1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102,304</w:t>
            </w:r>
          </w:p>
        </w:tc>
        <w:tc>
          <w:tcPr>
            <w:tcW w:w="784" w:type="dxa"/>
            <w:vAlign w:val="bottom"/>
          </w:tcPr>
          <w:p w14:paraId="5036E7B5" w14:textId="7CF182D5" w:rsidR="00051A37" w:rsidRPr="001401EB" w:rsidRDefault="00051A37" w:rsidP="00F32A1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4,440</w:t>
            </w:r>
          </w:p>
        </w:tc>
        <w:tc>
          <w:tcPr>
            <w:tcW w:w="746" w:type="dxa"/>
            <w:vAlign w:val="bottom"/>
          </w:tcPr>
          <w:p w14:paraId="6563F1C7" w14:textId="583532B1" w:rsidR="00051A37" w:rsidRPr="001401EB" w:rsidRDefault="00051A37" w:rsidP="00F32A1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7,783</w:t>
            </w:r>
          </w:p>
        </w:tc>
        <w:tc>
          <w:tcPr>
            <w:tcW w:w="810" w:type="dxa"/>
          </w:tcPr>
          <w:p w14:paraId="463F5621" w14:textId="0BE6A052" w:rsidR="00051A37" w:rsidRPr="001401EB" w:rsidRDefault="00051A37" w:rsidP="001401EB">
            <w:pPr>
              <w:pBdr>
                <w:bottom w:val="single" w:sz="4" w:space="1" w:color="auto"/>
              </w:pBdr>
              <w:tabs>
                <w:tab w:val="left" w:pos="540"/>
              </w:tabs>
              <w:spacing w:before="60" w:line="276" w:lineRule="auto"/>
              <w:ind w:left="-130"/>
              <w:jc w:val="right"/>
              <w:rPr>
                <w:rFonts w:ascii="Arial" w:hAnsi="Arial" w:cs="Arial"/>
                <w:sz w:val="13"/>
                <w:szCs w:val="13"/>
              </w:rPr>
            </w:pPr>
            <w:r w:rsidRPr="001401EB">
              <w:rPr>
                <w:rFonts w:ascii="Arial" w:hAnsi="Arial" w:cs="Arial"/>
                <w:sz w:val="13"/>
                <w:szCs w:val="13"/>
              </w:rPr>
              <w:t>13</w:t>
            </w:r>
          </w:p>
        </w:tc>
        <w:tc>
          <w:tcPr>
            <w:tcW w:w="858" w:type="dxa"/>
            <w:vAlign w:val="bottom"/>
          </w:tcPr>
          <w:p w14:paraId="06D80CFA" w14:textId="29A13279" w:rsidR="00051A37" w:rsidRPr="001401EB" w:rsidRDefault="00051A37" w:rsidP="00F32A16">
            <w:pPr>
              <w:pBdr>
                <w:bottom w:val="single" w:sz="4" w:space="1" w:color="auto"/>
              </w:pBdr>
              <w:tabs>
                <w:tab w:val="left" w:pos="540"/>
              </w:tabs>
              <w:spacing w:before="60" w:line="276" w:lineRule="auto"/>
              <w:ind w:left="-130"/>
              <w:jc w:val="right"/>
              <w:rPr>
                <w:rFonts w:ascii="Arial" w:hAnsi="Arial" w:cs="Arial"/>
                <w:sz w:val="13"/>
                <w:szCs w:val="13"/>
              </w:rPr>
            </w:pPr>
            <w:r w:rsidRPr="001401EB">
              <w:rPr>
                <w:rFonts w:ascii="Arial" w:hAnsi="Arial" w:cs="Arial"/>
                <w:sz w:val="13"/>
                <w:szCs w:val="13"/>
              </w:rPr>
              <w:t>114,540</w:t>
            </w:r>
          </w:p>
        </w:tc>
        <w:tc>
          <w:tcPr>
            <w:tcW w:w="915" w:type="dxa"/>
          </w:tcPr>
          <w:p w14:paraId="29769642" w14:textId="281A06C7" w:rsidR="00051A37" w:rsidRPr="001401EB" w:rsidRDefault="00051A37" w:rsidP="00F32A1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162,925</w:t>
            </w:r>
          </w:p>
        </w:tc>
        <w:tc>
          <w:tcPr>
            <w:tcW w:w="711" w:type="dxa"/>
          </w:tcPr>
          <w:p w14:paraId="456F27BC" w14:textId="0982CA53" w:rsidR="00051A37" w:rsidRPr="001401EB" w:rsidRDefault="00051A37" w:rsidP="00F32A16">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1401EB">
              <w:rPr>
                <w:rFonts w:ascii="Arial" w:hAnsi="Arial" w:cs="Arial"/>
                <w:sz w:val="13"/>
                <w:szCs w:val="13"/>
              </w:rPr>
              <w:t>10,682</w:t>
            </w:r>
          </w:p>
        </w:tc>
        <w:tc>
          <w:tcPr>
            <w:tcW w:w="851" w:type="dxa"/>
          </w:tcPr>
          <w:p w14:paraId="54543542" w14:textId="7998974F" w:rsidR="00051A37" w:rsidRPr="001401EB" w:rsidRDefault="00051A37" w:rsidP="00F32A16">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1401EB">
              <w:rPr>
                <w:rFonts w:ascii="Arial" w:hAnsi="Arial" w:cs="Arial"/>
                <w:sz w:val="13"/>
                <w:szCs w:val="13"/>
              </w:rPr>
              <w:t>15,160</w:t>
            </w:r>
          </w:p>
        </w:tc>
        <w:tc>
          <w:tcPr>
            <w:tcW w:w="805" w:type="dxa"/>
          </w:tcPr>
          <w:p w14:paraId="3D8BF646" w14:textId="6DF1A4A3" w:rsidR="00051A37" w:rsidRPr="001401EB" w:rsidRDefault="00051A37" w:rsidP="001401EB">
            <w:pPr>
              <w:pBdr>
                <w:bottom w:val="single" w:sz="4" w:space="1" w:color="auto"/>
              </w:pBdr>
              <w:tabs>
                <w:tab w:val="left" w:pos="360"/>
              </w:tabs>
              <w:spacing w:before="60" w:line="276" w:lineRule="auto"/>
              <w:ind w:left="148" w:hanging="148"/>
              <w:jc w:val="right"/>
              <w:rPr>
                <w:rFonts w:ascii="Arial" w:hAnsi="Arial" w:cs="Arial"/>
                <w:sz w:val="13"/>
                <w:szCs w:val="13"/>
              </w:rPr>
            </w:pPr>
            <w:r w:rsidRPr="001401EB">
              <w:rPr>
                <w:rFonts w:ascii="Arial" w:hAnsi="Arial" w:cs="Arial"/>
                <w:sz w:val="13"/>
                <w:szCs w:val="13"/>
              </w:rPr>
              <w:t>27</w:t>
            </w:r>
          </w:p>
        </w:tc>
        <w:tc>
          <w:tcPr>
            <w:tcW w:w="900" w:type="dxa"/>
            <w:gridSpan w:val="2"/>
          </w:tcPr>
          <w:p w14:paraId="3D73B857" w14:textId="6A45F3A1" w:rsidR="00051A37" w:rsidRPr="001401EB" w:rsidRDefault="00051A37" w:rsidP="00F32A16">
            <w:pPr>
              <w:pBdr>
                <w:bottom w:val="single" w:sz="4" w:space="1" w:color="auto"/>
              </w:pBdr>
              <w:tabs>
                <w:tab w:val="left" w:pos="360"/>
              </w:tabs>
              <w:spacing w:before="60" w:line="276" w:lineRule="auto"/>
              <w:ind w:left="148" w:hanging="148"/>
              <w:jc w:val="right"/>
              <w:rPr>
                <w:rFonts w:ascii="Arial" w:hAnsi="Arial" w:cs="Arial"/>
                <w:sz w:val="13"/>
                <w:szCs w:val="13"/>
              </w:rPr>
            </w:pPr>
            <w:r w:rsidRPr="001401EB">
              <w:rPr>
                <w:rFonts w:ascii="Arial" w:hAnsi="Arial" w:cs="Arial"/>
                <w:sz w:val="13"/>
                <w:szCs w:val="13"/>
              </w:rPr>
              <w:t>188,794</w:t>
            </w:r>
          </w:p>
        </w:tc>
      </w:tr>
      <w:tr w:rsidR="004F76C4" w:rsidRPr="00EE62BB" w14:paraId="67D2FA8B" w14:textId="77777777" w:rsidTr="00051A37">
        <w:trPr>
          <w:cantSplit/>
        </w:trPr>
        <w:tc>
          <w:tcPr>
            <w:tcW w:w="1557" w:type="dxa"/>
            <w:vAlign w:val="bottom"/>
          </w:tcPr>
          <w:p w14:paraId="2F991E69" w14:textId="77777777" w:rsidR="00D36CCA" w:rsidRPr="00EE62BB" w:rsidRDefault="00D36CCA" w:rsidP="00F32A16">
            <w:pPr>
              <w:tabs>
                <w:tab w:val="left" w:pos="360"/>
              </w:tabs>
              <w:spacing w:before="60" w:line="276" w:lineRule="auto"/>
              <w:rPr>
                <w:rFonts w:ascii="Arial" w:hAnsi="Arial" w:cs="Arial"/>
                <w:sz w:val="13"/>
                <w:szCs w:val="13"/>
              </w:rPr>
            </w:pPr>
          </w:p>
        </w:tc>
        <w:tc>
          <w:tcPr>
            <w:tcW w:w="900" w:type="dxa"/>
            <w:vAlign w:val="bottom"/>
          </w:tcPr>
          <w:p w14:paraId="20306EA6" w14:textId="77777777" w:rsidR="004F76C4" w:rsidRPr="00EE62BB" w:rsidRDefault="004F76C4"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7D119B3C" w14:textId="77777777" w:rsidR="004F76C4" w:rsidRPr="00EE62BB" w:rsidRDefault="004F76C4"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277D5132" w14:textId="77777777" w:rsidR="004F76C4" w:rsidRPr="00EE62BB" w:rsidRDefault="004F76C4"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0DA0C382" w14:textId="77777777" w:rsidR="004F76C4" w:rsidRPr="00EE62BB" w:rsidRDefault="004F76C4"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6B790B9F" w14:textId="77777777" w:rsidR="004F76C4" w:rsidRPr="00EE62BB" w:rsidRDefault="004F76C4"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1DBFB1D9" w14:textId="77777777" w:rsidR="004F76C4" w:rsidRPr="00EE62BB" w:rsidRDefault="004F76C4" w:rsidP="005D0B69">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5E1698A3" w14:textId="77777777" w:rsidR="004F76C4" w:rsidRPr="00EE62BB" w:rsidRDefault="004F76C4" w:rsidP="005D0B69">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23EA9802" w14:textId="77777777" w:rsidR="004F76C4" w:rsidRPr="00EE62BB" w:rsidRDefault="004F76C4" w:rsidP="005D0B69">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79D642B0" w14:textId="77777777" w:rsidR="004F76C4" w:rsidRPr="00EE62BB" w:rsidRDefault="004F76C4"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2BC96275" w14:textId="77777777" w:rsidR="004F76C4" w:rsidRPr="00EE62BB" w:rsidRDefault="004F76C4" w:rsidP="005D0B69">
            <w:pPr>
              <w:tabs>
                <w:tab w:val="left" w:pos="360"/>
              </w:tabs>
              <w:spacing w:before="60" w:line="276" w:lineRule="auto"/>
              <w:ind w:left="148" w:hanging="148"/>
              <w:jc w:val="right"/>
              <w:rPr>
                <w:rFonts w:ascii="Arial" w:hAnsi="Arial" w:cs="Arial"/>
                <w:sz w:val="13"/>
                <w:szCs w:val="13"/>
                <w:cs/>
                <w:lang w:val="en-GB"/>
              </w:rPr>
            </w:pPr>
          </w:p>
        </w:tc>
      </w:tr>
      <w:tr w:rsidR="0023195E" w:rsidRPr="00EE62BB" w14:paraId="607EA171" w14:textId="77777777" w:rsidTr="00051A37">
        <w:trPr>
          <w:cantSplit/>
        </w:trPr>
        <w:tc>
          <w:tcPr>
            <w:tcW w:w="1557" w:type="dxa"/>
            <w:vAlign w:val="bottom"/>
          </w:tcPr>
          <w:p w14:paraId="46B92571" w14:textId="77777777" w:rsidR="0023195E" w:rsidRPr="00EE62BB" w:rsidRDefault="0023195E" w:rsidP="00F32A16">
            <w:pPr>
              <w:tabs>
                <w:tab w:val="left" w:pos="360"/>
              </w:tabs>
              <w:spacing w:before="60" w:line="276" w:lineRule="auto"/>
              <w:rPr>
                <w:rFonts w:ascii="Arial" w:hAnsi="Arial" w:cs="Arial"/>
                <w:sz w:val="13"/>
                <w:szCs w:val="13"/>
              </w:rPr>
            </w:pPr>
          </w:p>
        </w:tc>
        <w:tc>
          <w:tcPr>
            <w:tcW w:w="900" w:type="dxa"/>
            <w:vAlign w:val="bottom"/>
          </w:tcPr>
          <w:p w14:paraId="47DE4A60"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35D8150D"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3DAC54D6"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173F69AA"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76C56304" w14:textId="77777777" w:rsidR="0023195E" w:rsidRPr="00EE62BB" w:rsidRDefault="0023195E"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0D747C81"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48D911A4"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4A86A3EF" w14:textId="77777777" w:rsidR="0023195E" w:rsidRPr="00EE62BB" w:rsidRDefault="0023195E" w:rsidP="005D0B69">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2A4BDC1F" w14:textId="77777777" w:rsidR="0023195E" w:rsidRPr="00EE62BB" w:rsidRDefault="0023195E"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3B485200" w14:textId="77777777" w:rsidR="0023195E" w:rsidRPr="00EE62BB" w:rsidRDefault="0023195E" w:rsidP="005D0B69">
            <w:pPr>
              <w:tabs>
                <w:tab w:val="left" w:pos="360"/>
              </w:tabs>
              <w:spacing w:before="60" w:line="276" w:lineRule="auto"/>
              <w:ind w:left="148" w:hanging="148"/>
              <w:jc w:val="right"/>
              <w:rPr>
                <w:rFonts w:ascii="Arial" w:hAnsi="Arial" w:cs="Arial"/>
                <w:sz w:val="13"/>
                <w:szCs w:val="13"/>
                <w:cs/>
                <w:lang w:val="en-GB"/>
              </w:rPr>
            </w:pPr>
          </w:p>
        </w:tc>
      </w:tr>
      <w:tr w:rsidR="0023195E" w:rsidRPr="00EE62BB" w14:paraId="69A783EC" w14:textId="77777777" w:rsidTr="00051A37">
        <w:trPr>
          <w:cantSplit/>
        </w:trPr>
        <w:tc>
          <w:tcPr>
            <w:tcW w:w="1557" w:type="dxa"/>
            <w:vAlign w:val="bottom"/>
          </w:tcPr>
          <w:p w14:paraId="5CD5FE21" w14:textId="77777777" w:rsidR="0023195E" w:rsidRPr="00EE62BB" w:rsidRDefault="0023195E" w:rsidP="00F32A16">
            <w:pPr>
              <w:tabs>
                <w:tab w:val="left" w:pos="360"/>
              </w:tabs>
              <w:spacing w:before="60" w:line="276" w:lineRule="auto"/>
              <w:rPr>
                <w:rFonts w:ascii="Arial" w:hAnsi="Arial" w:cs="Arial"/>
                <w:sz w:val="13"/>
                <w:szCs w:val="13"/>
              </w:rPr>
            </w:pPr>
          </w:p>
        </w:tc>
        <w:tc>
          <w:tcPr>
            <w:tcW w:w="900" w:type="dxa"/>
            <w:vAlign w:val="bottom"/>
          </w:tcPr>
          <w:p w14:paraId="1883266F"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7A66401F"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3FB6D042"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63605C80"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02C98341" w14:textId="77777777" w:rsidR="0023195E" w:rsidRPr="00EE62BB" w:rsidRDefault="0023195E"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07BD058C"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798A706C"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4F07E8A5" w14:textId="77777777" w:rsidR="0023195E" w:rsidRPr="00EE62BB" w:rsidRDefault="0023195E" w:rsidP="005D0B69">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7D74D196" w14:textId="77777777" w:rsidR="0023195E" w:rsidRPr="00EE62BB" w:rsidRDefault="0023195E"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05996AEC" w14:textId="77777777" w:rsidR="0023195E" w:rsidRPr="00EE62BB" w:rsidRDefault="0023195E" w:rsidP="005D0B69">
            <w:pPr>
              <w:tabs>
                <w:tab w:val="left" w:pos="360"/>
              </w:tabs>
              <w:spacing w:before="60" w:line="276" w:lineRule="auto"/>
              <w:ind w:left="148" w:hanging="148"/>
              <w:jc w:val="right"/>
              <w:rPr>
                <w:rFonts w:ascii="Arial" w:hAnsi="Arial" w:cs="Arial"/>
                <w:sz w:val="13"/>
                <w:szCs w:val="13"/>
                <w:cs/>
                <w:lang w:val="en-GB"/>
              </w:rPr>
            </w:pPr>
          </w:p>
        </w:tc>
      </w:tr>
      <w:tr w:rsidR="0023195E" w:rsidRPr="00EE62BB" w14:paraId="0AEF0C10" w14:textId="77777777" w:rsidTr="00051A37">
        <w:trPr>
          <w:cantSplit/>
        </w:trPr>
        <w:tc>
          <w:tcPr>
            <w:tcW w:w="1557" w:type="dxa"/>
            <w:vAlign w:val="bottom"/>
          </w:tcPr>
          <w:p w14:paraId="2EF0D7E2" w14:textId="77777777" w:rsidR="0023195E" w:rsidRPr="00EE62BB" w:rsidRDefault="0023195E" w:rsidP="00F32A16">
            <w:pPr>
              <w:tabs>
                <w:tab w:val="left" w:pos="360"/>
              </w:tabs>
              <w:spacing w:before="60" w:line="276" w:lineRule="auto"/>
              <w:rPr>
                <w:rFonts w:ascii="Arial" w:hAnsi="Arial" w:cs="Arial"/>
                <w:sz w:val="13"/>
                <w:szCs w:val="13"/>
              </w:rPr>
            </w:pPr>
          </w:p>
        </w:tc>
        <w:tc>
          <w:tcPr>
            <w:tcW w:w="900" w:type="dxa"/>
            <w:vAlign w:val="bottom"/>
          </w:tcPr>
          <w:p w14:paraId="6896D736"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7DCB1D59"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7431E90C"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39C66C2B"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0C307C60" w14:textId="77777777" w:rsidR="0023195E" w:rsidRPr="00EE62BB" w:rsidRDefault="0023195E"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3B201EAE"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5A45CEB4"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4317B2E5" w14:textId="77777777" w:rsidR="0023195E" w:rsidRPr="00EE62BB" w:rsidRDefault="0023195E" w:rsidP="005D0B69">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7F36DD6B" w14:textId="77777777" w:rsidR="0023195E" w:rsidRPr="00EE62BB" w:rsidRDefault="0023195E"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76D95717" w14:textId="77777777" w:rsidR="0023195E" w:rsidRPr="00EE62BB" w:rsidRDefault="0023195E" w:rsidP="005D0B69">
            <w:pPr>
              <w:tabs>
                <w:tab w:val="left" w:pos="360"/>
              </w:tabs>
              <w:spacing w:before="60" w:line="276" w:lineRule="auto"/>
              <w:ind w:left="148" w:hanging="148"/>
              <w:jc w:val="right"/>
              <w:rPr>
                <w:rFonts w:ascii="Arial" w:hAnsi="Arial" w:cs="Arial"/>
                <w:sz w:val="13"/>
                <w:szCs w:val="13"/>
                <w:cs/>
                <w:lang w:val="en-GB"/>
              </w:rPr>
            </w:pPr>
          </w:p>
        </w:tc>
      </w:tr>
      <w:tr w:rsidR="0023195E" w:rsidRPr="00EE62BB" w14:paraId="15B806BE" w14:textId="77777777" w:rsidTr="00051A37">
        <w:trPr>
          <w:cantSplit/>
        </w:trPr>
        <w:tc>
          <w:tcPr>
            <w:tcW w:w="1557" w:type="dxa"/>
            <w:vAlign w:val="bottom"/>
          </w:tcPr>
          <w:p w14:paraId="7A4A7C87" w14:textId="77777777" w:rsidR="0023195E" w:rsidRPr="00EE62BB" w:rsidRDefault="0023195E" w:rsidP="00F32A16">
            <w:pPr>
              <w:tabs>
                <w:tab w:val="left" w:pos="360"/>
              </w:tabs>
              <w:spacing w:before="60" w:line="276" w:lineRule="auto"/>
              <w:rPr>
                <w:rFonts w:ascii="Arial" w:hAnsi="Arial" w:cs="Arial"/>
                <w:sz w:val="13"/>
                <w:szCs w:val="13"/>
              </w:rPr>
            </w:pPr>
          </w:p>
        </w:tc>
        <w:tc>
          <w:tcPr>
            <w:tcW w:w="900" w:type="dxa"/>
            <w:vAlign w:val="bottom"/>
          </w:tcPr>
          <w:p w14:paraId="16984DB1"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6BE94282"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6EA972CE"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75A63328"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04057C26" w14:textId="77777777" w:rsidR="0023195E" w:rsidRPr="00EE62BB" w:rsidRDefault="0023195E"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61785F98"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61F84759"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0CD60836" w14:textId="77777777" w:rsidR="0023195E" w:rsidRPr="00EE62BB" w:rsidRDefault="0023195E" w:rsidP="005D0B69">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0A05C228" w14:textId="77777777" w:rsidR="0023195E" w:rsidRPr="00EE62BB" w:rsidRDefault="0023195E"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19F63766" w14:textId="77777777" w:rsidR="0023195E" w:rsidRPr="00EE62BB" w:rsidRDefault="0023195E" w:rsidP="005D0B69">
            <w:pPr>
              <w:tabs>
                <w:tab w:val="left" w:pos="360"/>
              </w:tabs>
              <w:spacing w:before="60" w:line="276" w:lineRule="auto"/>
              <w:ind w:left="148" w:hanging="148"/>
              <w:jc w:val="right"/>
              <w:rPr>
                <w:rFonts w:ascii="Arial" w:hAnsi="Arial" w:cs="Arial"/>
                <w:sz w:val="13"/>
                <w:szCs w:val="13"/>
                <w:cs/>
                <w:lang w:val="en-GB"/>
              </w:rPr>
            </w:pPr>
          </w:p>
        </w:tc>
      </w:tr>
      <w:tr w:rsidR="0023195E" w:rsidRPr="00EE62BB" w14:paraId="709F527B" w14:textId="77777777" w:rsidTr="00051A37">
        <w:trPr>
          <w:cantSplit/>
        </w:trPr>
        <w:tc>
          <w:tcPr>
            <w:tcW w:w="1557" w:type="dxa"/>
            <w:vAlign w:val="bottom"/>
          </w:tcPr>
          <w:p w14:paraId="1D25EF98" w14:textId="77777777" w:rsidR="0023195E" w:rsidRPr="00EE62BB" w:rsidRDefault="0023195E" w:rsidP="00F32A16">
            <w:pPr>
              <w:tabs>
                <w:tab w:val="left" w:pos="360"/>
              </w:tabs>
              <w:spacing w:before="60" w:line="276" w:lineRule="auto"/>
              <w:rPr>
                <w:rFonts w:ascii="Arial" w:hAnsi="Arial" w:cs="Arial"/>
                <w:sz w:val="13"/>
                <w:szCs w:val="13"/>
              </w:rPr>
            </w:pPr>
          </w:p>
        </w:tc>
        <w:tc>
          <w:tcPr>
            <w:tcW w:w="900" w:type="dxa"/>
            <w:vAlign w:val="bottom"/>
          </w:tcPr>
          <w:p w14:paraId="5365575C"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71D546A6"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1E045388"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27053A63"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0E9DA15D" w14:textId="77777777" w:rsidR="0023195E" w:rsidRPr="00EE62BB" w:rsidRDefault="0023195E"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50442581"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615FB2F5"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2F614CD4" w14:textId="77777777" w:rsidR="0023195E" w:rsidRPr="00EE62BB" w:rsidRDefault="0023195E" w:rsidP="005D0B69">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42CD231A" w14:textId="77777777" w:rsidR="0023195E" w:rsidRPr="00EE62BB" w:rsidRDefault="0023195E"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52C87E3A" w14:textId="77777777" w:rsidR="0023195E" w:rsidRPr="00EE62BB" w:rsidRDefault="0023195E" w:rsidP="005D0B69">
            <w:pPr>
              <w:tabs>
                <w:tab w:val="left" w:pos="360"/>
              </w:tabs>
              <w:spacing w:before="60" w:line="276" w:lineRule="auto"/>
              <w:ind w:left="148" w:hanging="148"/>
              <w:jc w:val="right"/>
              <w:rPr>
                <w:rFonts w:ascii="Arial" w:hAnsi="Arial" w:cs="Arial"/>
                <w:sz w:val="13"/>
                <w:szCs w:val="13"/>
                <w:cs/>
                <w:lang w:val="en-GB"/>
              </w:rPr>
            </w:pPr>
          </w:p>
        </w:tc>
      </w:tr>
      <w:tr w:rsidR="0023195E" w:rsidRPr="00EE62BB" w14:paraId="76ACB0B6" w14:textId="77777777" w:rsidTr="00051A37">
        <w:trPr>
          <w:cantSplit/>
        </w:trPr>
        <w:tc>
          <w:tcPr>
            <w:tcW w:w="1557" w:type="dxa"/>
            <w:vAlign w:val="bottom"/>
          </w:tcPr>
          <w:p w14:paraId="753C8BA2" w14:textId="77777777" w:rsidR="0023195E" w:rsidRPr="00EE62BB" w:rsidRDefault="0023195E" w:rsidP="00F32A16">
            <w:pPr>
              <w:tabs>
                <w:tab w:val="left" w:pos="360"/>
              </w:tabs>
              <w:spacing w:before="60" w:line="276" w:lineRule="auto"/>
              <w:rPr>
                <w:rFonts w:ascii="Arial" w:hAnsi="Arial" w:cs="Arial"/>
                <w:sz w:val="13"/>
                <w:szCs w:val="13"/>
              </w:rPr>
            </w:pPr>
          </w:p>
        </w:tc>
        <w:tc>
          <w:tcPr>
            <w:tcW w:w="900" w:type="dxa"/>
            <w:vAlign w:val="bottom"/>
          </w:tcPr>
          <w:p w14:paraId="2EC5B6FF"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720A12E6"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0783FF96"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6DF0E50C"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4D8FE91B" w14:textId="77777777" w:rsidR="0023195E" w:rsidRPr="00EE62BB" w:rsidRDefault="0023195E"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24EE9271"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6F74C686"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6DF0FBD6" w14:textId="77777777" w:rsidR="0023195E" w:rsidRPr="00EE62BB" w:rsidRDefault="0023195E" w:rsidP="005D0B69">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50FA3601" w14:textId="77777777" w:rsidR="0023195E" w:rsidRPr="00EE62BB" w:rsidRDefault="0023195E"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29F6A88B" w14:textId="77777777" w:rsidR="0023195E" w:rsidRPr="00EE62BB" w:rsidRDefault="0023195E" w:rsidP="005D0B69">
            <w:pPr>
              <w:tabs>
                <w:tab w:val="left" w:pos="360"/>
              </w:tabs>
              <w:spacing w:before="60" w:line="276" w:lineRule="auto"/>
              <w:ind w:left="148" w:hanging="148"/>
              <w:jc w:val="right"/>
              <w:rPr>
                <w:rFonts w:ascii="Arial" w:hAnsi="Arial" w:cs="Arial"/>
                <w:sz w:val="13"/>
                <w:szCs w:val="13"/>
                <w:cs/>
                <w:lang w:val="en-GB"/>
              </w:rPr>
            </w:pPr>
          </w:p>
        </w:tc>
      </w:tr>
      <w:tr w:rsidR="0023195E" w:rsidRPr="00EE62BB" w14:paraId="3B788BAB" w14:textId="77777777" w:rsidTr="00051A37">
        <w:trPr>
          <w:cantSplit/>
        </w:trPr>
        <w:tc>
          <w:tcPr>
            <w:tcW w:w="1557" w:type="dxa"/>
            <w:vAlign w:val="bottom"/>
          </w:tcPr>
          <w:p w14:paraId="4F1BF00D" w14:textId="77777777" w:rsidR="0023195E" w:rsidRPr="00EE62BB" w:rsidRDefault="0023195E" w:rsidP="00F32A16">
            <w:pPr>
              <w:tabs>
                <w:tab w:val="left" w:pos="360"/>
              </w:tabs>
              <w:spacing w:before="60" w:line="276" w:lineRule="auto"/>
              <w:rPr>
                <w:rFonts w:ascii="Arial" w:hAnsi="Arial" w:cs="Arial"/>
                <w:sz w:val="13"/>
                <w:szCs w:val="13"/>
              </w:rPr>
            </w:pPr>
          </w:p>
        </w:tc>
        <w:tc>
          <w:tcPr>
            <w:tcW w:w="900" w:type="dxa"/>
            <w:vAlign w:val="bottom"/>
          </w:tcPr>
          <w:p w14:paraId="7DD4FB49"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6EB92B2F"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50BA9A17"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21B6537A"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6AAD311B" w14:textId="77777777" w:rsidR="0023195E" w:rsidRPr="00EE62BB" w:rsidRDefault="0023195E"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1141C515"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23327C2A"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62D22050" w14:textId="77777777" w:rsidR="0023195E" w:rsidRPr="00EE62BB" w:rsidRDefault="0023195E" w:rsidP="005D0B69">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322E7AB9" w14:textId="77777777" w:rsidR="0023195E" w:rsidRPr="00EE62BB" w:rsidRDefault="0023195E"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3C26E6FF" w14:textId="77777777" w:rsidR="0023195E" w:rsidRPr="00EE62BB" w:rsidRDefault="0023195E" w:rsidP="005D0B69">
            <w:pPr>
              <w:tabs>
                <w:tab w:val="left" w:pos="360"/>
              </w:tabs>
              <w:spacing w:before="60" w:line="276" w:lineRule="auto"/>
              <w:ind w:left="148" w:hanging="148"/>
              <w:jc w:val="right"/>
              <w:rPr>
                <w:rFonts w:ascii="Arial" w:hAnsi="Arial" w:cs="Arial"/>
                <w:sz w:val="13"/>
                <w:szCs w:val="13"/>
                <w:cs/>
                <w:lang w:val="en-GB"/>
              </w:rPr>
            </w:pPr>
          </w:p>
        </w:tc>
      </w:tr>
      <w:tr w:rsidR="0023195E" w:rsidRPr="00EE62BB" w14:paraId="7E9185B9" w14:textId="77777777" w:rsidTr="00051A37">
        <w:trPr>
          <w:cantSplit/>
        </w:trPr>
        <w:tc>
          <w:tcPr>
            <w:tcW w:w="1557" w:type="dxa"/>
            <w:vAlign w:val="bottom"/>
          </w:tcPr>
          <w:p w14:paraId="25DF2118" w14:textId="77777777" w:rsidR="0023195E" w:rsidRPr="00EE62BB" w:rsidRDefault="0023195E" w:rsidP="00F32A16">
            <w:pPr>
              <w:tabs>
                <w:tab w:val="left" w:pos="360"/>
              </w:tabs>
              <w:spacing w:before="60" w:line="276" w:lineRule="auto"/>
              <w:rPr>
                <w:rFonts w:ascii="Arial" w:hAnsi="Arial" w:cs="Arial"/>
                <w:sz w:val="13"/>
                <w:szCs w:val="13"/>
              </w:rPr>
            </w:pPr>
          </w:p>
        </w:tc>
        <w:tc>
          <w:tcPr>
            <w:tcW w:w="900" w:type="dxa"/>
            <w:vAlign w:val="bottom"/>
          </w:tcPr>
          <w:p w14:paraId="7C055FBF"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75370DE8"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5C1D704B"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7069E68D"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29BEB259" w14:textId="77777777" w:rsidR="0023195E" w:rsidRPr="00EE62BB" w:rsidRDefault="0023195E"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13CCD561"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3422A3EF"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2FF7DC6B" w14:textId="77777777" w:rsidR="0023195E" w:rsidRPr="00EE62BB" w:rsidRDefault="0023195E" w:rsidP="005D0B69">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52CFD17B" w14:textId="77777777" w:rsidR="0023195E" w:rsidRPr="00EE62BB" w:rsidRDefault="0023195E"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09A44902" w14:textId="77777777" w:rsidR="0023195E" w:rsidRPr="00EE62BB" w:rsidRDefault="0023195E" w:rsidP="005D0B69">
            <w:pPr>
              <w:tabs>
                <w:tab w:val="left" w:pos="360"/>
              </w:tabs>
              <w:spacing w:before="60" w:line="276" w:lineRule="auto"/>
              <w:ind w:left="148" w:hanging="148"/>
              <w:jc w:val="right"/>
              <w:rPr>
                <w:rFonts w:ascii="Arial" w:hAnsi="Arial" w:cs="Arial"/>
                <w:sz w:val="13"/>
                <w:szCs w:val="13"/>
                <w:cs/>
                <w:lang w:val="en-GB"/>
              </w:rPr>
            </w:pPr>
          </w:p>
        </w:tc>
      </w:tr>
      <w:tr w:rsidR="0023195E" w:rsidRPr="00EE62BB" w14:paraId="616F8E4B" w14:textId="77777777" w:rsidTr="00051A37">
        <w:trPr>
          <w:cantSplit/>
        </w:trPr>
        <w:tc>
          <w:tcPr>
            <w:tcW w:w="1557" w:type="dxa"/>
            <w:vAlign w:val="bottom"/>
          </w:tcPr>
          <w:p w14:paraId="13C64684" w14:textId="77777777" w:rsidR="0023195E" w:rsidRPr="00EE62BB" w:rsidRDefault="0023195E" w:rsidP="00F32A16">
            <w:pPr>
              <w:tabs>
                <w:tab w:val="left" w:pos="360"/>
              </w:tabs>
              <w:spacing w:before="60" w:line="276" w:lineRule="auto"/>
              <w:rPr>
                <w:rFonts w:ascii="Arial" w:hAnsi="Arial" w:cs="Arial"/>
                <w:sz w:val="13"/>
                <w:szCs w:val="13"/>
              </w:rPr>
            </w:pPr>
          </w:p>
        </w:tc>
        <w:tc>
          <w:tcPr>
            <w:tcW w:w="900" w:type="dxa"/>
            <w:vAlign w:val="bottom"/>
          </w:tcPr>
          <w:p w14:paraId="388BDF8A"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690B83B4"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79C870AC"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19975FFC"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5F4A16CB" w14:textId="77777777" w:rsidR="0023195E" w:rsidRPr="00EE62BB" w:rsidRDefault="0023195E"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38595831"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56991F99"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4B5E1B94" w14:textId="77777777" w:rsidR="0023195E" w:rsidRPr="00EE62BB" w:rsidRDefault="0023195E" w:rsidP="005D0B69">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7454E54A" w14:textId="77777777" w:rsidR="0023195E" w:rsidRPr="00EE62BB" w:rsidRDefault="0023195E"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77ED30A1" w14:textId="77777777" w:rsidR="0023195E" w:rsidRPr="00EE62BB" w:rsidRDefault="0023195E" w:rsidP="005D0B69">
            <w:pPr>
              <w:tabs>
                <w:tab w:val="left" w:pos="360"/>
              </w:tabs>
              <w:spacing w:before="60" w:line="276" w:lineRule="auto"/>
              <w:ind w:left="148" w:hanging="148"/>
              <w:jc w:val="right"/>
              <w:rPr>
                <w:rFonts w:ascii="Arial" w:hAnsi="Arial" w:cs="Arial"/>
                <w:sz w:val="13"/>
                <w:szCs w:val="13"/>
                <w:cs/>
                <w:lang w:val="en-GB"/>
              </w:rPr>
            </w:pPr>
          </w:p>
        </w:tc>
      </w:tr>
      <w:tr w:rsidR="0023195E" w:rsidRPr="00EE62BB" w14:paraId="3AEABD3D" w14:textId="77777777" w:rsidTr="00051A37">
        <w:trPr>
          <w:cantSplit/>
        </w:trPr>
        <w:tc>
          <w:tcPr>
            <w:tcW w:w="1557" w:type="dxa"/>
            <w:vAlign w:val="bottom"/>
          </w:tcPr>
          <w:p w14:paraId="4F8730E4" w14:textId="77777777" w:rsidR="0023195E" w:rsidRPr="00EE62BB" w:rsidRDefault="0023195E" w:rsidP="00F32A16">
            <w:pPr>
              <w:tabs>
                <w:tab w:val="left" w:pos="360"/>
              </w:tabs>
              <w:spacing w:before="60" w:line="276" w:lineRule="auto"/>
              <w:rPr>
                <w:rFonts w:ascii="Arial" w:hAnsi="Arial" w:cs="Arial"/>
                <w:sz w:val="13"/>
                <w:szCs w:val="13"/>
              </w:rPr>
            </w:pPr>
          </w:p>
        </w:tc>
        <w:tc>
          <w:tcPr>
            <w:tcW w:w="900" w:type="dxa"/>
            <w:vAlign w:val="bottom"/>
          </w:tcPr>
          <w:p w14:paraId="106B6BAE"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040EA551"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40E8C342"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3C97829C"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1B7A6707" w14:textId="77777777" w:rsidR="0023195E" w:rsidRPr="00EE62BB" w:rsidRDefault="0023195E"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41CF2E8A"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44394A69"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64E875A9" w14:textId="77777777" w:rsidR="0023195E" w:rsidRPr="00EE62BB" w:rsidRDefault="0023195E" w:rsidP="005D0B69">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44F6B43A" w14:textId="77777777" w:rsidR="0023195E" w:rsidRPr="00EE62BB" w:rsidRDefault="0023195E"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476CFB1F" w14:textId="77777777" w:rsidR="0023195E" w:rsidRPr="00EE62BB" w:rsidRDefault="0023195E" w:rsidP="005D0B69">
            <w:pPr>
              <w:tabs>
                <w:tab w:val="left" w:pos="360"/>
              </w:tabs>
              <w:spacing w:before="60" w:line="276" w:lineRule="auto"/>
              <w:ind w:left="148" w:hanging="148"/>
              <w:jc w:val="right"/>
              <w:rPr>
                <w:rFonts w:ascii="Arial" w:hAnsi="Arial" w:cs="Arial"/>
                <w:sz w:val="13"/>
                <w:szCs w:val="13"/>
                <w:cs/>
                <w:lang w:val="en-GB"/>
              </w:rPr>
            </w:pPr>
          </w:p>
        </w:tc>
      </w:tr>
      <w:tr w:rsidR="0023195E" w:rsidRPr="00EE62BB" w14:paraId="75549512" w14:textId="77777777" w:rsidTr="00051A37">
        <w:trPr>
          <w:cantSplit/>
        </w:trPr>
        <w:tc>
          <w:tcPr>
            <w:tcW w:w="1557" w:type="dxa"/>
            <w:vAlign w:val="bottom"/>
          </w:tcPr>
          <w:p w14:paraId="4F752888" w14:textId="77777777" w:rsidR="0023195E" w:rsidRPr="00EE62BB" w:rsidRDefault="0023195E" w:rsidP="00F32A16">
            <w:pPr>
              <w:tabs>
                <w:tab w:val="left" w:pos="360"/>
              </w:tabs>
              <w:spacing w:before="60" w:line="276" w:lineRule="auto"/>
              <w:rPr>
                <w:rFonts w:ascii="Arial" w:hAnsi="Arial" w:cs="Arial"/>
                <w:sz w:val="13"/>
                <w:szCs w:val="13"/>
              </w:rPr>
            </w:pPr>
          </w:p>
        </w:tc>
        <w:tc>
          <w:tcPr>
            <w:tcW w:w="900" w:type="dxa"/>
            <w:vAlign w:val="bottom"/>
          </w:tcPr>
          <w:p w14:paraId="5CA0C066"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1E01E9F0"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4A7870B5"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0988A567"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5A3E0522" w14:textId="77777777" w:rsidR="0023195E" w:rsidRPr="00EE62BB" w:rsidRDefault="0023195E"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1857C358"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79EDC036" w14:textId="77777777" w:rsidR="0023195E" w:rsidRPr="00EE62BB" w:rsidRDefault="0023195E" w:rsidP="005D0B69">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30F3CF21" w14:textId="77777777" w:rsidR="0023195E" w:rsidRPr="00EE62BB" w:rsidRDefault="0023195E" w:rsidP="005D0B69">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145DF40A" w14:textId="77777777" w:rsidR="0023195E" w:rsidRPr="00EE62BB" w:rsidRDefault="0023195E"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7367EF4F" w14:textId="77777777" w:rsidR="0023195E" w:rsidRPr="00EE62BB" w:rsidRDefault="0023195E" w:rsidP="005D0B69">
            <w:pPr>
              <w:tabs>
                <w:tab w:val="left" w:pos="360"/>
              </w:tabs>
              <w:spacing w:before="60" w:line="276" w:lineRule="auto"/>
              <w:ind w:left="148" w:hanging="148"/>
              <w:jc w:val="right"/>
              <w:rPr>
                <w:rFonts w:ascii="Arial" w:hAnsi="Arial" w:cs="Arial"/>
                <w:sz w:val="13"/>
                <w:szCs w:val="13"/>
                <w:cs/>
                <w:lang w:val="en-GB"/>
              </w:rPr>
            </w:pPr>
          </w:p>
        </w:tc>
      </w:tr>
      <w:tr w:rsidR="008C4DE1" w:rsidRPr="00EE62BB" w14:paraId="49552A1F" w14:textId="77777777" w:rsidTr="00051A37">
        <w:trPr>
          <w:cantSplit/>
        </w:trPr>
        <w:tc>
          <w:tcPr>
            <w:tcW w:w="3987" w:type="dxa"/>
            <w:gridSpan w:val="4"/>
            <w:vAlign w:val="bottom"/>
          </w:tcPr>
          <w:p w14:paraId="383D3728" w14:textId="32D3FF81" w:rsidR="008C4DE1" w:rsidRPr="00EE62BB" w:rsidRDefault="008C4DE1" w:rsidP="00D36CCA">
            <w:pPr>
              <w:tabs>
                <w:tab w:val="left" w:pos="794"/>
                <w:tab w:val="left" w:pos="1361"/>
                <w:tab w:val="left" w:pos="1928"/>
              </w:tabs>
              <w:spacing w:before="60" w:line="276" w:lineRule="auto"/>
              <w:rPr>
                <w:rFonts w:ascii="Arial" w:hAnsi="Arial" w:cs="Arial"/>
                <w:sz w:val="13"/>
                <w:szCs w:val="13"/>
              </w:rPr>
            </w:pPr>
          </w:p>
        </w:tc>
        <w:tc>
          <w:tcPr>
            <w:tcW w:w="810" w:type="dxa"/>
            <w:vAlign w:val="bottom"/>
          </w:tcPr>
          <w:p w14:paraId="1F79D086" w14:textId="77777777" w:rsidR="008C4DE1" w:rsidRPr="00EE62BB"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1F417A1A" w14:textId="77777777" w:rsidR="008C4DE1" w:rsidRPr="00EE62BB" w:rsidRDefault="008C4DE1"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2DF5ED9F" w14:textId="77777777" w:rsidR="008C4DE1" w:rsidRPr="00EE62BB"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11" w:type="dxa"/>
            <w:vAlign w:val="bottom"/>
          </w:tcPr>
          <w:p w14:paraId="4EA9ACC0" w14:textId="77777777" w:rsidR="008C4DE1" w:rsidRPr="00EE62BB"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851" w:type="dxa"/>
            <w:vAlign w:val="bottom"/>
          </w:tcPr>
          <w:p w14:paraId="5E55203C" w14:textId="77777777" w:rsidR="008C4DE1" w:rsidRPr="00EE62BB" w:rsidRDefault="008C4DE1" w:rsidP="005D0B69">
            <w:pPr>
              <w:tabs>
                <w:tab w:val="left" w:pos="794"/>
                <w:tab w:val="left" w:pos="1361"/>
                <w:tab w:val="left" w:pos="1928"/>
              </w:tabs>
              <w:spacing w:before="60" w:line="276" w:lineRule="auto"/>
              <w:jc w:val="center"/>
              <w:rPr>
                <w:rFonts w:ascii="Arial" w:hAnsi="Arial" w:cs="Arial"/>
                <w:sz w:val="13"/>
                <w:szCs w:val="13"/>
              </w:rPr>
            </w:pPr>
          </w:p>
        </w:tc>
        <w:tc>
          <w:tcPr>
            <w:tcW w:w="805" w:type="dxa"/>
            <w:vAlign w:val="bottom"/>
          </w:tcPr>
          <w:p w14:paraId="02C27983" w14:textId="77777777" w:rsidR="008C4DE1" w:rsidRPr="00EE62BB" w:rsidRDefault="008C4DE1"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79BC56A6" w14:textId="77777777" w:rsidR="008C4DE1" w:rsidRPr="00EE62BB" w:rsidRDefault="008C4DE1" w:rsidP="005D0B69">
            <w:pPr>
              <w:tabs>
                <w:tab w:val="left" w:pos="360"/>
              </w:tabs>
              <w:spacing w:before="60" w:line="276" w:lineRule="auto"/>
              <w:ind w:left="148" w:hanging="148"/>
              <w:jc w:val="right"/>
              <w:rPr>
                <w:rFonts w:ascii="Arial" w:hAnsi="Arial" w:cs="Arial"/>
                <w:sz w:val="13"/>
                <w:szCs w:val="13"/>
                <w:cs/>
                <w:lang w:val="en-GB"/>
              </w:rPr>
            </w:pPr>
          </w:p>
        </w:tc>
      </w:tr>
      <w:tr w:rsidR="00DB21A6" w:rsidRPr="00EE62BB" w14:paraId="3498032B" w14:textId="77777777" w:rsidTr="00051A37">
        <w:trPr>
          <w:cantSplit/>
        </w:trPr>
        <w:tc>
          <w:tcPr>
            <w:tcW w:w="3987" w:type="dxa"/>
            <w:gridSpan w:val="4"/>
            <w:vAlign w:val="bottom"/>
          </w:tcPr>
          <w:p w14:paraId="45B74B10" w14:textId="6D8F0D2C" w:rsidR="00DB21A6" w:rsidRPr="001401EB" w:rsidRDefault="00F32A16" w:rsidP="00D36CCA">
            <w:pPr>
              <w:tabs>
                <w:tab w:val="left" w:pos="794"/>
                <w:tab w:val="left" w:pos="1361"/>
                <w:tab w:val="left" w:pos="1928"/>
              </w:tabs>
              <w:spacing w:before="60" w:line="276" w:lineRule="auto"/>
              <w:rPr>
                <w:rFonts w:ascii="Arial" w:hAnsi="Arial" w:cs="Arial"/>
                <w:sz w:val="14"/>
                <w:szCs w:val="14"/>
              </w:rPr>
            </w:pPr>
            <w:r w:rsidRPr="001401EB">
              <w:rPr>
                <w:rFonts w:ascii="Arial" w:hAnsi="Arial" w:cs="Arial"/>
                <w:sz w:val="14"/>
                <w:szCs w:val="14"/>
              </w:rPr>
              <w:t>Revenues classified based on income recognition methods</w:t>
            </w:r>
          </w:p>
        </w:tc>
        <w:tc>
          <w:tcPr>
            <w:tcW w:w="810" w:type="dxa"/>
            <w:vAlign w:val="bottom"/>
          </w:tcPr>
          <w:p w14:paraId="23C77237" w14:textId="77777777" w:rsidR="00DB21A6" w:rsidRPr="001401EB" w:rsidRDefault="00DB21A6" w:rsidP="005D0B69">
            <w:pPr>
              <w:tabs>
                <w:tab w:val="left" w:pos="794"/>
                <w:tab w:val="left" w:pos="1361"/>
                <w:tab w:val="left" w:pos="1928"/>
              </w:tabs>
              <w:spacing w:before="60" w:line="276" w:lineRule="auto"/>
              <w:jc w:val="right"/>
              <w:rPr>
                <w:rFonts w:ascii="Arial" w:hAnsi="Arial" w:cs="Arial"/>
                <w:sz w:val="14"/>
                <w:szCs w:val="14"/>
              </w:rPr>
            </w:pPr>
          </w:p>
        </w:tc>
        <w:tc>
          <w:tcPr>
            <w:tcW w:w="858" w:type="dxa"/>
            <w:vAlign w:val="bottom"/>
          </w:tcPr>
          <w:p w14:paraId="357573CF" w14:textId="77777777" w:rsidR="00DB21A6" w:rsidRPr="001401EB" w:rsidRDefault="00DB21A6" w:rsidP="005D0B69">
            <w:pPr>
              <w:tabs>
                <w:tab w:val="left" w:pos="540"/>
              </w:tabs>
              <w:spacing w:before="60" w:line="276" w:lineRule="auto"/>
              <w:ind w:left="-130" w:right="-105"/>
              <w:jc w:val="right"/>
              <w:rPr>
                <w:rFonts w:ascii="Arial" w:hAnsi="Arial" w:cs="Arial"/>
                <w:sz w:val="14"/>
                <w:szCs w:val="14"/>
                <w:cs/>
              </w:rPr>
            </w:pPr>
          </w:p>
        </w:tc>
        <w:tc>
          <w:tcPr>
            <w:tcW w:w="915" w:type="dxa"/>
            <w:vAlign w:val="bottom"/>
          </w:tcPr>
          <w:p w14:paraId="75E89F24" w14:textId="77777777" w:rsidR="00DB21A6" w:rsidRPr="001401EB" w:rsidRDefault="00DB21A6" w:rsidP="005D0B69">
            <w:pPr>
              <w:tabs>
                <w:tab w:val="left" w:pos="794"/>
                <w:tab w:val="left" w:pos="1361"/>
                <w:tab w:val="left" w:pos="1928"/>
              </w:tabs>
              <w:spacing w:before="60" w:line="276" w:lineRule="auto"/>
              <w:jc w:val="right"/>
              <w:rPr>
                <w:rFonts w:ascii="Arial" w:hAnsi="Arial" w:cs="Arial"/>
                <w:sz w:val="14"/>
                <w:szCs w:val="14"/>
              </w:rPr>
            </w:pPr>
          </w:p>
        </w:tc>
        <w:tc>
          <w:tcPr>
            <w:tcW w:w="711" w:type="dxa"/>
            <w:vAlign w:val="bottom"/>
          </w:tcPr>
          <w:p w14:paraId="782E2B33" w14:textId="77777777" w:rsidR="00DB21A6" w:rsidRPr="001401EB" w:rsidRDefault="00DB21A6" w:rsidP="005D0B69">
            <w:pPr>
              <w:tabs>
                <w:tab w:val="left" w:pos="794"/>
                <w:tab w:val="left" w:pos="1361"/>
                <w:tab w:val="left" w:pos="1928"/>
              </w:tabs>
              <w:spacing w:before="60" w:line="276" w:lineRule="auto"/>
              <w:jc w:val="right"/>
              <w:rPr>
                <w:rFonts w:ascii="Arial" w:hAnsi="Arial" w:cs="Arial"/>
                <w:sz w:val="14"/>
                <w:szCs w:val="14"/>
              </w:rPr>
            </w:pPr>
          </w:p>
        </w:tc>
        <w:tc>
          <w:tcPr>
            <w:tcW w:w="851" w:type="dxa"/>
            <w:vAlign w:val="bottom"/>
          </w:tcPr>
          <w:p w14:paraId="1E3C3EF0" w14:textId="77777777" w:rsidR="00DB21A6" w:rsidRPr="001401EB" w:rsidRDefault="00DB21A6" w:rsidP="005D0B69">
            <w:pPr>
              <w:tabs>
                <w:tab w:val="left" w:pos="794"/>
                <w:tab w:val="left" w:pos="1361"/>
                <w:tab w:val="left" w:pos="1928"/>
              </w:tabs>
              <w:spacing w:before="60" w:line="276" w:lineRule="auto"/>
              <w:jc w:val="center"/>
              <w:rPr>
                <w:rFonts w:ascii="Arial" w:hAnsi="Arial" w:cs="Arial"/>
                <w:sz w:val="14"/>
                <w:szCs w:val="14"/>
              </w:rPr>
            </w:pPr>
          </w:p>
        </w:tc>
        <w:tc>
          <w:tcPr>
            <w:tcW w:w="805" w:type="dxa"/>
            <w:vAlign w:val="bottom"/>
          </w:tcPr>
          <w:p w14:paraId="084736F6" w14:textId="77777777" w:rsidR="00DB21A6" w:rsidRPr="001401EB" w:rsidRDefault="00DB21A6" w:rsidP="005D0B69">
            <w:pPr>
              <w:tabs>
                <w:tab w:val="left" w:pos="794"/>
                <w:tab w:val="left" w:pos="1361"/>
                <w:tab w:val="left" w:pos="1928"/>
              </w:tabs>
              <w:spacing w:before="60" w:line="276" w:lineRule="auto"/>
              <w:ind w:right="-38" w:hanging="27"/>
              <w:jc w:val="center"/>
              <w:rPr>
                <w:rFonts w:ascii="Arial" w:hAnsi="Arial" w:cs="Arial"/>
                <w:sz w:val="14"/>
                <w:szCs w:val="14"/>
              </w:rPr>
            </w:pPr>
          </w:p>
        </w:tc>
        <w:tc>
          <w:tcPr>
            <w:tcW w:w="900" w:type="dxa"/>
            <w:gridSpan w:val="2"/>
            <w:vAlign w:val="bottom"/>
          </w:tcPr>
          <w:p w14:paraId="2F143091" w14:textId="77777777" w:rsidR="00DB21A6" w:rsidRPr="001401EB" w:rsidRDefault="00DB21A6" w:rsidP="005D0B69">
            <w:pPr>
              <w:tabs>
                <w:tab w:val="left" w:pos="360"/>
              </w:tabs>
              <w:spacing w:before="60" w:line="276" w:lineRule="auto"/>
              <w:ind w:left="148" w:hanging="148"/>
              <w:jc w:val="right"/>
              <w:rPr>
                <w:rFonts w:ascii="Arial" w:hAnsi="Arial" w:cs="Arial"/>
                <w:sz w:val="14"/>
                <w:szCs w:val="14"/>
                <w:cs/>
                <w:lang w:val="en-GB"/>
              </w:rPr>
            </w:pPr>
          </w:p>
        </w:tc>
      </w:tr>
      <w:tr w:rsidR="002B52A3" w:rsidRPr="00EE62BB" w14:paraId="046F9878" w14:textId="77777777">
        <w:trPr>
          <w:cantSplit/>
        </w:trPr>
        <w:tc>
          <w:tcPr>
            <w:tcW w:w="1557" w:type="dxa"/>
          </w:tcPr>
          <w:p w14:paraId="633DD5EE" w14:textId="198B6680" w:rsidR="002B52A3" w:rsidRPr="001401EB" w:rsidRDefault="002B52A3" w:rsidP="002B52A3">
            <w:pPr>
              <w:tabs>
                <w:tab w:val="left" w:pos="360"/>
              </w:tabs>
              <w:spacing w:before="60" w:line="276" w:lineRule="auto"/>
              <w:ind w:left="148" w:hanging="148"/>
              <w:rPr>
                <w:rFonts w:ascii="Arial" w:hAnsi="Arial" w:cs="Arial"/>
                <w:sz w:val="14"/>
                <w:szCs w:val="14"/>
              </w:rPr>
            </w:pPr>
            <w:r w:rsidRPr="001401EB">
              <w:rPr>
                <w:rFonts w:ascii="Arial" w:hAnsi="Arial" w:cstheme="minorBidi" w:hint="cs"/>
                <w:sz w:val="14"/>
                <w:szCs w:val="14"/>
                <w:cs/>
              </w:rPr>
              <w:t xml:space="preserve">     </w:t>
            </w:r>
            <w:r w:rsidRPr="001401EB">
              <w:rPr>
                <w:rFonts w:ascii="Arial" w:hAnsi="Arial" w:cs="Arial"/>
                <w:sz w:val="14"/>
                <w:szCs w:val="14"/>
              </w:rPr>
              <w:t>At point in time</w:t>
            </w:r>
          </w:p>
        </w:tc>
        <w:tc>
          <w:tcPr>
            <w:tcW w:w="900" w:type="dxa"/>
          </w:tcPr>
          <w:p w14:paraId="5644F02A" w14:textId="448674A3" w:rsidR="002B52A3" w:rsidRPr="001401EB" w:rsidRDefault="002B52A3" w:rsidP="002B52A3">
            <w:pP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917,388</w:t>
            </w:r>
          </w:p>
        </w:tc>
        <w:tc>
          <w:tcPr>
            <w:tcW w:w="784" w:type="dxa"/>
          </w:tcPr>
          <w:p w14:paraId="2DBE59E5" w14:textId="1F0AD63B" w:rsidR="002B52A3" w:rsidRPr="001401EB" w:rsidRDefault="002B52A3" w:rsidP="002B52A3">
            <w:pP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76,412</w:t>
            </w:r>
          </w:p>
        </w:tc>
        <w:tc>
          <w:tcPr>
            <w:tcW w:w="746" w:type="dxa"/>
          </w:tcPr>
          <w:p w14:paraId="7A8B6979" w14:textId="326B715D" w:rsidR="002B52A3" w:rsidRPr="001401EB" w:rsidRDefault="002B52A3" w:rsidP="002B52A3">
            <w:pP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16,376</w:t>
            </w:r>
          </w:p>
        </w:tc>
        <w:tc>
          <w:tcPr>
            <w:tcW w:w="810" w:type="dxa"/>
          </w:tcPr>
          <w:p w14:paraId="515A4B81" w14:textId="2390200B" w:rsidR="002B52A3" w:rsidRPr="001401EB" w:rsidRDefault="002B52A3" w:rsidP="002B52A3">
            <w:pPr>
              <w:tabs>
                <w:tab w:val="left" w:pos="794"/>
                <w:tab w:val="left" w:pos="1361"/>
                <w:tab w:val="left" w:pos="1928"/>
              </w:tabs>
              <w:spacing w:before="60" w:line="276" w:lineRule="auto"/>
              <w:jc w:val="center"/>
              <w:rPr>
                <w:rFonts w:ascii="Arial" w:hAnsi="Arial" w:cstheme="minorBidi"/>
                <w:sz w:val="14"/>
                <w:szCs w:val="14"/>
              </w:rPr>
            </w:pPr>
            <w:r w:rsidRPr="001401EB">
              <w:rPr>
                <w:rFonts w:ascii="Arial" w:hAnsi="Arial" w:cs="Arial"/>
                <w:sz w:val="14"/>
                <w:szCs w:val="14"/>
              </w:rPr>
              <w:t xml:space="preserve">      -</w:t>
            </w:r>
          </w:p>
        </w:tc>
        <w:tc>
          <w:tcPr>
            <w:tcW w:w="858" w:type="dxa"/>
          </w:tcPr>
          <w:p w14:paraId="100F7A25" w14:textId="470089D9" w:rsidR="002B52A3" w:rsidRPr="001401EB" w:rsidRDefault="002B52A3" w:rsidP="002B52A3">
            <w:pPr>
              <w:tabs>
                <w:tab w:val="left" w:pos="794"/>
                <w:tab w:val="left" w:pos="1361"/>
                <w:tab w:val="left" w:pos="1928"/>
              </w:tabs>
              <w:spacing w:before="60" w:line="276" w:lineRule="auto"/>
              <w:jc w:val="right"/>
              <w:rPr>
                <w:rFonts w:ascii="Arial" w:hAnsi="Arial" w:cs="Arial"/>
                <w:sz w:val="14"/>
                <w:szCs w:val="14"/>
                <w:cs/>
              </w:rPr>
            </w:pPr>
            <w:r w:rsidRPr="001401EB">
              <w:rPr>
                <w:rFonts w:ascii="Arial" w:hAnsi="Arial" w:cs="Arial"/>
                <w:sz w:val="14"/>
                <w:szCs w:val="14"/>
              </w:rPr>
              <w:t>1,010,176</w:t>
            </w:r>
          </w:p>
        </w:tc>
        <w:tc>
          <w:tcPr>
            <w:tcW w:w="915" w:type="dxa"/>
          </w:tcPr>
          <w:p w14:paraId="3CCD8E98" w14:textId="1493333A" w:rsidR="002B52A3" w:rsidRPr="001401EB" w:rsidRDefault="002B52A3" w:rsidP="002B52A3">
            <w:pP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1,055,328</w:t>
            </w:r>
          </w:p>
        </w:tc>
        <w:tc>
          <w:tcPr>
            <w:tcW w:w="711" w:type="dxa"/>
          </w:tcPr>
          <w:p w14:paraId="34E43D0E" w14:textId="7EC2B97F" w:rsidR="002B52A3" w:rsidRPr="001401EB" w:rsidRDefault="002B52A3" w:rsidP="002B52A3">
            <w:pP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85,078</w:t>
            </w:r>
          </w:p>
        </w:tc>
        <w:tc>
          <w:tcPr>
            <w:tcW w:w="851" w:type="dxa"/>
          </w:tcPr>
          <w:p w14:paraId="330701C7" w14:textId="050F1F42" w:rsidR="002B52A3" w:rsidRPr="001401EB" w:rsidRDefault="002B52A3" w:rsidP="002B52A3">
            <w:pP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20,078</w:t>
            </w:r>
          </w:p>
        </w:tc>
        <w:tc>
          <w:tcPr>
            <w:tcW w:w="805" w:type="dxa"/>
          </w:tcPr>
          <w:p w14:paraId="2EDBF1E8" w14:textId="49683C08" w:rsidR="002B52A3" w:rsidRPr="001401EB" w:rsidRDefault="002B52A3" w:rsidP="001401EB">
            <w:pPr>
              <w:tabs>
                <w:tab w:val="left" w:pos="794"/>
                <w:tab w:val="left" w:pos="1361"/>
                <w:tab w:val="left" w:pos="1928"/>
              </w:tabs>
              <w:spacing w:before="60" w:line="276" w:lineRule="auto"/>
              <w:jc w:val="center"/>
              <w:rPr>
                <w:rFonts w:ascii="Arial" w:hAnsi="Arial" w:cs="Arial"/>
                <w:sz w:val="14"/>
                <w:szCs w:val="14"/>
              </w:rPr>
            </w:pPr>
            <w:r w:rsidRPr="001401EB">
              <w:rPr>
                <w:rFonts w:ascii="Arial" w:hAnsi="Arial" w:cs="Arial"/>
                <w:sz w:val="14"/>
                <w:szCs w:val="14"/>
              </w:rPr>
              <w:t xml:space="preserve">  -</w:t>
            </w:r>
          </w:p>
        </w:tc>
        <w:tc>
          <w:tcPr>
            <w:tcW w:w="900" w:type="dxa"/>
            <w:gridSpan w:val="2"/>
          </w:tcPr>
          <w:p w14:paraId="46DC171D" w14:textId="2A241D61" w:rsidR="002B52A3" w:rsidRPr="001401EB" w:rsidRDefault="002B52A3" w:rsidP="002B52A3">
            <w:pPr>
              <w:tabs>
                <w:tab w:val="left" w:pos="794"/>
                <w:tab w:val="left" w:pos="1361"/>
                <w:tab w:val="left" w:pos="1928"/>
              </w:tabs>
              <w:spacing w:before="60" w:line="276" w:lineRule="auto"/>
              <w:jc w:val="right"/>
              <w:rPr>
                <w:rFonts w:ascii="Arial" w:hAnsi="Arial" w:cs="Arial"/>
                <w:sz w:val="14"/>
                <w:szCs w:val="14"/>
                <w:cs/>
              </w:rPr>
            </w:pPr>
            <w:r w:rsidRPr="001401EB">
              <w:rPr>
                <w:rFonts w:ascii="Arial" w:hAnsi="Arial" w:cs="Arial"/>
                <w:sz w:val="14"/>
                <w:szCs w:val="14"/>
              </w:rPr>
              <w:t>1,160,484</w:t>
            </w:r>
          </w:p>
        </w:tc>
      </w:tr>
      <w:tr w:rsidR="002B52A3" w:rsidRPr="00EE62BB" w14:paraId="1226A112" w14:textId="77777777">
        <w:trPr>
          <w:cantSplit/>
        </w:trPr>
        <w:tc>
          <w:tcPr>
            <w:tcW w:w="1557" w:type="dxa"/>
          </w:tcPr>
          <w:p w14:paraId="384A8CCA" w14:textId="648A4EB1" w:rsidR="002B52A3" w:rsidRPr="001401EB" w:rsidRDefault="002B52A3" w:rsidP="002B52A3">
            <w:pPr>
              <w:tabs>
                <w:tab w:val="left" w:pos="360"/>
              </w:tabs>
              <w:spacing w:before="60" w:line="276" w:lineRule="auto"/>
              <w:ind w:left="148" w:hanging="148"/>
              <w:rPr>
                <w:rFonts w:ascii="Arial" w:hAnsi="Arial" w:cs="Arial"/>
                <w:sz w:val="14"/>
                <w:szCs w:val="14"/>
              </w:rPr>
            </w:pPr>
            <w:r w:rsidRPr="001401EB">
              <w:rPr>
                <w:rFonts w:ascii="Arial" w:hAnsi="Arial" w:cstheme="minorBidi" w:hint="cs"/>
                <w:sz w:val="14"/>
                <w:szCs w:val="14"/>
                <w:cs/>
              </w:rPr>
              <w:t xml:space="preserve">    </w:t>
            </w:r>
            <w:r w:rsidRPr="001401EB">
              <w:rPr>
                <w:rFonts w:ascii="Arial" w:hAnsi="Arial" w:cs="Arial"/>
                <w:sz w:val="14"/>
                <w:szCs w:val="14"/>
              </w:rPr>
              <w:t>Over time</w:t>
            </w:r>
          </w:p>
        </w:tc>
        <w:tc>
          <w:tcPr>
            <w:tcW w:w="900" w:type="dxa"/>
          </w:tcPr>
          <w:p w14:paraId="1F07E86B" w14:textId="0EF2B312" w:rsidR="002B52A3" w:rsidRPr="001401EB" w:rsidDel="000E5D8E" w:rsidRDefault="002B52A3" w:rsidP="002B52A3">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199,914</w:t>
            </w:r>
          </w:p>
        </w:tc>
        <w:tc>
          <w:tcPr>
            <w:tcW w:w="784" w:type="dxa"/>
          </w:tcPr>
          <w:p w14:paraId="0D6C0BD8" w14:textId="33E5FCF1" w:rsidR="002B52A3" w:rsidRPr="001401EB" w:rsidDel="000E5D8E" w:rsidRDefault="002B52A3" w:rsidP="002B52A3">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1401EB">
              <w:rPr>
                <w:rFonts w:ascii="Arial" w:hAnsi="Arial" w:cs="Arial"/>
                <w:sz w:val="14"/>
                <w:szCs w:val="14"/>
              </w:rPr>
              <w:t xml:space="preserve">    -</w:t>
            </w:r>
          </w:p>
        </w:tc>
        <w:tc>
          <w:tcPr>
            <w:tcW w:w="746" w:type="dxa"/>
          </w:tcPr>
          <w:p w14:paraId="050F0F13" w14:textId="4BF56A1E" w:rsidR="002B52A3" w:rsidRPr="001401EB" w:rsidDel="000E5D8E" w:rsidRDefault="002B52A3" w:rsidP="001401EB">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150</w:t>
            </w:r>
          </w:p>
        </w:tc>
        <w:tc>
          <w:tcPr>
            <w:tcW w:w="810" w:type="dxa"/>
          </w:tcPr>
          <w:p w14:paraId="2DC208D2" w14:textId="6B6D025B" w:rsidR="002B52A3" w:rsidRPr="001401EB" w:rsidDel="000E5D8E" w:rsidRDefault="002B52A3" w:rsidP="002B52A3">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1401EB">
              <w:rPr>
                <w:rFonts w:ascii="Arial" w:hAnsi="Arial" w:cs="Arial"/>
                <w:sz w:val="14"/>
                <w:szCs w:val="14"/>
              </w:rPr>
              <w:t xml:space="preserve">      -</w:t>
            </w:r>
          </w:p>
        </w:tc>
        <w:tc>
          <w:tcPr>
            <w:tcW w:w="858" w:type="dxa"/>
          </w:tcPr>
          <w:p w14:paraId="07D92D9E" w14:textId="38E7066F" w:rsidR="002B52A3" w:rsidRPr="001401EB" w:rsidDel="000E5D8E" w:rsidRDefault="002B52A3" w:rsidP="002B52A3">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200,064</w:t>
            </w:r>
          </w:p>
        </w:tc>
        <w:tc>
          <w:tcPr>
            <w:tcW w:w="915" w:type="dxa"/>
          </w:tcPr>
          <w:p w14:paraId="31B7CB42" w14:textId="0CFCF3AF" w:rsidR="002B52A3" w:rsidRPr="001401EB" w:rsidDel="000E5D8E" w:rsidRDefault="002B52A3" w:rsidP="002B52A3">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1401EB">
              <w:rPr>
                <w:rFonts w:ascii="Arial" w:hAnsi="Arial" w:cs="Arial"/>
                <w:sz w:val="14"/>
                <w:szCs w:val="14"/>
              </w:rPr>
              <w:t>239,735</w:t>
            </w:r>
          </w:p>
        </w:tc>
        <w:tc>
          <w:tcPr>
            <w:tcW w:w="711" w:type="dxa"/>
          </w:tcPr>
          <w:p w14:paraId="72FD7A0A" w14:textId="7C54A00F" w:rsidR="002B52A3" w:rsidRPr="001401EB" w:rsidDel="000E5D8E" w:rsidRDefault="002B52A3" w:rsidP="002B52A3">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1401EB">
              <w:rPr>
                <w:rFonts w:ascii="Arial" w:hAnsi="Arial" w:cs="Arial"/>
                <w:sz w:val="14"/>
                <w:szCs w:val="14"/>
              </w:rPr>
              <w:t xml:space="preserve">  -</w:t>
            </w:r>
          </w:p>
        </w:tc>
        <w:tc>
          <w:tcPr>
            <w:tcW w:w="851" w:type="dxa"/>
          </w:tcPr>
          <w:p w14:paraId="013FD463" w14:textId="299312E6" w:rsidR="002B52A3" w:rsidRPr="001401EB" w:rsidDel="000E5D8E" w:rsidRDefault="002B52A3" w:rsidP="001401EB">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43</w:t>
            </w:r>
          </w:p>
        </w:tc>
        <w:tc>
          <w:tcPr>
            <w:tcW w:w="805" w:type="dxa"/>
          </w:tcPr>
          <w:p w14:paraId="08C38C18" w14:textId="26E7B0F2" w:rsidR="002B52A3" w:rsidRPr="001401EB" w:rsidDel="000E5D8E" w:rsidRDefault="002B52A3" w:rsidP="001401EB">
            <w:pPr>
              <w:pBdr>
                <w:bottom w:val="single" w:sz="4" w:space="1" w:color="auto"/>
              </w:pBdr>
              <w:tabs>
                <w:tab w:val="left" w:pos="794"/>
                <w:tab w:val="left" w:pos="1361"/>
                <w:tab w:val="left" w:pos="1928"/>
              </w:tabs>
              <w:spacing w:before="60" w:line="276" w:lineRule="auto"/>
              <w:jc w:val="right"/>
              <w:rPr>
                <w:rFonts w:ascii="Arial" w:hAnsi="Arial" w:cs="Arial"/>
                <w:sz w:val="14"/>
                <w:szCs w:val="14"/>
                <w:cs/>
              </w:rPr>
            </w:pPr>
            <w:r w:rsidRPr="001401EB">
              <w:rPr>
                <w:rFonts w:ascii="Arial" w:hAnsi="Arial" w:cs="Arial"/>
                <w:sz w:val="14"/>
                <w:szCs w:val="14"/>
              </w:rPr>
              <w:t>(409)</w:t>
            </w:r>
          </w:p>
        </w:tc>
        <w:tc>
          <w:tcPr>
            <w:tcW w:w="900" w:type="dxa"/>
            <w:gridSpan w:val="2"/>
          </w:tcPr>
          <w:p w14:paraId="50E23C0D" w14:textId="2AF28749" w:rsidR="002B52A3" w:rsidRPr="001401EB" w:rsidDel="000E5D8E" w:rsidRDefault="002B52A3" w:rsidP="001401EB">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239,369</w:t>
            </w:r>
          </w:p>
        </w:tc>
      </w:tr>
      <w:tr w:rsidR="002B52A3" w:rsidRPr="00EE62BB" w14:paraId="51118FF6" w14:textId="77777777">
        <w:trPr>
          <w:cantSplit/>
        </w:trPr>
        <w:tc>
          <w:tcPr>
            <w:tcW w:w="1557" w:type="dxa"/>
          </w:tcPr>
          <w:p w14:paraId="6AF9CDC6" w14:textId="75A1CC54" w:rsidR="002B52A3" w:rsidRPr="001401EB" w:rsidRDefault="002B52A3" w:rsidP="002B52A3">
            <w:pPr>
              <w:tabs>
                <w:tab w:val="left" w:pos="360"/>
              </w:tabs>
              <w:spacing w:before="60" w:line="276" w:lineRule="auto"/>
              <w:ind w:left="148" w:hanging="148"/>
              <w:rPr>
                <w:rFonts w:ascii="Arial" w:hAnsi="Arial" w:cs="Arial"/>
                <w:sz w:val="14"/>
                <w:szCs w:val="14"/>
              </w:rPr>
            </w:pPr>
            <w:r w:rsidRPr="001401EB">
              <w:rPr>
                <w:rFonts w:ascii="Arial" w:hAnsi="Arial" w:cs="Arial"/>
                <w:sz w:val="14"/>
                <w:szCs w:val="14"/>
              </w:rPr>
              <w:t>Total</w:t>
            </w:r>
          </w:p>
        </w:tc>
        <w:tc>
          <w:tcPr>
            <w:tcW w:w="900" w:type="dxa"/>
          </w:tcPr>
          <w:p w14:paraId="0C58091D" w14:textId="43B06AC4" w:rsidR="002B52A3" w:rsidRPr="001401EB" w:rsidDel="000E5D8E" w:rsidRDefault="002B52A3" w:rsidP="002B52A3">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1,117,302</w:t>
            </w:r>
          </w:p>
        </w:tc>
        <w:tc>
          <w:tcPr>
            <w:tcW w:w="784" w:type="dxa"/>
          </w:tcPr>
          <w:p w14:paraId="28624B78" w14:textId="36E58F13" w:rsidR="002B52A3" w:rsidRPr="001401EB" w:rsidDel="000E5D8E" w:rsidRDefault="002B52A3" w:rsidP="002B52A3">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76,412</w:t>
            </w:r>
          </w:p>
        </w:tc>
        <w:tc>
          <w:tcPr>
            <w:tcW w:w="746" w:type="dxa"/>
          </w:tcPr>
          <w:p w14:paraId="5DF5FB55" w14:textId="09EE1DA4" w:rsidR="002B52A3" w:rsidRPr="001401EB" w:rsidDel="000E5D8E" w:rsidRDefault="002B52A3" w:rsidP="002B52A3">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16,526</w:t>
            </w:r>
          </w:p>
        </w:tc>
        <w:tc>
          <w:tcPr>
            <w:tcW w:w="810" w:type="dxa"/>
          </w:tcPr>
          <w:p w14:paraId="40B7C352" w14:textId="38343545" w:rsidR="002B52A3" w:rsidRPr="001401EB" w:rsidDel="000E5D8E" w:rsidRDefault="002B52A3" w:rsidP="002B52A3">
            <w:pPr>
              <w:pBdr>
                <w:bottom w:val="single" w:sz="12" w:space="1" w:color="auto"/>
              </w:pBdr>
              <w:tabs>
                <w:tab w:val="left" w:pos="794"/>
                <w:tab w:val="left" w:pos="1361"/>
                <w:tab w:val="left" w:pos="1928"/>
              </w:tabs>
              <w:spacing w:before="60" w:line="276" w:lineRule="auto"/>
              <w:jc w:val="center"/>
              <w:rPr>
                <w:rFonts w:ascii="Arial" w:hAnsi="Arial" w:cs="Arial"/>
                <w:sz w:val="14"/>
                <w:szCs w:val="14"/>
              </w:rPr>
            </w:pPr>
            <w:r w:rsidRPr="001401EB">
              <w:rPr>
                <w:rFonts w:ascii="Arial" w:hAnsi="Arial" w:cs="Arial"/>
                <w:sz w:val="14"/>
                <w:szCs w:val="14"/>
              </w:rPr>
              <w:t xml:space="preserve">      -</w:t>
            </w:r>
          </w:p>
        </w:tc>
        <w:tc>
          <w:tcPr>
            <w:tcW w:w="858" w:type="dxa"/>
          </w:tcPr>
          <w:p w14:paraId="64CCF9A7" w14:textId="1AE9024F" w:rsidR="002B52A3" w:rsidRPr="001401EB" w:rsidDel="000E5D8E" w:rsidRDefault="002B52A3" w:rsidP="002B52A3">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1,210,240</w:t>
            </w:r>
          </w:p>
        </w:tc>
        <w:tc>
          <w:tcPr>
            <w:tcW w:w="915" w:type="dxa"/>
          </w:tcPr>
          <w:p w14:paraId="269265D8" w14:textId="3F7E4625" w:rsidR="002B52A3" w:rsidRPr="001401EB" w:rsidDel="000E5D8E" w:rsidRDefault="002B52A3" w:rsidP="002B52A3">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1,295,063</w:t>
            </w:r>
          </w:p>
        </w:tc>
        <w:tc>
          <w:tcPr>
            <w:tcW w:w="711" w:type="dxa"/>
          </w:tcPr>
          <w:p w14:paraId="5959D1B4" w14:textId="7A99F72F" w:rsidR="002B52A3" w:rsidRPr="001401EB" w:rsidDel="000E5D8E" w:rsidRDefault="002B52A3" w:rsidP="002B52A3">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85,078</w:t>
            </w:r>
          </w:p>
        </w:tc>
        <w:tc>
          <w:tcPr>
            <w:tcW w:w="851" w:type="dxa"/>
          </w:tcPr>
          <w:p w14:paraId="65CED61B" w14:textId="2416CE55" w:rsidR="002B52A3" w:rsidRPr="001401EB" w:rsidDel="000E5D8E" w:rsidRDefault="002B52A3" w:rsidP="002B52A3">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20,121</w:t>
            </w:r>
          </w:p>
        </w:tc>
        <w:tc>
          <w:tcPr>
            <w:tcW w:w="805" w:type="dxa"/>
          </w:tcPr>
          <w:p w14:paraId="4AF8C358" w14:textId="1B263E01" w:rsidR="002B52A3" w:rsidRPr="001401EB" w:rsidDel="000E5D8E" w:rsidRDefault="002B52A3" w:rsidP="002B52A3">
            <w:pPr>
              <w:pBdr>
                <w:bottom w:val="single" w:sz="12" w:space="1" w:color="auto"/>
              </w:pBdr>
              <w:tabs>
                <w:tab w:val="left" w:pos="794"/>
                <w:tab w:val="left" w:pos="1361"/>
                <w:tab w:val="left" w:pos="1928"/>
              </w:tabs>
              <w:spacing w:before="60" w:line="276" w:lineRule="auto"/>
              <w:jc w:val="right"/>
              <w:rPr>
                <w:rFonts w:ascii="Arial" w:hAnsi="Arial" w:cs="Arial"/>
                <w:sz w:val="14"/>
                <w:szCs w:val="14"/>
                <w:cs/>
              </w:rPr>
            </w:pPr>
            <w:r w:rsidRPr="001401EB">
              <w:rPr>
                <w:rFonts w:ascii="Arial" w:hAnsi="Arial" w:cs="Arial"/>
                <w:sz w:val="14"/>
                <w:szCs w:val="14"/>
              </w:rPr>
              <w:t>(409)</w:t>
            </w:r>
          </w:p>
        </w:tc>
        <w:tc>
          <w:tcPr>
            <w:tcW w:w="900" w:type="dxa"/>
            <w:gridSpan w:val="2"/>
          </w:tcPr>
          <w:p w14:paraId="446AD246" w14:textId="289DACF7" w:rsidR="002B52A3" w:rsidRPr="001401EB" w:rsidDel="000E5D8E" w:rsidRDefault="002B52A3" w:rsidP="002B52A3">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1401EB">
              <w:rPr>
                <w:rFonts w:ascii="Arial" w:hAnsi="Arial" w:cs="Arial"/>
                <w:sz w:val="14"/>
                <w:szCs w:val="14"/>
              </w:rPr>
              <w:t>1,399,853</w:t>
            </w:r>
          </w:p>
        </w:tc>
      </w:tr>
      <w:tr w:rsidR="00ED037E" w:rsidRPr="00EE62BB" w14:paraId="2696F0D9" w14:textId="77777777" w:rsidTr="00051A37">
        <w:trPr>
          <w:cantSplit/>
        </w:trPr>
        <w:tc>
          <w:tcPr>
            <w:tcW w:w="1557" w:type="dxa"/>
            <w:vAlign w:val="bottom"/>
          </w:tcPr>
          <w:p w14:paraId="57801D15" w14:textId="77777777" w:rsidR="00ED037E" w:rsidRPr="001401EB" w:rsidRDefault="00ED037E" w:rsidP="00ED037E">
            <w:pPr>
              <w:tabs>
                <w:tab w:val="left" w:pos="360"/>
              </w:tabs>
              <w:spacing w:before="60" w:line="276" w:lineRule="auto"/>
              <w:ind w:left="148" w:right="-66" w:hanging="148"/>
              <w:rPr>
                <w:rFonts w:ascii="Arial" w:hAnsi="Arial" w:cs="Arial"/>
                <w:b/>
                <w:bCs/>
                <w:sz w:val="14"/>
                <w:szCs w:val="14"/>
                <w:lang w:val="en-GB"/>
              </w:rPr>
            </w:pPr>
          </w:p>
        </w:tc>
        <w:tc>
          <w:tcPr>
            <w:tcW w:w="900" w:type="dxa"/>
            <w:vAlign w:val="bottom"/>
          </w:tcPr>
          <w:p w14:paraId="68E8828C" w14:textId="77777777" w:rsidR="00ED037E" w:rsidRPr="001401EB" w:rsidRDefault="00ED037E" w:rsidP="00ED037E">
            <w:pPr>
              <w:tabs>
                <w:tab w:val="left" w:pos="794"/>
                <w:tab w:val="left" w:pos="1361"/>
                <w:tab w:val="left" w:pos="1928"/>
              </w:tabs>
              <w:spacing w:before="60" w:line="276" w:lineRule="auto"/>
              <w:ind w:left="-46"/>
              <w:jc w:val="right"/>
              <w:rPr>
                <w:rFonts w:ascii="Arial" w:hAnsi="Arial" w:cs="Arial"/>
                <w:sz w:val="14"/>
                <w:szCs w:val="14"/>
              </w:rPr>
            </w:pPr>
          </w:p>
        </w:tc>
        <w:tc>
          <w:tcPr>
            <w:tcW w:w="784" w:type="dxa"/>
            <w:vAlign w:val="bottom"/>
          </w:tcPr>
          <w:p w14:paraId="3AE51F7C" w14:textId="77777777" w:rsidR="00ED037E" w:rsidRPr="001401EB" w:rsidRDefault="00ED037E" w:rsidP="00ED037E">
            <w:pPr>
              <w:tabs>
                <w:tab w:val="left" w:pos="794"/>
                <w:tab w:val="left" w:pos="1361"/>
                <w:tab w:val="left" w:pos="1928"/>
              </w:tabs>
              <w:spacing w:before="60" w:line="276" w:lineRule="auto"/>
              <w:ind w:left="-46"/>
              <w:jc w:val="right"/>
              <w:rPr>
                <w:rFonts w:ascii="Arial" w:hAnsi="Arial" w:cs="Arial"/>
                <w:sz w:val="14"/>
                <w:szCs w:val="14"/>
              </w:rPr>
            </w:pPr>
          </w:p>
        </w:tc>
        <w:tc>
          <w:tcPr>
            <w:tcW w:w="746" w:type="dxa"/>
            <w:vAlign w:val="bottom"/>
          </w:tcPr>
          <w:p w14:paraId="02F59DBC" w14:textId="77777777" w:rsidR="00ED037E" w:rsidRPr="001401EB" w:rsidRDefault="00ED037E" w:rsidP="00ED037E">
            <w:pPr>
              <w:tabs>
                <w:tab w:val="left" w:pos="794"/>
                <w:tab w:val="left" w:pos="1361"/>
                <w:tab w:val="left" w:pos="1928"/>
              </w:tabs>
              <w:spacing w:before="60" w:line="276" w:lineRule="auto"/>
              <w:ind w:left="-46"/>
              <w:jc w:val="right"/>
              <w:rPr>
                <w:rFonts w:ascii="Arial" w:hAnsi="Arial" w:cs="Arial"/>
                <w:sz w:val="14"/>
                <w:szCs w:val="14"/>
              </w:rPr>
            </w:pPr>
          </w:p>
        </w:tc>
        <w:tc>
          <w:tcPr>
            <w:tcW w:w="810" w:type="dxa"/>
            <w:vAlign w:val="bottom"/>
          </w:tcPr>
          <w:p w14:paraId="23B0E5ED" w14:textId="77777777" w:rsidR="00ED037E" w:rsidRPr="001401EB" w:rsidRDefault="00ED037E" w:rsidP="00ED037E">
            <w:pPr>
              <w:tabs>
                <w:tab w:val="left" w:pos="794"/>
                <w:tab w:val="left" w:pos="1361"/>
                <w:tab w:val="left" w:pos="1928"/>
              </w:tabs>
              <w:spacing w:before="60" w:line="276" w:lineRule="auto"/>
              <w:ind w:left="-46"/>
              <w:jc w:val="right"/>
              <w:rPr>
                <w:rFonts w:ascii="Arial" w:hAnsi="Arial" w:cs="Arial"/>
                <w:sz w:val="14"/>
                <w:szCs w:val="14"/>
              </w:rPr>
            </w:pPr>
          </w:p>
        </w:tc>
        <w:tc>
          <w:tcPr>
            <w:tcW w:w="858" w:type="dxa"/>
            <w:vAlign w:val="bottom"/>
          </w:tcPr>
          <w:p w14:paraId="54718A84" w14:textId="77777777" w:rsidR="00ED037E" w:rsidRPr="001401EB" w:rsidRDefault="00ED037E" w:rsidP="00ED037E">
            <w:pPr>
              <w:tabs>
                <w:tab w:val="left" w:pos="435"/>
                <w:tab w:val="left" w:pos="794"/>
                <w:tab w:val="left" w:pos="1361"/>
                <w:tab w:val="left" w:pos="1928"/>
              </w:tabs>
              <w:spacing w:before="60" w:line="276" w:lineRule="auto"/>
              <w:ind w:left="-57" w:right="-45"/>
              <w:jc w:val="right"/>
              <w:rPr>
                <w:rFonts w:ascii="Arial" w:hAnsi="Arial" w:cs="Arial"/>
                <w:sz w:val="14"/>
                <w:szCs w:val="14"/>
              </w:rPr>
            </w:pPr>
          </w:p>
        </w:tc>
        <w:tc>
          <w:tcPr>
            <w:tcW w:w="915" w:type="dxa"/>
            <w:vAlign w:val="bottom"/>
          </w:tcPr>
          <w:p w14:paraId="22DBDD7F" w14:textId="77777777" w:rsidR="00ED037E" w:rsidRPr="001401EB" w:rsidRDefault="00ED037E" w:rsidP="00ED037E">
            <w:pPr>
              <w:tabs>
                <w:tab w:val="left" w:pos="794"/>
                <w:tab w:val="left" w:pos="1361"/>
                <w:tab w:val="left" w:pos="1928"/>
              </w:tabs>
              <w:spacing w:before="60" w:line="276" w:lineRule="auto"/>
              <w:jc w:val="right"/>
              <w:rPr>
                <w:rFonts w:ascii="Arial" w:hAnsi="Arial" w:cs="Arial"/>
                <w:sz w:val="14"/>
                <w:szCs w:val="14"/>
              </w:rPr>
            </w:pPr>
          </w:p>
        </w:tc>
        <w:tc>
          <w:tcPr>
            <w:tcW w:w="711" w:type="dxa"/>
            <w:vAlign w:val="bottom"/>
          </w:tcPr>
          <w:p w14:paraId="67CD080F" w14:textId="77777777" w:rsidR="00ED037E" w:rsidRPr="001401EB" w:rsidRDefault="00ED037E" w:rsidP="00ED037E">
            <w:pPr>
              <w:tabs>
                <w:tab w:val="left" w:pos="794"/>
                <w:tab w:val="left" w:pos="1361"/>
                <w:tab w:val="left" w:pos="1928"/>
              </w:tabs>
              <w:spacing w:before="60" w:line="276" w:lineRule="auto"/>
              <w:jc w:val="right"/>
              <w:rPr>
                <w:rFonts w:ascii="Arial" w:hAnsi="Arial" w:cs="Arial"/>
                <w:sz w:val="14"/>
                <w:szCs w:val="14"/>
              </w:rPr>
            </w:pPr>
          </w:p>
        </w:tc>
        <w:tc>
          <w:tcPr>
            <w:tcW w:w="851" w:type="dxa"/>
            <w:vAlign w:val="bottom"/>
          </w:tcPr>
          <w:p w14:paraId="3FBB06C2" w14:textId="77777777" w:rsidR="00ED037E" w:rsidRPr="001401EB" w:rsidRDefault="00ED037E" w:rsidP="00ED037E">
            <w:pPr>
              <w:tabs>
                <w:tab w:val="left" w:pos="794"/>
                <w:tab w:val="left" w:pos="1361"/>
                <w:tab w:val="left" w:pos="1928"/>
              </w:tabs>
              <w:spacing w:before="60" w:line="276" w:lineRule="auto"/>
              <w:jc w:val="right"/>
              <w:rPr>
                <w:rFonts w:ascii="Arial" w:hAnsi="Arial" w:cs="Arial"/>
                <w:sz w:val="14"/>
                <w:szCs w:val="14"/>
              </w:rPr>
            </w:pPr>
          </w:p>
        </w:tc>
        <w:tc>
          <w:tcPr>
            <w:tcW w:w="805" w:type="dxa"/>
            <w:vAlign w:val="bottom"/>
          </w:tcPr>
          <w:p w14:paraId="04FF1C1E" w14:textId="77777777" w:rsidR="00ED037E" w:rsidRPr="001401EB" w:rsidRDefault="00ED037E" w:rsidP="00ED037E">
            <w:pPr>
              <w:tabs>
                <w:tab w:val="left" w:pos="794"/>
                <w:tab w:val="left" w:pos="1361"/>
                <w:tab w:val="left" w:pos="1928"/>
              </w:tabs>
              <w:spacing w:before="60" w:line="276" w:lineRule="auto"/>
              <w:jc w:val="right"/>
              <w:rPr>
                <w:rFonts w:ascii="Arial" w:hAnsi="Arial" w:cs="Arial"/>
                <w:sz w:val="14"/>
                <w:szCs w:val="14"/>
              </w:rPr>
            </w:pPr>
          </w:p>
        </w:tc>
        <w:tc>
          <w:tcPr>
            <w:tcW w:w="900" w:type="dxa"/>
            <w:gridSpan w:val="2"/>
            <w:vAlign w:val="bottom"/>
          </w:tcPr>
          <w:p w14:paraId="49E663FE" w14:textId="77777777" w:rsidR="00ED037E" w:rsidRPr="001401EB" w:rsidRDefault="00ED037E" w:rsidP="00ED037E">
            <w:pPr>
              <w:tabs>
                <w:tab w:val="left" w:pos="794"/>
                <w:tab w:val="left" w:pos="1361"/>
                <w:tab w:val="left" w:pos="1928"/>
              </w:tabs>
              <w:spacing w:before="60" w:line="276" w:lineRule="auto"/>
              <w:jc w:val="right"/>
              <w:rPr>
                <w:rFonts w:ascii="Arial" w:hAnsi="Arial" w:cs="Arial"/>
                <w:sz w:val="14"/>
                <w:szCs w:val="14"/>
              </w:rPr>
            </w:pPr>
          </w:p>
        </w:tc>
      </w:tr>
      <w:tr w:rsidR="009558A6" w:rsidRPr="00EE62BB" w14:paraId="33BA57BD" w14:textId="6FA6C0C2" w:rsidTr="00051A37">
        <w:trPr>
          <w:cantSplit/>
        </w:trPr>
        <w:tc>
          <w:tcPr>
            <w:tcW w:w="2457" w:type="dxa"/>
            <w:gridSpan w:val="2"/>
            <w:vAlign w:val="bottom"/>
          </w:tcPr>
          <w:p w14:paraId="07A28C0D" w14:textId="194D1DFF" w:rsidR="009558A6" w:rsidRPr="001401EB" w:rsidRDefault="009558A6" w:rsidP="009558A6">
            <w:pPr>
              <w:tabs>
                <w:tab w:val="left" w:pos="360"/>
              </w:tabs>
              <w:spacing w:before="60" w:line="276" w:lineRule="auto"/>
              <w:rPr>
                <w:rFonts w:ascii="Arial" w:hAnsi="Arial" w:cs="Arial"/>
                <w:sz w:val="14"/>
                <w:szCs w:val="14"/>
              </w:rPr>
            </w:pPr>
            <w:r w:rsidRPr="001401EB">
              <w:rPr>
                <w:rFonts w:ascii="Arial" w:hAnsi="Arial" w:cs="Arial"/>
                <w:sz w:val="14"/>
                <w:szCs w:val="14"/>
              </w:rPr>
              <w:t xml:space="preserve">Loss on exchange rate </w:t>
            </w:r>
          </w:p>
        </w:tc>
        <w:tc>
          <w:tcPr>
            <w:tcW w:w="784" w:type="dxa"/>
            <w:vAlign w:val="bottom"/>
          </w:tcPr>
          <w:p w14:paraId="01E392B0" w14:textId="77777777" w:rsidR="009558A6" w:rsidRPr="001401EB" w:rsidRDefault="009558A6" w:rsidP="009558A6">
            <w:pPr>
              <w:tabs>
                <w:tab w:val="left" w:pos="794"/>
                <w:tab w:val="left" w:pos="1361"/>
                <w:tab w:val="left" w:pos="1928"/>
              </w:tabs>
              <w:spacing w:before="60" w:line="276" w:lineRule="auto"/>
              <w:ind w:left="-46"/>
              <w:jc w:val="right"/>
              <w:rPr>
                <w:rFonts w:ascii="Arial" w:hAnsi="Arial" w:cs="Arial"/>
                <w:sz w:val="14"/>
                <w:szCs w:val="14"/>
              </w:rPr>
            </w:pPr>
          </w:p>
        </w:tc>
        <w:tc>
          <w:tcPr>
            <w:tcW w:w="746" w:type="dxa"/>
            <w:vAlign w:val="bottom"/>
          </w:tcPr>
          <w:p w14:paraId="127F13C0" w14:textId="77777777" w:rsidR="009558A6" w:rsidRPr="001401EB" w:rsidRDefault="009558A6" w:rsidP="009558A6">
            <w:pPr>
              <w:tabs>
                <w:tab w:val="left" w:pos="794"/>
                <w:tab w:val="left" w:pos="1361"/>
                <w:tab w:val="left" w:pos="1928"/>
              </w:tabs>
              <w:spacing w:before="60" w:line="276" w:lineRule="auto"/>
              <w:ind w:left="-46"/>
              <w:jc w:val="right"/>
              <w:rPr>
                <w:rFonts w:ascii="Arial" w:hAnsi="Arial" w:cs="Arial"/>
                <w:sz w:val="14"/>
                <w:szCs w:val="14"/>
              </w:rPr>
            </w:pPr>
          </w:p>
        </w:tc>
        <w:tc>
          <w:tcPr>
            <w:tcW w:w="810" w:type="dxa"/>
            <w:vAlign w:val="bottom"/>
          </w:tcPr>
          <w:p w14:paraId="30256DDE" w14:textId="77777777" w:rsidR="009558A6" w:rsidRPr="001401EB" w:rsidRDefault="009558A6" w:rsidP="009558A6">
            <w:pPr>
              <w:tabs>
                <w:tab w:val="left" w:pos="794"/>
                <w:tab w:val="left" w:pos="1361"/>
                <w:tab w:val="left" w:pos="1928"/>
              </w:tabs>
              <w:spacing w:before="60" w:line="276" w:lineRule="auto"/>
              <w:ind w:left="-46"/>
              <w:jc w:val="right"/>
              <w:rPr>
                <w:rFonts w:ascii="Arial" w:hAnsi="Arial" w:cs="Arial"/>
                <w:sz w:val="14"/>
                <w:szCs w:val="14"/>
              </w:rPr>
            </w:pPr>
          </w:p>
        </w:tc>
        <w:tc>
          <w:tcPr>
            <w:tcW w:w="858" w:type="dxa"/>
          </w:tcPr>
          <w:p w14:paraId="26F4A236" w14:textId="784728A5" w:rsidR="009558A6" w:rsidRPr="001401EB" w:rsidRDefault="009558A6" w:rsidP="009558A6">
            <w:pPr>
              <w:tabs>
                <w:tab w:val="left" w:pos="540"/>
                <w:tab w:val="left" w:pos="794"/>
              </w:tabs>
              <w:spacing w:before="60" w:line="276" w:lineRule="auto"/>
              <w:jc w:val="right"/>
              <w:rPr>
                <w:rFonts w:ascii="Arial" w:hAnsi="Arial" w:cs="Arial"/>
                <w:sz w:val="14"/>
                <w:szCs w:val="14"/>
              </w:rPr>
            </w:pPr>
            <w:r w:rsidRPr="001401EB">
              <w:rPr>
                <w:rFonts w:ascii="Arial" w:hAnsi="Arial" w:cs="Arial"/>
                <w:sz w:val="14"/>
                <w:szCs w:val="14"/>
              </w:rPr>
              <w:t>(46)</w:t>
            </w:r>
          </w:p>
        </w:tc>
        <w:tc>
          <w:tcPr>
            <w:tcW w:w="915" w:type="dxa"/>
            <w:vAlign w:val="bottom"/>
          </w:tcPr>
          <w:p w14:paraId="11FFACD0" w14:textId="77777777"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711" w:type="dxa"/>
            <w:vAlign w:val="bottom"/>
          </w:tcPr>
          <w:p w14:paraId="18956E13" w14:textId="77777777"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851" w:type="dxa"/>
            <w:vAlign w:val="bottom"/>
          </w:tcPr>
          <w:p w14:paraId="37AC7F75" w14:textId="77777777"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805" w:type="dxa"/>
            <w:vAlign w:val="bottom"/>
          </w:tcPr>
          <w:p w14:paraId="6FA279F4" w14:textId="77777777"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900" w:type="dxa"/>
            <w:gridSpan w:val="2"/>
            <w:vAlign w:val="bottom"/>
          </w:tcPr>
          <w:p w14:paraId="472D664C" w14:textId="177258B6" w:rsidR="009558A6" w:rsidRPr="001401EB" w:rsidRDefault="009558A6" w:rsidP="009558A6">
            <w:pPr>
              <w:tabs>
                <w:tab w:val="left" w:pos="540"/>
                <w:tab w:val="left" w:pos="794"/>
              </w:tabs>
              <w:spacing w:before="60" w:line="276" w:lineRule="auto"/>
              <w:jc w:val="right"/>
              <w:rPr>
                <w:rFonts w:ascii="Arial" w:hAnsi="Arial" w:cs="Arial"/>
                <w:sz w:val="14"/>
                <w:szCs w:val="14"/>
              </w:rPr>
            </w:pPr>
            <w:r w:rsidRPr="001401EB">
              <w:rPr>
                <w:rFonts w:ascii="Arial" w:hAnsi="Arial" w:cs="Arial"/>
                <w:sz w:val="14"/>
                <w:szCs w:val="14"/>
              </w:rPr>
              <w:t>(508)</w:t>
            </w:r>
          </w:p>
        </w:tc>
      </w:tr>
      <w:tr w:rsidR="009558A6" w:rsidRPr="00EE62BB" w14:paraId="059E8931" w14:textId="733383B3" w:rsidTr="00051A37">
        <w:trPr>
          <w:cantSplit/>
        </w:trPr>
        <w:tc>
          <w:tcPr>
            <w:tcW w:w="2457" w:type="dxa"/>
            <w:gridSpan w:val="2"/>
            <w:vAlign w:val="bottom"/>
          </w:tcPr>
          <w:p w14:paraId="0EC4B73E" w14:textId="77777777" w:rsidR="009558A6" w:rsidRPr="001401EB" w:rsidRDefault="009558A6" w:rsidP="009558A6">
            <w:pPr>
              <w:tabs>
                <w:tab w:val="left" w:pos="360"/>
              </w:tabs>
              <w:spacing w:before="60" w:line="276" w:lineRule="auto"/>
              <w:rPr>
                <w:rFonts w:ascii="Arial" w:hAnsi="Arial" w:cs="Arial"/>
                <w:sz w:val="14"/>
                <w:szCs w:val="14"/>
              </w:rPr>
            </w:pPr>
            <w:r w:rsidRPr="001401EB">
              <w:rPr>
                <w:rFonts w:ascii="Arial" w:hAnsi="Arial" w:cs="Arial"/>
                <w:sz w:val="14"/>
                <w:szCs w:val="14"/>
              </w:rPr>
              <w:t>Depreciation</w:t>
            </w:r>
          </w:p>
        </w:tc>
        <w:tc>
          <w:tcPr>
            <w:tcW w:w="784" w:type="dxa"/>
            <w:vAlign w:val="bottom"/>
          </w:tcPr>
          <w:p w14:paraId="2BB6873D" w14:textId="77777777" w:rsidR="009558A6" w:rsidRPr="001401EB" w:rsidRDefault="009558A6" w:rsidP="009558A6">
            <w:pPr>
              <w:tabs>
                <w:tab w:val="left" w:pos="794"/>
                <w:tab w:val="left" w:pos="1361"/>
                <w:tab w:val="left" w:pos="1928"/>
              </w:tabs>
              <w:spacing w:before="60" w:line="276" w:lineRule="auto"/>
              <w:ind w:left="-46"/>
              <w:jc w:val="right"/>
              <w:rPr>
                <w:rFonts w:ascii="Arial" w:hAnsi="Arial" w:cs="Arial"/>
                <w:sz w:val="14"/>
                <w:szCs w:val="14"/>
              </w:rPr>
            </w:pPr>
          </w:p>
        </w:tc>
        <w:tc>
          <w:tcPr>
            <w:tcW w:w="746" w:type="dxa"/>
            <w:vAlign w:val="bottom"/>
          </w:tcPr>
          <w:p w14:paraId="146EEE1A" w14:textId="77777777" w:rsidR="009558A6" w:rsidRPr="001401EB" w:rsidRDefault="009558A6" w:rsidP="009558A6">
            <w:pPr>
              <w:tabs>
                <w:tab w:val="left" w:pos="794"/>
                <w:tab w:val="left" w:pos="1361"/>
                <w:tab w:val="left" w:pos="1928"/>
              </w:tabs>
              <w:spacing w:before="60" w:line="276" w:lineRule="auto"/>
              <w:ind w:left="-46"/>
              <w:jc w:val="right"/>
              <w:rPr>
                <w:rFonts w:ascii="Arial" w:hAnsi="Arial" w:cs="Arial"/>
                <w:sz w:val="14"/>
                <w:szCs w:val="14"/>
              </w:rPr>
            </w:pPr>
          </w:p>
        </w:tc>
        <w:tc>
          <w:tcPr>
            <w:tcW w:w="810" w:type="dxa"/>
            <w:shd w:val="clear" w:color="auto" w:fill="auto"/>
            <w:vAlign w:val="bottom"/>
          </w:tcPr>
          <w:p w14:paraId="7EB12519" w14:textId="77777777" w:rsidR="009558A6" w:rsidRPr="001401EB" w:rsidRDefault="009558A6" w:rsidP="009558A6">
            <w:pPr>
              <w:tabs>
                <w:tab w:val="left" w:pos="794"/>
                <w:tab w:val="left" w:pos="1361"/>
                <w:tab w:val="left" w:pos="1928"/>
              </w:tabs>
              <w:spacing w:before="60" w:line="276" w:lineRule="auto"/>
              <w:ind w:left="-46"/>
              <w:jc w:val="right"/>
              <w:rPr>
                <w:rFonts w:ascii="Arial" w:hAnsi="Arial" w:cs="Arial"/>
                <w:sz w:val="14"/>
                <w:szCs w:val="14"/>
              </w:rPr>
            </w:pPr>
          </w:p>
        </w:tc>
        <w:tc>
          <w:tcPr>
            <w:tcW w:w="858" w:type="dxa"/>
            <w:shd w:val="clear" w:color="auto" w:fill="auto"/>
          </w:tcPr>
          <w:p w14:paraId="6CE91F20" w14:textId="5CEF4969" w:rsidR="009558A6" w:rsidRPr="001401EB" w:rsidRDefault="009558A6" w:rsidP="009558A6">
            <w:pPr>
              <w:tabs>
                <w:tab w:val="left" w:pos="540"/>
                <w:tab w:val="left" w:pos="794"/>
              </w:tabs>
              <w:spacing w:before="60" w:line="276" w:lineRule="auto"/>
              <w:jc w:val="right"/>
              <w:rPr>
                <w:rFonts w:ascii="Arial" w:hAnsi="Arial" w:cs="Arial"/>
                <w:sz w:val="14"/>
                <w:szCs w:val="14"/>
              </w:rPr>
            </w:pPr>
            <w:r w:rsidRPr="001401EB">
              <w:rPr>
                <w:rFonts w:ascii="Arial" w:hAnsi="Arial" w:cs="Arial"/>
                <w:sz w:val="14"/>
                <w:szCs w:val="14"/>
              </w:rPr>
              <w:t>(14,713)</w:t>
            </w:r>
          </w:p>
        </w:tc>
        <w:tc>
          <w:tcPr>
            <w:tcW w:w="915" w:type="dxa"/>
            <w:vAlign w:val="bottom"/>
          </w:tcPr>
          <w:p w14:paraId="465BEFF5" w14:textId="77777777" w:rsidR="009558A6" w:rsidRPr="001401EB" w:rsidRDefault="009558A6" w:rsidP="009558A6">
            <w:pPr>
              <w:tabs>
                <w:tab w:val="left" w:pos="794"/>
                <w:tab w:val="left" w:pos="1361"/>
                <w:tab w:val="left" w:pos="1928"/>
              </w:tabs>
              <w:spacing w:before="60" w:line="276" w:lineRule="auto"/>
              <w:jc w:val="center"/>
              <w:rPr>
                <w:rFonts w:ascii="Arial" w:hAnsi="Arial" w:cs="Arial"/>
                <w:sz w:val="14"/>
                <w:szCs w:val="14"/>
              </w:rPr>
            </w:pPr>
          </w:p>
        </w:tc>
        <w:tc>
          <w:tcPr>
            <w:tcW w:w="711" w:type="dxa"/>
            <w:vAlign w:val="bottom"/>
          </w:tcPr>
          <w:p w14:paraId="5011620B" w14:textId="77777777"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851" w:type="dxa"/>
            <w:vAlign w:val="bottom"/>
          </w:tcPr>
          <w:p w14:paraId="45EB2A3F" w14:textId="77777777"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805" w:type="dxa"/>
            <w:vAlign w:val="bottom"/>
          </w:tcPr>
          <w:p w14:paraId="69C07C17" w14:textId="77777777"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900" w:type="dxa"/>
            <w:gridSpan w:val="2"/>
            <w:vAlign w:val="bottom"/>
          </w:tcPr>
          <w:p w14:paraId="186569F5" w14:textId="18C1F2F2" w:rsidR="009558A6" w:rsidRPr="001401EB" w:rsidRDefault="009558A6" w:rsidP="009558A6">
            <w:pPr>
              <w:tabs>
                <w:tab w:val="left" w:pos="540"/>
                <w:tab w:val="left" w:pos="794"/>
              </w:tabs>
              <w:spacing w:before="60" w:line="276" w:lineRule="auto"/>
              <w:jc w:val="right"/>
              <w:rPr>
                <w:rFonts w:ascii="Arial" w:hAnsi="Arial" w:cs="Arial"/>
                <w:sz w:val="14"/>
                <w:szCs w:val="14"/>
              </w:rPr>
            </w:pPr>
            <w:r w:rsidRPr="001401EB">
              <w:rPr>
                <w:rFonts w:ascii="Arial" w:hAnsi="Arial" w:cs="Arial"/>
                <w:sz w:val="14"/>
                <w:szCs w:val="14"/>
              </w:rPr>
              <w:t>(15,190)</w:t>
            </w:r>
          </w:p>
        </w:tc>
      </w:tr>
      <w:tr w:rsidR="009558A6" w:rsidRPr="00EE62BB" w14:paraId="501D6C59" w14:textId="77777777" w:rsidTr="00051A37">
        <w:trPr>
          <w:cantSplit/>
        </w:trPr>
        <w:tc>
          <w:tcPr>
            <w:tcW w:w="1557" w:type="dxa"/>
            <w:vAlign w:val="bottom"/>
          </w:tcPr>
          <w:p w14:paraId="2E01BE38" w14:textId="77777777" w:rsidR="009558A6" w:rsidRPr="001401EB" w:rsidRDefault="009558A6" w:rsidP="009558A6">
            <w:pPr>
              <w:tabs>
                <w:tab w:val="left" w:pos="360"/>
              </w:tabs>
              <w:spacing w:before="60" w:line="276" w:lineRule="auto"/>
              <w:ind w:left="148" w:right="-108" w:hanging="148"/>
              <w:rPr>
                <w:rFonts w:ascii="Arial" w:hAnsi="Arial" w:cs="Arial"/>
                <w:sz w:val="14"/>
                <w:szCs w:val="14"/>
                <w:cs/>
                <w:lang w:val="en-GB"/>
              </w:rPr>
            </w:pPr>
            <w:r w:rsidRPr="001401EB">
              <w:rPr>
                <w:rFonts w:ascii="Arial" w:hAnsi="Arial" w:cs="Arial"/>
                <w:sz w:val="14"/>
                <w:szCs w:val="14"/>
                <w:lang w:val="en-GB"/>
              </w:rPr>
              <w:t>Transportation expense</w:t>
            </w:r>
          </w:p>
        </w:tc>
        <w:tc>
          <w:tcPr>
            <w:tcW w:w="900" w:type="dxa"/>
            <w:vAlign w:val="bottom"/>
          </w:tcPr>
          <w:p w14:paraId="13EB44A3" w14:textId="77777777" w:rsidR="009558A6" w:rsidRPr="001401EB" w:rsidRDefault="009558A6" w:rsidP="009558A6">
            <w:pPr>
              <w:tabs>
                <w:tab w:val="left" w:pos="794"/>
                <w:tab w:val="left" w:pos="1361"/>
                <w:tab w:val="left" w:pos="1928"/>
              </w:tabs>
              <w:spacing w:before="60" w:line="276" w:lineRule="auto"/>
              <w:ind w:left="-46"/>
              <w:jc w:val="right"/>
              <w:rPr>
                <w:rFonts w:ascii="Arial" w:hAnsi="Arial" w:cs="Arial"/>
                <w:sz w:val="14"/>
                <w:szCs w:val="14"/>
              </w:rPr>
            </w:pPr>
          </w:p>
        </w:tc>
        <w:tc>
          <w:tcPr>
            <w:tcW w:w="784" w:type="dxa"/>
            <w:vAlign w:val="bottom"/>
          </w:tcPr>
          <w:p w14:paraId="43B4CFF8" w14:textId="77777777" w:rsidR="009558A6" w:rsidRPr="001401EB" w:rsidRDefault="009558A6" w:rsidP="009558A6">
            <w:pPr>
              <w:tabs>
                <w:tab w:val="left" w:pos="794"/>
                <w:tab w:val="left" w:pos="1361"/>
                <w:tab w:val="left" w:pos="1928"/>
              </w:tabs>
              <w:spacing w:before="60" w:line="276" w:lineRule="auto"/>
              <w:ind w:left="-46"/>
              <w:jc w:val="right"/>
              <w:rPr>
                <w:rFonts w:ascii="Arial" w:hAnsi="Arial" w:cs="Arial"/>
                <w:sz w:val="14"/>
                <w:szCs w:val="14"/>
              </w:rPr>
            </w:pPr>
          </w:p>
        </w:tc>
        <w:tc>
          <w:tcPr>
            <w:tcW w:w="746" w:type="dxa"/>
            <w:vAlign w:val="bottom"/>
          </w:tcPr>
          <w:p w14:paraId="0A9B4420" w14:textId="77777777" w:rsidR="009558A6" w:rsidRPr="001401EB" w:rsidRDefault="009558A6" w:rsidP="009558A6">
            <w:pPr>
              <w:tabs>
                <w:tab w:val="left" w:pos="794"/>
                <w:tab w:val="left" w:pos="1361"/>
                <w:tab w:val="left" w:pos="1928"/>
              </w:tabs>
              <w:spacing w:before="60" w:line="276" w:lineRule="auto"/>
              <w:ind w:left="-46"/>
              <w:jc w:val="right"/>
              <w:rPr>
                <w:rFonts w:ascii="Arial" w:hAnsi="Arial" w:cs="Arial"/>
                <w:sz w:val="14"/>
                <w:szCs w:val="14"/>
              </w:rPr>
            </w:pPr>
          </w:p>
        </w:tc>
        <w:tc>
          <w:tcPr>
            <w:tcW w:w="810" w:type="dxa"/>
            <w:shd w:val="clear" w:color="auto" w:fill="auto"/>
          </w:tcPr>
          <w:p w14:paraId="019129BD" w14:textId="06677D22" w:rsidR="009558A6" w:rsidRPr="001401EB" w:rsidRDefault="009558A6" w:rsidP="009558A6">
            <w:pPr>
              <w:tabs>
                <w:tab w:val="left" w:pos="794"/>
                <w:tab w:val="left" w:pos="1361"/>
                <w:tab w:val="left" w:pos="1928"/>
              </w:tabs>
              <w:spacing w:before="60" w:line="276" w:lineRule="auto"/>
              <w:ind w:left="-46"/>
              <w:jc w:val="center"/>
              <w:rPr>
                <w:rFonts w:ascii="Arial" w:hAnsi="Arial" w:cs="Arial"/>
                <w:sz w:val="14"/>
                <w:szCs w:val="14"/>
              </w:rPr>
            </w:pPr>
          </w:p>
        </w:tc>
        <w:tc>
          <w:tcPr>
            <w:tcW w:w="858" w:type="dxa"/>
            <w:shd w:val="clear" w:color="auto" w:fill="auto"/>
            <w:vAlign w:val="bottom"/>
          </w:tcPr>
          <w:p w14:paraId="38FAEE49" w14:textId="4270BA34" w:rsidR="009558A6" w:rsidRPr="001401EB" w:rsidRDefault="000904C7" w:rsidP="000904C7">
            <w:pPr>
              <w:tabs>
                <w:tab w:val="left" w:pos="540"/>
                <w:tab w:val="left" w:pos="794"/>
              </w:tabs>
              <w:spacing w:before="60" w:line="276" w:lineRule="auto"/>
              <w:jc w:val="right"/>
              <w:rPr>
                <w:rFonts w:ascii="Arial" w:hAnsi="Arial" w:cs="Arial"/>
                <w:sz w:val="14"/>
                <w:szCs w:val="14"/>
              </w:rPr>
            </w:pPr>
            <w:r w:rsidRPr="001401EB">
              <w:rPr>
                <w:rFonts w:ascii="Arial" w:hAnsi="Arial" w:cs="Arial"/>
                <w:sz w:val="14"/>
                <w:szCs w:val="14"/>
                <w:cs/>
              </w:rPr>
              <w:t>(38</w:t>
            </w:r>
            <w:r w:rsidRPr="001401EB">
              <w:rPr>
                <w:rFonts w:ascii="Arial" w:hAnsi="Arial" w:cs="Arial"/>
                <w:sz w:val="14"/>
                <w:szCs w:val="14"/>
              </w:rPr>
              <w:t>,</w:t>
            </w:r>
            <w:r w:rsidRPr="001401EB">
              <w:rPr>
                <w:rFonts w:ascii="Arial" w:hAnsi="Arial" w:cs="Arial"/>
                <w:sz w:val="14"/>
                <w:szCs w:val="14"/>
                <w:cs/>
              </w:rPr>
              <w:t>891)</w:t>
            </w:r>
          </w:p>
        </w:tc>
        <w:tc>
          <w:tcPr>
            <w:tcW w:w="915" w:type="dxa"/>
            <w:vAlign w:val="bottom"/>
          </w:tcPr>
          <w:p w14:paraId="0D9429F6" w14:textId="77777777"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711" w:type="dxa"/>
            <w:vAlign w:val="bottom"/>
          </w:tcPr>
          <w:p w14:paraId="081A6D3B" w14:textId="77777777"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851" w:type="dxa"/>
            <w:vAlign w:val="bottom"/>
          </w:tcPr>
          <w:p w14:paraId="78DD2003" w14:textId="77777777"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805" w:type="dxa"/>
            <w:vAlign w:val="bottom"/>
          </w:tcPr>
          <w:p w14:paraId="5621FA0A" w14:textId="76F4336F"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900" w:type="dxa"/>
            <w:gridSpan w:val="2"/>
            <w:vAlign w:val="bottom"/>
          </w:tcPr>
          <w:p w14:paraId="708241A6" w14:textId="5036E7C4" w:rsidR="009558A6" w:rsidRPr="001401EB" w:rsidRDefault="009558A6" w:rsidP="009558A6">
            <w:pPr>
              <w:tabs>
                <w:tab w:val="left" w:pos="360"/>
                <w:tab w:val="left" w:pos="794"/>
              </w:tabs>
              <w:spacing w:before="60" w:line="276" w:lineRule="auto"/>
              <w:jc w:val="right"/>
              <w:rPr>
                <w:rFonts w:ascii="Arial" w:hAnsi="Arial" w:cs="Arial"/>
                <w:sz w:val="14"/>
                <w:szCs w:val="14"/>
              </w:rPr>
            </w:pPr>
            <w:r w:rsidRPr="001401EB">
              <w:rPr>
                <w:rFonts w:ascii="Arial" w:hAnsi="Arial" w:cs="Arial"/>
                <w:sz w:val="14"/>
                <w:szCs w:val="14"/>
              </w:rPr>
              <w:t>(38,861</w:t>
            </w:r>
          </w:p>
        </w:tc>
      </w:tr>
      <w:tr w:rsidR="009558A6" w:rsidRPr="00EE62BB" w14:paraId="594DBD70" w14:textId="77777777" w:rsidTr="00051A37">
        <w:trPr>
          <w:cantSplit/>
        </w:trPr>
        <w:tc>
          <w:tcPr>
            <w:tcW w:w="1557" w:type="dxa"/>
            <w:vAlign w:val="bottom"/>
          </w:tcPr>
          <w:p w14:paraId="13D273AB" w14:textId="77777777" w:rsidR="009558A6" w:rsidRPr="001401EB" w:rsidRDefault="009558A6" w:rsidP="009558A6">
            <w:pPr>
              <w:spacing w:before="60" w:line="276" w:lineRule="auto"/>
              <w:rPr>
                <w:rFonts w:ascii="Arial" w:hAnsi="Arial" w:cs="Arial"/>
                <w:sz w:val="14"/>
                <w:szCs w:val="14"/>
              </w:rPr>
            </w:pPr>
            <w:r w:rsidRPr="001401EB">
              <w:rPr>
                <w:rFonts w:ascii="Arial" w:hAnsi="Arial" w:cs="Arial"/>
                <w:sz w:val="14"/>
                <w:szCs w:val="14"/>
              </w:rPr>
              <w:t>Finance cost</w:t>
            </w:r>
          </w:p>
        </w:tc>
        <w:tc>
          <w:tcPr>
            <w:tcW w:w="900" w:type="dxa"/>
            <w:vAlign w:val="bottom"/>
          </w:tcPr>
          <w:p w14:paraId="0BAC18BA" w14:textId="77777777" w:rsidR="009558A6" w:rsidRPr="001401EB" w:rsidRDefault="009558A6" w:rsidP="009558A6">
            <w:pPr>
              <w:tabs>
                <w:tab w:val="left" w:pos="794"/>
                <w:tab w:val="left" w:pos="1361"/>
                <w:tab w:val="left" w:pos="1928"/>
              </w:tabs>
              <w:spacing w:before="60" w:line="276" w:lineRule="auto"/>
              <w:ind w:left="-46"/>
              <w:jc w:val="right"/>
              <w:rPr>
                <w:rFonts w:ascii="Arial" w:hAnsi="Arial" w:cs="Arial"/>
                <w:sz w:val="14"/>
                <w:szCs w:val="14"/>
              </w:rPr>
            </w:pPr>
          </w:p>
        </w:tc>
        <w:tc>
          <w:tcPr>
            <w:tcW w:w="784" w:type="dxa"/>
            <w:vAlign w:val="bottom"/>
          </w:tcPr>
          <w:p w14:paraId="643D547C" w14:textId="77777777" w:rsidR="009558A6" w:rsidRPr="001401EB" w:rsidRDefault="009558A6" w:rsidP="009558A6">
            <w:pPr>
              <w:tabs>
                <w:tab w:val="left" w:pos="794"/>
                <w:tab w:val="left" w:pos="1361"/>
                <w:tab w:val="left" w:pos="1928"/>
              </w:tabs>
              <w:spacing w:before="60" w:line="276" w:lineRule="auto"/>
              <w:ind w:left="-46"/>
              <w:jc w:val="right"/>
              <w:rPr>
                <w:rFonts w:ascii="Arial" w:hAnsi="Arial" w:cs="Arial"/>
                <w:sz w:val="14"/>
                <w:szCs w:val="14"/>
              </w:rPr>
            </w:pPr>
          </w:p>
        </w:tc>
        <w:tc>
          <w:tcPr>
            <w:tcW w:w="746" w:type="dxa"/>
            <w:vAlign w:val="bottom"/>
          </w:tcPr>
          <w:p w14:paraId="1FDF0CBD" w14:textId="77777777" w:rsidR="009558A6" w:rsidRPr="001401EB" w:rsidRDefault="009558A6" w:rsidP="009558A6">
            <w:pPr>
              <w:tabs>
                <w:tab w:val="left" w:pos="794"/>
                <w:tab w:val="left" w:pos="1361"/>
                <w:tab w:val="left" w:pos="1928"/>
              </w:tabs>
              <w:spacing w:before="60" w:line="276" w:lineRule="auto"/>
              <w:ind w:left="-46"/>
              <w:jc w:val="right"/>
              <w:rPr>
                <w:rFonts w:ascii="Arial" w:hAnsi="Arial" w:cs="Arial"/>
                <w:sz w:val="14"/>
                <w:szCs w:val="14"/>
              </w:rPr>
            </w:pPr>
          </w:p>
        </w:tc>
        <w:tc>
          <w:tcPr>
            <w:tcW w:w="810" w:type="dxa"/>
            <w:shd w:val="clear" w:color="auto" w:fill="auto"/>
          </w:tcPr>
          <w:p w14:paraId="4AF87385" w14:textId="45AE81EE" w:rsidR="009558A6" w:rsidRPr="001401EB" w:rsidRDefault="009558A6" w:rsidP="009558A6">
            <w:pPr>
              <w:tabs>
                <w:tab w:val="left" w:pos="794"/>
                <w:tab w:val="left" w:pos="1361"/>
                <w:tab w:val="left" w:pos="1928"/>
              </w:tabs>
              <w:spacing w:before="60" w:line="276" w:lineRule="auto"/>
              <w:ind w:left="-46"/>
              <w:rPr>
                <w:rFonts w:ascii="Arial" w:hAnsi="Arial" w:cs="Arial"/>
                <w:sz w:val="14"/>
                <w:szCs w:val="14"/>
              </w:rPr>
            </w:pPr>
          </w:p>
        </w:tc>
        <w:tc>
          <w:tcPr>
            <w:tcW w:w="858" w:type="dxa"/>
            <w:shd w:val="clear" w:color="auto" w:fill="auto"/>
            <w:vAlign w:val="bottom"/>
          </w:tcPr>
          <w:p w14:paraId="38748C62" w14:textId="2ADFCECB" w:rsidR="009558A6" w:rsidRPr="001401EB" w:rsidRDefault="001B2A1B" w:rsidP="009558A6">
            <w:pPr>
              <w:tabs>
                <w:tab w:val="left" w:pos="540"/>
                <w:tab w:val="left" w:pos="794"/>
              </w:tabs>
              <w:spacing w:before="60" w:line="276" w:lineRule="auto"/>
              <w:jc w:val="right"/>
              <w:rPr>
                <w:rFonts w:ascii="Arial" w:hAnsi="Arial" w:cs="Arial"/>
                <w:sz w:val="14"/>
                <w:szCs w:val="14"/>
              </w:rPr>
            </w:pPr>
            <w:r w:rsidRPr="001401EB">
              <w:rPr>
                <w:rFonts w:ascii="Arial" w:hAnsi="Arial" w:cs="Arial"/>
                <w:sz w:val="14"/>
                <w:szCs w:val="14"/>
                <w:cs/>
              </w:rPr>
              <w:t>(3</w:t>
            </w:r>
            <w:r w:rsidRPr="001401EB">
              <w:rPr>
                <w:rFonts w:ascii="Arial" w:hAnsi="Arial" w:cs="Arial"/>
                <w:sz w:val="14"/>
                <w:szCs w:val="14"/>
              </w:rPr>
              <w:t>,</w:t>
            </w:r>
            <w:r w:rsidRPr="001401EB">
              <w:rPr>
                <w:rFonts w:ascii="Arial" w:hAnsi="Arial" w:cs="Arial"/>
                <w:sz w:val="14"/>
                <w:szCs w:val="14"/>
                <w:cs/>
              </w:rPr>
              <w:t>509)</w:t>
            </w:r>
          </w:p>
        </w:tc>
        <w:tc>
          <w:tcPr>
            <w:tcW w:w="915" w:type="dxa"/>
            <w:vAlign w:val="bottom"/>
          </w:tcPr>
          <w:p w14:paraId="6A3A67FC" w14:textId="77777777"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711" w:type="dxa"/>
            <w:vAlign w:val="bottom"/>
          </w:tcPr>
          <w:p w14:paraId="5DB42D53" w14:textId="77777777"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851" w:type="dxa"/>
            <w:vAlign w:val="bottom"/>
          </w:tcPr>
          <w:p w14:paraId="643BAFE1" w14:textId="77777777"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805" w:type="dxa"/>
            <w:vAlign w:val="bottom"/>
          </w:tcPr>
          <w:p w14:paraId="60D725B3" w14:textId="11662290"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900" w:type="dxa"/>
            <w:gridSpan w:val="2"/>
            <w:vAlign w:val="bottom"/>
          </w:tcPr>
          <w:p w14:paraId="38CE3180" w14:textId="65663D24" w:rsidR="009558A6" w:rsidRPr="001401EB" w:rsidRDefault="009558A6" w:rsidP="009558A6">
            <w:pPr>
              <w:tabs>
                <w:tab w:val="left" w:pos="540"/>
                <w:tab w:val="left" w:pos="794"/>
              </w:tabs>
              <w:spacing w:before="60" w:line="276" w:lineRule="auto"/>
              <w:jc w:val="right"/>
              <w:rPr>
                <w:rFonts w:ascii="Arial" w:hAnsi="Arial" w:cs="Arial"/>
                <w:sz w:val="14"/>
                <w:szCs w:val="14"/>
              </w:rPr>
            </w:pPr>
            <w:r w:rsidRPr="001401EB">
              <w:rPr>
                <w:rFonts w:ascii="Arial" w:hAnsi="Arial" w:cs="Arial"/>
                <w:sz w:val="14"/>
                <w:szCs w:val="14"/>
              </w:rPr>
              <w:t>(5,156)</w:t>
            </w:r>
          </w:p>
        </w:tc>
      </w:tr>
      <w:tr w:rsidR="009558A6" w:rsidRPr="00EE62BB" w14:paraId="1CECE9EC" w14:textId="32391087" w:rsidTr="00051A37">
        <w:trPr>
          <w:cantSplit/>
        </w:trPr>
        <w:tc>
          <w:tcPr>
            <w:tcW w:w="2457" w:type="dxa"/>
            <w:gridSpan w:val="2"/>
            <w:vAlign w:val="bottom"/>
          </w:tcPr>
          <w:p w14:paraId="16694589" w14:textId="77777777" w:rsidR="009558A6" w:rsidRPr="001401EB" w:rsidRDefault="009558A6" w:rsidP="009558A6">
            <w:pPr>
              <w:tabs>
                <w:tab w:val="left" w:pos="360"/>
              </w:tabs>
              <w:spacing w:before="60" w:line="276" w:lineRule="auto"/>
              <w:rPr>
                <w:rFonts w:ascii="Arial" w:hAnsi="Arial" w:cs="Arial"/>
                <w:sz w:val="14"/>
                <w:szCs w:val="14"/>
              </w:rPr>
            </w:pPr>
            <w:r w:rsidRPr="001401EB">
              <w:rPr>
                <w:rFonts w:ascii="Arial" w:hAnsi="Arial" w:cs="Arial"/>
                <w:sz w:val="14"/>
                <w:szCs w:val="14"/>
                <w:lang w:val="en-GB"/>
              </w:rPr>
              <w:t>Profit before income tax</w:t>
            </w:r>
          </w:p>
        </w:tc>
        <w:tc>
          <w:tcPr>
            <w:tcW w:w="784" w:type="dxa"/>
            <w:vAlign w:val="bottom"/>
          </w:tcPr>
          <w:p w14:paraId="5F9D560F" w14:textId="77777777" w:rsidR="009558A6" w:rsidRPr="001401EB" w:rsidRDefault="009558A6" w:rsidP="009558A6">
            <w:pPr>
              <w:tabs>
                <w:tab w:val="left" w:pos="794"/>
                <w:tab w:val="left" w:pos="1361"/>
                <w:tab w:val="left" w:pos="1928"/>
              </w:tabs>
              <w:spacing w:before="60" w:line="276" w:lineRule="auto"/>
              <w:ind w:left="-46"/>
              <w:jc w:val="right"/>
              <w:rPr>
                <w:rFonts w:ascii="Arial" w:hAnsi="Arial" w:cs="Arial"/>
                <w:sz w:val="14"/>
                <w:szCs w:val="14"/>
              </w:rPr>
            </w:pPr>
          </w:p>
        </w:tc>
        <w:tc>
          <w:tcPr>
            <w:tcW w:w="746" w:type="dxa"/>
            <w:vAlign w:val="bottom"/>
          </w:tcPr>
          <w:p w14:paraId="31FB6D9E" w14:textId="77777777" w:rsidR="009558A6" w:rsidRPr="001401EB" w:rsidRDefault="009558A6" w:rsidP="009558A6">
            <w:pPr>
              <w:tabs>
                <w:tab w:val="left" w:pos="794"/>
                <w:tab w:val="left" w:pos="1361"/>
                <w:tab w:val="left" w:pos="1928"/>
              </w:tabs>
              <w:spacing w:before="60" w:line="276" w:lineRule="auto"/>
              <w:ind w:left="-46"/>
              <w:jc w:val="right"/>
              <w:rPr>
                <w:rFonts w:ascii="Arial" w:hAnsi="Arial" w:cs="Arial"/>
                <w:sz w:val="14"/>
                <w:szCs w:val="14"/>
              </w:rPr>
            </w:pPr>
          </w:p>
        </w:tc>
        <w:tc>
          <w:tcPr>
            <w:tcW w:w="810" w:type="dxa"/>
            <w:vAlign w:val="bottom"/>
          </w:tcPr>
          <w:p w14:paraId="15A91D05" w14:textId="77777777" w:rsidR="009558A6" w:rsidRPr="001401EB" w:rsidRDefault="009558A6" w:rsidP="009558A6">
            <w:pPr>
              <w:tabs>
                <w:tab w:val="left" w:pos="794"/>
                <w:tab w:val="left" w:pos="1361"/>
                <w:tab w:val="left" w:pos="1928"/>
              </w:tabs>
              <w:spacing w:before="60" w:line="276" w:lineRule="auto"/>
              <w:ind w:left="-46"/>
              <w:jc w:val="right"/>
              <w:rPr>
                <w:rFonts w:ascii="Arial" w:hAnsi="Arial" w:cs="Arial"/>
                <w:sz w:val="14"/>
                <w:szCs w:val="14"/>
              </w:rPr>
            </w:pPr>
          </w:p>
        </w:tc>
        <w:tc>
          <w:tcPr>
            <w:tcW w:w="858" w:type="dxa"/>
          </w:tcPr>
          <w:p w14:paraId="13CAFB65" w14:textId="12EFD1FF" w:rsidR="009558A6" w:rsidRPr="001401EB" w:rsidRDefault="009558A6" w:rsidP="009558A6">
            <w:pPr>
              <w:tabs>
                <w:tab w:val="left" w:pos="540"/>
                <w:tab w:val="left" w:pos="794"/>
              </w:tabs>
              <w:spacing w:before="60" w:line="276" w:lineRule="auto"/>
              <w:jc w:val="right"/>
              <w:rPr>
                <w:rFonts w:ascii="Arial" w:hAnsi="Arial" w:cs="Arial"/>
                <w:sz w:val="14"/>
                <w:szCs w:val="14"/>
              </w:rPr>
            </w:pPr>
            <w:r w:rsidRPr="001401EB">
              <w:rPr>
                <w:rFonts w:ascii="Arial" w:hAnsi="Arial" w:cs="Arial"/>
                <w:sz w:val="14"/>
                <w:szCs w:val="14"/>
              </w:rPr>
              <w:t>28,678</w:t>
            </w:r>
          </w:p>
        </w:tc>
        <w:tc>
          <w:tcPr>
            <w:tcW w:w="915" w:type="dxa"/>
            <w:vAlign w:val="bottom"/>
          </w:tcPr>
          <w:p w14:paraId="6D1B1C78" w14:textId="77777777"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711" w:type="dxa"/>
            <w:vAlign w:val="bottom"/>
          </w:tcPr>
          <w:p w14:paraId="44200C13" w14:textId="77777777"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851" w:type="dxa"/>
            <w:vAlign w:val="bottom"/>
          </w:tcPr>
          <w:p w14:paraId="1C7BFEB6" w14:textId="77777777"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805" w:type="dxa"/>
            <w:vAlign w:val="bottom"/>
          </w:tcPr>
          <w:p w14:paraId="5BE73C5F" w14:textId="77777777" w:rsidR="009558A6" w:rsidRPr="001401EB" w:rsidRDefault="009558A6" w:rsidP="009558A6">
            <w:pPr>
              <w:tabs>
                <w:tab w:val="left" w:pos="794"/>
                <w:tab w:val="left" w:pos="1361"/>
                <w:tab w:val="left" w:pos="1928"/>
              </w:tabs>
              <w:spacing w:before="60" w:line="276" w:lineRule="auto"/>
              <w:jc w:val="right"/>
              <w:rPr>
                <w:rFonts w:ascii="Arial" w:hAnsi="Arial" w:cs="Arial"/>
                <w:sz w:val="14"/>
                <w:szCs w:val="14"/>
              </w:rPr>
            </w:pPr>
          </w:p>
        </w:tc>
        <w:tc>
          <w:tcPr>
            <w:tcW w:w="900" w:type="dxa"/>
            <w:gridSpan w:val="2"/>
            <w:vAlign w:val="bottom"/>
          </w:tcPr>
          <w:p w14:paraId="5103E173" w14:textId="525B5738" w:rsidR="009558A6" w:rsidRPr="001401EB" w:rsidRDefault="009558A6" w:rsidP="009558A6">
            <w:pPr>
              <w:tabs>
                <w:tab w:val="left" w:pos="360"/>
                <w:tab w:val="left" w:pos="794"/>
              </w:tabs>
              <w:spacing w:before="60" w:line="276" w:lineRule="auto"/>
              <w:jc w:val="right"/>
              <w:rPr>
                <w:rFonts w:ascii="Arial" w:hAnsi="Arial" w:cs="Arial"/>
                <w:sz w:val="14"/>
                <w:szCs w:val="14"/>
              </w:rPr>
            </w:pPr>
            <w:r w:rsidRPr="001401EB">
              <w:rPr>
                <w:rFonts w:ascii="Arial" w:hAnsi="Arial" w:cs="Arial"/>
                <w:sz w:val="14"/>
                <w:szCs w:val="14"/>
              </w:rPr>
              <w:t>100,571</w:t>
            </w:r>
          </w:p>
        </w:tc>
      </w:tr>
      <w:tr w:rsidR="00385F7E" w:rsidRPr="00EE62BB" w14:paraId="2161080A" w14:textId="1245E8BE" w:rsidTr="00051A37">
        <w:trPr>
          <w:cantSplit/>
        </w:trPr>
        <w:tc>
          <w:tcPr>
            <w:tcW w:w="2457" w:type="dxa"/>
            <w:gridSpan w:val="2"/>
            <w:vAlign w:val="bottom"/>
          </w:tcPr>
          <w:p w14:paraId="47D6C0DA" w14:textId="77777777" w:rsidR="00385F7E" w:rsidRPr="001401EB" w:rsidRDefault="00385F7E" w:rsidP="00385F7E">
            <w:pPr>
              <w:tabs>
                <w:tab w:val="left" w:pos="360"/>
              </w:tabs>
              <w:spacing w:before="60" w:line="276" w:lineRule="auto"/>
              <w:rPr>
                <w:rFonts w:ascii="Arial" w:hAnsi="Arial" w:cs="Arial"/>
                <w:sz w:val="14"/>
                <w:szCs w:val="14"/>
                <w:lang w:val="en-GB"/>
              </w:rPr>
            </w:pPr>
          </w:p>
        </w:tc>
        <w:tc>
          <w:tcPr>
            <w:tcW w:w="784" w:type="dxa"/>
            <w:vAlign w:val="bottom"/>
          </w:tcPr>
          <w:p w14:paraId="14B134ED" w14:textId="77777777" w:rsidR="00385F7E" w:rsidRPr="001401EB" w:rsidRDefault="00385F7E" w:rsidP="00385F7E">
            <w:pPr>
              <w:tabs>
                <w:tab w:val="left" w:pos="794"/>
                <w:tab w:val="left" w:pos="1361"/>
                <w:tab w:val="left" w:pos="1928"/>
              </w:tabs>
              <w:spacing w:before="60" w:line="276" w:lineRule="auto"/>
              <w:ind w:left="-46"/>
              <w:jc w:val="right"/>
              <w:rPr>
                <w:rFonts w:ascii="Arial" w:hAnsi="Arial" w:cs="Arial"/>
                <w:sz w:val="14"/>
                <w:szCs w:val="14"/>
              </w:rPr>
            </w:pPr>
          </w:p>
        </w:tc>
        <w:tc>
          <w:tcPr>
            <w:tcW w:w="746" w:type="dxa"/>
            <w:vAlign w:val="bottom"/>
          </w:tcPr>
          <w:p w14:paraId="6D4837BE" w14:textId="77777777" w:rsidR="00385F7E" w:rsidRPr="001401EB" w:rsidRDefault="00385F7E" w:rsidP="00385F7E">
            <w:pPr>
              <w:tabs>
                <w:tab w:val="left" w:pos="794"/>
                <w:tab w:val="left" w:pos="1361"/>
                <w:tab w:val="left" w:pos="1928"/>
              </w:tabs>
              <w:spacing w:before="60" w:line="276" w:lineRule="auto"/>
              <w:ind w:left="-46"/>
              <w:jc w:val="right"/>
              <w:rPr>
                <w:rFonts w:ascii="Arial" w:hAnsi="Arial" w:cs="Arial"/>
                <w:sz w:val="14"/>
                <w:szCs w:val="14"/>
              </w:rPr>
            </w:pPr>
          </w:p>
        </w:tc>
        <w:tc>
          <w:tcPr>
            <w:tcW w:w="810" w:type="dxa"/>
            <w:vAlign w:val="bottom"/>
          </w:tcPr>
          <w:p w14:paraId="068F7774" w14:textId="77777777" w:rsidR="00385F7E" w:rsidRPr="001401EB" w:rsidRDefault="00385F7E" w:rsidP="00385F7E">
            <w:pPr>
              <w:tabs>
                <w:tab w:val="left" w:pos="794"/>
                <w:tab w:val="left" w:pos="1361"/>
                <w:tab w:val="left" w:pos="1928"/>
              </w:tabs>
              <w:spacing w:before="60" w:line="276" w:lineRule="auto"/>
              <w:ind w:left="-46"/>
              <w:jc w:val="right"/>
              <w:rPr>
                <w:rFonts w:ascii="Arial" w:hAnsi="Arial" w:cs="Arial"/>
                <w:sz w:val="14"/>
                <w:szCs w:val="14"/>
              </w:rPr>
            </w:pPr>
          </w:p>
        </w:tc>
        <w:tc>
          <w:tcPr>
            <w:tcW w:w="858" w:type="dxa"/>
            <w:vAlign w:val="bottom"/>
          </w:tcPr>
          <w:p w14:paraId="48E64155" w14:textId="77777777" w:rsidR="00385F7E" w:rsidRPr="001401EB" w:rsidRDefault="00385F7E" w:rsidP="00385F7E">
            <w:pPr>
              <w:tabs>
                <w:tab w:val="left" w:pos="540"/>
                <w:tab w:val="left" w:pos="794"/>
              </w:tabs>
              <w:spacing w:before="60" w:line="276" w:lineRule="auto"/>
              <w:jc w:val="right"/>
              <w:rPr>
                <w:rFonts w:ascii="Arial" w:hAnsi="Arial" w:cs="Arial"/>
                <w:sz w:val="14"/>
                <w:szCs w:val="14"/>
              </w:rPr>
            </w:pPr>
          </w:p>
        </w:tc>
        <w:tc>
          <w:tcPr>
            <w:tcW w:w="915" w:type="dxa"/>
            <w:vAlign w:val="bottom"/>
          </w:tcPr>
          <w:p w14:paraId="44652974" w14:textId="77777777" w:rsidR="00385F7E" w:rsidRPr="001401EB" w:rsidRDefault="00385F7E" w:rsidP="00385F7E">
            <w:pPr>
              <w:tabs>
                <w:tab w:val="left" w:pos="794"/>
                <w:tab w:val="left" w:pos="1361"/>
                <w:tab w:val="left" w:pos="1928"/>
              </w:tabs>
              <w:spacing w:before="60" w:line="276" w:lineRule="auto"/>
              <w:jc w:val="right"/>
              <w:rPr>
                <w:rFonts w:ascii="Arial" w:hAnsi="Arial" w:cs="Arial"/>
                <w:sz w:val="14"/>
                <w:szCs w:val="14"/>
              </w:rPr>
            </w:pPr>
          </w:p>
        </w:tc>
        <w:tc>
          <w:tcPr>
            <w:tcW w:w="711" w:type="dxa"/>
            <w:vAlign w:val="bottom"/>
          </w:tcPr>
          <w:p w14:paraId="77F41D3B" w14:textId="77777777" w:rsidR="00385F7E" w:rsidRPr="001401EB" w:rsidRDefault="00385F7E" w:rsidP="00385F7E">
            <w:pPr>
              <w:tabs>
                <w:tab w:val="left" w:pos="794"/>
                <w:tab w:val="left" w:pos="1361"/>
                <w:tab w:val="left" w:pos="1928"/>
              </w:tabs>
              <w:spacing w:before="60" w:line="276" w:lineRule="auto"/>
              <w:jc w:val="right"/>
              <w:rPr>
                <w:rFonts w:ascii="Arial" w:hAnsi="Arial" w:cs="Arial"/>
                <w:sz w:val="14"/>
                <w:szCs w:val="14"/>
              </w:rPr>
            </w:pPr>
          </w:p>
        </w:tc>
        <w:tc>
          <w:tcPr>
            <w:tcW w:w="851" w:type="dxa"/>
            <w:vAlign w:val="bottom"/>
          </w:tcPr>
          <w:p w14:paraId="6B125552" w14:textId="77777777" w:rsidR="00385F7E" w:rsidRPr="001401EB" w:rsidRDefault="00385F7E" w:rsidP="00385F7E">
            <w:pPr>
              <w:tabs>
                <w:tab w:val="left" w:pos="794"/>
                <w:tab w:val="left" w:pos="1361"/>
                <w:tab w:val="left" w:pos="1928"/>
              </w:tabs>
              <w:spacing w:before="60" w:line="276" w:lineRule="auto"/>
              <w:jc w:val="right"/>
              <w:rPr>
                <w:rFonts w:ascii="Arial" w:hAnsi="Arial" w:cs="Arial"/>
                <w:sz w:val="14"/>
                <w:szCs w:val="14"/>
              </w:rPr>
            </w:pPr>
          </w:p>
        </w:tc>
        <w:tc>
          <w:tcPr>
            <w:tcW w:w="805" w:type="dxa"/>
            <w:vAlign w:val="bottom"/>
          </w:tcPr>
          <w:p w14:paraId="3960126A" w14:textId="77777777" w:rsidR="00385F7E" w:rsidRPr="001401EB" w:rsidRDefault="00385F7E" w:rsidP="00385F7E">
            <w:pPr>
              <w:tabs>
                <w:tab w:val="left" w:pos="794"/>
                <w:tab w:val="left" w:pos="1361"/>
                <w:tab w:val="left" w:pos="1928"/>
              </w:tabs>
              <w:spacing w:before="60" w:line="276" w:lineRule="auto"/>
              <w:jc w:val="right"/>
              <w:rPr>
                <w:rFonts w:ascii="Arial" w:hAnsi="Arial" w:cs="Arial"/>
                <w:sz w:val="14"/>
                <w:szCs w:val="14"/>
              </w:rPr>
            </w:pPr>
          </w:p>
        </w:tc>
        <w:tc>
          <w:tcPr>
            <w:tcW w:w="900" w:type="dxa"/>
            <w:gridSpan w:val="2"/>
            <w:vAlign w:val="bottom"/>
          </w:tcPr>
          <w:p w14:paraId="35AF4E71" w14:textId="77777777" w:rsidR="00385F7E" w:rsidRPr="001401EB" w:rsidRDefault="00385F7E" w:rsidP="00385F7E">
            <w:pPr>
              <w:tabs>
                <w:tab w:val="left" w:pos="360"/>
                <w:tab w:val="left" w:pos="794"/>
              </w:tabs>
              <w:spacing w:before="60" w:line="276" w:lineRule="auto"/>
              <w:jc w:val="right"/>
              <w:rPr>
                <w:rFonts w:ascii="Arial" w:hAnsi="Arial" w:cs="Arial"/>
                <w:sz w:val="14"/>
                <w:szCs w:val="14"/>
              </w:rPr>
            </w:pPr>
          </w:p>
        </w:tc>
      </w:tr>
      <w:tr w:rsidR="00385F7E" w:rsidRPr="00EE62BB" w14:paraId="33E50FD0" w14:textId="77777777" w:rsidTr="00051A37">
        <w:trPr>
          <w:cantSplit/>
        </w:trPr>
        <w:tc>
          <w:tcPr>
            <w:tcW w:w="2457" w:type="dxa"/>
            <w:gridSpan w:val="2"/>
            <w:vAlign w:val="bottom"/>
          </w:tcPr>
          <w:p w14:paraId="080B5584" w14:textId="63CBFE3C" w:rsidR="00385F7E" w:rsidRPr="001401EB" w:rsidRDefault="00385F7E" w:rsidP="00385F7E">
            <w:pPr>
              <w:tabs>
                <w:tab w:val="left" w:pos="360"/>
              </w:tabs>
              <w:spacing w:before="60" w:line="276" w:lineRule="auto"/>
              <w:rPr>
                <w:rFonts w:ascii="Arial" w:hAnsi="Arial" w:cs="Arial"/>
                <w:sz w:val="14"/>
                <w:szCs w:val="14"/>
                <w:lang w:val="en-GB"/>
              </w:rPr>
            </w:pPr>
            <w:r w:rsidRPr="001401EB">
              <w:rPr>
                <w:rFonts w:ascii="Arial" w:hAnsi="Arial" w:cs="Arial"/>
                <w:sz w:val="14"/>
                <w:szCs w:val="14"/>
              </w:rPr>
              <w:t>Total assets</w:t>
            </w:r>
          </w:p>
        </w:tc>
        <w:tc>
          <w:tcPr>
            <w:tcW w:w="784" w:type="dxa"/>
            <w:vAlign w:val="bottom"/>
          </w:tcPr>
          <w:p w14:paraId="35DC6EF0" w14:textId="77777777" w:rsidR="00385F7E" w:rsidRPr="001401EB" w:rsidRDefault="00385F7E" w:rsidP="00385F7E">
            <w:pPr>
              <w:tabs>
                <w:tab w:val="left" w:pos="794"/>
                <w:tab w:val="left" w:pos="1361"/>
                <w:tab w:val="left" w:pos="1928"/>
              </w:tabs>
              <w:spacing w:before="60" w:line="276" w:lineRule="auto"/>
              <w:ind w:left="-46"/>
              <w:jc w:val="right"/>
              <w:rPr>
                <w:rFonts w:ascii="Arial" w:hAnsi="Arial" w:cs="Arial"/>
                <w:sz w:val="14"/>
                <w:szCs w:val="14"/>
              </w:rPr>
            </w:pPr>
          </w:p>
        </w:tc>
        <w:tc>
          <w:tcPr>
            <w:tcW w:w="746" w:type="dxa"/>
            <w:vAlign w:val="bottom"/>
          </w:tcPr>
          <w:p w14:paraId="6498B9B0" w14:textId="77777777" w:rsidR="00385F7E" w:rsidRPr="001401EB" w:rsidRDefault="00385F7E" w:rsidP="00385F7E">
            <w:pPr>
              <w:tabs>
                <w:tab w:val="left" w:pos="794"/>
                <w:tab w:val="left" w:pos="1361"/>
                <w:tab w:val="left" w:pos="1928"/>
              </w:tabs>
              <w:spacing w:before="60" w:line="276" w:lineRule="auto"/>
              <w:ind w:left="-46"/>
              <w:jc w:val="right"/>
              <w:rPr>
                <w:rFonts w:ascii="Arial" w:hAnsi="Arial" w:cs="Arial"/>
                <w:sz w:val="14"/>
                <w:szCs w:val="14"/>
              </w:rPr>
            </w:pPr>
          </w:p>
        </w:tc>
        <w:tc>
          <w:tcPr>
            <w:tcW w:w="810" w:type="dxa"/>
            <w:vAlign w:val="bottom"/>
          </w:tcPr>
          <w:p w14:paraId="5218803C" w14:textId="77777777" w:rsidR="00385F7E" w:rsidRPr="001401EB" w:rsidRDefault="00385F7E" w:rsidP="00385F7E">
            <w:pPr>
              <w:tabs>
                <w:tab w:val="left" w:pos="794"/>
                <w:tab w:val="left" w:pos="1361"/>
                <w:tab w:val="left" w:pos="1928"/>
              </w:tabs>
              <w:spacing w:before="60" w:line="276" w:lineRule="auto"/>
              <w:ind w:left="-46"/>
              <w:jc w:val="right"/>
              <w:rPr>
                <w:rFonts w:ascii="Arial" w:hAnsi="Arial" w:cs="Arial"/>
                <w:sz w:val="14"/>
                <w:szCs w:val="14"/>
              </w:rPr>
            </w:pPr>
          </w:p>
        </w:tc>
        <w:tc>
          <w:tcPr>
            <w:tcW w:w="858" w:type="dxa"/>
            <w:vAlign w:val="bottom"/>
          </w:tcPr>
          <w:p w14:paraId="10FC5BD6" w14:textId="40203ECD" w:rsidR="00385F7E" w:rsidRPr="001401EB" w:rsidRDefault="00107994" w:rsidP="006F2442">
            <w:pPr>
              <w:tabs>
                <w:tab w:val="left" w:pos="360"/>
                <w:tab w:val="left" w:pos="794"/>
              </w:tabs>
              <w:spacing w:before="60" w:line="276" w:lineRule="auto"/>
              <w:jc w:val="right"/>
              <w:rPr>
                <w:rFonts w:ascii="Arial" w:hAnsi="Arial" w:cs="Arial"/>
                <w:sz w:val="14"/>
                <w:szCs w:val="14"/>
              </w:rPr>
            </w:pPr>
            <w:r w:rsidRPr="001401EB">
              <w:rPr>
                <w:rFonts w:ascii="Arial" w:hAnsi="Arial" w:cs="Arial"/>
                <w:sz w:val="14"/>
                <w:szCs w:val="14"/>
              </w:rPr>
              <w:t>3,901,301</w:t>
            </w:r>
          </w:p>
        </w:tc>
        <w:tc>
          <w:tcPr>
            <w:tcW w:w="915" w:type="dxa"/>
            <w:vAlign w:val="bottom"/>
          </w:tcPr>
          <w:p w14:paraId="3C5BD2A5" w14:textId="77777777" w:rsidR="00385F7E" w:rsidRPr="001401EB" w:rsidRDefault="00385F7E" w:rsidP="00385F7E">
            <w:pPr>
              <w:tabs>
                <w:tab w:val="left" w:pos="794"/>
                <w:tab w:val="left" w:pos="1361"/>
                <w:tab w:val="left" w:pos="1928"/>
              </w:tabs>
              <w:spacing w:before="60" w:line="276" w:lineRule="auto"/>
              <w:jc w:val="right"/>
              <w:rPr>
                <w:rFonts w:ascii="Arial" w:hAnsi="Arial" w:cs="Arial"/>
                <w:sz w:val="14"/>
                <w:szCs w:val="14"/>
              </w:rPr>
            </w:pPr>
          </w:p>
        </w:tc>
        <w:tc>
          <w:tcPr>
            <w:tcW w:w="711" w:type="dxa"/>
            <w:vAlign w:val="bottom"/>
          </w:tcPr>
          <w:p w14:paraId="29ACDCBC" w14:textId="77777777" w:rsidR="00385F7E" w:rsidRPr="001401EB" w:rsidRDefault="00385F7E" w:rsidP="00385F7E">
            <w:pPr>
              <w:tabs>
                <w:tab w:val="left" w:pos="794"/>
                <w:tab w:val="left" w:pos="1361"/>
                <w:tab w:val="left" w:pos="1928"/>
              </w:tabs>
              <w:spacing w:before="60" w:line="276" w:lineRule="auto"/>
              <w:jc w:val="right"/>
              <w:rPr>
                <w:rFonts w:ascii="Arial" w:hAnsi="Arial" w:cs="Arial"/>
                <w:sz w:val="14"/>
                <w:szCs w:val="14"/>
              </w:rPr>
            </w:pPr>
          </w:p>
        </w:tc>
        <w:tc>
          <w:tcPr>
            <w:tcW w:w="851" w:type="dxa"/>
            <w:vAlign w:val="bottom"/>
          </w:tcPr>
          <w:p w14:paraId="679CD523" w14:textId="77777777" w:rsidR="00385F7E" w:rsidRPr="001401EB" w:rsidRDefault="00385F7E" w:rsidP="00385F7E">
            <w:pPr>
              <w:tabs>
                <w:tab w:val="left" w:pos="794"/>
                <w:tab w:val="left" w:pos="1361"/>
                <w:tab w:val="left" w:pos="1928"/>
              </w:tabs>
              <w:spacing w:before="60" w:line="276" w:lineRule="auto"/>
              <w:jc w:val="right"/>
              <w:rPr>
                <w:rFonts w:ascii="Arial" w:hAnsi="Arial" w:cs="Arial"/>
                <w:sz w:val="14"/>
                <w:szCs w:val="14"/>
              </w:rPr>
            </w:pPr>
          </w:p>
        </w:tc>
        <w:tc>
          <w:tcPr>
            <w:tcW w:w="805" w:type="dxa"/>
            <w:vAlign w:val="bottom"/>
          </w:tcPr>
          <w:p w14:paraId="06A98C71" w14:textId="77777777" w:rsidR="00385F7E" w:rsidRPr="001401EB" w:rsidRDefault="00385F7E" w:rsidP="00385F7E">
            <w:pPr>
              <w:tabs>
                <w:tab w:val="left" w:pos="794"/>
                <w:tab w:val="left" w:pos="1361"/>
                <w:tab w:val="left" w:pos="1928"/>
              </w:tabs>
              <w:spacing w:before="60" w:line="276" w:lineRule="auto"/>
              <w:jc w:val="right"/>
              <w:rPr>
                <w:rFonts w:ascii="Arial" w:hAnsi="Arial" w:cs="Arial"/>
                <w:sz w:val="14"/>
                <w:szCs w:val="14"/>
              </w:rPr>
            </w:pPr>
          </w:p>
        </w:tc>
        <w:tc>
          <w:tcPr>
            <w:tcW w:w="900" w:type="dxa"/>
            <w:gridSpan w:val="2"/>
            <w:vAlign w:val="bottom"/>
          </w:tcPr>
          <w:p w14:paraId="317D6DAB" w14:textId="152DD896" w:rsidR="00385F7E" w:rsidRPr="001401EB" w:rsidRDefault="00385F7E" w:rsidP="00385F7E">
            <w:pPr>
              <w:tabs>
                <w:tab w:val="left" w:pos="360"/>
                <w:tab w:val="left" w:pos="794"/>
              </w:tabs>
              <w:spacing w:before="60" w:line="276" w:lineRule="auto"/>
              <w:jc w:val="right"/>
              <w:rPr>
                <w:rFonts w:ascii="Arial" w:hAnsi="Arial" w:cs="Arial"/>
                <w:sz w:val="14"/>
                <w:szCs w:val="14"/>
              </w:rPr>
            </w:pPr>
            <w:r w:rsidRPr="001401EB">
              <w:rPr>
                <w:rFonts w:ascii="Arial" w:hAnsi="Arial" w:cs="Arial"/>
                <w:sz w:val="14"/>
                <w:szCs w:val="14"/>
              </w:rPr>
              <w:t>4,171,613</w:t>
            </w:r>
          </w:p>
        </w:tc>
      </w:tr>
      <w:tr w:rsidR="00385F7E" w:rsidRPr="00EE62BB" w14:paraId="27BB24BE" w14:textId="24F00B58" w:rsidTr="00051A37">
        <w:trPr>
          <w:cantSplit/>
        </w:trPr>
        <w:tc>
          <w:tcPr>
            <w:tcW w:w="2457" w:type="dxa"/>
            <w:gridSpan w:val="2"/>
            <w:vAlign w:val="bottom"/>
          </w:tcPr>
          <w:p w14:paraId="227E29F2" w14:textId="7BF0DDA1" w:rsidR="00385F7E" w:rsidRPr="001401EB" w:rsidRDefault="00385F7E" w:rsidP="00385F7E">
            <w:pPr>
              <w:tabs>
                <w:tab w:val="left" w:pos="360"/>
              </w:tabs>
              <w:spacing w:before="60" w:line="276" w:lineRule="auto"/>
              <w:rPr>
                <w:rFonts w:ascii="Arial" w:hAnsi="Arial" w:cs="Arial"/>
                <w:sz w:val="14"/>
                <w:szCs w:val="14"/>
              </w:rPr>
            </w:pPr>
            <w:r w:rsidRPr="001401EB">
              <w:rPr>
                <w:rFonts w:ascii="Arial" w:hAnsi="Arial" w:cs="Arial"/>
                <w:sz w:val="14"/>
                <w:szCs w:val="14"/>
              </w:rPr>
              <w:t>Total liabilities</w:t>
            </w:r>
          </w:p>
        </w:tc>
        <w:tc>
          <w:tcPr>
            <w:tcW w:w="784" w:type="dxa"/>
            <w:vAlign w:val="bottom"/>
          </w:tcPr>
          <w:p w14:paraId="5D1BF93C" w14:textId="77777777" w:rsidR="00385F7E" w:rsidRPr="001401EB" w:rsidRDefault="00385F7E" w:rsidP="00385F7E">
            <w:pPr>
              <w:tabs>
                <w:tab w:val="left" w:pos="794"/>
                <w:tab w:val="left" w:pos="1361"/>
                <w:tab w:val="left" w:pos="1928"/>
              </w:tabs>
              <w:spacing w:before="60" w:line="276" w:lineRule="auto"/>
              <w:ind w:left="-46"/>
              <w:jc w:val="right"/>
              <w:rPr>
                <w:rFonts w:ascii="Arial" w:hAnsi="Arial" w:cs="Arial"/>
                <w:sz w:val="14"/>
                <w:szCs w:val="14"/>
              </w:rPr>
            </w:pPr>
          </w:p>
        </w:tc>
        <w:tc>
          <w:tcPr>
            <w:tcW w:w="746" w:type="dxa"/>
            <w:vAlign w:val="bottom"/>
          </w:tcPr>
          <w:p w14:paraId="15356836" w14:textId="77777777" w:rsidR="00385F7E" w:rsidRPr="001401EB" w:rsidRDefault="00385F7E" w:rsidP="00385F7E">
            <w:pPr>
              <w:tabs>
                <w:tab w:val="left" w:pos="794"/>
                <w:tab w:val="left" w:pos="1361"/>
                <w:tab w:val="left" w:pos="1928"/>
              </w:tabs>
              <w:spacing w:before="60" w:line="276" w:lineRule="auto"/>
              <w:ind w:left="-46"/>
              <w:jc w:val="right"/>
              <w:rPr>
                <w:rFonts w:ascii="Arial" w:hAnsi="Arial" w:cs="Arial"/>
                <w:sz w:val="14"/>
                <w:szCs w:val="14"/>
              </w:rPr>
            </w:pPr>
          </w:p>
        </w:tc>
        <w:tc>
          <w:tcPr>
            <w:tcW w:w="810" w:type="dxa"/>
            <w:vAlign w:val="bottom"/>
          </w:tcPr>
          <w:p w14:paraId="3CEBAB4C" w14:textId="77777777" w:rsidR="00385F7E" w:rsidRPr="001401EB" w:rsidRDefault="00385F7E" w:rsidP="00385F7E">
            <w:pPr>
              <w:tabs>
                <w:tab w:val="left" w:pos="794"/>
                <w:tab w:val="left" w:pos="1361"/>
                <w:tab w:val="left" w:pos="1928"/>
              </w:tabs>
              <w:spacing w:before="60" w:line="276" w:lineRule="auto"/>
              <w:ind w:left="-46"/>
              <w:jc w:val="right"/>
              <w:rPr>
                <w:rFonts w:ascii="Arial" w:hAnsi="Arial" w:cs="Arial"/>
                <w:sz w:val="14"/>
                <w:szCs w:val="14"/>
              </w:rPr>
            </w:pPr>
          </w:p>
        </w:tc>
        <w:tc>
          <w:tcPr>
            <w:tcW w:w="858" w:type="dxa"/>
            <w:vAlign w:val="bottom"/>
          </w:tcPr>
          <w:p w14:paraId="3817479F" w14:textId="27FE485B" w:rsidR="00385F7E" w:rsidRPr="001401EB" w:rsidRDefault="006F2442" w:rsidP="006F2442">
            <w:pPr>
              <w:tabs>
                <w:tab w:val="left" w:pos="360"/>
                <w:tab w:val="left" w:pos="794"/>
              </w:tabs>
              <w:spacing w:before="60" w:line="276" w:lineRule="auto"/>
              <w:jc w:val="right"/>
              <w:rPr>
                <w:rFonts w:ascii="Arial" w:hAnsi="Arial" w:cs="Arial"/>
                <w:sz w:val="14"/>
                <w:szCs w:val="14"/>
              </w:rPr>
            </w:pPr>
            <w:r w:rsidRPr="001401EB">
              <w:rPr>
                <w:rFonts w:ascii="Arial" w:hAnsi="Arial" w:cs="Arial"/>
                <w:sz w:val="14"/>
                <w:szCs w:val="14"/>
              </w:rPr>
              <w:t>646,470</w:t>
            </w:r>
          </w:p>
        </w:tc>
        <w:tc>
          <w:tcPr>
            <w:tcW w:w="915" w:type="dxa"/>
            <w:vAlign w:val="bottom"/>
          </w:tcPr>
          <w:p w14:paraId="70235D66" w14:textId="77777777" w:rsidR="00385F7E" w:rsidRPr="001401EB" w:rsidRDefault="00385F7E" w:rsidP="00385F7E">
            <w:pPr>
              <w:tabs>
                <w:tab w:val="left" w:pos="794"/>
                <w:tab w:val="left" w:pos="1361"/>
                <w:tab w:val="left" w:pos="1928"/>
              </w:tabs>
              <w:spacing w:before="60" w:line="276" w:lineRule="auto"/>
              <w:jc w:val="right"/>
              <w:rPr>
                <w:rFonts w:ascii="Arial" w:hAnsi="Arial" w:cs="Arial"/>
                <w:sz w:val="14"/>
                <w:szCs w:val="14"/>
              </w:rPr>
            </w:pPr>
          </w:p>
        </w:tc>
        <w:tc>
          <w:tcPr>
            <w:tcW w:w="711" w:type="dxa"/>
            <w:vAlign w:val="bottom"/>
          </w:tcPr>
          <w:p w14:paraId="17C30C91" w14:textId="77777777" w:rsidR="00385F7E" w:rsidRPr="001401EB" w:rsidRDefault="00385F7E" w:rsidP="00385F7E">
            <w:pPr>
              <w:tabs>
                <w:tab w:val="left" w:pos="794"/>
                <w:tab w:val="left" w:pos="1361"/>
                <w:tab w:val="left" w:pos="1928"/>
              </w:tabs>
              <w:spacing w:before="60" w:line="276" w:lineRule="auto"/>
              <w:jc w:val="right"/>
              <w:rPr>
                <w:rFonts w:ascii="Arial" w:hAnsi="Arial" w:cs="Arial"/>
                <w:sz w:val="14"/>
                <w:szCs w:val="14"/>
              </w:rPr>
            </w:pPr>
          </w:p>
        </w:tc>
        <w:tc>
          <w:tcPr>
            <w:tcW w:w="851" w:type="dxa"/>
            <w:vAlign w:val="bottom"/>
          </w:tcPr>
          <w:p w14:paraId="30C5C98E" w14:textId="77777777" w:rsidR="00385F7E" w:rsidRPr="001401EB" w:rsidRDefault="00385F7E" w:rsidP="00385F7E">
            <w:pPr>
              <w:tabs>
                <w:tab w:val="left" w:pos="794"/>
                <w:tab w:val="left" w:pos="1361"/>
                <w:tab w:val="left" w:pos="1928"/>
              </w:tabs>
              <w:spacing w:before="60" w:line="276" w:lineRule="auto"/>
              <w:jc w:val="right"/>
              <w:rPr>
                <w:rFonts w:ascii="Arial" w:hAnsi="Arial" w:cs="Arial"/>
                <w:sz w:val="14"/>
                <w:szCs w:val="14"/>
              </w:rPr>
            </w:pPr>
          </w:p>
        </w:tc>
        <w:tc>
          <w:tcPr>
            <w:tcW w:w="805" w:type="dxa"/>
            <w:vAlign w:val="bottom"/>
          </w:tcPr>
          <w:p w14:paraId="2ED20CE0" w14:textId="77777777" w:rsidR="00385F7E" w:rsidRPr="001401EB" w:rsidRDefault="00385F7E" w:rsidP="00385F7E">
            <w:pPr>
              <w:tabs>
                <w:tab w:val="left" w:pos="794"/>
                <w:tab w:val="left" w:pos="1361"/>
                <w:tab w:val="left" w:pos="1928"/>
              </w:tabs>
              <w:spacing w:before="60" w:line="276" w:lineRule="auto"/>
              <w:jc w:val="right"/>
              <w:rPr>
                <w:rFonts w:ascii="Arial" w:hAnsi="Arial" w:cs="Arial"/>
                <w:sz w:val="14"/>
                <w:szCs w:val="14"/>
              </w:rPr>
            </w:pPr>
          </w:p>
        </w:tc>
        <w:tc>
          <w:tcPr>
            <w:tcW w:w="900" w:type="dxa"/>
            <w:gridSpan w:val="2"/>
            <w:vAlign w:val="bottom"/>
          </w:tcPr>
          <w:p w14:paraId="4B44C15F" w14:textId="1ADAB2C9" w:rsidR="00385F7E" w:rsidRPr="001401EB" w:rsidRDefault="00385F7E" w:rsidP="00385F7E">
            <w:pPr>
              <w:tabs>
                <w:tab w:val="left" w:pos="360"/>
                <w:tab w:val="left" w:pos="794"/>
              </w:tabs>
              <w:spacing w:before="60" w:line="276" w:lineRule="auto"/>
              <w:jc w:val="right"/>
              <w:rPr>
                <w:rFonts w:ascii="Arial" w:hAnsi="Arial" w:cs="Arial"/>
                <w:sz w:val="14"/>
                <w:szCs w:val="14"/>
              </w:rPr>
            </w:pPr>
            <w:r w:rsidRPr="001401EB">
              <w:rPr>
                <w:rFonts w:ascii="Arial" w:hAnsi="Arial" w:cs="Arial"/>
                <w:sz w:val="14"/>
                <w:szCs w:val="14"/>
              </w:rPr>
              <w:t>1,007,472</w:t>
            </w:r>
          </w:p>
        </w:tc>
      </w:tr>
    </w:tbl>
    <w:p w14:paraId="0E41B6E5" w14:textId="77777777" w:rsidR="008C4DE1" w:rsidRPr="005A5BEF" w:rsidRDefault="008C4DE1" w:rsidP="005A5BEF">
      <w:pPr>
        <w:spacing w:line="360" w:lineRule="auto"/>
        <w:jc w:val="thaiDistribute"/>
        <w:rPr>
          <w:rFonts w:ascii="Arial" w:hAnsi="Arial" w:cs="Arial"/>
          <w:sz w:val="16"/>
          <w:szCs w:val="16"/>
        </w:rPr>
      </w:pPr>
    </w:p>
    <w:tbl>
      <w:tblPr>
        <w:tblW w:w="9923" w:type="dxa"/>
        <w:tblInd w:w="63" w:type="dxa"/>
        <w:tblLayout w:type="fixed"/>
        <w:tblLook w:val="01E0" w:firstRow="1" w:lastRow="1" w:firstColumn="1" w:lastColumn="1" w:noHBand="0" w:noVBand="0"/>
      </w:tblPr>
      <w:tblGrid>
        <w:gridCol w:w="1477"/>
        <w:gridCol w:w="1216"/>
        <w:gridCol w:w="1134"/>
        <w:gridCol w:w="851"/>
        <w:gridCol w:w="992"/>
        <w:gridCol w:w="27"/>
        <w:gridCol w:w="1249"/>
        <w:gridCol w:w="992"/>
        <w:gridCol w:w="992"/>
        <w:gridCol w:w="987"/>
        <w:gridCol w:w="6"/>
      </w:tblGrid>
      <w:tr w:rsidR="00B04F63" w:rsidRPr="00EE62BB" w14:paraId="6D8E2954" w14:textId="77777777" w:rsidTr="0023195E">
        <w:trPr>
          <w:gridAfter w:val="1"/>
          <w:wAfter w:w="6" w:type="dxa"/>
          <w:cantSplit/>
        </w:trPr>
        <w:tc>
          <w:tcPr>
            <w:tcW w:w="1477" w:type="dxa"/>
            <w:vAlign w:val="bottom"/>
          </w:tcPr>
          <w:p w14:paraId="0A122F8F" w14:textId="77777777" w:rsidR="00B04F63" w:rsidRPr="00EE62BB" w:rsidRDefault="00B04F63" w:rsidP="005A5BEF">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9"/>
            <w:vAlign w:val="bottom"/>
          </w:tcPr>
          <w:p w14:paraId="76B7358C" w14:textId="77777777" w:rsidR="00B04F63" w:rsidRPr="00EE62BB" w:rsidRDefault="00B04F63" w:rsidP="005A5BEF">
            <w:pPr>
              <w:tabs>
                <w:tab w:val="left" w:pos="794"/>
                <w:tab w:val="left" w:pos="1361"/>
                <w:tab w:val="left" w:pos="1928"/>
              </w:tabs>
              <w:spacing w:before="60" w:line="276" w:lineRule="auto"/>
              <w:ind w:hanging="108"/>
              <w:jc w:val="right"/>
              <w:rPr>
                <w:rFonts w:ascii="Arial" w:hAnsi="Arial" w:cs="Arial"/>
                <w:sz w:val="14"/>
                <w:szCs w:val="14"/>
              </w:rPr>
            </w:pPr>
            <w:r w:rsidRPr="00EE62BB">
              <w:rPr>
                <w:rFonts w:ascii="Arial" w:hAnsi="Arial" w:cs="Arial"/>
                <w:sz w:val="14"/>
                <w:szCs w:val="14"/>
              </w:rPr>
              <w:t>(Unit : Thousand Baht)</w:t>
            </w:r>
          </w:p>
        </w:tc>
      </w:tr>
      <w:tr w:rsidR="00B04F63" w:rsidRPr="00EE62BB" w14:paraId="0FD3DEFD" w14:textId="77777777" w:rsidTr="0023195E">
        <w:trPr>
          <w:gridAfter w:val="1"/>
          <w:wAfter w:w="6" w:type="dxa"/>
          <w:cantSplit/>
        </w:trPr>
        <w:tc>
          <w:tcPr>
            <w:tcW w:w="1477" w:type="dxa"/>
            <w:vAlign w:val="bottom"/>
          </w:tcPr>
          <w:p w14:paraId="01D463E5" w14:textId="77777777" w:rsidR="00B04F63" w:rsidRPr="00EE62BB" w:rsidRDefault="00B04F63" w:rsidP="005A5BEF">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9"/>
            <w:vAlign w:val="bottom"/>
          </w:tcPr>
          <w:p w14:paraId="4C08FCB7" w14:textId="77777777" w:rsidR="00B04F63" w:rsidRPr="00EE62BB" w:rsidRDefault="00B04F63" w:rsidP="005A5BEF">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cs/>
              </w:rPr>
            </w:pPr>
            <w:r w:rsidRPr="005C76FD">
              <w:rPr>
                <w:rFonts w:ascii="Arial" w:hAnsi="Arial" w:cs="Arial"/>
                <w:sz w:val="14"/>
                <w:szCs w:val="14"/>
              </w:rPr>
              <w:t xml:space="preserve">Separate </w:t>
            </w:r>
            <w:r w:rsidRPr="000535A9">
              <w:rPr>
                <w:rFonts w:ascii="Arial" w:hAnsi="Arial" w:cs="Arial"/>
                <w:sz w:val="14"/>
                <w:szCs w:val="14"/>
              </w:rPr>
              <w:t>financial information</w:t>
            </w:r>
          </w:p>
        </w:tc>
      </w:tr>
      <w:tr w:rsidR="00B04F63" w:rsidRPr="00EE62BB" w14:paraId="3F0855E7" w14:textId="77777777" w:rsidTr="0023195E">
        <w:trPr>
          <w:gridAfter w:val="1"/>
          <w:wAfter w:w="6" w:type="dxa"/>
          <w:cantSplit/>
        </w:trPr>
        <w:tc>
          <w:tcPr>
            <w:tcW w:w="1477" w:type="dxa"/>
            <w:vAlign w:val="bottom"/>
          </w:tcPr>
          <w:p w14:paraId="4E1E469B" w14:textId="77777777" w:rsidR="00B04F63" w:rsidRPr="00EE62BB" w:rsidRDefault="00B04F63" w:rsidP="005A5BEF">
            <w:pPr>
              <w:tabs>
                <w:tab w:val="left" w:pos="794"/>
                <w:tab w:val="left" w:pos="1361"/>
                <w:tab w:val="left" w:pos="1928"/>
              </w:tabs>
              <w:spacing w:before="60" w:line="276" w:lineRule="auto"/>
              <w:jc w:val="thaiDistribute"/>
              <w:rPr>
                <w:rFonts w:ascii="Arial" w:hAnsi="Arial" w:cs="Arial"/>
                <w:sz w:val="14"/>
                <w:szCs w:val="14"/>
              </w:rPr>
            </w:pPr>
          </w:p>
        </w:tc>
        <w:tc>
          <w:tcPr>
            <w:tcW w:w="8440" w:type="dxa"/>
            <w:gridSpan w:val="9"/>
            <w:vAlign w:val="bottom"/>
          </w:tcPr>
          <w:p w14:paraId="7A879913" w14:textId="77777777" w:rsidR="00B04F63" w:rsidRPr="00EE62BB" w:rsidRDefault="00B04F63" w:rsidP="005A5BEF">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8D2ABA">
              <w:rPr>
                <w:rFonts w:ascii="Arial" w:hAnsi="Arial" w:cs="Arial"/>
                <w:sz w:val="14"/>
                <w:szCs w:val="14"/>
              </w:rPr>
              <w:t>For the three-month period ended 31 March</w:t>
            </w:r>
          </w:p>
        </w:tc>
      </w:tr>
      <w:tr w:rsidR="00B04F63" w:rsidRPr="00EE62BB" w14:paraId="7673538D" w14:textId="77777777" w:rsidTr="0023195E">
        <w:trPr>
          <w:gridAfter w:val="1"/>
          <w:wAfter w:w="6" w:type="dxa"/>
          <w:cantSplit/>
        </w:trPr>
        <w:tc>
          <w:tcPr>
            <w:tcW w:w="1477" w:type="dxa"/>
            <w:vAlign w:val="bottom"/>
          </w:tcPr>
          <w:p w14:paraId="3DD45D41" w14:textId="77777777" w:rsidR="00B04F63" w:rsidRPr="00EE62BB" w:rsidRDefault="00B04F63" w:rsidP="005A5BEF">
            <w:pPr>
              <w:tabs>
                <w:tab w:val="left" w:pos="794"/>
                <w:tab w:val="left" w:pos="1361"/>
                <w:tab w:val="left" w:pos="1928"/>
              </w:tabs>
              <w:spacing w:before="60" w:line="276" w:lineRule="auto"/>
              <w:jc w:val="thaiDistribute"/>
              <w:rPr>
                <w:rFonts w:ascii="Arial" w:hAnsi="Arial" w:cs="Arial"/>
                <w:sz w:val="14"/>
                <w:szCs w:val="14"/>
              </w:rPr>
            </w:pPr>
          </w:p>
        </w:tc>
        <w:tc>
          <w:tcPr>
            <w:tcW w:w="4220" w:type="dxa"/>
            <w:gridSpan w:val="5"/>
            <w:vAlign w:val="bottom"/>
          </w:tcPr>
          <w:p w14:paraId="170A5464" w14:textId="77777777" w:rsidR="00B04F63" w:rsidRPr="00EE62BB" w:rsidRDefault="00B04F63" w:rsidP="005A5BEF">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E62BB">
              <w:rPr>
                <w:rFonts w:ascii="Arial" w:hAnsi="Arial" w:cs="Arial"/>
                <w:sz w:val="14"/>
                <w:szCs w:val="14"/>
              </w:rPr>
              <w:t>202</w:t>
            </w:r>
            <w:r>
              <w:rPr>
                <w:rFonts w:ascii="Arial" w:hAnsi="Arial" w:cs="Arial"/>
                <w:sz w:val="14"/>
                <w:szCs w:val="14"/>
              </w:rPr>
              <w:t>4</w:t>
            </w:r>
          </w:p>
        </w:tc>
        <w:tc>
          <w:tcPr>
            <w:tcW w:w="4220" w:type="dxa"/>
            <w:gridSpan w:val="4"/>
            <w:vAlign w:val="bottom"/>
          </w:tcPr>
          <w:p w14:paraId="025448A3" w14:textId="77777777" w:rsidR="00B04F63" w:rsidRPr="00EE62BB" w:rsidRDefault="00B04F63" w:rsidP="005A5BEF">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E62BB">
              <w:rPr>
                <w:rFonts w:ascii="Arial" w:hAnsi="Arial" w:cs="Arial"/>
                <w:sz w:val="14"/>
                <w:szCs w:val="14"/>
              </w:rPr>
              <w:t>202</w:t>
            </w:r>
            <w:r>
              <w:rPr>
                <w:rFonts w:ascii="Arial" w:hAnsi="Arial" w:cs="Arial"/>
                <w:sz w:val="14"/>
                <w:szCs w:val="14"/>
              </w:rPr>
              <w:t>3</w:t>
            </w:r>
          </w:p>
        </w:tc>
      </w:tr>
      <w:tr w:rsidR="00B04F63" w:rsidRPr="00EE62BB" w14:paraId="29C6C442" w14:textId="77777777" w:rsidTr="0023195E">
        <w:trPr>
          <w:cantSplit/>
        </w:trPr>
        <w:tc>
          <w:tcPr>
            <w:tcW w:w="1477" w:type="dxa"/>
            <w:vAlign w:val="bottom"/>
          </w:tcPr>
          <w:p w14:paraId="41594D39" w14:textId="77777777" w:rsidR="00B04F63" w:rsidRPr="00EE62BB" w:rsidRDefault="00B04F63" w:rsidP="005A5BEF">
            <w:pPr>
              <w:tabs>
                <w:tab w:val="left" w:pos="794"/>
                <w:tab w:val="left" w:pos="1361"/>
                <w:tab w:val="left" w:pos="1928"/>
              </w:tabs>
              <w:spacing w:before="60" w:line="276" w:lineRule="auto"/>
              <w:jc w:val="thaiDistribute"/>
              <w:rPr>
                <w:rFonts w:ascii="Arial" w:hAnsi="Arial" w:cs="Arial"/>
                <w:sz w:val="14"/>
                <w:szCs w:val="14"/>
              </w:rPr>
            </w:pPr>
          </w:p>
        </w:tc>
        <w:tc>
          <w:tcPr>
            <w:tcW w:w="1216" w:type="dxa"/>
            <w:vAlign w:val="bottom"/>
          </w:tcPr>
          <w:p w14:paraId="19F45E00" w14:textId="77777777" w:rsidR="00B04F63" w:rsidRPr="00EE62BB" w:rsidRDefault="00B04F63" w:rsidP="005A5BEF">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E62BB">
              <w:rPr>
                <w:rFonts w:ascii="Arial" w:hAnsi="Arial" w:cs="Arial"/>
                <w:sz w:val="14"/>
                <w:szCs w:val="14"/>
              </w:rPr>
              <w:t>Sales and revenue from installation - net</w:t>
            </w:r>
          </w:p>
        </w:tc>
        <w:tc>
          <w:tcPr>
            <w:tcW w:w="1134" w:type="dxa"/>
            <w:vAlign w:val="bottom"/>
          </w:tcPr>
          <w:p w14:paraId="4EC6D4C1" w14:textId="77777777" w:rsidR="00B04F63" w:rsidRPr="00EE62BB" w:rsidRDefault="00B04F63" w:rsidP="005A5BEF">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E62BB">
              <w:rPr>
                <w:rFonts w:ascii="Arial" w:hAnsi="Arial" w:cs="Arial"/>
                <w:sz w:val="14"/>
                <w:szCs w:val="14"/>
              </w:rPr>
              <w:t>Steel cutting services income</w:t>
            </w:r>
          </w:p>
        </w:tc>
        <w:tc>
          <w:tcPr>
            <w:tcW w:w="851" w:type="dxa"/>
            <w:vAlign w:val="bottom"/>
          </w:tcPr>
          <w:p w14:paraId="3CDCD724" w14:textId="77777777" w:rsidR="00B04F63" w:rsidRPr="00EE62BB" w:rsidRDefault="00B04F63" w:rsidP="005A5BEF">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E62BB">
              <w:rPr>
                <w:rFonts w:ascii="Arial" w:hAnsi="Arial" w:cs="Arial"/>
                <w:sz w:val="14"/>
                <w:szCs w:val="14"/>
              </w:rPr>
              <w:t>Tran-</w:t>
            </w:r>
            <w:r w:rsidRPr="00EE62BB">
              <w:rPr>
                <w:rFonts w:ascii="Arial" w:hAnsi="Arial" w:cs="Arial"/>
                <w:sz w:val="14"/>
                <w:szCs w:val="14"/>
                <w:cs/>
              </w:rPr>
              <w:t xml:space="preserve">            </w:t>
            </w:r>
            <w:r w:rsidRPr="00EE62BB">
              <w:rPr>
                <w:rFonts w:ascii="Arial" w:hAnsi="Arial" w:cs="Arial"/>
                <w:sz w:val="14"/>
                <w:szCs w:val="14"/>
              </w:rPr>
              <w:t>sportation income</w:t>
            </w:r>
          </w:p>
        </w:tc>
        <w:tc>
          <w:tcPr>
            <w:tcW w:w="992" w:type="dxa"/>
            <w:vAlign w:val="bottom"/>
          </w:tcPr>
          <w:p w14:paraId="7F36508C" w14:textId="77777777" w:rsidR="00B04F63" w:rsidRPr="00EE62BB" w:rsidRDefault="00B04F63" w:rsidP="005A5BEF">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E62BB">
              <w:rPr>
                <w:rFonts w:ascii="Arial" w:hAnsi="Arial" w:cs="Arial"/>
                <w:sz w:val="14"/>
                <w:szCs w:val="14"/>
              </w:rPr>
              <w:t>Total</w:t>
            </w:r>
          </w:p>
        </w:tc>
        <w:tc>
          <w:tcPr>
            <w:tcW w:w="1276" w:type="dxa"/>
            <w:gridSpan w:val="2"/>
            <w:vAlign w:val="bottom"/>
          </w:tcPr>
          <w:p w14:paraId="61BD0E35" w14:textId="77777777" w:rsidR="00B04F63" w:rsidRPr="00EE62BB" w:rsidRDefault="00B04F63" w:rsidP="005A5BEF">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E62BB">
              <w:rPr>
                <w:rFonts w:ascii="Arial" w:hAnsi="Arial" w:cs="Arial"/>
                <w:sz w:val="14"/>
                <w:szCs w:val="14"/>
              </w:rPr>
              <w:t>Sales and revenue from installation - net</w:t>
            </w:r>
          </w:p>
        </w:tc>
        <w:tc>
          <w:tcPr>
            <w:tcW w:w="992" w:type="dxa"/>
            <w:vAlign w:val="bottom"/>
          </w:tcPr>
          <w:p w14:paraId="2CD6F121" w14:textId="77777777" w:rsidR="00B04F63" w:rsidRPr="00EE62BB" w:rsidRDefault="00B04F63" w:rsidP="005A5BEF">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E62BB">
              <w:rPr>
                <w:rFonts w:ascii="Arial" w:hAnsi="Arial" w:cs="Arial"/>
                <w:sz w:val="14"/>
                <w:szCs w:val="14"/>
              </w:rPr>
              <w:t>Steel cutting services income</w:t>
            </w:r>
          </w:p>
        </w:tc>
        <w:tc>
          <w:tcPr>
            <w:tcW w:w="992" w:type="dxa"/>
            <w:vAlign w:val="bottom"/>
          </w:tcPr>
          <w:p w14:paraId="4CED4BB7" w14:textId="77777777" w:rsidR="00B04F63" w:rsidRPr="00EE62BB" w:rsidRDefault="00B04F63" w:rsidP="005A5BEF">
            <w:pPr>
              <w:pBdr>
                <w:bottom w:val="single" w:sz="4" w:space="1" w:color="auto"/>
              </w:pBdr>
              <w:tabs>
                <w:tab w:val="left" w:pos="794"/>
                <w:tab w:val="left" w:pos="1361"/>
                <w:tab w:val="left" w:pos="1928"/>
              </w:tabs>
              <w:spacing w:line="276" w:lineRule="auto"/>
              <w:ind w:left="-46"/>
              <w:jc w:val="center"/>
              <w:rPr>
                <w:rFonts w:ascii="Arial" w:hAnsi="Arial" w:cs="Arial"/>
                <w:sz w:val="14"/>
                <w:szCs w:val="14"/>
              </w:rPr>
            </w:pPr>
            <w:r w:rsidRPr="00EE62BB">
              <w:rPr>
                <w:rFonts w:ascii="Arial" w:hAnsi="Arial" w:cs="Arial"/>
                <w:sz w:val="14"/>
                <w:szCs w:val="14"/>
              </w:rPr>
              <w:t>Tran-</w:t>
            </w:r>
          </w:p>
          <w:p w14:paraId="467E8552" w14:textId="77777777" w:rsidR="00B04F63" w:rsidRPr="00EE62BB" w:rsidRDefault="00B04F63" w:rsidP="005A5BEF">
            <w:pPr>
              <w:pBdr>
                <w:bottom w:val="single" w:sz="4" w:space="1" w:color="auto"/>
              </w:pBdr>
              <w:tabs>
                <w:tab w:val="left" w:pos="794"/>
                <w:tab w:val="left" w:pos="1361"/>
                <w:tab w:val="left" w:pos="1928"/>
              </w:tabs>
              <w:spacing w:line="276" w:lineRule="auto"/>
              <w:ind w:left="-46"/>
              <w:jc w:val="center"/>
              <w:rPr>
                <w:rFonts w:ascii="Arial" w:hAnsi="Arial" w:cs="Arial"/>
                <w:sz w:val="14"/>
                <w:szCs w:val="14"/>
              </w:rPr>
            </w:pPr>
            <w:r w:rsidRPr="00EE62BB">
              <w:rPr>
                <w:rFonts w:ascii="Arial" w:hAnsi="Arial" w:cs="Arial"/>
                <w:sz w:val="14"/>
                <w:szCs w:val="14"/>
              </w:rPr>
              <w:t>sportation income</w:t>
            </w:r>
          </w:p>
        </w:tc>
        <w:tc>
          <w:tcPr>
            <w:tcW w:w="993" w:type="dxa"/>
            <w:gridSpan w:val="2"/>
            <w:vAlign w:val="bottom"/>
          </w:tcPr>
          <w:p w14:paraId="7ECD6C75" w14:textId="77777777" w:rsidR="00B04F63" w:rsidRPr="00EE62BB" w:rsidRDefault="00B04F63" w:rsidP="005A5BEF">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EE62BB">
              <w:rPr>
                <w:rFonts w:ascii="Arial" w:hAnsi="Arial" w:cs="Arial"/>
                <w:sz w:val="14"/>
                <w:szCs w:val="14"/>
              </w:rPr>
              <w:t>Total</w:t>
            </w:r>
          </w:p>
        </w:tc>
      </w:tr>
      <w:tr w:rsidR="00B04F63" w:rsidRPr="00EE62BB" w14:paraId="1CEEA616" w14:textId="77777777" w:rsidTr="0023195E">
        <w:trPr>
          <w:cantSplit/>
        </w:trPr>
        <w:tc>
          <w:tcPr>
            <w:tcW w:w="1477" w:type="dxa"/>
            <w:vAlign w:val="bottom"/>
          </w:tcPr>
          <w:p w14:paraId="4963E647" w14:textId="77777777" w:rsidR="00B04F63" w:rsidRPr="00EE62BB" w:rsidRDefault="00B04F63" w:rsidP="005A5BEF">
            <w:pPr>
              <w:tabs>
                <w:tab w:val="left" w:pos="360"/>
              </w:tabs>
              <w:spacing w:before="60" w:line="276" w:lineRule="auto"/>
              <w:ind w:left="148" w:hanging="148"/>
              <w:rPr>
                <w:rFonts w:ascii="Arial" w:hAnsi="Arial" w:cs="Arial"/>
                <w:sz w:val="14"/>
                <w:szCs w:val="14"/>
              </w:rPr>
            </w:pPr>
          </w:p>
        </w:tc>
        <w:tc>
          <w:tcPr>
            <w:tcW w:w="1216" w:type="dxa"/>
            <w:vAlign w:val="bottom"/>
          </w:tcPr>
          <w:p w14:paraId="18860484" w14:textId="77777777" w:rsidR="00B04F63" w:rsidRPr="00EE62BB" w:rsidRDefault="00B04F63" w:rsidP="005A5BEF">
            <w:pPr>
              <w:tabs>
                <w:tab w:val="left" w:pos="794"/>
                <w:tab w:val="left" w:pos="1361"/>
                <w:tab w:val="left" w:pos="1928"/>
              </w:tabs>
              <w:spacing w:before="60" w:line="276" w:lineRule="auto"/>
              <w:jc w:val="right"/>
              <w:rPr>
                <w:rFonts w:ascii="Arial" w:hAnsi="Arial" w:cs="Arial"/>
                <w:sz w:val="14"/>
                <w:szCs w:val="14"/>
              </w:rPr>
            </w:pPr>
          </w:p>
        </w:tc>
        <w:tc>
          <w:tcPr>
            <w:tcW w:w="1134" w:type="dxa"/>
            <w:vAlign w:val="bottom"/>
          </w:tcPr>
          <w:p w14:paraId="686803CF" w14:textId="77777777" w:rsidR="00B04F63" w:rsidRPr="00EE62BB" w:rsidRDefault="00B04F63" w:rsidP="005A5BEF">
            <w:pPr>
              <w:tabs>
                <w:tab w:val="left" w:pos="794"/>
                <w:tab w:val="left" w:pos="1361"/>
                <w:tab w:val="left" w:pos="1928"/>
              </w:tabs>
              <w:spacing w:before="60" w:line="276" w:lineRule="auto"/>
              <w:jc w:val="right"/>
              <w:rPr>
                <w:rFonts w:ascii="Arial" w:hAnsi="Arial" w:cs="Arial"/>
                <w:sz w:val="14"/>
                <w:szCs w:val="14"/>
              </w:rPr>
            </w:pPr>
          </w:p>
        </w:tc>
        <w:tc>
          <w:tcPr>
            <w:tcW w:w="851" w:type="dxa"/>
            <w:vAlign w:val="bottom"/>
          </w:tcPr>
          <w:p w14:paraId="7966FD74" w14:textId="77777777" w:rsidR="00B04F63" w:rsidRPr="00EE62BB" w:rsidRDefault="00B04F63" w:rsidP="005A5BEF">
            <w:pPr>
              <w:tabs>
                <w:tab w:val="left" w:pos="794"/>
                <w:tab w:val="left" w:pos="1361"/>
                <w:tab w:val="left" w:pos="1928"/>
              </w:tabs>
              <w:spacing w:before="60" w:line="276" w:lineRule="auto"/>
              <w:jc w:val="right"/>
              <w:rPr>
                <w:rFonts w:ascii="Arial" w:hAnsi="Arial" w:cs="Arial"/>
                <w:sz w:val="14"/>
                <w:szCs w:val="14"/>
              </w:rPr>
            </w:pPr>
          </w:p>
        </w:tc>
        <w:tc>
          <w:tcPr>
            <w:tcW w:w="992" w:type="dxa"/>
            <w:vAlign w:val="bottom"/>
          </w:tcPr>
          <w:p w14:paraId="7F16427F" w14:textId="77777777" w:rsidR="00B04F63" w:rsidRPr="00EE62BB" w:rsidRDefault="00B04F63" w:rsidP="005A5BEF">
            <w:pPr>
              <w:tabs>
                <w:tab w:val="left" w:pos="540"/>
              </w:tabs>
              <w:spacing w:before="60" w:line="276" w:lineRule="auto"/>
              <w:ind w:left="-130" w:right="-105"/>
              <w:jc w:val="right"/>
              <w:rPr>
                <w:rFonts w:ascii="Arial" w:hAnsi="Arial" w:cs="Arial"/>
                <w:sz w:val="14"/>
                <w:szCs w:val="14"/>
                <w:cs/>
              </w:rPr>
            </w:pPr>
          </w:p>
        </w:tc>
        <w:tc>
          <w:tcPr>
            <w:tcW w:w="1276" w:type="dxa"/>
            <w:gridSpan w:val="2"/>
            <w:vAlign w:val="bottom"/>
          </w:tcPr>
          <w:p w14:paraId="14020FFB" w14:textId="77777777" w:rsidR="00B04F63" w:rsidRPr="00EE62BB" w:rsidRDefault="00B04F63" w:rsidP="005A5BEF">
            <w:pPr>
              <w:tabs>
                <w:tab w:val="left" w:pos="794"/>
                <w:tab w:val="left" w:pos="1361"/>
                <w:tab w:val="left" w:pos="1928"/>
              </w:tabs>
              <w:spacing w:before="60" w:line="276" w:lineRule="auto"/>
              <w:jc w:val="right"/>
              <w:rPr>
                <w:rFonts w:ascii="Arial" w:hAnsi="Arial" w:cs="Arial"/>
                <w:sz w:val="14"/>
                <w:szCs w:val="14"/>
              </w:rPr>
            </w:pPr>
          </w:p>
        </w:tc>
        <w:tc>
          <w:tcPr>
            <w:tcW w:w="992" w:type="dxa"/>
            <w:vAlign w:val="bottom"/>
          </w:tcPr>
          <w:p w14:paraId="2E2BBDD1" w14:textId="77777777" w:rsidR="00B04F63" w:rsidRPr="00EE62BB" w:rsidRDefault="00B04F63" w:rsidP="005A5BEF">
            <w:pPr>
              <w:tabs>
                <w:tab w:val="left" w:pos="794"/>
                <w:tab w:val="left" w:pos="1361"/>
                <w:tab w:val="left" w:pos="1928"/>
              </w:tabs>
              <w:spacing w:before="60" w:line="276" w:lineRule="auto"/>
              <w:jc w:val="right"/>
              <w:rPr>
                <w:rFonts w:ascii="Arial" w:hAnsi="Arial" w:cs="Arial"/>
                <w:sz w:val="14"/>
                <w:szCs w:val="14"/>
              </w:rPr>
            </w:pPr>
          </w:p>
        </w:tc>
        <w:tc>
          <w:tcPr>
            <w:tcW w:w="992" w:type="dxa"/>
            <w:vAlign w:val="bottom"/>
          </w:tcPr>
          <w:p w14:paraId="5F1DC627" w14:textId="77777777" w:rsidR="00B04F63" w:rsidRPr="00EE62BB" w:rsidRDefault="00B04F63" w:rsidP="005A5BEF">
            <w:pPr>
              <w:tabs>
                <w:tab w:val="left" w:pos="794"/>
                <w:tab w:val="left" w:pos="1361"/>
                <w:tab w:val="left" w:pos="1928"/>
              </w:tabs>
              <w:spacing w:before="60" w:line="276" w:lineRule="auto"/>
              <w:jc w:val="center"/>
              <w:rPr>
                <w:rFonts w:ascii="Arial" w:hAnsi="Arial" w:cs="Arial"/>
                <w:sz w:val="14"/>
                <w:szCs w:val="14"/>
              </w:rPr>
            </w:pPr>
          </w:p>
        </w:tc>
        <w:tc>
          <w:tcPr>
            <w:tcW w:w="993" w:type="dxa"/>
            <w:gridSpan w:val="2"/>
            <w:vAlign w:val="bottom"/>
          </w:tcPr>
          <w:p w14:paraId="1447AE19" w14:textId="77777777" w:rsidR="00B04F63" w:rsidRPr="00EE62BB" w:rsidRDefault="00B04F63" w:rsidP="005A5BEF">
            <w:pPr>
              <w:tabs>
                <w:tab w:val="left" w:pos="360"/>
              </w:tabs>
              <w:spacing w:before="60" w:line="276" w:lineRule="auto"/>
              <w:ind w:left="148" w:hanging="148"/>
              <w:jc w:val="right"/>
              <w:rPr>
                <w:rFonts w:ascii="Arial" w:hAnsi="Arial" w:cs="Arial"/>
                <w:sz w:val="14"/>
                <w:szCs w:val="14"/>
                <w:cs/>
                <w:lang w:val="en-GB"/>
              </w:rPr>
            </w:pPr>
          </w:p>
        </w:tc>
      </w:tr>
      <w:tr w:rsidR="009E72B5" w:rsidRPr="00EE62BB" w14:paraId="04CFB14A" w14:textId="77777777" w:rsidTr="0023195E">
        <w:trPr>
          <w:cantSplit/>
        </w:trPr>
        <w:tc>
          <w:tcPr>
            <w:tcW w:w="4678" w:type="dxa"/>
            <w:gridSpan w:val="4"/>
          </w:tcPr>
          <w:p w14:paraId="2BA1B145" w14:textId="5C2E65FA" w:rsidR="009E72B5" w:rsidRPr="00691348" w:rsidRDefault="003629E0" w:rsidP="003629E0">
            <w:pPr>
              <w:tabs>
                <w:tab w:val="left" w:pos="794"/>
                <w:tab w:val="left" w:pos="1361"/>
                <w:tab w:val="left" w:pos="1928"/>
              </w:tabs>
              <w:spacing w:before="60" w:line="276" w:lineRule="auto"/>
              <w:rPr>
                <w:rFonts w:ascii="Arial" w:hAnsi="Arial" w:cs="Arial"/>
                <w:sz w:val="14"/>
                <w:szCs w:val="14"/>
              </w:rPr>
            </w:pPr>
            <w:r w:rsidRPr="003629E0">
              <w:rPr>
                <w:rFonts w:ascii="Arial" w:hAnsi="Arial" w:cs="Arial"/>
                <w:sz w:val="14"/>
                <w:szCs w:val="14"/>
              </w:rPr>
              <w:t>Revenues classified based on income recognition methods</w:t>
            </w:r>
          </w:p>
        </w:tc>
        <w:tc>
          <w:tcPr>
            <w:tcW w:w="992" w:type="dxa"/>
          </w:tcPr>
          <w:p w14:paraId="751A657A" w14:textId="7799E89A" w:rsidR="009E72B5" w:rsidRPr="00691348" w:rsidRDefault="009E72B5" w:rsidP="005A5BEF">
            <w:pPr>
              <w:tabs>
                <w:tab w:val="left" w:pos="794"/>
                <w:tab w:val="left" w:pos="1361"/>
                <w:tab w:val="left" w:pos="1928"/>
              </w:tabs>
              <w:spacing w:before="60" w:line="276" w:lineRule="auto"/>
              <w:jc w:val="right"/>
              <w:rPr>
                <w:rFonts w:ascii="Arial" w:hAnsi="Arial" w:cs="Arial"/>
                <w:sz w:val="14"/>
                <w:szCs w:val="14"/>
                <w:cs/>
              </w:rPr>
            </w:pPr>
          </w:p>
        </w:tc>
        <w:tc>
          <w:tcPr>
            <w:tcW w:w="1276" w:type="dxa"/>
            <w:gridSpan w:val="2"/>
          </w:tcPr>
          <w:p w14:paraId="10B3E91E" w14:textId="75E1EEFA" w:rsidR="009E72B5" w:rsidRPr="00EE62BB" w:rsidRDefault="009E72B5" w:rsidP="005A5BEF">
            <w:pPr>
              <w:tabs>
                <w:tab w:val="left" w:pos="794"/>
                <w:tab w:val="left" w:pos="1361"/>
                <w:tab w:val="left" w:pos="1928"/>
              </w:tabs>
              <w:spacing w:before="60" w:line="276" w:lineRule="auto"/>
              <w:jc w:val="right"/>
              <w:rPr>
                <w:rFonts w:ascii="Arial" w:hAnsi="Arial" w:cs="Arial"/>
                <w:sz w:val="14"/>
                <w:szCs w:val="14"/>
              </w:rPr>
            </w:pPr>
          </w:p>
        </w:tc>
        <w:tc>
          <w:tcPr>
            <w:tcW w:w="992" w:type="dxa"/>
          </w:tcPr>
          <w:p w14:paraId="6102D7AC" w14:textId="00025E22" w:rsidR="009E72B5" w:rsidRPr="00EE62BB" w:rsidRDefault="009E72B5" w:rsidP="005A5BEF">
            <w:pPr>
              <w:tabs>
                <w:tab w:val="left" w:pos="794"/>
                <w:tab w:val="left" w:pos="1361"/>
                <w:tab w:val="left" w:pos="1928"/>
              </w:tabs>
              <w:spacing w:before="60" w:line="276" w:lineRule="auto"/>
              <w:ind w:left="-46"/>
              <w:jc w:val="right"/>
              <w:rPr>
                <w:rFonts w:ascii="Arial" w:hAnsi="Arial" w:cs="Arial"/>
                <w:sz w:val="14"/>
                <w:szCs w:val="14"/>
              </w:rPr>
            </w:pPr>
          </w:p>
        </w:tc>
        <w:tc>
          <w:tcPr>
            <w:tcW w:w="992" w:type="dxa"/>
          </w:tcPr>
          <w:p w14:paraId="4518CF08" w14:textId="15D74F1A" w:rsidR="009E72B5" w:rsidRPr="00EE62BB" w:rsidRDefault="009E72B5" w:rsidP="005A5BEF">
            <w:pPr>
              <w:tabs>
                <w:tab w:val="left" w:pos="794"/>
                <w:tab w:val="left" w:pos="1361"/>
                <w:tab w:val="left" w:pos="1928"/>
              </w:tabs>
              <w:spacing w:before="60" w:line="276" w:lineRule="auto"/>
              <w:ind w:left="-46"/>
              <w:jc w:val="right"/>
              <w:rPr>
                <w:rFonts w:ascii="Arial" w:hAnsi="Arial" w:cs="Arial"/>
                <w:sz w:val="14"/>
                <w:szCs w:val="14"/>
              </w:rPr>
            </w:pPr>
          </w:p>
        </w:tc>
        <w:tc>
          <w:tcPr>
            <w:tcW w:w="993" w:type="dxa"/>
            <w:gridSpan w:val="2"/>
          </w:tcPr>
          <w:p w14:paraId="63CB2ECF" w14:textId="19A97AC3" w:rsidR="009E72B5" w:rsidRPr="00EE62BB" w:rsidRDefault="009E72B5" w:rsidP="005A5BEF">
            <w:pPr>
              <w:tabs>
                <w:tab w:val="left" w:pos="794"/>
                <w:tab w:val="left" w:pos="1361"/>
                <w:tab w:val="left" w:pos="1928"/>
              </w:tabs>
              <w:spacing w:before="60" w:line="276" w:lineRule="auto"/>
              <w:jc w:val="right"/>
              <w:rPr>
                <w:rFonts w:ascii="Arial" w:hAnsi="Arial" w:cs="Arial"/>
                <w:sz w:val="14"/>
                <w:szCs w:val="14"/>
                <w:cs/>
              </w:rPr>
            </w:pPr>
          </w:p>
        </w:tc>
      </w:tr>
      <w:tr w:rsidR="009E72B5" w:rsidRPr="00EE62BB" w14:paraId="7F7CBAF5" w14:textId="77777777" w:rsidTr="0023195E">
        <w:trPr>
          <w:cantSplit/>
        </w:trPr>
        <w:tc>
          <w:tcPr>
            <w:tcW w:w="1477" w:type="dxa"/>
          </w:tcPr>
          <w:p w14:paraId="4B8B6CF7" w14:textId="5018F66C" w:rsidR="009E72B5" w:rsidRPr="00EE62BB" w:rsidRDefault="009E72B5" w:rsidP="009E72B5">
            <w:pPr>
              <w:tabs>
                <w:tab w:val="left" w:pos="360"/>
              </w:tabs>
              <w:spacing w:before="60" w:line="276" w:lineRule="auto"/>
              <w:ind w:left="148" w:right="-245" w:hanging="148"/>
              <w:rPr>
                <w:rFonts w:ascii="Arial" w:hAnsi="Arial" w:cs="Arial"/>
                <w:sz w:val="14"/>
                <w:szCs w:val="14"/>
              </w:rPr>
            </w:pPr>
            <w:r w:rsidRPr="00EE62BB">
              <w:rPr>
                <w:rFonts w:ascii="Arial" w:hAnsi="Arial" w:cs="Arial"/>
                <w:sz w:val="14"/>
                <w:szCs w:val="14"/>
              </w:rPr>
              <w:t>At point in time</w:t>
            </w:r>
          </w:p>
        </w:tc>
        <w:tc>
          <w:tcPr>
            <w:tcW w:w="1216" w:type="dxa"/>
          </w:tcPr>
          <w:p w14:paraId="3EE02350" w14:textId="68B278D4" w:rsidR="009E72B5" w:rsidRPr="00691348" w:rsidRDefault="009E72B5" w:rsidP="009E72B5">
            <w:pPr>
              <w:tabs>
                <w:tab w:val="left" w:pos="794"/>
                <w:tab w:val="left" w:pos="1361"/>
                <w:tab w:val="left" w:pos="1928"/>
              </w:tabs>
              <w:spacing w:before="60" w:line="276" w:lineRule="auto"/>
              <w:jc w:val="right"/>
              <w:rPr>
                <w:rFonts w:ascii="Arial" w:hAnsi="Arial" w:cs="Arial"/>
                <w:sz w:val="14"/>
                <w:szCs w:val="14"/>
              </w:rPr>
            </w:pPr>
            <w:r w:rsidRPr="00691348">
              <w:rPr>
                <w:rFonts w:ascii="Arial" w:hAnsi="Arial" w:cs="Arial"/>
                <w:sz w:val="14"/>
                <w:szCs w:val="14"/>
              </w:rPr>
              <w:t>917,388</w:t>
            </w:r>
          </w:p>
        </w:tc>
        <w:tc>
          <w:tcPr>
            <w:tcW w:w="1134" w:type="dxa"/>
          </w:tcPr>
          <w:p w14:paraId="37B776E6" w14:textId="21D256ED" w:rsidR="009E72B5" w:rsidRPr="00691348" w:rsidRDefault="009E72B5" w:rsidP="009E72B5">
            <w:pPr>
              <w:tabs>
                <w:tab w:val="left" w:pos="794"/>
                <w:tab w:val="left" w:pos="1361"/>
                <w:tab w:val="left" w:pos="1928"/>
              </w:tabs>
              <w:spacing w:before="60" w:line="276" w:lineRule="auto"/>
              <w:jc w:val="right"/>
              <w:rPr>
                <w:rFonts w:ascii="Arial" w:hAnsi="Arial" w:cs="Arial"/>
                <w:sz w:val="14"/>
                <w:szCs w:val="14"/>
              </w:rPr>
            </w:pPr>
            <w:r w:rsidRPr="00691348">
              <w:rPr>
                <w:rFonts w:ascii="Arial" w:hAnsi="Arial" w:cs="Arial"/>
                <w:sz w:val="14"/>
                <w:szCs w:val="14"/>
              </w:rPr>
              <w:t>76,412</w:t>
            </w:r>
          </w:p>
        </w:tc>
        <w:tc>
          <w:tcPr>
            <w:tcW w:w="851" w:type="dxa"/>
          </w:tcPr>
          <w:p w14:paraId="1459304C" w14:textId="1D5D89E2" w:rsidR="009E72B5" w:rsidRPr="00691348" w:rsidRDefault="009E72B5" w:rsidP="009E72B5">
            <w:pPr>
              <w:tabs>
                <w:tab w:val="left" w:pos="794"/>
                <w:tab w:val="left" w:pos="1361"/>
                <w:tab w:val="left" w:pos="1928"/>
              </w:tabs>
              <w:spacing w:before="60" w:line="276" w:lineRule="auto"/>
              <w:jc w:val="right"/>
              <w:rPr>
                <w:rFonts w:ascii="Arial" w:hAnsi="Arial" w:cs="Arial"/>
                <w:sz w:val="14"/>
                <w:szCs w:val="14"/>
              </w:rPr>
            </w:pPr>
            <w:r w:rsidRPr="00691348">
              <w:rPr>
                <w:rFonts w:ascii="Arial" w:hAnsi="Arial" w:cs="Arial"/>
                <w:sz w:val="14"/>
                <w:szCs w:val="14"/>
              </w:rPr>
              <w:t>16,376</w:t>
            </w:r>
          </w:p>
        </w:tc>
        <w:tc>
          <w:tcPr>
            <w:tcW w:w="992" w:type="dxa"/>
          </w:tcPr>
          <w:p w14:paraId="3C9E85D0" w14:textId="287F5707" w:rsidR="009E72B5" w:rsidRPr="00691348" w:rsidRDefault="009E72B5" w:rsidP="009E72B5">
            <w:pPr>
              <w:tabs>
                <w:tab w:val="left" w:pos="794"/>
                <w:tab w:val="left" w:pos="1361"/>
                <w:tab w:val="left" w:pos="1928"/>
              </w:tabs>
              <w:spacing w:before="60" w:line="276" w:lineRule="auto"/>
              <w:jc w:val="right"/>
              <w:rPr>
                <w:rFonts w:ascii="Arial" w:hAnsi="Arial" w:cs="Arial"/>
                <w:sz w:val="14"/>
                <w:szCs w:val="14"/>
              </w:rPr>
            </w:pPr>
            <w:r w:rsidRPr="00691348">
              <w:rPr>
                <w:rFonts w:ascii="Arial" w:hAnsi="Arial" w:cs="Arial"/>
                <w:sz w:val="14"/>
                <w:szCs w:val="14"/>
              </w:rPr>
              <w:t>1,010,176</w:t>
            </w:r>
          </w:p>
        </w:tc>
        <w:tc>
          <w:tcPr>
            <w:tcW w:w="1276" w:type="dxa"/>
            <w:gridSpan w:val="2"/>
          </w:tcPr>
          <w:p w14:paraId="28804ADD" w14:textId="383A7CAA" w:rsidR="009E72B5" w:rsidRPr="00EE62BB" w:rsidRDefault="009E72B5" w:rsidP="009E72B5">
            <w:pPr>
              <w:tabs>
                <w:tab w:val="left" w:pos="794"/>
                <w:tab w:val="left" w:pos="1361"/>
                <w:tab w:val="left" w:pos="1928"/>
              </w:tabs>
              <w:spacing w:before="60" w:line="276" w:lineRule="auto"/>
              <w:jc w:val="right"/>
              <w:rPr>
                <w:rFonts w:ascii="Arial" w:hAnsi="Arial" w:cs="Arial"/>
                <w:sz w:val="14"/>
                <w:szCs w:val="14"/>
              </w:rPr>
            </w:pPr>
            <w:r w:rsidRPr="00EE62BB">
              <w:rPr>
                <w:rFonts w:ascii="Arial" w:hAnsi="Arial" w:cs="Arial"/>
                <w:sz w:val="14"/>
                <w:szCs w:val="14"/>
              </w:rPr>
              <w:t>1,055,328</w:t>
            </w:r>
          </w:p>
        </w:tc>
        <w:tc>
          <w:tcPr>
            <w:tcW w:w="992" w:type="dxa"/>
          </w:tcPr>
          <w:p w14:paraId="5CC4D301" w14:textId="36CD466C" w:rsidR="009E72B5" w:rsidRPr="00EE62BB" w:rsidRDefault="009E72B5" w:rsidP="009E72B5">
            <w:pPr>
              <w:tabs>
                <w:tab w:val="left" w:pos="794"/>
                <w:tab w:val="left" w:pos="1361"/>
                <w:tab w:val="left" w:pos="1928"/>
              </w:tabs>
              <w:spacing w:before="60" w:line="276" w:lineRule="auto"/>
              <w:ind w:left="-46"/>
              <w:jc w:val="right"/>
              <w:rPr>
                <w:rFonts w:ascii="Arial" w:hAnsi="Arial" w:cs="Arial"/>
                <w:sz w:val="14"/>
                <w:szCs w:val="14"/>
              </w:rPr>
            </w:pPr>
            <w:r w:rsidRPr="00EE62BB">
              <w:rPr>
                <w:rFonts w:ascii="Arial" w:hAnsi="Arial" w:cs="Arial"/>
                <w:sz w:val="14"/>
                <w:szCs w:val="14"/>
              </w:rPr>
              <w:t>85,078</w:t>
            </w:r>
          </w:p>
        </w:tc>
        <w:tc>
          <w:tcPr>
            <w:tcW w:w="992" w:type="dxa"/>
          </w:tcPr>
          <w:p w14:paraId="05DFBB96" w14:textId="7C136DB4" w:rsidR="009E72B5" w:rsidRPr="00EE62BB" w:rsidRDefault="009E72B5" w:rsidP="009E72B5">
            <w:pPr>
              <w:tabs>
                <w:tab w:val="left" w:pos="794"/>
                <w:tab w:val="left" w:pos="1361"/>
                <w:tab w:val="left" w:pos="1928"/>
              </w:tabs>
              <w:spacing w:before="60" w:line="276" w:lineRule="auto"/>
              <w:ind w:left="-46"/>
              <w:jc w:val="right"/>
              <w:rPr>
                <w:rFonts w:ascii="Arial" w:hAnsi="Arial" w:cs="Arial"/>
                <w:sz w:val="14"/>
                <w:szCs w:val="14"/>
              </w:rPr>
            </w:pPr>
            <w:r w:rsidRPr="00EE62BB">
              <w:rPr>
                <w:rFonts w:ascii="Arial" w:hAnsi="Arial" w:cs="Arial"/>
                <w:sz w:val="14"/>
                <w:szCs w:val="14"/>
              </w:rPr>
              <w:t>20,078</w:t>
            </w:r>
          </w:p>
        </w:tc>
        <w:tc>
          <w:tcPr>
            <w:tcW w:w="993" w:type="dxa"/>
            <w:gridSpan w:val="2"/>
          </w:tcPr>
          <w:p w14:paraId="732C2462" w14:textId="106495BE" w:rsidR="009E72B5" w:rsidRPr="00EE62BB" w:rsidRDefault="009E72B5" w:rsidP="009E72B5">
            <w:pPr>
              <w:tabs>
                <w:tab w:val="left" w:pos="794"/>
                <w:tab w:val="left" w:pos="1361"/>
                <w:tab w:val="left" w:pos="1928"/>
              </w:tabs>
              <w:spacing w:before="60" w:line="276" w:lineRule="auto"/>
              <w:jc w:val="right"/>
              <w:rPr>
                <w:rFonts w:ascii="Arial" w:hAnsi="Arial" w:cs="Arial"/>
                <w:sz w:val="14"/>
                <w:szCs w:val="14"/>
              </w:rPr>
            </w:pPr>
            <w:r w:rsidRPr="00EE62BB">
              <w:rPr>
                <w:rFonts w:ascii="Arial" w:hAnsi="Arial" w:cs="Arial"/>
                <w:sz w:val="14"/>
                <w:szCs w:val="14"/>
              </w:rPr>
              <w:t>1,160,484</w:t>
            </w:r>
          </w:p>
        </w:tc>
      </w:tr>
      <w:tr w:rsidR="00B04F63" w:rsidRPr="00EE62BB" w14:paraId="21FE885A" w14:textId="77777777" w:rsidTr="0023195E">
        <w:trPr>
          <w:cantSplit/>
        </w:trPr>
        <w:tc>
          <w:tcPr>
            <w:tcW w:w="1477" w:type="dxa"/>
          </w:tcPr>
          <w:p w14:paraId="2ED1218D" w14:textId="77777777" w:rsidR="00B04F63" w:rsidRPr="00EE62BB" w:rsidRDefault="00B04F63" w:rsidP="005A5BEF">
            <w:pPr>
              <w:tabs>
                <w:tab w:val="left" w:pos="360"/>
              </w:tabs>
              <w:spacing w:before="60" w:line="276" w:lineRule="auto"/>
              <w:ind w:left="148" w:right="-66" w:hanging="148"/>
              <w:rPr>
                <w:rFonts w:ascii="Arial" w:hAnsi="Arial" w:cs="Arial"/>
                <w:sz w:val="14"/>
                <w:szCs w:val="14"/>
                <w:cs/>
                <w:lang w:val="en-GB"/>
              </w:rPr>
            </w:pPr>
            <w:r w:rsidRPr="00EE62BB">
              <w:rPr>
                <w:rFonts w:ascii="Arial" w:hAnsi="Arial" w:cs="Arial"/>
                <w:sz w:val="14"/>
                <w:szCs w:val="14"/>
              </w:rPr>
              <w:t>Over time</w:t>
            </w:r>
          </w:p>
        </w:tc>
        <w:tc>
          <w:tcPr>
            <w:tcW w:w="1216" w:type="dxa"/>
          </w:tcPr>
          <w:p w14:paraId="2800E482" w14:textId="77777777" w:rsidR="00B04F63" w:rsidRPr="00691348" w:rsidRDefault="00B04F63" w:rsidP="005A5BEF">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691348">
              <w:rPr>
                <w:rFonts w:ascii="Arial" w:hAnsi="Arial" w:cs="Arial"/>
                <w:sz w:val="14"/>
                <w:szCs w:val="14"/>
              </w:rPr>
              <w:t>184,349</w:t>
            </w:r>
          </w:p>
        </w:tc>
        <w:tc>
          <w:tcPr>
            <w:tcW w:w="1134" w:type="dxa"/>
          </w:tcPr>
          <w:p w14:paraId="454B113D" w14:textId="77777777" w:rsidR="00B04F63" w:rsidRPr="00691348" w:rsidRDefault="00B04F63" w:rsidP="005A5BEF">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691348">
              <w:rPr>
                <w:rFonts w:ascii="Arial" w:hAnsi="Arial" w:cs="Arial"/>
                <w:sz w:val="14"/>
                <w:szCs w:val="14"/>
              </w:rPr>
              <w:t xml:space="preserve">            -</w:t>
            </w:r>
          </w:p>
        </w:tc>
        <w:tc>
          <w:tcPr>
            <w:tcW w:w="851" w:type="dxa"/>
          </w:tcPr>
          <w:p w14:paraId="6BE12BF9" w14:textId="77777777" w:rsidR="00B04F63" w:rsidRPr="00691348" w:rsidRDefault="00B04F63" w:rsidP="005A5BEF">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691348">
              <w:rPr>
                <w:rFonts w:ascii="Arial" w:hAnsi="Arial" w:cs="Arial"/>
                <w:sz w:val="14"/>
                <w:szCs w:val="14"/>
              </w:rPr>
              <w:t>150</w:t>
            </w:r>
          </w:p>
        </w:tc>
        <w:tc>
          <w:tcPr>
            <w:tcW w:w="992" w:type="dxa"/>
          </w:tcPr>
          <w:p w14:paraId="3860CEFE" w14:textId="77777777" w:rsidR="00B04F63" w:rsidRPr="00691348" w:rsidRDefault="00B04F63" w:rsidP="005A5BEF">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691348">
              <w:rPr>
                <w:rFonts w:ascii="Arial" w:hAnsi="Arial" w:cs="Arial"/>
                <w:sz w:val="14"/>
                <w:szCs w:val="14"/>
              </w:rPr>
              <w:t>184,499</w:t>
            </w:r>
          </w:p>
        </w:tc>
        <w:tc>
          <w:tcPr>
            <w:tcW w:w="1276" w:type="dxa"/>
            <w:gridSpan w:val="2"/>
          </w:tcPr>
          <w:p w14:paraId="74F1B086" w14:textId="77777777" w:rsidR="00B04F63" w:rsidRPr="00EE62BB" w:rsidRDefault="00B04F63" w:rsidP="005A5BEF">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EE62BB">
              <w:rPr>
                <w:rFonts w:ascii="Arial" w:hAnsi="Arial" w:cs="Arial"/>
                <w:sz w:val="14"/>
                <w:szCs w:val="14"/>
              </w:rPr>
              <w:t>230,141</w:t>
            </w:r>
          </w:p>
        </w:tc>
        <w:tc>
          <w:tcPr>
            <w:tcW w:w="992" w:type="dxa"/>
          </w:tcPr>
          <w:p w14:paraId="770E051B" w14:textId="77777777" w:rsidR="00B04F63" w:rsidRPr="00EE62BB" w:rsidRDefault="00B04F63" w:rsidP="005A5BEF">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EE62BB">
              <w:rPr>
                <w:rFonts w:ascii="Arial" w:hAnsi="Arial" w:cs="Arial"/>
                <w:sz w:val="14"/>
                <w:szCs w:val="14"/>
              </w:rPr>
              <w:t xml:space="preserve">     </w:t>
            </w:r>
            <w:r>
              <w:rPr>
                <w:rFonts w:ascii="Arial" w:hAnsi="Arial" w:cstheme="minorBidi" w:hint="cs"/>
                <w:sz w:val="14"/>
                <w:szCs w:val="14"/>
                <w:cs/>
              </w:rPr>
              <w:t xml:space="preserve">       </w:t>
            </w:r>
            <w:r w:rsidRPr="00EE62BB">
              <w:rPr>
                <w:rFonts w:ascii="Arial" w:hAnsi="Arial" w:cs="Arial"/>
                <w:sz w:val="14"/>
                <w:szCs w:val="14"/>
                <w:cs/>
              </w:rPr>
              <w:t>-</w:t>
            </w:r>
          </w:p>
        </w:tc>
        <w:tc>
          <w:tcPr>
            <w:tcW w:w="992" w:type="dxa"/>
          </w:tcPr>
          <w:p w14:paraId="6FE6C388" w14:textId="77777777" w:rsidR="00B04F63" w:rsidRPr="00EE62BB" w:rsidRDefault="00B04F63" w:rsidP="005A5BEF">
            <w:pPr>
              <w:pBdr>
                <w:bottom w:val="single" w:sz="4" w:space="1" w:color="auto"/>
              </w:pBdr>
              <w:tabs>
                <w:tab w:val="left" w:pos="794"/>
                <w:tab w:val="left" w:pos="1361"/>
                <w:tab w:val="left" w:pos="1928"/>
              </w:tabs>
              <w:spacing w:before="60" w:line="276" w:lineRule="auto"/>
              <w:ind w:left="-46"/>
              <w:jc w:val="right"/>
              <w:rPr>
                <w:rFonts w:ascii="Arial" w:hAnsi="Arial" w:cs="Arial"/>
                <w:sz w:val="14"/>
                <w:szCs w:val="14"/>
              </w:rPr>
            </w:pPr>
            <w:r w:rsidRPr="00EE62BB">
              <w:rPr>
                <w:rFonts w:ascii="Arial" w:hAnsi="Arial" w:cs="Arial"/>
                <w:sz w:val="14"/>
                <w:szCs w:val="14"/>
              </w:rPr>
              <w:t>43</w:t>
            </w:r>
          </w:p>
        </w:tc>
        <w:tc>
          <w:tcPr>
            <w:tcW w:w="993" w:type="dxa"/>
            <w:gridSpan w:val="2"/>
          </w:tcPr>
          <w:p w14:paraId="02E839D0" w14:textId="77777777" w:rsidR="00B04F63" w:rsidRPr="00EE62BB" w:rsidRDefault="00B04F63" w:rsidP="005A5BEF">
            <w:pPr>
              <w:pBdr>
                <w:bottom w:val="single" w:sz="4" w:space="1" w:color="auto"/>
              </w:pBdr>
              <w:tabs>
                <w:tab w:val="left" w:pos="794"/>
                <w:tab w:val="left" w:pos="1361"/>
                <w:tab w:val="left" w:pos="1928"/>
              </w:tabs>
              <w:spacing w:before="60" w:line="276" w:lineRule="auto"/>
              <w:jc w:val="right"/>
              <w:rPr>
                <w:rFonts w:ascii="Arial" w:hAnsi="Arial" w:cs="Arial"/>
                <w:sz w:val="14"/>
                <w:szCs w:val="14"/>
                <w:cs/>
              </w:rPr>
            </w:pPr>
            <w:r w:rsidRPr="00EE62BB">
              <w:rPr>
                <w:rFonts w:ascii="Arial" w:hAnsi="Arial" w:cs="Arial"/>
                <w:sz w:val="14"/>
                <w:szCs w:val="14"/>
              </w:rPr>
              <w:t>230,184</w:t>
            </w:r>
          </w:p>
        </w:tc>
      </w:tr>
      <w:tr w:rsidR="00B04F63" w:rsidRPr="00EE62BB" w14:paraId="5CFA26C0" w14:textId="77777777" w:rsidTr="0023195E">
        <w:trPr>
          <w:cantSplit/>
        </w:trPr>
        <w:tc>
          <w:tcPr>
            <w:tcW w:w="1477" w:type="dxa"/>
          </w:tcPr>
          <w:p w14:paraId="3CC1A97B" w14:textId="77777777" w:rsidR="00B04F63" w:rsidRPr="00EE62BB" w:rsidRDefault="00B04F63" w:rsidP="005A5BEF">
            <w:pPr>
              <w:tabs>
                <w:tab w:val="left" w:pos="360"/>
              </w:tabs>
              <w:spacing w:before="60" w:line="276" w:lineRule="auto"/>
              <w:ind w:left="148" w:right="-66" w:hanging="148"/>
              <w:rPr>
                <w:rFonts w:ascii="Arial" w:hAnsi="Arial" w:cs="Arial"/>
                <w:b/>
                <w:bCs/>
                <w:sz w:val="14"/>
                <w:szCs w:val="14"/>
                <w:lang w:val="en-GB"/>
              </w:rPr>
            </w:pPr>
            <w:r w:rsidRPr="00EE62BB">
              <w:rPr>
                <w:rFonts w:ascii="Arial" w:hAnsi="Arial" w:cs="Arial"/>
                <w:sz w:val="14"/>
                <w:szCs w:val="14"/>
              </w:rPr>
              <w:t>Total</w:t>
            </w:r>
          </w:p>
        </w:tc>
        <w:tc>
          <w:tcPr>
            <w:tcW w:w="1216" w:type="dxa"/>
          </w:tcPr>
          <w:p w14:paraId="6C8FBAC8" w14:textId="77777777" w:rsidR="00B04F63" w:rsidRPr="00691348" w:rsidRDefault="00B04F63" w:rsidP="005A5BEF">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691348">
              <w:rPr>
                <w:rFonts w:ascii="Arial" w:hAnsi="Arial" w:cs="Arial"/>
                <w:sz w:val="14"/>
                <w:szCs w:val="14"/>
              </w:rPr>
              <w:t>1,101,737</w:t>
            </w:r>
          </w:p>
        </w:tc>
        <w:tc>
          <w:tcPr>
            <w:tcW w:w="1134" w:type="dxa"/>
          </w:tcPr>
          <w:p w14:paraId="60FD8876" w14:textId="77777777" w:rsidR="00B04F63" w:rsidRPr="00691348" w:rsidRDefault="00B04F63" w:rsidP="005A5BEF">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691348">
              <w:rPr>
                <w:rFonts w:ascii="Arial" w:hAnsi="Arial" w:cs="Arial"/>
                <w:sz w:val="14"/>
                <w:szCs w:val="14"/>
              </w:rPr>
              <w:t>76,412</w:t>
            </w:r>
          </w:p>
        </w:tc>
        <w:tc>
          <w:tcPr>
            <w:tcW w:w="851" w:type="dxa"/>
          </w:tcPr>
          <w:p w14:paraId="7968EFCE" w14:textId="77777777" w:rsidR="00B04F63" w:rsidRPr="00691348" w:rsidRDefault="00B04F63" w:rsidP="005A5BEF">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691348">
              <w:rPr>
                <w:rFonts w:ascii="Arial" w:hAnsi="Arial" w:cs="Arial"/>
                <w:sz w:val="14"/>
                <w:szCs w:val="14"/>
              </w:rPr>
              <w:t>16,526</w:t>
            </w:r>
          </w:p>
        </w:tc>
        <w:tc>
          <w:tcPr>
            <w:tcW w:w="992" w:type="dxa"/>
          </w:tcPr>
          <w:p w14:paraId="49C4A2FA" w14:textId="77777777" w:rsidR="00B04F63" w:rsidRPr="00691348" w:rsidRDefault="00B04F63" w:rsidP="005A5BEF">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691348">
              <w:rPr>
                <w:rFonts w:ascii="Arial" w:hAnsi="Arial" w:cs="Arial"/>
                <w:sz w:val="14"/>
                <w:szCs w:val="14"/>
              </w:rPr>
              <w:t>1,194,675</w:t>
            </w:r>
          </w:p>
        </w:tc>
        <w:tc>
          <w:tcPr>
            <w:tcW w:w="1276" w:type="dxa"/>
            <w:gridSpan w:val="2"/>
          </w:tcPr>
          <w:p w14:paraId="17AD3574" w14:textId="77777777" w:rsidR="00B04F63" w:rsidRPr="00EE62BB" w:rsidRDefault="00B04F63" w:rsidP="005A5BEF">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EE62BB">
              <w:rPr>
                <w:rFonts w:ascii="Arial" w:hAnsi="Arial" w:cs="Arial"/>
                <w:sz w:val="14"/>
                <w:szCs w:val="14"/>
              </w:rPr>
              <w:t>1,285,469</w:t>
            </w:r>
          </w:p>
        </w:tc>
        <w:tc>
          <w:tcPr>
            <w:tcW w:w="992" w:type="dxa"/>
          </w:tcPr>
          <w:p w14:paraId="6AE85471" w14:textId="77777777" w:rsidR="00B04F63" w:rsidRPr="00EE62BB" w:rsidRDefault="00B04F63" w:rsidP="005A5BEF">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EE62BB">
              <w:rPr>
                <w:rFonts w:ascii="Arial" w:hAnsi="Arial" w:cs="Arial"/>
                <w:sz w:val="14"/>
                <w:szCs w:val="14"/>
              </w:rPr>
              <w:t>85,078</w:t>
            </w:r>
          </w:p>
        </w:tc>
        <w:tc>
          <w:tcPr>
            <w:tcW w:w="992" w:type="dxa"/>
          </w:tcPr>
          <w:p w14:paraId="6DFC60D1" w14:textId="77777777" w:rsidR="00B04F63" w:rsidRPr="00EE62BB" w:rsidRDefault="00B04F63" w:rsidP="005A5BEF">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EE62BB">
              <w:rPr>
                <w:rFonts w:ascii="Arial" w:hAnsi="Arial" w:cs="Arial"/>
                <w:sz w:val="14"/>
                <w:szCs w:val="14"/>
              </w:rPr>
              <w:t>20,121</w:t>
            </w:r>
          </w:p>
        </w:tc>
        <w:tc>
          <w:tcPr>
            <w:tcW w:w="993" w:type="dxa"/>
            <w:gridSpan w:val="2"/>
          </w:tcPr>
          <w:p w14:paraId="061B362E" w14:textId="77777777" w:rsidR="00B04F63" w:rsidRPr="00EE62BB" w:rsidRDefault="00B04F63" w:rsidP="005A5BEF">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EE62BB">
              <w:rPr>
                <w:rFonts w:ascii="Arial" w:hAnsi="Arial" w:cs="Arial"/>
                <w:sz w:val="14"/>
                <w:szCs w:val="14"/>
              </w:rPr>
              <w:t>1,390,668</w:t>
            </w:r>
          </w:p>
        </w:tc>
      </w:tr>
    </w:tbl>
    <w:p w14:paraId="530A4714" w14:textId="77777777" w:rsidR="00620992" w:rsidRPr="00EE62BB" w:rsidRDefault="00620992">
      <w:pPr>
        <w:rPr>
          <w:rFonts w:ascii="Arial" w:hAnsi="Arial" w:cs="Arial"/>
          <w:b/>
          <w:bCs/>
          <w:caps/>
          <w:sz w:val="19"/>
          <w:szCs w:val="19"/>
          <w:lang w:val="en-GB"/>
        </w:rPr>
      </w:pPr>
    </w:p>
    <w:p w14:paraId="0DED1EBB" w14:textId="77777777" w:rsidR="00620992" w:rsidRPr="00EE62BB" w:rsidRDefault="00620992">
      <w:pPr>
        <w:rPr>
          <w:rFonts w:ascii="Arial" w:hAnsi="Arial" w:cs="Arial"/>
          <w:b/>
          <w:bCs/>
          <w:caps/>
          <w:sz w:val="19"/>
          <w:szCs w:val="19"/>
          <w:lang w:val="en-GB"/>
        </w:rPr>
      </w:pPr>
    </w:p>
    <w:p w14:paraId="7BEBA032" w14:textId="77777777" w:rsidR="005A5BEF" w:rsidRDefault="005A5BEF">
      <w:pPr>
        <w:rPr>
          <w:rFonts w:ascii="Arial" w:hAnsi="Arial" w:cs="Arial"/>
          <w:b/>
          <w:bCs/>
          <w:spacing w:val="-4"/>
          <w:sz w:val="19"/>
          <w:szCs w:val="19"/>
          <w:lang w:val="en-GB"/>
        </w:rPr>
      </w:pPr>
      <w:r>
        <w:rPr>
          <w:rFonts w:ascii="Arial" w:hAnsi="Arial" w:cs="Arial"/>
          <w:b/>
          <w:bCs/>
          <w:spacing w:val="-4"/>
          <w:sz w:val="19"/>
          <w:szCs w:val="19"/>
          <w:lang w:val="en-GB"/>
        </w:rPr>
        <w:br w:type="page"/>
      </w:r>
    </w:p>
    <w:p w14:paraId="1ABC2FC4" w14:textId="77B87EF6" w:rsidR="007F29EE" w:rsidRPr="00B35B43" w:rsidRDefault="007F29EE"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B35B43">
        <w:rPr>
          <w:rFonts w:ascii="Arial" w:hAnsi="Arial" w:cs="Arial"/>
          <w:b/>
          <w:bCs/>
          <w:spacing w:val="-4"/>
          <w:sz w:val="19"/>
          <w:szCs w:val="19"/>
          <w:lang w:val="en-GB"/>
        </w:rPr>
        <w:lastRenderedPageBreak/>
        <w:t>F</w:t>
      </w:r>
      <w:r w:rsidR="00B35B43">
        <w:rPr>
          <w:rFonts w:ascii="Arial" w:hAnsi="Arial" w:cs="Arial"/>
          <w:b/>
          <w:bCs/>
          <w:spacing w:val="-4"/>
          <w:sz w:val="19"/>
          <w:szCs w:val="19"/>
          <w:lang w:val="en-GB"/>
        </w:rPr>
        <w:t>OREIGN</w:t>
      </w:r>
      <w:r w:rsidRPr="00B35B43">
        <w:rPr>
          <w:rFonts w:ascii="Arial" w:hAnsi="Arial" w:cs="Arial"/>
          <w:b/>
          <w:bCs/>
          <w:spacing w:val="-4"/>
          <w:sz w:val="19"/>
          <w:szCs w:val="19"/>
          <w:lang w:val="en-GB"/>
        </w:rPr>
        <w:t xml:space="preserve"> </w:t>
      </w:r>
      <w:r w:rsidR="00B35B43">
        <w:rPr>
          <w:rFonts w:ascii="Arial" w:hAnsi="Arial" w:cs="Arial"/>
          <w:b/>
          <w:bCs/>
          <w:spacing w:val="-4"/>
          <w:sz w:val="19"/>
          <w:szCs w:val="19"/>
          <w:lang w:val="en-GB"/>
        </w:rPr>
        <w:t>EXCHANGE</w:t>
      </w:r>
      <w:r w:rsidRPr="00B35B43">
        <w:rPr>
          <w:rFonts w:ascii="Arial" w:hAnsi="Arial" w:cs="Arial"/>
          <w:b/>
          <w:bCs/>
          <w:spacing w:val="-4"/>
          <w:sz w:val="19"/>
          <w:szCs w:val="19"/>
          <w:lang w:val="en-GB"/>
        </w:rPr>
        <w:t xml:space="preserve"> </w:t>
      </w:r>
      <w:r w:rsidR="00B35B43">
        <w:rPr>
          <w:rFonts w:ascii="Arial" w:hAnsi="Arial" w:cs="Arial"/>
          <w:b/>
          <w:bCs/>
          <w:spacing w:val="-4"/>
          <w:sz w:val="19"/>
          <w:szCs w:val="19"/>
          <w:lang w:val="en-GB"/>
        </w:rPr>
        <w:t>RISK</w:t>
      </w:r>
    </w:p>
    <w:p w14:paraId="2D5BC432" w14:textId="77777777" w:rsidR="001503A7" w:rsidRPr="00EE62BB" w:rsidRDefault="001503A7" w:rsidP="00B61ED7">
      <w:pPr>
        <w:spacing w:line="360" w:lineRule="auto"/>
        <w:ind w:left="432"/>
        <w:jc w:val="thaiDistribute"/>
        <w:rPr>
          <w:rFonts w:ascii="Arial" w:hAnsi="Arial" w:cs="Arial"/>
          <w:sz w:val="19"/>
          <w:szCs w:val="19"/>
        </w:rPr>
      </w:pPr>
    </w:p>
    <w:p w14:paraId="5A74CA73" w14:textId="2FED9514" w:rsidR="002121E6" w:rsidRPr="00EE62BB" w:rsidRDefault="001D15C0" w:rsidP="007B6959">
      <w:pPr>
        <w:pStyle w:val="ListParagraph"/>
        <w:tabs>
          <w:tab w:val="num" w:pos="4046"/>
        </w:tabs>
        <w:spacing w:after="0" w:line="360" w:lineRule="auto"/>
        <w:ind w:left="426" w:right="62"/>
        <w:jc w:val="thaiDistribute"/>
        <w:rPr>
          <w:rFonts w:ascii="Arial" w:hAnsi="Arial" w:cs="Arial"/>
          <w:sz w:val="19"/>
          <w:szCs w:val="19"/>
        </w:rPr>
      </w:pPr>
      <w:r w:rsidRPr="00EE62BB">
        <w:rPr>
          <w:rFonts w:ascii="Arial" w:hAnsi="Arial" w:cs="Arial"/>
          <w:sz w:val="19"/>
          <w:szCs w:val="19"/>
        </w:rPr>
        <w:t xml:space="preserve">The </w:t>
      </w:r>
      <w:r w:rsidR="00AE4199" w:rsidRPr="00EE62BB">
        <w:rPr>
          <w:rFonts w:ascii="Arial" w:hAnsi="Arial" w:cs="Arial"/>
          <w:sz w:val="19"/>
          <w:szCs w:val="19"/>
        </w:rPr>
        <w:t>Group</w:t>
      </w:r>
      <w:r w:rsidR="002B6B34" w:rsidRPr="00EE62BB">
        <w:rPr>
          <w:rFonts w:ascii="Arial" w:hAnsi="Arial" w:cs="Arial"/>
          <w:sz w:val="19"/>
          <w:szCs w:val="19"/>
        </w:rPr>
        <w:t xml:space="preserve"> </w:t>
      </w:r>
      <w:r w:rsidRPr="00EE62BB">
        <w:rPr>
          <w:rFonts w:ascii="Arial" w:hAnsi="Arial" w:cs="Arial"/>
          <w:sz w:val="19"/>
          <w:szCs w:val="19"/>
        </w:rPr>
        <w:t>ha</w:t>
      </w:r>
      <w:r w:rsidR="00AE4199" w:rsidRPr="00EE62BB">
        <w:rPr>
          <w:rFonts w:ascii="Arial" w:hAnsi="Arial" w:cs="Arial"/>
          <w:sz w:val="19"/>
          <w:szCs w:val="19"/>
        </w:rPr>
        <w:t>s</w:t>
      </w:r>
      <w:r w:rsidR="009C6D5A" w:rsidRPr="00EE62BB">
        <w:rPr>
          <w:rFonts w:ascii="Arial" w:hAnsi="Arial" w:cs="Arial"/>
          <w:sz w:val="19"/>
          <w:szCs w:val="19"/>
        </w:rPr>
        <w:t xml:space="preserve"> exposure to </w:t>
      </w:r>
      <w:r w:rsidRPr="00EE62BB">
        <w:rPr>
          <w:rFonts w:ascii="Arial" w:hAnsi="Arial" w:cs="Arial"/>
          <w:sz w:val="19"/>
          <w:szCs w:val="19"/>
        </w:rPr>
        <w:t>foreign currency risk relating to</w:t>
      </w:r>
      <w:r w:rsidR="000211DA" w:rsidRPr="00EE62BB">
        <w:rPr>
          <w:rFonts w:ascii="Arial" w:hAnsi="Arial" w:cs="Arial"/>
          <w:sz w:val="19"/>
          <w:szCs w:val="19"/>
        </w:rPr>
        <w:t xml:space="preserve"> </w:t>
      </w:r>
      <w:r w:rsidR="009C6D5A" w:rsidRPr="00EE62BB">
        <w:rPr>
          <w:rFonts w:ascii="Arial" w:hAnsi="Arial" w:cs="Arial"/>
          <w:sz w:val="19"/>
          <w:szCs w:val="19"/>
        </w:rPr>
        <w:t>the export sales and the import of production materials,</w:t>
      </w:r>
      <w:r w:rsidR="00635B37" w:rsidRPr="00EE62BB">
        <w:rPr>
          <w:rFonts w:ascii="Arial" w:hAnsi="Arial" w:cs="Arial"/>
          <w:sz w:val="19"/>
          <w:szCs w:val="19"/>
        </w:rPr>
        <w:t xml:space="preserve"> </w:t>
      </w:r>
      <w:r w:rsidR="000211DA" w:rsidRPr="00EE62BB">
        <w:rPr>
          <w:rFonts w:ascii="Arial" w:hAnsi="Arial" w:cs="Arial"/>
          <w:sz w:val="19"/>
          <w:szCs w:val="19"/>
        </w:rPr>
        <w:t>sho</w:t>
      </w:r>
      <w:r w:rsidR="00790D6A" w:rsidRPr="00EE62BB">
        <w:rPr>
          <w:rFonts w:ascii="Arial" w:hAnsi="Arial" w:cs="Arial"/>
          <w:sz w:val="19"/>
          <w:szCs w:val="19"/>
        </w:rPr>
        <w:t>rt</w:t>
      </w:r>
      <w:r w:rsidR="001F7A14" w:rsidRPr="00EE62BB">
        <w:rPr>
          <w:rFonts w:ascii="Arial" w:hAnsi="Arial" w:cs="Arial"/>
          <w:sz w:val="19"/>
          <w:szCs w:val="19"/>
        </w:rPr>
        <w:t>-</w:t>
      </w:r>
      <w:r w:rsidRPr="00EE62BB">
        <w:rPr>
          <w:rFonts w:ascii="Arial" w:hAnsi="Arial" w:cs="Arial"/>
          <w:sz w:val="19"/>
          <w:szCs w:val="19"/>
        </w:rPr>
        <w:t>term loans to subsidiary</w:t>
      </w:r>
      <w:r w:rsidR="005965E1" w:rsidRPr="00EE62BB">
        <w:rPr>
          <w:rFonts w:ascii="Arial" w:hAnsi="Arial" w:cs="Arial"/>
          <w:sz w:val="19"/>
          <w:szCs w:val="19"/>
        </w:rPr>
        <w:t xml:space="preserve">, bank overdraft </w:t>
      </w:r>
      <w:r w:rsidR="008D5C83" w:rsidRPr="00EE62BB">
        <w:rPr>
          <w:rFonts w:ascii="Arial" w:hAnsi="Arial" w:cs="Arial"/>
          <w:sz w:val="19"/>
          <w:szCs w:val="19"/>
        </w:rPr>
        <w:t>and short</w:t>
      </w:r>
      <w:r w:rsidR="00E142DE" w:rsidRPr="00EE62BB">
        <w:rPr>
          <w:rFonts w:ascii="Arial" w:hAnsi="Arial" w:cs="Arial"/>
          <w:sz w:val="19"/>
          <w:szCs w:val="19"/>
        </w:rPr>
        <w:t>-</w:t>
      </w:r>
      <w:r w:rsidRPr="00EE62BB">
        <w:rPr>
          <w:rFonts w:ascii="Arial" w:hAnsi="Arial" w:cs="Arial"/>
          <w:sz w:val="19"/>
          <w:szCs w:val="19"/>
        </w:rPr>
        <w:t>term loans from financial institution</w:t>
      </w:r>
      <w:r w:rsidR="006B3DF3" w:rsidRPr="00EE62BB">
        <w:rPr>
          <w:rFonts w:ascii="Arial" w:hAnsi="Arial" w:cs="Arial"/>
          <w:sz w:val="19"/>
          <w:szCs w:val="19"/>
        </w:rPr>
        <w:t xml:space="preserve">s </w:t>
      </w:r>
      <w:r w:rsidRPr="00EE62BB">
        <w:rPr>
          <w:rFonts w:ascii="Arial" w:hAnsi="Arial" w:cs="Arial"/>
          <w:sz w:val="19"/>
          <w:szCs w:val="19"/>
        </w:rPr>
        <w:t xml:space="preserve">denominated in foreign currencies. </w:t>
      </w:r>
      <w:r w:rsidR="00210F04" w:rsidRPr="00EE62BB">
        <w:rPr>
          <w:rFonts w:ascii="Arial" w:hAnsi="Arial" w:cs="Arial"/>
          <w:sz w:val="19"/>
          <w:szCs w:val="19"/>
        </w:rPr>
        <w:t xml:space="preserve">As </w:t>
      </w:r>
      <w:r w:rsidR="00EF4A74" w:rsidRPr="00EE62BB">
        <w:rPr>
          <w:rFonts w:ascii="Arial" w:hAnsi="Arial" w:cs="Arial"/>
          <w:sz w:val="19"/>
          <w:szCs w:val="19"/>
        </w:rPr>
        <w:t>of</w:t>
      </w:r>
      <w:r w:rsidR="001F7A14" w:rsidRPr="00EE62BB">
        <w:rPr>
          <w:rFonts w:ascii="Arial" w:hAnsi="Arial" w:cs="Arial"/>
          <w:sz w:val="19"/>
          <w:szCs w:val="19"/>
        </w:rPr>
        <w:t xml:space="preserve"> </w:t>
      </w:r>
      <w:r w:rsidR="00053571" w:rsidRPr="00EE62BB">
        <w:rPr>
          <w:rFonts w:ascii="Arial" w:hAnsi="Arial" w:cs="Arial"/>
          <w:sz w:val="19"/>
          <w:szCs w:val="19"/>
        </w:rPr>
        <w:t>31 March 2024</w:t>
      </w:r>
      <w:r w:rsidR="00F93325" w:rsidRPr="00EE62BB">
        <w:rPr>
          <w:rFonts w:ascii="Arial" w:hAnsi="Arial" w:cs="Arial"/>
          <w:sz w:val="19"/>
          <w:szCs w:val="19"/>
        </w:rPr>
        <w:t>,</w:t>
      </w:r>
      <w:r w:rsidR="00837161" w:rsidRPr="00EE62BB">
        <w:rPr>
          <w:rFonts w:ascii="Arial" w:hAnsi="Arial" w:cs="Arial"/>
          <w:sz w:val="19"/>
          <w:szCs w:val="19"/>
        </w:rPr>
        <w:t xml:space="preserve"> and 31 December 20</w:t>
      </w:r>
      <w:r w:rsidR="00E079B4" w:rsidRPr="00EE62BB">
        <w:rPr>
          <w:rFonts w:ascii="Arial" w:hAnsi="Arial" w:cs="Arial"/>
          <w:sz w:val="19"/>
          <w:szCs w:val="19"/>
        </w:rPr>
        <w:t>2</w:t>
      </w:r>
      <w:r w:rsidR="00053571" w:rsidRPr="00EE62BB">
        <w:rPr>
          <w:rFonts w:ascii="Arial" w:hAnsi="Arial" w:cs="Arial"/>
          <w:sz w:val="19"/>
          <w:szCs w:val="19"/>
        </w:rPr>
        <w:t>3</w:t>
      </w:r>
      <w:r w:rsidR="00ED4D37" w:rsidRPr="00EE62BB">
        <w:rPr>
          <w:rFonts w:ascii="Arial" w:hAnsi="Arial" w:cs="Arial"/>
          <w:sz w:val="19"/>
          <w:szCs w:val="19"/>
        </w:rPr>
        <w:t xml:space="preserve">, the </w:t>
      </w:r>
      <w:r w:rsidR="00AE4199" w:rsidRPr="00EE62BB">
        <w:rPr>
          <w:rFonts w:ascii="Arial" w:hAnsi="Arial" w:cs="Arial"/>
          <w:sz w:val="19"/>
          <w:szCs w:val="19"/>
        </w:rPr>
        <w:t>G</w:t>
      </w:r>
      <w:r w:rsidR="0083550B" w:rsidRPr="00EE62BB">
        <w:rPr>
          <w:rFonts w:ascii="Arial" w:hAnsi="Arial" w:cs="Arial"/>
          <w:sz w:val="19"/>
          <w:szCs w:val="19"/>
        </w:rPr>
        <w:t>r</w:t>
      </w:r>
      <w:r w:rsidR="00AE4199" w:rsidRPr="00EE62BB">
        <w:rPr>
          <w:rFonts w:ascii="Arial" w:hAnsi="Arial" w:cs="Arial"/>
          <w:sz w:val="19"/>
          <w:szCs w:val="19"/>
        </w:rPr>
        <w:t xml:space="preserve">oup’s </w:t>
      </w:r>
      <w:r w:rsidRPr="00EE62BB">
        <w:rPr>
          <w:rFonts w:ascii="Arial" w:hAnsi="Arial" w:cs="Arial"/>
          <w:sz w:val="19"/>
          <w:szCs w:val="19"/>
        </w:rPr>
        <w:t>assets and liabilities in foreign currencies</w:t>
      </w:r>
      <w:r w:rsidR="00962BCA" w:rsidRPr="00EE62BB">
        <w:rPr>
          <w:rFonts w:ascii="Arial" w:hAnsi="Arial" w:cs="Arial"/>
          <w:sz w:val="19"/>
          <w:szCs w:val="19"/>
        </w:rPr>
        <w:t xml:space="preserve"> </w:t>
      </w:r>
      <w:r w:rsidR="00AE4199" w:rsidRPr="00EE62BB">
        <w:rPr>
          <w:rFonts w:ascii="Arial" w:hAnsi="Arial" w:cs="Arial"/>
          <w:sz w:val="19"/>
          <w:szCs w:val="19"/>
        </w:rPr>
        <w:t xml:space="preserve">are </w:t>
      </w:r>
      <w:r w:rsidR="00962BCA" w:rsidRPr="00EE62BB">
        <w:rPr>
          <w:rFonts w:ascii="Arial" w:hAnsi="Arial" w:cs="Arial"/>
          <w:sz w:val="19"/>
          <w:szCs w:val="19"/>
        </w:rPr>
        <w:t>not covered by currency he</w:t>
      </w:r>
      <w:r w:rsidR="00DF19BC" w:rsidRPr="00EE62BB">
        <w:rPr>
          <w:rFonts w:ascii="Arial" w:hAnsi="Arial" w:cs="Arial"/>
          <w:sz w:val="19"/>
          <w:szCs w:val="19"/>
        </w:rPr>
        <w:t>dging as it has receivables and payables in foreign currencies from normal trading transactions</w:t>
      </w:r>
      <w:r w:rsidRPr="00EE62BB">
        <w:rPr>
          <w:rFonts w:ascii="Arial" w:hAnsi="Arial" w:cs="Arial"/>
          <w:sz w:val="19"/>
          <w:szCs w:val="19"/>
        </w:rPr>
        <w:t xml:space="preserve"> which are </w:t>
      </w:r>
      <w:r w:rsidR="00A8037C" w:rsidRPr="00EE62BB">
        <w:rPr>
          <w:rFonts w:ascii="Arial" w:hAnsi="Arial" w:cs="Arial"/>
          <w:sz w:val="19"/>
          <w:szCs w:val="19"/>
        </w:rPr>
        <w:t xml:space="preserve">considered </w:t>
      </w:r>
      <w:r w:rsidR="00557C6D" w:rsidRPr="00EE62BB">
        <w:rPr>
          <w:rFonts w:ascii="Arial" w:hAnsi="Arial" w:cs="Arial"/>
          <w:sz w:val="19"/>
          <w:szCs w:val="19"/>
        </w:rPr>
        <w:t xml:space="preserve">natural </w:t>
      </w:r>
      <w:r w:rsidR="00790D6A" w:rsidRPr="00EE62BB">
        <w:rPr>
          <w:rFonts w:ascii="Arial" w:hAnsi="Arial" w:cs="Arial"/>
          <w:sz w:val="19"/>
          <w:szCs w:val="19"/>
        </w:rPr>
        <w:t>hedging as follows</w:t>
      </w:r>
      <w:r w:rsidRPr="00EE62BB">
        <w:rPr>
          <w:rFonts w:ascii="Arial" w:hAnsi="Arial" w:cs="Arial"/>
          <w:sz w:val="19"/>
          <w:szCs w:val="19"/>
        </w:rPr>
        <w:t>:</w:t>
      </w:r>
    </w:p>
    <w:p w14:paraId="5149831B" w14:textId="672FB189" w:rsidR="00245E13" w:rsidRPr="00EE62BB" w:rsidRDefault="00245E13" w:rsidP="0065242C">
      <w:pPr>
        <w:spacing w:line="360" w:lineRule="auto"/>
        <w:ind w:left="432"/>
        <w:jc w:val="thaiDistribute"/>
        <w:rPr>
          <w:rFonts w:ascii="Arial" w:hAnsi="Arial" w:cs="Arial"/>
          <w:sz w:val="19"/>
          <w:szCs w:val="19"/>
        </w:rPr>
      </w:pPr>
    </w:p>
    <w:tbl>
      <w:tblPr>
        <w:tblW w:w="8980" w:type="dxa"/>
        <w:tblInd w:w="369" w:type="dxa"/>
        <w:tblLook w:val="0000" w:firstRow="0" w:lastRow="0" w:firstColumn="0" w:lastColumn="0" w:noHBand="0" w:noVBand="0"/>
      </w:tblPr>
      <w:tblGrid>
        <w:gridCol w:w="4968"/>
        <w:gridCol w:w="1993"/>
        <w:gridCol w:w="236"/>
        <w:gridCol w:w="1783"/>
      </w:tblGrid>
      <w:tr w:rsidR="000C25AE" w:rsidRPr="00EE62BB" w14:paraId="223129F0" w14:textId="77777777" w:rsidTr="00056A9D">
        <w:tc>
          <w:tcPr>
            <w:tcW w:w="4968" w:type="dxa"/>
            <w:tcBorders>
              <w:top w:val="nil"/>
              <w:left w:val="nil"/>
              <w:bottom w:val="nil"/>
              <w:right w:val="nil"/>
            </w:tcBorders>
          </w:tcPr>
          <w:p w14:paraId="25863FA6" w14:textId="77777777" w:rsidR="000C25AE" w:rsidRPr="00EE62BB" w:rsidRDefault="000C25AE" w:rsidP="005B1EF5">
            <w:pPr>
              <w:spacing w:line="360" w:lineRule="auto"/>
              <w:jc w:val="thaiDistribute"/>
              <w:rPr>
                <w:rFonts w:ascii="Arial" w:hAnsi="Arial" w:cs="Arial"/>
                <w:sz w:val="19"/>
                <w:szCs w:val="19"/>
              </w:rPr>
            </w:pPr>
          </w:p>
        </w:tc>
        <w:tc>
          <w:tcPr>
            <w:tcW w:w="4012" w:type="dxa"/>
            <w:gridSpan w:val="3"/>
            <w:tcBorders>
              <w:top w:val="nil"/>
              <w:left w:val="nil"/>
              <w:bottom w:val="single" w:sz="4" w:space="0" w:color="auto"/>
              <w:right w:val="nil"/>
            </w:tcBorders>
          </w:tcPr>
          <w:p w14:paraId="2A448864" w14:textId="77777777" w:rsidR="000C25AE" w:rsidRPr="00EE62BB" w:rsidRDefault="000C25AE" w:rsidP="005B1EF5">
            <w:pPr>
              <w:spacing w:line="360" w:lineRule="auto"/>
              <w:ind w:right="-108"/>
              <w:jc w:val="center"/>
              <w:rPr>
                <w:rFonts w:ascii="Arial" w:hAnsi="Arial" w:cs="Arial"/>
                <w:sz w:val="19"/>
                <w:szCs w:val="19"/>
                <w:cs/>
                <w:lang w:val="en-GB"/>
              </w:rPr>
            </w:pPr>
            <w:r w:rsidRPr="00EE62BB">
              <w:rPr>
                <w:rFonts w:ascii="Arial" w:hAnsi="Arial" w:cs="Arial"/>
                <w:sz w:val="19"/>
                <w:szCs w:val="19"/>
                <w:lang w:val="en-GB"/>
              </w:rPr>
              <w:t>In Thousand Foreign Currencies</w:t>
            </w:r>
          </w:p>
        </w:tc>
      </w:tr>
      <w:tr w:rsidR="00923BCF" w:rsidRPr="00EE62BB" w14:paraId="7EFF45D0" w14:textId="77777777" w:rsidTr="00056A9D">
        <w:tc>
          <w:tcPr>
            <w:tcW w:w="4968" w:type="dxa"/>
            <w:tcBorders>
              <w:top w:val="nil"/>
              <w:left w:val="nil"/>
              <w:bottom w:val="nil"/>
              <w:right w:val="nil"/>
            </w:tcBorders>
          </w:tcPr>
          <w:p w14:paraId="5322AC36" w14:textId="77777777" w:rsidR="00923BCF" w:rsidRPr="00EE62BB" w:rsidRDefault="00923BCF" w:rsidP="006935E6">
            <w:pPr>
              <w:spacing w:before="60" w:line="360" w:lineRule="auto"/>
              <w:jc w:val="thaiDistribute"/>
              <w:rPr>
                <w:rFonts w:ascii="Arial" w:hAnsi="Arial" w:cs="Arial"/>
                <w:sz w:val="19"/>
                <w:szCs w:val="19"/>
                <w:lang w:val="en-GB"/>
              </w:rPr>
            </w:pPr>
          </w:p>
        </w:tc>
        <w:tc>
          <w:tcPr>
            <w:tcW w:w="1993" w:type="dxa"/>
            <w:tcBorders>
              <w:top w:val="single" w:sz="4" w:space="0" w:color="auto"/>
              <w:left w:val="nil"/>
              <w:bottom w:val="single" w:sz="4" w:space="0" w:color="auto"/>
              <w:right w:val="nil"/>
            </w:tcBorders>
            <w:vAlign w:val="bottom"/>
          </w:tcPr>
          <w:p w14:paraId="74356D27" w14:textId="2C99795F" w:rsidR="00923BCF" w:rsidRPr="00EE62BB" w:rsidRDefault="00B1429B" w:rsidP="006935E6">
            <w:pPr>
              <w:spacing w:before="60" w:line="360" w:lineRule="auto"/>
              <w:ind w:left="-108" w:right="-108"/>
              <w:jc w:val="center"/>
              <w:rPr>
                <w:rFonts w:ascii="Arial" w:hAnsi="Arial" w:cs="Arial"/>
                <w:sz w:val="19"/>
                <w:szCs w:val="19"/>
                <w:lang w:val="en-GB"/>
              </w:rPr>
            </w:pPr>
            <w:r w:rsidRPr="00EE62BB">
              <w:rPr>
                <w:rFonts w:ascii="Arial" w:hAnsi="Arial" w:cs="Arial"/>
                <w:sz w:val="19"/>
                <w:szCs w:val="19"/>
              </w:rPr>
              <w:t>31 March 2024</w:t>
            </w:r>
          </w:p>
        </w:tc>
        <w:tc>
          <w:tcPr>
            <w:tcW w:w="236" w:type="dxa"/>
            <w:tcBorders>
              <w:top w:val="single" w:sz="4" w:space="0" w:color="auto"/>
              <w:left w:val="nil"/>
              <w:bottom w:val="nil"/>
              <w:right w:val="nil"/>
            </w:tcBorders>
          </w:tcPr>
          <w:p w14:paraId="40A973B1" w14:textId="77777777" w:rsidR="00923BCF" w:rsidRPr="00EE62BB" w:rsidRDefault="00923BCF" w:rsidP="006935E6">
            <w:pPr>
              <w:spacing w:before="60" w:line="360" w:lineRule="auto"/>
              <w:ind w:left="-108" w:right="-108"/>
              <w:jc w:val="center"/>
              <w:rPr>
                <w:rFonts w:ascii="Arial" w:hAnsi="Arial" w:cs="Arial"/>
                <w:sz w:val="19"/>
                <w:szCs w:val="19"/>
              </w:rPr>
            </w:pPr>
          </w:p>
        </w:tc>
        <w:tc>
          <w:tcPr>
            <w:tcW w:w="1783" w:type="dxa"/>
            <w:tcBorders>
              <w:top w:val="single" w:sz="4" w:space="0" w:color="auto"/>
              <w:left w:val="nil"/>
              <w:bottom w:val="single" w:sz="4" w:space="0" w:color="auto"/>
              <w:right w:val="nil"/>
            </w:tcBorders>
            <w:vAlign w:val="bottom"/>
          </w:tcPr>
          <w:p w14:paraId="3FC83753" w14:textId="36B99136" w:rsidR="00923BCF" w:rsidRPr="00EE62BB" w:rsidRDefault="00923BCF" w:rsidP="006935E6">
            <w:pPr>
              <w:spacing w:before="60" w:line="360" w:lineRule="auto"/>
              <w:ind w:left="-108" w:right="-108"/>
              <w:jc w:val="center"/>
              <w:rPr>
                <w:rFonts w:ascii="Arial" w:hAnsi="Arial" w:cs="Arial"/>
                <w:sz w:val="19"/>
                <w:szCs w:val="19"/>
              </w:rPr>
            </w:pPr>
            <w:r w:rsidRPr="00EE62BB">
              <w:rPr>
                <w:rFonts w:ascii="Arial" w:hAnsi="Arial" w:cs="Arial"/>
                <w:sz w:val="19"/>
                <w:szCs w:val="19"/>
              </w:rPr>
              <w:t>31 December 20</w:t>
            </w:r>
            <w:r w:rsidR="00E079B4" w:rsidRPr="00EE62BB">
              <w:rPr>
                <w:rFonts w:ascii="Arial" w:hAnsi="Arial" w:cs="Arial"/>
                <w:sz w:val="19"/>
                <w:szCs w:val="19"/>
              </w:rPr>
              <w:t>2</w:t>
            </w:r>
            <w:r w:rsidR="0034175E">
              <w:rPr>
                <w:rFonts w:ascii="Arial" w:hAnsi="Arial" w:cs="Arial"/>
                <w:sz w:val="19"/>
                <w:szCs w:val="19"/>
              </w:rPr>
              <w:t>3</w:t>
            </w:r>
          </w:p>
        </w:tc>
      </w:tr>
      <w:tr w:rsidR="00091C66" w:rsidRPr="00EE62BB" w14:paraId="68AE8C53" w14:textId="77777777" w:rsidTr="00056A9D">
        <w:tc>
          <w:tcPr>
            <w:tcW w:w="4968" w:type="dxa"/>
            <w:tcBorders>
              <w:top w:val="nil"/>
              <w:left w:val="nil"/>
              <w:bottom w:val="nil"/>
              <w:right w:val="nil"/>
            </w:tcBorders>
            <w:vAlign w:val="bottom"/>
          </w:tcPr>
          <w:p w14:paraId="22263486" w14:textId="50A3D1DA" w:rsidR="00091C66" w:rsidRPr="00EE62BB" w:rsidRDefault="00091C66" w:rsidP="005B1EF5">
            <w:pPr>
              <w:spacing w:line="360" w:lineRule="auto"/>
              <w:rPr>
                <w:rFonts w:ascii="Arial" w:hAnsi="Arial" w:cs="Arial"/>
                <w:sz w:val="19"/>
                <w:szCs w:val="19"/>
                <w:lang w:val="en-GB"/>
              </w:rPr>
            </w:pPr>
          </w:p>
        </w:tc>
        <w:tc>
          <w:tcPr>
            <w:tcW w:w="1993" w:type="dxa"/>
          </w:tcPr>
          <w:p w14:paraId="2EB9CB2D" w14:textId="77777777" w:rsidR="00091C66" w:rsidRPr="00EE62BB" w:rsidRDefault="00091C66"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28B456AA" w14:textId="77777777" w:rsidR="00091C66" w:rsidRPr="00EE62BB" w:rsidRDefault="00091C66"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296D7F04" w14:textId="77777777" w:rsidR="00091C66" w:rsidRPr="00EE62BB" w:rsidRDefault="00091C66" w:rsidP="005B1EF5">
            <w:pPr>
              <w:spacing w:line="360" w:lineRule="auto"/>
              <w:ind w:left="-66" w:right="128"/>
              <w:jc w:val="right"/>
              <w:rPr>
                <w:rFonts w:ascii="Arial" w:hAnsi="Arial" w:cs="Arial"/>
                <w:sz w:val="19"/>
                <w:szCs w:val="19"/>
              </w:rPr>
            </w:pPr>
          </w:p>
        </w:tc>
      </w:tr>
      <w:tr w:rsidR="002E0C69" w:rsidRPr="00EE62BB" w14:paraId="76BA5429" w14:textId="77777777" w:rsidTr="00056A9D">
        <w:tc>
          <w:tcPr>
            <w:tcW w:w="4968" w:type="dxa"/>
            <w:tcBorders>
              <w:top w:val="nil"/>
              <w:left w:val="nil"/>
              <w:bottom w:val="nil"/>
              <w:right w:val="nil"/>
            </w:tcBorders>
            <w:vAlign w:val="bottom"/>
          </w:tcPr>
          <w:p w14:paraId="39F0A4EE" w14:textId="37B66B97" w:rsidR="002E0C69" w:rsidRPr="00EE62BB" w:rsidRDefault="002E0C69" w:rsidP="005B1EF5">
            <w:pPr>
              <w:spacing w:line="360" w:lineRule="auto"/>
              <w:rPr>
                <w:rFonts w:ascii="Arial" w:hAnsi="Arial" w:cs="Arial"/>
                <w:sz w:val="19"/>
                <w:szCs w:val="19"/>
                <w:u w:val="single"/>
                <w:lang w:val="en-GB"/>
              </w:rPr>
            </w:pPr>
            <w:r w:rsidRPr="00EE62BB">
              <w:rPr>
                <w:rFonts w:ascii="Arial" w:hAnsi="Arial" w:cs="Arial"/>
                <w:sz w:val="19"/>
                <w:szCs w:val="19"/>
                <w:u w:val="single"/>
                <w:lang w:val="en-GB"/>
              </w:rPr>
              <w:t>Assets in foreign currency</w:t>
            </w:r>
          </w:p>
        </w:tc>
        <w:tc>
          <w:tcPr>
            <w:tcW w:w="1993" w:type="dxa"/>
          </w:tcPr>
          <w:p w14:paraId="5FF40F15" w14:textId="77777777" w:rsidR="002E0C69" w:rsidRPr="00EE62BB" w:rsidRDefault="002E0C69"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30F3838E" w14:textId="77777777" w:rsidR="002E0C69" w:rsidRPr="00EE62BB" w:rsidRDefault="002E0C69"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090A99C8" w14:textId="77777777" w:rsidR="002E0C69" w:rsidRPr="00EE62BB" w:rsidRDefault="002E0C69" w:rsidP="005B1EF5">
            <w:pPr>
              <w:spacing w:line="360" w:lineRule="auto"/>
              <w:ind w:left="-66" w:right="128"/>
              <w:jc w:val="right"/>
              <w:rPr>
                <w:rFonts w:ascii="Arial" w:hAnsi="Arial" w:cs="Arial"/>
                <w:sz w:val="19"/>
                <w:szCs w:val="19"/>
              </w:rPr>
            </w:pPr>
          </w:p>
        </w:tc>
      </w:tr>
      <w:tr w:rsidR="00F200C1" w:rsidRPr="00EE62BB" w14:paraId="12356A09" w14:textId="77777777" w:rsidTr="00056A9D">
        <w:trPr>
          <w:trHeight w:val="413"/>
        </w:trPr>
        <w:tc>
          <w:tcPr>
            <w:tcW w:w="4968" w:type="dxa"/>
            <w:tcBorders>
              <w:top w:val="nil"/>
              <w:left w:val="nil"/>
              <w:bottom w:val="nil"/>
              <w:right w:val="nil"/>
            </w:tcBorders>
            <w:vAlign w:val="bottom"/>
          </w:tcPr>
          <w:p w14:paraId="0B4A3E1F" w14:textId="30EB200F" w:rsidR="00F200C1" w:rsidRPr="00EE62BB" w:rsidRDefault="00F200C1" w:rsidP="00F200C1">
            <w:pPr>
              <w:spacing w:line="360" w:lineRule="auto"/>
              <w:rPr>
                <w:rFonts w:ascii="Arial" w:hAnsi="Arial" w:cs="Arial"/>
                <w:sz w:val="19"/>
                <w:szCs w:val="19"/>
                <w:lang w:val="en-GB"/>
              </w:rPr>
            </w:pPr>
            <w:bookmarkStart w:id="2" w:name="OLE_LINK4"/>
            <w:r w:rsidRPr="00EE62BB">
              <w:rPr>
                <w:rFonts w:ascii="Arial" w:hAnsi="Arial" w:cs="Arial"/>
                <w:sz w:val="19"/>
                <w:szCs w:val="19"/>
                <w:lang w:val="en-GB"/>
              </w:rPr>
              <w:t>US</w:t>
            </w:r>
            <w:bookmarkEnd w:id="2"/>
            <w:r w:rsidRPr="00EE62BB">
              <w:rPr>
                <w:rFonts w:ascii="Arial" w:hAnsi="Arial" w:cs="Arial"/>
                <w:sz w:val="19"/>
                <w:szCs w:val="19"/>
                <w:lang w:val="en-GB"/>
              </w:rPr>
              <w:t>D</w:t>
            </w:r>
          </w:p>
        </w:tc>
        <w:tc>
          <w:tcPr>
            <w:tcW w:w="1993" w:type="dxa"/>
          </w:tcPr>
          <w:p w14:paraId="3A3DE94E" w14:textId="60066599" w:rsidR="00F200C1" w:rsidRPr="00EE62BB" w:rsidRDefault="00F200C1" w:rsidP="00F200C1">
            <w:pPr>
              <w:tabs>
                <w:tab w:val="left" w:pos="1386"/>
              </w:tabs>
              <w:spacing w:line="360" w:lineRule="auto"/>
              <w:jc w:val="right"/>
              <w:rPr>
                <w:rFonts w:ascii="Arial" w:hAnsi="Arial" w:cs="Arial"/>
                <w:sz w:val="19"/>
                <w:szCs w:val="19"/>
                <w:lang w:val="en-GB"/>
              </w:rPr>
            </w:pPr>
            <w:r w:rsidRPr="0018046D">
              <w:rPr>
                <w:rFonts w:ascii="Arial" w:hAnsi="Arial" w:cs="Arial"/>
                <w:sz w:val="19"/>
                <w:szCs w:val="19"/>
                <w:lang w:val="en-GB"/>
              </w:rPr>
              <w:t>260</w:t>
            </w:r>
          </w:p>
        </w:tc>
        <w:tc>
          <w:tcPr>
            <w:tcW w:w="236" w:type="dxa"/>
            <w:tcBorders>
              <w:top w:val="nil"/>
              <w:left w:val="nil"/>
              <w:bottom w:val="nil"/>
              <w:right w:val="nil"/>
            </w:tcBorders>
            <w:shd w:val="clear" w:color="auto" w:fill="auto"/>
          </w:tcPr>
          <w:p w14:paraId="742C1818" w14:textId="77777777" w:rsidR="00F200C1" w:rsidRPr="00EE62BB" w:rsidRDefault="00F200C1" w:rsidP="00F200C1">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5AA54ADA" w14:textId="24CCB6C7" w:rsidR="00F200C1" w:rsidRPr="002237E6" w:rsidRDefault="00F200C1" w:rsidP="00F200C1">
            <w:pPr>
              <w:tabs>
                <w:tab w:val="left" w:pos="1386"/>
              </w:tabs>
              <w:spacing w:line="360" w:lineRule="auto"/>
              <w:jc w:val="right"/>
              <w:rPr>
                <w:rFonts w:ascii="Arial" w:hAnsi="Arial" w:cs="Arial"/>
                <w:sz w:val="19"/>
                <w:szCs w:val="19"/>
                <w:lang w:val="en-GB"/>
              </w:rPr>
            </w:pPr>
            <w:r w:rsidRPr="002237E6">
              <w:rPr>
                <w:rFonts w:ascii="Arial" w:hAnsi="Arial" w:cs="Arial"/>
                <w:sz w:val="19"/>
                <w:szCs w:val="19"/>
                <w:lang w:val="en-GB"/>
              </w:rPr>
              <w:t>256</w:t>
            </w:r>
          </w:p>
        </w:tc>
      </w:tr>
      <w:tr w:rsidR="00F200C1" w:rsidRPr="00EE62BB" w14:paraId="3A6D2511" w14:textId="77777777" w:rsidTr="00056A9D">
        <w:tc>
          <w:tcPr>
            <w:tcW w:w="4968" w:type="dxa"/>
            <w:tcBorders>
              <w:top w:val="nil"/>
              <w:left w:val="nil"/>
              <w:bottom w:val="nil"/>
              <w:right w:val="nil"/>
            </w:tcBorders>
            <w:vAlign w:val="bottom"/>
          </w:tcPr>
          <w:p w14:paraId="2D320939" w14:textId="22D53255" w:rsidR="00F200C1" w:rsidRPr="00EE62BB" w:rsidRDefault="00F200C1" w:rsidP="00F200C1">
            <w:pPr>
              <w:spacing w:line="360" w:lineRule="auto"/>
              <w:rPr>
                <w:rFonts w:ascii="Arial" w:hAnsi="Arial" w:cs="Arial"/>
                <w:sz w:val="19"/>
                <w:szCs w:val="19"/>
                <w:lang w:val="en-GB"/>
              </w:rPr>
            </w:pPr>
            <w:r w:rsidRPr="00EE62BB">
              <w:rPr>
                <w:rFonts w:ascii="Arial" w:hAnsi="Arial" w:cs="Arial"/>
                <w:sz w:val="19"/>
                <w:szCs w:val="19"/>
              </w:rPr>
              <w:t>JPY</w:t>
            </w:r>
          </w:p>
        </w:tc>
        <w:tc>
          <w:tcPr>
            <w:tcW w:w="1993" w:type="dxa"/>
          </w:tcPr>
          <w:p w14:paraId="7398958A" w14:textId="7074950B" w:rsidR="00F200C1" w:rsidRPr="00EE62BB" w:rsidDel="00AD5114" w:rsidRDefault="00F200C1" w:rsidP="00F200C1">
            <w:pPr>
              <w:tabs>
                <w:tab w:val="left" w:pos="1386"/>
              </w:tabs>
              <w:spacing w:line="360" w:lineRule="auto"/>
              <w:jc w:val="right"/>
              <w:rPr>
                <w:rFonts w:ascii="Arial" w:hAnsi="Arial" w:cs="Arial"/>
                <w:sz w:val="19"/>
                <w:szCs w:val="19"/>
                <w:lang w:val="en-GB"/>
              </w:rPr>
            </w:pPr>
            <w:r w:rsidRPr="0018046D">
              <w:rPr>
                <w:rFonts w:ascii="Arial" w:hAnsi="Arial" w:cs="Arial"/>
                <w:sz w:val="19"/>
                <w:szCs w:val="19"/>
                <w:lang w:val="en-GB"/>
              </w:rPr>
              <w:t>158,902</w:t>
            </w:r>
          </w:p>
        </w:tc>
        <w:tc>
          <w:tcPr>
            <w:tcW w:w="236" w:type="dxa"/>
            <w:tcBorders>
              <w:top w:val="nil"/>
              <w:left w:val="nil"/>
              <w:bottom w:val="nil"/>
              <w:right w:val="nil"/>
            </w:tcBorders>
            <w:shd w:val="clear" w:color="auto" w:fill="auto"/>
          </w:tcPr>
          <w:p w14:paraId="3FADB410" w14:textId="77777777" w:rsidR="00F200C1" w:rsidRPr="00EE62BB" w:rsidRDefault="00F200C1" w:rsidP="00F200C1">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05E19711" w14:textId="5C8CB167" w:rsidR="00F200C1" w:rsidRPr="002237E6" w:rsidRDefault="00F200C1" w:rsidP="00F200C1">
            <w:pPr>
              <w:tabs>
                <w:tab w:val="left" w:pos="1386"/>
              </w:tabs>
              <w:spacing w:line="360" w:lineRule="auto"/>
              <w:jc w:val="right"/>
              <w:rPr>
                <w:rFonts w:ascii="Arial" w:hAnsi="Arial" w:cs="Arial"/>
                <w:sz w:val="19"/>
                <w:szCs w:val="19"/>
                <w:lang w:val="en-GB"/>
              </w:rPr>
            </w:pPr>
            <w:r w:rsidRPr="002237E6">
              <w:rPr>
                <w:rFonts w:ascii="Arial" w:hAnsi="Arial" w:cs="Arial"/>
                <w:sz w:val="19"/>
                <w:szCs w:val="19"/>
                <w:lang w:val="en-GB"/>
              </w:rPr>
              <w:t>103,233</w:t>
            </w:r>
          </w:p>
        </w:tc>
      </w:tr>
      <w:tr w:rsidR="00D51FCE" w:rsidRPr="00EE62BB" w14:paraId="118F6899" w14:textId="77777777" w:rsidTr="00056A9D">
        <w:tc>
          <w:tcPr>
            <w:tcW w:w="4968" w:type="dxa"/>
            <w:tcBorders>
              <w:top w:val="nil"/>
              <w:left w:val="nil"/>
              <w:bottom w:val="nil"/>
              <w:right w:val="nil"/>
            </w:tcBorders>
            <w:vAlign w:val="bottom"/>
          </w:tcPr>
          <w:p w14:paraId="263190C5" w14:textId="77777777" w:rsidR="00D51FCE" w:rsidRPr="00EE62BB" w:rsidRDefault="00D51FCE" w:rsidP="00D51FCE">
            <w:pPr>
              <w:spacing w:line="360" w:lineRule="auto"/>
              <w:rPr>
                <w:rFonts w:ascii="Arial" w:hAnsi="Arial" w:cs="Arial"/>
                <w:sz w:val="19"/>
                <w:szCs w:val="19"/>
                <w:lang w:val="en-GB"/>
              </w:rPr>
            </w:pPr>
          </w:p>
        </w:tc>
        <w:tc>
          <w:tcPr>
            <w:tcW w:w="1993" w:type="dxa"/>
          </w:tcPr>
          <w:p w14:paraId="568BA391" w14:textId="77777777" w:rsidR="00D51FCE" w:rsidRPr="00EE62BB" w:rsidRDefault="00D51FCE" w:rsidP="00D51FCE">
            <w:pPr>
              <w:tabs>
                <w:tab w:val="left" w:pos="1386"/>
              </w:tabs>
              <w:spacing w:line="360" w:lineRule="auto"/>
              <w:jc w:val="right"/>
              <w:rPr>
                <w:rFonts w:ascii="Arial" w:hAnsi="Arial" w:cs="Arial"/>
                <w:sz w:val="19"/>
                <w:szCs w:val="19"/>
                <w:lang w:val="en-GB"/>
              </w:rPr>
            </w:pPr>
          </w:p>
        </w:tc>
        <w:tc>
          <w:tcPr>
            <w:tcW w:w="236" w:type="dxa"/>
            <w:tcBorders>
              <w:top w:val="nil"/>
              <w:left w:val="nil"/>
              <w:bottom w:val="nil"/>
              <w:right w:val="nil"/>
            </w:tcBorders>
            <w:shd w:val="clear" w:color="auto" w:fill="auto"/>
          </w:tcPr>
          <w:p w14:paraId="460ECEE3" w14:textId="77777777" w:rsidR="00D51FCE" w:rsidRPr="00EE62BB" w:rsidRDefault="00D51FCE" w:rsidP="00D51FCE">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4123B2CE" w14:textId="77777777" w:rsidR="00D51FCE" w:rsidRPr="002237E6" w:rsidRDefault="00D51FCE" w:rsidP="00D51FCE">
            <w:pPr>
              <w:spacing w:line="360" w:lineRule="auto"/>
              <w:jc w:val="right"/>
              <w:rPr>
                <w:rFonts w:ascii="Arial" w:hAnsi="Arial" w:cs="Arial"/>
                <w:sz w:val="19"/>
                <w:szCs w:val="19"/>
              </w:rPr>
            </w:pPr>
          </w:p>
        </w:tc>
      </w:tr>
      <w:tr w:rsidR="00D51FCE" w:rsidRPr="00EE62BB" w14:paraId="41B617C7" w14:textId="77777777" w:rsidTr="00056A9D">
        <w:tc>
          <w:tcPr>
            <w:tcW w:w="4968" w:type="dxa"/>
            <w:tcBorders>
              <w:top w:val="nil"/>
              <w:left w:val="nil"/>
              <w:bottom w:val="nil"/>
              <w:right w:val="nil"/>
            </w:tcBorders>
            <w:vAlign w:val="bottom"/>
          </w:tcPr>
          <w:p w14:paraId="45AC6E4D" w14:textId="77777777" w:rsidR="00D51FCE" w:rsidRPr="00EE62BB" w:rsidRDefault="00D51FCE" w:rsidP="00D51FCE">
            <w:pPr>
              <w:spacing w:line="360" w:lineRule="auto"/>
              <w:rPr>
                <w:rFonts w:ascii="Arial" w:hAnsi="Arial" w:cs="Arial"/>
                <w:sz w:val="19"/>
                <w:szCs w:val="19"/>
                <w:u w:val="single"/>
                <w:lang w:val="en-GB"/>
              </w:rPr>
            </w:pPr>
            <w:r w:rsidRPr="00EE62BB">
              <w:rPr>
                <w:rFonts w:ascii="Arial" w:hAnsi="Arial" w:cs="Arial"/>
                <w:sz w:val="19"/>
                <w:szCs w:val="19"/>
                <w:u w:val="single"/>
                <w:lang w:val="en-GB"/>
              </w:rPr>
              <w:t>Liabilities in foreign currency</w:t>
            </w:r>
          </w:p>
        </w:tc>
        <w:tc>
          <w:tcPr>
            <w:tcW w:w="1993" w:type="dxa"/>
          </w:tcPr>
          <w:p w14:paraId="03106D13" w14:textId="77777777" w:rsidR="00D51FCE" w:rsidRPr="00602DEF" w:rsidRDefault="00D51FCE" w:rsidP="00D51FCE">
            <w:pPr>
              <w:tabs>
                <w:tab w:val="left" w:pos="1386"/>
              </w:tabs>
              <w:spacing w:line="360" w:lineRule="auto"/>
              <w:jc w:val="right"/>
              <w:rPr>
                <w:rFonts w:ascii="Arial" w:hAnsi="Arial" w:cs="Arial"/>
                <w:sz w:val="19"/>
                <w:szCs w:val="19"/>
                <w:lang w:val="en-GB"/>
              </w:rPr>
            </w:pPr>
          </w:p>
        </w:tc>
        <w:tc>
          <w:tcPr>
            <w:tcW w:w="236" w:type="dxa"/>
            <w:tcBorders>
              <w:top w:val="nil"/>
              <w:left w:val="nil"/>
              <w:bottom w:val="nil"/>
              <w:right w:val="nil"/>
            </w:tcBorders>
            <w:shd w:val="clear" w:color="auto" w:fill="auto"/>
          </w:tcPr>
          <w:p w14:paraId="28351100" w14:textId="77777777" w:rsidR="00D51FCE" w:rsidRPr="00EE62BB" w:rsidRDefault="00D51FCE" w:rsidP="00D51FCE">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16D9EF18" w14:textId="77777777" w:rsidR="00D51FCE" w:rsidRPr="002237E6" w:rsidRDefault="00D51FCE" w:rsidP="00D51FCE">
            <w:pPr>
              <w:spacing w:line="360" w:lineRule="auto"/>
              <w:jc w:val="right"/>
              <w:rPr>
                <w:rFonts w:ascii="Arial" w:hAnsi="Arial" w:cs="Arial"/>
                <w:sz w:val="19"/>
                <w:szCs w:val="19"/>
              </w:rPr>
            </w:pPr>
          </w:p>
        </w:tc>
      </w:tr>
      <w:tr w:rsidR="0018046D" w:rsidRPr="00EE62BB" w14:paraId="5BC226DA" w14:textId="77777777" w:rsidTr="00056A9D">
        <w:tc>
          <w:tcPr>
            <w:tcW w:w="4968" w:type="dxa"/>
            <w:tcBorders>
              <w:top w:val="nil"/>
              <w:left w:val="nil"/>
              <w:bottom w:val="nil"/>
              <w:right w:val="nil"/>
            </w:tcBorders>
            <w:vAlign w:val="bottom"/>
          </w:tcPr>
          <w:p w14:paraId="01BAFFA5" w14:textId="77777777" w:rsidR="0018046D" w:rsidRPr="00EE62BB" w:rsidRDefault="0018046D" w:rsidP="0018046D">
            <w:pPr>
              <w:spacing w:line="360" w:lineRule="auto"/>
              <w:rPr>
                <w:rFonts w:ascii="Arial" w:hAnsi="Arial" w:cs="Arial"/>
                <w:sz w:val="19"/>
                <w:szCs w:val="19"/>
                <w:lang w:val="en-GB"/>
              </w:rPr>
            </w:pPr>
            <w:r w:rsidRPr="00EE62BB">
              <w:rPr>
                <w:rFonts w:ascii="Arial" w:hAnsi="Arial" w:cs="Arial"/>
                <w:sz w:val="19"/>
                <w:szCs w:val="19"/>
                <w:lang w:val="en-GB"/>
              </w:rPr>
              <w:t>USD</w:t>
            </w:r>
          </w:p>
        </w:tc>
        <w:tc>
          <w:tcPr>
            <w:tcW w:w="1993" w:type="dxa"/>
          </w:tcPr>
          <w:p w14:paraId="7DEE01F4" w14:textId="249E9430" w:rsidR="0018046D" w:rsidRPr="00602DEF" w:rsidRDefault="0018046D" w:rsidP="0018046D">
            <w:pPr>
              <w:tabs>
                <w:tab w:val="left" w:pos="1386"/>
              </w:tabs>
              <w:spacing w:line="360" w:lineRule="auto"/>
              <w:jc w:val="right"/>
              <w:rPr>
                <w:rFonts w:ascii="Arial" w:hAnsi="Arial" w:cs="Arial"/>
                <w:sz w:val="19"/>
                <w:szCs w:val="19"/>
                <w:lang w:val="en-GB"/>
              </w:rPr>
            </w:pPr>
            <w:r w:rsidRPr="00602DEF">
              <w:rPr>
                <w:rFonts w:ascii="Arial" w:hAnsi="Arial" w:cs="Arial"/>
                <w:sz w:val="19"/>
                <w:szCs w:val="19"/>
                <w:lang w:val="en-GB"/>
              </w:rPr>
              <w:t>3,07</w:t>
            </w:r>
            <w:r w:rsidR="00602DEF" w:rsidRPr="00602DEF">
              <w:rPr>
                <w:rFonts w:ascii="Arial" w:hAnsi="Arial" w:cs="Arial"/>
                <w:sz w:val="19"/>
                <w:szCs w:val="19"/>
                <w:lang w:val="en-GB"/>
              </w:rPr>
              <w:t>9</w:t>
            </w:r>
          </w:p>
        </w:tc>
        <w:tc>
          <w:tcPr>
            <w:tcW w:w="236" w:type="dxa"/>
            <w:tcBorders>
              <w:top w:val="nil"/>
              <w:left w:val="nil"/>
              <w:bottom w:val="nil"/>
              <w:right w:val="nil"/>
            </w:tcBorders>
            <w:shd w:val="clear" w:color="auto" w:fill="auto"/>
          </w:tcPr>
          <w:p w14:paraId="2ECDE382" w14:textId="77777777" w:rsidR="0018046D" w:rsidRPr="00EE62BB" w:rsidRDefault="0018046D" w:rsidP="0018046D">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2B9DB1FE" w14:textId="1C7EB6B4" w:rsidR="0018046D" w:rsidRPr="002237E6" w:rsidRDefault="0018046D" w:rsidP="0018046D">
            <w:pPr>
              <w:spacing w:line="360" w:lineRule="auto"/>
              <w:jc w:val="right"/>
              <w:rPr>
                <w:rFonts w:ascii="Arial" w:hAnsi="Arial" w:cs="Arial"/>
                <w:sz w:val="19"/>
                <w:szCs w:val="19"/>
                <w:lang w:val="en-GB"/>
              </w:rPr>
            </w:pPr>
            <w:r w:rsidRPr="002237E6">
              <w:rPr>
                <w:rFonts w:ascii="Arial" w:hAnsi="Arial" w:cs="Arial"/>
                <w:sz w:val="19"/>
                <w:szCs w:val="19"/>
              </w:rPr>
              <w:t>1,904</w:t>
            </w:r>
          </w:p>
        </w:tc>
      </w:tr>
    </w:tbl>
    <w:p w14:paraId="29D27C65" w14:textId="66D42834" w:rsidR="00A12B07" w:rsidRPr="00EE62BB" w:rsidRDefault="00A12B07" w:rsidP="00113469">
      <w:pPr>
        <w:rPr>
          <w:rFonts w:ascii="Arial" w:hAnsi="Arial" w:cs="Arial"/>
          <w:sz w:val="32"/>
          <w:szCs w:val="32"/>
        </w:rPr>
      </w:pPr>
    </w:p>
    <w:p w14:paraId="0D4E77A1" w14:textId="3A0496DC" w:rsidR="00734408" w:rsidRPr="00B35B43" w:rsidRDefault="00734408"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B35B43">
        <w:rPr>
          <w:rFonts w:ascii="Arial" w:hAnsi="Arial" w:cs="Arial"/>
          <w:b/>
          <w:bCs/>
          <w:spacing w:val="-4"/>
          <w:sz w:val="19"/>
          <w:szCs w:val="19"/>
          <w:lang w:val="en-GB"/>
        </w:rPr>
        <w:t>COMMITMENTS </w:t>
      </w:r>
    </w:p>
    <w:p w14:paraId="3B3FD2D8" w14:textId="77777777" w:rsidR="004C0B5E" w:rsidRPr="00EE62BB" w:rsidRDefault="004C0B5E" w:rsidP="00AB7EB7">
      <w:pPr>
        <w:pStyle w:val="paragraph"/>
        <w:spacing w:before="0" w:beforeAutospacing="0" w:after="0" w:afterAutospacing="0" w:line="360" w:lineRule="auto"/>
        <w:ind w:left="432"/>
        <w:jc w:val="both"/>
        <w:textAlignment w:val="baseline"/>
        <w:rPr>
          <w:rStyle w:val="eop"/>
          <w:rFonts w:ascii="Arial" w:hAnsi="Arial" w:cs="Arial"/>
          <w:sz w:val="19"/>
          <w:szCs w:val="19"/>
        </w:rPr>
      </w:pPr>
    </w:p>
    <w:p w14:paraId="3F6A8DC3" w14:textId="45FAE2F1" w:rsidR="00AB7EB7" w:rsidRPr="00EE62BB" w:rsidRDefault="00AB7EB7" w:rsidP="00AB7EB7">
      <w:pPr>
        <w:pStyle w:val="paragraph"/>
        <w:spacing w:before="0" w:beforeAutospacing="0" w:after="0" w:afterAutospacing="0" w:line="360" w:lineRule="auto"/>
        <w:ind w:left="420"/>
        <w:jc w:val="both"/>
        <w:textAlignment w:val="baseline"/>
        <w:rPr>
          <w:rFonts w:ascii="Arial" w:hAnsi="Arial" w:cs="Arial"/>
          <w:sz w:val="19"/>
          <w:szCs w:val="19"/>
        </w:rPr>
      </w:pPr>
      <w:r w:rsidRPr="00EE62BB">
        <w:rPr>
          <w:rFonts w:ascii="Arial" w:hAnsi="Arial" w:cs="Arial"/>
          <w:sz w:val="19"/>
          <w:szCs w:val="19"/>
        </w:rPr>
        <w:t xml:space="preserve">As of </w:t>
      </w:r>
      <w:r w:rsidR="00D51FCE" w:rsidRPr="00EE62BB">
        <w:rPr>
          <w:rFonts w:ascii="Arial" w:hAnsi="Arial" w:cs="Arial"/>
          <w:sz w:val="19"/>
          <w:szCs w:val="19"/>
        </w:rPr>
        <w:t>31 March 2024</w:t>
      </w:r>
      <w:r w:rsidRPr="00EE62BB">
        <w:rPr>
          <w:rFonts w:ascii="Arial" w:hAnsi="Arial" w:cs="Arial"/>
          <w:sz w:val="19"/>
          <w:szCs w:val="19"/>
        </w:rPr>
        <w:t>, the Group has commitments as follow:</w:t>
      </w:r>
    </w:p>
    <w:p w14:paraId="75CD3DBD" w14:textId="5D484FB9" w:rsidR="00AB7EB7" w:rsidRPr="00EE62BB" w:rsidRDefault="005F6621" w:rsidP="005F6621">
      <w:pPr>
        <w:pStyle w:val="paragraph"/>
        <w:tabs>
          <w:tab w:val="left" w:pos="7416"/>
        </w:tabs>
        <w:spacing w:before="0" w:beforeAutospacing="0" w:after="0" w:afterAutospacing="0" w:line="360" w:lineRule="auto"/>
        <w:ind w:left="420"/>
        <w:jc w:val="both"/>
        <w:textAlignment w:val="baseline"/>
        <w:rPr>
          <w:rFonts w:ascii="Arial" w:hAnsi="Arial" w:cs="Arial"/>
          <w:sz w:val="19"/>
          <w:szCs w:val="19"/>
        </w:rPr>
      </w:pPr>
      <w:r>
        <w:rPr>
          <w:rFonts w:ascii="Arial" w:hAnsi="Arial" w:cs="Arial"/>
          <w:sz w:val="19"/>
          <w:szCs w:val="19"/>
        </w:rPr>
        <w:tab/>
      </w:r>
    </w:p>
    <w:p w14:paraId="5DC67BF0" w14:textId="7BAA8FB9" w:rsidR="00AB7EB7" w:rsidRPr="00EE62BB" w:rsidRDefault="00AB7EB7" w:rsidP="00AB7EB7">
      <w:pPr>
        <w:pStyle w:val="ListParagraph"/>
        <w:numPr>
          <w:ilvl w:val="0"/>
          <w:numId w:val="47"/>
        </w:numPr>
        <w:tabs>
          <w:tab w:val="left" w:pos="927"/>
        </w:tabs>
        <w:spacing w:after="0" w:line="360" w:lineRule="auto"/>
        <w:ind w:left="922" w:hanging="504"/>
        <w:jc w:val="thaiDistribute"/>
        <w:rPr>
          <w:rFonts w:ascii="Arial" w:hAnsi="Arial" w:cs="Arial"/>
          <w:sz w:val="19"/>
          <w:szCs w:val="19"/>
        </w:rPr>
      </w:pPr>
      <w:r w:rsidRPr="00EE62BB">
        <w:rPr>
          <w:rFonts w:ascii="Arial" w:hAnsi="Arial" w:cs="Arial"/>
          <w:sz w:val="19"/>
          <w:szCs w:val="19"/>
        </w:rPr>
        <w:t>The Company has commitments to deliver products and services under a contract for installation</w:t>
      </w:r>
      <w:r w:rsidRPr="00EE62BB">
        <w:rPr>
          <w:rFonts w:ascii="Arial" w:hAnsi="Arial" w:cs="Arial"/>
          <w:sz w:val="19"/>
          <w:szCs w:val="19"/>
          <w:cs/>
        </w:rPr>
        <w:t xml:space="preserve"> </w:t>
      </w:r>
      <w:r w:rsidRPr="00EE62BB">
        <w:rPr>
          <w:rFonts w:ascii="Arial" w:hAnsi="Arial" w:cs="Arial"/>
          <w:sz w:val="19"/>
          <w:szCs w:val="19"/>
        </w:rPr>
        <w:t>of</w:t>
      </w:r>
      <w:r w:rsidR="00494703" w:rsidRPr="00EE62BB">
        <w:rPr>
          <w:rFonts w:ascii="Arial" w:hAnsi="Arial" w:cs="Arial"/>
          <w:sz w:val="19"/>
          <w:szCs w:val="19"/>
        </w:rPr>
        <w:br/>
      </w:r>
      <w:r w:rsidRPr="00EE62BB">
        <w:rPr>
          <w:rFonts w:ascii="Arial" w:hAnsi="Arial" w:cs="Arial"/>
          <w:sz w:val="19"/>
          <w:szCs w:val="19"/>
        </w:rPr>
        <w:t xml:space="preserve">approximately of Baht </w:t>
      </w:r>
      <w:r w:rsidR="001E379B" w:rsidRPr="001E379B">
        <w:rPr>
          <w:rFonts w:ascii="Arial" w:hAnsi="Arial" w:cs="Arial"/>
          <w:sz w:val="19"/>
          <w:szCs w:val="19"/>
        </w:rPr>
        <w:t>345.83</w:t>
      </w:r>
      <w:r w:rsidRPr="00EE62BB">
        <w:rPr>
          <w:rFonts w:ascii="Arial" w:hAnsi="Arial" w:cs="Arial"/>
          <w:sz w:val="19"/>
          <w:szCs w:val="19"/>
        </w:rPr>
        <w:t xml:space="preserve"> million.</w:t>
      </w:r>
    </w:p>
    <w:p w14:paraId="228D7ED4" w14:textId="77777777" w:rsidR="00AB7EB7" w:rsidRPr="00EE62BB" w:rsidRDefault="00AB7EB7" w:rsidP="00AB7EB7">
      <w:pPr>
        <w:pStyle w:val="ListParagraph"/>
        <w:tabs>
          <w:tab w:val="left" w:pos="927"/>
        </w:tabs>
        <w:spacing w:after="0" w:line="360" w:lineRule="auto"/>
        <w:ind w:left="922"/>
        <w:jc w:val="thaiDistribute"/>
        <w:rPr>
          <w:rFonts w:ascii="Arial" w:hAnsi="Arial" w:cs="Arial"/>
          <w:sz w:val="19"/>
          <w:szCs w:val="19"/>
        </w:rPr>
      </w:pPr>
    </w:p>
    <w:p w14:paraId="29476049" w14:textId="65AB84D5" w:rsidR="00AB7EB7" w:rsidRPr="00EE62BB" w:rsidRDefault="00AB7EB7" w:rsidP="00AB7EB7">
      <w:pPr>
        <w:pStyle w:val="ListParagraph"/>
        <w:numPr>
          <w:ilvl w:val="0"/>
          <w:numId w:val="47"/>
        </w:numPr>
        <w:tabs>
          <w:tab w:val="left" w:pos="927"/>
        </w:tabs>
        <w:spacing w:after="0" w:line="360" w:lineRule="auto"/>
        <w:ind w:left="922" w:hanging="504"/>
        <w:jc w:val="thaiDistribute"/>
        <w:rPr>
          <w:rStyle w:val="eop"/>
          <w:rFonts w:ascii="Arial" w:hAnsi="Arial" w:cs="Arial"/>
          <w:sz w:val="19"/>
          <w:szCs w:val="19"/>
        </w:rPr>
      </w:pPr>
      <w:r w:rsidRPr="00EE62BB">
        <w:rPr>
          <w:rFonts w:ascii="Arial" w:hAnsi="Arial" w:cs="Arial"/>
          <w:sz w:val="19"/>
          <w:szCs w:val="19"/>
        </w:rPr>
        <w:t>The Company has outstanding guarantees of approximately Baht</w:t>
      </w:r>
      <w:r w:rsidR="00322D8D">
        <w:rPr>
          <w:rFonts w:ascii="Arial" w:hAnsi="Arial" w:cs="Arial"/>
          <w:sz w:val="19"/>
          <w:szCs w:val="19"/>
        </w:rPr>
        <w:t xml:space="preserve"> </w:t>
      </w:r>
      <w:r w:rsidR="00322D8D" w:rsidRPr="00322D8D">
        <w:rPr>
          <w:rFonts w:ascii="Arial" w:hAnsi="Arial" w:cs="Arial"/>
          <w:sz w:val="19"/>
          <w:szCs w:val="19"/>
        </w:rPr>
        <w:t>11.65</w:t>
      </w:r>
      <w:r w:rsidR="00322D8D">
        <w:rPr>
          <w:rFonts w:ascii="Arial" w:hAnsi="Arial" w:cs="Arial"/>
          <w:sz w:val="19"/>
          <w:szCs w:val="19"/>
        </w:rPr>
        <w:t xml:space="preserve"> </w:t>
      </w:r>
      <w:r w:rsidRPr="00EE62BB">
        <w:rPr>
          <w:rFonts w:ascii="Arial" w:hAnsi="Arial" w:cs="Arial"/>
          <w:sz w:val="19"/>
          <w:szCs w:val="19"/>
        </w:rPr>
        <w:t>million, issued by financial institutions on behalf of the Company, as required in the normal course of business.</w:t>
      </w:r>
    </w:p>
    <w:p w14:paraId="48A64FB8" w14:textId="6A1F3D58" w:rsidR="004C0B5E" w:rsidRPr="00EE62BB" w:rsidRDefault="004C0B5E" w:rsidP="006935E6">
      <w:pPr>
        <w:pStyle w:val="paragraph"/>
        <w:spacing w:before="0" w:beforeAutospacing="0" w:after="0" w:afterAutospacing="0" w:line="360" w:lineRule="auto"/>
        <w:ind w:left="432"/>
        <w:jc w:val="both"/>
        <w:textAlignment w:val="baseline"/>
        <w:rPr>
          <w:rStyle w:val="eop"/>
          <w:rFonts w:ascii="Arial" w:hAnsi="Arial" w:cs="Arial"/>
          <w:sz w:val="19"/>
          <w:szCs w:val="19"/>
        </w:rPr>
      </w:pPr>
    </w:p>
    <w:p w14:paraId="69924684" w14:textId="7DE2F828" w:rsidR="00930AB3" w:rsidRPr="00B35B43" w:rsidRDefault="00DC04FD" w:rsidP="00B35B43">
      <w:pPr>
        <w:numPr>
          <w:ilvl w:val="0"/>
          <w:numId w:val="1"/>
        </w:numPr>
        <w:tabs>
          <w:tab w:val="clear" w:pos="360"/>
          <w:tab w:val="num" w:pos="426"/>
          <w:tab w:val="num" w:pos="4046"/>
        </w:tabs>
        <w:spacing w:line="360" w:lineRule="auto"/>
        <w:ind w:left="426" w:hanging="426"/>
        <w:jc w:val="thaiDistribute"/>
        <w:rPr>
          <w:rFonts w:ascii="Arial" w:hAnsi="Arial" w:cs="Arial"/>
          <w:b/>
          <w:bCs/>
          <w:spacing w:val="-4"/>
          <w:sz w:val="19"/>
          <w:szCs w:val="19"/>
          <w:lang w:val="en-GB"/>
        </w:rPr>
      </w:pPr>
      <w:r w:rsidRPr="00B35B43">
        <w:rPr>
          <w:rFonts w:ascii="Arial" w:hAnsi="Arial" w:cs="Arial"/>
          <w:b/>
          <w:bCs/>
          <w:spacing w:val="-4"/>
          <w:sz w:val="19"/>
          <w:szCs w:val="19"/>
          <w:lang w:val="en-GB"/>
        </w:rPr>
        <w:t>EVENTS AFTER REPORTING PERIOD</w:t>
      </w:r>
    </w:p>
    <w:p w14:paraId="54713567" w14:textId="54187110" w:rsidR="00AD67F2" w:rsidRPr="00EE62BB" w:rsidRDefault="00AD67F2" w:rsidP="005773D3">
      <w:pPr>
        <w:pStyle w:val="paragraph"/>
        <w:spacing w:before="0" w:beforeAutospacing="0" w:after="0" w:afterAutospacing="0" w:line="360" w:lineRule="auto"/>
        <w:ind w:left="420"/>
        <w:jc w:val="thaiDistribute"/>
        <w:textAlignment w:val="baseline"/>
        <w:rPr>
          <w:rStyle w:val="eop"/>
          <w:rFonts w:ascii="Arial" w:hAnsi="Arial" w:cs="Arial"/>
          <w:sz w:val="19"/>
          <w:szCs w:val="19"/>
        </w:rPr>
      </w:pPr>
    </w:p>
    <w:p w14:paraId="7167617F" w14:textId="03661FC0" w:rsidR="00D51FCE" w:rsidRPr="0023195E" w:rsidRDefault="00F154E9" w:rsidP="005773D3">
      <w:pPr>
        <w:pStyle w:val="ListParagraph"/>
        <w:tabs>
          <w:tab w:val="num" w:pos="4046"/>
        </w:tabs>
        <w:spacing w:after="0" w:line="360" w:lineRule="auto"/>
        <w:ind w:left="426" w:right="62"/>
        <w:jc w:val="thaiDistribute"/>
        <w:rPr>
          <w:rFonts w:ascii="Arial" w:hAnsi="Arial" w:cs="Arial"/>
          <w:sz w:val="19"/>
          <w:szCs w:val="19"/>
        </w:rPr>
      </w:pPr>
      <w:r w:rsidRPr="0023195E">
        <w:rPr>
          <w:rFonts w:ascii="Arial" w:hAnsi="Arial" w:cs="Arial"/>
          <w:sz w:val="19"/>
          <w:szCs w:val="19"/>
        </w:rPr>
        <w:t xml:space="preserve">On </w:t>
      </w:r>
      <w:r w:rsidR="00282FBF" w:rsidRPr="0023195E">
        <w:rPr>
          <w:rFonts w:ascii="Arial" w:hAnsi="Arial" w:cstheme="minorBidi"/>
          <w:sz w:val="19"/>
          <w:szCs w:val="19"/>
        </w:rPr>
        <w:t>30</w:t>
      </w:r>
      <w:r w:rsidR="00282FBF" w:rsidRPr="0023195E">
        <w:rPr>
          <w:rFonts w:ascii="Arial" w:hAnsi="Arial" w:cstheme="minorBidi" w:hint="cs"/>
          <w:sz w:val="19"/>
          <w:szCs w:val="19"/>
          <w:cs/>
        </w:rPr>
        <w:t xml:space="preserve"> </w:t>
      </w:r>
      <w:r w:rsidR="00282FBF" w:rsidRPr="0023195E">
        <w:rPr>
          <w:rFonts w:ascii="Arial" w:hAnsi="Arial" w:cstheme="minorBidi"/>
          <w:sz w:val="19"/>
          <w:szCs w:val="19"/>
        </w:rPr>
        <w:t xml:space="preserve">April </w:t>
      </w:r>
      <w:r w:rsidR="00282FBF" w:rsidRPr="0023195E">
        <w:rPr>
          <w:rFonts w:ascii="Arial" w:hAnsi="Arial" w:cs="Arial"/>
          <w:sz w:val="19"/>
          <w:szCs w:val="19"/>
        </w:rPr>
        <w:t>2024</w:t>
      </w:r>
      <w:r w:rsidRPr="0023195E">
        <w:rPr>
          <w:rFonts w:ascii="Arial" w:hAnsi="Arial" w:cs="Arial"/>
          <w:sz w:val="19"/>
          <w:szCs w:val="19"/>
        </w:rPr>
        <w:t xml:space="preserve">, at the </w:t>
      </w:r>
      <w:r w:rsidR="00282FBF" w:rsidRPr="0023195E">
        <w:rPr>
          <w:rFonts w:ascii="Arial" w:hAnsi="Arial" w:cs="Arial"/>
          <w:sz w:val="19"/>
          <w:szCs w:val="19"/>
        </w:rPr>
        <w:t>2024</w:t>
      </w:r>
      <w:r w:rsidRPr="0023195E">
        <w:rPr>
          <w:rFonts w:ascii="Arial" w:hAnsi="Arial" w:cs="Arial"/>
          <w:sz w:val="19"/>
          <w:szCs w:val="19"/>
          <w:cs/>
        </w:rPr>
        <w:t xml:space="preserve"> </w:t>
      </w:r>
      <w:r w:rsidRPr="0023195E">
        <w:rPr>
          <w:rFonts w:ascii="Arial" w:hAnsi="Arial" w:cs="Arial"/>
          <w:sz w:val="19"/>
          <w:szCs w:val="19"/>
        </w:rPr>
        <w:t xml:space="preserve">Annual General </w:t>
      </w:r>
      <w:r w:rsidR="00BB47BE" w:rsidRPr="0023195E">
        <w:rPr>
          <w:rFonts w:ascii="Arial" w:hAnsi="Arial" w:cs="Arial"/>
          <w:sz w:val="19"/>
          <w:szCs w:val="19"/>
        </w:rPr>
        <w:t>M</w:t>
      </w:r>
      <w:r w:rsidRPr="0023195E">
        <w:rPr>
          <w:rFonts w:ascii="Arial" w:hAnsi="Arial" w:cs="Arial"/>
          <w:sz w:val="19"/>
          <w:szCs w:val="19"/>
        </w:rPr>
        <w:t>eeting, the shareholders passed a resolution to approve the payment of cash dividend to the common shareholders from operating results for the year ended</w:t>
      </w:r>
      <w:r w:rsidR="004A729D" w:rsidRPr="0023195E">
        <w:rPr>
          <w:rFonts w:ascii="Arial" w:hAnsi="Arial" w:cstheme="minorBidi" w:hint="cs"/>
          <w:sz w:val="19"/>
          <w:szCs w:val="19"/>
          <w:cs/>
        </w:rPr>
        <w:t xml:space="preserve"> </w:t>
      </w:r>
      <w:r w:rsidR="0023195E">
        <w:rPr>
          <w:rFonts w:ascii="Arial" w:hAnsi="Arial" w:cstheme="minorBidi"/>
          <w:sz w:val="19"/>
          <w:szCs w:val="19"/>
        </w:rPr>
        <w:br/>
      </w:r>
      <w:r w:rsidR="00282FBF" w:rsidRPr="0023195E">
        <w:rPr>
          <w:rFonts w:ascii="Arial" w:hAnsi="Arial" w:cs="Arial"/>
          <w:sz w:val="19"/>
          <w:szCs w:val="19"/>
        </w:rPr>
        <w:t>31</w:t>
      </w:r>
      <w:r w:rsidRPr="0023195E">
        <w:rPr>
          <w:rFonts w:ascii="Arial" w:hAnsi="Arial" w:cs="Arial"/>
          <w:sz w:val="19"/>
          <w:szCs w:val="19"/>
          <w:cs/>
        </w:rPr>
        <w:t xml:space="preserve"> </w:t>
      </w:r>
      <w:r w:rsidRPr="0023195E">
        <w:rPr>
          <w:rFonts w:ascii="Arial" w:hAnsi="Arial" w:cs="Arial"/>
          <w:sz w:val="19"/>
          <w:szCs w:val="19"/>
        </w:rPr>
        <w:t xml:space="preserve">December </w:t>
      </w:r>
      <w:r w:rsidR="00282FBF" w:rsidRPr="0023195E">
        <w:rPr>
          <w:rFonts w:ascii="Arial" w:hAnsi="Arial" w:cs="Arial"/>
          <w:sz w:val="19"/>
          <w:szCs w:val="19"/>
        </w:rPr>
        <w:t>2023</w:t>
      </w:r>
      <w:r w:rsidRPr="0023195E">
        <w:rPr>
          <w:rFonts w:ascii="Arial" w:hAnsi="Arial" w:cs="Arial"/>
          <w:sz w:val="19"/>
          <w:szCs w:val="19"/>
          <w:cs/>
        </w:rPr>
        <w:t xml:space="preserve"> </w:t>
      </w:r>
      <w:r w:rsidRPr="0023195E">
        <w:rPr>
          <w:rFonts w:ascii="Arial" w:hAnsi="Arial" w:cs="Arial"/>
          <w:sz w:val="19"/>
          <w:szCs w:val="19"/>
        </w:rPr>
        <w:t xml:space="preserve">at Baht </w:t>
      </w:r>
      <w:r w:rsidR="00282FBF" w:rsidRPr="0023195E">
        <w:rPr>
          <w:rFonts w:ascii="Arial" w:hAnsi="Arial" w:cs="Arial"/>
          <w:sz w:val="19"/>
          <w:szCs w:val="19"/>
        </w:rPr>
        <w:t>0.222</w:t>
      </w:r>
      <w:r w:rsidRPr="0023195E">
        <w:rPr>
          <w:rFonts w:ascii="Arial" w:hAnsi="Arial" w:cs="Arial"/>
          <w:sz w:val="19"/>
          <w:szCs w:val="19"/>
          <w:cs/>
        </w:rPr>
        <w:t xml:space="preserve"> </w:t>
      </w:r>
      <w:r w:rsidRPr="0023195E">
        <w:rPr>
          <w:rFonts w:ascii="Arial" w:hAnsi="Arial" w:cs="Arial"/>
          <w:sz w:val="19"/>
          <w:szCs w:val="19"/>
        </w:rPr>
        <w:t xml:space="preserve">per share for </w:t>
      </w:r>
      <w:r w:rsidR="00CA2098" w:rsidRPr="0023195E">
        <w:rPr>
          <w:rFonts w:ascii="Arial" w:hAnsi="Arial" w:cs="Arial"/>
          <w:sz w:val="19"/>
          <w:szCs w:val="19"/>
        </w:rPr>
        <w:t>639</w:t>
      </w:r>
      <w:r w:rsidRPr="0023195E">
        <w:rPr>
          <w:rFonts w:ascii="Arial" w:hAnsi="Arial" w:cs="Arial"/>
          <w:sz w:val="19"/>
          <w:szCs w:val="19"/>
        </w:rPr>
        <w:t>,</w:t>
      </w:r>
      <w:r w:rsidR="00CA2098" w:rsidRPr="0023195E">
        <w:rPr>
          <w:rFonts w:ascii="Arial" w:hAnsi="Arial" w:cs="Arial"/>
          <w:sz w:val="19"/>
          <w:szCs w:val="19"/>
        </w:rPr>
        <w:t>997</w:t>
      </w:r>
      <w:r w:rsidRPr="0023195E">
        <w:rPr>
          <w:rFonts w:ascii="Arial" w:hAnsi="Arial" w:cs="Arial"/>
          <w:sz w:val="19"/>
          <w:szCs w:val="19"/>
        </w:rPr>
        <w:t>,</w:t>
      </w:r>
      <w:r w:rsidR="00CA2098" w:rsidRPr="0023195E">
        <w:rPr>
          <w:rFonts w:ascii="Arial" w:hAnsi="Arial" w:cs="Arial"/>
          <w:sz w:val="19"/>
          <w:szCs w:val="19"/>
        </w:rPr>
        <w:t>880</w:t>
      </w:r>
      <w:r w:rsidRPr="0023195E">
        <w:rPr>
          <w:rFonts w:ascii="Arial" w:hAnsi="Arial" w:cs="Arial"/>
          <w:sz w:val="19"/>
          <w:szCs w:val="19"/>
          <w:cs/>
        </w:rPr>
        <w:t xml:space="preserve"> </w:t>
      </w:r>
      <w:r w:rsidRPr="0023195E">
        <w:rPr>
          <w:rFonts w:ascii="Arial" w:hAnsi="Arial" w:cs="Arial"/>
          <w:sz w:val="19"/>
          <w:szCs w:val="19"/>
        </w:rPr>
        <w:t>common share</w:t>
      </w:r>
      <w:r w:rsidR="00BB47BE" w:rsidRPr="0023195E">
        <w:rPr>
          <w:rFonts w:ascii="Arial" w:hAnsi="Arial" w:cs="Arial"/>
          <w:sz w:val="19"/>
          <w:szCs w:val="19"/>
        </w:rPr>
        <w:t>s</w:t>
      </w:r>
      <w:r w:rsidRPr="0023195E">
        <w:rPr>
          <w:rFonts w:ascii="Arial" w:hAnsi="Arial" w:cs="Arial"/>
          <w:sz w:val="19"/>
          <w:szCs w:val="19"/>
        </w:rPr>
        <w:t>, amounting to Baht</w:t>
      </w:r>
      <w:r w:rsidR="005773D3" w:rsidRPr="0023195E">
        <w:rPr>
          <w:rFonts w:ascii="Arial" w:hAnsi="Arial" w:cstheme="minorBidi"/>
          <w:sz w:val="19"/>
          <w:szCs w:val="19"/>
        </w:rPr>
        <w:t xml:space="preserve"> </w:t>
      </w:r>
      <w:r w:rsidR="00C638B5" w:rsidRPr="0023195E">
        <w:rPr>
          <w:rFonts w:ascii="Arial" w:hAnsi="Arial" w:cs="Arial"/>
          <w:sz w:val="19"/>
          <w:szCs w:val="19"/>
        </w:rPr>
        <w:t>142</w:t>
      </w:r>
      <w:r w:rsidR="00133ADC" w:rsidRPr="0023195E">
        <w:rPr>
          <w:rFonts w:ascii="Arial" w:hAnsi="Arial" w:cs="Arial"/>
          <w:sz w:val="19"/>
          <w:szCs w:val="19"/>
        </w:rPr>
        <w:t>,079,529.36</w:t>
      </w:r>
      <w:r w:rsidRPr="0023195E">
        <w:rPr>
          <w:rFonts w:ascii="Arial" w:hAnsi="Arial" w:cs="Arial"/>
          <w:sz w:val="19"/>
          <w:szCs w:val="19"/>
          <w:cs/>
        </w:rPr>
        <w:t xml:space="preserve"> </w:t>
      </w:r>
      <w:r w:rsidRPr="0023195E">
        <w:rPr>
          <w:rFonts w:ascii="Arial" w:hAnsi="Arial" w:cs="Arial"/>
          <w:sz w:val="19"/>
          <w:szCs w:val="19"/>
        </w:rPr>
        <w:t xml:space="preserve">The Company will pay this dividend on </w:t>
      </w:r>
      <w:r w:rsidRPr="0023195E">
        <w:rPr>
          <w:rFonts w:ascii="Arial" w:hAnsi="Arial" w:cs="Arial"/>
          <w:sz w:val="19"/>
          <w:szCs w:val="19"/>
          <w:cs/>
        </w:rPr>
        <w:t>2</w:t>
      </w:r>
      <w:r w:rsidR="00133ADC" w:rsidRPr="0023195E">
        <w:rPr>
          <w:rFonts w:ascii="Arial" w:hAnsi="Arial" w:cs="Arial"/>
          <w:sz w:val="19"/>
          <w:szCs w:val="19"/>
        </w:rPr>
        <w:t>4</w:t>
      </w:r>
      <w:r w:rsidRPr="0023195E">
        <w:rPr>
          <w:rFonts w:ascii="Arial" w:hAnsi="Arial" w:cs="Arial"/>
          <w:sz w:val="19"/>
          <w:szCs w:val="19"/>
          <w:cs/>
        </w:rPr>
        <w:t xml:space="preserve"> </w:t>
      </w:r>
      <w:r w:rsidRPr="0023195E">
        <w:rPr>
          <w:rFonts w:ascii="Arial" w:hAnsi="Arial" w:cs="Arial"/>
          <w:sz w:val="19"/>
          <w:szCs w:val="19"/>
        </w:rPr>
        <w:t xml:space="preserve">May </w:t>
      </w:r>
      <w:r w:rsidRPr="0023195E">
        <w:rPr>
          <w:rFonts w:ascii="Arial" w:hAnsi="Arial" w:cs="Arial"/>
          <w:sz w:val="19"/>
          <w:szCs w:val="19"/>
          <w:cs/>
        </w:rPr>
        <w:t>202</w:t>
      </w:r>
      <w:r w:rsidR="00133ADC" w:rsidRPr="0023195E">
        <w:rPr>
          <w:rFonts w:ascii="Arial" w:hAnsi="Arial" w:cs="Arial"/>
          <w:sz w:val="19"/>
          <w:szCs w:val="19"/>
        </w:rPr>
        <w:t>4</w:t>
      </w:r>
      <w:r w:rsidRPr="0023195E">
        <w:rPr>
          <w:rFonts w:ascii="Arial" w:hAnsi="Arial" w:cs="Arial"/>
          <w:sz w:val="19"/>
          <w:szCs w:val="19"/>
          <w:cs/>
        </w:rPr>
        <w:t>.</w:t>
      </w:r>
    </w:p>
    <w:p w14:paraId="70310952" w14:textId="77777777" w:rsidR="00D51FCE" w:rsidRPr="00EE62BB" w:rsidRDefault="00D51FCE" w:rsidP="00D51FCE">
      <w:pPr>
        <w:jc w:val="center"/>
        <w:rPr>
          <w:rFonts w:ascii="Arial" w:hAnsi="Arial" w:cs="Arial"/>
        </w:rPr>
      </w:pPr>
    </w:p>
    <w:sectPr w:rsidR="00D51FCE" w:rsidRPr="00EE62BB" w:rsidSect="003D1451">
      <w:headerReference w:type="default" r:id="rId11"/>
      <w:footerReference w:type="default" r:id="rId12"/>
      <w:headerReference w:type="first" r:id="rId13"/>
      <w:footerReference w:type="first" r:id="rId14"/>
      <w:pgSz w:w="11906" w:h="16838" w:code="9"/>
      <w:pgMar w:top="630" w:right="1016" w:bottom="810" w:left="1497" w:header="720" w:footer="563" w:gutter="0"/>
      <w:pgNumType w:start="1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9E11B" w14:textId="77777777" w:rsidR="003D1451" w:rsidRDefault="003D1451">
      <w:r>
        <w:separator/>
      </w:r>
    </w:p>
  </w:endnote>
  <w:endnote w:type="continuationSeparator" w:id="0">
    <w:p w14:paraId="0878B692" w14:textId="77777777" w:rsidR="003D1451" w:rsidRDefault="003D1451">
      <w:r>
        <w:continuationSeparator/>
      </w:r>
    </w:p>
  </w:endnote>
  <w:endnote w:type="continuationNotice" w:id="1">
    <w:p w14:paraId="25A27C96" w14:textId="77777777" w:rsidR="003D1451" w:rsidRDefault="003D14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6D674" w14:textId="3A357B89" w:rsidR="00E854B7" w:rsidRPr="000C3098" w:rsidRDefault="00E854B7">
    <w:pPr>
      <w:pStyle w:val="Footer"/>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Pr>
        <w:rFonts w:ascii="Arial" w:hAnsi="Arial" w:cs="Arial"/>
        <w:noProof/>
        <w:sz w:val="19"/>
        <w:szCs w:val="19"/>
      </w:rPr>
      <w:t>21</w:t>
    </w:r>
    <w:r w:rsidRPr="000C3098">
      <w:rPr>
        <w:rFonts w:ascii="Arial" w:hAnsi="Arial" w:cs="Arial"/>
        <w:noProof/>
        <w:sz w:val="19"/>
        <w:szCs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91D43" w14:textId="1B1EEC15" w:rsidR="00E854B7" w:rsidRPr="000C3098" w:rsidRDefault="00E854B7">
    <w:pPr>
      <w:pStyle w:val="Footer"/>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Pr>
        <w:rFonts w:ascii="Arial" w:hAnsi="Arial" w:cs="Arial"/>
        <w:noProof/>
        <w:sz w:val="19"/>
        <w:szCs w:val="19"/>
      </w:rPr>
      <w:t>12</w:t>
    </w:r>
    <w:r w:rsidRPr="000C3098">
      <w:rPr>
        <w:rFonts w:ascii="Arial" w:hAnsi="Arial" w:cs="Arial"/>
        <w:noProof/>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2E17BB" w14:textId="77777777" w:rsidR="003D1451" w:rsidRDefault="003D1451">
      <w:r>
        <w:separator/>
      </w:r>
    </w:p>
  </w:footnote>
  <w:footnote w:type="continuationSeparator" w:id="0">
    <w:p w14:paraId="6BAACDBB" w14:textId="77777777" w:rsidR="003D1451" w:rsidRDefault="003D1451">
      <w:r>
        <w:continuationSeparator/>
      </w:r>
    </w:p>
  </w:footnote>
  <w:footnote w:type="continuationNotice" w:id="1">
    <w:p w14:paraId="256B123A" w14:textId="77777777" w:rsidR="003D1451" w:rsidRDefault="003D14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0DDDF" w14:textId="2C1C7B50" w:rsidR="00091439" w:rsidRPr="00EE62BB" w:rsidRDefault="00091439" w:rsidP="00091439">
    <w:pPr>
      <w:pStyle w:val="Heading3"/>
      <w:tabs>
        <w:tab w:val="left" w:pos="340"/>
        <w:tab w:val="left" w:pos="794"/>
        <w:tab w:val="left" w:pos="1361"/>
        <w:tab w:val="left" w:pos="1928"/>
      </w:tabs>
      <w:spacing w:line="360" w:lineRule="auto"/>
      <w:ind w:right="-285"/>
      <w:jc w:val="left"/>
      <w:rPr>
        <w:rFonts w:ascii="Arial" w:hAnsi="Arial" w:cs="Arial"/>
        <w:b/>
        <w:bCs/>
        <w:sz w:val="19"/>
        <w:szCs w:val="19"/>
      </w:rPr>
    </w:pPr>
    <w:r w:rsidRPr="00EE62BB">
      <w:rPr>
        <w:rFonts w:ascii="Arial" w:hAnsi="Arial" w:cs="Arial"/>
        <w:b/>
        <w:bCs/>
        <w:sz w:val="19"/>
        <w:szCs w:val="19"/>
        <w:lang w:val="en-GB"/>
      </w:rPr>
      <w:t>SIAM STEEL SERVICE CENTER</w:t>
    </w:r>
    <w:r w:rsidRPr="00EE62BB">
      <w:rPr>
        <w:rFonts w:ascii="Arial" w:hAnsi="Arial" w:cs="Arial"/>
        <w:b/>
        <w:bCs/>
        <w:sz w:val="19"/>
        <w:szCs w:val="19"/>
      </w:rPr>
      <w:t xml:space="preserve"> PUBLIC COMPANY LIMITED AND ITS SUBSIDIARY</w:t>
    </w:r>
  </w:p>
  <w:p w14:paraId="3F0C8BE7" w14:textId="5EA64111" w:rsidR="00091439" w:rsidRPr="0019637C" w:rsidRDefault="00091439" w:rsidP="00091439">
    <w:pPr>
      <w:spacing w:line="360" w:lineRule="auto"/>
      <w:rPr>
        <w:rFonts w:ascii="Arial" w:hAnsi="Arial" w:cs="Arial"/>
        <w:b/>
        <w:caps/>
        <w:sz w:val="19"/>
        <w:szCs w:val="19"/>
        <w:lang w:val="en-GB"/>
      </w:rPr>
    </w:pPr>
    <w:r w:rsidRPr="0019637C">
      <w:rPr>
        <w:rFonts w:ascii="Arial" w:hAnsi="Arial" w:cs="Arial"/>
        <w:b/>
        <w:caps/>
        <w:sz w:val="19"/>
        <w:szCs w:val="19"/>
        <w:lang w:val="en-GB"/>
      </w:rPr>
      <w:t xml:space="preserve">CONDENSED NOTES TO the INTERIM FINANCIAL </w:t>
    </w:r>
    <w:r w:rsidR="001E32EE">
      <w:rPr>
        <w:rFonts w:ascii="Arial" w:hAnsi="Arial" w:cs="Arial"/>
        <w:b/>
        <w:caps/>
        <w:sz w:val="19"/>
        <w:szCs w:val="19"/>
        <w:lang w:val="en-GB"/>
      </w:rPr>
      <w:t>STATEMENTS</w:t>
    </w:r>
    <w:r w:rsidR="007C39F1">
      <w:rPr>
        <w:rFonts w:ascii="Arial" w:hAnsi="Arial" w:cs="Arial"/>
        <w:b/>
        <w:caps/>
        <w:sz w:val="19"/>
        <w:szCs w:val="19"/>
        <w:lang w:val="en-GB"/>
      </w:rPr>
      <w:t xml:space="preserve"> </w:t>
    </w:r>
    <w:r w:rsidR="007C39F1" w:rsidRPr="0019637C">
      <w:rPr>
        <w:rFonts w:ascii="Arial" w:hAnsi="Arial" w:cs="Arial"/>
        <w:b/>
        <w:caps/>
        <w:sz w:val="19"/>
        <w:szCs w:val="19"/>
        <w:lang w:val="en-GB"/>
      </w:rPr>
      <w:t>(Unaudited but reviewed)</w:t>
    </w:r>
    <w:r w:rsidR="007C39F1">
      <w:rPr>
        <w:rFonts w:ascii="Arial" w:hAnsi="Arial" w:cs="Arial"/>
        <w:b/>
        <w:caps/>
        <w:sz w:val="19"/>
        <w:szCs w:val="19"/>
        <w:lang w:val="en-GB"/>
      </w:rPr>
      <w:t xml:space="preserve"> </w:t>
    </w:r>
  </w:p>
  <w:p w14:paraId="5F5FF93A" w14:textId="67CFB254" w:rsidR="00091439" w:rsidRDefault="00091439" w:rsidP="00091439">
    <w:pPr>
      <w:pStyle w:val="Header"/>
      <w:rPr>
        <w:rFonts w:ascii="Arial" w:hAnsi="Arial" w:cs="Arial"/>
        <w:b/>
        <w:caps/>
        <w:sz w:val="19"/>
        <w:szCs w:val="19"/>
        <w:lang w:val="en-GB"/>
      </w:rPr>
    </w:pPr>
    <w:r w:rsidRPr="0019637C">
      <w:rPr>
        <w:rFonts w:ascii="Arial" w:hAnsi="Arial" w:cs="Arial"/>
        <w:b/>
        <w:caps/>
        <w:sz w:val="19"/>
        <w:szCs w:val="19"/>
        <w:lang w:val="en-GB"/>
      </w:rPr>
      <w:t xml:space="preserve">for the three-month periodS ended </w:t>
    </w:r>
    <w:r>
      <w:rPr>
        <w:rFonts w:ascii="Arial" w:hAnsi="Arial" w:cs="Arial"/>
        <w:b/>
        <w:caps/>
        <w:sz w:val="19"/>
        <w:szCs w:val="19"/>
        <w:lang w:val="en-GB"/>
      </w:rPr>
      <w:t>31 MARCH 2024</w:t>
    </w:r>
  </w:p>
  <w:p w14:paraId="7FE91DE1" w14:textId="77777777" w:rsidR="00091439" w:rsidRDefault="00091439" w:rsidP="00091439">
    <w:pPr>
      <w:pStyle w:val="Header"/>
    </w:pPr>
    <w:r>
      <w:rPr>
        <w:noProof/>
      </w:rPr>
      <mc:AlternateContent>
        <mc:Choice Requires="wps">
          <w:drawing>
            <wp:anchor distT="0" distB="0" distL="114300" distR="114300" simplePos="0" relativeHeight="251658241" behindDoc="0" locked="0" layoutInCell="1" allowOverlap="1" wp14:anchorId="1290F43C" wp14:editId="5C36D95D">
              <wp:simplePos x="0" y="0"/>
              <wp:positionH relativeFrom="column">
                <wp:posOffset>0</wp:posOffset>
              </wp:positionH>
              <wp:positionV relativeFrom="paragraph">
                <wp:posOffset>189913</wp:posOffset>
              </wp:positionV>
              <wp:extent cx="5929532" cy="0"/>
              <wp:effectExtent l="0" t="0" r="0" b="0"/>
              <wp:wrapNone/>
              <wp:docPr id="1241520995" name="Straight Connector 1"/>
              <wp:cNvGraphicFramePr/>
              <a:graphic xmlns:a="http://schemas.openxmlformats.org/drawingml/2006/main">
                <a:graphicData uri="http://schemas.microsoft.com/office/word/2010/wordprocessingShape">
                  <wps:wsp>
                    <wps:cNvCnPr/>
                    <wps:spPr>
                      <a:xfrm>
                        <a:off x="0" y="0"/>
                        <a:ext cx="59295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D3E3D9"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14.95pt" to="466.9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" strokecolor="black [3213]" strokeweight="2pt"/>
          </w:pict>
        </mc:Fallback>
      </mc:AlternateContent>
    </w:r>
  </w:p>
  <w:p w14:paraId="79FA3968" w14:textId="77777777" w:rsidR="00736005" w:rsidRDefault="007360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574D3" w14:textId="0E8B7E64" w:rsidR="00E33071" w:rsidRPr="00EE62BB" w:rsidRDefault="00E33071" w:rsidP="00E33071">
    <w:pPr>
      <w:pStyle w:val="Heading3"/>
      <w:tabs>
        <w:tab w:val="left" w:pos="340"/>
        <w:tab w:val="left" w:pos="794"/>
        <w:tab w:val="left" w:pos="1361"/>
        <w:tab w:val="left" w:pos="1928"/>
      </w:tabs>
      <w:spacing w:line="360" w:lineRule="auto"/>
      <w:ind w:right="-285"/>
      <w:jc w:val="left"/>
      <w:rPr>
        <w:rFonts w:ascii="Arial" w:hAnsi="Arial" w:cs="Arial"/>
        <w:b/>
        <w:bCs/>
        <w:sz w:val="19"/>
        <w:szCs w:val="19"/>
      </w:rPr>
    </w:pPr>
    <w:r w:rsidRPr="00EE62BB">
      <w:rPr>
        <w:rFonts w:ascii="Arial" w:hAnsi="Arial" w:cs="Arial"/>
        <w:b/>
        <w:bCs/>
        <w:sz w:val="19"/>
        <w:szCs w:val="19"/>
        <w:lang w:val="en-GB"/>
      </w:rPr>
      <w:t>SIAM STEEL SERVICE CENTER</w:t>
    </w:r>
    <w:r w:rsidRPr="00EE62BB">
      <w:rPr>
        <w:rFonts w:ascii="Arial" w:hAnsi="Arial" w:cs="Arial"/>
        <w:b/>
        <w:bCs/>
        <w:sz w:val="19"/>
        <w:szCs w:val="19"/>
      </w:rPr>
      <w:t xml:space="preserve"> PUBLIC COMPANY LIMITED AND ITS SUBSIDIARY</w:t>
    </w:r>
  </w:p>
  <w:p w14:paraId="77F9BDC4" w14:textId="31ED3230" w:rsidR="00E33071" w:rsidRPr="0019637C" w:rsidRDefault="00E33071" w:rsidP="00E33071">
    <w:pPr>
      <w:spacing w:line="360" w:lineRule="auto"/>
      <w:rPr>
        <w:rFonts w:ascii="Arial" w:hAnsi="Arial" w:cs="Arial"/>
        <w:b/>
        <w:caps/>
        <w:sz w:val="19"/>
        <w:szCs w:val="19"/>
        <w:lang w:val="en-GB"/>
      </w:rPr>
    </w:pPr>
    <w:r w:rsidRPr="0019637C">
      <w:rPr>
        <w:rFonts w:ascii="Arial" w:hAnsi="Arial" w:cs="Arial"/>
        <w:b/>
        <w:caps/>
        <w:sz w:val="19"/>
        <w:szCs w:val="19"/>
        <w:lang w:val="en-GB"/>
      </w:rPr>
      <w:t xml:space="preserve">CONDENSED NOTES TO the INTERIM FINANCIAL </w:t>
    </w:r>
    <w:r w:rsidR="001E32EE">
      <w:rPr>
        <w:rFonts w:ascii="Arial" w:hAnsi="Arial" w:cs="Arial"/>
        <w:b/>
        <w:caps/>
        <w:sz w:val="19"/>
        <w:szCs w:val="19"/>
        <w:lang w:val="en-GB"/>
      </w:rPr>
      <w:t>STATEMENTS</w:t>
    </w:r>
    <w:r w:rsidR="00C871BC">
      <w:rPr>
        <w:rFonts w:ascii="Arial" w:hAnsi="Arial" w:cs="Arial"/>
        <w:b/>
        <w:caps/>
        <w:sz w:val="19"/>
        <w:szCs w:val="19"/>
        <w:lang w:val="en-GB"/>
      </w:rPr>
      <w:t xml:space="preserve"> </w:t>
    </w:r>
    <w:r w:rsidR="00C871BC" w:rsidRPr="0019637C">
      <w:rPr>
        <w:rFonts w:ascii="Arial" w:hAnsi="Arial" w:cs="Arial"/>
        <w:b/>
        <w:caps/>
        <w:sz w:val="19"/>
        <w:szCs w:val="19"/>
        <w:lang w:val="en-GB"/>
      </w:rPr>
      <w:t>(Unaudited but reviewed)</w:t>
    </w:r>
  </w:p>
  <w:p w14:paraId="42F1F79F" w14:textId="67B80BFB" w:rsidR="00E33071" w:rsidRDefault="00E33071" w:rsidP="00E33071">
    <w:pPr>
      <w:pStyle w:val="Header"/>
      <w:rPr>
        <w:rFonts w:ascii="Arial" w:hAnsi="Arial" w:cs="Arial"/>
        <w:b/>
        <w:caps/>
        <w:sz w:val="19"/>
        <w:szCs w:val="19"/>
        <w:lang w:val="en-GB"/>
      </w:rPr>
    </w:pPr>
    <w:r w:rsidRPr="0019637C">
      <w:rPr>
        <w:rFonts w:ascii="Arial" w:hAnsi="Arial" w:cs="Arial"/>
        <w:b/>
        <w:caps/>
        <w:sz w:val="19"/>
        <w:szCs w:val="19"/>
        <w:lang w:val="en-GB"/>
      </w:rPr>
      <w:t xml:space="preserve">for the three-month periodS ended </w:t>
    </w:r>
    <w:r>
      <w:rPr>
        <w:rFonts w:ascii="Arial" w:hAnsi="Arial" w:cs="Arial"/>
        <w:b/>
        <w:caps/>
        <w:sz w:val="19"/>
        <w:szCs w:val="19"/>
        <w:lang w:val="en-GB"/>
      </w:rPr>
      <w:t>31 MARCH 2024</w:t>
    </w:r>
  </w:p>
  <w:p w14:paraId="57B56C7F" w14:textId="77777777" w:rsidR="00E33071" w:rsidRPr="00A82B2A" w:rsidRDefault="00E33071" w:rsidP="00A82B2A">
    <w:r w:rsidRPr="00A82B2A">
      <w:rPr>
        <w:noProof/>
        <w:highlight w:val="black"/>
      </w:rPr>
      <mc:AlternateContent>
        <mc:Choice Requires="wps">
          <w:drawing>
            <wp:anchor distT="0" distB="0" distL="114300" distR="114300" simplePos="0" relativeHeight="251658240" behindDoc="0" locked="0" layoutInCell="1" allowOverlap="1" wp14:anchorId="661026E4" wp14:editId="537E3B60">
              <wp:simplePos x="0" y="0"/>
              <wp:positionH relativeFrom="column">
                <wp:posOffset>0</wp:posOffset>
              </wp:positionH>
              <wp:positionV relativeFrom="paragraph">
                <wp:posOffset>189913</wp:posOffset>
              </wp:positionV>
              <wp:extent cx="5929532" cy="0"/>
              <wp:effectExtent l="0" t="0" r="0" b="0"/>
              <wp:wrapNone/>
              <wp:docPr id="1670254377" name="Straight Connector 1"/>
              <wp:cNvGraphicFramePr/>
              <a:graphic xmlns:a="http://schemas.openxmlformats.org/drawingml/2006/main">
                <a:graphicData uri="http://schemas.microsoft.com/office/word/2010/wordprocessingShape">
                  <wps:wsp>
                    <wps:cNvCnPr/>
                    <wps:spPr>
                      <a:xfrm>
                        <a:off x="0" y="0"/>
                        <a:ext cx="59295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45F26A"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14.95pt" to="466.9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" strokecolor="black [3213]" strokeweight="2pt"/>
          </w:pict>
        </mc:Fallback>
      </mc:AlternateContent>
    </w:r>
  </w:p>
  <w:p w14:paraId="755CA80A" w14:textId="77777777" w:rsidR="00E33071" w:rsidRDefault="00E330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Times New Roman"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Times New Roman"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Times New Roman"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Times New Roman"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Times New Roman" w:hAnsi="Symbol" w:hint="default"/>
        <w:cs w:val="0"/>
        <w:lang w:bidi="th-TH"/>
      </w:rPr>
    </w:lvl>
  </w:abstractNum>
  <w:abstractNum w:abstractNumId="10" w15:restartNumberingAfterBreak="0">
    <w:nsid w:val="03DF3765"/>
    <w:multiLevelType w:val="hybridMultilevel"/>
    <w:tmpl w:val="C3D8B652"/>
    <w:lvl w:ilvl="0" w:tplc="D63693B4">
      <w:start w:val="1"/>
      <w:numFmt w:val="decimal"/>
      <w:lvlText w:val="3.%1"/>
      <w:lvlJc w:val="left"/>
      <w:pPr>
        <w:ind w:left="1152" w:hanging="360"/>
      </w:pPr>
      <w:rPr>
        <w:rFonts w:hint="default"/>
        <w:b w:val="0"/>
        <w:bCs w:val="0"/>
        <w:sz w:val="19"/>
        <w:szCs w:val="19"/>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1" w15:restartNumberingAfterBreak="0">
    <w:nsid w:val="0784056E"/>
    <w:multiLevelType w:val="multilevel"/>
    <w:tmpl w:val="07FC879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bullet"/>
      <w:lvlText w:val=""/>
      <w:lvlJc w:val="left"/>
      <w:pPr>
        <w:tabs>
          <w:tab w:val="num" w:pos="1288"/>
        </w:tabs>
        <w:ind w:left="1288" w:hanging="720"/>
      </w:pPr>
      <w:rPr>
        <w:rFonts w:ascii="Symbol" w:hAnsi="Symbol"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1856"/>
        </w:tabs>
        <w:ind w:left="1856" w:hanging="72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12" w15:restartNumberingAfterBreak="0">
    <w:nsid w:val="083D3D30"/>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13" w15:restartNumberingAfterBreak="0">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0DD12BA4"/>
    <w:multiLevelType w:val="hybridMultilevel"/>
    <w:tmpl w:val="E0E41F26"/>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0D02003"/>
    <w:multiLevelType w:val="multilevel"/>
    <w:tmpl w:val="975C43D8"/>
    <w:lvl w:ilvl="0">
      <w:start w:val="25"/>
      <w:numFmt w:val="decimal"/>
      <w:lvlText w:val="%1."/>
      <w:lvlJc w:val="left"/>
      <w:pPr>
        <w:ind w:left="720" w:hanging="360"/>
      </w:pPr>
      <w:rPr>
        <w:rFonts w:ascii="Arial" w:hAnsi="Arial" w:cs="Arial" w:hint="default"/>
        <w:sz w:val="19"/>
        <w:szCs w:val="19"/>
      </w:rPr>
    </w:lvl>
    <w:lvl w:ilvl="1">
      <w:start w:val="1"/>
      <w:numFmt w:val="decimal"/>
      <w:lvlText w:val="25.%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78A4C51"/>
    <w:multiLevelType w:val="hybridMultilevel"/>
    <w:tmpl w:val="215E9CC6"/>
    <w:lvl w:ilvl="0" w:tplc="3D16EE4A">
      <w:start w:val="1"/>
      <w:numFmt w:val="decimal"/>
      <w:lvlText w:val="3.%1"/>
      <w:lvlJc w:val="left"/>
      <w:pPr>
        <w:ind w:left="930" w:hanging="360"/>
      </w:pPr>
      <w:rPr>
        <w:rFonts w:hint="default"/>
        <w:b w:val="0"/>
        <w:bCs w:val="0"/>
        <w:sz w:val="19"/>
        <w:szCs w:val="19"/>
      </w:rPr>
    </w:lvl>
    <w:lvl w:ilvl="1" w:tplc="DF4849C4">
      <w:start w:val="3"/>
      <w:numFmt w:val="bullet"/>
      <w:lvlText w:val="-"/>
      <w:lvlJc w:val="left"/>
      <w:pPr>
        <w:ind w:left="2022" w:hanging="732"/>
      </w:pPr>
      <w:rPr>
        <w:rFonts w:ascii="Arial" w:eastAsiaTheme="minorHAnsi" w:hAnsi="Arial" w:cs="Arial" w:hint="default"/>
      </w:r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15:restartNumberingAfterBreak="0">
    <w:nsid w:val="181C12D1"/>
    <w:multiLevelType w:val="hybridMultilevel"/>
    <w:tmpl w:val="AD9A5DCE"/>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A224B31"/>
    <w:multiLevelType w:val="hybridMultilevel"/>
    <w:tmpl w:val="957056AA"/>
    <w:lvl w:ilvl="0" w:tplc="0C9E580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26488D"/>
    <w:multiLevelType w:val="hybridMultilevel"/>
    <w:tmpl w:val="288A8564"/>
    <w:lvl w:ilvl="0" w:tplc="6108FAA4">
      <w:start w:val="1"/>
      <w:numFmt w:val="decimal"/>
      <w:lvlText w:val="3.1.%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4915EB"/>
    <w:multiLevelType w:val="hybridMultilevel"/>
    <w:tmpl w:val="0B6EFB06"/>
    <w:lvl w:ilvl="0" w:tplc="FFFFFFFF">
      <w:start w:val="1"/>
      <w:numFmt w:val="decimal"/>
      <w:lvlText w:val="4.%1"/>
      <w:lvlJc w:val="left"/>
      <w:pPr>
        <w:ind w:left="720" w:hanging="360"/>
      </w:pPr>
      <w:rPr>
        <w:rFonts w:hint="default"/>
        <w:b/>
        <w:bCs/>
        <w:color w:val="auto"/>
        <w:sz w:val="19"/>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22" w15:restartNumberingAfterBreak="0">
    <w:nsid w:val="28032303"/>
    <w:multiLevelType w:val="hybridMultilevel"/>
    <w:tmpl w:val="DF38157C"/>
    <w:lvl w:ilvl="0" w:tplc="62387ECC">
      <w:start w:val="1"/>
      <w:numFmt w:val="decimal"/>
      <w:lvlText w:val="16.%1"/>
      <w:lvlJc w:val="left"/>
      <w:pPr>
        <w:ind w:left="720" w:hanging="360"/>
      </w:pPr>
      <w:rPr>
        <w:rFonts w:ascii="Arial" w:hAnsi="Arial" w:cs="Arial" w:hint="default"/>
        <w:b w:val="0"/>
        <w:bCs w:val="0"/>
        <w:i w:val="0"/>
        <w:iCs w:val="0"/>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93877DB"/>
    <w:multiLevelType w:val="hybridMultilevel"/>
    <w:tmpl w:val="CB6EF7C0"/>
    <w:lvl w:ilvl="0" w:tplc="04090001">
      <w:start w:val="1"/>
      <w:numFmt w:val="bullet"/>
      <w:lvlText w:val=""/>
      <w:lvlJc w:val="left"/>
      <w:pPr>
        <w:ind w:left="1429" w:hanging="360"/>
      </w:pPr>
      <w:rPr>
        <w:rFonts w:ascii="Symbol" w:hAnsi="Symbol" w:hint="default"/>
      </w:rPr>
    </w:lvl>
    <w:lvl w:ilvl="1" w:tplc="04090001">
      <w:start w:val="1"/>
      <w:numFmt w:val="bullet"/>
      <w:lvlText w:val=""/>
      <w:lvlJc w:val="left"/>
      <w:pPr>
        <w:ind w:left="2149" w:hanging="360"/>
      </w:pPr>
      <w:rPr>
        <w:rFonts w:ascii="Symbol" w:hAnsi="Symbol"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2A4E1E59"/>
    <w:multiLevelType w:val="hybridMultilevel"/>
    <w:tmpl w:val="1C483798"/>
    <w:lvl w:ilvl="0" w:tplc="3774CE92">
      <w:start w:val="1"/>
      <w:numFmt w:val="decimal"/>
      <w:lvlText w:val="3.%1"/>
      <w:lvlJc w:val="left"/>
      <w:pPr>
        <w:ind w:left="1098" w:hanging="360"/>
      </w:pPr>
      <w:rPr>
        <w:rFonts w:ascii="Arial" w:hAnsi="Arial" w:cs="Arial" w:hint="default"/>
        <w:sz w:val="19"/>
        <w:szCs w:val="19"/>
        <w:u w:val="none"/>
      </w:rPr>
    </w:lvl>
    <w:lvl w:ilvl="1" w:tplc="08090019" w:tentative="1">
      <w:start w:val="1"/>
      <w:numFmt w:val="lowerLetter"/>
      <w:lvlText w:val="%2."/>
      <w:lvlJc w:val="left"/>
      <w:pPr>
        <w:ind w:left="1818" w:hanging="360"/>
      </w:pPr>
    </w:lvl>
    <w:lvl w:ilvl="2" w:tplc="0809001B" w:tentative="1">
      <w:start w:val="1"/>
      <w:numFmt w:val="lowerRoman"/>
      <w:lvlText w:val="%3."/>
      <w:lvlJc w:val="right"/>
      <w:pPr>
        <w:ind w:left="2538" w:hanging="180"/>
      </w:pPr>
    </w:lvl>
    <w:lvl w:ilvl="3" w:tplc="0809000F" w:tentative="1">
      <w:start w:val="1"/>
      <w:numFmt w:val="decimal"/>
      <w:lvlText w:val="%4."/>
      <w:lvlJc w:val="left"/>
      <w:pPr>
        <w:ind w:left="3258" w:hanging="360"/>
      </w:pPr>
    </w:lvl>
    <w:lvl w:ilvl="4" w:tplc="08090019" w:tentative="1">
      <w:start w:val="1"/>
      <w:numFmt w:val="lowerLetter"/>
      <w:lvlText w:val="%5."/>
      <w:lvlJc w:val="left"/>
      <w:pPr>
        <w:ind w:left="3978" w:hanging="360"/>
      </w:pPr>
    </w:lvl>
    <w:lvl w:ilvl="5" w:tplc="0809001B" w:tentative="1">
      <w:start w:val="1"/>
      <w:numFmt w:val="lowerRoman"/>
      <w:lvlText w:val="%6."/>
      <w:lvlJc w:val="right"/>
      <w:pPr>
        <w:ind w:left="4698" w:hanging="180"/>
      </w:pPr>
    </w:lvl>
    <w:lvl w:ilvl="6" w:tplc="0809000F" w:tentative="1">
      <w:start w:val="1"/>
      <w:numFmt w:val="decimal"/>
      <w:lvlText w:val="%7."/>
      <w:lvlJc w:val="left"/>
      <w:pPr>
        <w:ind w:left="5418" w:hanging="360"/>
      </w:pPr>
    </w:lvl>
    <w:lvl w:ilvl="7" w:tplc="08090019" w:tentative="1">
      <w:start w:val="1"/>
      <w:numFmt w:val="lowerLetter"/>
      <w:lvlText w:val="%8."/>
      <w:lvlJc w:val="left"/>
      <w:pPr>
        <w:ind w:left="6138" w:hanging="360"/>
      </w:pPr>
    </w:lvl>
    <w:lvl w:ilvl="8" w:tplc="0809001B" w:tentative="1">
      <w:start w:val="1"/>
      <w:numFmt w:val="lowerRoman"/>
      <w:lvlText w:val="%9."/>
      <w:lvlJc w:val="right"/>
      <w:pPr>
        <w:ind w:left="6858" w:hanging="180"/>
      </w:pPr>
    </w:lvl>
  </w:abstractNum>
  <w:abstractNum w:abstractNumId="25" w15:restartNumberingAfterBreak="0">
    <w:nsid w:val="2C5C0B6D"/>
    <w:multiLevelType w:val="hybridMultilevel"/>
    <w:tmpl w:val="69A45A18"/>
    <w:lvl w:ilvl="0" w:tplc="4EA221A0">
      <w:start w:val="1"/>
      <w:numFmt w:val="decimal"/>
      <w:lvlText w:val="%1."/>
      <w:lvlJc w:val="left"/>
      <w:pPr>
        <w:ind w:left="720" w:hanging="360"/>
      </w:pPr>
      <w:rPr>
        <w:rFonts w:hint="default"/>
        <w:b/>
        <w:bCs/>
      </w:rPr>
    </w:lvl>
    <w:lvl w:ilvl="1" w:tplc="C5A24F90">
      <w:start w:val="1"/>
      <w:numFmt w:val="bullet"/>
      <w:lvlText w:val="•"/>
      <w:lvlJc w:val="left"/>
      <w:pPr>
        <w:ind w:left="1440" w:hanging="360"/>
      </w:pPr>
      <w:rPr>
        <w:rFonts w:ascii="Garamond" w:eastAsia="Calibri" w:hAnsi="Garamond" w:cs="Garamond" w:hint="default"/>
        <w:sz w:val="20"/>
        <w:szCs w:val="2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4A6B5D"/>
    <w:multiLevelType w:val="hybridMultilevel"/>
    <w:tmpl w:val="611E2262"/>
    <w:lvl w:ilvl="0" w:tplc="AEE2BB2A">
      <w:start w:val="1"/>
      <w:numFmt w:val="decimal"/>
      <w:lvlText w:val="2.%1"/>
      <w:lvlJc w:val="left"/>
      <w:pPr>
        <w:ind w:left="1146" w:hanging="360"/>
      </w:pPr>
      <w:rPr>
        <w:rFonts w:ascii="Arial" w:hAnsi="Arial" w:cs="Arial" w:hint="default"/>
        <w:bCs w:val="0"/>
        <w:sz w:val="19"/>
        <w:szCs w:val="19"/>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7" w15:restartNumberingAfterBreak="0">
    <w:nsid w:val="36564E6C"/>
    <w:multiLevelType w:val="multilevel"/>
    <w:tmpl w:val="AFE6986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sz w:val="20"/>
        <w:szCs w:val="20"/>
      </w:rPr>
    </w:lvl>
    <w:lvl w:ilvl="2">
      <w:start w:val="1"/>
      <w:numFmt w:val="bullet"/>
      <w:lvlText w:val=""/>
      <w:lvlJc w:val="left"/>
      <w:pPr>
        <w:tabs>
          <w:tab w:val="num" w:pos="1440"/>
        </w:tabs>
        <w:ind w:left="1440" w:hanging="720"/>
      </w:pPr>
      <w:rPr>
        <w:rFonts w:ascii="Symbol" w:hAnsi="Symbol"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8" w15:restartNumberingAfterBreak="0">
    <w:nsid w:val="38815FDC"/>
    <w:multiLevelType w:val="hybridMultilevel"/>
    <w:tmpl w:val="8D58FAC6"/>
    <w:lvl w:ilvl="0" w:tplc="3F6A26AC">
      <w:start w:val="8"/>
      <w:numFmt w:val="bullet"/>
      <w:lvlText w:val="-"/>
      <w:lvlJc w:val="left"/>
      <w:pPr>
        <w:ind w:left="2370" w:hanging="360"/>
      </w:pPr>
      <w:rPr>
        <w:rFonts w:ascii="Garamond" w:eastAsia="Times New Roman" w:hAnsi="Garamond" w:cs="Garamond"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9" w15:restartNumberingAfterBreak="0">
    <w:nsid w:val="3A1F038F"/>
    <w:multiLevelType w:val="hybridMultilevel"/>
    <w:tmpl w:val="DE40D576"/>
    <w:lvl w:ilvl="0" w:tplc="B8088010">
      <w:start w:val="1"/>
      <w:numFmt w:val="decimal"/>
      <w:lvlText w:val="9.%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Times New Roman" w:hAnsi="Symbol" w:hint="default"/>
        <w:cs w:val="0"/>
        <w:lang w:bidi="th-TH"/>
      </w:rPr>
    </w:lvl>
  </w:abstractNum>
  <w:abstractNum w:abstractNumId="31" w15:restartNumberingAfterBreak="0">
    <w:nsid w:val="3CED0200"/>
    <w:multiLevelType w:val="hybridMultilevel"/>
    <w:tmpl w:val="1EAE69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F2C4BCE"/>
    <w:multiLevelType w:val="hybridMultilevel"/>
    <w:tmpl w:val="4D86916E"/>
    <w:lvl w:ilvl="0" w:tplc="1D70A78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Times New Roman" w:hAnsi="Symbol" w:hint="default"/>
        <w:cs w:val="0"/>
        <w:lang w:bidi="th-TH"/>
      </w:rPr>
    </w:lvl>
  </w:abstractNum>
  <w:abstractNum w:abstractNumId="34" w15:restartNumberingAfterBreak="0">
    <w:nsid w:val="44023BCA"/>
    <w:multiLevelType w:val="hybridMultilevel"/>
    <w:tmpl w:val="E3585CDC"/>
    <w:lvl w:ilvl="0" w:tplc="0840BA74">
      <w:start w:val="1"/>
      <w:numFmt w:val="decimal"/>
      <w:lvlText w:val="3.%1"/>
      <w:lvlJc w:val="left"/>
      <w:pPr>
        <w:ind w:left="1146" w:hanging="360"/>
      </w:pPr>
      <w:rPr>
        <w:rFonts w:hint="default"/>
        <w:b w:val="0"/>
        <w:bCs w:val="0"/>
        <w:sz w:val="28"/>
        <w:szCs w:val="28"/>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5" w15:restartNumberingAfterBreak="0">
    <w:nsid w:val="45187053"/>
    <w:multiLevelType w:val="multilevel"/>
    <w:tmpl w:val="6B2CD86E"/>
    <w:lvl w:ilvl="0">
      <w:start w:val="1"/>
      <w:numFmt w:val="decimal"/>
      <w:lvlText w:val="%1."/>
      <w:lvlJc w:val="left"/>
      <w:pPr>
        <w:tabs>
          <w:tab w:val="num" w:pos="390"/>
        </w:tabs>
        <w:ind w:left="390" w:hanging="390"/>
      </w:pPr>
      <w:rPr>
        <w:rFonts w:cs="Times New Roman" w:hint="default"/>
        <w:b/>
        <w:bCs w:val="0"/>
        <w:sz w:val="19"/>
        <w:szCs w:val="19"/>
        <w:u w:val="none"/>
      </w:rPr>
    </w:lvl>
    <w:lvl w:ilvl="1">
      <w:start w:val="1"/>
      <w:numFmt w:val="decimal"/>
      <w:lvlText w:val="2.%2"/>
      <w:lvlJc w:val="left"/>
      <w:pPr>
        <w:tabs>
          <w:tab w:val="num" w:pos="786"/>
        </w:tabs>
        <w:ind w:left="786" w:hanging="360"/>
      </w:pPr>
      <w:rPr>
        <w:b w:val="0"/>
        <w:bCs/>
        <w:i w:val="0"/>
        <w:iCs/>
        <w:sz w:val="19"/>
        <w:szCs w:val="19"/>
      </w:rPr>
    </w:lvl>
    <w:lvl w:ilvl="2">
      <w:start w:val="1"/>
      <w:numFmt w:val="upperRoman"/>
      <w:isLgl/>
      <w:lvlText w:val="%1.%2.%3"/>
      <w:lvlJc w:val="left"/>
      <w:pPr>
        <w:tabs>
          <w:tab w:val="num" w:pos="1931"/>
        </w:tabs>
        <w:ind w:left="1931" w:hanging="1080"/>
      </w:pPr>
      <w:rPr>
        <w:rFonts w:cs="Times New Roman" w:hint="default"/>
        <w:b w:val="0"/>
        <w:bCs w:val="0"/>
      </w:rPr>
    </w:lvl>
    <w:lvl w:ilvl="3">
      <w:start w:val="1"/>
      <w:numFmt w:val="decimal"/>
      <w:isLgl/>
      <w:lvlText w:val="%1.%2.%3.%4"/>
      <w:lvlJc w:val="left"/>
      <w:pPr>
        <w:tabs>
          <w:tab w:val="num" w:pos="1278"/>
        </w:tabs>
        <w:ind w:left="1278" w:hanging="720"/>
      </w:pPr>
      <w:rPr>
        <w:rFonts w:cs="Times New Roman" w:hint="default"/>
      </w:rPr>
    </w:lvl>
    <w:lvl w:ilvl="4">
      <w:start w:val="1"/>
      <w:numFmt w:val="decimal"/>
      <w:isLgl/>
      <w:lvlText w:val="%1.%2.%3.%4.%5"/>
      <w:lvlJc w:val="left"/>
      <w:pPr>
        <w:tabs>
          <w:tab w:val="num" w:pos="1704"/>
        </w:tabs>
        <w:ind w:left="1704" w:hanging="1080"/>
      </w:pPr>
      <w:rPr>
        <w:rFonts w:cs="Times New Roman" w:hint="default"/>
      </w:rPr>
    </w:lvl>
    <w:lvl w:ilvl="5">
      <w:start w:val="1"/>
      <w:numFmt w:val="decimal"/>
      <w:isLgl/>
      <w:lvlText w:val="%1.%2.%3.%4.%5.%6"/>
      <w:lvlJc w:val="left"/>
      <w:pPr>
        <w:tabs>
          <w:tab w:val="num" w:pos="1770"/>
        </w:tabs>
        <w:ind w:left="1770" w:hanging="1080"/>
      </w:pPr>
      <w:rPr>
        <w:rFonts w:cs="Times New Roman" w:hint="default"/>
      </w:rPr>
    </w:lvl>
    <w:lvl w:ilvl="6">
      <w:start w:val="1"/>
      <w:numFmt w:val="decimal"/>
      <w:isLgl/>
      <w:lvlText w:val="%1.%2.%3.%4.%5.%6.%7"/>
      <w:lvlJc w:val="left"/>
      <w:pPr>
        <w:tabs>
          <w:tab w:val="num" w:pos="2196"/>
        </w:tabs>
        <w:ind w:left="2196" w:hanging="1440"/>
      </w:pPr>
      <w:rPr>
        <w:rFonts w:cs="Times New Roman" w:hint="default"/>
      </w:rPr>
    </w:lvl>
    <w:lvl w:ilvl="7">
      <w:start w:val="1"/>
      <w:numFmt w:val="decimal"/>
      <w:isLgl/>
      <w:lvlText w:val="%1.%2.%3.%4.%5.%6.%7.%8"/>
      <w:lvlJc w:val="left"/>
      <w:pPr>
        <w:tabs>
          <w:tab w:val="num" w:pos="2622"/>
        </w:tabs>
        <w:ind w:left="2622" w:hanging="1800"/>
      </w:pPr>
      <w:rPr>
        <w:rFonts w:cs="Times New Roman" w:hint="default"/>
      </w:rPr>
    </w:lvl>
    <w:lvl w:ilvl="8">
      <w:start w:val="1"/>
      <w:numFmt w:val="decimal"/>
      <w:isLgl/>
      <w:lvlText w:val="%1.%2.%3.%4.%5.%6.%7.%8.%9"/>
      <w:lvlJc w:val="left"/>
      <w:pPr>
        <w:tabs>
          <w:tab w:val="num" w:pos="2688"/>
        </w:tabs>
        <w:ind w:left="2688" w:hanging="1800"/>
      </w:pPr>
      <w:rPr>
        <w:rFonts w:cs="Times New Roman" w:hint="default"/>
      </w:rPr>
    </w:lvl>
  </w:abstractNum>
  <w:abstractNum w:abstractNumId="36" w15:restartNumberingAfterBreak="0">
    <w:nsid w:val="45A33EE4"/>
    <w:multiLevelType w:val="hybridMultilevel"/>
    <w:tmpl w:val="EE4C8CB0"/>
    <w:lvl w:ilvl="0" w:tplc="9DBE2F62">
      <w:start w:val="31"/>
      <w:numFmt w:val="bullet"/>
      <w:lvlText w:val="-"/>
      <w:lvlJc w:val="left"/>
      <w:pPr>
        <w:ind w:left="1863" w:hanging="360"/>
      </w:pPr>
      <w:rPr>
        <w:rFonts w:ascii="Arial" w:eastAsia="Times New Roman" w:hAnsi="Arial" w:cs="Arial" w:hint="default"/>
        <w:b w:val="0"/>
        <w:bCs w:val="0"/>
      </w:rPr>
    </w:lvl>
    <w:lvl w:ilvl="1" w:tplc="04090003" w:tentative="1">
      <w:start w:val="1"/>
      <w:numFmt w:val="bullet"/>
      <w:lvlText w:val="o"/>
      <w:lvlJc w:val="left"/>
      <w:pPr>
        <w:ind w:left="2583" w:hanging="360"/>
      </w:pPr>
      <w:rPr>
        <w:rFonts w:ascii="Courier New" w:hAnsi="Courier New" w:cs="Courier New" w:hint="default"/>
      </w:rPr>
    </w:lvl>
    <w:lvl w:ilvl="2" w:tplc="04090005" w:tentative="1">
      <w:start w:val="1"/>
      <w:numFmt w:val="bullet"/>
      <w:lvlText w:val=""/>
      <w:lvlJc w:val="left"/>
      <w:pPr>
        <w:ind w:left="3303" w:hanging="360"/>
      </w:pPr>
      <w:rPr>
        <w:rFonts w:ascii="Wingdings" w:hAnsi="Wingdings" w:hint="default"/>
      </w:rPr>
    </w:lvl>
    <w:lvl w:ilvl="3" w:tplc="04090001" w:tentative="1">
      <w:start w:val="1"/>
      <w:numFmt w:val="bullet"/>
      <w:lvlText w:val=""/>
      <w:lvlJc w:val="left"/>
      <w:pPr>
        <w:ind w:left="4023" w:hanging="360"/>
      </w:pPr>
      <w:rPr>
        <w:rFonts w:ascii="Symbol" w:hAnsi="Symbol" w:hint="default"/>
      </w:rPr>
    </w:lvl>
    <w:lvl w:ilvl="4" w:tplc="04090003" w:tentative="1">
      <w:start w:val="1"/>
      <w:numFmt w:val="bullet"/>
      <w:lvlText w:val="o"/>
      <w:lvlJc w:val="left"/>
      <w:pPr>
        <w:ind w:left="4743" w:hanging="360"/>
      </w:pPr>
      <w:rPr>
        <w:rFonts w:ascii="Courier New" w:hAnsi="Courier New" w:cs="Courier New" w:hint="default"/>
      </w:rPr>
    </w:lvl>
    <w:lvl w:ilvl="5" w:tplc="04090005" w:tentative="1">
      <w:start w:val="1"/>
      <w:numFmt w:val="bullet"/>
      <w:lvlText w:val=""/>
      <w:lvlJc w:val="left"/>
      <w:pPr>
        <w:ind w:left="5463" w:hanging="360"/>
      </w:pPr>
      <w:rPr>
        <w:rFonts w:ascii="Wingdings" w:hAnsi="Wingdings" w:hint="default"/>
      </w:rPr>
    </w:lvl>
    <w:lvl w:ilvl="6" w:tplc="04090001" w:tentative="1">
      <w:start w:val="1"/>
      <w:numFmt w:val="bullet"/>
      <w:lvlText w:val=""/>
      <w:lvlJc w:val="left"/>
      <w:pPr>
        <w:ind w:left="6183" w:hanging="360"/>
      </w:pPr>
      <w:rPr>
        <w:rFonts w:ascii="Symbol" w:hAnsi="Symbol" w:hint="default"/>
      </w:rPr>
    </w:lvl>
    <w:lvl w:ilvl="7" w:tplc="04090003" w:tentative="1">
      <w:start w:val="1"/>
      <w:numFmt w:val="bullet"/>
      <w:lvlText w:val="o"/>
      <w:lvlJc w:val="left"/>
      <w:pPr>
        <w:ind w:left="6903" w:hanging="360"/>
      </w:pPr>
      <w:rPr>
        <w:rFonts w:ascii="Courier New" w:hAnsi="Courier New" w:cs="Courier New" w:hint="default"/>
      </w:rPr>
    </w:lvl>
    <w:lvl w:ilvl="8" w:tplc="04090005" w:tentative="1">
      <w:start w:val="1"/>
      <w:numFmt w:val="bullet"/>
      <w:lvlText w:val=""/>
      <w:lvlJc w:val="left"/>
      <w:pPr>
        <w:ind w:left="7623" w:hanging="360"/>
      </w:pPr>
      <w:rPr>
        <w:rFonts w:ascii="Wingdings" w:hAnsi="Wingdings" w:hint="default"/>
      </w:rPr>
    </w:lvl>
  </w:abstractNum>
  <w:abstractNum w:abstractNumId="37" w15:restartNumberingAfterBreak="0">
    <w:nsid w:val="4CBC1DEA"/>
    <w:multiLevelType w:val="hybridMultilevel"/>
    <w:tmpl w:val="8418EE5A"/>
    <w:lvl w:ilvl="0" w:tplc="ACF8424E">
      <w:start w:val="1"/>
      <w:numFmt w:val="decimal"/>
      <w:lvlText w:val="%1."/>
      <w:lvlJc w:val="left"/>
      <w:pPr>
        <w:tabs>
          <w:tab w:val="num" w:pos="360"/>
        </w:tabs>
        <w:ind w:left="360" w:hanging="360"/>
      </w:pPr>
      <w:rPr>
        <w:rFonts w:ascii="Arial" w:hAnsi="Arial" w:cs="Arial" w:hint="default"/>
        <w:b/>
        <w:bCs w:val="0"/>
        <w:color w:val="auto"/>
        <w:sz w:val="19"/>
        <w:szCs w:val="19"/>
      </w:rPr>
    </w:lvl>
    <w:lvl w:ilvl="1" w:tplc="CDD63C60">
      <w:start w:val="1"/>
      <w:numFmt w:val="decimal"/>
      <w:lvlText w:val="2.%2"/>
      <w:lvlJc w:val="left"/>
      <w:pPr>
        <w:tabs>
          <w:tab w:val="num" w:pos="360"/>
        </w:tabs>
      </w:pPr>
      <w:rPr>
        <w:rFonts w:ascii="Arial" w:hAnsi="Arial" w:cs="Arial" w:hint="default"/>
        <w:b w:val="0"/>
        <w:bCs/>
        <w:sz w:val="19"/>
        <w:szCs w:val="19"/>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38" w15:restartNumberingAfterBreak="0">
    <w:nsid w:val="4E7B7A3C"/>
    <w:multiLevelType w:val="hybridMultilevel"/>
    <w:tmpl w:val="55DAE504"/>
    <w:lvl w:ilvl="0" w:tplc="5E44AAF6">
      <w:start w:val="1"/>
      <w:numFmt w:val="decimal"/>
      <w:lvlText w:val="3.2.%1"/>
      <w:lvlJc w:val="left"/>
      <w:pPr>
        <w:ind w:left="1620" w:hanging="360"/>
      </w:pPr>
      <w:rPr>
        <w:rFonts w:cs="Times New Roman" w:hint="default"/>
        <w:sz w:val="19"/>
        <w:szCs w:val="19"/>
        <w:u w:val="none"/>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39" w15:restartNumberingAfterBreak="0">
    <w:nsid w:val="50A76D9C"/>
    <w:multiLevelType w:val="hybridMultilevel"/>
    <w:tmpl w:val="838E3E84"/>
    <w:lvl w:ilvl="0" w:tplc="C3C02512">
      <w:start w:val="31"/>
      <w:numFmt w:val="bullet"/>
      <w:lvlText w:val="-"/>
      <w:lvlJc w:val="left"/>
      <w:pPr>
        <w:ind w:left="536" w:hanging="360"/>
      </w:pPr>
      <w:rPr>
        <w:rFonts w:ascii="Browallia New" w:eastAsia="Times New Roman" w:hAnsi="Browallia New" w:cs="Browallia New" w:hint="default"/>
      </w:rPr>
    </w:lvl>
    <w:lvl w:ilvl="1" w:tplc="04090003">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40" w15:restartNumberingAfterBreak="0">
    <w:nsid w:val="529E2ECB"/>
    <w:multiLevelType w:val="hybridMultilevel"/>
    <w:tmpl w:val="B4582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2B10D9B"/>
    <w:multiLevelType w:val="hybridMultilevel"/>
    <w:tmpl w:val="E520B9EC"/>
    <w:lvl w:ilvl="0" w:tplc="38466260">
      <w:start w:val="1"/>
      <w:numFmt w:val="decimal"/>
      <w:lvlText w:val="3.%1"/>
      <w:lvlJc w:val="left"/>
      <w:pPr>
        <w:ind w:left="1116" w:hanging="360"/>
      </w:pPr>
      <w:rPr>
        <w:rFonts w:hint="default"/>
        <w:b w:val="0"/>
        <w:bCs w:val="0"/>
        <w:sz w:val="19"/>
        <w:szCs w:val="19"/>
      </w:rPr>
    </w:lvl>
    <w:lvl w:ilvl="1" w:tplc="08090019" w:tentative="1">
      <w:start w:val="1"/>
      <w:numFmt w:val="lowerLetter"/>
      <w:lvlText w:val="%2."/>
      <w:lvlJc w:val="left"/>
      <w:pPr>
        <w:ind w:left="1836" w:hanging="360"/>
      </w:pPr>
    </w:lvl>
    <w:lvl w:ilvl="2" w:tplc="0809001B" w:tentative="1">
      <w:start w:val="1"/>
      <w:numFmt w:val="lowerRoman"/>
      <w:lvlText w:val="%3."/>
      <w:lvlJc w:val="right"/>
      <w:pPr>
        <w:ind w:left="2556" w:hanging="180"/>
      </w:pPr>
    </w:lvl>
    <w:lvl w:ilvl="3" w:tplc="0809000F" w:tentative="1">
      <w:start w:val="1"/>
      <w:numFmt w:val="decimal"/>
      <w:lvlText w:val="%4."/>
      <w:lvlJc w:val="left"/>
      <w:pPr>
        <w:ind w:left="3276" w:hanging="360"/>
      </w:pPr>
    </w:lvl>
    <w:lvl w:ilvl="4" w:tplc="08090019" w:tentative="1">
      <w:start w:val="1"/>
      <w:numFmt w:val="lowerLetter"/>
      <w:lvlText w:val="%5."/>
      <w:lvlJc w:val="left"/>
      <w:pPr>
        <w:ind w:left="3996" w:hanging="360"/>
      </w:pPr>
    </w:lvl>
    <w:lvl w:ilvl="5" w:tplc="0809001B" w:tentative="1">
      <w:start w:val="1"/>
      <w:numFmt w:val="lowerRoman"/>
      <w:lvlText w:val="%6."/>
      <w:lvlJc w:val="right"/>
      <w:pPr>
        <w:ind w:left="4716" w:hanging="180"/>
      </w:pPr>
    </w:lvl>
    <w:lvl w:ilvl="6" w:tplc="0809000F" w:tentative="1">
      <w:start w:val="1"/>
      <w:numFmt w:val="decimal"/>
      <w:lvlText w:val="%7."/>
      <w:lvlJc w:val="left"/>
      <w:pPr>
        <w:ind w:left="5436" w:hanging="360"/>
      </w:pPr>
    </w:lvl>
    <w:lvl w:ilvl="7" w:tplc="08090019" w:tentative="1">
      <w:start w:val="1"/>
      <w:numFmt w:val="lowerLetter"/>
      <w:lvlText w:val="%8."/>
      <w:lvlJc w:val="left"/>
      <w:pPr>
        <w:ind w:left="6156" w:hanging="360"/>
      </w:pPr>
    </w:lvl>
    <w:lvl w:ilvl="8" w:tplc="0809001B" w:tentative="1">
      <w:start w:val="1"/>
      <w:numFmt w:val="lowerRoman"/>
      <w:lvlText w:val="%9."/>
      <w:lvlJc w:val="right"/>
      <w:pPr>
        <w:ind w:left="6876" w:hanging="180"/>
      </w:pPr>
    </w:lvl>
  </w:abstractNum>
  <w:abstractNum w:abstractNumId="42" w15:restartNumberingAfterBreak="0">
    <w:nsid w:val="53C31D2B"/>
    <w:multiLevelType w:val="multilevel"/>
    <w:tmpl w:val="B3822FC0"/>
    <w:lvl w:ilvl="0">
      <w:start w:val="2"/>
      <w:numFmt w:val="decimal"/>
      <w:lvlText w:val="%1"/>
      <w:lvlJc w:val="left"/>
      <w:pPr>
        <w:ind w:left="360" w:hanging="360"/>
      </w:pPr>
      <w:rPr>
        <w:rFonts w:hint="default"/>
        <w:b w:val="0"/>
      </w:rPr>
    </w:lvl>
    <w:lvl w:ilvl="1">
      <w:start w:val="1"/>
      <w:numFmt w:val="decimal"/>
      <w:lvlText w:val="2.%2"/>
      <w:lvlJc w:val="left"/>
      <w:pPr>
        <w:ind w:left="786" w:hanging="360"/>
      </w:pPr>
      <w:rPr>
        <w:rFonts w:ascii="Arial" w:hAnsi="Arial" w:cs="Arial" w:hint="default"/>
        <w:b w:val="0"/>
        <w:bCs w:val="0"/>
        <w:sz w:val="19"/>
        <w:szCs w:val="19"/>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636" w:hanging="108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4848" w:hanging="1440"/>
      </w:pPr>
      <w:rPr>
        <w:rFonts w:hint="default"/>
        <w:b w:val="0"/>
      </w:rPr>
    </w:lvl>
  </w:abstractNum>
  <w:abstractNum w:abstractNumId="43" w15:restartNumberingAfterBreak="0">
    <w:nsid w:val="58DB248B"/>
    <w:multiLevelType w:val="hybridMultilevel"/>
    <w:tmpl w:val="5EAA1B1A"/>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9F8438C"/>
    <w:multiLevelType w:val="hybridMultilevel"/>
    <w:tmpl w:val="80363C1E"/>
    <w:lvl w:ilvl="0" w:tplc="6F3A8616">
      <w:start w:val="2"/>
      <w:numFmt w:val="bullet"/>
      <w:lvlText w:val="-"/>
      <w:lvlJc w:val="left"/>
      <w:pPr>
        <w:ind w:left="1222" w:hanging="360"/>
      </w:pPr>
      <w:rPr>
        <w:rFonts w:ascii="Arial" w:eastAsia="Times New Roman" w:hAnsi="Arial" w:cs="Aria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5" w15:restartNumberingAfterBreak="0">
    <w:nsid w:val="60D475D9"/>
    <w:multiLevelType w:val="hybridMultilevel"/>
    <w:tmpl w:val="46629092"/>
    <w:lvl w:ilvl="0" w:tplc="AA6C7718">
      <w:start w:val="1"/>
      <w:numFmt w:val="lowerLetter"/>
      <w:lvlText w:val="%1)"/>
      <w:lvlJc w:val="left"/>
      <w:pPr>
        <w:ind w:left="720" w:hanging="36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26F199E"/>
    <w:multiLevelType w:val="hybridMultilevel"/>
    <w:tmpl w:val="A5960ED6"/>
    <w:lvl w:ilvl="0" w:tplc="AEE2BB2A">
      <w:start w:val="1"/>
      <w:numFmt w:val="decimal"/>
      <w:lvlText w:val="2.%1"/>
      <w:lvlJc w:val="left"/>
      <w:pPr>
        <w:ind w:left="786" w:hanging="360"/>
      </w:pPr>
      <w:rPr>
        <w:rFonts w:ascii="Arial" w:hAnsi="Arial" w:cs="Arial" w:hint="default"/>
        <w:bCs w:val="0"/>
        <w:sz w:val="19"/>
        <w:szCs w:val="19"/>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48" w15:restartNumberingAfterBreak="0">
    <w:nsid w:val="69D568BB"/>
    <w:multiLevelType w:val="hybridMultilevel"/>
    <w:tmpl w:val="38F0BEFA"/>
    <w:lvl w:ilvl="0" w:tplc="5E44AAF6">
      <w:start w:val="1"/>
      <w:numFmt w:val="decimal"/>
      <w:lvlText w:val="3.2.%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7D6802"/>
    <w:multiLevelType w:val="hybridMultilevel"/>
    <w:tmpl w:val="7CE4AC2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C1E05E1"/>
    <w:multiLevelType w:val="multilevel"/>
    <w:tmpl w:val="687AA904"/>
    <w:lvl w:ilvl="0">
      <w:start w:val="19"/>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6FD04E71"/>
    <w:multiLevelType w:val="multilevel"/>
    <w:tmpl w:val="2EA8374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2" w15:restartNumberingAfterBreak="0">
    <w:nsid w:val="71B27CAB"/>
    <w:multiLevelType w:val="hybridMultilevel"/>
    <w:tmpl w:val="0B6EFB06"/>
    <w:lvl w:ilvl="0" w:tplc="C0C009EA">
      <w:start w:val="1"/>
      <w:numFmt w:val="decimal"/>
      <w:lvlText w:val="4.%1"/>
      <w:lvlJc w:val="left"/>
      <w:pPr>
        <w:ind w:left="720" w:hanging="360"/>
      </w:pPr>
      <w:rPr>
        <w:rFonts w:hint="default"/>
        <w:b/>
        <w:bCs/>
        <w:color w:val="auto"/>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2A62322"/>
    <w:multiLevelType w:val="hybridMultilevel"/>
    <w:tmpl w:val="2944737E"/>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54" w15:restartNumberingAfterBreak="0">
    <w:nsid w:val="74332188"/>
    <w:multiLevelType w:val="multilevel"/>
    <w:tmpl w:val="008C6918"/>
    <w:lvl w:ilvl="0">
      <w:start w:val="1"/>
      <w:numFmt w:val="none"/>
      <w:lvlText w:val="1."/>
      <w:lvlJc w:val="left"/>
      <w:pPr>
        <w:ind w:left="720" w:hanging="360"/>
      </w:pPr>
      <w:rPr>
        <w:rFonts w:hint="default"/>
      </w:rPr>
    </w:lvl>
    <w:lvl w:ilvl="1">
      <w:start w:val="1"/>
      <w:numFmt w:val="decimal"/>
      <w:isLgl/>
      <w:lvlText w:val="%13.%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5" w15:restartNumberingAfterBreak="0">
    <w:nsid w:val="76B71BA3"/>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56" w15:restartNumberingAfterBreak="0">
    <w:nsid w:val="7ACA633F"/>
    <w:multiLevelType w:val="hybridMultilevel"/>
    <w:tmpl w:val="6B0E653A"/>
    <w:lvl w:ilvl="0" w:tplc="FB22F07E">
      <w:start w:val="1"/>
      <w:numFmt w:val="decimal"/>
      <w:lvlText w:val="3.%1"/>
      <w:lvlJc w:val="left"/>
      <w:pPr>
        <w:ind w:left="1080" w:hanging="360"/>
      </w:pPr>
      <w:rPr>
        <w:rFonts w:ascii="Arial" w:hAnsi="Arial" w:cs="Arial"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7C2F6053"/>
    <w:multiLevelType w:val="hybridMultilevel"/>
    <w:tmpl w:val="19ECD062"/>
    <w:lvl w:ilvl="0" w:tplc="BF1E9C2E">
      <w:start w:val="1"/>
      <w:numFmt w:val="decimal"/>
      <w:lvlText w:val="3.2.%1"/>
      <w:lvlJc w:val="left"/>
      <w:pPr>
        <w:ind w:left="1627" w:hanging="360"/>
      </w:pPr>
      <w:rPr>
        <w:rFonts w:ascii="Arial" w:hAnsi="Arial" w:cs="Arial" w:hint="default"/>
        <w:b w:val="0"/>
        <w:bCs w:val="0"/>
        <w:u w:val="none"/>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num w:numId="1" w16cid:durableId="165680717">
    <w:abstractNumId w:val="37"/>
  </w:num>
  <w:num w:numId="2" w16cid:durableId="686255337">
    <w:abstractNumId w:val="27"/>
  </w:num>
  <w:num w:numId="3" w16cid:durableId="1160343591">
    <w:abstractNumId w:val="6"/>
  </w:num>
  <w:num w:numId="4" w16cid:durableId="444932443">
    <w:abstractNumId w:val="8"/>
  </w:num>
  <w:num w:numId="5" w16cid:durableId="633174748">
    <w:abstractNumId w:val="3"/>
  </w:num>
  <w:num w:numId="6" w16cid:durableId="1235361439">
    <w:abstractNumId w:val="5"/>
  </w:num>
  <w:num w:numId="7" w16cid:durableId="249585249">
    <w:abstractNumId w:val="9"/>
  </w:num>
  <w:num w:numId="8" w16cid:durableId="784928803">
    <w:abstractNumId w:val="7"/>
  </w:num>
  <w:num w:numId="9" w16cid:durableId="812795013">
    <w:abstractNumId w:val="2"/>
  </w:num>
  <w:num w:numId="10" w16cid:durableId="127942345">
    <w:abstractNumId w:val="0"/>
  </w:num>
  <w:num w:numId="11" w16cid:durableId="1746873410">
    <w:abstractNumId w:val="1"/>
  </w:num>
  <w:num w:numId="12" w16cid:durableId="1611231588">
    <w:abstractNumId w:val="4"/>
  </w:num>
  <w:num w:numId="13" w16cid:durableId="1715350681">
    <w:abstractNumId w:val="30"/>
  </w:num>
  <w:num w:numId="14" w16cid:durableId="1182160929">
    <w:abstractNumId w:val="21"/>
  </w:num>
  <w:num w:numId="15" w16cid:durableId="179123607">
    <w:abstractNumId w:val="47"/>
  </w:num>
  <w:num w:numId="16" w16cid:durableId="437411084">
    <w:abstractNumId w:val="33"/>
  </w:num>
  <w:num w:numId="17" w16cid:durableId="1950816277">
    <w:abstractNumId w:val="25"/>
  </w:num>
  <w:num w:numId="18" w16cid:durableId="127549939">
    <w:abstractNumId w:val="11"/>
  </w:num>
  <w:num w:numId="19" w16cid:durableId="1254046338">
    <w:abstractNumId w:val="28"/>
  </w:num>
  <w:num w:numId="20" w16cid:durableId="1395474009">
    <w:abstractNumId w:val="15"/>
  </w:num>
  <w:num w:numId="21" w16cid:durableId="502546985">
    <w:abstractNumId w:val="54"/>
  </w:num>
  <w:num w:numId="22" w16cid:durableId="1367173272">
    <w:abstractNumId w:val="13"/>
  </w:num>
  <w:num w:numId="23" w16cid:durableId="696009308">
    <w:abstractNumId w:val="53"/>
  </w:num>
  <w:num w:numId="24" w16cid:durableId="1336422571">
    <w:abstractNumId w:val="39"/>
  </w:num>
  <w:num w:numId="25" w16cid:durableId="1777944264">
    <w:abstractNumId w:val="55"/>
  </w:num>
  <w:num w:numId="26" w16cid:durableId="1691031200">
    <w:abstractNumId w:val="12"/>
  </w:num>
  <w:num w:numId="27" w16cid:durableId="250629561">
    <w:abstractNumId w:val="32"/>
  </w:num>
  <w:num w:numId="28" w16cid:durableId="851066610">
    <w:abstractNumId w:val="18"/>
  </w:num>
  <w:num w:numId="29" w16cid:durableId="110563439">
    <w:abstractNumId w:val="42"/>
  </w:num>
  <w:num w:numId="30" w16cid:durableId="877278404">
    <w:abstractNumId w:val="46"/>
  </w:num>
  <w:num w:numId="31" w16cid:durableId="2136676417">
    <w:abstractNumId w:val="26"/>
  </w:num>
  <w:num w:numId="32" w16cid:durableId="934094698">
    <w:abstractNumId w:val="29"/>
  </w:num>
  <w:num w:numId="33" w16cid:durableId="1011643252">
    <w:abstractNumId w:val="50"/>
  </w:num>
  <w:num w:numId="34" w16cid:durableId="663238668">
    <w:abstractNumId w:val="24"/>
  </w:num>
  <w:num w:numId="35" w16cid:durableId="1027490908">
    <w:abstractNumId w:val="19"/>
  </w:num>
  <w:num w:numId="36" w16cid:durableId="2093813351">
    <w:abstractNumId w:val="40"/>
  </w:num>
  <w:num w:numId="37" w16cid:durableId="76244778">
    <w:abstractNumId w:val="48"/>
  </w:num>
  <w:num w:numId="38" w16cid:durableId="570235001">
    <w:abstractNumId w:val="49"/>
  </w:num>
  <w:num w:numId="39" w16cid:durableId="1599412576">
    <w:abstractNumId w:val="43"/>
  </w:num>
  <w:num w:numId="40" w16cid:durableId="277181436">
    <w:abstractNumId w:val="17"/>
  </w:num>
  <w:num w:numId="41" w16cid:durableId="167867070">
    <w:abstractNumId w:val="16"/>
  </w:num>
  <w:num w:numId="42" w16cid:durableId="638876389">
    <w:abstractNumId w:val="23"/>
  </w:num>
  <w:num w:numId="43" w16cid:durableId="1121150275">
    <w:abstractNumId w:val="56"/>
  </w:num>
  <w:num w:numId="44" w16cid:durableId="776876674">
    <w:abstractNumId w:val="14"/>
  </w:num>
  <w:num w:numId="45" w16cid:durableId="1839420065">
    <w:abstractNumId w:val="51"/>
  </w:num>
  <w:num w:numId="46" w16cid:durableId="1188249265">
    <w:abstractNumId w:val="36"/>
  </w:num>
  <w:num w:numId="47" w16cid:durableId="764768701">
    <w:abstractNumId w:val="22"/>
  </w:num>
  <w:num w:numId="48" w16cid:durableId="867109934">
    <w:abstractNumId w:val="10"/>
  </w:num>
  <w:num w:numId="49" w16cid:durableId="632098805">
    <w:abstractNumId w:val="44"/>
  </w:num>
  <w:num w:numId="50" w16cid:durableId="1386752886">
    <w:abstractNumId w:val="57"/>
  </w:num>
  <w:num w:numId="51" w16cid:durableId="1594776391">
    <w:abstractNumId w:val="35"/>
  </w:num>
  <w:num w:numId="52" w16cid:durableId="292247177">
    <w:abstractNumId w:val="41"/>
  </w:num>
  <w:num w:numId="53" w16cid:durableId="865290062">
    <w:abstractNumId w:val="38"/>
  </w:num>
  <w:num w:numId="54" w16cid:durableId="1818721731">
    <w:abstractNumId w:val="34"/>
  </w:num>
  <w:num w:numId="55" w16cid:durableId="404767674">
    <w:abstractNumId w:val="52"/>
  </w:num>
  <w:num w:numId="56" w16cid:durableId="1310937844">
    <w:abstractNumId w:val="31"/>
  </w:num>
  <w:num w:numId="57" w16cid:durableId="504513541">
    <w:abstractNumId w:val="45"/>
  </w:num>
  <w:num w:numId="58" w16cid:durableId="76638533">
    <w:abstractNumId w:val="2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revisionView w:markup="0"/>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48D"/>
    <w:rsid w:val="000000F0"/>
    <w:rsid w:val="00000BB6"/>
    <w:rsid w:val="0000107B"/>
    <w:rsid w:val="000012E6"/>
    <w:rsid w:val="000012FD"/>
    <w:rsid w:val="00001436"/>
    <w:rsid w:val="000017A3"/>
    <w:rsid w:val="00001E3D"/>
    <w:rsid w:val="000023BE"/>
    <w:rsid w:val="000028B3"/>
    <w:rsid w:val="000032F0"/>
    <w:rsid w:val="00003764"/>
    <w:rsid w:val="000037B8"/>
    <w:rsid w:val="000038E7"/>
    <w:rsid w:val="00003994"/>
    <w:rsid w:val="00003C94"/>
    <w:rsid w:val="00003D85"/>
    <w:rsid w:val="000040D7"/>
    <w:rsid w:val="000045AD"/>
    <w:rsid w:val="00004C38"/>
    <w:rsid w:val="00005175"/>
    <w:rsid w:val="00005192"/>
    <w:rsid w:val="000052CF"/>
    <w:rsid w:val="0000550B"/>
    <w:rsid w:val="0000588F"/>
    <w:rsid w:val="00005B2E"/>
    <w:rsid w:val="00005E77"/>
    <w:rsid w:val="0000637F"/>
    <w:rsid w:val="0000642D"/>
    <w:rsid w:val="0000679E"/>
    <w:rsid w:val="000067A7"/>
    <w:rsid w:val="000067D1"/>
    <w:rsid w:val="00006B1B"/>
    <w:rsid w:val="00006CCF"/>
    <w:rsid w:val="00007CEC"/>
    <w:rsid w:val="00007E62"/>
    <w:rsid w:val="000100DB"/>
    <w:rsid w:val="0001082B"/>
    <w:rsid w:val="00010987"/>
    <w:rsid w:val="00010D3E"/>
    <w:rsid w:val="0001143F"/>
    <w:rsid w:val="000119BE"/>
    <w:rsid w:val="00011AFA"/>
    <w:rsid w:val="00011EA8"/>
    <w:rsid w:val="00012042"/>
    <w:rsid w:val="00012574"/>
    <w:rsid w:val="000126BC"/>
    <w:rsid w:val="000129A0"/>
    <w:rsid w:val="00012B55"/>
    <w:rsid w:val="00012D2D"/>
    <w:rsid w:val="00012E67"/>
    <w:rsid w:val="0001310E"/>
    <w:rsid w:val="000132B9"/>
    <w:rsid w:val="0001395B"/>
    <w:rsid w:val="00014DB9"/>
    <w:rsid w:val="00014E0D"/>
    <w:rsid w:val="00014E7E"/>
    <w:rsid w:val="000154C0"/>
    <w:rsid w:val="00015580"/>
    <w:rsid w:val="00015602"/>
    <w:rsid w:val="0001569B"/>
    <w:rsid w:val="00015898"/>
    <w:rsid w:val="00016D41"/>
    <w:rsid w:val="00016F21"/>
    <w:rsid w:val="00017198"/>
    <w:rsid w:val="00020033"/>
    <w:rsid w:val="00020188"/>
    <w:rsid w:val="000211DA"/>
    <w:rsid w:val="00021BB8"/>
    <w:rsid w:val="000221A1"/>
    <w:rsid w:val="0002308A"/>
    <w:rsid w:val="00023C39"/>
    <w:rsid w:val="00024006"/>
    <w:rsid w:val="000242FD"/>
    <w:rsid w:val="0002461F"/>
    <w:rsid w:val="000247DD"/>
    <w:rsid w:val="00024C51"/>
    <w:rsid w:val="00024DE0"/>
    <w:rsid w:val="00025ACE"/>
    <w:rsid w:val="00025C0B"/>
    <w:rsid w:val="00025D44"/>
    <w:rsid w:val="00025EDE"/>
    <w:rsid w:val="00025FF4"/>
    <w:rsid w:val="000261D0"/>
    <w:rsid w:val="00026ACB"/>
    <w:rsid w:val="0002702F"/>
    <w:rsid w:val="000273A9"/>
    <w:rsid w:val="00027B11"/>
    <w:rsid w:val="00027F62"/>
    <w:rsid w:val="00030975"/>
    <w:rsid w:val="00030B32"/>
    <w:rsid w:val="00030E52"/>
    <w:rsid w:val="00030EC2"/>
    <w:rsid w:val="0003181F"/>
    <w:rsid w:val="00031B05"/>
    <w:rsid w:val="00031F45"/>
    <w:rsid w:val="00032392"/>
    <w:rsid w:val="00032720"/>
    <w:rsid w:val="00032846"/>
    <w:rsid w:val="0003286D"/>
    <w:rsid w:val="000328F5"/>
    <w:rsid w:val="00032CF2"/>
    <w:rsid w:val="000338D3"/>
    <w:rsid w:val="0003396E"/>
    <w:rsid w:val="00033BBC"/>
    <w:rsid w:val="00033DAF"/>
    <w:rsid w:val="000342CC"/>
    <w:rsid w:val="00034D17"/>
    <w:rsid w:val="000350C5"/>
    <w:rsid w:val="000352E2"/>
    <w:rsid w:val="00035C7A"/>
    <w:rsid w:val="00036039"/>
    <w:rsid w:val="000369B8"/>
    <w:rsid w:val="00036BDF"/>
    <w:rsid w:val="00037B5D"/>
    <w:rsid w:val="000401A7"/>
    <w:rsid w:val="00040D44"/>
    <w:rsid w:val="00040D4D"/>
    <w:rsid w:val="00041002"/>
    <w:rsid w:val="000421AD"/>
    <w:rsid w:val="000428F5"/>
    <w:rsid w:val="00042FA0"/>
    <w:rsid w:val="000435E7"/>
    <w:rsid w:val="000437A3"/>
    <w:rsid w:val="00043836"/>
    <w:rsid w:val="00043A54"/>
    <w:rsid w:val="00043A98"/>
    <w:rsid w:val="00043D39"/>
    <w:rsid w:val="000442B0"/>
    <w:rsid w:val="0004437A"/>
    <w:rsid w:val="00044F9A"/>
    <w:rsid w:val="00045441"/>
    <w:rsid w:val="0004595A"/>
    <w:rsid w:val="00045C1F"/>
    <w:rsid w:val="00046039"/>
    <w:rsid w:val="0004646D"/>
    <w:rsid w:val="00046C4F"/>
    <w:rsid w:val="00046EB7"/>
    <w:rsid w:val="00047000"/>
    <w:rsid w:val="00047C9D"/>
    <w:rsid w:val="00047F59"/>
    <w:rsid w:val="000500C9"/>
    <w:rsid w:val="000504F4"/>
    <w:rsid w:val="00050B8E"/>
    <w:rsid w:val="00050C24"/>
    <w:rsid w:val="00051105"/>
    <w:rsid w:val="0005111C"/>
    <w:rsid w:val="000515A9"/>
    <w:rsid w:val="00051A37"/>
    <w:rsid w:val="00051AA3"/>
    <w:rsid w:val="00051CD1"/>
    <w:rsid w:val="000525CF"/>
    <w:rsid w:val="000528DA"/>
    <w:rsid w:val="00053299"/>
    <w:rsid w:val="00053571"/>
    <w:rsid w:val="000535A9"/>
    <w:rsid w:val="00053613"/>
    <w:rsid w:val="00053903"/>
    <w:rsid w:val="000548CA"/>
    <w:rsid w:val="00054B50"/>
    <w:rsid w:val="00054F19"/>
    <w:rsid w:val="000552BB"/>
    <w:rsid w:val="00055BC1"/>
    <w:rsid w:val="00055EFF"/>
    <w:rsid w:val="0005606A"/>
    <w:rsid w:val="00056506"/>
    <w:rsid w:val="0005662D"/>
    <w:rsid w:val="00056766"/>
    <w:rsid w:val="00056A9D"/>
    <w:rsid w:val="00057485"/>
    <w:rsid w:val="000574FD"/>
    <w:rsid w:val="00057E28"/>
    <w:rsid w:val="00060A14"/>
    <w:rsid w:val="00060AB1"/>
    <w:rsid w:val="000618EE"/>
    <w:rsid w:val="00062911"/>
    <w:rsid w:val="000629B7"/>
    <w:rsid w:val="00062D56"/>
    <w:rsid w:val="00063B55"/>
    <w:rsid w:val="00064500"/>
    <w:rsid w:val="00064C41"/>
    <w:rsid w:val="00064F02"/>
    <w:rsid w:val="00065026"/>
    <w:rsid w:val="00065624"/>
    <w:rsid w:val="00065891"/>
    <w:rsid w:val="00065AF3"/>
    <w:rsid w:val="00065D55"/>
    <w:rsid w:val="00066A0C"/>
    <w:rsid w:val="00066FA7"/>
    <w:rsid w:val="0006738F"/>
    <w:rsid w:val="000678B0"/>
    <w:rsid w:val="000706A0"/>
    <w:rsid w:val="00070A8E"/>
    <w:rsid w:val="000716FE"/>
    <w:rsid w:val="00072101"/>
    <w:rsid w:val="0007269D"/>
    <w:rsid w:val="00073D1B"/>
    <w:rsid w:val="0007409C"/>
    <w:rsid w:val="000745BA"/>
    <w:rsid w:val="00074B9F"/>
    <w:rsid w:val="00074E48"/>
    <w:rsid w:val="00075291"/>
    <w:rsid w:val="00075368"/>
    <w:rsid w:val="000755B3"/>
    <w:rsid w:val="000756C0"/>
    <w:rsid w:val="00075D7F"/>
    <w:rsid w:val="00075F75"/>
    <w:rsid w:val="000761D5"/>
    <w:rsid w:val="0007693C"/>
    <w:rsid w:val="00077002"/>
    <w:rsid w:val="00077FA1"/>
    <w:rsid w:val="0008032C"/>
    <w:rsid w:val="0008038F"/>
    <w:rsid w:val="0008074D"/>
    <w:rsid w:val="0008118F"/>
    <w:rsid w:val="00081900"/>
    <w:rsid w:val="00081E21"/>
    <w:rsid w:val="00081F5C"/>
    <w:rsid w:val="00082870"/>
    <w:rsid w:val="00083BC5"/>
    <w:rsid w:val="00083D23"/>
    <w:rsid w:val="000842BC"/>
    <w:rsid w:val="00084CD1"/>
    <w:rsid w:val="000859D4"/>
    <w:rsid w:val="00085F13"/>
    <w:rsid w:val="00086652"/>
    <w:rsid w:val="00086979"/>
    <w:rsid w:val="00086A9E"/>
    <w:rsid w:val="00087A32"/>
    <w:rsid w:val="00087AD3"/>
    <w:rsid w:val="00087B51"/>
    <w:rsid w:val="000904C7"/>
    <w:rsid w:val="00090784"/>
    <w:rsid w:val="0009095E"/>
    <w:rsid w:val="00091397"/>
    <w:rsid w:val="00091439"/>
    <w:rsid w:val="00091823"/>
    <w:rsid w:val="000919C4"/>
    <w:rsid w:val="00091C66"/>
    <w:rsid w:val="00091EEB"/>
    <w:rsid w:val="00092193"/>
    <w:rsid w:val="000921FB"/>
    <w:rsid w:val="00092270"/>
    <w:rsid w:val="00092D53"/>
    <w:rsid w:val="0009315E"/>
    <w:rsid w:val="000932D7"/>
    <w:rsid w:val="00093D17"/>
    <w:rsid w:val="000941C6"/>
    <w:rsid w:val="000944A5"/>
    <w:rsid w:val="000944F6"/>
    <w:rsid w:val="000949D7"/>
    <w:rsid w:val="00094A1E"/>
    <w:rsid w:val="00094B83"/>
    <w:rsid w:val="00094B9B"/>
    <w:rsid w:val="00094DF2"/>
    <w:rsid w:val="00095120"/>
    <w:rsid w:val="00095AD0"/>
    <w:rsid w:val="00095F91"/>
    <w:rsid w:val="00096557"/>
    <w:rsid w:val="000966CD"/>
    <w:rsid w:val="00096E88"/>
    <w:rsid w:val="000973FE"/>
    <w:rsid w:val="00097769"/>
    <w:rsid w:val="000978EC"/>
    <w:rsid w:val="000978F1"/>
    <w:rsid w:val="000A0C2A"/>
    <w:rsid w:val="000A126B"/>
    <w:rsid w:val="000A176A"/>
    <w:rsid w:val="000A1DFF"/>
    <w:rsid w:val="000A2011"/>
    <w:rsid w:val="000A26F4"/>
    <w:rsid w:val="000A2839"/>
    <w:rsid w:val="000A2AD4"/>
    <w:rsid w:val="000A2B38"/>
    <w:rsid w:val="000A30A1"/>
    <w:rsid w:val="000A349D"/>
    <w:rsid w:val="000A3613"/>
    <w:rsid w:val="000A406E"/>
    <w:rsid w:val="000A548A"/>
    <w:rsid w:val="000A5629"/>
    <w:rsid w:val="000A66A4"/>
    <w:rsid w:val="000A683A"/>
    <w:rsid w:val="000A6F0A"/>
    <w:rsid w:val="000A7510"/>
    <w:rsid w:val="000A7599"/>
    <w:rsid w:val="000B092E"/>
    <w:rsid w:val="000B1843"/>
    <w:rsid w:val="000B1DED"/>
    <w:rsid w:val="000B1E7C"/>
    <w:rsid w:val="000B2201"/>
    <w:rsid w:val="000B2357"/>
    <w:rsid w:val="000B26C7"/>
    <w:rsid w:val="000B2ACC"/>
    <w:rsid w:val="000B3E99"/>
    <w:rsid w:val="000B48D9"/>
    <w:rsid w:val="000B4A18"/>
    <w:rsid w:val="000B5F2D"/>
    <w:rsid w:val="000B6274"/>
    <w:rsid w:val="000B66AA"/>
    <w:rsid w:val="000B71ED"/>
    <w:rsid w:val="000B73B3"/>
    <w:rsid w:val="000B7790"/>
    <w:rsid w:val="000C03E3"/>
    <w:rsid w:val="000C048D"/>
    <w:rsid w:val="000C05CF"/>
    <w:rsid w:val="000C074D"/>
    <w:rsid w:val="000C0BD9"/>
    <w:rsid w:val="000C0C1A"/>
    <w:rsid w:val="000C1734"/>
    <w:rsid w:val="000C1798"/>
    <w:rsid w:val="000C25AE"/>
    <w:rsid w:val="000C3098"/>
    <w:rsid w:val="000C39E1"/>
    <w:rsid w:val="000C3C39"/>
    <w:rsid w:val="000C3FA1"/>
    <w:rsid w:val="000C4100"/>
    <w:rsid w:val="000C4325"/>
    <w:rsid w:val="000C4369"/>
    <w:rsid w:val="000C447C"/>
    <w:rsid w:val="000C466D"/>
    <w:rsid w:val="000C46AE"/>
    <w:rsid w:val="000C48F7"/>
    <w:rsid w:val="000C4FCE"/>
    <w:rsid w:val="000C573C"/>
    <w:rsid w:val="000C5C20"/>
    <w:rsid w:val="000C5E85"/>
    <w:rsid w:val="000C5EB1"/>
    <w:rsid w:val="000C64C8"/>
    <w:rsid w:val="000C6733"/>
    <w:rsid w:val="000C6DF3"/>
    <w:rsid w:val="000C73DD"/>
    <w:rsid w:val="000C77AD"/>
    <w:rsid w:val="000C7D4A"/>
    <w:rsid w:val="000C7F38"/>
    <w:rsid w:val="000D0667"/>
    <w:rsid w:val="000D0ACD"/>
    <w:rsid w:val="000D0B2A"/>
    <w:rsid w:val="000D1027"/>
    <w:rsid w:val="000D10B3"/>
    <w:rsid w:val="000D11E9"/>
    <w:rsid w:val="000D1620"/>
    <w:rsid w:val="000D17E1"/>
    <w:rsid w:val="000D1BAE"/>
    <w:rsid w:val="000D1CA7"/>
    <w:rsid w:val="000D222E"/>
    <w:rsid w:val="000D2905"/>
    <w:rsid w:val="000D2C5E"/>
    <w:rsid w:val="000D38B9"/>
    <w:rsid w:val="000D3FBE"/>
    <w:rsid w:val="000D4D4E"/>
    <w:rsid w:val="000D556E"/>
    <w:rsid w:val="000D57FC"/>
    <w:rsid w:val="000D5F09"/>
    <w:rsid w:val="000D5FDA"/>
    <w:rsid w:val="000D612A"/>
    <w:rsid w:val="000D67BA"/>
    <w:rsid w:val="000D68DF"/>
    <w:rsid w:val="000D6D7E"/>
    <w:rsid w:val="000D70AA"/>
    <w:rsid w:val="000D7C1D"/>
    <w:rsid w:val="000D7DC9"/>
    <w:rsid w:val="000E0795"/>
    <w:rsid w:val="000E08C7"/>
    <w:rsid w:val="000E0B2A"/>
    <w:rsid w:val="000E17E7"/>
    <w:rsid w:val="000E1BE3"/>
    <w:rsid w:val="000E1D96"/>
    <w:rsid w:val="000E1F01"/>
    <w:rsid w:val="000E1FD4"/>
    <w:rsid w:val="000E1FF7"/>
    <w:rsid w:val="000E2681"/>
    <w:rsid w:val="000E2B5A"/>
    <w:rsid w:val="000E2CD0"/>
    <w:rsid w:val="000E2E96"/>
    <w:rsid w:val="000E3742"/>
    <w:rsid w:val="000E4A74"/>
    <w:rsid w:val="000E5068"/>
    <w:rsid w:val="000E514E"/>
    <w:rsid w:val="000E587A"/>
    <w:rsid w:val="000E5A39"/>
    <w:rsid w:val="000E5D8E"/>
    <w:rsid w:val="000E62B7"/>
    <w:rsid w:val="000E64CA"/>
    <w:rsid w:val="000E730D"/>
    <w:rsid w:val="000E7EF9"/>
    <w:rsid w:val="000F0594"/>
    <w:rsid w:val="000F07E0"/>
    <w:rsid w:val="000F1151"/>
    <w:rsid w:val="000F1DC8"/>
    <w:rsid w:val="000F2045"/>
    <w:rsid w:val="000F22D6"/>
    <w:rsid w:val="000F306A"/>
    <w:rsid w:val="000F36FC"/>
    <w:rsid w:val="000F3E7A"/>
    <w:rsid w:val="000F4504"/>
    <w:rsid w:val="000F4A65"/>
    <w:rsid w:val="000F5066"/>
    <w:rsid w:val="000F51F6"/>
    <w:rsid w:val="000F52CA"/>
    <w:rsid w:val="000F5D48"/>
    <w:rsid w:val="000F61E3"/>
    <w:rsid w:val="000F6256"/>
    <w:rsid w:val="000F62E4"/>
    <w:rsid w:val="000F6BB5"/>
    <w:rsid w:val="001005CE"/>
    <w:rsid w:val="00100FC3"/>
    <w:rsid w:val="001011CC"/>
    <w:rsid w:val="0010177B"/>
    <w:rsid w:val="00101886"/>
    <w:rsid w:val="00101C0D"/>
    <w:rsid w:val="00101D41"/>
    <w:rsid w:val="001026A8"/>
    <w:rsid w:val="0010312D"/>
    <w:rsid w:val="0010328A"/>
    <w:rsid w:val="001033A2"/>
    <w:rsid w:val="00103A05"/>
    <w:rsid w:val="00103D2F"/>
    <w:rsid w:val="001040BC"/>
    <w:rsid w:val="001049B1"/>
    <w:rsid w:val="00104EE2"/>
    <w:rsid w:val="00104F9E"/>
    <w:rsid w:val="00104FB7"/>
    <w:rsid w:val="00105153"/>
    <w:rsid w:val="00105712"/>
    <w:rsid w:val="00106B4D"/>
    <w:rsid w:val="001070CA"/>
    <w:rsid w:val="00107543"/>
    <w:rsid w:val="0010782E"/>
    <w:rsid w:val="00107994"/>
    <w:rsid w:val="001100B1"/>
    <w:rsid w:val="001100D1"/>
    <w:rsid w:val="001101F6"/>
    <w:rsid w:val="001106A0"/>
    <w:rsid w:val="0011246F"/>
    <w:rsid w:val="00112727"/>
    <w:rsid w:val="001130A8"/>
    <w:rsid w:val="0011324C"/>
    <w:rsid w:val="00113469"/>
    <w:rsid w:val="00113B47"/>
    <w:rsid w:val="00113CFB"/>
    <w:rsid w:val="00113DF9"/>
    <w:rsid w:val="0011426D"/>
    <w:rsid w:val="0011446F"/>
    <w:rsid w:val="00114557"/>
    <w:rsid w:val="00114821"/>
    <w:rsid w:val="00114A09"/>
    <w:rsid w:val="00115168"/>
    <w:rsid w:val="0011565C"/>
    <w:rsid w:val="00116103"/>
    <w:rsid w:val="0011652D"/>
    <w:rsid w:val="001167C1"/>
    <w:rsid w:val="001168F8"/>
    <w:rsid w:val="0011690D"/>
    <w:rsid w:val="00117AA3"/>
    <w:rsid w:val="00117D76"/>
    <w:rsid w:val="00117E7D"/>
    <w:rsid w:val="00120308"/>
    <w:rsid w:val="00120BE5"/>
    <w:rsid w:val="00120FCC"/>
    <w:rsid w:val="00121174"/>
    <w:rsid w:val="0012191B"/>
    <w:rsid w:val="00121FFF"/>
    <w:rsid w:val="001223F0"/>
    <w:rsid w:val="001226BD"/>
    <w:rsid w:val="00123154"/>
    <w:rsid w:val="001231AB"/>
    <w:rsid w:val="0012329A"/>
    <w:rsid w:val="001233DB"/>
    <w:rsid w:val="0012363A"/>
    <w:rsid w:val="0012363F"/>
    <w:rsid w:val="001238B5"/>
    <w:rsid w:val="00123B0B"/>
    <w:rsid w:val="00123CD9"/>
    <w:rsid w:val="00123D90"/>
    <w:rsid w:val="00123DAB"/>
    <w:rsid w:val="00123F44"/>
    <w:rsid w:val="00125969"/>
    <w:rsid w:val="00125B37"/>
    <w:rsid w:val="00125DDD"/>
    <w:rsid w:val="0012602C"/>
    <w:rsid w:val="0012606B"/>
    <w:rsid w:val="00126D8A"/>
    <w:rsid w:val="00127CEC"/>
    <w:rsid w:val="00127E3F"/>
    <w:rsid w:val="00127ED6"/>
    <w:rsid w:val="00130903"/>
    <w:rsid w:val="00131021"/>
    <w:rsid w:val="001310B7"/>
    <w:rsid w:val="001312E5"/>
    <w:rsid w:val="00131635"/>
    <w:rsid w:val="0013190B"/>
    <w:rsid w:val="00131C51"/>
    <w:rsid w:val="00131FBD"/>
    <w:rsid w:val="0013302B"/>
    <w:rsid w:val="00133466"/>
    <w:rsid w:val="00133688"/>
    <w:rsid w:val="001339C7"/>
    <w:rsid w:val="00133ADC"/>
    <w:rsid w:val="00133CEA"/>
    <w:rsid w:val="0013446A"/>
    <w:rsid w:val="0013484A"/>
    <w:rsid w:val="00134BBA"/>
    <w:rsid w:val="001350C4"/>
    <w:rsid w:val="001357F0"/>
    <w:rsid w:val="001357F2"/>
    <w:rsid w:val="0013682E"/>
    <w:rsid w:val="0013766D"/>
    <w:rsid w:val="00137DF3"/>
    <w:rsid w:val="00137F07"/>
    <w:rsid w:val="001400AD"/>
    <w:rsid w:val="001401EB"/>
    <w:rsid w:val="00140A1B"/>
    <w:rsid w:val="00141DAB"/>
    <w:rsid w:val="0014240F"/>
    <w:rsid w:val="001424D6"/>
    <w:rsid w:val="00142A61"/>
    <w:rsid w:val="001434D7"/>
    <w:rsid w:val="0014408A"/>
    <w:rsid w:val="001440AF"/>
    <w:rsid w:val="0014427B"/>
    <w:rsid w:val="00144335"/>
    <w:rsid w:val="001443BA"/>
    <w:rsid w:val="00144DCD"/>
    <w:rsid w:val="0014584F"/>
    <w:rsid w:val="001465FC"/>
    <w:rsid w:val="00146C87"/>
    <w:rsid w:val="001472C4"/>
    <w:rsid w:val="001478C5"/>
    <w:rsid w:val="00147A23"/>
    <w:rsid w:val="00147B6B"/>
    <w:rsid w:val="00147CDA"/>
    <w:rsid w:val="00150382"/>
    <w:rsid w:val="001503A7"/>
    <w:rsid w:val="001504B6"/>
    <w:rsid w:val="0015075D"/>
    <w:rsid w:val="00150DEE"/>
    <w:rsid w:val="00150E58"/>
    <w:rsid w:val="001510FD"/>
    <w:rsid w:val="0015182B"/>
    <w:rsid w:val="001518E0"/>
    <w:rsid w:val="00151993"/>
    <w:rsid w:val="00151A91"/>
    <w:rsid w:val="00151EC4"/>
    <w:rsid w:val="001521D1"/>
    <w:rsid w:val="00152295"/>
    <w:rsid w:val="00152D13"/>
    <w:rsid w:val="00152DB2"/>
    <w:rsid w:val="00152DE8"/>
    <w:rsid w:val="00152FBA"/>
    <w:rsid w:val="0015311B"/>
    <w:rsid w:val="0015370E"/>
    <w:rsid w:val="00153926"/>
    <w:rsid w:val="00153AA9"/>
    <w:rsid w:val="00153CFC"/>
    <w:rsid w:val="00154445"/>
    <w:rsid w:val="00154AED"/>
    <w:rsid w:val="00154BE1"/>
    <w:rsid w:val="001550AA"/>
    <w:rsid w:val="001550D0"/>
    <w:rsid w:val="00155249"/>
    <w:rsid w:val="00155801"/>
    <w:rsid w:val="00155B8D"/>
    <w:rsid w:val="00155D0F"/>
    <w:rsid w:val="00155DAD"/>
    <w:rsid w:val="00156455"/>
    <w:rsid w:val="001565A8"/>
    <w:rsid w:val="00156CAF"/>
    <w:rsid w:val="00156F22"/>
    <w:rsid w:val="0015747E"/>
    <w:rsid w:val="00160243"/>
    <w:rsid w:val="00160635"/>
    <w:rsid w:val="00160760"/>
    <w:rsid w:val="00160970"/>
    <w:rsid w:val="00160ADB"/>
    <w:rsid w:val="00161357"/>
    <w:rsid w:val="0016142C"/>
    <w:rsid w:val="001614F6"/>
    <w:rsid w:val="00161611"/>
    <w:rsid w:val="0016163C"/>
    <w:rsid w:val="0016186E"/>
    <w:rsid w:val="00161A33"/>
    <w:rsid w:val="001622D0"/>
    <w:rsid w:val="00162B4D"/>
    <w:rsid w:val="00162CFC"/>
    <w:rsid w:val="001630E1"/>
    <w:rsid w:val="001632C8"/>
    <w:rsid w:val="0016341C"/>
    <w:rsid w:val="00163630"/>
    <w:rsid w:val="001637F5"/>
    <w:rsid w:val="001638AA"/>
    <w:rsid w:val="00163AAE"/>
    <w:rsid w:val="00163C99"/>
    <w:rsid w:val="00163FA6"/>
    <w:rsid w:val="00164034"/>
    <w:rsid w:val="00164349"/>
    <w:rsid w:val="001648FA"/>
    <w:rsid w:val="00164F74"/>
    <w:rsid w:val="001653FD"/>
    <w:rsid w:val="00165729"/>
    <w:rsid w:val="00165CE1"/>
    <w:rsid w:val="00165FB1"/>
    <w:rsid w:val="00166433"/>
    <w:rsid w:val="00166460"/>
    <w:rsid w:val="001669AF"/>
    <w:rsid w:val="00166B16"/>
    <w:rsid w:val="001670A4"/>
    <w:rsid w:val="00167519"/>
    <w:rsid w:val="00170159"/>
    <w:rsid w:val="0017034A"/>
    <w:rsid w:val="0017055E"/>
    <w:rsid w:val="00170637"/>
    <w:rsid w:val="001709C1"/>
    <w:rsid w:val="00170A83"/>
    <w:rsid w:val="0017130E"/>
    <w:rsid w:val="0017144E"/>
    <w:rsid w:val="001715AC"/>
    <w:rsid w:val="001718F0"/>
    <w:rsid w:val="00171A4F"/>
    <w:rsid w:val="00171B37"/>
    <w:rsid w:val="00171F80"/>
    <w:rsid w:val="001729FE"/>
    <w:rsid w:val="00172BA4"/>
    <w:rsid w:val="00172ECA"/>
    <w:rsid w:val="001739A5"/>
    <w:rsid w:val="00174A0A"/>
    <w:rsid w:val="00174DEC"/>
    <w:rsid w:val="001752FB"/>
    <w:rsid w:val="00175E97"/>
    <w:rsid w:val="00177241"/>
    <w:rsid w:val="00177322"/>
    <w:rsid w:val="001773BD"/>
    <w:rsid w:val="00177405"/>
    <w:rsid w:val="00177D63"/>
    <w:rsid w:val="00177F89"/>
    <w:rsid w:val="0018038B"/>
    <w:rsid w:val="0018046D"/>
    <w:rsid w:val="001804F3"/>
    <w:rsid w:val="00180B19"/>
    <w:rsid w:val="00180B1C"/>
    <w:rsid w:val="00180D99"/>
    <w:rsid w:val="00181023"/>
    <w:rsid w:val="0018151F"/>
    <w:rsid w:val="00181ACC"/>
    <w:rsid w:val="0018240E"/>
    <w:rsid w:val="00182458"/>
    <w:rsid w:val="00182AEB"/>
    <w:rsid w:val="00182CCD"/>
    <w:rsid w:val="00183506"/>
    <w:rsid w:val="001839E6"/>
    <w:rsid w:val="00183D23"/>
    <w:rsid w:val="00183DB9"/>
    <w:rsid w:val="00184554"/>
    <w:rsid w:val="00184A76"/>
    <w:rsid w:val="00184CFF"/>
    <w:rsid w:val="00184EE0"/>
    <w:rsid w:val="00185636"/>
    <w:rsid w:val="00186081"/>
    <w:rsid w:val="00186858"/>
    <w:rsid w:val="0018707C"/>
    <w:rsid w:val="0018723F"/>
    <w:rsid w:val="00187706"/>
    <w:rsid w:val="0019089A"/>
    <w:rsid w:val="00190A0E"/>
    <w:rsid w:val="00190AD9"/>
    <w:rsid w:val="00190F0E"/>
    <w:rsid w:val="00191000"/>
    <w:rsid w:val="001918F7"/>
    <w:rsid w:val="00191EC6"/>
    <w:rsid w:val="00192295"/>
    <w:rsid w:val="0019247C"/>
    <w:rsid w:val="00192BCB"/>
    <w:rsid w:val="00193B7F"/>
    <w:rsid w:val="00193B8A"/>
    <w:rsid w:val="00193F14"/>
    <w:rsid w:val="0019428E"/>
    <w:rsid w:val="0019436B"/>
    <w:rsid w:val="00195462"/>
    <w:rsid w:val="001961E5"/>
    <w:rsid w:val="00196479"/>
    <w:rsid w:val="00196B04"/>
    <w:rsid w:val="00196F05"/>
    <w:rsid w:val="00196F5C"/>
    <w:rsid w:val="001970F6"/>
    <w:rsid w:val="001972AA"/>
    <w:rsid w:val="00197B37"/>
    <w:rsid w:val="001A0012"/>
    <w:rsid w:val="001A0083"/>
    <w:rsid w:val="001A0137"/>
    <w:rsid w:val="001A0427"/>
    <w:rsid w:val="001A0AC0"/>
    <w:rsid w:val="001A0B1A"/>
    <w:rsid w:val="001A0F52"/>
    <w:rsid w:val="001A0F6F"/>
    <w:rsid w:val="001A1144"/>
    <w:rsid w:val="001A1BA0"/>
    <w:rsid w:val="001A1D46"/>
    <w:rsid w:val="001A1E3E"/>
    <w:rsid w:val="001A1E4D"/>
    <w:rsid w:val="001A3420"/>
    <w:rsid w:val="001A36EF"/>
    <w:rsid w:val="001A44AC"/>
    <w:rsid w:val="001A4BD6"/>
    <w:rsid w:val="001A4C10"/>
    <w:rsid w:val="001A5065"/>
    <w:rsid w:val="001A53D4"/>
    <w:rsid w:val="001A5C8E"/>
    <w:rsid w:val="001A6D44"/>
    <w:rsid w:val="001A6D61"/>
    <w:rsid w:val="001A6EDE"/>
    <w:rsid w:val="001A7482"/>
    <w:rsid w:val="001B0EA7"/>
    <w:rsid w:val="001B0F33"/>
    <w:rsid w:val="001B11E1"/>
    <w:rsid w:val="001B14A6"/>
    <w:rsid w:val="001B16D2"/>
    <w:rsid w:val="001B1903"/>
    <w:rsid w:val="001B1C8A"/>
    <w:rsid w:val="001B1C8D"/>
    <w:rsid w:val="001B20C2"/>
    <w:rsid w:val="001B25BD"/>
    <w:rsid w:val="001B2A1B"/>
    <w:rsid w:val="001B3656"/>
    <w:rsid w:val="001B3979"/>
    <w:rsid w:val="001B3B9C"/>
    <w:rsid w:val="001B423D"/>
    <w:rsid w:val="001B4316"/>
    <w:rsid w:val="001B45A9"/>
    <w:rsid w:val="001B4666"/>
    <w:rsid w:val="001B49CC"/>
    <w:rsid w:val="001B4EEA"/>
    <w:rsid w:val="001B5294"/>
    <w:rsid w:val="001B653C"/>
    <w:rsid w:val="001B68B1"/>
    <w:rsid w:val="001B72BA"/>
    <w:rsid w:val="001B75A2"/>
    <w:rsid w:val="001B7619"/>
    <w:rsid w:val="001B7B78"/>
    <w:rsid w:val="001B7BA2"/>
    <w:rsid w:val="001B7C08"/>
    <w:rsid w:val="001B7D46"/>
    <w:rsid w:val="001C0327"/>
    <w:rsid w:val="001C05B2"/>
    <w:rsid w:val="001C08B4"/>
    <w:rsid w:val="001C0BBD"/>
    <w:rsid w:val="001C18DF"/>
    <w:rsid w:val="001C20BD"/>
    <w:rsid w:val="001C23AE"/>
    <w:rsid w:val="001C302D"/>
    <w:rsid w:val="001C3066"/>
    <w:rsid w:val="001C34F5"/>
    <w:rsid w:val="001C3CCE"/>
    <w:rsid w:val="001C3F98"/>
    <w:rsid w:val="001C42D8"/>
    <w:rsid w:val="001C4392"/>
    <w:rsid w:val="001C4FE1"/>
    <w:rsid w:val="001C5E23"/>
    <w:rsid w:val="001C7097"/>
    <w:rsid w:val="001C7164"/>
    <w:rsid w:val="001C7212"/>
    <w:rsid w:val="001C760B"/>
    <w:rsid w:val="001C7C48"/>
    <w:rsid w:val="001D0065"/>
    <w:rsid w:val="001D06A1"/>
    <w:rsid w:val="001D0A4C"/>
    <w:rsid w:val="001D0EA4"/>
    <w:rsid w:val="001D1330"/>
    <w:rsid w:val="001D1422"/>
    <w:rsid w:val="001D1510"/>
    <w:rsid w:val="001D159C"/>
    <w:rsid w:val="001D15C0"/>
    <w:rsid w:val="001D2496"/>
    <w:rsid w:val="001D28D2"/>
    <w:rsid w:val="001D2FF5"/>
    <w:rsid w:val="001D36EB"/>
    <w:rsid w:val="001D3743"/>
    <w:rsid w:val="001D3ABC"/>
    <w:rsid w:val="001D4209"/>
    <w:rsid w:val="001D4639"/>
    <w:rsid w:val="001D473B"/>
    <w:rsid w:val="001D4851"/>
    <w:rsid w:val="001D495A"/>
    <w:rsid w:val="001D4CA4"/>
    <w:rsid w:val="001D5184"/>
    <w:rsid w:val="001D56D3"/>
    <w:rsid w:val="001D5D91"/>
    <w:rsid w:val="001D5E02"/>
    <w:rsid w:val="001D5E71"/>
    <w:rsid w:val="001D66AF"/>
    <w:rsid w:val="001D7117"/>
    <w:rsid w:val="001D711B"/>
    <w:rsid w:val="001D771A"/>
    <w:rsid w:val="001D7856"/>
    <w:rsid w:val="001E026F"/>
    <w:rsid w:val="001E02F7"/>
    <w:rsid w:val="001E0AA1"/>
    <w:rsid w:val="001E0B13"/>
    <w:rsid w:val="001E0D3F"/>
    <w:rsid w:val="001E1037"/>
    <w:rsid w:val="001E12CA"/>
    <w:rsid w:val="001E16DF"/>
    <w:rsid w:val="001E1786"/>
    <w:rsid w:val="001E29F8"/>
    <w:rsid w:val="001E32EE"/>
    <w:rsid w:val="001E3302"/>
    <w:rsid w:val="001E33F4"/>
    <w:rsid w:val="001E3517"/>
    <w:rsid w:val="001E379B"/>
    <w:rsid w:val="001E4BF9"/>
    <w:rsid w:val="001E5432"/>
    <w:rsid w:val="001E551E"/>
    <w:rsid w:val="001E5DAF"/>
    <w:rsid w:val="001E5F95"/>
    <w:rsid w:val="001E670E"/>
    <w:rsid w:val="001E6C2E"/>
    <w:rsid w:val="001E6FF7"/>
    <w:rsid w:val="001E726A"/>
    <w:rsid w:val="001E740F"/>
    <w:rsid w:val="001E7478"/>
    <w:rsid w:val="001E7A0C"/>
    <w:rsid w:val="001E7BEB"/>
    <w:rsid w:val="001E7D5F"/>
    <w:rsid w:val="001F089C"/>
    <w:rsid w:val="001F09E3"/>
    <w:rsid w:val="001F1349"/>
    <w:rsid w:val="001F16BE"/>
    <w:rsid w:val="001F1A49"/>
    <w:rsid w:val="001F1E49"/>
    <w:rsid w:val="001F1E5A"/>
    <w:rsid w:val="001F1FC1"/>
    <w:rsid w:val="001F23CD"/>
    <w:rsid w:val="001F27DC"/>
    <w:rsid w:val="001F30E9"/>
    <w:rsid w:val="001F32F2"/>
    <w:rsid w:val="001F3394"/>
    <w:rsid w:val="001F33C8"/>
    <w:rsid w:val="001F37B5"/>
    <w:rsid w:val="001F3AA4"/>
    <w:rsid w:val="001F3EDE"/>
    <w:rsid w:val="001F42CF"/>
    <w:rsid w:val="001F4337"/>
    <w:rsid w:val="001F43E8"/>
    <w:rsid w:val="001F4781"/>
    <w:rsid w:val="001F486E"/>
    <w:rsid w:val="001F4DA4"/>
    <w:rsid w:val="001F54DA"/>
    <w:rsid w:val="001F558C"/>
    <w:rsid w:val="001F5A03"/>
    <w:rsid w:val="001F5D8F"/>
    <w:rsid w:val="001F5F73"/>
    <w:rsid w:val="001F68D3"/>
    <w:rsid w:val="001F6A55"/>
    <w:rsid w:val="001F6F6E"/>
    <w:rsid w:val="001F713F"/>
    <w:rsid w:val="001F7384"/>
    <w:rsid w:val="001F773A"/>
    <w:rsid w:val="001F7A14"/>
    <w:rsid w:val="001F7A5D"/>
    <w:rsid w:val="001F7DF9"/>
    <w:rsid w:val="001F7FE9"/>
    <w:rsid w:val="002001F8"/>
    <w:rsid w:val="00200E1D"/>
    <w:rsid w:val="00200FF5"/>
    <w:rsid w:val="002012CA"/>
    <w:rsid w:val="002013F7"/>
    <w:rsid w:val="002017C3"/>
    <w:rsid w:val="0020194C"/>
    <w:rsid w:val="00201BD0"/>
    <w:rsid w:val="00201D6D"/>
    <w:rsid w:val="00201DC2"/>
    <w:rsid w:val="002023DA"/>
    <w:rsid w:val="0020250A"/>
    <w:rsid w:val="00202B75"/>
    <w:rsid w:val="00202BD8"/>
    <w:rsid w:val="00202D85"/>
    <w:rsid w:val="00202FD8"/>
    <w:rsid w:val="00203669"/>
    <w:rsid w:val="00203AD3"/>
    <w:rsid w:val="00203CB0"/>
    <w:rsid w:val="00203E96"/>
    <w:rsid w:val="0020414C"/>
    <w:rsid w:val="00204422"/>
    <w:rsid w:val="00204C20"/>
    <w:rsid w:val="00205239"/>
    <w:rsid w:val="0020532D"/>
    <w:rsid w:val="002053C5"/>
    <w:rsid w:val="002056FB"/>
    <w:rsid w:val="00205A21"/>
    <w:rsid w:val="00205A32"/>
    <w:rsid w:val="00205C4D"/>
    <w:rsid w:val="00205F5E"/>
    <w:rsid w:val="00206563"/>
    <w:rsid w:val="00206ADE"/>
    <w:rsid w:val="00206CEB"/>
    <w:rsid w:val="00207032"/>
    <w:rsid w:val="00207308"/>
    <w:rsid w:val="0020731E"/>
    <w:rsid w:val="002074CB"/>
    <w:rsid w:val="00207638"/>
    <w:rsid w:val="00207AF6"/>
    <w:rsid w:val="00210110"/>
    <w:rsid w:val="002102C1"/>
    <w:rsid w:val="00210991"/>
    <w:rsid w:val="00210BE6"/>
    <w:rsid w:val="00210DE4"/>
    <w:rsid w:val="00210F04"/>
    <w:rsid w:val="00212032"/>
    <w:rsid w:val="00212154"/>
    <w:rsid w:val="002121E6"/>
    <w:rsid w:val="00212266"/>
    <w:rsid w:val="00212272"/>
    <w:rsid w:val="00212943"/>
    <w:rsid w:val="00212C03"/>
    <w:rsid w:val="00213468"/>
    <w:rsid w:val="002135C8"/>
    <w:rsid w:val="00213E01"/>
    <w:rsid w:val="00213E26"/>
    <w:rsid w:val="00215496"/>
    <w:rsid w:val="0021568C"/>
    <w:rsid w:val="0021572E"/>
    <w:rsid w:val="0021584F"/>
    <w:rsid w:val="00215A92"/>
    <w:rsid w:val="00215CCA"/>
    <w:rsid w:val="00215CDF"/>
    <w:rsid w:val="00216BE5"/>
    <w:rsid w:val="0021756A"/>
    <w:rsid w:val="00217CF8"/>
    <w:rsid w:val="00217EAE"/>
    <w:rsid w:val="002204F2"/>
    <w:rsid w:val="0022079E"/>
    <w:rsid w:val="00220F86"/>
    <w:rsid w:val="0022130B"/>
    <w:rsid w:val="00221807"/>
    <w:rsid w:val="00221E6A"/>
    <w:rsid w:val="00222D21"/>
    <w:rsid w:val="00222D44"/>
    <w:rsid w:val="0022303D"/>
    <w:rsid w:val="002237E6"/>
    <w:rsid w:val="00224143"/>
    <w:rsid w:val="00224271"/>
    <w:rsid w:val="00224815"/>
    <w:rsid w:val="00224DD8"/>
    <w:rsid w:val="0022614A"/>
    <w:rsid w:val="00226A5A"/>
    <w:rsid w:val="00226B4E"/>
    <w:rsid w:val="00227477"/>
    <w:rsid w:val="00227555"/>
    <w:rsid w:val="0022780A"/>
    <w:rsid w:val="00227DE3"/>
    <w:rsid w:val="002304BA"/>
    <w:rsid w:val="00230C78"/>
    <w:rsid w:val="00230E44"/>
    <w:rsid w:val="00230FED"/>
    <w:rsid w:val="002311ED"/>
    <w:rsid w:val="0023195E"/>
    <w:rsid w:val="00231991"/>
    <w:rsid w:val="002320F1"/>
    <w:rsid w:val="00232438"/>
    <w:rsid w:val="0023284A"/>
    <w:rsid w:val="00233C9F"/>
    <w:rsid w:val="0023492D"/>
    <w:rsid w:val="0023498E"/>
    <w:rsid w:val="00234BD5"/>
    <w:rsid w:val="002362B4"/>
    <w:rsid w:val="00236836"/>
    <w:rsid w:val="00236E39"/>
    <w:rsid w:val="00236FB5"/>
    <w:rsid w:val="00236FD3"/>
    <w:rsid w:val="002372B6"/>
    <w:rsid w:val="002376C8"/>
    <w:rsid w:val="00237939"/>
    <w:rsid w:val="00237A66"/>
    <w:rsid w:val="00237BE6"/>
    <w:rsid w:val="00240244"/>
    <w:rsid w:val="002402AF"/>
    <w:rsid w:val="00240486"/>
    <w:rsid w:val="00241570"/>
    <w:rsid w:val="00242790"/>
    <w:rsid w:val="00242A83"/>
    <w:rsid w:val="00243104"/>
    <w:rsid w:val="00243467"/>
    <w:rsid w:val="002439FB"/>
    <w:rsid w:val="00243C4F"/>
    <w:rsid w:val="00243D40"/>
    <w:rsid w:val="002445EE"/>
    <w:rsid w:val="002446D6"/>
    <w:rsid w:val="00244705"/>
    <w:rsid w:val="00244747"/>
    <w:rsid w:val="00244809"/>
    <w:rsid w:val="002454C2"/>
    <w:rsid w:val="002458EF"/>
    <w:rsid w:val="002459B9"/>
    <w:rsid w:val="00245E13"/>
    <w:rsid w:val="002461AC"/>
    <w:rsid w:val="00246B96"/>
    <w:rsid w:val="00246BE4"/>
    <w:rsid w:val="00246D1A"/>
    <w:rsid w:val="00247DE8"/>
    <w:rsid w:val="00250022"/>
    <w:rsid w:val="00250701"/>
    <w:rsid w:val="0025173F"/>
    <w:rsid w:val="00251B77"/>
    <w:rsid w:val="00251BEE"/>
    <w:rsid w:val="002525B4"/>
    <w:rsid w:val="0025279B"/>
    <w:rsid w:val="00252E4D"/>
    <w:rsid w:val="00253674"/>
    <w:rsid w:val="002538CB"/>
    <w:rsid w:val="00253973"/>
    <w:rsid w:val="00253FBF"/>
    <w:rsid w:val="00254411"/>
    <w:rsid w:val="0025503A"/>
    <w:rsid w:val="00255506"/>
    <w:rsid w:val="00255E22"/>
    <w:rsid w:val="00256A3E"/>
    <w:rsid w:val="0025705D"/>
    <w:rsid w:val="002575A6"/>
    <w:rsid w:val="00257977"/>
    <w:rsid w:val="002600A9"/>
    <w:rsid w:val="0026041C"/>
    <w:rsid w:val="002605A0"/>
    <w:rsid w:val="00260B86"/>
    <w:rsid w:val="00260D62"/>
    <w:rsid w:val="002610E9"/>
    <w:rsid w:val="0026137B"/>
    <w:rsid w:val="00261437"/>
    <w:rsid w:val="00261AE0"/>
    <w:rsid w:val="00261D50"/>
    <w:rsid w:val="002623DF"/>
    <w:rsid w:val="00262BF0"/>
    <w:rsid w:val="002631C4"/>
    <w:rsid w:val="002631E7"/>
    <w:rsid w:val="00263525"/>
    <w:rsid w:val="00263B32"/>
    <w:rsid w:val="00263E03"/>
    <w:rsid w:val="00264777"/>
    <w:rsid w:val="002649B7"/>
    <w:rsid w:val="00264BC2"/>
    <w:rsid w:val="00265D3C"/>
    <w:rsid w:val="00265E12"/>
    <w:rsid w:val="0026668D"/>
    <w:rsid w:val="00267509"/>
    <w:rsid w:val="00267DA7"/>
    <w:rsid w:val="00267E97"/>
    <w:rsid w:val="0027013B"/>
    <w:rsid w:val="0027033F"/>
    <w:rsid w:val="0027036F"/>
    <w:rsid w:val="00270BC8"/>
    <w:rsid w:val="0027133B"/>
    <w:rsid w:val="00271820"/>
    <w:rsid w:val="00271883"/>
    <w:rsid w:val="00271BC5"/>
    <w:rsid w:val="00271F58"/>
    <w:rsid w:val="0027291D"/>
    <w:rsid w:val="00273D46"/>
    <w:rsid w:val="0027452C"/>
    <w:rsid w:val="0027478C"/>
    <w:rsid w:val="00274E23"/>
    <w:rsid w:val="0027611D"/>
    <w:rsid w:val="00276A9D"/>
    <w:rsid w:val="00276FA3"/>
    <w:rsid w:val="002772D2"/>
    <w:rsid w:val="00277803"/>
    <w:rsid w:val="00277916"/>
    <w:rsid w:val="00280338"/>
    <w:rsid w:val="00280955"/>
    <w:rsid w:val="00281C1A"/>
    <w:rsid w:val="00282129"/>
    <w:rsid w:val="00282A35"/>
    <w:rsid w:val="00282A9E"/>
    <w:rsid w:val="00282BAB"/>
    <w:rsid w:val="00282F04"/>
    <w:rsid w:val="00282F15"/>
    <w:rsid w:val="00282FBF"/>
    <w:rsid w:val="002831BE"/>
    <w:rsid w:val="002835B8"/>
    <w:rsid w:val="00283AFD"/>
    <w:rsid w:val="00283B0A"/>
    <w:rsid w:val="00283C48"/>
    <w:rsid w:val="00283DD5"/>
    <w:rsid w:val="00283E7C"/>
    <w:rsid w:val="002846FB"/>
    <w:rsid w:val="00285EF9"/>
    <w:rsid w:val="00286339"/>
    <w:rsid w:val="00286386"/>
    <w:rsid w:val="00286A8C"/>
    <w:rsid w:val="00286B39"/>
    <w:rsid w:val="00287BFB"/>
    <w:rsid w:val="00287FC1"/>
    <w:rsid w:val="002905D0"/>
    <w:rsid w:val="00291B41"/>
    <w:rsid w:val="00291CA9"/>
    <w:rsid w:val="0029200A"/>
    <w:rsid w:val="00292935"/>
    <w:rsid w:val="00292A69"/>
    <w:rsid w:val="00292C83"/>
    <w:rsid w:val="00292F66"/>
    <w:rsid w:val="0029344F"/>
    <w:rsid w:val="0029388E"/>
    <w:rsid w:val="00293B9B"/>
    <w:rsid w:val="00293E04"/>
    <w:rsid w:val="002945ED"/>
    <w:rsid w:val="002949E6"/>
    <w:rsid w:val="00294E3A"/>
    <w:rsid w:val="00294EEA"/>
    <w:rsid w:val="0029600C"/>
    <w:rsid w:val="002961D6"/>
    <w:rsid w:val="002978DE"/>
    <w:rsid w:val="002A0029"/>
    <w:rsid w:val="002A0392"/>
    <w:rsid w:val="002A09C5"/>
    <w:rsid w:val="002A0B16"/>
    <w:rsid w:val="002A0E04"/>
    <w:rsid w:val="002A101A"/>
    <w:rsid w:val="002A122D"/>
    <w:rsid w:val="002A13F3"/>
    <w:rsid w:val="002A160F"/>
    <w:rsid w:val="002A16F0"/>
    <w:rsid w:val="002A175E"/>
    <w:rsid w:val="002A1CEA"/>
    <w:rsid w:val="002A1D7A"/>
    <w:rsid w:val="002A1D91"/>
    <w:rsid w:val="002A1F6A"/>
    <w:rsid w:val="002A242C"/>
    <w:rsid w:val="002A2B7F"/>
    <w:rsid w:val="002A3601"/>
    <w:rsid w:val="002A3954"/>
    <w:rsid w:val="002A3AC2"/>
    <w:rsid w:val="002A4607"/>
    <w:rsid w:val="002A47F4"/>
    <w:rsid w:val="002A4A9F"/>
    <w:rsid w:val="002A52DF"/>
    <w:rsid w:val="002A5541"/>
    <w:rsid w:val="002A5801"/>
    <w:rsid w:val="002A5C7F"/>
    <w:rsid w:val="002A6947"/>
    <w:rsid w:val="002A6A3C"/>
    <w:rsid w:val="002A6B88"/>
    <w:rsid w:val="002A6F0C"/>
    <w:rsid w:val="002A6FF9"/>
    <w:rsid w:val="002A746A"/>
    <w:rsid w:val="002B0294"/>
    <w:rsid w:val="002B02CF"/>
    <w:rsid w:val="002B04D2"/>
    <w:rsid w:val="002B0A74"/>
    <w:rsid w:val="002B0DA7"/>
    <w:rsid w:val="002B0EC4"/>
    <w:rsid w:val="002B1249"/>
    <w:rsid w:val="002B13B3"/>
    <w:rsid w:val="002B16DA"/>
    <w:rsid w:val="002B18EE"/>
    <w:rsid w:val="002B1B68"/>
    <w:rsid w:val="002B1BFB"/>
    <w:rsid w:val="002B201B"/>
    <w:rsid w:val="002B234D"/>
    <w:rsid w:val="002B2662"/>
    <w:rsid w:val="002B273B"/>
    <w:rsid w:val="002B2B5D"/>
    <w:rsid w:val="002B2D08"/>
    <w:rsid w:val="002B3041"/>
    <w:rsid w:val="002B34DD"/>
    <w:rsid w:val="002B36DF"/>
    <w:rsid w:val="002B40E9"/>
    <w:rsid w:val="002B4221"/>
    <w:rsid w:val="002B4486"/>
    <w:rsid w:val="002B44D7"/>
    <w:rsid w:val="002B46ED"/>
    <w:rsid w:val="002B47AA"/>
    <w:rsid w:val="002B4D6D"/>
    <w:rsid w:val="002B52A3"/>
    <w:rsid w:val="002B57D9"/>
    <w:rsid w:val="002B5E08"/>
    <w:rsid w:val="002B5FEB"/>
    <w:rsid w:val="002B6098"/>
    <w:rsid w:val="002B6229"/>
    <w:rsid w:val="002B654D"/>
    <w:rsid w:val="002B6550"/>
    <w:rsid w:val="002B69CC"/>
    <w:rsid w:val="002B6B34"/>
    <w:rsid w:val="002B75B2"/>
    <w:rsid w:val="002B778D"/>
    <w:rsid w:val="002C0F36"/>
    <w:rsid w:val="002C14E0"/>
    <w:rsid w:val="002C2A1A"/>
    <w:rsid w:val="002C2C00"/>
    <w:rsid w:val="002C2CB1"/>
    <w:rsid w:val="002C2DD3"/>
    <w:rsid w:val="002C39F8"/>
    <w:rsid w:val="002C45DF"/>
    <w:rsid w:val="002C4ED0"/>
    <w:rsid w:val="002C5288"/>
    <w:rsid w:val="002C58A4"/>
    <w:rsid w:val="002C5B42"/>
    <w:rsid w:val="002C6CE0"/>
    <w:rsid w:val="002C749B"/>
    <w:rsid w:val="002C77D7"/>
    <w:rsid w:val="002D012F"/>
    <w:rsid w:val="002D0171"/>
    <w:rsid w:val="002D07D4"/>
    <w:rsid w:val="002D0FDE"/>
    <w:rsid w:val="002D1EA9"/>
    <w:rsid w:val="002D200A"/>
    <w:rsid w:val="002D3745"/>
    <w:rsid w:val="002D3ACE"/>
    <w:rsid w:val="002D3B65"/>
    <w:rsid w:val="002D3D0F"/>
    <w:rsid w:val="002D4626"/>
    <w:rsid w:val="002D4807"/>
    <w:rsid w:val="002D48D6"/>
    <w:rsid w:val="002D511C"/>
    <w:rsid w:val="002D52A3"/>
    <w:rsid w:val="002D594C"/>
    <w:rsid w:val="002D5988"/>
    <w:rsid w:val="002D646F"/>
    <w:rsid w:val="002D6745"/>
    <w:rsid w:val="002D710A"/>
    <w:rsid w:val="002D7BF5"/>
    <w:rsid w:val="002E02A3"/>
    <w:rsid w:val="002E02C9"/>
    <w:rsid w:val="002E0433"/>
    <w:rsid w:val="002E0A6D"/>
    <w:rsid w:val="002E0C69"/>
    <w:rsid w:val="002E1A0A"/>
    <w:rsid w:val="002E1E74"/>
    <w:rsid w:val="002E242B"/>
    <w:rsid w:val="002E2696"/>
    <w:rsid w:val="002E2785"/>
    <w:rsid w:val="002E392E"/>
    <w:rsid w:val="002E46D5"/>
    <w:rsid w:val="002E49CC"/>
    <w:rsid w:val="002E4ADB"/>
    <w:rsid w:val="002E50B8"/>
    <w:rsid w:val="002E512E"/>
    <w:rsid w:val="002E5173"/>
    <w:rsid w:val="002E531B"/>
    <w:rsid w:val="002E580C"/>
    <w:rsid w:val="002E6959"/>
    <w:rsid w:val="002E6B07"/>
    <w:rsid w:val="002E6D1E"/>
    <w:rsid w:val="002E7996"/>
    <w:rsid w:val="002F038F"/>
    <w:rsid w:val="002F0A6A"/>
    <w:rsid w:val="002F0DBB"/>
    <w:rsid w:val="002F153B"/>
    <w:rsid w:val="002F1D14"/>
    <w:rsid w:val="002F2152"/>
    <w:rsid w:val="002F28EC"/>
    <w:rsid w:val="002F295D"/>
    <w:rsid w:val="002F34C2"/>
    <w:rsid w:val="002F36D1"/>
    <w:rsid w:val="002F3AB6"/>
    <w:rsid w:val="002F4597"/>
    <w:rsid w:val="002F4F13"/>
    <w:rsid w:val="002F645E"/>
    <w:rsid w:val="002F6553"/>
    <w:rsid w:val="002F68D8"/>
    <w:rsid w:val="002F694A"/>
    <w:rsid w:val="002F6EA7"/>
    <w:rsid w:val="002F6FD1"/>
    <w:rsid w:val="002F72EC"/>
    <w:rsid w:val="002F72FE"/>
    <w:rsid w:val="002F7685"/>
    <w:rsid w:val="002F79DE"/>
    <w:rsid w:val="002F7FF0"/>
    <w:rsid w:val="0030001B"/>
    <w:rsid w:val="0030058A"/>
    <w:rsid w:val="00300853"/>
    <w:rsid w:val="003009C1"/>
    <w:rsid w:val="0030174A"/>
    <w:rsid w:val="00301831"/>
    <w:rsid w:val="00301A5C"/>
    <w:rsid w:val="00301AAB"/>
    <w:rsid w:val="0030200F"/>
    <w:rsid w:val="0030257E"/>
    <w:rsid w:val="00302B37"/>
    <w:rsid w:val="00302C42"/>
    <w:rsid w:val="00302FBD"/>
    <w:rsid w:val="00303566"/>
    <w:rsid w:val="003039ED"/>
    <w:rsid w:val="00303E1E"/>
    <w:rsid w:val="0030422A"/>
    <w:rsid w:val="00304300"/>
    <w:rsid w:val="003049A7"/>
    <w:rsid w:val="00304EC1"/>
    <w:rsid w:val="00304EC7"/>
    <w:rsid w:val="0030541D"/>
    <w:rsid w:val="00305436"/>
    <w:rsid w:val="0030577A"/>
    <w:rsid w:val="00305F75"/>
    <w:rsid w:val="003065A2"/>
    <w:rsid w:val="00306CE5"/>
    <w:rsid w:val="00306DB2"/>
    <w:rsid w:val="00307001"/>
    <w:rsid w:val="00307080"/>
    <w:rsid w:val="003072F1"/>
    <w:rsid w:val="003076F3"/>
    <w:rsid w:val="003105DF"/>
    <w:rsid w:val="00310D6B"/>
    <w:rsid w:val="00311489"/>
    <w:rsid w:val="00311B97"/>
    <w:rsid w:val="00311EEF"/>
    <w:rsid w:val="003121D9"/>
    <w:rsid w:val="00312B6A"/>
    <w:rsid w:val="0031329F"/>
    <w:rsid w:val="00313BA0"/>
    <w:rsid w:val="00313CC1"/>
    <w:rsid w:val="003142F8"/>
    <w:rsid w:val="00314419"/>
    <w:rsid w:val="003146F1"/>
    <w:rsid w:val="003148C6"/>
    <w:rsid w:val="00315174"/>
    <w:rsid w:val="00315520"/>
    <w:rsid w:val="0031593E"/>
    <w:rsid w:val="0031692B"/>
    <w:rsid w:val="00317739"/>
    <w:rsid w:val="00317CF9"/>
    <w:rsid w:val="00320000"/>
    <w:rsid w:val="003202A1"/>
    <w:rsid w:val="003202BD"/>
    <w:rsid w:val="00320F8F"/>
    <w:rsid w:val="00321388"/>
    <w:rsid w:val="003216B5"/>
    <w:rsid w:val="003216BA"/>
    <w:rsid w:val="00321A42"/>
    <w:rsid w:val="00321BC9"/>
    <w:rsid w:val="00322D8D"/>
    <w:rsid w:val="0032300A"/>
    <w:rsid w:val="0032321C"/>
    <w:rsid w:val="00323652"/>
    <w:rsid w:val="00323653"/>
    <w:rsid w:val="00323774"/>
    <w:rsid w:val="0032427D"/>
    <w:rsid w:val="003244B0"/>
    <w:rsid w:val="00324A9C"/>
    <w:rsid w:val="00324AA6"/>
    <w:rsid w:val="00324B40"/>
    <w:rsid w:val="00324B5C"/>
    <w:rsid w:val="00325259"/>
    <w:rsid w:val="00325848"/>
    <w:rsid w:val="00326DB8"/>
    <w:rsid w:val="00326DBC"/>
    <w:rsid w:val="003274FC"/>
    <w:rsid w:val="00327807"/>
    <w:rsid w:val="003279F5"/>
    <w:rsid w:val="0033054D"/>
    <w:rsid w:val="003307A0"/>
    <w:rsid w:val="0033136A"/>
    <w:rsid w:val="00331EAF"/>
    <w:rsid w:val="00332023"/>
    <w:rsid w:val="00332036"/>
    <w:rsid w:val="003325A8"/>
    <w:rsid w:val="00332A3D"/>
    <w:rsid w:val="0033391B"/>
    <w:rsid w:val="00333A0A"/>
    <w:rsid w:val="00333C80"/>
    <w:rsid w:val="00333E1F"/>
    <w:rsid w:val="00333E73"/>
    <w:rsid w:val="00335237"/>
    <w:rsid w:val="003355F6"/>
    <w:rsid w:val="00335CD3"/>
    <w:rsid w:val="00336144"/>
    <w:rsid w:val="00336547"/>
    <w:rsid w:val="00336787"/>
    <w:rsid w:val="00336B14"/>
    <w:rsid w:val="00336C51"/>
    <w:rsid w:val="00337021"/>
    <w:rsid w:val="00337701"/>
    <w:rsid w:val="00337A9F"/>
    <w:rsid w:val="00337F67"/>
    <w:rsid w:val="00340219"/>
    <w:rsid w:val="00340358"/>
    <w:rsid w:val="0034036B"/>
    <w:rsid w:val="00340AF4"/>
    <w:rsid w:val="0034115A"/>
    <w:rsid w:val="00341195"/>
    <w:rsid w:val="00341304"/>
    <w:rsid w:val="0034175E"/>
    <w:rsid w:val="003418E3"/>
    <w:rsid w:val="00341AF3"/>
    <w:rsid w:val="00341B4E"/>
    <w:rsid w:val="003429CD"/>
    <w:rsid w:val="00342C28"/>
    <w:rsid w:val="00342F41"/>
    <w:rsid w:val="003438A3"/>
    <w:rsid w:val="00344127"/>
    <w:rsid w:val="003441B5"/>
    <w:rsid w:val="003444BE"/>
    <w:rsid w:val="00344F97"/>
    <w:rsid w:val="00344FA9"/>
    <w:rsid w:val="00345156"/>
    <w:rsid w:val="003458D9"/>
    <w:rsid w:val="00345C70"/>
    <w:rsid w:val="00345E73"/>
    <w:rsid w:val="0034680B"/>
    <w:rsid w:val="003473D4"/>
    <w:rsid w:val="0034757B"/>
    <w:rsid w:val="00347BDF"/>
    <w:rsid w:val="00347E82"/>
    <w:rsid w:val="00347EEB"/>
    <w:rsid w:val="00350349"/>
    <w:rsid w:val="00350AFA"/>
    <w:rsid w:val="00350CD8"/>
    <w:rsid w:val="00351711"/>
    <w:rsid w:val="003518BF"/>
    <w:rsid w:val="00351F0D"/>
    <w:rsid w:val="00352399"/>
    <w:rsid w:val="0035285A"/>
    <w:rsid w:val="003530D5"/>
    <w:rsid w:val="003531A6"/>
    <w:rsid w:val="0035396C"/>
    <w:rsid w:val="00353DCC"/>
    <w:rsid w:val="0035446A"/>
    <w:rsid w:val="003557A5"/>
    <w:rsid w:val="0035613B"/>
    <w:rsid w:val="003561E7"/>
    <w:rsid w:val="00356DB9"/>
    <w:rsid w:val="003571A1"/>
    <w:rsid w:val="00357483"/>
    <w:rsid w:val="0035760D"/>
    <w:rsid w:val="00357C69"/>
    <w:rsid w:val="003600B5"/>
    <w:rsid w:val="00360961"/>
    <w:rsid w:val="00360D07"/>
    <w:rsid w:val="0036138F"/>
    <w:rsid w:val="0036189B"/>
    <w:rsid w:val="00361950"/>
    <w:rsid w:val="00361952"/>
    <w:rsid w:val="00361B79"/>
    <w:rsid w:val="00361E31"/>
    <w:rsid w:val="00362033"/>
    <w:rsid w:val="00362133"/>
    <w:rsid w:val="0036225B"/>
    <w:rsid w:val="003629A1"/>
    <w:rsid w:val="003629E0"/>
    <w:rsid w:val="00362C1F"/>
    <w:rsid w:val="00362EF7"/>
    <w:rsid w:val="003632A1"/>
    <w:rsid w:val="00363A6B"/>
    <w:rsid w:val="0036452E"/>
    <w:rsid w:val="003645E7"/>
    <w:rsid w:val="00364894"/>
    <w:rsid w:val="0036505D"/>
    <w:rsid w:val="003658E4"/>
    <w:rsid w:val="00365F53"/>
    <w:rsid w:val="003660CB"/>
    <w:rsid w:val="003662D8"/>
    <w:rsid w:val="003663FF"/>
    <w:rsid w:val="0036667A"/>
    <w:rsid w:val="00366A87"/>
    <w:rsid w:val="00366CCC"/>
    <w:rsid w:val="00367517"/>
    <w:rsid w:val="0036773E"/>
    <w:rsid w:val="003677B0"/>
    <w:rsid w:val="00367E37"/>
    <w:rsid w:val="003700A4"/>
    <w:rsid w:val="00370332"/>
    <w:rsid w:val="00371965"/>
    <w:rsid w:val="00371AC7"/>
    <w:rsid w:val="00372240"/>
    <w:rsid w:val="00372D1C"/>
    <w:rsid w:val="00372EFC"/>
    <w:rsid w:val="00373412"/>
    <w:rsid w:val="00373AFE"/>
    <w:rsid w:val="00374143"/>
    <w:rsid w:val="00375634"/>
    <w:rsid w:val="00375800"/>
    <w:rsid w:val="00376238"/>
    <w:rsid w:val="0037633B"/>
    <w:rsid w:val="003766B3"/>
    <w:rsid w:val="00376806"/>
    <w:rsid w:val="0037751E"/>
    <w:rsid w:val="003776B2"/>
    <w:rsid w:val="00377A86"/>
    <w:rsid w:val="00377BE3"/>
    <w:rsid w:val="00377D7F"/>
    <w:rsid w:val="00380690"/>
    <w:rsid w:val="00382381"/>
    <w:rsid w:val="003826A6"/>
    <w:rsid w:val="003829F3"/>
    <w:rsid w:val="00382CAB"/>
    <w:rsid w:val="00382ED2"/>
    <w:rsid w:val="0038395A"/>
    <w:rsid w:val="00383996"/>
    <w:rsid w:val="00383B82"/>
    <w:rsid w:val="0038423B"/>
    <w:rsid w:val="00384C7D"/>
    <w:rsid w:val="00385303"/>
    <w:rsid w:val="003857BB"/>
    <w:rsid w:val="00385F7E"/>
    <w:rsid w:val="0038602F"/>
    <w:rsid w:val="00386260"/>
    <w:rsid w:val="003865D7"/>
    <w:rsid w:val="00387B8B"/>
    <w:rsid w:val="00390017"/>
    <w:rsid w:val="0039092A"/>
    <w:rsid w:val="00390B3B"/>
    <w:rsid w:val="00390C8C"/>
    <w:rsid w:val="003910F3"/>
    <w:rsid w:val="003910F7"/>
    <w:rsid w:val="003921ED"/>
    <w:rsid w:val="003924AD"/>
    <w:rsid w:val="00392752"/>
    <w:rsid w:val="00392CA3"/>
    <w:rsid w:val="003930A8"/>
    <w:rsid w:val="00393535"/>
    <w:rsid w:val="00394591"/>
    <w:rsid w:val="00394859"/>
    <w:rsid w:val="00394CA4"/>
    <w:rsid w:val="00394E81"/>
    <w:rsid w:val="00394EB6"/>
    <w:rsid w:val="003953DD"/>
    <w:rsid w:val="003954E3"/>
    <w:rsid w:val="003969CE"/>
    <w:rsid w:val="003972F5"/>
    <w:rsid w:val="0039764B"/>
    <w:rsid w:val="003976E4"/>
    <w:rsid w:val="003A0357"/>
    <w:rsid w:val="003A15DC"/>
    <w:rsid w:val="003A1765"/>
    <w:rsid w:val="003A1AC7"/>
    <w:rsid w:val="003A1C30"/>
    <w:rsid w:val="003A24FF"/>
    <w:rsid w:val="003A3789"/>
    <w:rsid w:val="003A4039"/>
    <w:rsid w:val="003A41F9"/>
    <w:rsid w:val="003A4247"/>
    <w:rsid w:val="003A45BB"/>
    <w:rsid w:val="003A46EF"/>
    <w:rsid w:val="003A5331"/>
    <w:rsid w:val="003A5626"/>
    <w:rsid w:val="003A598B"/>
    <w:rsid w:val="003A5F7D"/>
    <w:rsid w:val="003A6169"/>
    <w:rsid w:val="003A67CE"/>
    <w:rsid w:val="003A67E9"/>
    <w:rsid w:val="003A685B"/>
    <w:rsid w:val="003A6F9B"/>
    <w:rsid w:val="003A6FBF"/>
    <w:rsid w:val="003A7215"/>
    <w:rsid w:val="003A730D"/>
    <w:rsid w:val="003A7D3D"/>
    <w:rsid w:val="003A7EFC"/>
    <w:rsid w:val="003B0655"/>
    <w:rsid w:val="003B1025"/>
    <w:rsid w:val="003B1B27"/>
    <w:rsid w:val="003B24CB"/>
    <w:rsid w:val="003B2BFA"/>
    <w:rsid w:val="003B2C08"/>
    <w:rsid w:val="003B32B5"/>
    <w:rsid w:val="003B3497"/>
    <w:rsid w:val="003B3B9A"/>
    <w:rsid w:val="003B3D0F"/>
    <w:rsid w:val="003B4269"/>
    <w:rsid w:val="003B4A14"/>
    <w:rsid w:val="003B516D"/>
    <w:rsid w:val="003B5369"/>
    <w:rsid w:val="003B57F2"/>
    <w:rsid w:val="003B59A8"/>
    <w:rsid w:val="003B5BA2"/>
    <w:rsid w:val="003B60AD"/>
    <w:rsid w:val="003B6F17"/>
    <w:rsid w:val="003B6F7E"/>
    <w:rsid w:val="003B6FEA"/>
    <w:rsid w:val="003B70A6"/>
    <w:rsid w:val="003B70E9"/>
    <w:rsid w:val="003B7152"/>
    <w:rsid w:val="003B735F"/>
    <w:rsid w:val="003B7361"/>
    <w:rsid w:val="003B74C6"/>
    <w:rsid w:val="003B7889"/>
    <w:rsid w:val="003B7965"/>
    <w:rsid w:val="003C0202"/>
    <w:rsid w:val="003C07FB"/>
    <w:rsid w:val="003C25CF"/>
    <w:rsid w:val="003C2753"/>
    <w:rsid w:val="003C279A"/>
    <w:rsid w:val="003C2BF4"/>
    <w:rsid w:val="003C3170"/>
    <w:rsid w:val="003C39C4"/>
    <w:rsid w:val="003C3AF0"/>
    <w:rsid w:val="003C3B75"/>
    <w:rsid w:val="003C3EC9"/>
    <w:rsid w:val="003C474B"/>
    <w:rsid w:val="003C4C2A"/>
    <w:rsid w:val="003C50C3"/>
    <w:rsid w:val="003C57FC"/>
    <w:rsid w:val="003C581D"/>
    <w:rsid w:val="003C5AF3"/>
    <w:rsid w:val="003C5F05"/>
    <w:rsid w:val="003C6121"/>
    <w:rsid w:val="003C61E9"/>
    <w:rsid w:val="003C6EA2"/>
    <w:rsid w:val="003C7285"/>
    <w:rsid w:val="003C74E1"/>
    <w:rsid w:val="003C780B"/>
    <w:rsid w:val="003C7FE6"/>
    <w:rsid w:val="003D01D4"/>
    <w:rsid w:val="003D0936"/>
    <w:rsid w:val="003D12B5"/>
    <w:rsid w:val="003D1451"/>
    <w:rsid w:val="003D1735"/>
    <w:rsid w:val="003D1811"/>
    <w:rsid w:val="003D1B14"/>
    <w:rsid w:val="003D1CCD"/>
    <w:rsid w:val="003D255D"/>
    <w:rsid w:val="003D263F"/>
    <w:rsid w:val="003D281D"/>
    <w:rsid w:val="003D2D17"/>
    <w:rsid w:val="003D34C8"/>
    <w:rsid w:val="003D3C13"/>
    <w:rsid w:val="003D4656"/>
    <w:rsid w:val="003D48D9"/>
    <w:rsid w:val="003D5592"/>
    <w:rsid w:val="003D5F62"/>
    <w:rsid w:val="003D61BA"/>
    <w:rsid w:val="003D6238"/>
    <w:rsid w:val="003D6BB8"/>
    <w:rsid w:val="003D6F2F"/>
    <w:rsid w:val="003D75D1"/>
    <w:rsid w:val="003D7B78"/>
    <w:rsid w:val="003E032F"/>
    <w:rsid w:val="003E089C"/>
    <w:rsid w:val="003E0C79"/>
    <w:rsid w:val="003E0D2A"/>
    <w:rsid w:val="003E0E50"/>
    <w:rsid w:val="003E0E6F"/>
    <w:rsid w:val="003E12BA"/>
    <w:rsid w:val="003E1931"/>
    <w:rsid w:val="003E1ABD"/>
    <w:rsid w:val="003E1BAE"/>
    <w:rsid w:val="003E1BD5"/>
    <w:rsid w:val="003E1C88"/>
    <w:rsid w:val="003E2A82"/>
    <w:rsid w:val="003E2CD3"/>
    <w:rsid w:val="003E2FF1"/>
    <w:rsid w:val="003E3190"/>
    <w:rsid w:val="003E33C1"/>
    <w:rsid w:val="003E350F"/>
    <w:rsid w:val="003E351A"/>
    <w:rsid w:val="003E37B1"/>
    <w:rsid w:val="003E4467"/>
    <w:rsid w:val="003E4513"/>
    <w:rsid w:val="003E4706"/>
    <w:rsid w:val="003E4D16"/>
    <w:rsid w:val="003E58F4"/>
    <w:rsid w:val="003E5E60"/>
    <w:rsid w:val="003E6693"/>
    <w:rsid w:val="003E6DAC"/>
    <w:rsid w:val="003E72B4"/>
    <w:rsid w:val="003E7578"/>
    <w:rsid w:val="003E7613"/>
    <w:rsid w:val="003E7798"/>
    <w:rsid w:val="003E77BB"/>
    <w:rsid w:val="003F03A3"/>
    <w:rsid w:val="003F0811"/>
    <w:rsid w:val="003F0F21"/>
    <w:rsid w:val="003F1634"/>
    <w:rsid w:val="003F18E6"/>
    <w:rsid w:val="003F1DF1"/>
    <w:rsid w:val="003F20D4"/>
    <w:rsid w:val="003F2115"/>
    <w:rsid w:val="003F21EA"/>
    <w:rsid w:val="003F2576"/>
    <w:rsid w:val="003F363F"/>
    <w:rsid w:val="003F37E5"/>
    <w:rsid w:val="003F3923"/>
    <w:rsid w:val="003F3AC2"/>
    <w:rsid w:val="003F3DB5"/>
    <w:rsid w:val="003F3E26"/>
    <w:rsid w:val="003F411D"/>
    <w:rsid w:val="003F4D6C"/>
    <w:rsid w:val="003F4F31"/>
    <w:rsid w:val="003F50A9"/>
    <w:rsid w:val="003F58DD"/>
    <w:rsid w:val="003F622D"/>
    <w:rsid w:val="003F63A5"/>
    <w:rsid w:val="003F66D6"/>
    <w:rsid w:val="003F6B6B"/>
    <w:rsid w:val="003F6FDA"/>
    <w:rsid w:val="003F7238"/>
    <w:rsid w:val="003F7563"/>
    <w:rsid w:val="0040010A"/>
    <w:rsid w:val="00400587"/>
    <w:rsid w:val="00400602"/>
    <w:rsid w:val="00400EC7"/>
    <w:rsid w:val="00401244"/>
    <w:rsid w:val="004013E7"/>
    <w:rsid w:val="00401E00"/>
    <w:rsid w:val="004025FF"/>
    <w:rsid w:val="0040264F"/>
    <w:rsid w:val="0040268A"/>
    <w:rsid w:val="00402CDB"/>
    <w:rsid w:val="00402EC3"/>
    <w:rsid w:val="00403A01"/>
    <w:rsid w:val="00403A32"/>
    <w:rsid w:val="00403AA8"/>
    <w:rsid w:val="00403B29"/>
    <w:rsid w:val="00403F46"/>
    <w:rsid w:val="0040405A"/>
    <w:rsid w:val="004044D9"/>
    <w:rsid w:val="00404B6B"/>
    <w:rsid w:val="00404BC2"/>
    <w:rsid w:val="00405F1A"/>
    <w:rsid w:val="004060C8"/>
    <w:rsid w:val="004061F6"/>
    <w:rsid w:val="0040647B"/>
    <w:rsid w:val="00406AE4"/>
    <w:rsid w:val="00406E3E"/>
    <w:rsid w:val="00407513"/>
    <w:rsid w:val="0040753F"/>
    <w:rsid w:val="00407F77"/>
    <w:rsid w:val="0041090F"/>
    <w:rsid w:val="00410ADE"/>
    <w:rsid w:val="00411088"/>
    <w:rsid w:val="00412B2F"/>
    <w:rsid w:val="004138FD"/>
    <w:rsid w:val="00413BF1"/>
    <w:rsid w:val="004144E0"/>
    <w:rsid w:val="00414600"/>
    <w:rsid w:val="00414773"/>
    <w:rsid w:val="00414C45"/>
    <w:rsid w:val="0041576E"/>
    <w:rsid w:val="00415AB9"/>
    <w:rsid w:val="00416012"/>
    <w:rsid w:val="004161A8"/>
    <w:rsid w:val="0041692C"/>
    <w:rsid w:val="00416AC2"/>
    <w:rsid w:val="00416CD3"/>
    <w:rsid w:val="00417354"/>
    <w:rsid w:val="004176E8"/>
    <w:rsid w:val="00417DC2"/>
    <w:rsid w:val="00417EBE"/>
    <w:rsid w:val="004202D0"/>
    <w:rsid w:val="00420304"/>
    <w:rsid w:val="00420789"/>
    <w:rsid w:val="004212B1"/>
    <w:rsid w:val="004214CC"/>
    <w:rsid w:val="00421CA1"/>
    <w:rsid w:val="00421DB1"/>
    <w:rsid w:val="00421F08"/>
    <w:rsid w:val="004220AA"/>
    <w:rsid w:val="00422D44"/>
    <w:rsid w:val="00422DD4"/>
    <w:rsid w:val="00423711"/>
    <w:rsid w:val="00423905"/>
    <w:rsid w:val="00424532"/>
    <w:rsid w:val="0042474C"/>
    <w:rsid w:val="00424B1C"/>
    <w:rsid w:val="00424D69"/>
    <w:rsid w:val="00425D91"/>
    <w:rsid w:val="00425F14"/>
    <w:rsid w:val="00426133"/>
    <w:rsid w:val="0042618A"/>
    <w:rsid w:val="00426194"/>
    <w:rsid w:val="00426312"/>
    <w:rsid w:val="004266F4"/>
    <w:rsid w:val="00426B23"/>
    <w:rsid w:val="00427120"/>
    <w:rsid w:val="00427E29"/>
    <w:rsid w:val="00427FAD"/>
    <w:rsid w:val="004301B5"/>
    <w:rsid w:val="004303CB"/>
    <w:rsid w:val="004304A9"/>
    <w:rsid w:val="00430624"/>
    <w:rsid w:val="004306F9"/>
    <w:rsid w:val="0043115E"/>
    <w:rsid w:val="004311DB"/>
    <w:rsid w:val="00431BCD"/>
    <w:rsid w:val="00431E1D"/>
    <w:rsid w:val="00432082"/>
    <w:rsid w:val="00432231"/>
    <w:rsid w:val="00432D25"/>
    <w:rsid w:val="00432DC1"/>
    <w:rsid w:val="0043310A"/>
    <w:rsid w:val="00433461"/>
    <w:rsid w:val="004334A6"/>
    <w:rsid w:val="004334D3"/>
    <w:rsid w:val="00433A1E"/>
    <w:rsid w:val="00433AA7"/>
    <w:rsid w:val="004344F7"/>
    <w:rsid w:val="00434C78"/>
    <w:rsid w:val="004352F2"/>
    <w:rsid w:val="0043536B"/>
    <w:rsid w:val="004353DB"/>
    <w:rsid w:val="004354C6"/>
    <w:rsid w:val="0043565B"/>
    <w:rsid w:val="00435AF9"/>
    <w:rsid w:val="00435C0B"/>
    <w:rsid w:val="00435DA4"/>
    <w:rsid w:val="004364E2"/>
    <w:rsid w:val="0043689A"/>
    <w:rsid w:val="00436986"/>
    <w:rsid w:val="00437006"/>
    <w:rsid w:val="00437336"/>
    <w:rsid w:val="0043748D"/>
    <w:rsid w:val="0043763B"/>
    <w:rsid w:val="00437CF7"/>
    <w:rsid w:val="00440EA1"/>
    <w:rsid w:val="00440EB7"/>
    <w:rsid w:val="00441294"/>
    <w:rsid w:val="004412D7"/>
    <w:rsid w:val="0044134B"/>
    <w:rsid w:val="004426B9"/>
    <w:rsid w:val="004427DF"/>
    <w:rsid w:val="00442A54"/>
    <w:rsid w:val="00442BB4"/>
    <w:rsid w:val="00442ECA"/>
    <w:rsid w:val="00443BEC"/>
    <w:rsid w:val="00444239"/>
    <w:rsid w:val="0044488B"/>
    <w:rsid w:val="004449CB"/>
    <w:rsid w:val="00444DCB"/>
    <w:rsid w:val="004455AB"/>
    <w:rsid w:val="0044568F"/>
    <w:rsid w:val="004457EF"/>
    <w:rsid w:val="004459AA"/>
    <w:rsid w:val="00445A19"/>
    <w:rsid w:val="00445D16"/>
    <w:rsid w:val="004462D5"/>
    <w:rsid w:val="004470E0"/>
    <w:rsid w:val="004473A5"/>
    <w:rsid w:val="004473EE"/>
    <w:rsid w:val="00447405"/>
    <w:rsid w:val="0044790A"/>
    <w:rsid w:val="00447CED"/>
    <w:rsid w:val="00447DF6"/>
    <w:rsid w:val="00447EFA"/>
    <w:rsid w:val="004500D2"/>
    <w:rsid w:val="00450515"/>
    <w:rsid w:val="00450F4C"/>
    <w:rsid w:val="00450FF3"/>
    <w:rsid w:val="00451673"/>
    <w:rsid w:val="0045178C"/>
    <w:rsid w:val="0045198F"/>
    <w:rsid w:val="00451F1A"/>
    <w:rsid w:val="00451F32"/>
    <w:rsid w:val="00452707"/>
    <w:rsid w:val="00452E58"/>
    <w:rsid w:val="0045347B"/>
    <w:rsid w:val="00453A5F"/>
    <w:rsid w:val="00453C74"/>
    <w:rsid w:val="00453E30"/>
    <w:rsid w:val="00453FF1"/>
    <w:rsid w:val="004540A2"/>
    <w:rsid w:val="00454118"/>
    <w:rsid w:val="004541A1"/>
    <w:rsid w:val="00455123"/>
    <w:rsid w:val="00455702"/>
    <w:rsid w:val="00455FF7"/>
    <w:rsid w:val="0045680C"/>
    <w:rsid w:val="00457331"/>
    <w:rsid w:val="00457528"/>
    <w:rsid w:val="0045772B"/>
    <w:rsid w:val="00457836"/>
    <w:rsid w:val="00457AB5"/>
    <w:rsid w:val="00457C8B"/>
    <w:rsid w:val="0046032C"/>
    <w:rsid w:val="004603C3"/>
    <w:rsid w:val="004608D4"/>
    <w:rsid w:val="004609F0"/>
    <w:rsid w:val="00460F68"/>
    <w:rsid w:val="00461F49"/>
    <w:rsid w:val="004627E1"/>
    <w:rsid w:val="00462B2A"/>
    <w:rsid w:val="004631D6"/>
    <w:rsid w:val="004633FB"/>
    <w:rsid w:val="0046347D"/>
    <w:rsid w:val="00463D57"/>
    <w:rsid w:val="00463F00"/>
    <w:rsid w:val="004640B0"/>
    <w:rsid w:val="0046424A"/>
    <w:rsid w:val="00464300"/>
    <w:rsid w:val="004646C3"/>
    <w:rsid w:val="0046476E"/>
    <w:rsid w:val="00464E6B"/>
    <w:rsid w:val="004662EB"/>
    <w:rsid w:val="00466474"/>
    <w:rsid w:val="00466620"/>
    <w:rsid w:val="00466659"/>
    <w:rsid w:val="00466671"/>
    <w:rsid w:val="00466C05"/>
    <w:rsid w:val="00466EA8"/>
    <w:rsid w:val="004676B0"/>
    <w:rsid w:val="00467F5B"/>
    <w:rsid w:val="00470108"/>
    <w:rsid w:val="00470118"/>
    <w:rsid w:val="00470938"/>
    <w:rsid w:val="00470997"/>
    <w:rsid w:val="00470C20"/>
    <w:rsid w:val="00470EAA"/>
    <w:rsid w:val="00470FBB"/>
    <w:rsid w:val="00471370"/>
    <w:rsid w:val="004718DD"/>
    <w:rsid w:val="00471CB7"/>
    <w:rsid w:val="00471F05"/>
    <w:rsid w:val="004721DB"/>
    <w:rsid w:val="00472272"/>
    <w:rsid w:val="0047280F"/>
    <w:rsid w:val="004732B3"/>
    <w:rsid w:val="00473F9D"/>
    <w:rsid w:val="004749CD"/>
    <w:rsid w:val="00474B06"/>
    <w:rsid w:val="004758D1"/>
    <w:rsid w:val="0047591A"/>
    <w:rsid w:val="00476202"/>
    <w:rsid w:val="00476369"/>
    <w:rsid w:val="0047790F"/>
    <w:rsid w:val="00477D14"/>
    <w:rsid w:val="0048013F"/>
    <w:rsid w:val="004801BE"/>
    <w:rsid w:val="00480441"/>
    <w:rsid w:val="00480681"/>
    <w:rsid w:val="00481076"/>
    <w:rsid w:val="004810ED"/>
    <w:rsid w:val="00481404"/>
    <w:rsid w:val="00481476"/>
    <w:rsid w:val="00481AA7"/>
    <w:rsid w:val="00482584"/>
    <w:rsid w:val="00482DF3"/>
    <w:rsid w:val="004835CB"/>
    <w:rsid w:val="00483A86"/>
    <w:rsid w:val="00483F6F"/>
    <w:rsid w:val="00484357"/>
    <w:rsid w:val="00484790"/>
    <w:rsid w:val="00484816"/>
    <w:rsid w:val="00484A4C"/>
    <w:rsid w:val="00484BE4"/>
    <w:rsid w:val="004851ED"/>
    <w:rsid w:val="004854D4"/>
    <w:rsid w:val="0048553F"/>
    <w:rsid w:val="00485B97"/>
    <w:rsid w:val="00485ED2"/>
    <w:rsid w:val="00486043"/>
    <w:rsid w:val="0048630D"/>
    <w:rsid w:val="004871B2"/>
    <w:rsid w:val="004871EE"/>
    <w:rsid w:val="004871FF"/>
    <w:rsid w:val="00487243"/>
    <w:rsid w:val="004878DE"/>
    <w:rsid w:val="00487923"/>
    <w:rsid w:val="00487DC4"/>
    <w:rsid w:val="004906D3"/>
    <w:rsid w:val="00490944"/>
    <w:rsid w:val="004914D3"/>
    <w:rsid w:val="004918D3"/>
    <w:rsid w:val="004919A1"/>
    <w:rsid w:val="004919DF"/>
    <w:rsid w:val="00491BBB"/>
    <w:rsid w:val="00491D82"/>
    <w:rsid w:val="0049220C"/>
    <w:rsid w:val="00492A16"/>
    <w:rsid w:val="00492D4F"/>
    <w:rsid w:val="004931F5"/>
    <w:rsid w:val="004934FF"/>
    <w:rsid w:val="004937A8"/>
    <w:rsid w:val="00493E58"/>
    <w:rsid w:val="00494143"/>
    <w:rsid w:val="00494703"/>
    <w:rsid w:val="00495076"/>
    <w:rsid w:val="0049576A"/>
    <w:rsid w:val="00495E8F"/>
    <w:rsid w:val="004961C6"/>
    <w:rsid w:val="00496242"/>
    <w:rsid w:val="0049628E"/>
    <w:rsid w:val="00496EA2"/>
    <w:rsid w:val="004973F4"/>
    <w:rsid w:val="00497628"/>
    <w:rsid w:val="00497686"/>
    <w:rsid w:val="0049799C"/>
    <w:rsid w:val="00497D09"/>
    <w:rsid w:val="00497D0C"/>
    <w:rsid w:val="004A1312"/>
    <w:rsid w:val="004A1AAC"/>
    <w:rsid w:val="004A1D73"/>
    <w:rsid w:val="004A2480"/>
    <w:rsid w:val="004A2711"/>
    <w:rsid w:val="004A298E"/>
    <w:rsid w:val="004A2E1B"/>
    <w:rsid w:val="004A34FE"/>
    <w:rsid w:val="004A395C"/>
    <w:rsid w:val="004A3A74"/>
    <w:rsid w:val="004A3A9D"/>
    <w:rsid w:val="004A40C1"/>
    <w:rsid w:val="004A413E"/>
    <w:rsid w:val="004A4DE5"/>
    <w:rsid w:val="004A4FB5"/>
    <w:rsid w:val="004A526D"/>
    <w:rsid w:val="004A5A32"/>
    <w:rsid w:val="004A6128"/>
    <w:rsid w:val="004A64F9"/>
    <w:rsid w:val="004A6BEC"/>
    <w:rsid w:val="004A6C5B"/>
    <w:rsid w:val="004A6D16"/>
    <w:rsid w:val="004A6E82"/>
    <w:rsid w:val="004A729D"/>
    <w:rsid w:val="004A74EB"/>
    <w:rsid w:val="004A752E"/>
    <w:rsid w:val="004A7586"/>
    <w:rsid w:val="004A7D59"/>
    <w:rsid w:val="004B0259"/>
    <w:rsid w:val="004B0328"/>
    <w:rsid w:val="004B03D3"/>
    <w:rsid w:val="004B0762"/>
    <w:rsid w:val="004B0E14"/>
    <w:rsid w:val="004B13E6"/>
    <w:rsid w:val="004B156A"/>
    <w:rsid w:val="004B18B0"/>
    <w:rsid w:val="004B18C4"/>
    <w:rsid w:val="004B22A0"/>
    <w:rsid w:val="004B27F6"/>
    <w:rsid w:val="004B2F72"/>
    <w:rsid w:val="004B36BC"/>
    <w:rsid w:val="004B3A89"/>
    <w:rsid w:val="004B3D27"/>
    <w:rsid w:val="004B4517"/>
    <w:rsid w:val="004B47A6"/>
    <w:rsid w:val="004B4925"/>
    <w:rsid w:val="004B4B0B"/>
    <w:rsid w:val="004B4B11"/>
    <w:rsid w:val="004B50CD"/>
    <w:rsid w:val="004B519A"/>
    <w:rsid w:val="004B5930"/>
    <w:rsid w:val="004B5B3C"/>
    <w:rsid w:val="004B6DCF"/>
    <w:rsid w:val="004B751B"/>
    <w:rsid w:val="004B75BD"/>
    <w:rsid w:val="004B7841"/>
    <w:rsid w:val="004B78F5"/>
    <w:rsid w:val="004B7BA8"/>
    <w:rsid w:val="004B7CF8"/>
    <w:rsid w:val="004C008C"/>
    <w:rsid w:val="004C0900"/>
    <w:rsid w:val="004C0B5E"/>
    <w:rsid w:val="004C0BD5"/>
    <w:rsid w:val="004C0C7C"/>
    <w:rsid w:val="004C1D99"/>
    <w:rsid w:val="004C1EBF"/>
    <w:rsid w:val="004C213B"/>
    <w:rsid w:val="004C2A34"/>
    <w:rsid w:val="004C2C54"/>
    <w:rsid w:val="004C2FCA"/>
    <w:rsid w:val="004C33AD"/>
    <w:rsid w:val="004C37C1"/>
    <w:rsid w:val="004C4BC8"/>
    <w:rsid w:val="004C4E84"/>
    <w:rsid w:val="004C51D5"/>
    <w:rsid w:val="004C5869"/>
    <w:rsid w:val="004C5D16"/>
    <w:rsid w:val="004C610A"/>
    <w:rsid w:val="004C68B4"/>
    <w:rsid w:val="004C6B31"/>
    <w:rsid w:val="004C6BCE"/>
    <w:rsid w:val="004C7F8C"/>
    <w:rsid w:val="004D01E4"/>
    <w:rsid w:val="004D0370"/>
    <w:rsid w:val="004D1631"/>
    <w:rsid w:val="004D1B7B"/>
    <w:rsid w:val="004D20BF"/>
    <w:rsid w:val="004D2767"/>
    <w:rsid w:val="004D2C7B"/>
    <w:rsid w:val="004D371F"/>
    <w:rsid w:val="004D39C0"/>
    <w:rsid w:val="004D3E7D"/>
    <w:rsid w:val="004D44AF"/>
    <w:rsid w:val="004D46E4"/>
    <w:rsid w:val="004D4A6D"/>
    <w:rsid w:val="004D55A7"/>
    <w:rsid w:val="004D5F4F"/>
    <w:rsid w:val="004D6A29"/>
    <w:rsid w:val="004D7DF7"/>
    <w:rsid w:val="004D7FF1"/>
    <w:rsid w:val="004E10C2"/>
    <w:rsid w:val="004E1191"/>
    <w:rsid w:val="004E1B3D"/>
    <w:rsid w:val="004E1FBF"/>
    <w:rsid w:val="004E209B"/>
    <w:rsid w:val="004E2D6F"/>
    <w:rsid w:val="004E30C5"/>
    <w:rsid w:val="004E3340"/>
    <w:rsid w:val="004E3493"/>
    <w:rsid w:val="004E39A7"/>
    <w:rsid w:val="004E3A18"/>
    <w:rsid w:val="004E4310"/>
    <w:rsid w:val="004E5234"/>
    <w:rsid w:val="004E5835"/>
    <w:rsid w:val="004E645C"/>
    <w:rsid w:val="004E6478"/>
    <w:rsid w:val="004E77F9"/>
    <w:rsid w:val="004E7B96"/>
    <w:rsid w:val="004E7EBE"/>
    <w:rsid w:val="004E7EF4"/>
    <w:rsid w:val="004F05C6"/>
    <w:rsid w:val="004F089C"/>
    <w:rsid w:val="004F10F7"/>
    <w:rsid w:val="004F114E"/>
    <w:rsid w:val="004F1916"/>
    <w:rsid w:val="004F2A75"/>
    <w:rsid w:val="004F2BCF"/>
    <w:rsid w:val="004F2C7F"/>
    <w:rsid w:val="004F2D91"/>
    <w:rsid w:val="004F3529"/>
    <w:rsid w:val="004F37F5"/>
    <w:rsid w:val="004F3821"/>
    <w:rsid w:val="004F3855"/>
    <w:rsid w:val="004F3EAA"/>
    <w:rsid w:val="004F400F"/>
    <w:rsid w:val="004F416E"/>
    <w:rsid w:val="004F46A8"/>
    <w:rsid w:val="004F4711"/>
    <w:rsid w:val="004F4A0C"/>
    <w:rsid w:val="004F4A3F"/>
    <w:rsid w:val="004F4AD8"/>
    <w:rsid w:val="004F4F5A"/>
    <w:rsid w:val="004F532F"/>
    <w:rsid w:val="004F564F"/>
    <w:rsid w:val="004F662D"/>
    <w:rsid w:val="004F76C4"/>
    <w:rsid w:val="004F76EF"/>
    <w:rsid w:val="00500D80"/>
    <w:rsid w:val="005010D2"/>
    <w:rsid w:val="00501663"/>
    <w:rsid w:val="005016B2"/>
    <w:rsid w:val="0050178B"/>
    <w:rsid w:val="005017FF"/>
    <w:rsid w:val="00501AA6"/>
    <w:rsid w:val="00501B53"/>
    <w:rsid w:val="00501EE8"/>
    <w:rsid w:val="005020B5"/>
    <w:rsid w:val="005020F4"/>
    <w:rsid w:val="0050223F"/>
    <w:rsid w:val="005028B7"/>
    <w:rsid w:val="00502D6A"/>
    <w:rsid w:val="00503483"/>
    <w:rsid w:val="00503EA7"/>
    <w:rsid w:val="00504118"/>
    <w:rsid w:val="005044B5"/>
    <w:rsid w:val="00504836"/>
    <w:rsid w:val="00504C46"/>
    <w:rsid w:val="00504E06"/>
    <w:rsid w:val="00505136"/>
    <w:rsid w:val="005053C7"/>
    <w:rsid w:val="00505C38"/>
    <w:rsid w:val="00506196"/>
    <w:rsid w:val="005078C3"/>
    <w:rsid w:val="00507B1D"/>
    <w:rsid w:val="00507B94"/>
    <w:rsid w:val="00507BE9"/>
    <w:rsid w:val="00510004"/>
    <w:rsid w:val="005104B3"/>
    <w:rsid w:val="0051175B"/>
    <w:rsid w:val="00511766"/>
    <w:rsid w:val="00512898"/>
    <w:rsid w:val="00513344"/>
    <w:rsid w:val="00513379"/>
    <w:rsid w:val="00513F44"/>
    <w:rsid w:val="0051445E"/>
    <w:rsid w:val="0051472E"/>
    <w:rsid w:val="00514BFD"/>
    <w:rsid w:val="00515453"/>
    <w:rsid w:val="00515A47"/>
    <w:rsid w:val="00515C68"/>
    <w:rsid w:val="00516478"/>
    <w:rsid w:val="0051677D"/>
    <w:rsid w:val="00516A52"/>
    <w:rsid w:val="00516E77"/>
    <w:rsid w:val="0051700E"/>
    <w:rsid w:val="0051728B"/>
    <w:rsid w:val="005178AF"/>
    <w:rsid w:val="00517C0E"/>
    <w:rsid w:val="00517F04"/>
    <w:rsid w:val="00520B59"/>
    <w:rsid w:val="00520E54"/>
    <w:rsid w:val="00521937"/>
    <w:rsid w:val="00521AB1"/>
    <w:rsid w:val="00521D7F"/>
    <w:rsid w:val="00522112"/>
    <w:rsid w:val="0052211A"/>
    <w:rsid w:val="00522327"/>
    <w:rsid w:val="00522537"/>
    <w:rsid w:val="0052260D"/>
    <w:rsid w:val="00522F91"/>
    <w:rsid w:val="0052337E"/>
    <w:rsid w:val="005234C5"/>
    <w:rsid w:val="005244DD"/>
    <w:rsid w:val="00524BFE"/>
    <w:rsid w:val="00524DD5"/>
    <w:rsid w:val="00524DF3"/>
    <w:rsid w:val="00524E41"/>
    <w:rsid w:val="00524FF7"/>
    <w:rsid w:val="0052522C"/>
    <w:rsid w:val="00525490"/>
    <w:rsid w:val="00525925"/>
    <w:rsid w:val="00525D77"/>
    <w:rsid w:val="005264E1"/>
    <w:rsid w:val="00526B62"/>
    <w:rsid w:val="00526CFA"/>
    <w:rsid w:val="00527872"/>
    <w:rsid w:val="00530334"/>
    <w:rsid w:val="00530538"/>
    <w:rsid w:val="005305EB"/>
    <w:rsid w:val="00530715"/>
    <w:rsid w:val="00530736"/>
    <w:rsid w:val="00530B18"/>
    <w:rsid w:val="00530C67"/>
    <w:rsid w:val="00530FB1"/>
    <w:rsid w:val="0053100A"/>
    <w:rsid w:val="0053181F"/>
    <w:rsid w:val="00531BFF"/>
    <w:rsid w:val="00532015"/>
    <w:rsid w:val="005328E6"/>
    <w:rsid w:val="00532D92"/>
    <w:rsid w:val="00532DCA"/>
    <w:rsid w:val="00533C46"/>
    <w:rsid w:val="005340FC"/>
    <w:rsid w:val="005341A4"/>
    <w:rsid w:val="00534230"/>
    <w:rsid w:val="00534BE1"/>
    <w:rsid w:val="00534C15"/>
    <w:rsid w:val="00534EB8"/>
    <w:rsid w:val="0053511E"/>
    <w:rsid w:val="00535244"/>
    <w:rsid w:val="0053576E"/>
    <w:rsid w:val="005364BF"/>
    <w:rsid w:val="00536DEF"/>
    <w:rsid w:val="00537E4D"/>
    <w:rsid w:val="00540470"/>
    <w:rsid w:val="005405F1"/>
    <w:rsid w:val="00540668"/>
    <w:rsid w:val="00540E4F"/>
    <w:rsid w:val="0054104B"/>
    <w:rsid w:val="00541121"/>
    <w:rsid w:val="00541A83"/>
    <w:rsid w:val="00541D84"/>
    <w:rsid w:val="00541E6B"/>
    <w:rsid w:val="005423AC"/>
    <w:rsid w:val="005425CB"/>
    <w:rsid w:val="00542AE1"/>
    <w:rsid w:val="00542CDC"/>
    <w:rsid w:val="00542DE5"/>
    <w:rsid w:val="00543AED"/>
    <w:rsid w:val="00544694"/>
    <w:rsid w:val="0054517E"/>
    <w:rsid w:val="005453FA"/>
    <w:rsid w:val="00545752"/>
    <w:rsid w:val="00545D9B"/>
    <w:rsid w:val="0054628B"/>
    <w:rsid w:val="00546406"/>
    <w:rsid w:val="005466E0"/>
    <w:rsid w:val="0054688C"/>
    <w:rsid w:val="00547113"/>
    <w:rsid w:val="0054769E"/>
    <w:rsid w:val="00547A65"/>
    <w:rsid w:val="00547DD9"/>
    <w:rsid w:val="0055019D"/>
    <w:rsid w:val="005506CB"/>
    <w:rsid w:val="00551997"/>
    <w:rsid w:val="00551E49"/>
    <w:rsid w:val="00551E62"/>
    <w:rsid w:val="00551EDA"/>
    <w:rsid w:val="0055269F"/>
    <w:rsid w:val="00552DAA"/>
    <w:rsid w:val="005530AD"/>
    <w:rsid w:val="005534DE"/>
    <w:rsid w:val="005535A0"/>
    <w:rsid w:val="00553D33"/>
    <w:rsid w:val="00554139"/>
    <w:rsid w:val="00554C67"/>
    <w:rsid w:val="0055500C"/>
    <w:rsid w:val="00555054"/>
    <w:rsid w:val="00555439"/>
    <w:rsid w:val="005560BF"/>
    <w:rsid w:val="005569E9"/>
    <w:rsid w:val="00556B2C"/>
    <w:rsid w:val="00556F3A"/>
    <w:rsid w:val="00557047"/>
    <w:rsid w:val="005576EF"/>
    <w:rsid w:val="00557C6D"/>
    <w:rsid w:val="00557DF9"/>
    <w:rsid w:val="0056034D"/>
    <w:rsid w:val="00560437"/>
    <w:rsid w:val="00560645"/>
    <w:rsid w:val="0056066A"/>
    <w:rsid w:val="0056077F"/>
    <w:rsid w:val="0056110B"/>
    <w:rsid w:val="00561D8F"/>
    <w:rsid w:val="005633B1"/>
    <w:rsid w:val="00563AAC"/>
    <w:rsid w:val="00563B77"/>
    <w:rsid w:val="00563C3E"/>
    <w:rsid w:val="0056419E"/>
    <w:rsid w:val="0056449A"/>
    <w:rsid w:val="00564810"/>
    <w:rsid w:val="005664B2"/>
    <w:rsid w:val="00566678"/>
    <w:rsid w:val="005666C9"/>
    <w:rsid w:val="005671EB"/>
    <w:rsid w:val="00567732"/>
    <w:rsid w:val="00567B6F"/>
    <w:rsid w:val="00570386"/>
    <w:rsid w:val="00570D44"/>
    <w:rsid w:val="005713BA"/>
    <w:rsid w:val="00571B05"/>
    <w:rsid w:val="00571CE5"/>
    <w:rsid w:val="00571E2D"/>
    <w:rsid w:val="00571EE5"/>
    <w:rsid w:val="00572B11"/>
    <w:rsid w:val="00572B67"/>
    <w:rsid w:val="00572F42"/>
    <w:rsid w:val="00573772"/>
    <w:rsid w:val="005737FE"/>
    <w:rsid w:val="0057393F"/>
    <w:rsid w:val="00574C46"/>
    <w:rsid w:val="00576C84"/>
    <w:rsid w:val="005773D3"/>
    <w:rsid w:val="005777F5"/>
    <w:rsid w:val="00577C17"/>
    <w:rsid w:val="00577ED1"/>
    <w:rsid w:val="0058054B"/>
    <w:rsid w:val="00581D30"/>
    <w:rsid w:val="005824C8"/>
    <w:rsid w:val="00582A87"/>
    <w:rsid w:val="00582AD2"/>
    <w:rsid w:val="00582B66"/>
    <w:rsid w:val="00582EDA"/>
    <w:rsid w:val="005831AE"/>
    <w:rsid w:val="00583436"/>
    <w:rsid w:val="00583E58"/>
    <w:rsid w:val="00584668"/>
    <w:rsid w:val="00584C78"/>
    <w:rsid w:val="00585171"/>
    <w:rsid w:val="005853A2"/>
    <w:rsid w:val="00585E75"/>
    <w:rsid w:val="005864CE"/>
    <w:rsid w:val="005864E3"/>
    <w:rsid w:val="005866B3"/>
    <w:rsid w:val="00587227"/>
    <w:rsid w:val="0058799C"/>
    <w:rsid w:val="00590B34"/>
    <w:rsid w:val="00590B4E"/>
    <w:rsid w:val="00590F05"/>
    <w:rsid w:val="00591929"/>
    <w:rsid w:val="00591A1E"/>
    <w:rsid w:val="00591E04"/>
    <w:rsid w:val="00591FF2"/>
    <w:rsid w:val="00592453"/>
    <w:rsid w:val="0059287B"/>
    <w:rsid w:val="00592F81"/>
    <w:rsid w:val="00592FAA"/>
    <w:rsid w:val="00593429"/>
    <w:rsid w:val="00593B76"/>
    <w:rsid w:val="005944EE"/>
    <w:rsid w:val="00594BCB"/>
    <w:rsid w:val="00594F6D"/>
    <w:rsid w:val="00595B38"/>
    <w:rsid w:val="005965E1"/>
    <w:rsid w:val="0059689D"/>
    <w:rsid w:val="00597780"/>
    <w:rsid w:val="005A0C5F"/>
    <w:rsid w:val="005A105A"/>
    <w:rsid w:val="005A1270"/>
    <w:rsid w:val="005A1D92"/>
    <w:rsid w:val="005A204E"/>
    <w:rsid w:val="005A2254"/>
    <w:rsid w:val="005A232E"/>
    <w:rsid w:val="005A3518"/>
    <w:rsid w:val="005A39C6"/>
    <w:rsid w:val="005A3B0D"/>
    <w:rsid w:val="005A43A6"/>
    <w:rsid w:val="005A49F8"/>
    <w:rsid w:val="005A4BCC"/>
    <w:rsid w:val="005A4E30"/>
    <w:rsid w:val="005A513E"/>
    <w:rsid w:val="005A54DC"/>
    <w:rsid w:val="005A55B4"/>
    <w:rsid w:val="005A577B"/>
    <w:rsid w:val="005A59C4"/>
    <w:rsid w:val="005A5B1E"/>
    <w:rsid w:val="005A5BEF"/>
    <w:rsid w:val="005A5C6B"/>
    <w:rsid w:val="005A6162"/>
    <w:rsid w:val="005A6F59"/>
    <w:rsid w:val="005A7493"/>
    <w:rsid w:val="005A7758"/>
    <w:rsid w:val="005B00B8"/>
    <w:rsid w:val="005B0399"/>
    <w:rsid w:val="005B07F6"/>
    <w:rsid w:val="005B0F7F"/>
    <w:rsid w:val="005B0FD6"/>
    <w:rsid w:val="005B1022"/>
    <w:rsid w:val="005B11CE"/>
    <w:rsid w:val="005B122C"/>
    <w:rsid w:val="005B1263"/>
    <w:rsid w:val="005B19CE"/>
    <w:rsid w:val="005B1C6C"/>
    <w:rsid w:val="005B1D9C"/>
    <w:rsid w:val="005B1E08"/>
    <w:rsid w:val="005B1EF5"/>
    <w:rsid w:val="005B1F16"/>
    <w:rsid w:val="005B20F8"/>
    <w:rsid w:val="005B2685"/>
    <w:rsid w:val="005B268B"/>
    <w:rsid w:val="005B2ABC"/>
    <w:rsid w:val="005B35B3"/>
    <w:rsid w:val="005B3C34"/>
    <w:rsid w:val="005B5093"/>
    <w:rsid w:val="005B52AD"/>
    <w:rsid w:val="005B6102"/>
    <w:rsid w:val="005B61A4"/>
    <w:rsid w:val="005B6423"/>
    <w:rsid w:val="005B66CF"/>
    <w:rsid w:val="005B7000"/>
    <w:rsid w:val="005B74FE"/>
    <w:rsid w:val="005B76CC"/>
    <w:rsid w:val="005C027E"/>
    <w:rsid w:val="005C0799"/>
    <w:rsid w:val="005C1063"/>
    <w:rsid w:val="005C19AF"/>
    <w:rsid w:val="005C1F37"/>
    <w:rsid w:val="005C234F"/>
    <w:rsid w:val="005C2789"/>
    <w:rsid w:val="005C2A78"/>
    <w:rsid w:val="005C2BA5"/>
    <w:rsid w:val="005C30E0"/>
    <w:rsid w:val="005C3866"/>
    <w:rsid w:val="005C3914"/>
    <w:rsid w:val="005C4675"/>
    <w:rsid w:val="005C47DB"/>
    <w:rsid w:val="005C5013"/>
    <w:rsid w:val="005C553F"/>
    <w:rsid w:val="005C5667"/>
    <w:rsid w:val="005C59F3"/>
    <w:rsid w:val="005C5A4E"/>
    <w:rsid w:val="005C5DAC"/>
    <w:rsid w:val="005C634A"/>
    <w:rsid w:val="005C64D6"/>
    <w:rsid w:val="005C6A3B"/>
    <w:rsid w:val="005C71EA"/>
    <w:rsid w:val="005C76FD"/>
    <w:rsid w:val="005D09A9"/>
    <w:rsid w:val="005D09B0"/>
    <w:rsid w:val="005D0A78"/>
    <w:rsid w:val="005D0B0A"/>
    <w:rsid w:val="005D0B69"/>
    <w:rsid w:val="005D0C73"/>
    <w:rsid w:val="005D147E"/>
    <w:rsid w:val="005D1D04"/>
    <w:rsid w:val="005D200D"/>
    <w:rsid w:val="005D2268"/>
    <w:rsid w:val="005D2A57"/>
    <w:rsid w:val="005D2D99"/>
    <w:rsid w:val="005D304E"/>
    <w:rsid w:val="005D31E6"/>
    <w:rsid w:val="005D38DA"/>
    <w:rsid w:val="005D3CF3"/>
    <w:rsid w:val="005D4883"/>
    <w:rsid w:val="005D4946"/>
    <w:rsid w:val="005D4D76"/>
    <w:rsid w:val="005D52A3"/>
    <w:rsid w:val="005D5865"/>
    <w:rsid w:val="005D586F"/>
    <w:rsid w:val="005D5ED6"/>
    <w:rsid w:val="005D5F6A"/>
    <w:rsid w:val="005D6BE1"/>
    <w:rsid w:val="005D7387"/>
    <w:rsid w:val="005D7E76"/>
    <w:rsid w:val="005D7FC0"/>
    <w:rsid w:val="005E00FB"/>
    <w:rsid w:val="005E013C"/>
    <w:rsid w:val="005E0D5B"/>
    <w:rsid w:val="005E1441"/>
    <w:rsid w:val="005E17B4"/>
    <w:rsid w:val="005E1FC9"/>
    <w:rsid w:val="005E242E"/>
    <w:rsid w:val="005E27F8"/>
    <w:rsid w:val="005E288A"/>
    <w:rsid w:val="005E29AB"/>
    <w:rsid w:val="005E3E7D"/>
    <w:rsid w:val="005E3F4E"/>
    <w:rsid w:val="005E43FC"/>
    <w:rsid w:val="005E455E"/>
    <w:rsid w:val="005E5D26"/>
    <w:rsid w:val="005E5E62"/>
    <w:rsid w:val="005E60DE"/>
    <w:rsid w:val="005E6210"/>
    <w:rsid w:val="005E6805"/>
    <w:rsid w:val="005E6920"/>
    <w:rsid w:val="005E6DD1"/>
    <w:rsid w:val="005E703A"/>
    <w:rsid w:val="005E7B22"/>
    <w:rsid w:val="005E7C6A"/>
    <w:rsid w:val="005E7E3C"/>
    <w:rsid w:val="005F0764"/>
    <w:rsid w:val="005F0DDC"/>
    <w:rsid w:val="005F0F02"/>
    <w:rsid w:val="005F12B3"/>
    <w:rsid w:val="005F14DA"/>
    <w:rsid w:val="005F15E8"/>
    <w:rsid w:val="005F172C"/>
    <w:rsid w:val="005F2445"/>
    <w:rsid w:val="005F26E0"/>
    <w:rsid w:val="005F28C1"/>
    <w:rsid w:val="005F2B76"/>
    <w:rsid w:val="005F2D01"/>
    <w:rsid w:val="005F2FFB"/>
    <w:rsid w:val="005F3038"/>
    <w:rsid w:val="005F30ED"/>
    <w:rsid w:val="005F353F"/>
    <w:rsid w:val="005F3A4A"/>
    <w:rsid w:val="005F4467"/>
    <w:rsid w:val="005F4683"/>
    <w:rsid w:val="005F4BD8"/>
    <w:rsid w:val="005F5BDE"/>
    <w:rsid w:val="005F65AC"/>
    <w:rsid w:val="005F6621"/>
    <w:rsid w:val="005F6E13"/>
    <w:rsid w:val="005F6F24"/>
    <w:rsid w:val="005F6F9C"/>
    <w:rsid w:val="005F7985"/>
    <w:rsid w:val="005F7B2E"/>
    <w:rsid w:val="005F7EDF"/>
    <w:rsid w:val="00600592"/>
    <w:rsid w:val="00600670"/>
    <w:rsid w:val="00600933"/>
    <w:rsid w:val="00600E7C"/>
    <w:rsid w:val="00600EB1"/>
    <w:rsid w:val="00600F52"/>
    <w:rsid w:val="00601005"/>
    <w:rsid w:val="0060294D"/>
    <w:rsid w:val="00602C05"/>
    <w:rsid w:val="00602DEF"/>
    <w:rsid w:val="006031AA"/>
    <w:rsid w:val="0060340E"/>
    <w:rsid w:val="0060348A"/>
    <w:rsid w:val="006037CC"/>
    <w:rsid w:val="006038A6"/>
    <w:rsid w:val="006042DB"/>
    <w:rsid w:val="0060445E"/>
    <w:rsid w:val="00604608"/>
    <w:rsid w:val="00604D42"/>
    <w:rsid w:val="00605306"/>
    <w:rsid w:val="006053CC"/>
    <w:rsid w:val="00605681"/>
    <w:rsid w:val="006057B1"/>
    <w:rsid w:val="00605810"/>
    <w:rsid w:val="00605A7D"/>
    <w:rsid w:val="00605F43"/>
    <w:rsid w:val="006061AF"/>
    <w:rsid w:val="00606787"/>
    <w:rsid w:val="00606ABA"/>
    <w:rsid w:val="00606C65"/>
    <w:rsid w:val="006074D1"/>
    <w:rsid w:val="00607C8E"/>
    <w:rsid w:val="00607EC6"/>
    <w:rsid w:val="006100F7"/>
    <w:rsid w:val="0061024D"/>
    <w:rsid w:val="006102B5"/>
    <w:rsid w:val="00611429"/>
    <w:rsid w:val="006119E7"/>
    <w:rsid w:val="00611DAE"/>
    <w:rsid w:val="00611E7A"/>
    <w:rsid w:val="00612785"/>
    <w:rsid w:val="00612C5D"/>
    <w:rsid w:val="00612D85"/>
    <w:rsid w:val="00613242"/>
    <w:rsid w:val="00613984"/>
    <w:rsid w:val="00613DCA"/>
    <w:rsid w:val="00613DFD"/>
    <w:rsid w:val="00614064"/>
    <w:rsid w:val="006145E9"/>
    <w:rsid w:val="00614DB3"/>
    <w:rsid w:val="006151F9"/>
    <w:rsid w:val="006154FC"/>
    <w:rsid w:val="0061580B"/>
    <w:rsid w:val="00615AC1"/>
    <w:rsid w:val="00615FEF"/>
    <w:rsid w:val="00616731"/>
    <w:rsid w:val="00616849"/>
    <w:rsid w:val="00616858"/>
    <w:rsid w:val="00616FEB"/>
    <w:rsid w:val="006177D5"/>
    <w:rsid w:val="006204B6"/>
    <w:rsid w:val="00620992"/>
    <w:rsid w:val="0062115E"/>
    <w:rsid w:val="00621176"/>
    <w:rsid w:val="006219CB"/>
    <w:rsid w:val="00621D06"/>
    <w:rsid w:val="006223A8"/>
    <w:rsid w:val="00622476"/>
    <w:rsid w:val="006228F1"/>
    <w:rsid w:val="00623D87"/>
    <w:rsid w:val="006240D6"/>
    <w:rsid w:val="00624816"/>
    <w:rsid w:val="00624C77"/>
    <w:rsid w:val="00624CDA"/>
    <w:rsid w:val="00624D75"/>
    <w:rsid w:val="00625B76"/>
    <w:rsid w:val="0062605A"/>
    <w:rsid w:val="006261A7"/>
    <w:rsid w:val="006266A0"/>
    <w:rsid w:val="00626C66"/>
    <w:rsid w:val="00626F9D"/>
    <w:rsid w:val="00626FE2"/>
    <w:rsid w:val="00627228"/>
    <w:rsid w:val="0062758C"/>
    <w:rsid w:val="00627884"/>
    <w:rsid w:val="006278C0"/>
    <w:rsid w:val="0063021C"/>
    <w:rsid w:val="006309C6"/>
    <w:rsid w:val="00630BF6"/>
    <w:rsid w:val="00631483"/>
    <w:rsid w:val="0063157F"/>
    <w:rsid w:val="006319F1"/>
    <w:rsid w:val="0063226E"/>
    <w:rsid w:val="00632483"/>
    <w:rsid w:val="00632FFA"/>
    <w:rsid w:val="00633419"/>
    <w:rsid w:val="006334DD"/>
    <w:rsid w:val="00633517"/>
    <w:rsid w:val="00633CE7"/>
    <w:rsid w:val="00633D59"/>
    <w:rsid w:val="00633DAF"/>
    <w:rsid w:val="00633EEF"/>
    <w:rsid w:val="006342C6"/>
    <w:rsid w:val="006342CC"/>
    <w:rsid w:val="006342E5"/>
    <w:rsid w:val="00634B0E"/>
    <w:rsid w:val="0063554C"/>
    <w:rsid w:val="006358C9"/>
    <w:rsid w:val="00635B37"/>
    <w:rsid w:val="00635BA3"/>
    <w:rsid w:val="00635D9A"/>
    <w:rsid w:val="00635EDC"/>
    <w:rsid w:val="0063606F"/>
    <w:rsid w:val="006362D3"/>
    <w:rsid w:val="006367C1"/>
    <w:rsid w:val="00636B46"/>
    <w:rsid w:val="00636D26"/>
    <w:rsid w:val="00637016"/>
    <w:rsid w:val="00637030"/>
    <w:rsid w:val="0063729E"/>
    <w:rsid w:val="006378B5"/>
    <w:rsid w:val="00637CB9"/>
    <w:rsid w:val="0064063C"/>
    <w:rsid w:val="00640767"/>
    <w:rsid w:val="00641028"/>
    <w:rsid w:val="00641311"/>
    <w:rsid w:val="00641ACB"/>
    <w:rsid w:val="00641C43"/>
    <w:rsid w:val="006422A8"/>
    <w:rsid w:val="00642397"/>
    <w:rsid w:val="00642625"/>
    <w:rsid w:val="00642EB0"/>
    <w:rsid w:val="006432D7"/>
    <w:rsid w:val="006436E5"/>
    <w:rsid w:val="00643751"/>
    <w:rsid w:val="00643AEB"/>
    <w:rsid w:val="00643BCB"/>
    <w:rsid w:val="00644BD9"/>
    <w:rsid w:val="00644BF1"/>
    <w:rsid w:val="0064557C"/>
    <w:rsid w:val="006457DD"/>
    <w:rsid w:val="00645821"/>
    <w:rsid w:val="00646123"/>
    <w:rsid w:val="006465D0"/>
    <w:rsid w:val="00646CBE"/>
    <w:rsid w:val="00647342"/>
    <w:rsid w:val="006476AF"/>
    <w:rsid w:val="00647A56"/>
    <w:rsid w:val="0065060C"/>
    <w:rsid w:val="00650715"/>
    <w:rsid w:val="006508C6"/>
    <w:rsid w:val="0065150B"/>
    <w:rsid w:val="00651632"/>
    <w:rsid w:val="00651C9C"/>
    <w:rsid w:val="00651D1B"/>
    <w:rsid w:val="00652082"/>
    <w:rsid w:val="0065242C"/>
    <w:rsid w:val="00652748"/>
    <w:rsid w:val="00652FB0"/>
    <w:rsid w:val="00653901"/>
    <w:rsid w:val="0065424D"/>
    <w:rsid w:val="0065494A"/>
    <w:rsid w:val="00654BFB"/>
    <w:rsid w:val="00654C64"/>
    <w:rsid w:val="006554CF"/>
    <w:rsid w:val="00655B71"/>
    <w:rsid w:val="00655CD0"/>
    <w:rsid w:val="00656053"/>
    <w:rsid w:val="006561AA"/>
    <w:rsid w:val="0065637A"/>
    <w:rsid w:val="00656668"/>
    <w:rsid w:val="0065778F"/>
    <w:rsid w:val="00657B98"/>
    <w:rsid w:val="00657D0C"/>
    <w:rsid w:val="00657E5B"/>
    <w:rsid w:val="00657F06"/>
    <w:rsid w:val="006601AC"/>
    <w:rsid w:val="006601F7"/>
    <w:rsid w:val="006603D2"/>
    <w:rsid w:val="00661164"/>
    <w:rsid w:val="0066186A"/>
    <w:rsid w:val="006620EC"/>
    <w:rsid w:val="0066299C"/>
    <w:rsid w:val="0066338A"/>
    <w:rsid w:val="00663483"/>
    <w:rsid w:val="00664ABE"/>
    <w:rsid w:val="00664DDD"/>
    <w:rsid w:val="0066589C"/>
    <w:rsid w:val="0066590D"/>
    <w:rsid w:val="00665937"/>
    <w:rsid w:val="00665BD6"/>
    <w:rsid w:val="00665DA0"/>
    <w:rsid w:val="00665DAB"/>
    <w:rsid w:val="0066683F"/>
    <w:rsid w:val="00666AD2"/>
    <w:rsid w:val="0066749D"/>
    <w:rsid w:val="00667504"/>
    <w:rsid w:val="0066778B"/>
    <w:rsid w:val="00667834"/>
    <w:rsid w:val="0067001D"/>
    <w:rsid w:val="0067122F"/>
    <w:rsid w:val="006714F0"/>
    <w:rsid w:val="00671FEA"/>
    <w:rsid w:val="00672D54"/>
    <w:rsid w:val="00672F87"/>
    <w:rsid w:val="006734A2"/>
    <w:rsid w:val="006736C1"/>
    <w:rsid w:val="006736CE"/>
    <w:rsid w:val="00673779"/>
    <w:rsid w:val="00673A7F"/>
    <w:rsid w:val="00673FE3"/>
    <w:rsid w:val="00674422"/>
    <w:rsid w:val="00675F76"/>
    <w:rsid w:val="0067643F"/>
    <w:rsid w:val="00676641"/>
    <w:rsid w:val="006766BC"/>
    <w:rsid w:val="00676777"/>
    <w:rsid w:val="00676779"/>
    <w:rsid w:val="00676B18"/>
    <w:rsid w:val="0067729C"/>
    <w:rsid w:val="006774AA"/>
    <w:rsid w:val="006778E5"/>
    <w:rsid w:val="006807EF"/>
    <w:rsid w:val="00680948"/>
    <w:rsid w:val="00680F09"/>
    <w:rsid w:val="006815CB"/>
    <w:rsid w:val="00681791"/>
    <w:rsid w:val="00681E46"/>
    <w:rsid w:val="00682119"/>
    <w:rsid w:val="006823BC"/>
    <w:rsid w:val="006825C9"/>
    <w:rsid w:val="00682AD5"/>
    <w:rsid w:val="00682FFB"/>
    <w:rsid w:val="0068305C"/>
    <w:rsid w:val="0068321D"/>
    <w:rsid w:val="00683B77"/>
    <w:rsid w:val="00683D4B"/>
    <w:rsid w:val="00684155"/>
    <w:rsid w:val="0068419B"/>
    <w:rsid w:val="0068463D"/>
    <w:rsid w:val="006847F8"/>
    <w:rsid w:val="00684D5B"/>
    <w:rsid w:val="00684DC9"/>
    <w:rsid w:val="00684EFA"/>
    <w:rsid w:val="00685120"/>
    <w:rsid w:val="00685829"/>
    <w:rsid w:val="006858B4"/>
    <w:rsid w:val="00685E22"/>
    <w:rsid w:val="006865B8"/>
    <w:rsid w:val="006866D4"/>
    <w:rsid w:val="00686D24"/>
    <w:rsid w:val="00687A22"/>
    <w:rsid w:val="00687A6C"/>
    <w:rsid w:val="00687B28"/>
    <w:rsid w:val="00687F17"/>
    <w:rsid w:val="0069057E"/>
    <w:rsid w:val="00690B3B"/>
    <w:rsid w:val="0069126B"/>
    <w:rsid w:val="00691348"/>
    <w:rsid w:val="00691716"/>
    <w:rsid w:val="00692129"/>
    <w:rsid w:val="00692C8E"/>
    <w:rsid w:val="00693581"/>
    <w:rsid w:val="006935E6"/>
    <w:rsid w:val="00693895"/>
    <w:rsid w:val="00693F73"/>
    <w:rsid w:val="006944EF"/>
    <w:rsid w:val="00694673"/>
    <w:rsid w:val="00694A90"/>
    <w:rsid w:val="00694B42"/>
    <w:rsid w:val="006957A3"/>
    <w:rsid w:val="00696BED"/>
    <w:rsid w:val="00696C43"/>
    <w:rsid w:val="00696D0C"/>
    <w:rsid w:val="00697776"/>
    <w:rsid w:val="006977C6"/>
    <w:rsid w:val="00697ECF"/>
    <w:rsid w:val="006A0816"/>
    <w:rsid w:val="006A0933"/>
    <w:rsid w:val="006A095C"/>
    <w:rsid w:val="006A098C"/>
    <w:rsid w:val="006A0A59"/>
    <w:rsid w:val="006A15FE"/>
    <w:rsid w:val="006A1757"/>
    <w:rsid w:val="006A25B3"/>
    <w:rsid w:val="006A2632"/>
    <w:rsid w:val="006A2D67"/>
    <w:rsid w:val="006A3341"/>
    <w:rsid w:val="006A3ED3"/>
    <w:rsid w:val="006A3F4A"/>
    <w:rsid w:val="006A43A8"/>
    <w:rsid w:val="006A48F6"/>
    <w:rsid w:val="006A4BB7"/>
    <w:rsid w:val="006A4C6B"/>
    <w:rsid w:val="006A4ED5"/>
    <w:rsid w:val="006A4F0B"/>
    <w:rsid w:val="006A4FB8"/>
    <w:rsid w:val="006A50AF"/>
    <w:rsid w:val="006A5726"/>
    <w:rsid w:val="006A593A"/>
    <w:rsid w:val="006A5CBE"/>
    <w:rsid w:val="006A65CC"/>
    <w:rsid w:val="006A6688"/>
    <w:rsid w:val="006A66F9"/>
    <w:rsid w:val="006A7758"/>
    <w:rsid w:val="006A7B41"/>
    <w:rsid w:val="006A7E30"/>
    <w:rsid w:val="006B07C3"/>
    <w:rsid w:val="006B09E6"/>
    <w:rsid w:val="006B0C5A"/>
    <w:rsid w:val="006B1112"/>
    <w:rsid w:val="006B11D1"/>
    <w:rsid w:val="006B1613"/>
    <w:rsid w:val="006B1A30"/>
    <w:rsid w:val="006B272C"/>
    <w:rsid w:val="006B3013"/>
    <w:rsid w:val="006B34A6"/>
    <w:rsid w:val="006B39F9"/>
    <w:rsid w:val="006B3DF3"/>
    <w:rsid w:val="006B3F84"/>
    <w:rsid w:val="006B4048"/>
    <w:rsid w:val="006B43BC"/>
    <w:rsid w:val="006B494A"/>
    <w:rsid w:val="006B4F2C"/>
    <w:rsid w:val="006B50D5"/>
    <w:rsid w:val="006B52A4"/>
    <w:rsid w:val="006B54F4"/>
    <w:rsid w:val="006B58E0"/>
    <w:rsid w:val="006B598C"/>
    <w:rsid w:val="006B5B65"/>
    <w:rsid w:val="006B5E11"/>
    <w:rsid w:val="006B5E42"/>
    <w:rsid w:val="006B5F79"/>
    <w:rsid w:val="006B68E9"/>
    <w:rsid w:val="006B6F93"/>
    <w:rsid w:val="006B7138"/>
    <w:rsid w:val="006B7B27"/>
    <w:rsid w:val="006B7C97"/>
    <w:rsid w:val="006C03D2"/>
    <w:rsid w:val="006C0672"/>
    <w:rsid w:val="006C0946"/>
    <w:rsid w:val="006C0B43"/>
    <w:rsid w:val="006C142B"/>
    <w:rsid w:val="006C1656"/>
    <w:rsid w:val="006C26D7"/>
    <w:rsid w:val="006C27F8"/>
    <w:rsid w:val="006C36DC"/>
    <w:rsid w:val="006C3AE7"/>
    <w:rsid w:val="006C493C"/>
    <w:rsid w:val="006C54EC"/>
    <w:rsid w:val="006C571F"/>
    <w:rsid w:val="006C5A7C"/>
    <w:rsid w:val="006C66F5"/>
    <w:rsid w:val="006C6BD5"/>
    <w:rsid w:val="006C6D4B"/>
    <w:rsid w:val="006C6DEB"/>
    <w:rsid w:val="006C70F5"/>
    <w:rsid w:val="006C7104"/>
    <w:rsid w:val="006D02FE"/>
    <w:rsid w:val="006D05F6"/>
    <w:rsid w:val="006D077E"/>
    <w:rsid w:val="006D0EE9"/>
    <w:rsid w:val="006D136D"/>
    <w:rsid w:val="006D1720"/>
    <w:rsid w:val="006D19D8"/>
    <w:rsid w:val="006D1BC7"/>
    <w:rsid w:val="006D1CDF"/>
    <w:rsid w:val="006D1F2D"/>
    <w:rsid w:val="006D1FD6"/>
    <w:rsid w:val="006D2216"/>
    <w:rsid w:val="006D248C"/>
    <w:rsid w:val="006D2592"/>
    <w:rsid w:val="006D28CE"/>
    <w:rsid w:val="006D2B23"/>
    <w:rsid w:val="006D2BC3"/>
    <w:rsid w:val="006D3359"/>
    <w:rsid w:val="006D33B2"/>
    <w:rsid w:val="006D37C9"/>
    <w:rsid w:val="006D418B"/>
    <w:rsid w:val="006D420C"/>
    <w:rsid w:val="006D45B6"/>
    <w:rsid w:val="006D4ED5"/>
    <w:rsid w:val="006D57B3"/>
    <w:rsid w:val="006D5975"/>
    <w:rsid w:val="006D5A4B"/>
    <w:rsid w:val="006D64F5"/>
    <w:rsid w:val="006D658E"/>
    <w:rsid w:val="006D781B"/>
    <w:rsid w:val="006D7956"/>
    <w:rsid w:val="006D7C0C"/>
    <w:rsid w:val="006D7F62"/>
    <w:rsid w:val="006E0729"/>
    <w:rsid w:val="006E0D95"/>
    <w:rsid w:val="006E1065"/>
    <w:rsid w:val="006E191B"/>
    <w:rsid w:val="006E1C56"/>
    <w:rsid w:val="006E276A"/>
    <w:rsid w:val="006E2A1D"/>
    <w:rsid w:val="006E2B11"/>
    <w:rsid w:val="006E2D8A"/>
    <w:rsid w:val="006E3484"/>
    <w:rsid w:val="006E34D5"/>
    <w:rsid w:val="006E3A8A"/>
    <w:rsid w:val="006E3CCF"/>
    <w:rsid w:val="006E4784"/>
    <w:rsid w:val="006E4B8E"/>
    <w:rsid w:val="006E4DB7"/>
    <w:rsid w:val="006E4E03"/>
    <w:rsid w:val="006E51DD"/>
    <w:rsid w:val="006E54D8"/>
    <w:rsid w:val="006E6018"/>
    <w:rsid w:val="006E64F6"/>
    <w:rsid w:val="006E65F1"/>
    <w:rsid w:val="006E6D33"/>
    <w:rsid w:val="006E6F18"/>
    <w:rsid w:val="006E6FAE"/>
    <w:rsid w:val="006E7449"/>
    <w:rsid w:val="006E75CD"/>
    <w:rsid w:val="006E76C1"/>
    <w:rsid w:val="006E7B0A"/>
    <w:rsid w:val="006E7EF3"/>
    <w:rsid w:val="006F026F"/>
    <w:rsid w:val="006F03F1"/>
    <w:rsid w:val="006F0EF2"/>
    <w:rsid w:val="006F109D"/>
    <w:rsid w:val="006F1703"/>
    <w:rsid w:val="006F1B65"/>
    <w:rsid w:val="006F1C6A"/>
    <w:rsid w:val="006F1EB2"/>
    <w:rsid w:val="006F20C4"/>
    <w:rsid w:val="006F2166"/>
    <w:rsid w:val="006F2442"/>
    <w:rsid w:val="006F2744"/>
    <w:rsid w:val="006F2A28"/>
    <w:rsid w:val="006F2A29"/>
    <w:rsid w:val="006F2B78"/>
    <w:rsid w:val="006F2F67"/>
    <w:rsid w:val="006F3410"/>
    <w:rsid w:val="006F3C20"/>
    <w:rsid w:val="006F3DC9"/>
    <w:rsid w:val="006F3FA6"/>
    <w:rsid w:val="006F4288"/>
    <w:rsid w:val="006F49C8"/>
    <w:rsid w:val="006F57B9"/>
    <w:rsid w:val="006F5808"/>
    <w:rsid w:val="006F5961"/>
    <w:rsid w:val="006F599D"/>
    <w:rsid w:val="006F5E55"/>
    <w:rsid w:val="006F65C0"/>
    <w:rsid w:val="006F6779"/>
    <w:rsid w:val="006F6942"/>
    <w:rsid w:val="006F6DD3"/>
    <w:rsid w:val="006F6F93"/>
    <w:rsid w:val="006F799C"/>
    <w:rsid w:val="0070001B"/>
    <w:rsid w:val="0070010A"/>
    <w:rsid w:val="007007BF"/>
    <w:rsid w:val="00700E23"/>
    <w:rsid w:val="00700FA1"/>
    <w:rsid w:val="00701212"/>
    <w:rsid w:val="007018BD"/>
    <w:rsid w:val="007026B7"/>
    <w:rsid w:val="00702B51"/>
    <w:rsid w:val="007034E5"/>
    <w:rsid w:val="007038A7"/>
    <w:rsid w:val="00703E65"/>
    <w:rsid w:val="00703EE5"/>
    <w:rsid w:val="007049F2"/>
    <w:rsid w:val="007056EA"/>
    <w:rsid w:val="00705ADD"/>
    <w:rsid w:val="00706400"/>
    <w:rsid w:val="007066A5"/>
    <w:rsid w:val="0070685C"/>
    <w:rsid w:val="00706B8A"/>
    <w:rsid w:val="00706DC4"/>
    <w:rsid w:val="007076F8"/>
    <w:rsid w:val="00707815"/>
    <w:rsid w:val="00707B4C"/>
    <w:rsid w:val="00707C30"/>
    <w:rsid w:val="00707D54"/>
    <w:rsid w:val="00710371"/>
    <w:rsid w:val="007106E5"/>
    <w:rsid w:val="00711319"/>
    <w:rsid w:val="00711481"/>
    <w:rsid w:val="00711998"/>
    <w:rsid w:val="00712939"/>
    <w:rsid w:val="007129CB"/>
    <w:rsid w:val="007129DF"/>
    <w:rsid w:val="00712F59"/>
    <w:rsid w:val="0071335A"/>
    <w:rsid w:val="00713611"/>
    <w:rsid w:val="00713887"/>
    <w:rsid w:val="00713C1E"/>
    <w:rsid w:val="007142EE"/>
    <w:rsid w:val="00714366"/>
    <w:rsid w:val="007143D6"/>
    <w:rsid w:val="007143ED"/>
    <w:rsid w:val="00714453"/>
    <w:rsid w:val="007155A5"/>
    <w:rsid w:val="0071580F"/>
    <w:rsid w:val="00715EF3"/>
    <w:rsid w:val="00716211"/>
    <w:rsid w:val="007169C8"/>
    <w:rsid w:val="00716A96"/>
    <w:rsid w:val="00721FCF"/>
    <w:rsid w:val="007226EE"/>
    <w:rsid w:val="00722954"/>
    <w:rsid w:val="00722BED"/>
    <w:rsid w:val="0072350F"/>
    <w:rsid w:val="00723678"/>
    <w:rsid w:val="007243B1"/>
    <w:rsid w:val="00724849"/>
    <w:rsid w:val="0072485A"/>
    <w:rsid w:val="00724C91"/>
    <w:rsid w:val="007261BE"/>
    <w:rsid w:val="007263B1"/>
    <w:rsid w:val="007265E1"/>
    <w:rsid w:val="00726E48"/>
    <w:rsid w:val="00726F7C"/>
    <w:rsid w:val="00727273"/>
    <w:rsid w:val="0072734E"/>
    <w:rsid w:val="007279E9"/>
    <w:rsid w:val="00727D5A"/>
    <w:rsid w:val="007303D9"/>
    <w:rsid w:val="00730590"/>
    <w:rsid w:val="007309BB"/>
    <w:rsid w:val="00730EC8"/>
    <w:rsid w:val="00730ED5"/>
    <w:rsid w:val="00730FDA"/>
    <w:rsid w:val="00731C42"/>
    <w:rsid w:val="00731C7C"/>
    <w:rsid w:val="0073248D"/>
    <w:rsid w:val="00732AD9"/>
    <w:rsid w:val="00732E6E"/>
    <w:rsid w:val="007336D6"/>
    <w:rsid w:val="0073407B"/>
    <w:rsid w:val="007342B6"/>
    <w:rsid w:val="00734408"/>
    <w:rsid w:val="00734771"/>
    <w:rsid w:val="0073513F"/>
    <w:rsid w:val="00735390"/>
    <w:rsid w:val="00735B49"/>
    <w:rsid w:val="00736005"/>
    <w:rsid w:val="007360A9"/>
    <w:rsid w:val="00736307"/>
    <w:rsid w:val="00736DB4"/>
    <w:rsid w:val="007370A5"/>
    <w:rsid w:val="007378EB"/>
    <w:rsid w:val="00737AA0"/>
    <w:rsid w:val="00737B17"/>
    <w:rsid w:val="007401F2"/>
    <w:rsid w:val="00740807"/>
    <w:rsid w:val="00740F4B"/>
    <w:rsid w:val="0074121C"/>
    <w:rsid w:val="007412CB"/>
    <w:rsid w:val="00741354"/>
    <w:rsid w:val="007414C6"/>
    <w:rsid w:val="00741B10"/>
    <w:rsid w:val="00741E50"/>
    <w:rsid w:val="0074206A"/>
    <w:rsid w:val="0074247E"/>
    <w:rsid w:val="0074300B"/>
    <w:rsid w:val="007440D9"/>
    <w:rsid w:val="007441C1"/>
    <w:rsid w:val="00744B6F"/>
    <w:rsid w:val="0074555F"/>
    <w:rsid w:val="007455E8"/>
    <w:rsid w:val="007458CE"/>
    <w:rsid w:val="00746101"/>
    <w:rsid w:val="00746782"/>
    <w:rsid w:val="00746795"/>
    <w:rsid w:val="00746DF5"/>
    <w:rsid w:val="007470DD"/>
    <w:rsid w:val="00747EF2"/>
    <w:rsid w:val="007500C1"/>
    <w:rsid w:val="00750595"/>
    <w:rsid w:val="007512E4"/>
    <w:rsid w:val="00751AAA"/>
    <w:rsid w:val="00751FE2"/>
    <w:rsid w:val="007525E3"/>
    <w:rsid w:val="00752E30"/>
    <w:rsid w:val="00752EA6"/>
    <w:rsid w:val="00752F55"/>
    <w:rsid w:val="00753F93"/>
    <w:rsid w:val="007543EC"/>
    <w:rsid w:val="00754629"/>
    <w:rsid w:val="00754C31"/>
    <w:rsid w:val="00755697"/>
    <w:rsid w:val="007559DA"/>
    <w:rsid w:val="00755A22"/>
    <w:rsid w:val="00755FD9"/>
    <w:rsid w:val="0075633B"/>
    <w:rsid w:val="0075663F"/>
    <w:rsid w:val="0075761E"/>
    <w:rsid w:val="00757AA1"/>
    <w:rsid w:val="00760084"/>
    <w:rsid w:val="0076081B"/>
    <w:rsid w:val="00760CFA"/>
    <w:rsid w:val="007614F6"/>
    <w:rsid w:val="007618FA"/>
    <w:rsid w:val="00761D3F"/>
    <w:rsid w:val="00761FF1"/>
    <w:rsid w:val="007622F2"/>
    <w:rsid w:val="0076289C"/>
    <w:rsid w:val="007628BF"/>
    <w:rsid w:val="0076292B"/>
    <w:rsid w:val="00764FE3"/>
    <w:rsid w:val="00765FD5"/>
    <w:rsid w:val="00766449"/>
    <w:rsid w:val="007667F0"/>
    <w:rsid w:val="007669DD"/>
    <w:rsid w:val="00766B79"/>
    <w:rsid w:val="007675BF"/>
    <w:rsid w:val="007678D3"/>
    <w:rsid w:val="00767B55"/>
    <w:rsid w:val="007706D1"/>
    <w:rsid w:val="00770975"/>
    <w:rsid w:val="00770B4D"/>
    <w:rsid w:val="0077134C"/>
    <w:rsid w:val="00771573"/>
    <w:rsid w:val="00772096"/>
    <w:rsid w:val="00772AC4"/>
    <w:rsid w:val="00772F2D"/>
    <w:rsid w:val="0077311D"/>
    <w:rsid w:val="0077321B"/>
    <w:rsid w:val="00773314"/>
    <w:rsid w:val="00774619"/>
    <w:rsid w:val="0077539B"/>
    <w:rsid w:val="00775B3E"/>
    <w:rsid w:val="00776056"/>
    <w:rsid w:val="007763C2"/>
    <w:rsid w:val="00776CDE"/>
    <w:rsid w:val="00776E7A"/>
    <w:rsid w:val="007773FC"/>
    <w:rsid w:val="0077746F"/>
    <w:rsid w:val="00777804"/>
    <w:rsid w:val="00777908"/>
    <w:rsid w:val="00777B18"/>
    <w:rsid w:val="007802DD"/>
    <w:rsid w:val="00780343"/>
    <w:rsid w:val="00780A97"/>
    <w:rsid w:val="00780D02"/>
    <w:rsid w:val="00781113"/>
    <w:rsid w:val="0078120E"/>
    <w:rsid w:val="007812CE"/>
    <w:rsid w:val="007816E8"/>
    <w:rsid w:val="00782314"/>
    <w:rsid w:val="00782E50"/>
    <w:rsid w:val="007831BA"/>
    <w:rsid w:val="0078320B"/>
    <w:rsid w:val="0078431D"/>
    <w:rsid w:val="00784A45"/>
    <w:rsid w:val="00784DDC"/>
    <w:rsid w:val="00785CA8"/>
    <w:rsid w:val="00786159"/>
    <w:rsid w:val="00786436"/>
    <w:rsid w:val="0078653D"/>
    <w:rsid w:val="00786693"/>
    <w:rsid w:val="007875A6"/>
    <w:rsid w:val="00787DE3"/>
    <w:rsid w:val="00787E34"/>
    <w:rsid w:val="00790CD6"/>
    <w:rsid w:val="00790D6A"/>
    <w:rsid w:val="00790FE8"/>
    <w:rsid w:val="0079137E"/>
    <w:rsid w:val="0079138A"/>
    <w:rsid w:val="0079199D"/>
    <w:rsid w:val="00791D39"/>
    <w:rsid w:val="00792549"/>
    <w:rsid w:val="0079279C"/>
    <w:rsid w:val="00793015"/>
    <w:rsid w:val="00793224"/>
    <w:rsid w:val="007932B1"/>
    <w:rsid w:val="0079346C"/>
    <w:rsid w:val="00793B75"/>
    <w:rsid w:val="00794B19"/>
    <w:rsid w:val="00795346"/>
    <w:rsid w:val="00795463"/>
    <w:rsid w:val="007955EC"/>
    <w:rsid w:val="00795657"/>
    <w:rsid w:val="00795921"/>
    <w:rsid w:val="00796049"/>
    <w:rsid w:val="007971CD"/>
    <w:rsid w:val="00797672"/>
    <w:rsid w:val="00797C7A"/>
    <w:rsid w:val="007A008E"/>
    <w:rsid w:val="007A0442"/>
    <w:rsid w:val="007A075D"/>
    <w:rsid w:val="007A0A53"/>
    <w:rsid w:val="007A0DB5"/>
    <w:rsid w:val="007A1205"/>
    <w:rsid w:val="007A16A5"/>
    <w:rsid w:val="007A16FD"/>
    <w:rsid w:val="007A2528"/>
    <w:rsid w:val="007A29B1"/>
    <w:rsid w:val="007A2DEF"/>
    <w:rsid w:val="007A2E8E"/>
    <w:rsid w:val="007A3305"/>
    <w:rsid w:val="007A3958"/>
    <w:rsid w:val="007A3B09"/>
    <w:rsid w:val="007A3E42"/>
    <w:rsid w:val="007A442F"/>
    <w:rsid w:val="007A4E00"/>
    <w:rsid w:val="007A4F28"/>
    <w:rsid w:val="007A51D0"/>
    <w:rsid w:val="007A5240"/>
    <w:rsid w:val="007A52A3"/>
    <w:rsid w:val="007A5AE3"/>
    <w:rsid w:val="007A5B1C"/>
    <w:rsid w:val="007A62B3"/>
    <w:rsid w:val="007A661E"/>
    <w:rsid w:val="007A686D"/>
    <w:rsid w:val="007A6F7E"/>
    <w:rsid w:val="007A75A5"/>
    <w:rsid w:val="007A75BF"/>
    <w:rsid w:val="007A798A"/>
    <w:rsid w:val="007A7A85"/>
    <w:rsid w:val="007A7DD2"/>
    <w:rsid w:val="007B05E2"/>
    <w:rsid w:val="007B0A06"/>
    <w:rsid w:val="007B0F1C"/>
    <w:rsid w:val="007B0F51"/>
    <w:rsid w:val="007B141E"/>
    <w:rsid w:val="007B1686"/>
    <w:rsid w:val="007B1C47"/>
    <w:rsid w:val="007B20C8"/>
    <w:rsid w:val="007B210B"/>
    <w:rsid w:val="007B245C"/>
    <w:rsid w:val="007B24B4"/>
    <w:rsid w:val="007B24F3"/>
    <w:rsid w:val="007B26A8"/>
    <w:rsid w:val="007B28A4"/>
    <w:rsid w:val="007B2957"/>
    <w:rsid w:val="007B2A47"/>
    <w:rsid w:val="007B3259"/>
    <w:rsid w:val="007B38B0"/>
    <w:rsid w:val="007B3A33"/>
    <w:rsid w:val="007B44E1"/>
    <w:rsid w:val="007B4583"/>
    <w:rsid w:val="007B4749"/>
    <w:rsid w:val="007B4822"/>
    <w:rsid w:val="007B4A6F"/>
    <w:rsid w:val="007B5B85"/>
    <w:rsid w:val="007B5FC3"/>
    <w:rsid w:val="007B607D"/>
    <w:rsid w:val="007B6959"/>
    <w:rsid w:val="007B6AC6"/>
    <w:rsid w:val="007B7A01"/>
    <w:rsid w:val="007B7B90"/>
    <w:rsid w:val="007C0A03"/>
    <w:rsid w:val="007C0A61"/>
    <w:rsid w:val="007C0DB6"/>
    <w:rsid w:val="007C1DB9"/>
    <w:rsid w:val="007C1FDF"/>
    <w:rsid w:val="007C2136"/>
    <w:rsid w:val="007C27A7"/>
    <w:rsid w:val="007C2938"/>
    <w:rsid w:val="007C2CCD"/>
    <w:rsid w:val="007C2CF5"/>
    <w:rsid w:val="007C318C"/>
    <w:rsid w:val="007C3254"/>
    <w:rsid w:val="007C39F1"/>
    <w:rsid w:val="007C4375"/>
    <w:rsid w:val="007C4468"/>
    <w:rsid w:val="007C52F5"/>
    <w:rsid w:val="007C5518"/>
    <w:rsid w:val="007C5EC7"/>
    <w:rsid w:val="007C6024"/>
    <w:rsid w:val="007C604F"/>
    <w:rsid w:val="007C638B"/>
    <w:rsid w:val="007C67B1"/>
    <w:rsid w:val="007C67BB"/>
    <w:rsid w:val="007C6861"/>
    <w:rsid w:val="007C687A"/>
    <w:rsid w:val="007C6993"/>
    <w:rsid w:val="007C6B22"/>
    <w:rsid w:val="007C6E87"/>
    <w:rsid w:val="007C70C2"/>
    <w:rsid w:val="007C7B59"/>
    <w:rsid w:val="007D0058"/>
    <w:rsid w:val="007D010C"/>
    <w:rsid w:val="007D14B2"/>
    <w:rsid w:val="007D1975"/>
    <w:rsid w:val="007D2F5D"/>
    <w:rsid w:val="007D3336"/>
    <w:rsid w:val="007D33AB"/>
    <w:rsid w:val="007D3990"/>
    <w:rsid w:val="007D3C50"/>
    <w:rsid w:val="007D3F76"/>
    <w:rsid w:val="007D453B"/>
    <w:rsid w:val="007D490C"/>
    <w:rsid w:val="007D4EAD"/>
    <w:rsid w:val="007D54CB"/>
    <w:rsid w:val="007D5698"/>
    <w:rsid w:val="007D5D60"/>
    <w:rsid w:val="007D6373"/>
    <w:rsid w:val="007D6713"/>
    <w:rsid w:val="007D6930"/>
    <w:rsid w:val="007D6CCE"/>
    <w:rsid w:val="007D7F08"/>
    <w:rsid w:val="007E0288"/>
    <w:rsid w:val="007E052E"/>
    <w:rsid w:val="007E0682"/>
    <w:rsid w:val="007E0890"/>
    <w:rsid w:val="007E1C47"/>
    <w:rsid w:val="007E2295"/>
    <w:rsid w:val="007E26EB"/>
    <w:rsid w:val="007E30A1"/>
    <w:rsid w:val="007E3596"/>
    <w:rsid w:val="007E45AD"/>
    <w:rsid w:val="007E4B3B"/>
    <w:rsid w:val="007E4DE9"/>
    <w:rsid w:val="007E549A"/>
    <w:rsid w:val="007E55D3"/>
    <w:rsid w:val="007E56CB"/>
    <w:rsid w:val="007E62BB"/>
    <w:rsid w:val="007E64DF"/>
    <w:rsid w:val="007E6560"/>
    <w:rsid w:val="007E738C"/>
    <w:rsid w:val="007E7A5B"/>
    <w:rsid w:val="007F0263"/>
    <w:rsid w:val="007F059F"/>
    <w:rsid w:val="007F09DC"/>
    <w:rsid w:val="007F0A56"/>
    <w:rsid w:val="007F10E8"/>
    <w:rsid w:val="007F1604"/>
    <w:rsid w:val="007F17FE"/>
    <w:rsid w:val="007F187D"/>
    <w:rsid w:val="007F1BE4"/>
    <w:rsid w:val="007F208F"/>
    <w:rsid w:val="007F20B2"/>
    <w:rsid w:val="007F29EE"/>
    <w:rsid w:val="007F2AF0"/>
    <w:rsid w:val="007F2BEC"/>
    <w:rsid w:val="007F2ECF"/>
    <w:rsid w:val="007F326C"/>
    <w:rsid w:val="007F33AF"/>
    <w:rsid w:val="007F33BC"/>
    <w:rsid w:val="007F34BD"/>
    <w:rsid w:val="007F3801"/>
    <w:rsid w:val="007F3CF4"/>
    <w:rsid w:val="007F3D7A"/>
    <w:rsid w:val="007F3DD0"/>
    <w:rsid w:val="007F41CD"/>
    <w:rsid w:val="007F48DE"/>
    <w:rsid w:val="007F4F25"/>
    <w:rsid w:val="007F5110"/>
    <w:rsid w:val="007F549F"/>
    <w:rsid w:val="007F56F9"/>
    <w:rsid w:val="007F5AD6"/>
    <w:rsid w:val="007F6ACC"/>
    <w:rsid w:val="007F72A3"/>
    <w:rsid w:val="007F7379"/>
    <w:rsid w:val="007F759B"/>
    <w:rsid w:val="007F776E"/>
    <w:rsid w:val="007F777F"/>
    <w:rsid w:val="007F7970"/>
    <w:rsid w:val="00801B9A"/>
    <w:rsid w:val="0080201F"/>
    <w:rsid w:val="00802061"/>
    <w:rsid w:val="00802186"/>
    <w:rsid w:val="0080221C"/>
    <w:rsid w:val="008022EA"/>
    <w:rsid w:val="00802952"/>
    <w:rsid w:val="00802F67"/>
    <w:rsid w:val="0080329A"/>
    <w:rsid w:val="00803AAA"/>
    <w:rsid w:val="00803AEB"/>
    <w:rsid w:val="00803C3B"/>
    <w:rsid w:val="00803C5E"/>
    <w:rsid w:val="00803C6A"/>
    <w:rsid w:val="0080430F"/>
    <w:rsid w:val="008045FE"/>
    <w:rsid w:val="00804A83"/>
    <w:rsid w:val="008052DD"/>
    <w:rsid w:val="00805B1D"/>
    <w:rsid w:val="00805F1F"/>
    <w:rsid w:val="00806103"/>
    <w:rsid w:val="00806B4F"/>
    <w:rsid w:val="00807447"/>
    <w:rsid w:val="008075AE"/>
    <w:rsid w:val="00807A50"/>
    <w:rsid w:val="008101EF"/>
    <w:rsid w:val="008103C8"/>
    <w:rsid w:val="0081058D"/>
    <w:rsid w:val="00811A6B"/>
    <w:rsid w:val="00811F06"/>
    <w:rsid w:val="008124A8"/>
    <w:rsid w:val="00812E93"/>
    <w:rsid w:val="00812F27"/>
    <w:rsid w:val="00813066"/>
    <w:rsid w:val="00813868"/>
    <w:rsid w:val="0081472E"/>
    <w:rsid w:val="00814E27"/>
    <w:rsid w:val="00815393"/>
    <w:rsid w:val="00815916"/>
    <w:rsid w:val="00815AB1"/>
    <w:rsid w:val="00816549"/>
    <w:rsid w:val="00817680"/>
    <w:rsid w:val="00817F12"/>
    <w:rsid w:val="008200A6"/>
    <w:rsid w:val="0082039B"/>
    <w:rsid w:val="008203BB"/>
    <w:rsid w:val="00820481"/>
    <w:rsid w:val="008209AF"/>
    <w:rsid w:val="00820AB2"/>
    <w:rsid w:val="00820FB4"/>
    <w:rsid w:val="00821270"/>
    <w:rsid w:val="00821717"/>
    <w:rsid w:val="0082178D"/>
    <w:rsid w:val="00821A58"/>
    <w:rsid w:val="008230E1"/>
    <w:rsid w:val="0082310F"/>
    <w:rsid w:val="0082320A"/>
    <w:rsid w:val="0082325C"/>
    <w:rsid w:val="00823B3F"/>
    <w:rsid w:val="00823BEA"/>
    <w:rsid w:val="00824233"/>
    <w:rsid w:val="00824EB6"/>
    <w:rsid w:val="00825021"/>
    <w:rsid w:val="00825034"/>
    <w:rsid w:val="0082582D"/>
    <w:rsid w:val="00825E5B"/>
    <w:rsid w:val="008261CF"/>
    <w:rsid w:val="00826539"/>
    <w:rsid w:val="00826855"/>
    <w:rsid w:val="008271B2"/>
    <w:rsid w:val="0082768F"/>
    <w:rsid w:val="008279D0"/>
    <w:rsid w:val="00830298"/>
    <w:rsid w:val="0083079D"/>
    <w:rsid w:val="00830BEA"/>
    <w:rsid w:val="008315AD"/>
    <w:rsid w:val="00831B10"/>
    <w:rsid w:val="0083290B"/>
    <w:rsid w:val="00832DA9"/>
    <w:rsid w:val="00832F4A"/>
    <w:rsid w:val="00833274"/>
    <w:rsid w:val="00833299"/>
    <w:rsid w:val="008332D9"/>
    <w:rsid w:val="00833F62"/>
    <w:rsid w:val="008342BE"/>
    <w:rsid w:val="0083462F"/>
    <w:rsid w:val="00834D88"/>
    <w:rsid w:val="00834F9D"/>
    <w:rsid w:val="0083550B"/>
    <w:rsid w:val="00835A7B"/>
    <w:rsid w:val="00835B10"/>
    <w:rsid w:val="008360AD"/>
    <w:rsid w:val="0083645D"/>
    <w:rsid w:val="00836ED5"/>
    <w:rsid w:val="00837044"/>
    <w:rsid w:val="00837161"/>
    <w:rsid w:val="0083756A"/>
    <w:rsid w:val="00837AFF"/>
    <w:rsid w:val="00840604"/>
    <w:rsid w:val="00840DCE"/>
    <w:rsid w:val="00841170"/>
    <w:rsid w:val="00841308"/>
    <w:rsid w:val="00841CDD"/>
    <w:rsid w:val="00842ADD"/>
    <w:rsid w:val="00842CE4"/>
    <w:rsid w:val="00842F28"/>
    <w:rsid w:val="0084307C"/>
    <w:rsid w:val="00843106"/>
    <w:rsid w:val="008432AF"/>
    <w:rsid w:val="00843325"/>
    <w:rsid w:val="0084405A"/>
    <w:rsid w:val="00844CBD"/>
    <w:rsid w:val="008454E4"/>
    <w:rsid w:val="00845669"/>
    <w:rsid w:val="00845953"/>
    <w:rsid w:val="00845B66"/>
    <w:rsid w:val="0084608F"/>
    <w:rsid w:val="008462D5"/>
    <w:rsid w:val="00846FED"/>
    <w:rsid w:val="00847A30"/>
    <w:rsid w:val="00847D70"/>
    <w:rsid w:val="00850059"/>
    <w:rsid w:val="00850D51"/>
    <w:rsid w:val="008513F2"/>
    <w:rsid w:val="00851614"/>
    <w:rsid w:val="008517E3"/>
    <w:rsid w:val="00851CEA"/>
    <w:rsid w:val="00851F9C"/>
    <w:rsid w:val="008522D7"/>
    <w:rsid w:val="008523BF"/>
    <w:rsid w:val="00852450"/>
    <w:rsid w:val="0085354D"/>
    <w:rsid w:val="00853672"/>
    <w:rsid w:val="00853898"/>
    <w:rsid w:val="00853B82"/>
    <w:rsid w:val="008541AC"/>
    <w:rsid w:val="00854587"/>
    <w:rsid w:val="00854A11"/>
    <w:rsid w:val="00855198"/>
    <w:rsid w:val="00855E41"/>
    <w:rsid w:val="00856314"/>
    <w:rsid w:val="008567A1"/>
    <w:rsid w:val="008570C4"/>
    <w:rsid w:val="00857358"/>
    <w:rsid w:val="0085755E"/>
    <w:rsid w:val="00857582"/>
    <w:rsid w:val="0086005A"/>
    <w:rsid w:val="00860964"/>
    <w:rsid w:val="00860B68"/>
    <w:rsid w:val="008612F9"/>
    <w:rsid w:val="00861A2D"/>
    <w:rsid w:val="00863783"/>
    <w:rsid w:val="00864432"/>
    <w:rsid w:val="00864508"/>
    <w:rsid w:val="00864723"/>
    <w:rsid w:val="00864B7F"/>
    <w:rsid w:val="00864F98"/>
    <w:rsid w:val="00865098"/>
    <w:rsid w:val="00865442"/>
    <w:rsid w:val="008656CC"/>
    <w:rsid w:val="00866016"/>
    <w:rsid w:val="0086601F"/>
    <w:rsid w:val="008669BE"/>
    <w:rsid w:val="00866BF8"/>
    <w:rsid w:val="00867189"/>
    <w:rsid w:val="00867539"/>
    <w:rsid w:val="00867C0E"/>
    <w:rsid w:val="00867EE8"/>
    <w:rsid w:val="00870327"/>
    <w:rsid w:val="0087182E"/>
    <w:rsid w:val="00871F9E"/>
    <w:rsid w:val="0087299A"/>
    <w:rsid w:val="00872A7D"/>
    <w:rsid w:val="00872AE5"/>
    <w:rsid w:val="00872B5B"/>
    <w:rsid w:val="00872E5A"/>
    <w:rsid w:val="0087391B"/>
    <w:rsid w:val="00873943"/>
    <w:rsid w:val="00873BBF"/>
    <w:rsid w:val="00873C13"/>
    <w:rsid w:val="00873FAA"/>
    <w:rsid w:val="0087489C"/>
    <w:rsid w:val="00874A30"/>
    <w:rsid w:val="00874AE3"/>
    <w:rsid w:val="0087530C"/>
    <w:rsid w:val="00875A05"/>
    <w:rsid w:val="00876137"/>
    <w:rsid w:val="008774FF"/>
    <w:rsid w:val="00877ADC"/>
    <w:rsid w:val="00877F7A"/>
    <w:rsid w:val="008802BD"/>
    <w:rsid w:val="008804A3"/>
    <w:rsid w:val="00880578"/>
    <w:rsid w:val="00880BF7"/>
    <w:rsid w:val="00880F43"/>
    <w:rsid w:val="00881153"/>
    <w:rsid w:val="008816C7"/>
    <w:rsid w:val="00881E04"/>
    <w:rsid w:val="008824FA"/>
    <w:rsid w:val="00882685"/>
    <w:rsid w:val="008826C7"/>
    <w:rsid w:val="0088300A"/>
    <w:rsid w:val="00883601"/>
    <w:rsid w:val="00883ACF"/>
    <w:rsid w:val="00884498"/>
    <w:rsid w:val="0088484B"/>
    <w:rsid w:val="00884A1A"/>
    <w:rsid w:val="00885C78"/>
    <w:rsid w:val="008863A6"/>
    <w:rsid w:val="00886B40"/>
    <w:rsid w:val="0088701C"/>
    <w:rsid w:val="00887183"/>
    <w:rsid w:val="00887255"/>
    <w:rsid w:val="008873B7"/>
    <w:rsid w:val="008874DD"/>
    <w:rsid w:val="00887648"/>
    <w:rsid w:val="00887F31"/>
    <w:rsid w:val="00890094"/>
    <w:rsid w:val="008907E3"/>
    <w:rsid w:val="008909C7"/>
    <w:rsid w:val="00890DA1"/>
    <w:rsid w:val="00891733"/>
    <w:rsid w:val="0089254A"/>
    <w:rsid w:val="00892741"/>
    <w:rsid w:val="0089276B"/>
    <w:rsid w:val="00892866"/>
    <w:rsid w:val="00892AC2"/>
    <w:rsid w:val="00893094"/>
    <w:rsid w:val="008932F4"/>
    <w:rsid w:val="0089447F"/>
    <w:rsid w:val="00894796"/>
    <w:rsid w:val="00895C57"/>
    <w:rsid w:val="00895ED8"/>
    <w:rsid w:val="00896082"/>
    <w:rsid w:val="008964A9"/>
    <w:rsid w:val="008968BD"/>
    <w:rsid w:val="008970E7"/>
    <w:rsid w:val="00897249"/>
    <w:rsid w:val="008973A3"/>
    <w:rsid w:val="00897EEA"/>
    <w:rsid w:val="008A03D7"/>
    <w:rsid w:val="008A07E8"/>
    <w:rsid w:val="008A0F37"/>
    <w:rsid w:val="008A1086"/>
    <w:rsid w:val="008A1256"/>
    <w:rsid w:val="008A198D"/>
    <w:rsid w:val="008A2052"/>
    <w:rsid w:val="008A23EE"/>
    <w:rsid w:val="008A268F"/>
    <w:rsid w:val="008A2BA7"/>
    <w:rsid w:val="008A2DDE"/>
    <w:rsid w:val="008A319C"/>
    <w:rsid w:val="008A3693"/>
    <w:rsid w:val="008A3E76"/>
    <w:rsid w:val="008A41C1"/>
    <w:rsid w:val="008A4402"/>
    <w:rsid w:val="008A5602"/>
    <w:rsid w:val="008A561B"/>
    <w:rsid w:val="008A56E0"/>
    <w:rsid w:val="008A5EE7"/>
    <w:rsid w:val="008A5F68"/>
    <w:rsid w:val="008A6D9E"/>
    <w:rsid w:val="008A74B9"/>
    <w:rsid w:val="008A7957"/>
    <w:rsid w:val="008A7A05"/>
    <w:rsid w:val="008A7C2A"/>
    <w:rsid w:val="008A7F1E"/>
    <w:rsid w:val="008A7F42"/>
    <w:rsid w:val="008A7F91"/>
    <w:rsid w:val="008B0A01"/>
    <w:rsid w:val="008B0A7E"/>
    <w:rsid w:val="008B13D8"/>
    <w:rsid w:val="008B1469"/>
    <w:rsid w:val="008B2994"/>
    <w:rsid w:val="008B2A3F"/>
    <w:rsid w:val="008B313B"/>
    <w:rsid w:val="008B31DE"/>
    <w:rsid w:val="008B3B63"/>
    <w:rsid w:val="008B3E23"/>
    <w:rsid w:val="008B3EBA"/>
    <w:rsid w:val="008B42CB"/>
    <w:rsid w:val="008B4793"/>
    <w:rsid w:val="008B4C63"/>
    <w:rsid w:val="008B4EBD"/>
    <w:rsid w:val="008B5174"/>
    <w:rsid w:val="008B5367"/>
    <w:rsid w:val="008B541D"/>
    <w:rsid w:val="008B5A12"/>
    <w:rsid w:val="008B5E10"/>
    <w:rsid w:val="008B6342"/>
    <w:rsid w:val="008B65C2"/>
    <w:rsid w:val="008B6752"/>
    <w:rsid w:val="008B67C2"/>
    <w:rsid w:val="008B6CAD"/>
    <w:rsid w:val="008B70F9"/>
    <w:rsid w:val="008B70FE"/>
    <w:rsid w:val="008B71A2"/>
    <w:rsid w:val="008B744F"/>
    <w:rsid w:val="008B7DEA"/>
    <w:rsid w:val="008B7E2C"/>
    <w:rsid w:val="008B7F85"/>
    <w:rsid w:val="008B7FE2"/>
    <w:rsid w:val="008C039D"/>
    <w:rsid w:val="008C09D3"/>
    <w:rsid w:val="008C0C6D"/>
    <w:rsid w:val="008C0D92"/>
    <w:rsid w:val="008C0ECC"/>
    <w:rsid w:val="008C0FDD"/>
    <w:rsid w:val="008C0FEB"/>
    <w:rsid w:val="008C1609"/>
    <w:rsid w:val="008C16E1"/>
    <w:rsid w:val="008C17A8"/>
    <w:rsid w:val="008C1A96"/>
    <w:rsid w:val="008C209F"/>
    <w:rsid w:val="008C21EE"/>
    <w:rsid w:val="008C26C9"/>
    <w:rsid w:val="008C2AF9"/>
    <w:rsid w:val="008C2D6A"/>
    <w:rsid w:val="008C31FA"/>
    <w:rsid w:val="008C3230"/>
    <w:rsid w:val="008C340D"/>
    <w:rsid w:val="008C4DE1"/>
    <w:rsid w:val="008C5277"/>
    <w:rsid w:val="008C574B"/>
    <w:rsid w:val="008C6623"/>
    <w:rsid w:val="008C6658"/>
    <w:rsid w:val="008C6819"/>
    <w:rsid w:val="008C6875"/>
    <w:rsid w:val="008C7535"/>
    <w:rsid w:val="008C76E9"/>
    <w:rsid w:val="008C7ED1"/>
    <w:rsid w:val="008D00F2"/>
    <w:rsid w:val="008D0264"/>
    <w:rsid w:val="008D05A1"/>
    <w:rsid w:val="008D082D"/>
    <w:rsid w:val="008D08FD"/>
    <w:rsid w:val="008D14A9"/>
    <w:rsid w:val="008D2130"/>
    <w:rsid w:val="008D23D7"/>
    <w:rsid w:val="008D23EF"/>
    <w:rsid w:val="008D2ABA"/>
    <w:rsid w:val="008D3155"/>
    <w:rsid w:val="008D3442"/>
    <w:rsid w:val="008D3656"/>
    <w:rsid w:val="008D3999"/>
    <w:rsid w:val="008D39DD"/>
    <w:rsid w:val="008D3D90"/>
    <w:rsid w:val="008D4151"/>
    <w:rsid w:val="008D4344"/>
    <w:rsid w:val="008D438E"/>
    <w:rsid w:val="008D4774"/>
    <w:rsid w:val="008D49A3"/>
    <w:rsid w:val="008D4AE3"/>
    <w:rsid w:val="008D4C5E"/>
    <w:rsid w:val="008D4DA9"/>
    <w:rsid w:val="008D4DFB"/>
    <w:rsid w:val="008D511B"/>
    <w:rsid w:val="008D5C83"/>
    <w:rsid w:val="008D5D19"/>
    <w:rsid w:val="008D5E0E"/>
    <w:rsid w:val="008D642E"/>
    <w:rsid w:val="008D6CA8"/>
    <w:rsid w:val="008D74DB"/>
    <w:rsid w:val="008E122D"/>
    <w:rsid w:val="008E1608"/>
    <w:rsid w:val="008E237D"/>
    <w:rsid w:val="008E2517"/>
    <w:rsid w:val="008E2BEE"/>
    <w:rsid w:val="008E2F17"/>
    <w:rsid w:val="008E307E"/>
    <w:rsid w:val="008E3273"/>
    <w:rsid w:val="008E33D1"/>
    <w:rsid w:val="008E35D7"/>
    <w:rsid w:val="008E3A0D"/>
    <w:rsid w:val="008E3B9B"/>
    <w:rsid w:val="008E4376"/>
    <w:rsid w:val="008E5129"/>
    <w:rsid w:val="008E5423"/>
    <w:rsid w:val="008E5D12"/>
    <w:rsid w:val="008E6624"/>
    <w:rsid w:val="008E70A6"/>
    <w:rsid w:val="008E76BB"/>
    <w:rsid w:val="008F018F"/>
    <w:rsid w:val="008F07C1"/>
    <w:rsid w:val="008F0B92"/>
    <w:rsid w:val="008F0D8F"/>
    <w:rsid w:val="008F161F"/>
    <w:rsid w:val="008F18A5"/>
    <w:rsid w:val="008F1EA0"/>
    <w:rsid w:val="008F2638"/>
    <w:rsid w:val="008F2A8D"/>
    <w:rsid w:val="008F2FAE"/>
    <w:rsid w:val="008F33DD"/>
    <w:rsid w:val="008F360D"/>
    <w:rsid w:val="008F3A5D"/>
    <w:rsid w:val="008F4AB0"/>
    <w:rsid w:val="008F4C50"/>
    <w:rsid w:val="008F4D48"/>
    <w:rsid w:val="008F50DC"/>
    <w:rsid w:val="008F512E"/>
    <w:rsid w:val="008F568D"/>
    <w:rsid w:val="008F571A"/>
    <w:rsid w:val="008F5A97"/>
    <w:rsid w:val="008F5AD6"/>
    <w:rsid w:val="008F6143"/>
    <w:rsid w:val="008F61DC"/>
    <w:rsid w:val="008F644F"/>
    <w:rsid w:val="008F6AF3"/>
    <w:rsid w:val="008F6D7C"/>
    <w:rsid w:val="008F759C"/>
    <w:rsid w:val="008F7A2C"/>
    <w:rsid w:val="0090009B"/>
    <w:rsid w:val="0090011D"/>
    <w:rsid w:val="009002C9"/>
    <w:rsid w:val="0090125E"/>
    <w:rsid w:val="009016B5"/>
    <w:rsid w:val="009017FB"/>
    <w:rsid w:val="00901B55"/>
    <w:rsid w:val="0090224B"/>
    <w:rsid w:val="00902D69"/>
    <w:rsid w:val="00902EB9"/>
    <w:rsid w:val="00903285"/>
    <w:rsid w:val="009036B5"/>
    <w:rsid w:val="009038B5"/>
    <w:rsid w:val="009045A9"/>
    <w:rsid w:val="009046EE"/>
    <w:rsid w:val="009052A8"/>
    <w:rsid w:val="00905A3C"/>
    <w:rsid w:val="00905D90"/>
    <w:rsid w:val="00906606"/>
    <w:rsid w:val="00906782"/>
    <w:rsid w:val="00906903"/>
    <w:rsid w:val="0090711F"/>
    <w:rsid w:val="00907438"/>
    <w:rsid w:val="00907515"/>
    <w:rsid w:val="00910303"/>
    <w:rsid w:val="0091031C"/>
    <w:rsid w:val="009106E1"/>
    <w:rsid w:val="00910BB3"/>
    <w:rsid w:val="00910BC8"/>
    <w:rsid w:val="00911144"/>
    <w:rsid w:val="009112A4"/>
    <w:rsid w:val="009114E8"/>
    <w:rsid w:val="009119F0"/>
    <w:rsid w:val="009121C7"/>
    <w:rsid w:val="0091228F"/>
    <w:rsid w:val="009124A5"/>
    <w:rsid w:val="009125D7"/>
    <w:rsid w:val="00912F2E"/>
    <w:rsid w:val="009137EB"/>
    <w:rsid w:val="00913B27"/>
    <w:rsid w:val="00913BA5"/>
    <w:rsid w:val="0091413C"/>
    <w:rsid w:val="009141C0"/>
    <w:rsid w:val="00914320"/>
    <w:rsid w:val="009144FC"/>
    <w:rsid w:val="009151E5"/>
    <w:rsid w:val="00915356"/>
    <w:rsid w:val="00915385"/>
    <w:rsid w:val="00915AE0"/>
    <w:rsid w:val="00915F09"/>
    <w:rsid w:val="009170AB"/>
    <w:rsid w:val="009174D2"/>
    <w:rsid w:val="00917DE2"/>
    <w:rsid w:val="00920651"/>
    <w:rsid w:val="00920A90"/>
    <w:rsid w:val="009215B9"/>
    <w:rsid w:val="00921FE6"/>
    <w:rsid w:val="009226A3"/>
    <w:rsid w:val="00922794"/>
    <w:rsid w:val="009228EA"/>
    <w:rsid w:val="00922A57"/>
    <w:rsid w:val="00922CD7"/>
    <w:rsid w:val="00922EAE"/>
    <w:rsid w:val="0092367A"/>
    <w:rsid w:val="00923A90"/>
    <w:rsid w:val="00923AD2"/>
    <w:rsid w:val="00923BCF"/>
    <w:rsid w:val="00923BDB"/>
    <w:rsid w:val="00923E8B"/>
    <w:rsid w:val="00924011"/>
    <w:rsid w:val="009240AC"/>
    <w:rsid w:val="00924B55"/>
    <w:rsid w:val="00924E70"/>
    <w:rsid w:val="009252D5"/>
    <w:rsid w:val="009256EB"/>
    <w:rsid w:val="00925D6D"/>
    <w:rsid w:val="009264CE"/>
    <w:rsid w:val="009271EE"/>
    <w:rsid w:val="00927C39"/>
    <w:rsid w:val="00927E4E"/>
    <w:rsid w:val="00930342"/>
    <w:rsid w:val="0093037F"/>
    <w:rsid w:val="009305B4"/>
    <w:rsid w:val="00930A54"/>
    <w:rsid w:val="00930AB3"/>
    <w:rsid w:val="00930BE5"/>
    <w:rsid w:val="00930F83"/>
    <w:rsid w:val="00931923"/>
    <w:rsid w:val="00931E2F"/>
    <w:rsid w:val="00931FF1"/>
    <w:rsid w:val="0093234C"/>
    <w:rsid w:val="00932678"/>
    <w:rsid w:val="00933140"/>
    <w:rsid w:val="009332FA"/>
    <w:rsid w:val="0093337F"/>
    <w:rsid w:val="00934BE5"/>
    <w:rsid w:val="00934DCF"/>
    <w:rsid w:val="009351DF"/>
    <w:rsid w:val="0093521E"/>
    <w:rsid w:val="009355DA"/>
    <w:rsid w:val="00935814"/>
    <w:rsid w:val="009358F6"/>
    <w:rsid w:val="00935C9C"/>
    <w:rsid w:val="00935FDA"/>
    <w:rsid w:val="009362BE"/>
    <w:rsid w:val="009362E2"/>
    <w:rsid w:val="0093633D"/>
    <w:rsid w:val="00937688"/>
    <w:rsid w:val="009376B6"/>
    <w:rsid w:val="00940899"/>
    <w:rsid w:val="00940C22"/>
    <w:rsid w:val="00941459"/>
    <w:rsid w:val="00941A90"/>
    <w:rsid w:val="00941AC6"/>
    <w:rsid w:val="0094259C"/>
    <w:rsid w:val="009425EB"/>
    <w:rsid w:val="00942908"/>
    <w:rsid w:val="009439E7"/>
    <w:rsid w:val="009444A2"/>
    <w:rsid w:val="009449D3"/>
    <w:rsid w:val="00947098"/>
    <w:rsid w:val="00947BD2"/>
    <w:rsid w:val="00947E96"/>
    <w:rsid w:val="00947FF4"/>
    <w:rsid w:val="00950971"/>
    <w:rsid w:val="0095097D"/>
    <w:rsid w:val="00950CF1"/>
    <w:rsid w:val="00950E1B"/>
    <w:rsid w:val="00951572"/>
    <w:rsid w:val="009517AC"/>
    <w:rsid w:val="009519D2"/>
    <w:rsid w:val="00951A2D"/>
    <w:rsid w:val="009527DE"/>
    <w:rsid w:val="00952B18"/>
    <w:rsid w:val="0095313F"/>
    <w:rsid w:val="0095389B"/>
    <w:rsid w:val="00953B92"/>
    <w:rsid w:val="00953DB3"/>
    <w:rsid w:val="00953DC5"/>
    <w:rsid w:val="00953F50"/>
    <w:rsid w:val="00954251"/>
    <w:rsid w:val="009553E2"/>
    <w:rsid w:val="009558A6"/>
    <w:rsid w:val="00956790"/>
    <w:rsid w:val="00956B2B"/>
    <w:rsid w:val="00956B73"/>
    <w:rsid w:val="00956DE5"/>
    <w:rsid w:val="00956E41"/>
    <w:rsid w:val="00956E88"/>
    <w:rsid w:val="00957A09"/>
    <w:rsid w:val="00957D42"/>
    <w:rsid w:val="00960066"/>
    <w:rsid w:val="0096068F"/>
    <w:rsid w:val="00960822"/>
    <w:rsid w:val="00961054"/>
    <w:rsid w:val="009620C2"/>
    <w:rsid w:val="00962BCA"/>
    <w:rsid w:val="00963378"/>
    <w:rsid w:val="00963F68"/>
    <w:rsid w:val="00964C49"/>
    <w:rsid w:val="00964D0C"/>
    <w:rsid w:val="00964F77"/>
    <w:rsid w:val="009655C6"/>
    <w:rsid w:val="00965785"/>
    <w:rsid w:val="00965839"/>
    <w:rsid w:val="00965C0F"/>
    <w:rsid w:val="009664C4"/>
    <w:rsid w:val="009667C9"/>
    <w:rsid w:val="00966900"/>
    <w:rsid w:val="009674F1"/>
    <w:rsid w:val="00967CE8"/>
    <w:rsid w:val="00967D70"/>
    <w:rsid w:val="00970474"/>
    <w:rsid w:val="00970540"/>
    <w:rsid w:val="0097131D"/>
    <w:rsid w:val="00972311"/>
    <w:rsid w:val="00972840"/>
    <w:rsid w:val="00972AF3"/>
    <w:rsid w:val="00972B95"/>
    <w:rsid w:val="00972E06"/>
    <w:rsid w:val="009731A9"/>
    <w:rsid w:val="0097332F"/>
    <w:rsid w:val="00973748"/>
    <w:rsid w:val="009738D8"/>
    <w:rsid w:val="00974305"/>
    <w:rsid w:val="009744A5"/>
    <w:rsid w:val="00974681"/>
    <w:rsid w:val="009750F7"/>
    <w:rsid w:val="0097585B"/>
    <w:rsid w:val="00975940"/>
    <w:rsid w:val="00975D13"/>
    <w:rsid w:val="009762F8"/>
    <w:rsid w:val="0097630C"/>
    <w:rsid w:val="00976772"/>
    <w:rsid w:val="0097702A"/>
    <w:rsid w:val="009770EE"/>
    <w:rsid w:val="00977133"/>
    <w:rsid w:val="00977154"/>
    <w:rsid w:val="00977591"/>
    <w:rsid w:val="009775A3"/>
    <w:rsid w:val="009775EF"/>
    <w:rsid w:val="0097775D"/>
    <w:rsid w:val="00977C50"/>
    <w:rsid w:val="00977D22"/>
    <w:rsid w:val="009800D0"/>
    <w:rsid w:val="00980872"/>
    <w:rsid w:val="00980EA8"/>
    <w:rsid w:val="0098222B"/>
    <w:rsid w:val="0098231F"/>
    <w:rsid w:val="0098243B"/>
    <w:rsid w:val="009831FD"/>
    <w:rsid w:val="00983BF1"/>
    <w:rsid w:val="00984911"/>
    <w:rsid w:val="00984A63"/>
    <w:rsid w:val="00984C24"/>
    <w:rsid w:val="00984E3F"/>
    <w:rsid w:val="00985F5F"/>
    <w:rsid w:val="00986244"/>
    <w:rsid w:val="00986442"/>
    <w:rsid w:val="00986ABA"/>
    <w:rsid w:val="009877C9"/>
    <w:rsid w:val="00987880"/>
    <w:rsid w:val="0098796B"/>
    <w:rsid w:val="00990DAF"/>
    <w:rsid w:val="00990E08"/>
    <w:rsid w:val="00991975"/>
    <w:rsid w:val="009924EC"/>
    <w:rsid w:val="009925F4"/>
    <w:rsid w:val="00992825"/>
    <w:rsid w:val="009929AA"/>
    <w:rsid w:val="00993042"/>
    <w:rsid w:val="00993A3B"/>
    <w:rsid w:val="00993A4A"/>
    <w:rsid w:val="00993BA8"/>
    <w:rsid w:val="00993C1A"/>
    <w:rsid w:val="0099463D"/>
    <w:rsid w:val="00994BF1"/>
    <w:rsid w:val="0099511B"/>
    <w:rsid w:val="00995B11"/>
    <w:rsid w:val="009968E6"/>
    <w:rsid w:val="00996997"/>
    <w:rsid w:val="00996B5F"/>
    <w:rsid w:val="009970C6"/>
    <w:rsid w:val="00997610"/>
    <w:rsid w:val="0099763A"/>
    <w:rsid w:val="00997721"/>
    <w:rsid w:val="0099798B"/>
    <w:rsid w:val="009A1144"/>
    <w:rsid w:val="009A14D1"/>
    <w:rsid w:val="009A178E"/>
    <w:rsid w:val="009A1CD3"/>
    <w:rsid w:val="009A1D2F"/>
    <w:rsid w:val="009A1F6C"/>
    <w:rsid w:val="009A22E8"/>
    <w:rsid w:val="009A2826"/>
    <w:rsid w:val="009A2E2E"/>
    <w:rsid w:val="009A2F22"/>
    <w:rsid w:val="009A3377"/>
    <w:rsid w:val="009A3BED"/>
    <w:rsid w:val="009A3EED"/>
    <w:rsid w:val="009A40ED"/>
    <w:rsid w:val="009A4811"/>
    <w:rsid w:val="009A56F7"/>
    <w:rsid w:val="009A5727"/>
    <w:rsid w:val="009A60FA"/>
    <w:rsid w:val="009A62F4"/>
    <w:rsid w:val="009A66B3"/>
    <w:rsid w:val="009A6B10"/>
    <w:rsid w:val="009A71D8"/>
    <w:rsid w:val="009A722A"/>
    <w:rsid w:val="009A73FA"/>
    <w:rsid w:val="009A73FC"/>
    <w:rsid w:val="009A74F0"/>
    <w:rsid w:val="009A759A"/>
    <w:rsid w:val="009A7F2D"/>
    <w:rsid w:val="009B0131"/>
    <w:rsid w:val="009B0431"/>
    <w:rsid w:val="009B0682"/>
    <w:rsid w:val="009B0C8C"/>
    <w:rsid w:val="009B1104"/>
    <w:rsid w:val="009B24D3"/>
    <w:rsid w:val="009B29AE"/>
    <w:rsid w:val="009B2C49"/>
    <w:rsid w:val="009B2D68"/>
    <w:rsid w:val="009B35C0"/>
    <w:rsid w:val="009B383A"/>
    <w:rsid w:val="009B3F67"/>
    <w:rsid w:val="009B4881"/>
    <w:rsid w:val="009B4B6E"/>
    <w:rsid w:val="009B5285"/>
    <w:rsid w:val="009B52B7"/>
    <w:rsid w:val="009B5AAF"/>
    <w:rsid w:val="009B63ED"/>
    <w:rsid w:val="009B6FCB"/>
    <w:rsid w:val="009C0D84"/>
    <w:rsid w:val="009C13A3"/>
    <w:rsid w:val="009C1B8E"/>
    <w:rsid w:val="009C1F11"/>
    <w:rsid w:val="009C2193"/>
    <w:rsid w:val="009C255D"/>
    <w:rsid w:val="009C257E"/>
    <w:rsid w:val="009C2CC0"/>
    <w:rsid w:val="009C2E2F"/>
    <w:rsid w:val="009C356B"/>
    <w:rsid w:val="009C37EC"/>
    <w:rsid w:val="009C3F68"/>
    <w:rsid w:val="009C46B9"/>
    <w:rsid w:val="009C4A4C"/>
    <w:rsid w:val="009C4BB9"/>
    <w:rsid w:val="009C516F"/>
    <w:rsid w:val="009C536F"/>
    <w:rsid w:val="009C546C"/>
    <w:rsid w:val="009C564F"/>
    <w:rsid w:val="009C582D"/>
    <w:rsid w:val="009C5A9D"/>
    <w:rsid w:val="009C5EFC"/>
    <w:rsid w:val="009C6503"/>
    <w:rsid w:val="009C6505"/>
    <w:rsid w:val="009C6591"/>
    <w:rsid w:val="009C6738"/>
    <w:rsid w:val="009C6D5A"/>
    <w:rsid w:val="009C7183"/>
    <w:rsid w:val="009C73C5"/>
    <w:rsid w:val="009C73DA"/>
    <w:rsid w:val="009D02AA"/>
    <w:rsid w:val="009D1280"/>
    <w:rsid w:val="009D1661"/>
    <w:rsid w:val="009D16D0"/>
    <w:rsid w:val="009D18C7"/>
    <w:rsid w:val="009D24AE"/>
    <w:rsid w:val="009D279F"/>
    <w:rsid w:val="009D2C68"/>
    <w:rsid w:val="009D300C"/>
    <w:rsid w:val="009D37A5"/>
    <w:rsid w:val="009D3CCC"/>
    <w:rsid w:val="009D3DE1"/>
    <w:rsid w:val="009D3FF3"/>
    <w:rsid w:val="009D4F51"/>
    <w:rsid w:val="009D50A3"/>
    <w:rsid w:val="009D55A4"/>
    <w:rsid w:val="009D5DB8"/>
    <w:rsid w:val="009D6018"/>
    <w:rsid w:val="009D6154"/>
    <w:rsid w:val="009D62AF"/>
    <w:rsid w:val="009D6416"/>
    <w:rsid w:val="009D6DB6"/>
    <w:rsid w:val="009D6DC7"/>
    <w:rsid w:val="009D74FB"/>
    <w:rsid w:val="009D761F"/>
    <w:rsid w:val="009D7629"/>
    <w:rsid w:val="009D782D"/>
    <w:rsid w:val="009D7AE7"/>
    <w:rsid w:val="009D7BD3"/>
    <w:rsid w:val="009D7DBE"/>
    <w:rsid w:val="009E0047"/>
    <w:rsid w:val="009E09DC"/>
    <w:rsid w:val="009E1492"/>
    <w:rsid w:val="009E1798"/>
    <w:rsid w:val="009E1808"/>
    <w:rsid w:val="009E31D0"/>
    <w:rsid w:val="009E3B7A"/>
    <w:rsid w:val="009E3C80"/>
    <w:rsid w:val="009E4348"/>
    <w:rsid w:val="009E4F64"/>
    <w:rsid w:val="009E5FBC"/>
    <w:rsid w:val="009E626E"/>
    <w:rsid w:val="009E6E32"/>
    <w:rsid w:val="009E6E9B"/>
    <w:rsid w:val="009E72B5"/>
    <w:rsid w:val="009F0169"/>
    <w:rsid w:val="009F0248"/>
    <w:rsid w:val="009F02A4"/>
    <w:rsid w:val="009F037F"/>
    <w:rsid w:val="009F09F5"/>
    <w:rsid w:val="009F0A14"/>
    <w:rsid w:val="009F0C6A"/>
    <w:rsid w:val="009F10B8"/>
    <w:rsid w:val="009F25B3"/>
    <w:rsid w:val="009F326D"/>
    <w:rsid w:val="009F34E7"/>
    <w:rsid w:val="009F34F6"/>
    <w:rsid w:val="009F3582"/>
    <w:rsid w:val="009F497D"/>
    <w:rsid w:val="009F544A"/>
    <w:rsid w:val="009F5E3D"/>
    <w:rsid w:val="009F5E49"/>
    <w:rsid w:val="009F603F"/>
    <w:rsid w:val="009F6069"/>
    <w:rsid w:val="009F68D6"/>
    <w:rsid w:val="009F6987"/>
    <w:rsid w:val="009F7300"/>
    <w:rsid w:val="009F7814"/>
    <w:rsid w:val="009F7F3F"/>
    <w:rsid w:val="00A001C9"/>
    <w:rsid w:val="00A005CE"/>
    <w:rsid w:val="00A00629"/>
    <w:rsid w:val="00A00716"/>
    <w:rsid w:val="00A00918"/>
    <w:rsid w:val="00A01CD0"/>
    <w:rsid w:val="00A01D1B"/>
    <w:rsid w:val="00A02353"/>
    <w:rsid w:val="00A02356"/>
    <w:rsid w:val="00A02631"/>
    <w:rsid w:val="00A027D2"/>
    <w:rsid w:val="00A04659"/>
    <w:rsid w:val="00A046A7"/>
    <w:rsid w:val="00A04ACF"/>
    <w:rsid w:val="00A0545F"/>
    <w:rsid w:val="00A060E1"/>
    <w:rsid w:val="00A06443"/>
    <w:rsid w:val="00A066AB"/>
    <w:rsid w:val="00A0699C"/>
    <w:rsid w:val="00A06C51"/>
    <w:rsid w:val="00A07C25"/>
    <w:rsid w:val="00A10106"/>
    <w:rsid w:val="00A10830"/>
    <w:rsid w:val="00A10D6D"/>
    <w:rsid w:val="00A110B2"/>
    <w:rsid w:val="00A115CA"/>
    <w:rsid w:val="00A11D04"/>
    <w:rsid w:val="00A11DC4"/>
    <w:rsid w:val="00A12B07"/>
    <w:rsid w:val="00A12ED3"/>
    <w:rsid w:val="00A13358"/>
    <w:rsid w:val="00A135F5"/>
    <w:rsid w:val="00A13CD6"/>
    <w:rsid w:val="00A13E06"/>
    <w:rsid w:val="00A145BD"/>
    <w:rsid w:val="00A14C26"/>
    <w:rsid w:val="00A153C1"/>
    <w:rsid w:val="00A1559B"/>
    <w:rsid w:val="00A15C45"/>
    <w:rsid w:val="00A16092"/>
    <w:rsid w:val="00A16B96"/>
    <w:rsid w:val="00A16F9B"/>
    <w:rsid w:val="00A1715A"/>
    <w:rsid w:val="00A175E8"/>
    <w:rsid w:val="00A17A9E"/>
    <w:rsid w:val="00A2020F"/>
    <w:rsid w:val="00A2047F"/>
    <w:rsid w:val="00A20518"/>
    <w:rsid w:val="00A20A3D"/>
    <w:rsid w:val="00A20A95"/>
    <w:rsid w:val="00A20D07"/>
    <w:rsid w:val="00A21303"/>
    <w:rsid w:val="00A21B39"/>
    <w:rsid w:val="00A223D3"/>
    <w:rsid w:val="00A22A8D"/>
    <w:rsid w:val="00A23114"/>
    <w:rsid w:val="00A2315D"/>
    <w:rsid w:val="00A23253"/>
    <w:rsid w:val="00A235B1"/>
    <w:rsid w:val="00A237A3"/>
    <w:rsid w:val="00A23ACF"/>
    <w:rsid w:val="00A23CAB"/>
    <w:rsid w:val="00A244E2"/>
    <w:rsid w:val="00A24537"/>
    <w:rsid w:val="00A24B2B"/>
    <w:rsid w:val="00A24CD6"/>
    <w:rsid w:val="00A24F71"/>
    <w:rsid w:val="00A2521A"/>
    <w:rsid w:val="00A25970"/>
    <w:rsid w:val="00A26308"/>
    <w:rsid w:val="00A26417"/>
    <w:rsid w:val="00A26C2A"/>
    <w:rsid w:val="00A27205"/>
    <w:rsid w:val="00A276F4"/>
    <w:rsid w:val="00A278BE"/>
    <w:rsid w:val="00A30146"/>
    <w:rsid w:val="00A30FD2"/>
    <w:rsid w:val="00A31456"/>
    <w:rsid w:val="00A31642"/>
    <w:rsid w:val="00A31A25"/>
    <w:rsid w:val="00A322F1"/>
    <w:rsid w:val="00A32451"/>
    <w:rsid w:val="00A32D7F"/>
    <w:rsid w:val="00A3325D"/>
    <w:rsid w:val="00A33276"/>
    <w:rsid w:val="00A333EB"/>
    <w:rsid w:val="00A33585"/>
    <w:rsid w:val="00A33ACE"/>
    <w:rsid w:val="00A33C23"/>
    <w:rsid w:val="00A33FB4"/>
    <w:rsid w:val="00A342B7"/>
    <w:rsid w:val="00A3450F"/>
    <w:rsid w:val="00A34E65"/>
    <w:rsid w:val="00A36015"/>
    <w:rsid w:val="00A36108"/>
    <w:rsid w:val="00A3698A"/>
    <w:rsid w:val="00A36B9B"/>
    <w:rsid w:val="00A37210"/>
    <w:rsid w:val="00A37CBC"/>
    <w:rsid w:val="00A40078"/>
    <w:rsid w:val="00A4127F"/>
    <w:rsid w:val="00A41281"/>
    <w:rsid w:val="00A421C5"/>
    <w:rsid w:val="00A42BF7"/>
    <w:rsid w:val="00A4389C"/>
    <w:rsid w:val="00A43953"/>
    <w:rsid w:val="00A43D71"/>
    <w:rsid w:val="00A43FDD"/>
    <w:rsid w:val="00A440CF"/>
    <w:rsid w:val="00A4451C"/>
    <w:rsid w:val="00A44590"/>
    <w:rsid w:val="00A44670"/>
    <w:rsid w:val="00A44871"/>
    <w:rsid w:val="00A44935"/>
    <w:rsid w:val="00A44B7D"/>
    <w:rsid w:val="00A45957"/>
    <w:rsid w:val="00A45B29"/>
    <w:rsid w:val="00A464E3"/>
    <w:rsid w:val="00A46877"/>
    <w:rsid w:val="00A46964"/>
    <w:rsid w:val="00A46A65"/>
    <w:rsid w:val="00A46E3E"/>
    <w:rsid w:val="00A47097"/>
    <w:rsid w:val="00A47A8B"/>
    <w:rsid w:val="00A47DC2"/>
    <w:rsid w:val="00A50903"/>
    <w:rsid w:val="00A50E77"/>
    <w:rsid w:val="00A5141A"/>
    <w:rsid w:val="00A5165E"/>
    <w:rsid w:val="00A518D2"/>
    <w:rsid w:val="00A51F11"/>
    <w:rsid w:val="00A51FDA"/>
    <w:rsid w:val="00A520EF"/>
    <w:rsid w:val="00A5212B"/>
    <w:rsid w:val="00A523A8"/>
    <w:rsid w:val="00A52952"/>
    <w:rsid w:val="00A52CDF"/>
    <w:rsid w:val="00A531DC"/>
    <w:rsid w:val="00A53B3F"/>
    <w:rsid w:val="00A53DAE"/>
    <w:rsid w:val="00A5427B"/>
    <w:rsid w:val="00A545B0"/>
    <w:rsid w:val="00A5491E"/>
    <w:rsid w:val="00A54D39"/>
    <w:rsid w:val="00A55A6E"/>
    <w:rsid w:val="00A55B4C"/>
    <w:rsid w:val="00A55ED0"/>
    <w:rsid w:val="00A560CC"/>
    <w:rsid w:val="00A560D1"/>
    <w:rsid w:val="00A56454"/>
    <w:rsid w:val="00A56D24"/>
    <w:rsid w:val="00A57540"/>
    <w:rsid w:val="00A5776B"/>
    <w:rsid w:val="00A577E1"/>
    <w:rsid w:val="00A579AE"/>
    <w:rsid w:val="00A57A8B"/>
    <w:rsid w:val="00A57B85"/>
    <w:rsid w:val="00A6003D"/>
    <w:rsid w:val="00A60C33"/>
    <w:rsid w:val="00A60C90"/>
    <w:rsid w:val="00A60D39"/>
    <w:rsid w:val="00A60F18"/>
    <w:rsid w:val="00A615A8"/>
    <w:rsid w:val="00A618D8"/>
    <w:rsid w:val="00A61949"/>
    <w:rsid w:val="00A61DA5"/>
    <w:rsid w:val="00A62736"/>
    <w:rsid w:val="00A63229"/>
    <w:rsid w:val="00A638BA"/>
    <w:rsid w:val="00A63913"/>
    <w:rsid w:val="00A63AF9"/>
    <w:rsid w:val="00A63BF1"/>
    <w:rsid w:val="00A64121"/>
    <w:rsid w:val="00A64269"/>
    <w:rsid w:val="00A643C9"/>
    <w:rsid w:val="00A6497F"/>
    <w:rsid w:val="00A65142"/>
    <w:rsid w:val="00A659E9"/>
    <w:rsid w:val="00A65D79"/>
    <w:rsid w:val="00A667E0"/>
    <w:rsid w:val="00A66BBC"/>
    <w:rsid w:val="00A66D31"/>
    <w:rsid w:val="00A70072"/>
    <w:rsid w:val="00A700E4"/>
    <w:rsid w:val="00A704FC"/>
    <w:rsid w:val="00A7156D"/>
    <w:rsid w:val="00A71E48"/>
    <w:rsid w:val="00A71F54"/>
    <w:rsid w:val="00A729ED"/>
    <w:rsid w:val="00A72E6B"/>
    <w:rsid w:val="00A73090"/>
    <w:rsid w:val="00A733A7"/>
    <w:rsid w:val="00A74B4A"/>
    <w:rsid w:val="00A74C10"/>
    <w:rsid w:val="00A74FA7"/>
    <w:rsid w:val="00A75019"/>
    <w:rsid w:val="00A756A2"/>
    <w:rsid w:val="00A7574B"/>
    <w:rsid w:val="00A75E2D"/>
    <w:rsid w:val="00A75FD7"/>
    <w:rsid w:val="00A7624D"/>
    <w:rsid w:val="00A7644C"/>
    <w:rsid w:val="00A76D96"/>
    <w:rsid w:val="00A76E26"/>
    <w:rsid w:val="00A77122"/>
    <w:rsid w:val="00A773D5"/>
    <w:rsid w:val="00A7776F"/>
    <w:rsid w:val="00A77A35"/>
    <w:rsid w:val="00A77EBE"/>
    <w:rsid w:val="00A8037C"/>
    <w:rsid w:val="00A80A31"/>
    <w:rsid w:val="00A80CFE"/>
    <w:rsid w:val="00A80D96"/>
    <w:rsid w:val="00A80FDA"/>
    <w:rsid w:val="00A81429"/>
    <w:rsid w:val="00A8295B"/>
    <w:rsid w:val="00A82B2A"/>
    <w:rsid w:val="00A82D62"/>
    <w:rsid w:val="00A837D3"/>
    <w:rsid w:val="00A839E7"/>
    <w:rsid w:val="00A842CC"/>
    <w:rsid w:val="00A848F3"/>
    <w:rsid w:val="00A84D01"/>
    <w:rsid w:val="00A84DF5"/>
    <w:rsid w:val="00A8500B"/>
    <w:rsid w:val="00A8551A"/>
    <w:rsid w:val="00A859D6"/>
    <w:rsid w:val="00A85D7A"/>
    <w:rsid w:val="00A85F59"/>
    <w:rsid w:val="00A861CB"/>
    <w:rsid w:val="00A863FB"/>
    <w:rsid w:val="00A8643F"/>
    <w:rsid w:val="00A8663B"/>
    <w:rsid w:val="00A87041"/>
    <w:rsid w:val="00A870EA"/>
    <w:rsid w:val="00A8791F"/>
    <w:rsid w:val="00A87EB9"/>
    <w:rsid w:val="00A9008A"/>
    <w:rsid w:val="00A9018E"/>
    <w:rsid w:val="00A9046B"/>
    <w:rsid w:val="00A90A1E"/>
    <w:rsid w:val="00A90AB0"/>
    <w:rsid w:val="00A90AD8"/>
    <w:rsid w:val="00A90D57"/>
    <w:rsid w:val="00A91014"/>
    <w:rsid w:val="00A916B1"/>
    <w:rsid w:val="00A918CC"/>
    <w:rsid w:val="00A91961"/>
    <w:rsid w:val="00A9238E"/>
    <w:rsid w:val="00A93196"/>
    <w:rsid w:val="00A938A3"/>
    <w:rsid w:val="00A93C59"/>
    <w:rsid w:val="00A95443"/>
    <w:rsid w:val="00A95E18"/>
    <w:rsid w:val="00A96DC3"/>
    <w:rsid w:val="00A975FB"/>
    <w:rsid w:val="00A97ED0"/>
    <w:rsid w:val="00AA001A"/>
    <w:rsid w:val="00AA0158"/>
    <w:rsid w:val="00AA01B1"/>
    <w:rsid w:val="00AA0302"/>
    <w:rsid w:val="00AA0478"/>
    <w:rsid w:val="00AA0668"/>
    <w:rsid w:val="00AA166C"/>
    <w:rsid w:val="00AA2262"/>
    <w:rsid w:val="00AA23AB"/>
    <w:rsid w:val="00AA2860"/>
    <w:rsid w:val="00AA28F7"/>
    <w:rsid w:val="00AA291C"/>
    <w:rsid w:val="00AA2D36"/>
    <w:rsid w:val="00AA39DA"/>
    <w:rsid w:val="00AA3FBB"/>
    <w:rsid w:val="00AA42AF"/>
    <w:rsid w:val="00AA4669"/>
    <w:rsid w:val="00AA46F3"/>
    <w:rsid w:val="00AA4AFA"/>
    <w:rsid w:val="00AA4B55"/>
    <w:rsid w:val="00AA4CC9"/>
    <w:rsid w:val="00AA50A8"/>
    <w:rsid w:val="00AA5254"/>
    <w:rsid w:val="00AA542F"/>
    <w:rsid w:val="00AA5442"/>
    <w:rsid w:val="00AA54EC"/>
    <w:rsid w:val="00AA5855"/>
    <w:rsid w:val="00AA5A87"/>
    <w:rsid w:val="00AA629C"/>
    <w:rsid w:val="00AA6853"/>
    <w:rsid w:val="00AA7093"/>
    <w:rsid w:val="00AA7989"/>
    <w:rsid w:val="00AA7A26"/>
    <w:rsid w:val="00AA7C16"/>
    <w:rsid w:val="00AB00FC"/>
    <w:rsid w:val="00AB1026"/>
    <w:rsid w:val="00AB1392"/>
    <w:rsid w:val="00AB14F2"/>
    <w:rsid w:val="00AB197E"/>
    <w:rsid w:val="00AB1AAF"/>
    <w:rsid w:val="00AB3003"/>
    <w:rsid w:val="00AB3CAC"/>
    <w:rsid w:val="00AB3D48"/>
    <w:rsid w:val="00AB3D63"/>
    <w:rsid w:val="00AB4369"/>
    <w:rsid w:val="00AB4412"/>
    <w:rsid w:val="00AB471C"/>
    <w:rsid w:val="00AB4BD4"/>
    <w:rsid w:val="00AB4C40"/>
    <w:rsid w:val="00AB51CF"/>
    <w:rsid w:val="00AB53FB"/>
    <w:rsid w:val="00AB574A"/>
    <w:rsid w:val="00AB5751"/>
    <w:rsid w:val="00AB5B56"/>
    <w:rsid w:val="00AB6A90"/>
    <w:rsid w:val="00AB6C88"/>
    <w:rsid w:val="00AB6CD9"/>
    <w:rsid w:val="00AB75A1"/>
    <w:rsid w:val="00AB7EB7"/>
    <w:rsid w:val="00AB7F31"/>
    <w:rsid w:val="00AC0188"/>
    <w:rsid w:val="00AC03CA"/>
    <w:rsid w:val="00AC05C7"/>
    <w:rsid w:val="00AC096C"/>
    <w:rsid w:val="00AC0F32"/>
    <w:rsid w:val="00AC13C8"/>
    <w:rsid w:val="00AC163F"/>
    <w:rsid w:val="00AC1B3C"/>
    <w:rsid w:val="00AC2355"/>
    <w:rsid w:val="00AC2639"/>
    <w:rsid w:val="00AC288E"/>
    <w:rsid w:val="00AC2ED0"/>
    <w:rsid w:val="00AC3A6E"/>
    <w:rsid w:val="00AC401F"/>
    <w:rsid w:val="00AC41E8"/>
    <w:rsid w:val="00AC454C"/>
    <w:rsid w:val="00AC46FB"/>
    <w:rsid w:val="00AC479E"/>
    <w:rsid w:val="00AC4AF4"/>
    <w:rsid w:val="00AC4B38"/>
    <w:rsid w:val="00AC4BB7"/>
    <w:rsid w:val="00AC4D0D"/>
    <w:rsid w:val="00AC4D5F"/>
    <w:rsid w:val="00AC54B6"/>
    <w:rsid w:val="00AC5880"/>
    <w:rsid w:val="00AC62C2"/>
    <w:rsid w:val="00AC6420"/>
    <w:rsid w:val="00AC66C8"/>
    <w:rsid w:val="00AC69BB"/>
    <w:rsid w:val="00AC6AA4"/>
    <w:rsid w:val="00AC6D44"/>
    <w:rsid w:val="00AC7063"/>
    <w:rsid w:val="00AC71AD"/>
    <w:rsid w:val="00AC7359"/>
    <w:rsid w:val="00AC7804"/>
    <w:rsid w:val="00AC7B4D"/>
    <w:rsid w:val="00AD065D"/>
    <w:rsid w:val="00AD070B"/>
    <w:rsid w:val="00AD0B7A"/>
    <w:rsid w:val="00AD0EB1"/>
    <w:rsid w:val="00AD0FD8"/>
    <w:rsid w:val="00AD119A"/>
    <w:rsid w:val="00AD1B0E"/>
    <w:rsid w:val="00AD1C3C"/>
    <w:rsid w:val="00AD27EF"/>
    <w:rsid w:val="00AD3050"/>
    <w:rsid w:val="00AD38D8"/>
    <w:rsid w:val="00AD3E31"/>
    <w:rsid w:val="00AD402B"/>
    <w:rsid w:val="00AD443E"/>
    <w:rsid w:val="00AD4471"/>
    <w:rsid w:val="00AD4526"/>
    <w:rsid w:val="00AD4639"/>
    <w:rsid w:val="00AD4A0A"/>
    <w:rsid w:val="00AD4B6B"/>
    <w:rsid w:val="00AD5114"/>
    <w:rsid w:val="00AD585A"/>
    <w:rsid w:val="00AD5D59"/>
    <w:rsid w:val="00AD6081"/>
    <w:rsid w:val="00AD67F2"/>
    <w:rsid w:val="00AD72A8"/>
    <w:rsid w:val="00AD7971"/>
    <w:rsid w:val="00AD79D7"/>
    <w:rsid w:val="00AE01D3"/>
    <w:rsid w:val="00AE03B1"/>
    <w:rsid w:val="00AE04C5"/>
    <w:rsid w:val="00AE1A01"/>
    <w:rsid w:val="00AE22D5"/>
    <w:rsid w:val="00AE318B"/>
    <w:rsid w:val="00AE33B7"/>
    <w:rsid w:val="00AE33C3"/>
    <w:rsid w:val="00AE3517"/>
    <w:rsid w:val="00AE373D"/>
    <w:rsid w:val="00AE386A"/>
    <w:rsid w:val="00AE4020"/>
    <w:rsid w:val="00AE4199"/>
    <w:rsid w:val="00AE4771"/>
    <w:rsid w:val="00AE4DC5"/>
    <w:rsid w:val="00AE6164"/>
    <w:rsid w:val="00AE6464"/>
    <w:rsid w:val="00AE6E12"/>
    <w:rsid w:val="00AE7AF9"/>
    <w:rsid w:val="00AF017C"/>
    <w:rsid w:val="00AF04E4"/>
    <w:rsid w:val="00AF0C17"/>
    <w:rsid w:val="00AF166E"/>
    <w:rsid w:val="00AF1EE8"/>
    <w:rsid w:val="00AF1F32"/>
    <w:rsid w:val="00AF2770"/>
    <w:rsid w:val="00AF30D6"/>
    <w:rsid w:val="00AF39F2"/>
    <w:rsid w:val="00AF3BEB"/>
    <w:rsid w:val="00AF43B3"/>
    <w:rsid w:val="00AF4B2E"/>
    <w:rsid w:val="00AF4C16"/>
    <w:rsid w:val="00AF57FD"/>
    <w:rsid w:val="00AF5968"/>
    <w:rsid w:val="00AF5B41"/>
    <w:rsid w:val="00AF63A2"/>
    <w:rsid w:val="00AF6BAA"/>
    <w:rsid w:val="00AF6C36"/>
    <w:rsid w:val="00AF6EBF"/>
    <w:rsid w:val="00AF6FBE"/>
    <w:rsid w:val="00AF7641"/>
    <w:rsid w:val="00AF7951"/>
    <w:rsid w:val="00AF7A43"/>
    <w:rsid w:val="00AF7C8F"/>
    <w:rsid w:val="00AF7FED"/>
    <w:rsid w:val="00B00345"/>
    <w:rsid w:val="00B01BDC"/>
    <w:rsid w:val="00B027BB"/>
    <w:rsid w:val="00B02BEB"/>
    <w:rsid w:val="00B02ED1"/>
    <w:rsid w:val="00B02F7A"/>
    <w:rsid w:val="00B037B9"/>
    <w:rsid w:val="00B0381A"/>
    <w:rsid w:val="00B03AB9"/>
    <w:rsid w:val="00B04375"/>
    <w:rsid w:val="00B04733"/>
    <w:rsid w:val="00B04B44"/>
    <w:rsid w:val="00B04F63"/>
    <w:rsid w:val="00B052C4"/>
    <w:rsid w:val="00B0628B"/>
    <w:rsid w:val="00B0647C"/>
    <w:rsid w:val="00B06D7E"/>
    <w:rsid w:val="00B071A0"/>
    <w:rsid w:val="00B07B38"/>
    <w:rsid w:val="00B10747"/>
    <w:rsid w:val="00B10D58"/>
    <w:rsid w:val="00B10DD7"/>
    <w:rsid w:val="00B1108C"/>
    <w:rsid w:val="00B111AC"/>
    <w:rsid w:val="00B114D9"/>
    <w:rsid w:val="00B119AE"/>
    <w:rsid w:val="00B11DE0"/>
    <w:rsid w:val="00B12A30"/>
    <w:rsid w:val="00B12DFD"/>
    <w:rsid w:val="00B13CD7"/>
    <w:rsid w:val="00B140A8"/>
    <w:rsid w:val="00B14226"/>
    <w:rsid w:val="00B1429B"/>
    <w:rsid w:val="00B1448F"/>
    <w:rsid w:val="00B14694"/>
    <w:rsid w:val="00B15327"/>
    <w:rsid w:val="00B1599F"/>
    <w:rsid w:val="00B15B30"/>
    <w:rsid w:val="00B15E1C"/>
    <w:rsid w:val="00B1646D"/>
    <w:rsid w:val="00B16B55"/>
    <w:rsid w:val="00B16E41"/>
    <w:rsid w:val="00B16E90"/>
    <w:rsid w:val="00B16F6B"/>
    <w:rsid w:val="00B17075"/>
    <w:rsid w:val="00B170B0"/>
    <w:rsid w:val="00B17594"/>
    <w:rsid w:val="00B17A59"/>
    <w:rsid w:val="00B17CB6"/>
    <w:rsid w:val="00B17E91"/>
    <w:rsid w:val="00B2035D"/>
    <w:rsid w:val="00B20472"/>
    <w:rsid w:val="00B2093B"/>
    <w:rsid w:val="00B2123E"/>
    <w:rsid w:val="00B21371"/>
    <w:rsid w:val="00B21680"/>
    <w:rsid w:val="00B21788"/>
    <w:rsid w:val="00B21B26"/>
    <w:rsid w:val="00B21D6D"/>
    <w:rsid w:val="00B21EB8"/>
    <w:rsid w:val="00B21EFB"/>
    <w:rsid w:val="00B224A1"/>
    <w:rsid w:val="00B22940"/>
    <w:rsid w:val="00B22A18"/>
    <w:rsid w:val="00B22BF7"/>
    <w:rsid w:val="00B24073"/>
    <w:rsid w:val="00B243E2"/>
    <w:rsid w:val="00B24F22"/>
    <w:rsid w:val="00B255E0"/>
    <w:rsid w:val="00B25E26"/>
    <w:rsid w:val="00B26125"/>
    <w:rsid w:val="00B262BF"/>
    <w:rsid w:val="00B27CA9"/>
    <w:rsid w:val="00B27DB7"/>
    <w:rsid w:val="00B302F3"/>
    <w:rsid w:val="00B3051D"/>
    <w:rsid w:val="00B30811"/>
    <w:rsid w:val="00B31056"/>
    <w:rsid w:val="00B3118A"/>
    <w:rsid w:val="00B3139B"/>
    <w:rsid w:val="00B3146B"/>
    <w:rsid w:val="00B31DEB"/>
    <w:rsid w:val="00B31F04"/>
    <w:rsid w:val="00B321B3"/>
    <w:rsid w:val="00B325DF"/>
    <w:rsid w:val="00B326DD"/>
    <w:rsid w:val="00B32708"/>
    <w:rsid w:val="00B329D4"/>
    <w:rsid w:val="00B3368D"/>
    <w:rsid w:val="00B33DE0"/>
    <w:rsid w:val="00B344F6"/>
    <w:rsid w:val="00B34916"/>
    <w:rsid w:val="00B34B0F"/>
    <w:rsid w:val="00B35115"/>
    <w:rsid w:val="00B3554F"/>
    <w:rsid w:val="00B35600"/>
    <w:rsid w:val="00B35795"/>
    <w:rsid w:val="00B357A6"/>
    <w:rsid w:val="00B359B0"/>
    <w:rsid w:val="00B35AAF"/>
    <w:rsid w:val="00B35B43"/>
    <w:rsid w:val="00B35E49"/>
    <w:rsid w:val="00B365D4"/>
    <w:rsid w:val="00B3687E"/>
    <w:rsid w:val="00B36B74"/>
    <w:rsid w:val="00B36DF8"/>
    <w:rsid w:val="00B377F8"/>
    <w:rsid w:val="00B404B2"/>
    <w:rsid w:val="00B4089D"/>
    <w:rsid w:val="00B4090E"/>
    <w:rsid w:val="00B40B46"/>
    <w:rsid w:val="00B4113F"/>
    <w:rsid w:val="00B41722"/>
    <w:rsid w:val="00B4199C"/>
    <w:rsid w:val="00B41A9D"/>
    <w:rsid w:val="00B41D4A"/>
    <w:rsid w:val="00B42309"/>
    <w:rsid w:val="00B42740"/>
    <w:rsid w:val="00B4274B"/>
    <w:rsid w:val="00B428C2"/>
    <w:rsid w:val="00B42DDF"/>
    <w:rsid w:val="00B431BC"/>
    <w:rsid w:val="00B43223"/>
    <w:rsid w:val="00B434DD"/>
    <w:rsid w:val="00B43686"/>
    <w:rsid w:val="00B43F4B"/>
    <w:rsid w:val="00B4402F"/>
    <w:rsid w:val="00B448DF"/>
    <w:rsid w:val="00B44912"/>
    <w:rsid w:val="00B44ECF"/>
    <w:rsid w:val="00B46048"/>
    <w:rsid w:val="00B4670F"/>
    <w:rsid w:val="00B47A8F"/>
    <w:rsid w:val="00B47CB9"/>
    <w:rsid w:val="00B500B3"/>
    <w:rsid w:val="00B50618"/>
    <w:rsid w:val="00B50701"/>
    <w:rsid w:val="00B5087F"/>
    <w:rsid w:val="00B51C50"/>
    <w:rsid w:val="00B51D89"/>
    <w:rsid w:val="00B521AC"/>
    <w:rsid w:val="00B52417"/>
    <w:rsid w:val="00B53123"/>
    <w:rsid w:val="00B5358A"/>
    <w:rsid w:val="00B5387B"/>
    <w:rsid w:val="00B5399A"/>
    <w:rsid w:val="00B5432C"/>
    <w:rsid w:val="00B54519"/>
    <w:rsid w:val="00B54EF2"/>
    <w:rsid w:val="00B552C0"/>
    <w:rsid w:val="00B5538F"/>
    <w:rsid w:val="00B55925"/>
    <w:rsid w:val="00B55A12"/>
    <w:rsid w:val="00B55E9C"/>
    <w:rsid w:val="00B562FD"/>
    <w:rsid w:val="00B56C2F"/>
    <w:rsid w:val="00B57B51"/>
    <w:rsid w:val="00B57D63"/>
    <w:rsid w:val="00B60383"/>
    <w:rsid w:val="00B60737"/>
    <w:rsid w:val="00B60C86"/>
    <w:rsid w:val="00B61D85"/>
    <w:rsid w:val="00B61E7A"/>
    <w:rsid w:val="00B61ED7"/>
    <w:rsid w:val="00B624DC"/>
    <w:rsid w:val="00B625F1"/>
    <w:rsid w:val="00B629EC"/>
    <w:rsid w:val="00B629F8"/>
    <w:rsid w:val="00B62D94"/>
    <w:rsid w:val="00B62ED1"/>
    <w:rsid w:val="00B62FD3"/>
    <w:rsid w:val="00B63163"/>
    <w:rsid w:val="00B63EE8"/>
    <w:rsid w:val="00B65A10"/>
    <w:rsid w:val="00B65F53"/>
    <w:rsid w:val="00B66519"/>
    <w:rsid w:val="00B669E7"/>
    <w:rsid w:val="00B66BE4"/>
    <w:rsid w:val="00B677AD"/>
    <w:rsid w:val="00B679B7"/>
    <w:rsid w:val="00B67A0A"/>
    <w:rsid w:val="00B67B8D"/>
    <w:rsid w:val="00B67BD2"/>
    <w:rsid w:val="00B70905"/>
    <w:rsid w:val="00B71010"/>
    <w:rsid w:val="00B712F4"/>
    <w:rsid w:val="00B71C6F"/>
    <w:rsid w:val="00B71E94"/>
    <w:rsid w:val="00B71F7A"/>
    <w:rsid w:val="00B7207E"/>
    <w:rsid w:val="00B72085"/>
    <w:rsid w:val="00B723C8"/>
    <w:rsid w:val="00B72532"/>
    <w:rsid w:val="00B727E5"/>
    <w:rsid w:val="00B72805"/>
    <w:rsid w:val="00B72E96"/>
    <w:rsid w:val="00B72F35"/>
    <w:rsid w:val="00B732FE"/>
    <w:rsid w:val="00B73BAD"/>
    <w:rsid w:val="00B74D3E"/>
    <w:rsid w:val="00B75320"/>
    <w:rsid w:val="00B75F00"/>
    <w:rsid w:val="00B76132"/>
    <w:rsid w:val="00B77114"/>
    <w:rsid w:val="00B777C0"/>
    <w:rsid w:val="00B77E46"/>
    <w:rsid w:val="00B80099"/>
    <w:rsid w:val="00B800FE"/>
    <w:rsid w:val="00B8045D"/>
    <w:rsid w:val="00B805C7"/>
    <w:rsid w:val="00B80657"/>
    <w:rsid w:val="00B8159C"/>
    <w:rsid w:val="00B82405"/>
    <w:rsid w:val="00B82CF5"/>
    <w:rsid w:val="00B8403D"/>
    <w:rsid w:val="00B8444D"/>
    <w:rsid w:val="00B85603"/>
    <w:rsid w:val="00B8569F"/>
    <w:rsid w:val="00B85771"/>
    <w:rsid w:val="00B8589B"/>
    <w:rsid w:val="00B85AD4"/>
    <w:rsid w:val="00B86226"/>
    <w:rsid w:val="00B8684B"/>
    <w:rsid w:val="00B86C7B"/>
    <w:rsid w:val="00B86E70"/>
    <w:rsid w:val="00B87C70"/>
    <w:rsid w:val="00B9013F"/>
    <w:rsid w:val="00B9060F"/>
    <w:rsid w:val="00B90818"/>
    <w:rsid w:val="00B90A2E"/>
    <w:rsid w:val="00B90D0B"/>
    <w:rsid w:val="00B918DF"/>
    <w:rsid w:val="00B91B76"/>
    <w:rsid w:val="00B920AF"/>
    <w:rsid w:val="00B9231A"/>
    <w:rsid w:val="00B92675"/>
    <w:rsid w:val="00B92CCE"/>
    <w:rsid w:val="00B92DCB"/>
    <w:rsid w:val="00B931A9"/>
    <w:rsid w:val="00B93639"/>
    <w:rsid w:val="00B93B1F"/>
    <w:rsid w:val="00B94052"/>
    <w:rsid w:val="00B9465A"/>
    <w:rsid w:val="00B94686"/>
    <w:rsid w:val="00B94F3A"/>
    <w:rsid w:val="00B95476"/>
    <w:rsid w:val="00B95EA8"/>
    <w:rsid w:val="00B95F45"/>
    <w:rsid w:val="00B96493"/>
    <w:rsid w:val="00B969EA"/>
    <w:rsid w:val="00B96E03"/>
    <w:rsid w:val="00B97D08"/>
    <w:rsid w:val="00B97D36"/>
    <w:rsid w:val="00BA03A1"/>
    <w:rsid w:val="00BA0A95"/>
    <w:rsid w:val="00BA0B62"/>
    <w:rsid w:val="00BA0E6C"/>
    <w:rsid w:val="00BA1173"/>
    <w:rsid w:val="00BA1410"/>
    <w:rsid w:val="00BA1D29"/>
    <w:rsid w:val="00BA1E4A"/>
    <w:rsid w:val="00BA213F"/>
    <w:rsid w:val="00BA22FE"/>
    <w:rsid w:val="00BA2374"/>
    <w:rsid w:val="00BA2B98"/>
    <w:rsid w:val="00BA2EEF"/>
    <w:rsid w:val="00BA3854"/>
    <w:rsid w:val="00BA4239"/>
    <w:rsid w:val="00BA459D"/>
    <w:rsid w:val="00BA493A"/>
    <w:rsid w:val="00BA4BAA"/>
    <w:rsid w:val="00BA4CFF"/>
    <w:rsid w:val="00BA5282"/>
    <w:rsid w:val="00BA5342"/>
    <w:rsid w:val="00BA563F"/>
    <w:rsid w:val="00BA5B5B"/>
    <w:rsid w:val="00BA6728"/>
    <w:rsid w:val="00BA68C5"/>
    <w:rsid w:val="00BA78C2"/>
    <w:rsid w:val="00BB0293"/>
    <w:rsid w:val="00BB0696"/>
    <w:rsid w:val="00BB11B3"/>
    <w:rsid w:val="00BB1F7B"/>
    <w:rsid w:val="00BB20A4"/>
    <w:rsid w:val="00BB2562"/>
    <w:rsid w:val="00BB26DC"/>
    <w:rsid w:val="00BB27EB"/>
    <w:rsid w:val="00BB293D"/>
    <w:rsid w:val="00BB2E91"/>
    <w:rsid w:val="00BB2E95"/>
    <w:rsid w:val="00BB2F2B"/>
    <w:rsid w:val="00BB3294"/>
    <w:rsid w:val="00BB377E"/>
    <w:rsid w:val="00BB41EC"/>
    <w:rsid w:val="00BB47BE"/>
    <w:rsid w:val="00BB47F4"/>
    <w:rsid w:val="00BB4AE7"/>
    <w:rsid w:val="00BB4D06"/>
    <w:rsid w:val="00BB56DB"/>
    <w:rsid w:val="00BB5732"/>
    <w:rsid w:val="00BB5AA5"/>
    <w:rsid w:val="00BB5DEB"/>
    <w:rsid w:val="00BB646C"/>
    <w:rsid w:val="00BB6706"/>
    <w:rsid w:val="00BB6879"/>
    <w:rsid w:val="00BB71FF"/>
    <w:rsid w:val="00BB72E3"/>
    <w:rsid w:val="00BB74A5"/>
    <w:rsid w:val="00BB7831"/>
    <w:rsid w:val="00BB7F15"/>
    <w:rsid w:val="00BC0983"/>
    <w:rsid w:val="00BC0F7B"/>
    <w:rsid w:val="00BC198F"/>
    <w:rsid w:val="00BC1CA3"/>
    <w:rsid w:val="00BC2328"/>
    <w:rsid w:val="00BC2382"/>
    <w:rsid w:val="00BC276C"/>
    <w:rsid w:val="00BC28BB"/>
    <w:rsid w:val="00BC2E69"/>
    <w:rsid w:val="00BC43A5"/>
    <w:rsid w:val="00BC51D5"/>
    <w:rsid w:val="00BC5A26"/>
    <w:rsid w:val="00BC5BE2"/>
    <w:rsid w:val="00BC5F87"/>
    <w:rsid w:val="00BC6323"/>
    <w:rsid w:val="00BC641F"/>
    <w:rsid w:val="00BC69CE"/>
    <w:rsid w:val="00BC6EB5"/>
    <w:rsid w:val="00BC7030"/>
    <w:rsid w:val="00BC7473"/>
    <w:rsid w:val="00BC7E3D"/>
    <w:rsid w:val="00BD0783"/>
    <w:rsid w:val="00BD0AAE"/>
    <w:rsid w:val="00BD1016"/>
    <w:rsid w:val="00BD14DC"/>
    <w:rsid w:val="00BD18A3"/>
    <w:rsid w:val="00BD1BD2"/>
    <w:rsid w:val="00BD1D0D"/>
    <w:rsid w:val="00BD1D5D"/>
    <w:rsid w:val="00BD1D6C"/>
    <w:rsid w:val="00BD21DC"/>
    <w:rsid w:val="00BD272F"/>
    <w:rsid w:val="00BD2826"/>
    <w:rsid w:val="00BD2C13"/>
    <w:rsid w:val="00BD2F21"/>
    <w:rsid w:val="00BD3441"/>
    <w:rsid w:val="00BD39AE"/>
    <w:rsid w:val="00BD3AD6"/>
    <w:rsid w:val="00BD3F77"/>
    <w:rsid w:val="00BD40D8"/>
    <w:rsid w:val="00BD46E2"/>
    <w:rsid w:val="00BD485B"/>
    <w:rsid w:val="00BD48BB"/>
    <w:rsid w:val="00BD4A78"/>
    <w:rsid w:val="00BD5518"/>
    <w:rsid w:val="00BD56D9"/>
    <w:rsid w:val="00BD57CA"/>
    <w:rsid w:val="00BD5A09"/>
    <w:rsid w:val="00BD5AC8"/>
    <w:rsid w:val="00BD5DB7"/>
    <w:rsid w:val="00BD629C"/>
    <w:rsid w:val="00BD6569"/>
    <w:rsid w:val="00BD6C05"/>
    <w:rsid w:val="00BD6C79"/>
    <w:rsid w:val="00BD744E"/>
    <w:rsid w:val="00BD74E7"/>
    <w:rsid w:val="00BD7DC3"/>
    <w:rsid w:val="00BD7DDD"/>
    <w:rsid w:val="00BE00D4"/>
    <w:rsid w:val="00BE0260"/>
    <w:rsid w:val="00BE042C"/>
    <w:rsid w:val="00BE07DC"/>
    <w:rsid w:val="00BE132B"/>
    <w:rsid w:val="00BE1453"/>
    <w:rsid w:val="00BE18AD"/>
    <w:rsid w:val="00BE21DB"/>
    <w:rsid w:val="00BE2292"/>
    <w:rsid w:val="00BE2388"/>
    <w:rsid w:val="00BE3003"/>
    <w:rsid w:val="00BE300A"/>
    <w:rsid w:val="00BE33F2"/>
    <w:rsid w:val="00BE44BB"/>
    <w:rsid w:val="00BE5189"/>
    <w:rsid w:val="00BE5669"/>
    <w:rsid w:val="00BE593C"/>
    <w:rsid w:val="00BE59FB"/>
    <w:rsid w:val="00BE6343"/>
    <w:rsid w:val="00BE676B"/>
    <w:rsid w:val="00BE684A"/>
    <w:rsid w:val="00BE6A32"/>
    <w:rsid w:val="00BE71C3"/>
    <w:rsid w:val="00BE7EDB"/>
    <w:rsid w:val="00BE7F85"/>
    <w:rsid w:val="00BF035B"/>
    <w:rsid w:val="00BF099C"/>
    <w:rsid w:val="00BF0B13"/>
    <w:rsid w:val="00BF0FAD"/>
    <w:rsid w:val="00BF114A"/>
    <w:rsid w:val="00BF1B5E"/>
    <w:rsid w:val="00BF1C27"/>
    <w:rsid w:val="00BF237B"/>
    <w:rsid w:val="00BF28F9"/>
    <w:rsid w:val="00BF3B40"/>
    <w:rsid w:val="00BF3B81"/>
    <w:rsid w:val="00BF3D51"/>
    <w:rsid w:val="00BF46BD"/>
    <w:rsid w:val="00BF4921"/>
    <w:rsid w:val="00BF4D62"/>
    <w:rsid w:val="00BF506B"/>
    <w:rsid w:val="00BF56A0"/>
    <w:rsid w:val="00BF599F"/>
    <w:rsid w:val="00BF5AAD"/>
    <w:rsid w:val="00BF5ABF"/>
    <w:rsid w:val="00BF6068"/>
    <w:rsid w:val="00BF6859"/>
    <w:rsid w:val="00BF6BF4"/>
    <w:rsid w:val="00BF6E62"/>
    <w:rsid w:val="00BF6EC2"/>
    <w:rsid w:val="00BF6EC9"/>
    <w:rsid w:val="00BF6F13"/>
    <w:rsid w:val="00BF754D"/>
    <w:rsid w:val="00BF7889"/>
    <w:rsid w:val="00BF798E"/>
    <w:rsid w:val="00BF7A43"/>
    <w:rsid w:val="00BF7EAA"/>
    <w:rsid w:val="00C001A5"/>
    <w:rsid w:val="00C004F0"/>
    <w:rsid w:val="00C00557"/>
    <w:rsid w:val="00C005A2"/>
    <w:rsid w:val="00C00794"/>
    <w:rsid w:val="00C00AC1"/>
    <w:rsid w:val="00C00DEF"/>
    <w:rsid w:val="00C0136E"/>
    <w:rsid w:val="00C018A5"/>
    <w:rsid w:val="00C019B5"/>
    <w:rsid w:val="00C01A70"/>
    <w:rsid w:val="00C026FD"/>
    <w:rsid w:val="00C02E0F"/>
    <w:rsid w:val="00C032EB"/>
    <w:rsid w:val="00C0386A"/>
    <w:rsid w:val="00C03ABE"/>
    <w:rsid w:val="00C03E7B"/>
    <w:rsid w:val="00C045A7"/>
    <w:rsid w:val="00C04E40"/>
    <w:rsid w:val="00C05128"/>
    <w:rsid w:val="00C051DD"/>
    <w:rsid w:val="00C056C6"/>
    <w:rsid w:val="00C05929"/>
    <w:rsid w:val="00C066A6"/>
    <w:rsid w:val="00C0691D"/>
    <w:rsid w:val="00C06A3E"/>
    <w:rsid w:val="00C06FF4"/>
    <w:rsid w:val="00C07053"/>
    <w:rsid w:val="00C071FE"/>
    <w:rsid w:val="00C07840"/>
    <w:rsid w:val="00C07F0C"/>
    <w:rsid w:val="00C07F3A"/>
    <w:rsid w:val="00C10712"/>
    <w:rsid w:val="00C11133"/>
    <w:rsid w:val="00C113ED"/>
    <w:rsid w:val="00C11620"/>
    <w:rsid w:val="00C11746"/>
    <w:rsid w:val="00C119D3"/>
    <w:rsid w:val="00C12074"/>
    <w:rsid w:val="00C124A1"/>
    <w:rsid w:val="00C126DD"/>
    <w:rsid w:val="00C12936"/>
    <w:rsid w:val="00C130AB"/>
    <w:rsid w:val="00C131EB"/>
    <w:rsid w:val="00C1339C"/>
    <w:rsid w:val="00C149A3"/>
    <w:rsid w:val="00C14B17"/>
    <w:rsid w:val="00C14BE5"/>
    <w:rsid w:val="00C14DF8"/>
    <w:rsid w:val="00C157A0"/>
    <w:rsid w:val="00C15ABF"/>
    <w:rsid w:val="00C15B4F"/>
    <w:rsid w:val="00C168CA"/>
    <w:rsid w:val="00C16AFC"/>
    <w:rsid w:val="00C16C0A"/>
    <w:rsid w:val="00C17B59"/>
    <w:rsid w:val="00C20594"/>
    <w:rsid w:val="00C20D2C"/>
    <w:rsid w:val="00C215A1"/>
    <w:rsid w:val="00C21CD1"/>
    <w:rsid w:val="00C221AE"/>
    <w:rsid w:val="00C22389"/>
    <w:rsid w:val="00C22AC0"/>
    <w:rsid w:val="00C22D78"/>
    <w:rsid w:val="00C22E1C"/>
    <w:rsid w:val="00C232AD"/>
    <w:rsid w:val="00C23C6F"/>
    <w:rsid w:val="00C2428D"/>
    <w:rsid w:val="00C242EB"/>
    <w:rsid w:val="00C2469B"/>
    <w:rsid w:val="00C24769"/>
    <w:rsid w:val="00C24877"/>
    <w:rsid w:val="00C2538E"/>
    <w:rsid w:val="00C2540D"/>
    <w:rsid w:val="00C254D9"/>
    <w:rsid w:val="00C255FA"/>
    <w:rsid w:val="00C25A45"/>
    <w:rsid w:val="00C261C7"/>
    <w:rsid w:val="00C30102"/>
    <w:rsid w:val="00C30D14"/>
    <w:rsid w:val="00C30D5F"/>
    <w:rsid w:val="00C30D6A"/>
    <w:rsid w:val="00C30D96"/>
    <w:rsid w:val="00C30EC0"/>
    <w:rsid w:val="00C31065"/>
    <w:rsid w:val="00C312B3"/>
    <w:rsid w:val="00C314D0"/>
    <w:rsid w:val="00C315F2"/>
    <w:rsid w:val="00C31D7F"/>
    <w:rsid w:val="00C32B70"/>
    <w:rsid w:val="00C32DF8"/>
    <w:rsid w:val="00C333A3"/>
    <w:rsid w:val="00C33A5D"/>
    <w:rsid w:val="00C33E5B"/>
    <w:rsid w:val="00C340C1"/>
    <w:rsid w:val="00C3443C"/>
    <w:rsid w:val="00C34DBD"/>
    <w:rsid w:val="00C34FE1"/>
    <w:rsid w:val="00C35D02"/>
    <w:rsid w:val="00C35D35"/>
    <w:rsid w:val="00C36C13"/>
    <w:rsid w:val="00C36E86"/>
    <w:rsid w:val="00C36FD3"/>
    <w:rsid w:val="00C37051"/>
    <w:rsid w:val="00C371EA"/>
    <w:rsid w:val="00C37B8D"/>
    <w:rsid w:val="00C37C66"/>
    <w:rsid w:val="00C37DD2"/>
    <w:rsid w:val="00C37E47"/>
    <w:rsid w:val="00C400EA"/>
    <w:rsid w:val="00C405E2"/>
    <w:rsid w:val="00C40BBC"/>
    <w:rsid w:val="00C40D84"/>
    <w:rsid w:val="00C41538"/>
    <w:rsid w:val="00C41613"/>
    <w:rsid w:val="00C42232"/>
    <w:rsid w:val="00C42C29"/>
    <w:rsid w:val="00C42D8D"/>
    <w:rsid w:val="00C44B9A"/>
    <w:rsid w:val="00C450C0"/>
    <w:rsid w:val="00C45922"/>
    <w:rsid w:val="00C45B2D"/>
    <w:rsid w:val="00C45C8E"/>
    <w:rsid w:val="00C46A36"/>
    <w:rsid w:val="00C47079"/>
    <w:rsid w:val="00C470FB"/>
    <w:rsid w:val="00C47100"/>
    <w:rsid w:val="00C471B1"/>
    <w:rsid w:val="00C477E9"/>
    <w:rsid w:val="00C47B09"/>
    <w:rsid w:val="00C5051E"/>
    <w:rsid w:val="00C5086A"/>
    <w:rsid w:val="00C508DA"/>
    <w:rsid w:val="00C51C36"/>
    <w:rsid w:val="00C51C6B"/>
    <w:rsid w:val="00C51CB5"/>
    <w:rsid w:val="00C522DF"/>
    <w:rsid w:val="00C52350"/>
    <w:rsid w:val="00C5278E"/>
    <w:rsid w:val="00C52A04"/>
    <w:rsid w:val="00C52B38"/>
    <w:rsid w:val="00C52DB8"/>
    <w:rsid w:val="00C530E1"/>
    <w:rsid w:val="00C53562"/>
    <w:rsid w:val="00C53BE5"/>
    <w:rsid w:val="00C54238"/>
    <w:rsid w:val="00C54C0B"/>
    <w:rsid w:val="00C5519B"/>
    <w:rsid w:val="00C55ECB"/>
    <w:rsid w:val="00C55FEC"/>
    <w:rsid w:val="00C57355"/>
    <w:rsid w:val="00C5793C"/>
    <w:rsid w:val="00C57DE4"/>
    <w:rsid w:val="00C60EE1"/>
    <w:rsid w:val="00C61AA7"/>
    <w:rsid w:val="00C624E5"/>
    <w:rsid w:val="00C62B4B"/>
    <w:rsid w:val="00C62E4D"/>
    <w:rsid w:val="00C62E85"/>
    <w:rsid w:val="00C631FE"/>
    <w:rsid w:val="00C63514"/>
    <w:rsid w:val="00C638B5"/>
    <w:rsid w:val="00C63C84"/>
    <w:rsid w:val="00C63CE6"/>
    <w:rsid w:val="00C641C1"/>
    <w:rsid w:val="00C64413"/>
    <w:rsid w:val="00C6463B"/>
    <w:rsid w:val="00C64C40"/>
    <w:rsid w:val="00C64E2C"/>
    <w:rsid w:val="00C653C7"/>
    <w:rsid w:val="00C65635"/>
    <w:rsid w:val="00C65A39"/>
    <w:rsid w:val="00C65B7F"/>
    <w:rsid w:val="00C65BB2"/>
    <w:rsid w:val="00C65CCC"/>
    <w:rsid w:val="00C6602D"/>
    <w:rsid w:val="00C661C4"/>
    <w:rsid w:val="00C661F6"/>
    <w:rsid w:val="00C6669F"/>
    <w:rsid w:val="00C66795"/>
    <w:rsid w:val="00C66C05"/>
    <w:rsid w:val="00C66C13"/>
    <w:rsid w:val="00C67189"/>
    <w:rsid w:val="00C67756"/>
    <w:rsid w:val="00C67C8C"/>
    <w:rsid w:val="00C70D60"/>
    <w:rsid w:val="00C70F53"/>
    <w:rsid w:val="00C71AC7"/>
    <w:rsid w:val="00C72210"/>
    <w:rsid w:val="00C72573"/>
    <w:rsid w:val="00C7288E"/>
    <w:rsid w:val="00C72943"/>
    <w:rsid w:val="00C72BE0"/>
    <w:rsid w:val="00C730F3"/>
    <w:rsid w:val="00C7333D"/>
    <w:rsid w:val="00C739FC"/>
    <w:rsid w:val="00C73B93"/>
    <w:rsid w:val="00C74248"/>
    <w:rsid w:val="00C752E1"/>
    <w:rsid w:val="00C755C8"/>
    <w:rsid w:val="00C759AB"/>
    <w:rsid w:val="00C75EDE"/>
    <w:rsid w:val="00C7613A"/>
    <w:rsid w:val="00C766DD"/>
    <w:rsid w:val="00C7767D"/>
    <w:rsid w:val="00C77D69"/>
    <w:rsid w:val="00C80443"/>
    <w:rsid w:val="00C807A1"/>
    <w:rsid w:val="00C80CB4"/>
    <w:rsid w:val="00C80F14"/>
    <w:rsid w:val="00C811CF"/>
    <w:rsid w:val="00C818D2"/>
    <w:rsid w:val="00C81C21"/>
    <w:rsid w:val="00C82B8D"/>
    <w:rsid w:val="00C82CC0"/>
    <w:rsid w:val="00C82FFE"/>
    <w:rsid w:val="00C8307F"/>
    <w:rsid w:val="00C83441"/>
    <w:rsid w:val="00C837DA"/>
    <w:rsid w:val="00C83986"/>
    <w:rsid w:val="00C839CE"/>
    <w:rsid w:val="00C841B2"/>
    <w:rsid w:val="00C844B5"/>
    <w:rsid w:val="00C85564"/>
    <w:rsid w:val="00C858E2"/>
    <w:rsid w:val="00C865D5"/>
    <w:rsid w:val="00C86C2C"/>
    <w:rsid w:val="00C86C81"/>
    <w:rsid w:val="00C871BC"/>
    <w:rsid w:val="00C87471"/>
    <w:rsid w:val="00C87AD4"/>
    <w:rsid w:val="00C87CC4"/>
    <w:rsid w:val="00C87D14"/>
    <w:rsid w:val="00C87E15"/>
    <w:rsid w:val="00C87EDC"/>
    <w:rsid w:val="00C901E0"/>
    <w:rsid w:val="00C90370"/>
    <w:rsid w:val="00C9049D"/>
    <w:rsid w:val="00C90B05"/>
    <w:rsid w:val="00C92F38"/>
    <w:rsid w:val="00C92FE0"/>
    <w:rsid w:val="00C93EEB"/>
    <w:rsid w:val="00C94372"/>
    <w:rsid w:val="00C94576"/>
    <w:rsid w:val="00C95067"/>
    <w:rsid w:val="00C95202"/>
    <w:rsid w:val="00C95F47"/>
    <w:rsid w:val="00C964E4"/>
    <w:rsid w:val="00C96775"/>
    <w:rsid w:val="00C971E9"/>
    <w:rsid w:val="00C97884"/>
    <w:rsid w:val="00CA0050"/>
    <w:rsid w:val="00CA017B"/>
    <w:rsid w:val="00CA0759"/>
    <w:rsid w:val="00CA11B1"/>
    <w:rsid w:val="00CA1624"/>
    <w:rsid w:val="00CA1A40"/>
    <w:rsid w:val="00CA2098"/>
    <w:rsid w:val="00CA2332"/>
    <w:rsid w:val="00CA233F"/>
    <w:rsid w:val="00CA237B"/>
    <w:rsid w:val="00CA2763"/>
    <w:rsid w:val="00CA2A10"/>
    <w:rsid w:val="00CA2F82"/>
    <w:rsid w:val="00CA3206"/>
    <w:rsid w:val="00CA3497"/>
    <w:rsid w:val="00CA3716"/>
    <w:rsid w:val="00CA3C61"/>
    <w:rsid w:val="00CA437C"/>
    <w:rsid w:val="00CA4C08"/>
    <w:rsid w:val="00CA4C0E"/>
    <w:rsid w:val="00CA5277"/>
    <w:rsid w:val="00CA5346"/>
    <w:rsid w:val="00CA560B"/>
    <w:rsid w:val="00CA5645"/>
    <w:rsid w:val="00CA597F"/>
    <w:rsid w:val="00CA5A1C"/>
    <w:rsid w:val="00CA601B"/>
    <w:rsid w:val="00CA6661"/>
    <w:rsid w:val="00CA69BB"/>
    <w:rsid w:val="00CA6D36"/>
    <w:rsid w:val="00CB0329"/>
    <w:rsid w:val="00CB0676"/>
    <w:rsid w:val="00CB0790"/>
    <w:rsid w:val="00CB0846"/>
    <w:rsid w:val="00CB1CA2"/>
    <w:rsid w:val="00CB1DA1"/>
    <w:rsid w:val="00CB2502"/>
    <w:rsid w:val="00CB282A"/>
    <w:rsid w:val="00CB2D7E"/>
    <w:rsid w:val="00CB2DCD"/>
    <w:rsid w:val="00CB3447"/>
    <w:rsid w:val="00CB3712"/>
    <w:rsid w:val="00CB4738"/>
    <w:rsid w:val="00CB4BAF"/>
    <w:rsid w:val="00CB4FDA"/>
    <w:rsid w:val="00CB504C"/>
    <w:rsid w:val="00CB5A92"/>
    <w:rsid w:val="00CB6A41"/>
    <w:rsid w:val="00CB6C7C"/>
    <w:rsid w:val="00CB777B"/>
    <w:rsid w:val="00CB7874"/>
    <w:rsid w:val="00CB7CF5"/>
    <w:rsid w:val="00CC0359"/>
    <w:rsid w:val="00CC0E33"/>
    <w:rsid w:val="00CC14D1"/>
    <w:rsid w:val="00CC1B83"/>
    <w:rsid w:val="00CC1FEE"/>
    <w:rsid w:val="00CC2725"/>
    <w:rsid w:val="00CC2AC5"/>
    <w:rsid w:val="00CC2C80"/>
    <w:rsid w:val="00CC2EA6"/>
    <w:rsid w:val="00CC3C20"/>
    <w:rsid w:val="00CC4692"/>
    <w:rsid w:val="00CC482C"/>
    <w:rsid w:val="00CC48BD"/>
    <w:rsid w:val="00CC4A47"/>
    <w:rsid w:val="00CC4C15"/>
    <w:rsid w:val="00CC4DBA"/>
    <w:rsid w:val="00CC4E4E"/>
    <w:rsid w:val="00CC503C"/>
    <w:rsid w:val="00CC532D"/>
    <w:rsid w:val="00CC5B5A"/>
    <w:rsid w:val="00CC5E0A"/>
    <w:rsid w:val="00CC60D6"/>
    <w:rsid w:val="00CC6A8A"/>
    <w:rsid w:val="00CC6B7C"/>
    <w:rsid w:val="00CC701F"/>
    <w:rsid w:val="00CC75BB"/>
    <w:rsid w:val="00CD02E6"/>
    <w:rsid w:val="00CD147E"/>
    <w:rsid w:val="00CD1495"/>
    <w:rsid w:val="00CD14B1"/>
    <w:rsid w:val="00CD15DB"/>
    <w:rsid w:val="00CD1E7D"/>
    <w:rsid w:val="00CD3B17"/>
    <w:rsid w:val="00CD3C54"/>
    <w:rsid w:val="00CD4024"/>
    <w:rsid w:val="00CD45BA"/>
    <w:rsid w:val="00CD4771"/>
    <w:rsid w:val="00CD518D"/>
    <w:rsid w:val="00CD5675"/>
    <w:rsid w:val="00CD5B45"/>
    <w:rsid w:val="00CD612A"/>
    <w:rsid w:val="00CD61C4"/>
    <w:rsid w:val="00CD6ADC"/>
    <w:rsid w:val="00CD6C9A"/>
    <w:rsid w:val="00CD73B7"/>
    <w:rsid w:val="00CD73B8"/>
    <w:rsid w:val="00CD7926"/>
    <w:rsid w:val="00CD797F"/>
    <w:rsid w:val="00CD7A1A"/>
    <w:rsid w:val="00CD7DFD"/>
    <w:rsid w:val="00CD7EF9"/>
    <w:rsid w:val="00CE0795"/>
    <w:rsid w:val="00CE0BA6"/>
    <w:rsid w:val="00CE2167"/>
    <w:rsid w:val="00CE217F"/>
    <w:rsid w:val="00CE222A"/>
    <w:rsid w:val="00CE2237"/>
    <w:rsid w:val="00CE2CB9"/>
    <w:rsid w:val="00CE32DB"/>
    <w:rsid w:val="00CE33E9"/>
    <w:rsid w:val="00CE3AEA"/>
    <w:rsid w:val="00CE3E32"/>
    <w:rsid w:val="00CE459C"/>
    <w:rsid w:val="00CE4E59"/>
    <w:rsid w:val="00CE4E8A"/>
    <w:rsid w:val="00CE50A4"/>
    <w:rsid w:val="00CE5892"/>
    <w:rsid w:val="00CE5BF0"/>
    <w:rsid w:val="00CE5D0D"/>
    <w:rsid w:val="00CE6387"/>
    <w:rsid w:val="00CE64E8"/>
    <w:rsid w:val="00CE7837"/>
    <w:rsid w:val="00CE7E53"/>
    <w:rsid w:val="00CF04F5"/>
    <w:rsid w:val="00CF124E"/>
    <w:rsid w:val="00CF12A2"/>
    <w:rsid w:val="00CF16CD"/>
    <w:rsid w:val="00CF23B2"/>
    <w:rsid w:val="00CF24C3"/>
    <w:rsid w:val="00CF2B08"/>
    <w:rsid w:val="00CF2C68"/>
    <w:rsid w:val="00CF3C89"/>
    <w:rsid w:val="00CF3CD0"/>
    <w:rsid w:val="00CF3CEA"/>
    <w:rsid w:val="00CF44C2"/>
    <w:rsid w:val="00CF4EFE"/>
    <w:rsid w:val="00CF4F48"/>
    <w:rsid w:val="00CF51CB"/>
    <w:rsid w:val="00CF5481"/>
    <w:rsid w:val="00CF5AD5"/>
    <w:rsid w:val="00CF5E5A"/>
    <w:rsid w:val="00CF5FC3"/>
    <w:rsid w:val="00CF6250"/>
    <w:rsid w:val="00CF6D8C"/>
    <w:rsid w:val="00CF7D79"/>
    <w:rsid w:val="00D00896"/>
    <w:rsid w:val="00D00913"/>
    <w:rsid w:val="00D00984"/>
    <w:rsid w:val="00D00991"/>
    <w:rsid w:val="00D00DAE"/>
    <w:rsid w:val="00D01138"/>
    <w:rsid w:val="00D01246"/>
    <w:rsid w:val="00D013DA"/>
    <w:rsid w:val="00D01543"/>
    <w:rsid w:val="00D0168D"/>
    <w:rsid w:val="00D01ECA"/>
    <w:rsid w:val="00D01EF3"/>
    <w:rsid w:val="00D0215E"/>
    <w:rsid w:val="00D0258E"/>
    <w:rsid w:val="00D0262B"/>
    <w:rsid w:val="00D02B24"/>
    <w:rsid w:val="00D02E0D"/>
    <w:rsid w:val="00D02F8C"/>
    <w:rsid w:val="00D03270"/>
    <w:rsid w:val="00D0379C"/>
    <w:rsid w:val="00D03B44"/>
    <w:rsid w:val="00D04B27"/>
    <w:rsid w:val="00D04B85"/>
    <w:rsid w:val="00D04F37"/>
    <w:rsid w:val="00D05045"/>
    <w:rsid w:val="00D05AEB"/>
    <w:rsid w:val="00D05BDE"/>
    <w:rsid w:val="00D06135"/>
    <w:rsid w:val="00D06983"/>
    <w:rsid w:val="00D07222"/>
    <w:rsid w:val="00D078C8"/>
    <w:rsid w:val="00D07D28"/>
    <w:rsid w:val="00D07DB9"/>
    <w:rsid w:val="00D1010A"/>
    <w:rsid w:val="00D10AB2"/>
    <w:rsid w:val="00D10C64"/>
    <w:rsid w:val="00D11025"/>
    <w:rsid w:val="00D11182"/>
    <w:rsid w:val="00D113FA"/>
    <w:rsid w:val="00D125FD"/>
    <w:rsid w:val="00D12E7C"/>
    <w:rsid w:val="00D13405"/>
    <w:rsid w:val="00D1362D"/>
    <w:rsid w:val="00D13646"/>
    <w:rsid w:val="00D13713"/>
    <w:rsid w:val="00D13865"/>
    <w:rsid w:val="00D148E1"/>
    <w:rsid w:val="00D14901"/>
    <w:rsid w:val="00D14D12"/>
    <w:rsid w:val="00D1552C"/>
    <w:rsid w:val="00D16A6E"/>
    <w:rsid w:val="00D16AAB"/>
    <w:rsid w:val="00D16ADE"/>
    <w:rsid w:val="00D16C98"/>
    <w:rsid w:val="00D16D31"/>
    <w:rsid w:val="00D17502"/>
    <w:rsid w:val="00D17615"/>
    <w:rsid w:val="00D1781F"/>
    <w:rsid w:val="00D1784D"/>
    <w:rsid w:val="00D178F7"/>
    <w:rsid w:val="00D179B9"/>
    <w:rsid w:val="00D17B6A"/>
    <w:rsid w:val="00D17FA4"/>
    <w:rsid w:val="00D21160"/>
    <w:rsid w:val="00D21CF5"/>
    <w:rsid w:val="00D21E19"/>
    <w:rsid w:val="00D21E40"/>
    <w:rsid w:val="00D22AAA"/>
    <w:rsid w:val="00D23787"/>
    <w:rsid w:val="00D2390E"/>
    <w:rsid w:val="00D24439"/>
    <w:rsid w:val="00D24449"/>
    <w:rsid w:val="00D24CF0"/>
    <w:rsid w:val="00D250D0"/>
    <w:rsid w:val="00D2539E"/>
    <w:rsid w:val="00D25A4A"/>
    <w:rsid w:val="00D263F2"/>
    <w:rsid w:val="00D2678B"/>
    <w:rsid w:val="00D26BD8"/>
    <w:rsid w:val="00D27374"/>
    <w:rsid w:val="00D276C6"/>
    <w:rsid w:val="00D2797D"/>
    <w:rsid w:val="00D27E53"/>
    <w:rsid w:val="00D303B4"/>
    <w:rsid w:val="00D31105"/>
    <w:rsid w:val="00D314F3"/>
    <w:rsid w:val="00D31E13"/>
    <w:rsid w:val="00D321A1"/>
    <w:rsid w:val="00D32BB2"/>
    <w:rsid w:val="00D32BF6"/>
    <w:rsid w:val="00D32C98"/>
    <w:rsid w:val="00D330B7"/>
    <w:rsid w:val="00D331B3"/>
    <w:rsid w:val="00D33218"/>
    <w:rsid w:val="00D33A1D"/>
    <w:rsid w:val="00D3400E"/>
    <w:rsid w:val="00D34178"/>
    <w:rsid w:val="00D34199"/>
    <w:rsid w:val="00D3428D"/>
    <w:rsid w:val="00D349E5"/>
    <w:rsid w:val="00D34D32"/>
    <w:rsid w:val="00D351EB"/>
    <w:rsid w:val="00D352CD"/>
    <w:rsid w:val="00D357D4"/>
    <w:rsid w:val="00D35D2C"/>
    <w:rsid w:val="00D36035"/>
    <w:rsid w:val="00D36278"/>
    <w:rsid w:val="00D36324"/>
    <w:rsid w:val="00D36993"/>
    <w:rsid w:val="00D36BBD"/>
    <w:rsid w:val="00D36CCA"/>
    <w:rsid w:val="00D374AF"/>
    <w:rsid w:val="00D37C15"/>
    <w:rsid w:val="00D40142"/>
    <w:rsid w:val="00D4021A"/>
    <w:rsid w:val="00D40301"/>
    <w:rsid w:val="00D415B0"/>
    <w:rsid w:val="00D41A12"/>
    <w:rsid w:val="00D41AFE"/>
    <w:rsid w:val="00D41D5A"/>
    <w:rsid w:val="00D427A3"/>
    <w:rsid w:val="00D42A98"/>
    <w:rsid w:val="00D42F14"/>
    <w:rsid w:val="00D43369"/>
    <w:rsid w:val="00D434A2"/>
    <w:rsid w:val="00D4539E"/>
    <w:rsid w:val="00D453FF"/>
    <w:rsid w:val="00D45572"/>
    <w:rsid w:val="00D45A7B"/>
    <w:rsid w:val="00D45BD7"/>
    <w:rsid w:val="00D45D74"/>
    <w:rsid w:val="00D45E25"/>
    <w:rsid w:val="00D45FC9"/>
    <w:rsid w:val="00D46650"/>
    <w:rsid w:val="00D46705"/>
    <w:rsid w:val="00D467EE"/>
    <w:rsid w:val="00D47692"/>
    <w:rsid w:val="00D47FD7"/>
    <w:rsid w:val="00D50145"/>
    <w:rsid w:val="00D50704"/>
    <w:rsid w:val="00D5092D"/>
    <w:rsid w:val="00D51074"/>
    <w:rsid w:val="00D513EA"/>
    <w:rsid w:val="00D51F9B"/>
    <w:rsid w:val="00D51FCE"/>
    <w:rsid w:val="00D520AE"/>
    <w:rsid w:val="00D52234"/>
    <w:rsid w:val="00D52F72"/>
    <w:rsid w:val="00D53112"/>
    <w:rsid w:val="00D5360D"/>
    <w:rsid w:val="00D5372F"/>
    <w:rsid w:val="00D53C7D"/>
    <w:rsid w:val="00D53CE3"/>
    <w:rsid w:val="00D54434"/>
    <w:rsid w:val="00D54896"/>
    <w:rsid w:val="00D54AF4"/>
    <w:rsid w:val="00D557B9"/>
    <w:rsid w:val="00D55B39"/>
    <w:rsid w:val="00D562EE"/>
    <w:rsid w:val="00D56603"/>
    <w:rsid w:val="00D56F50"/>
    <w:rsid w:val="00D571EE"/>
    <w:rsid w:val="00D575DF"/>
    <w:rsid w:val="00D576CC"/>
    <w:rsid w:val="00D57E00"/>
    <w:rsid w:val="00D602AF"/>
    <w:rsid w:val="00D6051F"/>
    <w:rsid w:val="00D605B5"/>
    <w:rsid w:val="00D605DD"/>
    <w:rsid w:val="00D60E19"/>
    <w:rsid w:val="00D6109A"/>
    <w:rsid w:val="00D610FE"/>
    <w:rsid w:val="00D61106"/>
    <w:rsid w:val="00D61758"/>
    <w:rsid w:val="00D61876"/>
    <w:rsid w:val="00D61C4B"/>
    <w:rsid w:val="00D62EA7"/>
    <w:rsid w:val="00D63502"/>
    <w:rsid w:val="00D63C65"/>
    <w:rsid w:val="00D64ECC"/>
    <w:rsid w:val="00D65A62"/>
    <w:rsid w:val="00D660E4"/>
    <w:rsid w:val="00D66373"/>
    <w:rsid w:val="00D6663D"/>
    <w:rsid w:val="00D67603"/>
    <w:rsid w:val="00D67921"/>
    <w:rsid w:val="00D67C04"/>
    <w:rsid w:val="00D67FCC"/>
    <w:rsid w:val="00D704B7"/>
    <w:rsid w:val="00D705D2"/>
    <w:rsid w:val="00D706C8"/>
    <w:rsid w:val="00D70933"/>
    <w:rsid w:val="00D70AAD"/>
    <w:rsid w:val="00D711CF"/>
    <w:rsid w:val="00D711D0"/>
    <w:rsid w:val="00D71B31"/>
    <w:rsid w:val="00D71B60"/>
    <w:rsid w:val="00D71B6D"/>
    <w:rsid w:val="00D71BEF"/>
    <w:rsid w:val="00D71C7F"/>
    <w:rsid w:val="00D71DB5"/>
    <w:rsid w:val="00D72C0F"/>
    <w:rsid w:val="00D72E44"/>
    <w:rsid w:val="00D72EB6"/>
    <w:rsid w:val="00D736B8"/>
    <w:rsid w:val="00D7373C"/>
    <w:rsid w:val="00D7413A"/>
    <w:rsid w:val="00D7417E"/>
    <w:rsid w:val="00D7447A"/>
    <w:rsid w:val="00D74886"/>
    <w:rsid w:val="00D74C43"/>
    <w:rsid w:val="00D75271"/>
    <w:rsid w:val="00D759FD"/>
    <w:rsid w:val="00D75AFD"/>
    <w:rsid w:val="00D75BE8"/>
    <w:rsid w:val="00D75C12"/>
    <w:rsid w:val="00D75DFB"/>
    <w:rsid w:val="00D75FC8"/>
    <w:rsid w:val="00D76080"/>
    <w:rsid w:val="00D76202"/>
    <w:rsid w:val="00D76572"/>
    <w:rsid w:val="00D768D9"/>
    <w:rsid w:val="00D76C1A"/>
    <w:rsid w:val="00D76C95"/>
    <w:rsid w:val="00D76E08"/>
    <w:rsid w:val="00D80088"/>
    <w:rsid w:val="00D8014D"/>
    <w:rsid w:val="00D808C8"/>
    <w:rsid w:val="00D80ABC"/>
    <w:rsid w:val="00D80E18"/>
    <w:rsid w:val="00D8102F"/>
    <w:rsid w:val="00D81175"/>
    <w:rsid w:val="00D81337"/>
    <w:rsid w:val="00D8256E"/>
    <w:rsid w:val="00D82C6B"/>
    <w:rsid w:val="00D838E8"/>
    <w:rsid w:val="00D83DD3"/>
    <w:rsid w:val="00D83EC0"/>
    <w:rsid w:val="00D842D1"/>
    <w:rsid w:val="00D84345"/>
    <w:rsid w:val="00D84709"/>
    <w:rsid w:val="00D84903"/>
    <w:rsid w:val="00D84BF0"/>
    <w:rsid w:val="00D85025"/>
    <w:rsid w:val="00D8563B"/>
    <w:rsid w:val="00D85C0B"/>
    <w:rsid w:val="00D86E53"/>
    <w:rsid w:val="00D87236"/>
    <w:rsid w:val="00D8727A"/>
    <w:rsid w:val="00D872EE"/>
    <w:rsid w:val="00D87723"/>
    <w:rsid w:val="00D87973"/>
    <w:rsid w:val="00D90774"/>
    <w:rsid w:val="00D908A2"/>
    <w:rsid w:val="00D90B59"/>
    <w:rsid w:val="00D911D8"/>
    <w:rsid w:val="00D91507"/>
    <w:rsid w:val="00D91A9D"/>
    <w:rsid w:val="00D91DA6"/>
    <w:rsid w:val="00D92086"/>
    <w:rsid w:val="00D924DE"/>
    <w:rsid w:val="00D92820"/>
    <w:rsid w:val="00D929E8"/>
    <w:rsid w:val="00D92D6F"/>
    <w:rsid w:val="00D932D9"/>
    <w:rsid w:val="00D937D8"/>
    <w:rsid w:val="00D93DE5"/>
    <w:rsid w:val="00D9403B"/>
    <w:rsid w:val="00D94E33"/>
    <w:rsid w:val="00D94E85"/>
    <w:rsid w:val="00D95765"/>
    <w:rsid w:val="00D957D5"/>
    <w:rsid w:val="00D95AE2"/>
    <w:rsid w:val="00D95DF3"/>
    <w:rsid w:val="00D96226"/>
    <w:rsid w:val="00D96468"/>
    <w:rsid w:val="00D9661E"/>
    <w:rsid w:val="00D96773"/>
    <w:rsid w:val="00D96A80"/>
    <w:rsid w:val="00D97270"/>
    <w:rsid w:val="00D97405"/>
    <w:rsid w:val="00D97D5A"/>
    <w:rsid w:val="00DA0184"/>
    <w:rsid w:val="00DA158B"/>
    <w:rsid w:val="00DA1FBD"/>
    <w:rsid w:val="00DA20FD"/>
    <w:rsid w:val="00DA26F9"/>
    <w:rsid w:val="00DA2B38"/>
    <w:rsid w:val="00DA3102"/>
    <w:rsid w:val="00DA360D"/>
    <w:rsid w:val="00DA5905"/>
    <w:rsid w:val="00DA5F9F"/>
    <w:rsid w:val="00DA66C9"/>
    <w:rsid w:val="00DA67EC"/>
    <w:rsid w:val="00DA6865"/>
    <w:rsid w:val="00DA693C"/>
    <w:rsid w:val="00DA6AEA"/>
    <w:rsid w:val="00DA6E75"/>
    <w:rsid w:val="00DA6F45"/>
    <w:rsid w:val="00DA728A"/>
    <w:rsid w:val="00DA75A9"/>
    <w:rsid w:val="00DA7B07"/>
    <w:rsid w:val="00DB0112"/>
    <w:rsid w:val="00DB0146"/>
    <w:rsid w:val="00DB02F4"/>
    <w:rsid w:val="00DB045C"/>
    <w:rsid w:val="00DB05B3"/>
    <w:rsid w:val="00DB0816"/>
    <w:rsid w:val="00DB0D9E"/>
    <w:rsid w:val="00DB1123"/>
    <w:rsid w:val="00DB147F"/>
    <w:rsid w:val="00DB191F"/>
    <w:rsid w:val="00DB19B1"/>
    <w:rsid w:val="00DB1FDC"/>
    <w:rsid w:val="00DB21A6"/>
    <w:rsid w:val="00DB255C"/>
    <w:rsid w:val="00DB2624"/>
    <w:rsid w:val="00DB2821"/>
    <w:rsid w:val="00DB3366"/>
    <w:rsid w:val="00DB35F5"/>
    <w:rsid w:val="00DB3BB8"/>
    <w:rsid w:val="00DB3FD1"/>
    <w:rsid w:val="00DB46BD"/>
    <w:rsid w:val="00DB46F1"/>
    <w:rsid w:val="00DB4B27"/>
    <w:rsid w:val="00DB4B2D"/>
    <w:rsid w:val="00DB501B"/>
    <w:rsid w:val="00DB5586"/>
    <w:rsid w:val="00DB5D9C"/>
    <w:rsid w:val="00DB5E9C"/>
    <w:rsid w:val="00DB5F45"/>
    <w:rsid w:val="00DB6C41"/>
    <w:rsid w:val="00DB6CEC"/>
    <w:rsid w:val="00DB6D87"/>
    <w:rsid w:val="00DB70B7"/>
    <w:rsid w:val="00DB7AF8"/>
    <w:rsid w:val="00DB7E9E"/>
    <w:rsid w:val="00DC0226"/>
    <w:rsid w:val="00DC04FD"/>
    <w:rsid w:val="00DC0678"/>
    <w:rsid w:val="00DC076C"/>
    <w:rsid w:val="00DC08DA"/>
    <w:rsid w:val="00DC0DD5"/>
    <w:rsid w:val="00DC0EC6"/>
    <w:rsid w:val="00DC0F22"/>
    <w:rsid w:val="00DC127E"/>
    <w:rsid w:val="00DC1AA8"/>
    <w:rsid w:val="00DC21F2"/>
    <w:rsid w:val="00DC3443"/>
    <w:rsid w:val="00DC3492"/>
    <w:rsid w:val="00DC3699"/>
    <w:rsid w:val="00DC3889"/>
    <w:rsid w:val="00DC3AD7"/>
    <w:rsid w:val="00DC3D08"/>
    <w:rsid w:val="00DC4CE2"/>
    <w:rsid w:val="00DC4E56"/>
    <w:rsid w:val="00DC538F"/>
    <w:rsid w:val="00DC575B"/>
    <w:rsid w:val="00DC5D8E"/>
    <w:rsid w:val="00DC623C"/>
    <w:rsid w:val="00DC6D93"/>
    <w:rsid w:val="00DC71AF"/>
    <w:rsid w:val="00DC72D8"/>
    <w:rsid w:val="00DC7736"/>
    <w:rsid w:val="00DC7AC1"/>
    <w:rsid w:val="00DD0D45"/>
    <w:rsid w:val="00DD1143"/>
    <w:rsid w:val="00DD1702"/>
    <w:rsid w:val="00DD19F9"/>
    <w:rsid w:val="00DD1F4D"/>
    <w:rsid w:val="00DD2C4E"/>
    <w:rsid w:val="00DD33BE"/>
    <w:rsid w:val="00DD355A"/>
    <w:rsid w:val="00DD3B71"/>
    <w:rsid w:val="00DD3BE0"/>
    <w:rsid w:val="00DD3CA8"/>
    <w:rsid w:val="00DD4E6E"/>
    <w:rsid w:val="00DD4F0A"/>
    <w:rsid w:val="00DD4FE6"/>
    <w:rsid w:val="00DD5157"/>
    <w:rsid w:val="00DD5941"/>
    <w:rsid w:val="00DD647D"/>
    <w:rsid w:val="00DD67E1"/>
    <w:rsid w:val="00DD71BB"/>
    <w:rsid w:val="00DD71CB"/>
    <w:rsid w:val="00DD7270"/>
    <w:rsid w:val="00DD72FF"/>
    <w:rsid w:val="00DD74D6"/>
    <w:rsid w:val="00DD7546"/>
    <w:rsid w:val="00DD7877"/>
    <w:rsid w:val="00DD7BBD"/>
    <w:rsid w:val="00DD7EED"/>
    <w:rsid w:val="00DD7EF2"/>
    <w:rsid w:val="00DE0CD6"/>
    <w:rsid w:val="00DE0EEF"/>
    <w:rsid w:val="00DE1071"/>
    <w:rsid w:val="00DE22FD"/>
    <w:rsid w:val="00DE251B"/>
    <w:rsid w:val="00DE2B0B"/>
    <w:rsid w:val="00DE35EB"/>
    <w:rsid w:val="00DE39AE"/>
    <w:rsid w:val="00DE46D8"/>
    <w:rsid w:val="00DE4B46"/>
    <w:rsid w:val="00DE522A"/>
    <w:rsid w:val="00DE56E3"/>
    <w:rsid w:val="00DE59B9"/>
    <w:rsid w:val="00DE609A"/>
    <w:rsid w:val="00DE60E4"/>
    <w:rsid w:val="00DE6311"/>
    <w:rsid w:val="00DE68E9"/>
    <w:rsid w:val="00DE6947"/>
    <w:rsid w:val="00DE6D94"/>
    <w:rsid w:val="00DE70A2"/>
    <w:rsid w:val="00DE71DF"/>
    <w:rsid w:val="00DE7E8F"/>
    <w:rsid w:val="00DF020F"/>
    <w:rsid w:val="00DF023A"/>
    <w:rsid w:val="00DF0823"/>
    <w:rsid w:val="00DF1055"/>
    <w:rsid w:val="00DF19BC"/>
    <w:rsid w:val="00DF19ED"/>
    <w:rsid w:val="00DF1C3C"/>
    <w:rsid w:val="00DF1D79"/>
    <w:rsid w:val="00DF22EE"/>
    <w:rsid w:val="00DF257C"/>
    <w:rsid w:val="00DF2635"/>
    <w:rsid w:val="00DF2DEE"/>
    <w:rsid w:val="00DF3285"/>
    <w:rsid w:val="00DF3931"/>
    <w:rsid w:val="00DF39FA"/>
    <w:rsid w:val="00DF3B68"/>
    <w:rsid w:val="00DF4078"/>
    <w:rsid w:val="00DF469A"/>
    <w:rsid w:val="00DF49D0"/>
    <w:rsid w:val="00DF539B"/>
    <w:rsid w:val="00DF54AB"/>
    <w:rsid w:val="00DF6815"/>
    <w:rsid w:val="00DF7420"/>
    <w:rsid w:val="00DF7530"/>
    <w:rsid w:val="00DF790F"/>
    <w:rsid w:val="00DF7A8B"/>
    <w:rsid w:val="00E00416"/>
    <w:rsid w:val="00E007D4"/>
    <w:rsid w:val="00E00C7D"/>
    <w:rsid w:val="00E00E9A"/>
    <w:rsid w:val="00E00F44"/>
    <w:rsid w:val="00E00FC3"/>
    <w:rsid w:val="00E016F4"/>
    <w:rsid w:val="00E01968"/>
    <w:rsid w:val="00E02693"/>
    <w:rsid w:val="00E027EE"/>
    <w:rsid w:val="00E030A0"/>
    <w:rsid w:val="00E0323C"/>
    <w:rsid w:val="00E0327F"/>
    <w:rsid w:val="00E036FD"/>
    <w:rsid w:val="00E03725"/>
    <w:rsid w:val="00E0384A"/>
    <w:rsid w:val="00E0448C"/>
    <w:rsid w:val="00E046A3"/>
    <w:rsid w:val="00E047D2"/>
    <w:rsid w:val="00E05DB7"/>
    <w:rsid w:val="00E05E41"/>
    <w:rsid w:val="00E062CD"/>
    <w:rsid w:val="00E0777F"/>
    <w:rsid w:val="00E07847"/>
    <w:rsid w:val="00E079B4"/>
    <w:rsid w:val="00E07D67"/>
    <w:rsid w:val="00E10995"/>
    <w:rsid w:val="00E11534"/>
    <w:rsid w:val="00E115B3"/>
    <w:rsid w:val="00E1178F"/>
    <w:rsid w:val="00E11C95"/>
    <w:rsid w:val="00E11EF9"/>
    <w:rsid w:val="00E11FCE"/>
    <w:rsid w:val="00E121E5"/>
    <w:rsid w:val="00E12B58"/>
    <w:rsid w:val="00E12F09"/>
    <w:rsid w:val="00E138BE"/>
    <w:rsid w:val="00E13961"/>
    <w:rsid w:val="00E13B17"/>
    <w:rsid w:val="00E13E8F"/>
    <w:rsid w:val="00E14086"/>
    <w:rsid w:val="00E142DE"/>
    <w:rsid w:val="00E14CF9"/>
    <w:rsid w:val="00E151D8"/>
    <w:rsid w:val="00E1567A"/>
    <w:rsid w:val="00E15B03"/>
    <w:rsid w:val="00E161F1"/>
    <w:rsid w:val="00E16B93"/>
    <w:rsid w:val="00E16C11"/>
    <w:rsid w:val="00E16D7E"/>
    <w:rsid w:val="00E16D9D"/>
    <w:rsid w:val="00E17283"/>
    <w:rsid w:val="00E177B0"/>
    <w:rsid w:val="00E17C8F"/>
    <w:rsid w:val="00E17E7D"/>
    <w:rsid w:val="00E2020E"/>
    <w:rsid w:val="00E20715"/>
    <w:rsid w:val="00E20FC8"/>
    <w:rsid w:val="00E21865"/>
    <w:rsid w:val="00E218C8"/>
    <w:rsid w:val="00E21F12"/>
    <w:rsid w:val="00E226FE"/>
    <w:rsid w:val="00E22C51"/>
    <w:rsid w:val="00E23205"/>
    <w:rsid w:val="00E23D8B"/>
    <w:rsid w:val="00E23FB7"/>
    <w:rsid w:val="00E24158"/>
    <w:rsid w:val="00E244F3"/>
    <w:rsid w:val="00E24556"/>
    <w:rsid w:val="00E2492C"/>
    <w:rsid w:val="00E24D1D"/>
    <w:rsid w:val="00E25544"/>
    <w:rsid w:val="00E256D3"/>
    <w:rsid w:val="00E25D03"/>
    <w:rsid w:val="00E26113"/>
    <w:rsid w:val="00E26855"/>
    <w:rsid w:val="00E2689B"/>
    <w:rsid w:val="00E269D2"/>
    <w:rsid w:val="00E30316"/>
    <w:rsid w:val="00E30973"/>
    <w:rsid w:val="00E30AB5"/>
    <w:rsid w:val="00E30D80"/>
    <w:rsid w:val="00E31082"/>
    <w:rsid w:val="00E310D8"/>
    <w:rsid w:val="00E3114C"/>
    <w:rsid w:val="00E31850"/>
    <w:rsid w:val="00E33071"/>
    <w:rsid w:val="00E339B7"/>
    <w:rsid w:val="00E33C9A"/>
    <w:rsid w:val="00E33CD3"/>
    <w:rsid w:val="00E33EB0"/>
    <w:rsid w:val="00E34E23"/>
    <w:rsid w:val="00E36614"/>
    <w:rsid w:val="00E36641"/>
    <w:rsid w:val="00E36A95"/>
    <w:rsid w:val="00E36CC1"/>
    <w:rsid w:val="00E37076"/>
    <w:rsid w:val="00E373BA"/>
    <w:rsid w:val="00E37500"/>
    <w:rsid w:val="00E37709"/>
    <w:rsid w:val="00E37B1F"/>
    <w:rsid w:val="00E37B2F"/>
    <w:rsid w:val="00E40449"/>
    <w:rsid w:val="00E405F7"/>
    <w:rsid w:val="00E41049"/>
    <w:rsid w:val="00E4196A"/>
    <w:rsid w:val="00E41A98"/>
    <w:rsid w:val="00E41BA6"/>
    <w:rsid w:val="00E41D6B"/>
    <w:rsid w:val="00E42059"/>
    <w:rsid w:val="00E42326"/>
    <w:rsid w:val="00E425C3"/>
    <w:rsid w:val="00E4278C"/>
    <w:rsid w:val="00E42888"/>
    <w:rsid w:val="00E42E65"/>
    <w:rsid w:val="00E43C87"/>
    <w:rsid w:val="00E43FDB"/>
    <w:rsid w:val="00E44243"/>
    <w:rsid w:val="00E447F2"/>
    <w:rsid w:val="00E44802"/>
    <w:rsid w:val="00E448B1"/>
    <w:rsid w:val="00E451EC"/>
    <w:rsid w:val="00E4543B"/>
    <w:rsid w:val="00E45596"/>
    <w:rsid w:val="00E462EA"/>
    <w:rsid w:val="00E4671E"/>
    <w:rsid w:val="00E46777"/>
    <w:rsid w:val="00E46C35"/>
    <w:rsid w:val="00E46CDA"/>
    <w:rsid w:val="00E47236"/>
    <w:rsid w:val="00E474B6"/>
    <w:rsid w:val="00E47B95"/>
    <w:rsid w:val="00E5035B"/>
    <w:rsid w:val="00E50719"/>
    <w:rsid w:val="00E5167C"/>
    <w:rsid w:val="00E518A6"/>
    <w:rsid w:val="00E51A12"/>
    <w:rsid w:val="00E51F3F"/>
    <w:rsid w:val="00E522CB"/>
    <w:rsid w:val="00E5268A"/>
    <w:rsid w:val="00E527A4"/>
    <w:rsid w:val="00E52888"/>
    <w:rsid w:val="00E528E5"/>
    <w:rsid w:val="00E533B0"/>
    <w:rsid w:val="00E5348D"/>
    <w:rsid w:val="00E53710"/>
    <w:rsid w:val="00E53D4F"/>
    <w:rsid w:val="00E54C17"/>
    <w:rsid w:val="00E54CE4"/>
    <w:rsid w:val="00E556BB"/>
    <w:rsid w:val="00E55A44"/>
    <w:rsid w:val="00E56018"/>
    <w:rsid w:val="00E560D0"/>
    <w:rsid w:val="00E56FF3"/>
    <w:rsid w:val="00E57DF3"/>
    <w:rsid w:val="00E604CF"/>
    <w:rsid w:val="00E60540"/>
    <w:rsid w:val="00E6059F"/>
    <w:rsid w:val="00E60C13"/>
    <w:rsid w:val="00E60C68"/>
    <w:rsid w:val="00E60D7A"/>
    <w:rsid w:val="00E617FE"/>
    <w:rsid w:val="00E6250D"/>
    <w:rsid w:val="00E631DC"/>
    <w:rsid w:val="00E63686"/>
    <w:rsid w:val="00E63DA3"/>
    <w:rsid w:val="00E63F93"/>
    <w:rsid w:val="00E65026"/>
    <w:rsid w:val="00E6557A"/>
    <w:rsid w:val="00E65F80"/>
    <w:rsid w:val="00E664F4"/>
    <w:rsid w:val="00E665A6"/>
    <w:rsid w:val="00E6665E"/>
    <w:rsid w:val="00E66B8C"/>
    <w:rsid w:val="00E66C29"/>
    <w:rsid w:val="00E66FAA"/>
    <w:rsid w:val="00E6723F"/>
    <w:rsid w:val="00E6732E"/>
    <w:rsid w:val="00E679F5"/>
    <w:rsid w:val="00E67B1F"/>
    <w:rsid w:val="00E67B75"/>
    <w:rsid w:val="00E701A6"/>
    <w:rsid w:val="00E70928"/>
    <w:rsid w:val="00E71A0F"/>
    <w:rsid w:val="00E71C46"/>
    <w:rsid w:val="00E7212B"/>
    <w:rsid w:val="00E72AAE"/>
    <w:rsid w:val="00E72FF1"/>
    <w:rsid w:val="00E73176"/>
    <w:rsid w:val="00E73299"/>
    <w:rsid w:val="00E73E34"/>
    <w:rsid w:val="00E73F69"/>
    <w:rsid w:val="00E74713"/>
    <w:rsid w:val="00E74971"/>
    <w:rsid w:val="00E74AC9"/>
    <w:rsid w:val="00E74F52"/>
    <w:rsid w:val="00E752AE"/>
    <w:rsid w:val="00E75D30"/>
    <w:rsid w:val="00E7654C"/>
    <w:rsid w:val="00E76574"/>
    <w:rsid w:val="00E76EE1"/>
    <w:rsid w:val="00E770EE"/>
    <w:rsid w:val="00E777EA"/>
    <w:rsid w:val="00E8036B"/>
    <w:rsid w:val="00E804FE"/>
    <w:rsid w:val="00E80590"/>
    <w:rsid w:val="00E80DB6"/>
    <w:rsid w:val="00E81116"/>
    <w:rsid w:val="00E81A25"/>
    <w:rsid w:val="00E82231"/>
    <w:rsid w:val="00E833D4"/>
    <w:rsid w:val="00E8377A"/>
    <w:rsid w:val="00E83794"/>
    <w:rsid w:val="00E83844"/>
    <w:rsid w:val="00E8398D"/>
    <w:rsid w:val="00E83BF1"/>
    <w:rsid w:val="00E8468E"/>
    <w:rsid w:val="00E84721"/>
    <w:rsid w:val="00E848F3"/>
    <w:rsid w:val="00E84B01"/>
    <w:rsid w:val="00E85113"/>
    <w:rsid w:val="00E854B7"/>
    <w:rsid w:val="00E85574"/>
    <w:rsid w:val="00E855B7"/>
    <w:rsid w:val="00E86176"/>
    <w:rsid w:val="00E866FD"/>
    <w:rsid w:val="00E86D98"/>
    <w:rsid w:val="00E873D0"/>
    <w:rsid w:val="00E87647"/>
    <w:rsid w:val="00E87AED"/>
    <w:rsid w:val="00E87CDF"/>
    <w:rsid w:val="00E90860"/>
    <w:rsid w:val="00E9116D"/>
    <w:rsid w:val="00E91362"/>
    <w:rsid w:val="00E91CE7"/>
    <w:rsid w:val="00E91CFE"/>
    <w:rsid w:val="00E91DF0"/>
    <w:rsid w:val="00E923D8"/>
    <w:rsid w:val="00E9257C"/>
    <w:rsid w:val="00E92A5B"/>
    <w:rsid w:val="00E9302E"/>
    <w:rsid w:val="00E9359A"/>
    <w:rsid w:val="00E93791"/>
    <w:rsid w:val="00E938D6"/>
    <w:rsid w:val="00E93B25"/>
    <w:rsid w:val="00E95B54"/>
    <w:rsid w:val="00E96291"/>
    <w:rsid w:val="00E962AD"/>
    <w:rsid w:val="00E96A3F"/>
    <w:rsid w:val="00E96D2B"/>
    <w:rsid w:val="00E970F6"/>
    <w:rsid w:val="00E973E0"/>
    <w:rsid w:val="00E97FED"/>
    <w:rsid w:val="00EA02EF"/>
    <w:rsid w:val="00EA0BF6"/>
    <w:rsid w:val="00EA124C"/>
    <w:rsid w:val="00EA1446"/>
    <w:rsid w:val="00EA1522"/>
    <w:rsid w:val="00EA16EB"/>
    <w:rsid w:val="00EA1D59"/>
    <w:rsid w:val="00EA1E2C"/>
    <w:rsid w:val="00EA202E"/>
    <w:rsid w:val="00EA22CC"/>
    <w:rsid w:val="00EA2484"/>
    <w:rsid w:val="00EA25E0"/>
    <w:rsid w:val="00EA2C8A"/>
    <w:rsid w:val="00EA30AD"/>
    <w:rsid w:val="00EA33A5"/>
    <w:rsid w:val="00EA4D23"/>
    <w:rsid w:val="00EA522A"/>
    <w:rsid w:val="00EA5A25"/>
    <w:rsid w:val="00EA5BCD"/>
    <w:rsid w:val="00EA5F53"/>
    <w:rsid w:val="00EA62D5"/>
    <w:rsid w:val="00EA6535"/>
    <w:rsid w:val="00EA6CDC"/>
    <w:rsid w:val="00EA7368"/>
    <w:rsid w:val="00EA766F"/>
    <w:rsid w:val="00EA7D0D"/>
    <w:rsid w:val="00EB03BC"/>
    <w:rsid w:val="00EB0470"/>
    <w:rsid w:val="00EB060A"/>
    <w:rsid w:val="00EB0932"/>
    <w:rsid w:val="00EB0BFE"/>
    <w:rsid w:val="00EB11C4"/>
    <w:rsid w:val="00EB192E"/>
    <w:rsid w:val="00EB1931"/>
    <w:rsid w:val="00EB19FA"/>
    <w:rsid w:val="00EB1F83"/>
    <w:rsid w:val="00EB25D1"/>
    <w:rsid w:val="00EB2D0E"/>
    <w:rsid w:val="00EB2F01"/>
    <w:rsid w:val="00EB3191"/>
    <w:rsid w:val="00EB32A6"/>
    <w:rsid w:val="00EB32F2"/>
    <w:rsid w:val="00EB337B"/>
    <w:rsid w:val="00EB378F"/>
    <w:rsid w:val="00EB3F08"/>
    <w:rsid w:val="00EB3F23"/>
    <w:rsid w:val="00EB5300"/>
    <w:rsid w:val="00EB585F"/>
    <w:rsid w:val="00EB5B73"/>
    <w:rsid w:val="00EB5D11"/>
    <w:rsid w:val="00EB60D9"/>
    <w:rsid w:val="00EB62EB"/>
    <w:rsid w:val="00EB67C5"/>
    <w:rsid w:val="00EB6AAC"/>
    <w:rsid w:val="00EB6B6B"/>
    <w:rsid w:val="00EB6FB9"/>
    <w:rsid w:val="00EB7082"/>
    <w:rsid w:val="00EB7562"/>
    <w:rsid w:val="00EC0112"/>
    <w:rsid w:val="00EC03C9"/>
    <w:rsid w:val="00EC0685"/>
    <w:rsid w:val="00EC08E7"/>
    <w:rsid w:val="00EC0F7F"/>
    <w:rsid w:val="00EC1829"/>
    <w:rsid w:val="00EC2690"/>
    <w:rsid w:val="00EC29F9"/>
    <w:rsid w:val="00EC2B90"/>
    <w:rsid w:val="00EC314C"/>
    <w:rsid w:val="00EC32C5"/>
    <w:rsid w:val="00EC3F1F"/>
    <w:rsid w:val="00EC43AE"/>
    <w:rsid w:val="00EC5651"/>
    <w:rsid w:val="00EC5960"/>
    <w:rsid w:val="00EC6505"/>
    <w:rsid w:val="00EC666D"/>
    <w:rsid w:val="00EC7338"/>
    <w:rsid w:val="00EC7A73"/>
    <w:rsid w:val="00EC7D91"/>
    <w:rsid w:val="00ED02F1"/>
    <w:rsid w:val="00ED037E"/>
    <w:rsid w:val="00ED061C"/>
    <w:rsid w:val="00ED242C"/>
    <w:rsid w:val="00ED28EA"/>
    <w:rsid w:val="00ED2CB7"/>
    <w:rsid w:val="00ED350A"/>
    <w:rsid w:val="00ED37CA"/>
    <w:rsid w:val="00ED3F55"/>
    <w:rsid w:val="00ED44DF"/>
    <w:rsid w:val="00ED4675"/>
    <w:rsid w:val="00ED4BBF"/>
    <w:rsid w:val="00ED4CCE"/>
    <w:rsid w:val="00ED4D37"/>
    <w:rsid w:val="00ED4D38"/>
    <w:rsid w:val="00ED5139"/>
    <w:rsid w:val="00ED6CC9"/>
    <w:rsid w:val="00ED75FB"/>
    <w:rsid w:val="00ED78BF"/>
    <w:rsid w:val="00ED79A8"/>
    <w:rsid w:val="00ED7EFF"/>
    <w:rsid w:val="00ED7F6A"/>
    <w:rsid w:val="00EE02CE"/>
    <w:rsid w:val="00EE0862"/>
    <w:rsid w:val="00EE092B"/>
    <w:rsid w:val="00EE0B98"/>
    <w:rsid w:val="00EE1195"/>
    <w:rsid w:val="00EE297F"/>
    <w:rsid w:val="00EE2CAC"/>
    <w:rsid w:val="00EE2ECC"/>
    <w:rsid w:val="00EE2EEE"/>
    <w:rsid w:val="00EE322E"/>
    <w:rsid w:val="00EE3438"/>
    <w:rsid w:val="00EE39F2"/>
    <w:rsid w:val="00EE3B63"/>
    <w:rsid w:val="00EE3E1E"/>
    <w:rsid w:val="00EE4527"/>
    <w:rsid w:val="00EE53B4"/>
    <w:rsid w:val="00EE5629"/>
    <w:rsid w:val="00EE5AFC"/>
    <w:rsid w:val="00EE62BB"/>
    <w:rsid w:val="00EE6F1C"/>
    <w:rsid w:val="00EF00CF"/>
    <w:rsid w:val="00EF0243"/>
    <w:rsid w:val="00EF0399"/>
    <w:rsid w:val="00EF05EF"/>
    <w:rsid w:val="00EF06A5"/>
    <w:rsid w:val="00EF0D0B"/>
    <w:rsid w:val="00EF1517"/>
    <w:rsid w:val="00EF20CA"/>
    <w:rsid w:val="00EF2337"/>
    <w:rsid w:val="00EF31B3"/>
    <w:rsid w:val="00EF337E"/>
    <w:rsid w:val="00EF394E"/>
    <w:rsid w:val="00EF39CD"/>
    <w:rsid w:val="00EF3DBC"/>
    <w:rsid w:val="00EF3E0E"/>
    <w:rsid w:val="00EF3F31"/>
    <w:rsid w:val="00EF3F46"/>
    <w:rsid w:val="00EF41D5"/>
    <w:rsid w:val="00EF440F"/>
    <w:rsid w:val="00EF4A74"/>
    <w:rsid w:val="00EF4A75"/>
    <w:rsid w:val="00EF5299"/>
    <w:rsid w:val="00EF536D"/>
    <w:rsid w:val="00EF5373"/>
    <w:rsid w:val="00EF53FE"/>
    <w:rsid w:val="00EF542E"/>
    <w:rsid w:val="00EF65CD"/>
    <w:rsid w:val="00EF6AE8"/>
    <w:rsid w:val="00EF6E2A"/>
    <w:rsid w:val="00EF7477"/>
    <w:rsid w:val="00EF7963"/>
    <w:rsid w:val="00EF7A8E"/>
    <w:rsid w:val="00F00A54"/>
    <w:rsid w:val="00F00A96"/>
    <w:rsid w:val="00F00DAF"/>
    <w:rsid w:val="00F0107F"/>
    <w:rsid w:val="00F011BA"/>
    <w:rsid w:val="00F019FE"/>
    <w:rsid w:val="00F01A39"/>
    <w:rsid w:val="00F01CCF"/>
    <w:rsid w:val="00F02116"/>
    <w:rsid w:val="00F02381"/>
    <w:rsid w:val="00F02589"/>
    <w:rsid w:val="00F0258C"/>
    <w:rsid w:val="00F02CF8"/>
    <w:rsid w:val="00F03614"/>
    <w:rsid w:val="00F03DC9"/>
    <w:rsid w:val="00F03E7C"/>
    <w:rsid w:val="00F040B1"/>
    <w:rsid w:val="00F043C6"/>
    <w:rsid w:val="00F044AF"/>
    <w:rsid w:val="00F0455F"/>
    <w:rsid w:val="00F0466B"/>
    <w:rsid w:val="00F04685"/>
    <w:rsid w:val="00F04969"/>
    <w:rsid w:val="00F04B1C"/>
    <w:rsid w:val="00F050FC"/>
    <w:rsid w:val="00F059BA"/>
    <w:rsid w:val="00F063C8"/>
    <w:rsid w:val="00F06725"/>
    <w:rsid w:val="00F06A56"/>
    <w:rsid w:val="00F06AE7"/>
    <w:rsid w:val="00F07867"/>
    <w:rsid w:val="00F07A0A"/>
    <w:rsid w:val="00F10296"/>
    <w:rsid w:val="00F11017"/>
    <w:rsid w:val="00F114CD"/>
    <w:rsid w:val="00F115CD"/>
    <w:rsid w:val="00F11BCB"/>
    <w:rsid w:val="00F11C5D"/>
    <w:rsid w:val="00F11C7B"/>
    <w:rsid w:val="00F11CE4"/>
    <w:rsid w:val="00F1207B"/>
    <w:rsid w:val="00F1256A"/>
    <w:rsid w:val="00F12588"/>
    <w:rsid w:val="00F12C3F"/>
    <w:rsid w:val="00F12E69"/>
    <w:rsid w:val="00F13D54"/>
    <w:rsid w:val="00F144F0"/>
    <w:rsid w:val="00F14577"/>
    <w:rsid w:val="00F14C3A"/>
    <w:rsid w:val="00F14FDD"/>
    <w:rsid w:val="00F154E9"/>
    <w:rsid w:val="00F15AC7"/>
    <w:rsid w:val="00F15E5C"/>
    <w:rsid w:val="00F166E5"/>
    <w:rsid w:val="00F16984"/>
    <w:rsid w:val="00F17363"/>
    <w:rsid w:val="00F174AC"/>
    <w:rsid w:val="00F17A91"/>
    <w:rsid w:val="00F200C1"/>
    <w:rsid w:val="00F20155"/>
    <w:rsid w:val="00F20407"/>
    <w:rsid w:val="00F2092A"/>
    <w:rsid w:val="00F209C8"/>
    <w:rsid w:val="00F20AAD"/>
    <w:rsid w:val="00F210DF"/>
    <w:rsid w:val="00F21131"/>
    <w:rsid w:val="00F2119E"/>
    <w:rsid w:val="00F2136C"/>
    <w:rsid w:val="00F213AF"/>
    <w:rsid w:val="00F216D9"/>
    <w:rsid w:val="00F2256D"/>
    <w:rsid w:val="00F22BD0"/>
    <w:rsid w:val="00F22E61"/>
    <w:rsid w:val="00F23422"/>
    <w:rsid w:val="00F23CC1"/>
    <w:rsid w:val="00F24584"/>
    <w:rsid w:val="00F247A8"/>
    <w:rsid w:val="00F249A3"/>
    <w:rsid w:val="00F24C58"/>
    <w:rsid w:val="00F25089"/>
    <w:rsid w:val="00F256E8"/>
    <w:rsid w:val="00F258BE"/>
    <w:rsid w:val="00F261B1"/>
    <w:rsid w:val="00F26487"/>
    <w:rsid w:val="00F27013"/>
    <w:rsid w:val="00F2716C"/>
    <w:rsid w:val="00F271A8"/>
    <w:rsid w:val="00F27D52"/>
    <w:rsid w:val="00F30035"/>
    <w:rsid w:val="00F30285"/>
    <w:rsid w:val="00F30288"/>
    <w:rsid w:val="00F30859"/>
    <w:rsid w:val="00F30BE2"/>
    <w:rsid w:val="00F30D68"/>
    <w:rsid w:val="00F31AD4"/>
    <w:rsid w:val="00F32A16"/>
    <w:rsid w:val="00F32F06"/>
    <w:rsid w:val="00F33154"/>
    <w:rsid w:val="00F33261"/>
    <w:rsid w:val="00F34761"/>
    <w:rsid w:val="00F34C3A"/>
    <w:rsid w:val="00F35FBE"/>
    <w:rsid w:val="00F361E8"/>
    <w:rsid w:val="00F36396"/>
    <w:rsid w:val="00F36735"/>
    <w:rsid w:val="00F36E0D"/>
    <w:rsid w:val="00F3718E"/>
    <w:rsid w:val="00F3722B"/>
    <w:rsid w:val="00F376F3"/>
    <w:rsid w:val="00F4009B"/>
    <w:rsid w:val="00F4024F"/>
    <w:rsid w:val="00F414D6"/>
    <w:rsid w:val="00F41526"/>
    <w:rsid w:val="00F41806"/>
    <w:rsid w:val="00F41860"/>
    <w:rsid w:val="00F41D4B"/>
    <w:rsid w:val="00F42650"/>
    <w:rsid w:val="00F42812"/>
    <w:rsid w:val="00F44AD1"/>
    <w:rsid w:val="00F44C6F"/>
    <w:rsid w:val="00F44FA5"/>
    <w:rsid w:val="00F455C3"/>
    <w:rsid w:val="00F458A0"/>
    <w:rsid w:val="00F45E13"/>
    <w:rsid w:val="00F46142"/>
    <w:rsid w:val="00F4623D"/>
    <w:rsid w:val="00F4688E"/>
    <w:rsid w:val="00F468BD"/>
    <w:rsid w:val="00F468F7"/>
    <w:rsid w:val="00F4725A"/>
    <w:rsid w:val="00F47C58"/>
    <w:rsid w:val="00F47D64"/>
    <w:rsid w:val="00F5087A"/>
    <w:rsid w:val="00F50951"/>
    <w:rsid w:val="00F50C58"/>
    <w:rsid w:val="00F51221"/>
    <w:rsid w:val="00F513D1"/>
    <w:rsid w:val="00F51D69"/>
    <w:rsid w:val="00F52022"/>
    <w:rsid w:val="00F52433"/>
    <w:rsid w:val="00F52DB4"/>
    <w:rsid w:val="00F52FFA"/>
    <w:rsid w:val="00F532FF"/>
    <w:rsid w:val="00F53375"/>
    <w:rsid w:val="00F53AF0"/>
    <w:rsid w:val="00F540A1"/>
    <w:rsid w:val="00F544B2"/>
    <w:rsid w:val="00F5451B"/>
    <w:rsid w:val="00F5474B"/>
    <w:rsid w:val="00F547F5"/>
    <w:rsid w:val="00F54DBC"/>
    <w:rsid w:val="00F557AD"/>
    <w:rsid w:val="00F559AA"/>
    <w:rsid w:val="00F55C26"/>
    <w:rsid w:val="00F55C61"/>
    <w:rsid w:val="00F55CDA"/>
    <w:rsid w:val="00F560EB"/>
    <w:rsid w:val="00F566D5"/>
    <w:rsid w:val="00F5750F"/>
    <w:rsid w:val="00F57640"/>
    <w:rsid w:val="00F576C0"/>
    <w:rsid w:val="00F576C3"/>
    <w:rsid w:val="00F57C80"/>
    <w:rsid w:val="00F60113"/>
    <w:rsid w:val="00F602E4"/>
    <w:rsid w:val="00F60E31"/>
    <w:rsid w:val="00F6122B"/>
    <w:rsid w:val="00F61936"/>
    <w:rsid w:val="00F62129"/>
    <w:rsid w:val="00F6262F"/>
    <w:rsid w:val="00F627CA"/>
    <w:rsid w:val="00F62A58"/>
    <w:rsid w:val="00F62EA3"/>
    <w:rsid w:val="00F63575"/>
    <w:rsid w:val="00F644E2"/>
    <w:rsid w:val="00F64815"/>
    <w:rsid w:val="00F64AA3"/>
    <w:rsid w:val="00F65B06"/>
    <w:rsid w:val="00F6642C"/>
    <w:rsid w:val="00F66609"/>
    <w:rsid w:val="00F66712"/>
    <w:rsid w:val="00F66C63"/>
    <w:rsid w:val="00F66CC1"/>
    <w:rsid w:val="00F66E21"/>
    <w:rsid w:val="00F6765C"/>
    <w:rsid w:val="00F704D7"/>
    <w:rsid w:val="00F70AC8"/>
    <w:rsid w:val="00F7114C"/>
    <w:rsid w:val="00F712FC"/>
    <w:rsid w:val="00F717EB"/>
    <w:rsid w:val="00F71F0C"/>
    <w:rsid w:val="00F71F2B"/>
    <w:rsid w:val="00F722C2"/>
    <w:rsid w:val="00F72821"/>
    <w:rsid w:val="00F72889"/>
    <w:rsid w:val="00F72A15"/>
    <w:rsid w:val="00F738CB"/>
    <w:rsid w:val="00F73A9F"/>
    <w:rsid w:val="00F750BB"/>
    <w:rsid w:val="00F751A3"/>
    <w:rsid w:val="00F75305"/>
    <w:rsid w:val="00F7559B"/>
    <w:rsid w:val="00F7585B"/>
    <w:rsid w:val="00F75903"/>
    <w:rsid w:val="00F76AAB"/>
    <w:rsid w:val="00F76B17"/>
    <w:rsid w:val="00F77121"/>
    <w:rsid w:val="00F80B3F"/>
    <w:rsid w:val="00F81071"/>
    <w:rsid w:val="00F813B3"/>
    <w:rsid w:val="00F8145B"/>
    <w:rsid w:val="00F81467"/>
    <w:rsid w:val="00F81477"/>
    <w:rsid w:val="00F8168A"/>
    <w:rsid w:val="00F81888"/>
    <w:rsid w:val="00F81F20"/>
    <w:rsid w:val="00F81F8D"/>
    <w:rsid w:val="00F824CE"/>
    <w:rsid w:val="00F8254F"/>
    <w:rsid w:val="00F826F7"/>
    <w:rsid w:val="00F8279B"/>
    <w:rsid w:val="00F8284A"/>
    <w:rsid w:val="00F82BE2"/>
    <w:rsid w:val="00F83337"/>
    <w:rsid w:val="00F83798"/>
    <w:rsid w:val="00F83B04"/>
    <w:rsid w:val="00F83DF2"/>
    <w:rsid w:val="00F8455E"/>
    <w:rsid w:val="00F849B5"/>
    <w:rsid w:val="00F84F02"/>
    <w:rsid w:val="00F84F69"/>
    <w:rsid w:val="00F8507C"/>
    <w:rsid w:val="00F85E02"/>
    <w:rsid w:val="00F85EAF"/>
    <w:rsid w:val="00F867D8"/>
    <w:rsid w:val="00F869CC"/>
    <w:rsid w:val="00F86A12"/>
    <w:rsid w:val="00F86A3D"/>
    <w:rsid w:val="00F86A72"/>
    <w:rsid w:val="00F8705D"/>
    <w:rsid w:val="00F8729E"/>
    <w:rsid w:val="00F873B5"/>
    <w:rsid w:val="00F873C9"/>
    <w:rsid w:val="00F87638"/>
    <w:rsid w:val="00F879F9"/>
    <w:rsid w:val="00F87B05"/>
    <w:rsid w:val="00F87BCF"/>
    <w:rsid w:val="00F87D70"/>
    <w:rsid w:val="00F87FAD"/>
    <w:rsid w:val="00F906C3"/>
    <w:rsid w:val="00F90A25"/>
    <w:rsid w:val="00F90F35"/>
    <w:rsid w:val="00F90FC8"/>
    <w:rsid w:val="00F9160E"/>
    <w:rsid w:val="00F91827"/>
    <w:rsid w:val="00F921F1"/>
    <w:rsid w:val="00F929F5"/>
    <w:rsid w:val="00F92A18"/>
    <w:rsid w:val="00F92A38"/>
    <w:rsid w:val="00F92BA5"/>
    <w:rsid w:val="00F92CD3"/>
    <w:rsid w:val="00F93325"/>
    <w:rsid w:val="00F93609"/>
    <w:rsid w:val="00F93F00"/>
    <w:rsid w:val="00F94BEE"/>
    <w:rsid w:val="00F94BF1"/>
    <w:rsid w:val="00F94BF7"/>
    <w:rsid w:val="00F94C61"/>
    <w:rsid w:val="00F94FD7"/>
    <w:rsid w:val="00F950EB"/>
    <w:rsid w:val="00F95457"/>
    <w:rsid w:val="00F95688"/>
    <w:rsid w:val="00F9583B"/>
    <w:rsid w:val="00F96224"/>
    <w:rsid w:val="00F965DB"/>
    <w:rsid w:val="00F96BD3"/>
    <w:rsid w:val="00F96F4F"/>
    <w:rsid w:val="00F97221"/>
    <w:rsid w:val="00F97A29"/>
    <w:rsid w:val="00F97B9B"/>
    <w:rsid w:val="00F97D8C"/>
    <w:rsid w:val="00F97EF6"/>
    <w:rsid w:val="00FA008A"/>
    <w:rsid w:val="00FA02C3"/>
    <w:rsid w:val="00FA0BFD"/>
    <w:rsid w:val="00FA10EF"/>
    <w:rsid w:val="00FA1396"/>
    <w:rsid w:val="00FA13BD"/>
    <w:rsid w:val="00FA13F3"/>
    <w:rsid w:val="00FA1590"/>
    <w:rsid w:val="00FA1688"/>
    <w:rsid w:val="00FA2019"/>
    <w:rsid w:val="00FA2348"/>
    <w:rsid w:val="00FA2C60"/>
    <w:rsid w:val="00FA319D"/>
    <w:rsid w:val="00FA31AC"/>
    <w:rsid w:val="00FA3397"/>
    <w:rsid w:val="00FA38E7"/>
    <w:rsid w:val="00FA3BEB"/>
    <w:rsid w:val="00FA3CB3"/>
    <w:rsid w:val="00FA40E1"/>
    <w:rsid w:val="00FA49C0"/>
    <w:rsid w:val="00FA4E7E"/>
    <w:rsid w:val="00FA57A1"/>
    <w:rsid w:val="00FA5D87"/>
    <w:rsid w:val="00FA5DDA"/>
    <w:rsid w:val="00FA6B29"/>
    <w:rsid w:val="00FA7EA0"/>
    <w:rsid w:val="00FA7F40"/>
    <w:rsid w:val="00FB0D4E"/>
    <w:rsid w:val="00FB12CC"/>
    <w:rsid w:val="00FB13BF"/>
    <w:rsid w:val="00FB1710"/>
    <w:rsid w:val="00FB213C"/>
    <w:rsid w:val="00FB2BC6"/>
    <w:rsid w:val="00FB346B"/>
    <w:rsid w:val="00FB5024"/>
    <w:rsid w:val="00FB6898"/>
    <w:rsid w:val="00FB6B78"/>
    <w:rsid w:val="00FB6E64"/>
    <w:rsid w:val="00FB7083"/>
    <w:rsid w:val="00FB734A"/>
    <w:rsid w:val="00FC019C"/>
    <w:rsid w:val="00FC041E"/>
    <w:rsid w:val="00FC04C6"/>
    <w:rsid w:val="00FC05B7"/>
    <w:rsid w:val="00FC0841"/>
    <w:rsid w:val="00FC1C00"/>
    <w:rsid w:val="00FC2257"/>
    <w:rsid w:val="00FC22B9"/>
    <w:rsid w:val="00FC253E"/>
    <w:rsid w:val="00FC2761"/>
    <w:rsid w:val="00FC302D"/>
    <w:rsid w:val="00FC3514"/>
    <w:rsid w:val="00FC36B2"/>
    <w:rsid w:val="00FC3B8F"/>
    <w:rsid w:val="00FC3BE9"/>
    <w:rsid w:val="00FC3D7D"/>
    <w:rsid w:val="00FC3F60"/>
    <w:rsid w:val="00FC434F"/>
    <w:rsid w:val="00FC49DE"/>
    <w:rsid w:val="00FC5138"/>
    <w:rsid w:val="00FC53A3"/>
    <w:rsid w:val="00FC5694"/>
    <w:rsid w:val="00FC686C"/>
    <w:rsid w:val="00FC7406"/>
    <w:rsid w:val="00FC7608"/>
    <w:rsid w:val="00FD04B0"/>
    <w:rsid w:val="00FD0D63"/>
    <w:rsid w:val="00FD0ED9"/>
    <w:rsid w:val="00FD1756"/>
    <w:rsid w:val="00FD1773"/>
    <w:rsid w:val="00FD2D67"/>
    <w:rsid w:val="00FD370F"/>
    <w:rsid w:val="00FD3973"/>
    <w:rsid w:val="00FD39C4"/>
    <w:rsid w:val="00FD3ECA"/>
    <w:rsid w:val="00FD4362"/>
    <w:rsid w:val="00FD4974"/>
    <w:rsid w:val="00FD4B45"/>
    <w:rsid w:val="00FD5437"/>
    <w:rsid w:val="00FD5A6D"/>
    <w:rsid w:val="00FD5BA6"/>
    <w:rsid w:val="00FD5C8B"/>
    <w:rsid w:val="00FD6754"/>
    <w:rsid w:val="00FD6D70"/>
    <w:rsid w:val="00FD7294"/>
    <w:rsid w:val="00FD749A"/>
    <w:rsid w:val="00FD7A55"/>
    <w:rsid w:val="00FD7BAB"/>
    <w:rsid w:val="00FE0010"/>
    <w:rsid w:val="00FE0390"/>
    <w:rsid w:val="00FE0481"/>
    <w:rsid w:val="00FE072F"/>
    <w:rsid w:val="00FE0748"/>
    <w:rsid w:val="00FE0933"/>
    <w:rsid w:val="00FE13A7"/>
    <w:rsid w:val="00FE2085"/>
    <w:rsid w:val="00FE24E5"/>
    <w:rsid w:val="00FE2698"/>
    <w:rsid w:val="00FE2C22"/>
    <w:rsid w:val="00FE2D9B"/>
    <w:rsid w:val="00FE31F2"/>
    <w:rsid w:val="00FE3FAD"/>
    <w:rsid w:val="00FE470C"/>
    <w:rsid w:val="00FE4D7C"/>
    <w:rsid w:val="00FE4E43"/>
    <w:rsid w:val="00FE5092"/>
    <w:rsid w:val="00FE51E1"/>
    <w:rsid w:val="00FE559D"/>
    <w:rsid w:val="00FE6351"/>
    <w:rsid w:val="00FE7A81"/>
    <w:rsid w:val="00FE7BE9"/>
    <w:rsid w:val="00FE7D80"/>
    <w:rsid w:val="00FF0038"/>
    <w:rsid w:val="00FF04B8"/>
    <w:rsid w:val="00FF06E2"/>
    <w:rsid w:val="00FF0DA0"/>
    <w:rsid w:val="00FF19E9"/>
    <w:rsid w:val="00FF19F7"/>
    <w:rsid w:val="00FF1D52"/>
    <w:rsid w:val="00FF1FFC"/>
    <w:rsid w:val="00FF2237"/>
    <w:rsid w:val="00FF22E7"/>
    <w:rsid w:val="00FF2510"/>
    <w:rsid w:val="00FF2A6D"/>
    <w:rsid w:val="00FF2F43"/>
    <w:rsid w:val="00FF2FD9"/>
    <w:rsid w:val="00FF3AEF"/>
    <w:rsid w:val="00FF3C07"/>
    <w:rsid w:val="00FF3CD1"/>
    <w:rsid w:val="00FF3D6F"/>
    <w:rsid w:val="00FF4275"/>
    <w:rsid w:val="00FF43D7"/>
    <w:rsid w:val="00FF45A4"/>
    <w:rsid w:val="00FF484E"/>
    <w:rsid w:val="00FF49EF"/>
    <w:rsid w:val="00FF5086"/>
    <w:rsid w:val="00FF5932"/>
    <w:rsid w:val="00FF5C1C"/>
    <w:rsid w:val="00FF61EE"/>
    <w:rsid w:val="00FF6B60"/>
    <w:rsid w:val="00FF6E86"/>
    <w:rsid w:val="00FF6FCB"/>
    <w:rsid w:val="00FF7BA4"/>
    <w:rsid w:val="00FF7F1F"/>
    <w:rsid w:val="480081C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BE1774"/>
  <w15:docId w15:val="{B945644E-B8E2-41C2-AD43-3BAD097DB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0" w:qFormat="1"/>
    <w:lsdException w:name="table of figures" w:locked="1" w:semiHidden="1" w:uiPriority="0" w:unhideWhenUsed="1"/>
    <w:lsdException w:name="envelope address" w:locked="1" w:semiHidden="1" w:unhideWhenUsed="1"/>
    <w:lsdException w:name="envelope return" w:locked="1" w:semiHidden="1" w:uiPriority="0" w:unhideWhenUsed="1"/>
    <w:lsdException w:name="footnote reference" w:locked="1" w:semiHidden="1" w:uiPriority="0" w:unhideWhenUsed="1"/>
    <w:lsdException w:name="annotation reference" w:locked="1" w:semiHidden="1" w:uiPriority="0"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iPriority="0" w:unhideWhenUsed="1"/>
    <w:lsdException w:name="macro" w:locked="1" w:semiHidden="1" w:uiPriority="0"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locked="1" w:qFormat="1"/>
    <w:lsdException w:name="Closing" w:locked="1" w:semiHidden="1" w:unhideWhenUsed="1"/>
    <w:lsdException w:name="Signature" w:locked="1" w:semiHidden="1" w:uiPriority="0"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iPriority="0" w:unhideWhenUsed="1"/>
    <w:lsdException w:name="Body Text First Indent 2" w:locked="1" w:semiHidden="1" w:uiPriority="0"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CE3"/>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qFormat/>
    <w:rsid w:val="006A0933"/>
    <w:pPr>
      <w:keepNext/>
      <w:jc w:val="center"/>
      <w:outlineLvl w:val="2"/>
    </w:pPr>
    <w:rPr>
      <w:rFonts w:cs="Angsana New"/>
      <w:sz w:val="32"/>
      <w:szCs w:val="20"/>
    </w:rPr>
  </w:style>
  <w:style w:type="paragraph" w:styleId="Heading4">
    <w:name w:val="heading 4"/>
    <w:basedOn w:val="Normal"/>
    <w:next w:val="Normal"/>
    <w:link w:val="Heading4Char"/>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locked/>
    <w:rsid w:val="006A0933"/>
    <w:rPr>
      <w:rFonts w:ascii="Arial" w:hAnsi="Arial" w:cs="Times New Roman"/>
      <w:b/>
      <w:i/>
      <w:sz w:val="32"/>
      <w:lang w:val="en-US" w:eastAsia="en-US"/>
    </w:rPr>
  </w:style>
  <w:style w:type="character" w:customStyle="1" w:styleId="Heading3Char">
    <w:name w:val="Heading 3 Char"/>
    <w:link w:val="Heading3"/>
    <w:locked/>
    <w:rsid w:val="006A0933"/>
    <w:rPr>
      <w:rFonts w:ascii="Cordia New" w:hAnsi="Cordia New" w:cs="Times New Roman"/>
      <w:sz w:val="32"/>
      <w:lang w:val="en-US" w:eastAsia="en-US"/>
    </w:rPr>
  </w:style>
  <w:style w:type="character" w:customStyle="1" w:styleId="Heading4Char">
    <w:name w:val="Heading 4 Char"/>
    <w:link w:val="Heading4"/>
    <w:locked/>
    <w:rsid w:val="00714366"/>
    <w:rPr>
      <w:rFonts w:ascii="Calibri" w:hAnsi="Calibri" w:cs="Times New Roman"/>
      <w:b/>
      <w:sz w:val="35"/>
    </w:rPr>
  </w:style>
  <w:style w:type="character" w:customStyle="1" w:styleId="Heading5Char">
    <w:name w:val="Heading 5 Char"/>
    <w:link w:val="Heading5"/>
    <w:locked/>
    <w:rsid w:val="006A0933"/>
    <w:rPr>
      <w:rFonts w:ascii="Browallia New" w:hAnsi="Browallia New" w:cs="Times New Roman"/>
      <w:sz w:val="24"/>
      <w:u w:val="single"/>
      <w:lang w:val="en-US" w:eastAsia="en-US"/>
    </w:rPr>
  </w:style>
  <w:style w:type="character" w:customStyle="1" w:styleId="Heading6Char">
    <w:name w:val="Heading 6 Char"/>
    <w:link w:val="Heading6"/>
    <w:locked/>
    <w:rsid w:val="00714366"/>
    <w:rPr>
      <w:rFonts w:ascii="Calibri" w:hAnsi="Calibri" w:cs="Times New Roman"/>
      <w:b/>
    </w:rPr>
  </w:style>
  <w:style w:type="character" w:customStyle="1" w:styleId="Heading7Char">
    <w:name w:val="Heading 7 Char"/>
    <w:link w:val="Heading7"/>
    <w:locked/>
    <w:rsid w:val="00714366"/>
    <w:rPr>
      <w:rFonts w:ascii="Calibri" w:hAnsi="Calibri" w:cs="Times New Roman"/>
      <w:sz w:val="30"/>
    </w:rPr>
  </w:style>
  <w:style w:type="character" w:customStyle="1" w:styleId="Heading8Char">
    <w:name w:val="Heading 8 Char"/>
    <w:link w:val="Heading8"/>
    <w:locked/>
    <w:rsid w:val="006A0933"/>
    <w:rPr>
      <w:rFonts w:ascii="Angsana New" w:hAnsi="Angsana New" w:cs="Times New Roman"/>
      <w:b/>
      <w:sz w:val="30"/>
    </w:rPr>
  </w:style>
  <w:style w:type="character" w:customStyle="1" w:styleId="Heading9Char">
    <w:name w:val="Heading 9 Char"/>
    <w:link w:val="Heading9"/>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rsid w:val="006A0933"/>
    <w:rPr>
      <w:rFonts w:cs="Times New Roman"/>
    </w:rPr>
  </w:style>
  <w:style w:type="paragraph" w:styleId="Header">
    <w:name w:val="header"/>
    <w:basedOn w:val="Normal"/>
    <w:link w:val="HeaderChar"/>
    <w:rsid w:val="006A0933"/>
    <w:pPr>
      <w:tabs>
        <w:tab w:val="center" w:pos="4153"/>
        <w:tab w:val="right" w:pos="8306"/>
      </w:tabs>
    </w:pPr>
    <w:rPr>
      <w:rFonts w:cs="Angsana New"/>
      <w:szCs w:val="35"/>
    </w:rPr>
  </w:style>
  <w:style w:type="character" w:customStyle="1" w:styleId="HeaderChar">
    <w:name w:val="Header Char"/>
    <w:link w:val="Header"/>
    <w:locked/>
    <w:rsid w:val="00714366"/>
    <w:rPr>
      <w:rFonts w:ascii="Cordia New" w:hAnsi="Cordia New" w:cs="Times New Roman"/>
      <w:sz w:val="35"/>
    </w:rPr>
  </w:style>
  <w:style w:type="paragraph" w:styleId="FootnoteText">
    <w:name w:val="footnote text"/>
    <w:aliases w:val="ft"/>
    <w:basedOn w:val="Normal"/>
    <w:link w:val="FootnoteTextChar"/>
    <w:semiHidden/>
    <w:rsid w:val="006A0933"/>
    <w:rPr>
      <w:rFonts w:cs="Angsana New"/>
      <w:sz w:val="20"/>
      <w:szCs w:val="20"/>
    </w:rPr>
  </w:style>
  <w:style w:type="character" w:customStyle="1" w:styleId="FootnoteTextChar">
    <w:name w:val="Footnote Text Char"/>
    <w:aliases w:val="ft Char"/>
    <w:link w:val="FootnoteText"/>
    <w:semiHidden/>
    <w:locked/>
    <w:rsid w:val="006A0933"/>
    <w:rPr>
      <w:rFonts w:ascii="Cordia New" w:hAnsi="Cordia New" w:cs="Times New Roman"/>
      <w:lang w:val="en-US" w:eastAsia="en-US"/>
    </w:rPr>
  </w:style>
  <w:style w:type="character" w:styleId="FootnoteReference">
    <w:name w:val="footnote reference"/>
    <w:semiHidden/>
    <w:rsid w:val="006A0933"/>
    <w:rPr>
      <w:rFonts w:cs="Times New Roman"/>
      <w:vertAlign w:val="superscript"/>
    </w:rPr>
  </w:style>
  <w:style w:type="paragraph" w:styleId="BodyTextIndent">
    <w:name w:val="Body Text Indent"/>
    <w:aliases w:val="i"/>
    <w:basedOn w:val="Normal"/>
    <w:link w:val="BodyTextIndentChar"/>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aliases w:val="i Char"/>
    <w:link w:val="BodyTextIndent"/>
    <w:locked/>
    <w:rsid w:val="006A0933"/>
    <w:rPr>
      <w:rFonts w:ascii="Cordia New" w:hAnsi="Cordia New" w:cs="Times New Roman"/>
      <w:sz w:val="26"/>
      <w:lang w:val="en-US" w:eastAsia="en-US"/>
    </w:rPr>
  </w:style>
  <w:style w:type="paragraph" w:styleId="MacroText">
    <w:name w:val="macro"/>
    <w:link w:val="MacroTextChar"/>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semiHidden/>
    <w:locked/>
    <w:rsid w:val="00714366"/>
    <w:rPr>
      <w:rFonts w:ascii="Courier New" w:hAnsi="Courier New" w:cs="Times New Roman"/>
      <w:sz w:val="25"/>
      <w:szCs w:val="25"/>
      <w:lang w:val="en-US" w:eastAsia="en-US" w:bidi="th-TH"/>
    </w:rPr>
  </w:style>
  <w:style w:type="paragraph" w:styleId="BodyText">
    <w:name w:val="Body Text"/>
    <w:aliases w:val="bt,body text,Body"/>
    <w:basedOn w:val="Normal"/>
    <w:link w:val="BodyTextChar"/>
    <w:rsid w:val="006A0933"/>
    <w:pPr>
      <w:spacing w:after="120"/>
    </w:pPr>
    <w:rPr>
      <w:rFonts w:cs="Angsana New"/>
      <w:szCs w:val="35"/>
    </w:rPr>
  </w:style>
  <w:style w:type="character" w:customStyle="1" w:styleId="BodyTextChar">
    <w:name w:val="Body Text Char"/>
    <w:aliases w:val="bt Char2,body text Char2,Body Char2"/>
    <w:link w:val="BodyText"/>
    <w:locked/>
    <w:rsid w:val="00714366"/>
    <w:rPr>
      <w:rFonts w:ascii="Cordia New" w:hAnsi="Cordia New" w:cs="Times New Roman"/>
      <w:sz w:val="35"/>
    </w:rPr>
  </w:style>
  <w:style w:type="paragraph" w:styleId="BodyText3">
    <w:name w:val="Body Text 3"/>
    <w:basedOn w:val="Normal"/>
    <w:link w:val="BodyText3Char"/>
    <w:rsid w:val="006A0933"/>
    <w:pPr>
      <w:spacing w:after="120"/>
    </w:pPr>
    <w:rPr>
      <w:rFonts w:cs="Angsana New"/>
      <w:sz w:val="16"/>
      <w:szCs w:val="20"/>
    </w:rPr>
  </w:style>
  <w:style w:type="character" w:customStyle="1" w:styleId="BodyText3Char">
    <w:name w:val="Body Text 3 Char"/>
    <w:link w:val="BodyText3"/>
    <w:locked/>
    <w:rsid w:val="00714366"/>
    <w:rPr>
      <w:rFonts w:ascii="Cordia New" w:hAnsi="Cordia New" w:cs="Times New Roman"/>
      <w:sz w:val="20"/>
    </w:rPr>
  </w:style>
  <w:style w:type="paragraph" w:customStyle="1" w:styleId="a0">
    <w:name w:val="¢éÍ¤ÇÒÁ"/>
    <w:basedOn w:val="Normal"/>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locked/>
    <w:rsid w:val="00714366"/>
    <w:rPr>
      <w:rFonts w:ascii="Cordia New" w:hAnsi="Cordia New" w:cs="Times New Roman"/>
      <w:sz w:val="35"/>
      <w:lang w:val="en-US" w:eastAsia="en-US"/>
    </w:rPr>
  </w:style>
  <w:style w:type="paragraph" w:styleId="TOC6">
    <w:name w:val="toc 6"/>
    <w:basedOn w:val="Normal"/>
    <w:next w:val="Normal"/>
    <w:autoRedefine/>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qFormat/>
    <w:rsid w:val="0015311B"/>
    <w:pPr>
      <w:spacing w:line="360" w:lineRule="auto"/>
      <w:ind w:left="936" w:hanging="9"/>
      <w:jc w:val="thaiDistribute"/>
    </w:pPr>
    <w:rPr>
      <w:rFonts w:ascii="Arial" w:hAnsi="Arial" w:cs="Arial"/>
      <w:color w:val="000000"/>
      <w:sz w:val="19"/>
      <w:szCs w:val="19"/>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rsid w:val="006342E5"/>
    <w:pPr>
      <w:spacing w:after="160" w:line="240" w:lineRule="exact"/>
    </w:pPr>
    <w:rPr>
      <w:rFonts w:ascii="Verdana" w:hAnsi="Verdana" w:cs="Times New Roman"/>
      <w:sz w:val="20"/>
      <w:szCs w:val="20"/>
      <w:lang w:bidi="ar-SA"/>
    </w:rPr>
  </w:style>
  <w:style w:type="paragraph" w:styleId="BlockText">
    <w:name w:val="Block Text"/>
    <w:basedOn w:val="Normal"/>
    <w:locked/>
    <w:rsid w:val="008A41C1"/>
    <w:pPr>
      <w:tabs>
        <w:tab w:val="left" w:pos="2160"/>
      </w:tabs>
      <w:ind w:left="1440" w:right="36" w:hanging="1440"/>
      <w:jc w:val="thaiDistribute"/>
    </w:pPr>
    <w:rPr>
      <w:rFonts w:cs="Batang"/>
      <w:sz w:val="32"/>
      <w:szCs w:val="32"/>
      <w:lang w:eastAsia="zh-CN"/>
    </w:rPr>
  </w:style>
  <w:style w:type="character" w:customStyle="1" w:styleId="BodyTextChar1">
    <w:name w:val="Body Text Char1"/>
    <w:aliases w:val="bt Char,body text Char,Body Char,bt Char1,body text Char1,Body Char1"/>
    <w:uiPriority w:val="99"/>
    <w:rsid w:val="00651C9C"/>
  </w:style>
  <w:style w:type="paragraph" w:styleId="NormalIndent">
    <w:name w:val="Normal Indent"/>
    <w:basedOn w:val="Normal"/>
    <w:locked/>
    <w:rsid w:val="00651C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styleId="ListBullet3">
    <w:name w:val="List Bullet 3"/>
    <w:basedOn w:val="Normal"/>
    <w:locked/>
    <w:rsid w:val="00F70AC8"/>
    <w:pPr>
      <w:numPr>
        <w:numId w:val="3"/>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cctfourfigures">
    <w:name w:val="acct four figures"/>
    <w:aliases w:val="a4,a4 + 8 pt,(Complex) + 8 pt,(Complex),Thai Distribute..."/>
    <w:basedOn w:val="Normal"/>
    <w:rsid w:val="00F70AC8"/>
    <w:pPr>
      <w:tabs>
        <w:tab w:val="decimal" w:pos="765"/>
      </w:tabs>
      <w:spacing w:line="260" w:lineRule="atLeast"/>
    </w:pPr>
    <w:rPr>
      <w:rFonts w:ascii="Times New Roman" w:hAnsi="Times New Roman" w:cs="Angsana New"/>
      <w:sz w:val="22"/>
      <w:szCs w:val="20"/>
      <w:lang w:val="en-GB" w:bidi="ar-SA"/>
    </w:rPr>
  </w:style>
  <w:style w:type="paragraph" w:customStyle="1" w:styleId="acctmergecolhdg">
    <w:name w:val="acct merge col hdg"/>
    <w:aliases w:val="mh"/>
    <w:basedOn w:val="Normal"/>
    <w:rsid w:val="00F70AC8"/>
    <w:pPr>
      <w:spacing w:line="260" w:lineRule="atLeast"/>
      <w:jc w:val="center"/>
    </w:pPr>
    <w:rPr>
      <w:rFonts w:ascii="Times New Roman" w:hAnsi="Times New Roman" w:cs="Times New Roman"/>
      <w:b/>
      <w:sz w:val="22"/>
      <w:szCs w:val="20"/>
      <w:lang w:val="en-GB" w:bidi="ar-SA"/>
    </w:rPr>
  </w:style>
  <w:style w:type="paragraph" w:styleId="ListNumber">
    <w:name w:val="List Number"/>
    <w:basedOn w:val="Normal"/>
    <w:uiPriority w:val="99"/>
    <w:locked/>
    <w:rsid w:val="00210BE6"/>
    <w:pPr>
      <w:numPr>
        <w:numId w:val="4"/>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Number2">
    <w:name w:val="List Number 2"/>
    <w:basedOn w:val="Normal"/>
    <w:uiPriority w:val="99"/>
    <w:locked/>
    <w:rsid w:val="00210BE6"/>
    <w:pPr>
      <w:numPr>
        <w:numId w:val="5"/>
      </w:num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10">
    <w:name w:val="10"/>
    <w:basedOn w:val="Normal"/>
    <w:rsid w:val="006E51DD"/>
    <w:pPr>
      <w:tabs>
        <w:tab w:val="left" w:pos="1080"/>
      </w:tabs>
      <w:jc w:val="both"/>
    </w:pPr>
    <w:rPr>
      <w:rFonts w:ascii="Arial" w:hAnsi="Arial" w:cs="BrowalliaUPC"/>
      <w:sz w:val="20"/>
      <w:szCs w:val="20"/>
      <w:lang w:val="th-TH"/>
    </w:rPr>
  </w:style>
  <w:style w:type="paragraph" w:customStyle="1" w:styleId="block">
    <w:name w:val="block"/>
    <w:aliases w:val="b"/>
    <w:basedOn w:val="BodyText"/>
    <w:rsid w:val="000C25AE"/>
    <w:pPr>
      <w:spacing w:after="260" w:line="260" w:lineRule="atLeast"/>
      <w:ind w:left="567"/>
    </w:pPr>
    <w:rPr>
      <w:rFonts w:ascii="Times New Roman" w:hAnsi="Times New Roman" w:cs="Times New Roman"/>
      <w:sz w:val="22"/>
      <w:szCs w:val="20"/>
      <w:lang w:val="en-GB" w:bidi="ar-SA"/>
    </w:rPr>
  </w:style>
  <w:style w:type="paragraph" w:styleId="PlainText">
    <w:name w:val="Plain Text"/>
    <w:basedOn w:val="Normal"/>
    <w:link w:val="PlainTextChar"/>
    <w:locked/>
    <w:rsid w:val="00990DAF"/>
    <w:pPr>
      <w:tabs>
        <w:tab w:val="left" w:pos="1134"/>
      </w:tabs>
      <w:spacing w:line="280" w:lineRule="atLeast"/>
    </w:pPr>
    <w:rPr>
      <w:rFonts w:hAnsi="Arial"/>
      <w:lang w:eastAsia="th-TH"/>
    </w:rPr>
  </w:style>
  <w:style w:type="character" w:customStyle="1" w:styleId="PlainTextChar">
    <w:name w:val="Plain Text Char"/>
    <w:link w:val="PlainText"/>
    <w:rsid w:val="00990DAF"/>
    <w:rPr>
      <w:rFonts w:ascii="Cordia New" w:hAnsi="Arial" w:cs="Cordia New"/>
      <w:sz w:val="28"/>
      <w:szCs w:val="28"/>
      <w:lang w:eastAsia="th-TH"/>
    </w:rPr>
  </w:style>
  <w:style w:type="paragraph" w:customStyle="1" w:styleId="a3">
    <w:name w:val="อักขระ อักขระ"/>
    <w:basedOn w:val="Normal"/>
    <w:rsid w:val="00990DAF"/>
    <w:pPr>
      <w:spacing w:after="160" w:line="240" w:lineRule="exact"/>
    </w:pPr>
    <w:rPr>
      <w:rFonts w:ascii="Verdana" w:hAnsi="Verdana" w:cs="Times New Roman"/>
      <w:sz w:val="20"/>
      <w:szCs w:val="20"/>
      <w:lang w:bidi="ar-SA"/>
    </w:rPr>
  </w:style>
  <w:style w:type="character" w:customStyle="1" w:styleId="AAAddress">
    <w:name w:val="AA Address"/>
    <w:rsid w:val="00990DAF"/>
    <w:rPr>
      <w:rFonts w:ascii="Arial" w:hAnsi="Arial"/>
      <w:dstrike w:val="0"/>
      <w:noProof w:val="0"/>
      <w:color w:val="auto"/>
      <w:spacing w:val="0"/>
      <w:w w:val="100"/>
      <w:position w:val="0"/>
      <w:sz w:val="14"/>
      <w:szCs w:val="14"/>
      <w:u w:val="none"/>
      <w:vertAlign w:val="baseline"/>
      <w:lang w:val="en-US" w:bidi="th-TH"/>
    </w:rPr>
  </w:style>
  <w:style w:type="character" w:customStyle="1" w:styleId="AAReference">
    <w:name w:val="AA Reference"/>
    <w:rsid w:val="00990DAF"/>
    <w:rPr>
      <w:rFonts w:ascii="Arial" w:hAnsi="Arial"/>
      <w:dstrike w:val="0"/>
      <w:noProof w:val="0"/>
      <w:color w:val="auto"/>
      <w:spacing w:val="0"/>
      <w:w w:val="100"/>
      <w:position w:val="0"/>
      <w:sz w:val="14"/>
      <w:szCs w:val="14"/>
      <w:vertAlign w:val="baseline"/>
      <w:lang w:val="en-US" w:bidi="th-TH"/>
    </w:rPr>
  </w:style>
  <w:style w:type="paragraph" w:styleId="ListBullet">
    <w:name w:val="List Bullet"/>
    <w:basedOn w:val="Normal"/>
    <w:locked/>
    <w:rsid w:val="00990DAF"/>
    <w:pPr>
      <w:numPr>
        <w:numId w:val="7"/>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Bullet2">
    <w:name w:val="List Bullet 2"/>
    <w:basedOn w:val="Normal"/>
    <w:locked/>
    <w:rsid w:val="00990DAF"/>
    <w:pPr>
      <w:numPr>
        <w:numId w:val="8"/>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ListBullet4">
    <w:name w:val="List Bullet 4"/>
    <w:basedOn w:val="Normal"/>
    <w:locked/>
    <w:rsid w:val="00990DAF"/>
    <w:pPr>
      <w:numPr>
        <w:numId w:val="6"/>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3">
    <w:name w:val="List Number 3"/>
    <w:basedOn w:val="Normal"/>
    <w:locked/>
    <w:rsid w:val="00990DAF"/>
    <w:pPr>
      <w:numPr>
        <w:numId w:val="9"/>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AFrameAddress">
    <w:name w:val="AA Frame Address"/>
    <w:basedOn w:val="Heading1"/>
    <w:rsid w:val="00990DAF"/>
    <w:pPr>
      <w:framePr w:w="2812" w:h="1701" w:hSpace="142" w:vSpace="142" w:wrap="around" w:vAnchor="page" w:hAnchor="page" w:x="8024" w:y="2723"/>
      <w:shd w:val="clear" w:color="FFFFFF" w:fill="auto"/>
      <w:spacing w:before="0" w:after="90"/>
      <w:ind w:hanging="284"/>
    </w:pPr>
    <w:rPr>
      <w:rFonts w:ascii="Arial" w:hAnsi="Arial"/>
      <w:noProof/>
      <w:kern w:val="0"/>
      <w:sz w:val="18"/>
      <w:szCs w:val="18"/>
      <w:u w:val="single"/>
      <w:lang w:val="x-none" w:eastAsia="x-none"/>
    </w:rPr>
  </w:style>
  <w:style w:type="paragraph" w:styleId="ListNumber5">
    <w:name w:val="List Number 5"/>
    <w:basedOn w:val="Normal"/>
    <w:locked/>
    <w:rsid w:val="00990DAF"/>
    <w:pPr>
      <w:numPr>
        <w:numId w:val="10"/>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4">
    <w:name w:val="List Number 4"/>
    <w:basedOn w:val="Normal"/>
    <w:locked/>
    <w:rsid w:val="00990DAF"/>
    <w:pPr>
      <w:numPr>
        <w:numId w:val="11"/>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styleId="TableofAuthorities">
    <w:name w:val="table of authorities"/>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Index1">
    <w:name w:val="index 1"/>
    <w:basedOn w:val="Normal"/>
    <w:next w:val="Normal"/>
    <w:autoRedefine/>
    <w:semiHidden/>
    <w:locked/>
    <w:rsid w:val="00990DA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990"/>
      <w:jc w:val="thaiDistribute"/>
    </w:pPr>
    <w:rPr>
      <w:rFonts w:ascii="Arial" w:hAnsi="Arial" w:cs="Angsana New"/>
      <w:sz w:val="18"/>
      <w:szCs w:val="18"/>
    </w:rPr>
  </w:style>
  <w:style w:type="paragraph" w:styleId="Index2">
    <w:name w:val="index 2"/>
    <w:basedOn w:val="Normal"/>
    <w:next w:val="Normal"/>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cs="Angsana New"/>
      <w:sz w:val="18"/>
      <w:szCs w:val="18"/>
    </w:rPr>
  </w:style>
  <w:style w:type="paragraph" w:styleId="Index3">
    <w:name w:val="index 3"/>
    <w:basedOn w:val="Normal"/>
    <w:next w:val="Normal"/>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Index4">
    <w:name w:val="index 4"/>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styleId="Index6">
    <w:name w:val="index 6"/>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Index5">
    <w:name w:val="index 5"/>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Index7">
    <w:name w:val="index 7"/>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cs="Angsana New"/>
      <w:sz w:val="18"/>
      <w:szCs w:val="18"/>
    </w:rPr>
  </w:style>
  <w:style w:type="paragraph" w:styleId="Index8">
    <w:name w:val="index 8"/>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cs="Angsana New"/>
      <w:sz w:val="18"/>
      <w:szCs w:val="18"/>
    </w:rPr>
  </w:style>
  <w:style w:type="paragraph" w:styleId="Index9">
    <w:name w:val="index 9"/>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cs="Angsana New"/>
      <w:sz w:val="18"/>
      <w:szCs w:val="18"/>
    </w:rPr>
  </w:style>
  <w:style w:type="paragraph" w:styleId="TOC2">
    <w:name w:val="toc 2"/>
    <w:basedOn w:val="Normal"/>
    <w:next w:val="Normal"/>
    <w:semiHidden/>
    <w:locked/>
    <w:rsid w:val="00990DAF"/>
    <w:pPr>
      <w:tabs>
        <w:tab w:val="left" w:pos="227"/>
        <w:tab w:val="left" w:pos="454"/>
        <w:tab w:val="left" w:pos="680"/>
        <w:tab w:val="left" w:pos="907"/>
      </w:tabs>
      <w:spacing w:before="240" w:line="240" w:lineRule="atLeast"/>
    </w:pPr>
    <w:rPr>
      <w:rFonts w:ascii="Arial" w:hAnsi="Arial" w:cs="Angsana New"/>
      <w:b/>
      <w:bCs/>
      <w:sz w:val="18"/>
      <w:szCs w:val="18"/>
    </w:rPr>
  </w:style>
  <w:style w:type="paragraph" w:styleId="TOC3">
    <w:name w:val="toc 3"/>
    <w:basedOn w:val="Normal"/>
    <w:next w:val="Normal"/>
    <w:semiHidden/>
    <w:locked/>
    <w:rsid w:val="00990DAF"/>
    <w:pPr>
      <w:tabs>
        <w:tab w:val="left" w:pos="227"/>
        <w:tab w:val="left" w:pos="454"/>
        <w:tab w:val="left" w:pos="680"/>
        <w:tab w:val="left" w:pos="907"/>
      </w:tabs>
      <w:spacing w:after="240" w:line="240" w:lineRule="atLeast"/>
    </w:pPr>
    <w:rPr>
      <w:rFonts w:ascii="Arial" w:hAnsi="Arial" w:cs="Angsana New"/>
      <w:sz w:val="18"/>
      <w:szCs w:val="18"/>
    </w:rPr>
  </w:style>
  <w:style w:type="paragraph" w:styleId="TOC4">
    <w:name w:val="toc 4"/>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cs="Angsana New"/>
      <w:sz w:val="18"/>
      <w:szCs w:val="18"/>
    </w:rPr>
  </w:style>
  <w:style w:type="paragraph" w:styleId="TOC5">
    <w:name w:val="toc 5"/>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cs="Angsana New"/>
      <w:sz w:val="18"/>
      <w:szCs w:val="18"/>
    </w:rPr>
  </w:style>
  <w:style w:type="paragraph" w:styleId="TOC7">
    <w:name w:val="toc 7"/>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styleId="TOC8">
    <w:name w:val="toc 8"/>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cs="Angsana New"/>
      <w:sz w:val="18"/>
      <w:szCs w:val="18"/>
    </w:rPr>
  </w:style>
  <w:style w:type="paragraph" w:styleId="TOC9">
    <w:name w:val="toc 9"/>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cs="Angsana New"/>
      <w:sz w:val="18"/>
      <w:szCs w:val="18"/>
    </w:rPr>
  </w:style>
  <w:style w:type="paragraph" w:styleId="TableofFigures">
    <w:name w:val="table of figures"/>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cs="Angsana New"/>
      <w:sz w:val="18"/>
      <w:szCs w:val="18"/>
    </w:rPr>
  </w:style>
  <w:style w:type="paragraph" w:styleId="ListBullet5">
    <w:name w:val="List Bullet 5"/>
    <w:basedOn w:val="Normal"/>
    <w:locked/>
    <w:rsid w:val="00990DAF"/>
    <w:pPr>
      <w:numPr>
        <w:numId w:val="12"/>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BodyTextFirstIndent">
    <w:name w:val="Body Text First Indent"/>
    <w:basedOn w:val="BodyText"/>
    <w:link w:val="BodyTextFirstIndentChar1"/>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firstLine="284"/>
    </w:pPr>
    <w:rPr>
      <w:rFonts w:ascii="Arial" w:hAnsi="Arial"/>
      <w:sz w:val="18"/>
      <w:szCs w:val="18"/>
    </w:rPr>
  </w:style>
  <w:style w:type="character" w:customStyle="1" w:styleId="BodyTextFirstIndentChar">
    <w:name w:val="Body Text First Indent Char"/>
    <w:rsid w:val="00990DAF"/>
    <w:rPr>
      <w:rFonts w:ascii="Cordia New" w:hAnsi="Cordia New" w:cs="Cordia New"/>
      <w:sz w:val="28"/>
      <w:szCs w:val="35"/>
    </w:rPr>
  </w:style>
  <w:style w:type="character" w:styleId="Strong">
    <w:name w:val="Strong"/>
    <w:uiPriority w:val="22"/>
    <w:qFormat/>
    <w:locked/>
    <w:rsid w:val="00990DAF"/>
    <w:rPr>
      <w:rFonts w:cs="Times New Roman"/>
      <w:b/>
      <w:bCs/>
      <w:lang w:bidi="th-TH"/>
    </w:rPr>
  </w:style>
  <w:style w:type="paragraph" w:customStyle="1" w:styleId="AA1stlevelbullet">
    <w:name w:val="AA 1st level bullet"/>
    <w:basedOn w:val="Normal"/>
    <w:rsid w:val="00990DAF"/>
    <w:pPr>
      <w:numPr>
        <w:numId w:val="13"/>
      </w:numPr>
      <w:tabs>
        <w:tab w:val="clear" w:pos="283"/>
        <w:tab w:val="left" w:pos="227"/>
      </w:tabs>
      <w:spacing w:line="240" w:lineRule="atLeast"/>
      <w:ind w:left="227" w:hanging="227"/>
    </w:pPr>
    <w:rPr>
      <w:rFonts w:ascii="Arial" w:hAnsi="Arial" w:cs="Angsana New"/>
      <w:sz w:val="18"/>
      <w:szCs w:val="18"/>
    </w:rPr>
  </w:style>
  <w:style w:type="paragraph" w:customStyle="1" w:styleId="AAFrameLogo">
    <w:name w:val="AA Frame Logo"/>
    <w:basedOn w:val="Normal"/>
    <w:rsid w:val="00990DAF"/>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character" w:customStyle="1" w:styleId="AACopyright">
    <w:name w:val="AA Copyright"/>
    <w:rsid w:val="00990DAF"/>
    <w:rPr>
      <w:rFonts w:ascii="Arial" w:hAnsi="Arial"/>
      <w:sz w:val="13"/>
      <w:szCs w:val="13"/>
      <w:lang w:bidi="th-TH"/>
    </w:rPr>
  </w:style>
  <w:style w:type="paragraph" w:customStyle="1" w:styleId="AA2ndlevelbullet">
    <w:name w:val="AA 2nd level bullet"/>
    <w:basedOn w:val="AA1stlevelbullet"/>
    <w:rsid w:val="00990DAF"/>
    <w:pPr>
      <w:numPr>
        <w:numId w:val="16"/>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990DAF"/>
    <w:pPr>
      <w:numPr>
        <w:numId w:val="14"/>
      </w:numPr>
      <w:tabs>
        <w:tab w:val="clear" w:pos="283"/>
        <w:tab w:val="left" w:pos="284"/>
      </w:tabs>
      <w:spacing w:line="240" w:lineRule="atLeast"/>
      <w:ind w:left="0" w:firstLine="0"/>
    </w:pPr>
    <w:rPr>
      <w:rFonts w:ascii="Arial" w:hAnsi="Arial" w:cs="Angsana New"/>
      <w:sz w:val="18"/>
      <w:szCs w:val="18"/>
    </w:rPr>
  </w:style>
  <w:style w:type="paragraph" w:styleId="TOC1">
    <w:name w:val="toc 1"/>
    <w:basedOn w:val="Normal"/>
    <w:next w:val="Normal"/>
    <w:semiHidden/>
    <w:locked/>
    <w:rsid w:val="00990DAF"/>
    <w:pPr>
      <w:tabs>
        <w:tab w:val="left" w:pos="227"/>
        <w:tab w:val="left" w:pos="454"/>
        <w:tab w:val="left" w:pos="680"/>
        <w:tab w:val="left" w:pos="907"/>
      </w:tabs>
      <w:spacing w:line="240" w:lineRule="atLeast"/>
    </w:pPr>
    <w:rPr>
      <w:rFonts w:ascii="Arial" w:hAnsi="Arial" w:cs="Angsana New"/>
      <w:sz w:val="18"/>
      <w:szCs w:val="18"/>
    </w:rPr>
  </w:style>
  <w:style w:type="paragraph" w:customStyle="1" w:styleId="ReportMenuBar">
    <w:name w:val="ReportMenuBar"/>
    <w:basedOn w:val="Normal"/>
    <w:rsid w:val="00990DAF"/>
    <w:pPr>
      <w:tabs>
        <w:tab w:val="left" w:pos="227"/>
        <w:tab w:val="left" w:pos="454"/>
        <w:tab w:val="left" w:pos="680"/>
        <w:tab w:val="left" w:pos="907"/>
      </w:tabs>
      <w:spacing w:line="240" w:lineRule="atLeast"/>
    </w:pPr>
    <w:rPr>
      <w:rFonts w:ascii="Arial" w:hAnsi="Arial" w:cs="Angsana New"/>
      <w:b/>
      <w:bCs/>
      <w:color w:val="FFFFFF"/>
      <w:sz w:val="30"/>
      <w:szCs w:val="30"/>
    </w:rPr>
  </w:style>
  <w:style w:type="paragraph" w:customStyle="1" w:styleId="ReportHeading1">
    <w:name w:val="ReportHeading1"/>
    <w:basedOn w:val="Normal"/>
    <w:rsid w:val="00990DAF"/>
    <w:pPr>
      <w:framePr w:w="6521" w:h="1055" w:hSpace="142" w:wrap="around" w:vAnchor="page" w:hAnchor="page" w:x="1441" w:y="4452"/>
      <w:spacing w:line="300" w:lineRule="atLeast"/>
    </w:pPr>
    <w:rPr>
      <w:rFonts w:ascii="Arial" w:hAnsi="Arial" w:cs="Angsana New"/>
      <w:b/>
      <w:bCs/>
      <w:sz w:val="24"/>
      <w:szCs w:val="24"/>
    </w:rPr>
  </w:style>
  <w:style w:type="paragraph" w:customStyle="1" w:styleId="ReportHeading2">
    <w:name w:val="ReportHeading2"/>
    <w:basedOn w:val="ReportHeading1"/>
    <w:rsid w:val="00990DAF"/>
    <w:pPr>
      <w:framePr w:h="1054" w:wrap="around" w:y="5920"/>
    </w:pPr>
  </w:style>
  <w:style w:type="paragraph" w:customStyle="1" w:styleId="ReportHeading3">
    <w:name w:val="ReportHeading3"/>
    <w:basedOn w:val="ReportHeading2"/>
    <w:rsid w:val="00990DAF"/>
    <w:pPr>
      <w:framePr w:h="443" w:wrap="around" w:y="8223"/>
    </w:pPr>
  </w:style>
  <w:style w:type="paragraph" w:customStyle="1" w:styleId="ParagraphNumbering">
    <w:name w:val="Paragraph Numbering"/>
    <w:basedOn w:val="Header"/>
    <w:rsid w:val="00990DAF"/>
    <w:pPr>
      <w:numPr>
        <w:numId w:val="15"/>
      </w:numPr>
      <w:tabs>
        <w:tab w:val="clear" w:pos="705"/>
        <w:tab w:val="clear" w:pos="4153"/>
        <w:tab w:val="clear" w:pos="8306"/>
        <w:tab w:val="left" w:pos="284"/>
      </w:tabs>
      <w:spacing w:line="240" w:lineRule="atLeast"/>
      <w:ind w:left="0" w:firstLine="0"/>
    </w:pPr>
    <w:rPr>
      <w:rFonts w:ascii="Arial" w:hAnsi="Arial"/>
      <w:sz w:val="18"/>
      <w:szCs w:val="18"/>
    </w:rPr>
  </w:style>
  <w:style w:type="paragraph" w:customStyle="1" w:styleId="PictureInText">
    <w:name w:val="PictureInText"/>
    <w:basedOn w:val="Normal"/>
    <w:next w:val="Normal"/>
    <w:rsid w:val="00990DAF"/>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cs="Angsana New"/>
      <w:sz w:val="18"/>
      <w:szCs w:val="18"/>
    </w:rPr>
  </w:style>
  <w:style w:type="paragraph" w:customStyle="1" w:styleId="PictureLeft">
    <w:name w:val="PictureLeft"/>
    <w:basedOn w:val="Normal"/>
    <w:rsid w:val="00990DAF"/>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Angsana New"/>
      <w:sz w:val="18"/>
      <w:szCs w:val="18"/>
    </w:rPr>
  </w:style>
  <w:style w:type="paragraph" w:customStyle="1" w:styleId="PicturteLeftFullLength">
    <w:name w:val="PicturteLeftFullLength"/>
    <w:basedOn w:val="PictureLeft"/>
    <w:rsid w:val="00990DAF"/>
    <w:pPr>
      <w:framePr w:w="10142" w:hSpace="180" w:vSpace="180" w:wrap="around" w:y="7"/>
    </w:pPr>
  </w:style>
  <w:style w:type="paragraph" w:customStyle="1" w:styleId="AAheadingwocontents">
    <w:name w:val="AA heading wo contents"/>
    <w:basedOn w:val="Normal"/>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b/>
      <w:bCs/>
      <w:sz w:val="22"/>
      <w:szCs w:val="22"/>
    </w:rPr>
  </w:style>
  <w:style w:type="paragraph" w:customStyle="1" w:styleId="StandaardOpinion">
    <w:name w:val="StandaardOpinion"/>
    <w:basedOn w:val="Normal"/>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sz w:val="22"/>
      <w:szCs w:val="22"/>
    </w:rPr>
  </w:style>
  <w:style w:type="paragraph" w:customStyle="1" w:styleId="T">
    <w:name w:val="Å§ª×Í T"/>
    <w:basedOn w:val="Normal"/>
    <w:rsid w:val="00990DAF"/>
    <w:pPr>
      <w:ind w:left="5040" w:right="540"/>
      <w:jc w:val="center"/>
    </w:pPr>
    <w:rPr>
      <w:rFonts w:ascii="Times New Roman" w:hAnsi="Times New Roman" w:cs="Angsana New"/>
      <w:sz w:val="30"/>
      <w:szCs w:val="30"/>
      <w:lang w:val="th-TH"/>
    </w:rPr>
  </w:style>
  <w:style w:type="paragraph" w:customStyle="1" w:styleId="a4">
    <w:name w:val="???"/>
    <w:basedOn w:val="Normal"/>
    <w:rsid w:val="00990DAF"/>
    <w:pPr>
      <w:ind w:right="129"/>
      <w:jc w:val="right"/>
    </w:pPr>
    <w:rPr>
      <w:rFonts w:ascii="Book Antiqua" w:hAnsi="Book Antiqua" w:cs="Angsana New"/>
      <w:sz w:val="22"/>
      <w:szCs w:val="22"/>
      <w:lang w:val="th-TH"/>
    </w:rPr>
  </w:style>
  <w:style w:type="paragraph" w:customStyle="1" w:styleId="E0">
    <w:name w:val="Å§ª×èÍ E"/>
    <w:basedOn w:val="Normal"/>
    <w:rsid w:val="00990DAF"/>
    <w:pPr>
      <w:ind w:left="5040" w:right="540"/>
      <w:jc w:val="center"/>
    </w:pPr>
    <w:rPr>
      <w:rFonts w:ascii="Book Antiqua" w:hAnsi="Book Antiqua" w:cs="Angsana New"/>
      <w:sz w:val="22"/>
      <w:szCs w:val="22"/>
      <w:lang w:val="th-TH"/>
    </w:rPr>
  </w:style>
  <w:style w:type="paragraph" w:styleId="HTMLPreformatted">
    <w:name w:val="HTML Preformatted"/>
    <w:basedOn w:val="Normal"/>
    <w:link w:val="HTMLPreformattedChar"/>
    <w:locked/>
    <w:rsid w:val="00990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rsid w:val="00990DAF"/>
    <w:rPr>
      <w:rFonts w:ascii="Tahoma" w:hAnsi="Tahoma" w:cs="Tahoma"/>
    </w:rPr>
  </w:style>
  <w:style w:type="paragraph" w:customStyle="1" w:styleId="a5">
    <w:name w:val="???????"/>
    <w:basedOn w:val="Normal"/>
    <w:rsid w:val="00990DAF"/>
    <w:pPr>
      <w:tabs>
        <w:tab w:val="left" w:pos="1080"/>
      </w:tabs>
    </w:pPr>
    <w:rPr>
      <w:rFonts w:ascii="Times New Roman" w:hAnsi="Times New Roman" w:cs="BrowalliaUPC"/>
      <w:sz w:val="30"/>
      <w:szCs w:val="30"/>
      <w:lang w:val="th-TH"/>
    </w:rPr>
  </w:style>
  <w:style w:type="paragraph" w:customStyle="1" w:styleId="30">
    <w:name w:val="?????3????"/>
    <w:basedOn w:val="Normal"/>
    <w:rsid w:val="00990DAF"/>
    <w:pPr>
      <w:tabs>
        <w:tab w:val="left" w:pos="360"/>
        <w:tab w:val="left" w:pos="720"/>
      </w:tabs>
    </w:pPr>
    <w:rPr>
      <w:rFonts w:ascii="Book Antiqua" w:hAnsi="Book Antiqua" w:cs="Angsana New"/>
      <w:sz w:val="22"/>
      <w:szCs w:val="22"/>
      <w:lang w:val="th-TH"/>
    </w:rPr>
  </w:style>
  <w:style w:type="paragraph" w:customStyle="1" w:styleId="a6">
    <w:name w:val="เนื้อเรื่อง"/>
    <w:basedOn w:val="Normal"/>
    <w:rsid w:val="00990DAF"/>
    <w:pPr>
      <w:widowControl w:val="0"/>
      <w:overflowPunct w:val="0"/>
      <w:autoSpaceDE w:val="0"/>
      <w:autoSpaceDN w:val="0"/>
      <w:adjustRightInd w:val="0"/>
      <w:ind w:right="386"/>
      <w:textAlignment w:val="baseline"/>
    </w:pPr>
    <w:rPr>
      <w:rFonts w:ascii="Times New Roman" w:hAnsi="CordiaUPC" w:cs="CordiaUPC"/>
    </w:rPr>
  </w:style>
  <w:style w:type="paragraph" w:customStyle="1" w:styleId="xl24">
    <w:name w:val="xl24"/>
    <w:basedOn w:val="Normal"/>
    <w:rsid w:val="00990DAF"/>
    <w:pPr>
      <w:spacing w:before="100" w:beforeAutospacing="1" w:after="100" w:afterAutospacing="1"/>
      <w:jc w:val="center"/>
    </w:pPr>
    <w:rPr>
      <w:rFonts w:ascii="Angsana New" w:hAnsi="Angsana New" w:cs="Angsana New"/>
      <w:sz w:val="24"/>
      <w:szCs w:val="24"/>
    </w:rPr>
  </w:style>
  <w:style w:type="paragraph" w:customStyle="1" w:styleId="1">
    <w:name w:val="เนื้อเรื่อง1"/>
    <w:basedOn w:val="Normal"/>
    <w:rsid w:val="00990DAF"/>
    <w:pPr>
      <w:widowControl w:val="0"/>
      <w:overflowPunct w:val="0"/>
      <w:autoSpaceDE w:val="0"/>
      <w:autoSpaceDN w:val="0"/>
      <w:adjustRightInd w:val="0"/>
      <w:ind w:right="386"/>
      <w:textAlignment w:val="baseline"/>
    </w:pPr>
    <w:rPr>
      <w:rFonts w:ascii="Times New Roman" w:hAnsi="CordiaUPC" w:cs="CordiaUPC"/>
      <w:color w:val="800080"/>
    </w:rPr>
  </w:style>
  <w:style w:type="paragraph" w:customStyle="1" w:styleId="11">
    <w:name w:val="???????????1"/>
    <w:basedOn w:val="Normal"/>
    <w:rsid w:val="00990DAF"/>
    <w:pPr>
      <w:widowControl w:val="0"/>
      <w:overflowPunct w:val="0"/>
      <w:autoSpaceDE w:val="0"/>
      <w:autoSpaceDN w:val="0"/>
      <w:adjustRightInd w:val="0"/>
      <w:ind w:right="386"/>
      <w:textAlignment w:val="baseline"/>
    </w:pPr>
    <w:rPr>
      <w:rFonts w:ascii="Times New Roman" w:hAnsi="CordiaUPC" w:cs="CordiaUPC"/>
      <w:color w:val="000080"/>
    </w:rPr>
  </w:style>
  <w:style w:type="paragraph" w:customStyle="1" w:styleId="a7">
    <w:name w:val="??????????? ????????"/>
    <w:basedOn w:val="NormalIndent"/>
    <w:rsid w:val="00990DAF"/>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textAlignment w:val="baseline"/>
    </w:pPr>
    <w:rPr>
      <w:rFonts w:ascii="Times New Roman" w:hAnsi="Times New Roman"/>
      <w:sz w:val="28"/>
      <w:szCs w:val="28"/>
    </w:rPr>
  </w:style>
  <w:style w:type="paragraph" w:customStyle="1" w:styleId="a8">
    <w:name w:val="Åº"/>
    <w:basedOn w:val="Normal"/>
    <w:rsid w:val="00990DAF"/>
    <w:pPr>
      <w:tabs>
        <w:tab w:val="left" w:pos="360"/>
        <w:tab w:val="left" w:pos="720"/>
        <w:tab w:val="left" w:pos="1080"/>
      </w:tabs>
    </w:pPr>
    <w:rPr>
      <w:rFonts w:cs="BrowalliaUPC"/>
    </w:rPr>
  </w:style>
  <w:style w:type="paragraph" w:customStyle="1" w:styleId="a9">
    <w:name w:val="ข้อความ"/>
    <w:basedOn w:val="Normal"/>
    <w:rsid w:val="00990DAF"/>
    <w:pPr>
      <w:tabs>
        <w:tab w:val="left" w:pos="1080"/>
      </w:tabs>
    </w:pPr>
    <w:rPr>
      <w:rFonts w:ascii="Times New Roman" w:eastAsia="Cordia New" w:hAnsi="Arial" w:cs="BrowalliaUPC"/>
      <w:snapToGrid w:val="0"/>
      <w:sz w:val="30"/>
      <w:szCs w:val="30"/>
      <w:lang w:val="th-TH" w:eastAsia="th-TH"/>
    </w:rPr>
  </w:style>
  <w:style w:type="paragraph" w:customStyle="1" w:styleId="E1">
    <w:name w:val="?????? E"/>
    <w:basedOn w:val="Normal"/>
    <w:rsid w:val="00990DAF"/>
    <w:pPr>
      <w:ind w:left="5040" w:right="540"/>
      <w:jc w:val="center"/>
    </w:pPr>
    <w:rPr>
      <w:rFonts w:ascii="Book Antiqua" w:hAnsi="Book Antiqua" w:cs="Angsana New"/>
      <w:sz w:val="22"/>
      <w:szCs w:val="22"/>
      <w:lang w:val="th-TH"/>
    </w:rPr>
  </w:style>
  <w:style w:type="paragraph" w:customStyle="1" w:styleId="ASSETS">
    <w:name w:val="ASSETS"/>
    <w:basedOn w:val="Normal"/>
    <w:rsid w:val="00990DAF"/>
    <w:pPr>
      <w:ind w:right="360"/>
      <w:jc w:val="center"/>
    </w:pPr>
    <w:rPr>
      <w:rFonts w:ascii="Book Antiqua" w:hAnsi="Book Antiqua" w:cs="Angsana New"/>
      <w:b/>
      <w:bCs/>
      <w:sz w:val="22"/>
      <w:szCs w:val="22"/>
      <w:u w:val="single"/>
      <w:lang w:val="th-TH"/>
    </w:rPr>
  </w:style>
  <w:style w:type="paragraph" w:customStyle="1" w:styleId="font5">
    <w:name w:val="font5"/>
    <w:basedOn w:val="Normal"/>
    <w:rsid w:val="00990DAF"/>
    <w:pPr>
      <w:spacing w:before="100" w:beforeAutospacing="1" w:after="100" w:afterAutospacing="1"/>
    </w:pPr>
    <w:rPr>
      <w:rFonts w:ascii="Angsana New" w:hAnsi="Angsana New" w:cs="Angsana New"/>
    </w:rPr>
  </w:style>
  <w:style w:type="paragraph" w:customStyle="1" w:styleId="Text">
    <w:name w:val="Text"/>
    <w:basedOn w:val="Normal"/>
    <w:rsid w:val="00990DAF"/>
    <w:pPr>
      <w:spacing w:after="220"/>
      <w:jc w:val="both"/>
    </w:pPr>
    <w:rPr>
      <w:rFonts w:ascii="Times New Roman" w:hAnsi="Times New Roman" w:cs="Angsana New"/>
      <w:sz w:val="22"/>
      <w:szCs w:val="22"/>
      <w:lang w:val="en-GB"/>
    </w:rPr>
  </w:style>
  <w:style w:type="paragraph" w:customStyle="1" w:styleId="index">
    <w:name w:val="index"/>
    <w:aliases w:val="ix"/>
    <w:basedOn w:val="BodyText"/>
    <w:rsid w:val="00990DAF"/>
    <w:pPr>
      <w:tabs>
        <w:tab w:val="num" w:pos="1134"/>
      </w:tabs>
      <w:spacing w:after="20" w:line="260" w:lineRule="atLeast"/>
      <w:ind w:left="1134" w:hanging="1134"/>
    </w:pPr>
    <w:rPr>
      <w:rFonts w:ascii="Times New Roman" w:hAnsi="Times New Roman"/>
      <w:sz w:val="22"/>
      <w:szCs w:val="20"/>
      <w:lang w:val="en-GB" w:bidi="ar-SA"/>
    </w:rPr>
  </w:style>
  <w:style w:type="paragraph" w:customStyle="1" w:styleId="IndexHeading1">
    <w:name w:val="Index Heading1"/>
    <w:aliases w:val="ixh"/>
    <w:basedOn w:val="BodyText"/>
    <w:rsid w:val="00990DAF"/>
    <w:pPr>
      <w:spacing w:after="130" w:line="260" w:lineRule="atLeast"/>
      <w:ind w:left="1134" w:hanging="1134"/>
    </w:pPr>
    <w:rPr>
      <w:rFonts w:ascii="Times New Roman" w:hAnsi="Times New Roman"/>
      <w:b/>
      <w:sz w:val="22"/>
      <w:szCs w:val="20"/>
      <w:lang w:val="en-GB" w:bidi="ar-SA"/>
    </w:rPr>
  </w:style>
  <w:style w:type="character" w:styleId="LineNumber">
    <w:name w:val="line number"/>
    <w:locked/>
    <w:rsid w:val="00990DAF"/>
  </w:style>
  <w:style w:type="paragraph" w:customStyle="1" w:styleId="CharCharCharCharChar1CharCharChar">
    <w:name w:val="อักขระ อักขระ Char Char Char Char Char1 Char Char Char"/>
    <w:basedOn w:val="Normal"/>
    <w:rsid w:val="00990DAF"/>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
    <w:name w:val="Char Char Char Char Char Char Char Char Char Char Char Char Char Char Char Char Char Char Char"/>
    <w:basedOn w:val="Normal"/>
    <w:rsid w:val="00990DAF"/>
    <w:pPr>
      <w:spacing w:after="160" w:line="240" w:lineRule="exact"/>
    </w:pPr>
    <w:rPr>
      <w:rFonts w:ascii="Verdana" w:hAnsi="Verdana" w:cs="Angsana New"/>
      <w:sz w:val="20"/>
      <w:szCs w:val="20"/>
      <w:lang w:bidi="ar-SA"/>
    </w:rPr>
  </w:style>
  <w:style w:type="character" w:styleId="Hyperlink">
    <w:name w:val="Hyperlink"/>
    <w:uiPriority w:val="99"/>
    <w:locked/>
    <w:rsid w:val="00990DAF"/>
    <w:rPr>
      <w:color w:val="0000FF"/>
      <w:u w:val="single"/>
    </w:rPr>
  </w:style>
  <w:style w:type="paragraph" w:customStyle="1" w:styleId="E2">
    <w:name w:val="ª×èÍºÃÔÉÑ· E"/>
    <w:basedOn w:val="Normal"/>
    <w:rsid w:val="00990DAF"/>
    <w:pPr>
      <w:jc w:val="center"/>
    </w:pPr>
    <w:rPr>
      <w:rFonts w:ascii="Book Antiqua" w:hAnsi="Book Antiqua" w:cs="Angsana New"/>
      <w:b/>
      <w:bCs/>
      <w:sz w:val="22"/>
      <w:szCs w:val="22"/>
      <w:lang w:val="th-TH"/>
    </w:rPr>
  </w:style>
  <w:style w:type="paragraph" w:customStyle="1" w:styleId="Preformatted">
    <w:name w:val="Preformatted"/>
    <w:basedOn w:val="Normal"/>
    <w:rsid w:val="00990DA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paragraph" w:styleId="EnvelopeReturn">
    <w:name w:val="envelope return"/>
    <w:basedOn w:val="Normal"/>
    <w:locked/>
    <w:rsid w:val="00990DAF"/>
    <w:pPr>
      <w:tabs>
        <w:tab w:val="left" w:pos="1134"/>
      </w:tabs>
      <w:spacing w:line="280" w:lineRule="atLeast"/>
    </w:pPr>
    <w:rPr>
      <w:rFonts w:ascii="Arial" w:hAnsi="Arial" w:cs="Angsana New"/>
      <w:sz w:val="20"/>
      <w:szCs w:val="20"/>
    </w:rPr>
  </w:style>
  <w:style w:type="paragraph" w:customStyle="1" w:styleId="AccPolicyalternativeChar">
    <w:name w:val="Acc Policy alternative Char"/>
    <w:basedOn w:val="Normal"/>
    <w:link w:val="AccPolicyalternativeCharChar"/>
    <w:autoRedefine/>
    <w:rsid w:val="00990DAF"/>
    <w:pPr>
      <w:tabs>
        <w:tab w:val="left" w:pos="-142"/>
        <w:tab w:val="left" w:pos="0"/>
      </w:tabs>
      <w:spacing w:line="240" w:lineRule="atLeast"/>
      <w:ind w:left="1080" w:right="14"/>
      <w:jc w:val="both"/>
    </w:pPr>
    <w:rPr>
      <w:rFonts w:ascii="Times New Roman" w:hAnsi="Times New Roman" w:cs="Angsana New"/>
      <w:b/>
      <w:i/>
      <w:iCs/>
      <w:sz w:val="22"/>
      <w:szCs w:val="22"/>
      <w:lang w:eastAsia="en-GB"/>
    </w:rPr>
  </w:style>
  <w:style w:type="character" w:customStyle="1" w:styleId="AccPolicyalternativeCharChar">
    <w:name w:val="Acc Policy alternative Char Char"/>
    <w:link w:val="AccPolicyalternativeChar"/>
    <w:rsid w:val="00990DAF"/>
    <w:rPr>
      <w:b/>
      <w:i/>
      <w:iCs/>
      <w:sz w:val="22"/>
      <w:szCs w:val="22"/>
      <w:lang w:eastAsia="en-GB"/>
    </w:rPr>
  </w:style>
  <w:style w:type="paragraph" w:customStyle="1" w:styleId="AA">
    <w:name w:val="AA"/>
    <w:basedOn w:val="Normal"/>
    <w:rsid w:val="00990DAF"/>
    <w:pPr>
      <w:pBdr>
        <w:bottom w:val="double" w:sz="4" w:space="1" w:color="auto"/>
      </w:pBdr>
      <w:jc w:val="right"/>
    </w:pPr>
    <w:rPr>
      <w:rFonts w:ascii="Times New Roman" w:hAnsi="Times New Roman" w:cs="Times New Roman"/>
      <w:snapToGrid w:val="0"/>
      <w:color w:val="000000"/>
      <w:lang w:eastAsia="zh-CN"/>
    </w:rPr>
  </w:style>
  <w:style w:type="paragraph" w:customStyle="1" w:styleId="ab">
    <w:name w:val="à¹×éÍàÃ×èÍ§"/>
    <w:basedOn w:val="Normal"/>
    <w:rsid w:val="00990DAF"/>
    <w:pPr>
      <w:ind w:right="386"/>
    </w:pPr>
    <w:rPr>
      <w:rFonts w:ascii="Times New Roman" w:hAnsi="Times New Roman" w:cs="AngsanaUPC"/>
      <w:color w:val="000080"/>
      <w:lang w:val="th-TH"/>
    </w:rPr>
  </w:style>
  <w:style w:type="paragraph" w:customStyle="1" w:styleId="ac">
    <w:name w:val="???????????"/>
    <w:basedOn w:val="Normal"/>
    <w:rsid w:val="00990DAF"/>
    <w:pPr>
      <w:ind w:right="386"/>
    </w:pPr>
    <w:rPr>
      <w:rFonts w:hAnsi="Arial"/>
      <w:color w:val="000080"/>
      <w:lang w:val="th-TH"/>
    </w:rPr>
  </w:style>
  <w:style w:type="character" w:customStyle="1" w:styleId="Heading1Char1">
    <w:name w:val="Heading 1 Char1"/>
    <w:uiPriority w:val="99"/>
    <w:rsid w:val="00990DAF"/>
    <w:rPr>
      <w:rFonts w:ascii="Angsana New" w:eastAsia="Times New Roman" w:hAnsi="Angsana New" w:cs="Times New Roman"/>
      <w:b/>
      <w:bCs/>
      <w:sz w:val="30"/>
      <w:szCs w:val="18"/>
      <w:u w:val="single"/>
      <w:shd w:val="solid" w:color="FFFFFF" w:fill="FFFFFF"/>
    </w:rPr>
  </w:style>
  <w:style w:type="character" w:customStyle="1" w:styleId="Heading2Char1">
    <w:name w:val="Heading 2 Char1"/>
    <w:rsid w:val="00990DAF"/>
    <w:rPr>
      <w:rFonts w:ascii="Arial" w:hAnsi="Arial"/>
      <w:b/>
      <w:bCs/>
      <w:sz w:val="18"/>
      <w:szCs w:val="18"/>
    </w:rPr>
  </w:style>
  <w:style w:type="character" w:customStyle="1" w:styleId="Heading3Char1">
    <w:name w:val="Heading 3 Char1"/>
    <w:rsid w:val="00990DAF"/>
    <w:rPr>
      <w:rFonts w:ascii="Arial" w:hAnsi="Arial"/>
      <w:i/>
      <w:iCs/>
      <w:sz w:val="18"/>
      <w:szCs w:val="18"/>
    </w:rPr>
  </w:style>
  <w:style w:type="character" w:customStyle="1" w:styleId="Heading4Char1">
    <w:name w:val="Heading 4 Char1"/>
    <w:rsid w:val="00990DAF"/>
    <w:rPr>
      <w:rFonts w:ascii="Arial" w:hAnsi="Arial"/>
      <w:b/>
      <w:bCs/>
      <w:sz w:val="18"/>
      <w:szCs w:val="18"/>
    </w:rPr>
  </w:style>
  <w:style w:type="character" w:customStyle="1" w:styleId="Heading5Char1">
    <w:name w:val="Heading 5 Char1"/>
    <w:rsid w:val="00990DAF"/>
    <w:rPr>
      <w:b/>
      <w:bCs/>
      <w:sz w:val="32"/>
      <w:szCs w:val="32"/>
    </w:rPr>
  </w:style>
  <w:style w:type="character" w:customStyle="1" w:styleId="Heading6Char1">
    <w:name w:val="Heading 6 Char1"/>
    <w:rsid w:val="00990DAF"/>
    <w:rPr>
      <w:b/>
      <w:bCs/>
      <w:sz w:val="30"/>
      <w:szCs w:val="30"/>
    </w:rPr>
  </w:style>
  <w:style w:type="character" w:customStyle="1" w:styleId="Heading7Char1">
    <w:name w:val="Heading 7 Char1"/>
    <w:rsid w:val="00990DAF"/>
    <w:rPr>
      <w:rFonts w:ascii="Times New Roman" w:eastAsia="Times New Roman" w:hAnsi="Times New Roman" w:cs="EucrosiaUPC"/>
      <w:b/>
      <w:bCs/>
      <w:sz w:val="30"/>
      <w:szCs w:val="30"/>
    </w:rPr>
  </w:style>
  <w:style w:type="character" w:customStyle="1" w:styleId="Heading8Char1">
    <w:name w:val="Heading 8 Char1"/>
    <w:rsid w:val="00990DAF"/>
    <w:rPr>
      <w:b/>
      <w:bCs/>
      <w:sz w:val="28"/>
      <w:szCs w:val="28"/>
    </w:rPr>
  </w:style>
  <w:style w:type="character" w:customStyle="1" w:styleId="Heading9Char1">
    <w:name w:val="Heading 9 Char1"/>
    <w:rsid w:val="00990DAF"/>
    <w:rPr>
      <w:sz w:val="28"/>
      <w:szCs w:val="28"/>
      <w:lang w:val="th-TH"/>
    </w:rPr>
  </w:style>
  <w:style w:type="character" w:customStyle="1" w:styleId="HeaderChar1">
    <w:name w:val="Header Char1"/>
    <w:uiPriority w:val="99"/>
    <w:rsid w:val="00990DAF"/>
    <w:rPr>
      <w:rFonts w:ascii="Arial" w:eastAsia="Times New Roman" w:hAnsi="Arial" w:cs="Times New Roman"/>
      <w:sz w:val="18"/>
      <w:szCs w:val="18"/>
    </w:rPr>
  </w:style>
  <w:style w:type="character" w:customStyle="1" w:styleId="FooterChar1">
    <w:name w:val="Footer Char1"/>
    <w:uiPriority w:val="99"/>
    <w:rsid w:val="00990DAF"/>
    <w:rPr>
      <w:rFonts w:ascii="Arial" w:hAnsi="Arial"/>
      <w:sz w:val="18"/>
      <w:szCs w:val="18"/>
    </w:rPr>
  </w:style>
  <w:style w:type="character" w:customStyle="1" w:styleId="BodyTextFirstIndentChar1">
    <w:name w:val="Body Text First Indent Char1"/>
    <w:link w:val="BodyTextFirstIndent"/>
    <w:rsid w:val="00990DAF"/>
    <w:rPr>
      <w:rFonts w:ascii="Arial" w:hAnsi="Arial"/>
      <w:sz w:val="18"/>
      <w:szCs w:val="18"/>
    </w:rPr>
  </w:style>
  <w:style w:type="character" w:customStyle="1" w:styleId="BodyTextIndentChar1">
    <w:name w:val="Body Text Indent Char1"/>
    <w:aliases w:val="i Char1"/>
    <w:rsid w:val="00990DAF"/>
    <w:rPr>
      <w:rFonts w:ascii="Arial" w:hAnsi="Arial"/>
      <w:sz w:val="18"/>
      <w:szCs w:val="18"/>
    </w:rPr>
  </w:style>
  <w:style w:type="character" w:customStyle="1" w:styleId="BodyTextFirstIndent2Char1">
    <w:name w:val="Body Text First Indent 2 Char1"/>
    <w:rsid w:val="00990DAF"/>
  </w:style>
  <w:style w:type="character" w:customStyle="1" w:styleId="BodyText2Char1">
    <w:name w:val="Body Text 2 Char1"/>
    <w:rsid w:val="00990DAF"/>
    <w:rPr>
      <w:rFonts w:ascii="Book Antiqua" w:eastAsia="Times New Roman" w:hAnsi="Book Antiqua" w:cs="Times New Roman"/>
      <w:szCs w:val="22"/>
    </w:rPr>
  </w:style>
  <w:style w:type="paragraph" w:customStyle="1" w:styleId="T0">
    <w:name w:val="????? T"/>
    <w:basedOn w:val="Normal"/>
    <w:rsid w:val="00990DAF"/>
    <w:pPr>
      <w:ind w:left="5040" w:right="540"/>
      <w:jc w:val="center"/>
    </w:pPr>
    <w:rPr>
      <w:rFonts w:ascii="Times New Roman" w:hAnsi="Times New Roman" w:cs="BrowalliaUPC"/>
      <w:sz w:val="30"/>
      <w:szCs w:val="30"/>
      <w:lang w:val="th-TH"/>
    </w:rPr>
  </w:style>
  <w:style w:type="paragraph" w:customStyle="1" w:styleId="ad">
    <w:name w:val="ลบ"/>
    <w:basedOn w:val="Normal"/>
    <w:rsid w:val="00990DAF"/>
    <w:pPr>
      <w:tabs>
        <w:tab w:val="left" w:pos="360"/>
        <w:tab w:val="left" w:pos="720"/>
        <w:tab w:val="left" w:pos="1080"/>
      </w:tabs>
    </w:pPr>
    <w:rPr>
      <w:rFonts w:ascii="Times New Roman" w:eastAsia="Cordia New" w:hAnsi="Arial" w:cs="BrowalliaUPC"/>
      <w:snapToGrid w:val="0"/>
      <w:lang w:val="th-TH" w:eastAsia="th-TH"/>
    </w:rPr>
  </w:style>
  <w:style w:type="character" w:customStyle="1" w:styleId="BodyText3Char1">
    <w:name w:val="Body Text 3 Char1"/>
    <w:rsid w:val="00990DAF"/>
    <w:rPr>
      <w:rFonts w:ascii="Angsana New" w:hAnsi="Angsana New"/>
      <w:sz w:val="30"/>
      <w:szCs w:val="30"/>
    </w:rPr>
  </w:style>
  <w:style w:type="paragraph" w:styleId="Signature">
    <w:name w:val="Signature"/>
    <w:basedOn w:val="Normal"/>
    <w:link w:val="SignatureChar1"/>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Times New Roman"/>
      <w:sz w:val="18"/>
      <w:szCs w:val="18"/>
    </w:rPr>
  </w:style>
  <w:style w:type="character" w:customStyle="1" w:styleId="SignatureChar">
    <w:name w:val="Signature Char"/>
    <w:rsid w:val="00990DAF"/>
    <w:rPr>
      <w:rFonts w:ascii="Cordia New" w:hAnsi="Cordia New" w:cs="Cordia New"/>
      <w:sz w:val="28"/>
      <w:szCs w:val="35"/>
    </w:rPr>
  </w:style>
  <w:style w:type="character" w:customStyle="1" w:styleId="SignatureChar1">
    <w:name w:val="Signature Char1"/>
    <w:link w:val="Signature"/>
    <w:rsid w:val="00990DAF"/>
    <w:rPr>
      <w:rFonts w:ascii="Arial" w:hAnsi="Arial" w:cs="Times New Roman"/>
      <w:sz w:val="18"/>
      <w:szCs w:val="18"/>
    </w:rPr>
  </w:style>
  <w:style w:type="paragraph" w:customStyle="1" w:styleId="acctmainheading">
    <w:name w:val="acct main heading"/>
    <w:aliases w:val="am"/>
    <w:basedOn w:val="Normal"/>
    <w:rsid w:val="00990DAF"/>
    <w:pPr>
      <w:keepNext/>
      <w:spacing w:after="140" w:line="320" w:lineRule="atLeast"/>
    </w:pPr>
    <w:rPr>
      <w:rFonts w:ascii="Times New Roman" w:hAnsi="Times New Roman" w:cs="Times New Roman"/>
      <w:b/>
      <w:szCs w:val="20"/>
      <w:lang w:val="en-GB" w:bidi="ar-SA"/>
    </w:rPr>
  </w:style>
  <w:style w:type="paragraph" w:customStyle="1" w:styleId="Graphic">
    <w:name w:val="Graphic"/>
    <w:basedOn w:val="Signature"/>
    <w:rsid w:val="00990DAF"/>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90DAF"/>
    <w:pPr>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90DAF"/>
    <w:pPr>
      <w:spacing w:after="0"/>
    </w:pPr>
  </w:style>
  <w:style w:type="paragraph" w:customStyle="1" w:styleId="acctdividends">
    <w:name w:val="acct dividends"/>
    <w:aliases w:val="ad"/>
    <w:basedOn w:val="Normal"/>
    <w:rsid w:val="00990DAF"/>
    <w:pPr>
      <w:tabs>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990DAF"/>
    <w:pPr>
      <w:spacing w:after="0"/>
    </w:pPr>
  </w:style>
  <w:style w:type="paragraph" w:customStyle="1" w:styleId="acctindent">
    <w:name w:val="acct indent"/>
    <w:aliases w:val="ai"/>
    <w:basedOn w:val="BodyText"/>
    <w:rsid w:val="00990DAF"/>
    <w:pPr>
      <w:spacing w:after="260" w:line="260" w:lineRule="atLeast"/>
      <w:ind w:left="284"/>
    </w:pPr>
    <w:rPr>
      <w:rFonts w:ascii="Times New Roman" w:eastAsia="Calibri" w:hAnsi="Times New Roman" w:cs="Cordia New"/>
      <w:sz w:val="22"/>
      <w:szCs w:val="20"/>
      <w:lang w:val="en-GB" w:bidi="ar-SA"/>
    </w:rPr>
  </w:style>
  <w:style w:type="paragraph" w:customStyle="1" w:styleId="acctnotecolumn">
    <w:name w:val="acct note column"/>
    <w:aliases w:val="an"/>
    <w:basedOn w:val="Normal"/>
    <w:rsid w:val="00990DAF"/>
    <w:pPr>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990DAF"/>
    <w:pPr>
      <w:framePr w:hSpace="180" w:vSpace="180" w:wrap="auto" w:hAnchor="margin" w:yAlign="bottom"/>
      <w:spacing w:after="260" w:line="260" w:lineRule="atLeast"/>
    </w:pPr>
    <w:rPr>
      <w:rFonts w:ascii="Times New Roman" w:eastAsia="Calibri" w:hAnsi="Times New Roman" w:cs="Cordia New"/>
      <w:sz w:val="22"/>
      <w:szCs w:val="20"/>
      <w:lang w:val="en-GB" w:bidi="ar-SA"/>
    </w:rPr>
  </w:style>
  <w:style w:type="paragraph" w:customStyle="1" w:styleId="acctsigneddirectors">
    <w:name w:val="acct signed directors"/>
    <w:aliases w:val="asd"/>
    <w:basedOn w:val="BodyText"/>
    <w:rsid w:val="00990DAF"/>
    <w:pPr>
      <w:tabs>
        <w:tab w:val="left" w:pos="5103"/>
      </w:tabs>
      <w:spacing w:before="130" w:after="130" w:line="260" w:lineRule="atLeast"/>
    </w:pPr>
    <w:rPr>
      <w:rFonts w:ascii="Times New Roman" w:eastAsia="Calibri" w:hAnsi="Times New Roman" w:cs="Cordia New"/>
      <w:sz w:val="22"/>
      <w:szCs w:val="20"/>
      <w:lang w:val="en-GB" w:bidi="ar-SA"/>
    </w:rPr>
  </w:style>
  <w:style w:type="paragraph" w:customStyle="1" w:styleId="acctstatementheading">
    <w:name w:val="acct statement heading"/>
    <w:aliases w:val="as"/>
    <w:basedOn w:val="Heading2"/>
    <w:next w:val="Normal"/>
    <w:rsid w:val="00990DAF"/>
    <w:pPr>
      <w:tabs>
        <w:tab w:val="num" w:pos="0"/>
      </w:tabs>
      <w:spacing w:before="130" w:after="130" w:line="280" w:lineRule="atLeast"/>
      <w:ind w:left="567" w:hanging="567"/>
    </w:pPr>
    <w:rPr>
      <w:rFonts w:ascii="Times New Roman" w:hAnsi="Times New Roman" w:cs="Times New Roman"/>
      <w:i w:val="0"/>
      <w:sz w:val="24"/>
      <w:lang w:val="en-GB" w:bidi="ar-SA"/>
    </w:rPr>
  </w:style>
  <w:style w:type="paragraph" w:customStyle="1" w:styleId="acctstatementheadinga">
    <w:name w:val="acct statement heading (a)"/>
    <w:aliases w:val="asa"/>
    <w:basedOn w:val="acctstatementheading"/>
    <w:rsid w:val="00990DAF"/>
    <w:pPr>
      <w:spacing w:line="260" w:lineRule="atLeast"/>
    </w:pPr>
    <w:rPr>
      <w:sz w:val="22"/>
    </w:rPr>
  </w:style>
  <w:style w:type="paragraph" w:customStyle="1" w:styleId="acctstatementsub-headingbolditalic">
    <w:name w:val="acct statement sub-heading bold italic"/>
    <w:aliases w:val="asbi"/>
    <w:basedOn w:val="Normal"/>
    <w:rsid w:val="00990DAF"/>
    <w:pPr>
      <w:keepNext/>
      <w:keepLine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990DAF"/>
    <w:pPr>
      <w:keepNext/>
      <w:keepLine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Normal"/>
    <w:rsid w:val="00990DAF"/>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90DAF"/>
    <w:pPr>
      <w:keepNext/>
      <w:keepLines/>
      <w:spacing w:before="130" w:after="130"/>
    </w:pPr>
    <w:rPr>
      <w:b/>
      <w:bCs/>
      <w:i/>
    </w:rPr>
  </w:style>
  <w:style w:type="paragraph" w:customStyle="1" w:styleId="block2">
    <w:name w:val="block2"/>
    <w:aliases w:val="b2"/>
    <w:basedOn w:val="block"/>
    <w:rsid w:val="00990DAF"/>
    <w:pPr>
      <w:ind w:left="1134"/>
    </w:pPr>
    <w:rPr>
      <w:rFonts w:eastAsia="Calibri" w:cs="Cordia New"/>
    </w:rPr>
  </w:style>
  <w:style w:type="paragraph" w:customStyle="1" w:styleId="acctstatementsub-sub-sub-heading">
    <w:name w:val="acct statement sub-sub-sub-heading"/>
    <w:aliases w:val="assss"/>
    <w:basedOn w:val="acctstatementsub-sub-heading"/>
    <w:rsid w:val="00990DAF"/>
    <w:rPr>
      <w:b w:val="0"/>
    </w:rPr>
  </w:style>
  <w:style w:type="paragraph" w:customStyle="1" w:styleId="accttwofigureslongernumber">
    <w:name w:val="acct two figures longer number"/>
    <w:aliases w:val="a2+"/>
    <w:basedOn w:val="Normal"/>
    <w:rsid w:val="00990DAF"/>
    <w:pPr>
      <w:tabs>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Normal"/>
    <w:rsid w:val="00990DAF"/>
    <w:pPr>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990DAF"/>
    <w:pPr>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990DAF"/>
    <w:pPr>
      <w:spacing w:after="0"/>
    </w:pPr>
    <w:rPr>
      <w:rFonts w:eastAsia="Calibri" w:cs="Cordia New"/>
    </w:rPr>
  </w:style>
  <w:style w:type="paragraph" w:customStyle="1" w:styleId="block2nospaceafter">
    <w:name w:val="block2 no space after"/>
    <w:aliases w:val="b2n,block2 no sp"/>
    <w:basedOn w:val="block2"/>
    <w:rsid w:val="00990DAF"/>
    <w:pPr>
      <w:spacing w:after="0"/>
    </w:pPr>
  </w:style>
  <w:style w:type="paragraph" w:customStyle="1" w:styleId="List1a">
    <w:name w:val="List 1a"/>
    <w:aliases w:val="1a"/>
    <w:basedOn w:val="Normal"/>
    <w:rsid w:val="00990DAF"/>
    <w:pPr>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990DAF"/>
    <w:pPr>
      <w:spacing w:after="260" w:line="260" w:lineRule="atLeast"/>
      <w:ind w:left="1134" w:hanging="567"/>
    </w:pPr>
    <w:rPr>
      <w:rFonts w:ascii="Times New Roman" w:hAnsi="Times New Roman" w:cs="Times New Roman"/>
      <w:sz w:val="22"/>
      <w:szCs w:val="20"/>
      <w:lang w:val="en-GB" w:bidi="ar-SA"/>
    </w:rPr>
  </w:style>
  <w:style w:type="paragraph" w:customStyle="1" w:styleId="zcompanyname">
    <w:name w:val="zcompany name"/>
    <w:aliases w:val="cn"/>
    <w:basedOn w:val="Normal"/>
    <w:rsid w:val="00990DAF"/>
    <w:pPr>
      <w:framePr w:w="4536" w:wrap="around" w:vAnchor="page" w:hAnchor="page" w:xAlign="center" w:y="3993"/>
      <w:spacing w:after="400"/>
      <w:jc w:val="center"/>
    </w:pPr>
    <w:rPr>
      <w:rFonts w:ascii="Times New Roman" w:hAnsi="Times New Roman" w:cs="Times New Roman"/>
      <w:b/>
      <w:sz w:val="26"/>
      <w:szCs w:val="20"/>
      <w:lang w:val="en-GB" w:bidi="ar-SA"/>
    </w:rPr>
  </w:style>
  <w:style w:type="paragraph" w:customStyle="1" w:styleId="zcontents">
    <w:name w:val="zcontents"/>
    <w:basedOn w:val="acctmainheading"/>
    <w:rsid w:val="00990DAF"/>
  </w:style>
  <w:style w:type="paragraph" w:customStyle="1" w:styleId="zreportaddinfo">
    <w:name w:val="zreport addinfo"/>
    <w:basedOn w:val="Normal"/>
    <w:rsid w:val="00990DAF"/>
    <w:pPr>
      <w:framePr w:wrap="around" w:hAnchor="page" w:xAlign="center" w:yAlign="bottom"/>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990DAF"/>
    <w:pPr>
      <w:framePr w:wrap="around" w:hAnchor="page" w:xAlign="center" w:yAlign="bottom"/>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990DAF"/>
    <w:pPr>
      <w:keepLines/>
      <w:framePr w:w="4536" w:wrap="around" w:vAnchor="page" w:hAnchor="page" w:xAlign="center" w:y="3993"/>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990DAF"/>
    <w:pPr>
      <w:framePr w:wrap="around"/>
      <w:spacing w:line="360" w:lineRule="exact"/>
    </w:pPr>
    <w:rPr>
      <w:sz w:val="32"/>
    </w:rPr>
  </w:style>
  <w:style w:type="paragraph" w:customStyle="1" w:styleId="BodyTexthalfspaceafter">
    <w:name w:val="Body Text half space after"/>
    <w:aliases w:val="hs"/>
    <w:basedOn w:val="BodyText"/>
    <w:rsid w:val="00990DAF"/>
    <w:pPr>
      <w:spacing w:after="130" w:line="260" w:lineRule="atLeast"/>
    </w:pPr>
    <w:rPr>
      <w:rFonts w:ascii="Times New Roman" w:eastAsia="Calibri" w:hAnsi="Times New Roman" w:cs="Cordia New"/>
      <w:sz w:val="22"/>
      <w:szCs w:val="20"/>
      <w:lang w:val="en-GB" w:bidi="ar-SA"/>
    </w:rPr>
  </w:style>
  <w:style w:type="paragraph" w:customStyle="1" w:styleId="ind">
    <w:name w:val="*ind"/>
    <w:basedOn w:val="BodyText"/>
    <w:rsid w:val="00990DAF"/>
    <w:pPr>
      <w:spacing w:after="260" w:line="260" w:lineRule="atLeast"/>
      <w:ind w:left="340" w:hanging="340"/>
    </w:pPr>
    <w:rPr>
      <w:rFonts w:ascii="Times New Roman" w:eastAsia="Calibri" w:hAnsi="Times New Roman" w:cs="Cordia New"/>
      <w:sz w:val="22"/>
      <w:szCs w:val="20"/>
      <w:lang w:val="en-GB" w:bidi="ar-SA"/>
    </w:rPr>
  </w:style>
  <w:style w:type="paragraph" w:customStyle="1" w:styleId="acctindenthalfspaceafter">
    <w:name w:val="acct indent half space after"/>
    <w:aliases w:val="aihs"/>
    <w:basedOn w:val="acctindent"/>
    <w:rsid w:val="00990DAF"/>
    <w:pPr>
      <w:spacing w:after="130"/>
    </w:pPr>
  </w:style>
  <w:style w:type="paragraph" w:customStyle="1" w:styleId="keeptogethernormal">
    <w:name w:val="keep together normal"/>
    <w:aliases w:val="ktn"/>
    <w:basedOn w:val="Normal"/>
    <w:rsid w:val="00990DAF"/>
    <w:pPr>
      <w:keepNext/>
      <w:keepLine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990DAF"/>
    <w:rPr>
      <w:b/>
      <w:bCs/>
    </w:rPr>
  </w:style>
  <w:style w:type="paragraph" w:customStyle="1" w:styleId="nineptbodytext">
    <w:name w:val="nine pt body text"/>
    <w:aliases w:val="9bt"/>
    <w:basedOn w:val="nineptnormal"/>
    <w:rsid w:val="00990DAF"/>
    <w:pPr>
      <w:spacing w:after="220"/>
    </w:pPr>
  </w:style>
  <w:style w:type="paragraph" w:customStyle="1" w:styleId="nineptnormal">
    <w:name w:val="nine pt normal"/>
    <w:aliases w:val="9n"/>
    <w:basedOn w:val="Normal"/>
    <w:rsid w:val="00990DAF"/>
    <w:pPr>
      <w:spacing w:line="220" w:lineRule="atLeast"/>
    </w:pPr>
    <w:rPr>
      <w:rFonts w:ascii="Times New Roman" w:hAnsi="Times New Roman" w:cs="Times New Roman"/>
      <w:sz w:val="18"/>
      <w:szCs w:val="20"/>
      <w:lang w:val="en-GB" w:bidi="ar-SA"/>
    </w:rPr>
  </w:style>
  <w:style w:type="paragraph" w:customStyle="1" w:styleId="nineptheadingcentred">
    <w:name w:val="nine pt heading centred"/>
    <w:aliases w:val="9hc"/>
    <w:basedOn w:val="nineptheading"/>
    <w:rsid w:val="00990DAF"/>
    <w:pPr>
      <w:jc w:val="center"/>
    </w:pPr>
  </w:style>
  <w:style w:type="paragraph" w:customStyle="1" w:styleId="heading">
    <w:name w:val="heading"/>
    <w:aliases w:val="h"/>
    <w:basedOn w:val="BodyText"/>
    <w:rsid w:val="00990DAF"/>
    <w:pPr>
      <w:spacing w:after="260" w:line="260" w:lineRule="atLeast"/>
    </w:pPr>
    <w:rPr>
      <w:rFonts w:ascii="Times New Roman" w:eastAsia="Calibri" w:hAnsi="Times New Roman" w:cs="Cordia New"/>
      <w:b/>
      <w:sz w:val="22"/>
      <w:szCs w:val="20"/>
      <w:lang w:val="en-GB" w:bidi="ar-SA"/>
    </w:rPr>
  </w:style>
  <w:style w:type="paragraph" w:customStyle="1" w:styleId="headingcentred">
    <w:name w:val="heading centred"/>
    <w:aliases w:val="hc"/>
    <w:basedOn w:val="heading"/>
    <w:rsid w:val="00990DAF"/>
    <w:pPr>
      <w:jc w:val="center"/>
    </w:pPr>
  </w:style>
  <w:style w:type="paragraph" w:customStyle="1" w:styleId="Normalcentred">
    <w:name w:val="Normal centred"/>
    <w:aliases w:val="nc"/>
    <w:basedOn w:val="acctcolumnheadingnospaceafter"/>
    <w:rsid w:val="00990DAF"/>
  </w:style>
  <w:style w:type="paragraph" w:customStyle="1" w:styleId="nineptheadingcentredbold">
    <w:name w:val="nine pt heading centred bold"/>
    <w:aliases w:val="9hcb"/>
    <w:basedOn w:val="Normal"/>
    <w:rsid w:val="00990DAF"/>
    <w:pPr>
      <w:spacing w:line="220" w:lineRule="atLeast"/>
      <w:jc w:val="center"/>
    </w:pPr>
    <w:rPr>
      <w:rFonts w:ascii="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rsid w:val="00990DAF"/>
    <w:pPr>
      <w:ind w:left="-57" w:right="-57"/>
    </w:pPr>
  </w:style>
  <w:style w:type="paragraph" w:customStyle="1" w:styleId="nineptnormalheadinghalfspace">
    <w:name w:val="nine pt normal heading half space"/>
    <w:aliases w:val="9nhhs"/>
    <w:basedOn w:val="nineptnormalheading"/>
    <w:rsid w:val="00990DAF"/>
    <w:pPr>
      <w:spacing w:after="80"/>
    </w:pPr>
  </w:style>
  <w:style w:type="paragraph" w:customStyle="1" w:styleId="nineptnormalheading">
    <w:name w:val="nine pt normal heading"/>
    <w:aliases w:val="9nh"/>
    <w:basedOn w:val="nineptnormal"/>
    <w:rsid w:val="00990DAF"/>
    <w:rPr>
      <w:b/>
    </w:rPr>
  </w:style>
  <w:style w:type="paragraph" w:customStyle="1" w:styleId="nineptcolumntab1">
    <w:name w:val="nine pt column tab1"/>
    <w:aliases w:val="a91"/>
    <w:basedOn w:val="nineptnormal"/>
    <w:rsid w:val="00990DAF"/>
    <w:pPr>
      <w:tabs>
        <w:tab w:val="decimal" w:pos="737"/>
      </w:tabs>
    </w:pPr>
  </w:style>
  <w:style w:type="paragraph" w:customStyle="1" w:styleId="nineptnormalitalicheading">
    <w:name w:val="nine pt normal italic heading"/>
    <w:aliases w:val="9nith"/>
    <w:basedOn w:val="nineptnormalheading"/>
    <w:rsid w:val="00990DAF"/>
    <w:rPr>
      <w:i/>
      <w:iCs/>
    </w:rPr>
  </w:style>
  <w:style w:type="paragraph" w:customStyle="1" w:styleId="Normalheadingcentred">
    <w:name w:val="Normal heading centred"/>
    <w:aliases w:val="nhc"/>
    <w:basedOn w:val="Normalheading"/>
    <w:rsid w:val="00990DAF"/>
    <w:pPr>
      <w:jc w:val="center"/>
    </w:pPr>
  </w:style>
  <w:style w:type="paragraph" w:customStyle="1" w:styleId="Normalheading">
    <w:name w:val="Normal heading"/>
    <w:aliases w:val="nh"/>
    <w:basedOn w:val="Normal"/>
    <w:rsid w:val="00990DAF"/>
    <w:pPr>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990DAF"/>
    <w:pPr>
      <w:numPr>
        <w:numId w:val="0"/>
      </w:num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Normal"/>
    <w:rsid w:val="00990DAF"/>
    <w:pPr>
      <w:tabs>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990DAF"/>
    <w:pPr>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ListBullet2"/>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990DAF"/>
    <w:pPr>
      <w:spacing w:after="130"/>
    </w:pPr>
  </w:style>
  <w:style w:type="paragraph" w:customStyle="1" w:styleId="BodyTextIndentitalic">
    <w:name w:val="Body Text Indent italic"/>
    <w:aliases w:val="iital"/>
    <w:basedOn w:val="BodyTextIndent"/>
    <w:rsid w:val="00990DAF"/>
    <w:pPr>
      <w:tabs>
        <w:tab w:val="clear" w:pos="426"/>
        <w:tab w:val="clear" w:pos="993"/>
        <w:tab w:val="clear" w:pos="1530"/>
      </w:tabs>
      <w:spacing w:after="260" w:line="260" w:lineRule="atLeast"/>
      <w:ind w:left="340" w:firstLine="0"/>
      <w:jc w:val="left"/>
    </w:pPr>
    <w:rPr>
      <w:rFonts w:ascii="Times New Roman" w:hAnsi="Times New Roman" w:cs="Times New Roman"/>
      <w:i/>
      <w:iCs/>
      <w:sz w:val="22"/>
      <w:lang w:val="en-GB" w:bidi="ar-SA"/>
    </w:rPr>
  </w:style>
  <w:style w:type="paragraph" w:customStyle="1" w:styleId="BodyTextIndenthalfspaceafter">
    <w:name w:val="Body Text Indent half space after"/>
    <w:aliases w:val="ihs"/>
    <w:basedOn w:val="BodyTextIndent"/>
    <w:rsid w:val="00990DAF"/>
    <w:pPr>
      <w:tabs>
        <w:tab w:val="clear" w:pos="426"/>
        <w:tab w:val="clear" w:pos="993"/>
        <w:tab w:val="clear" w:pos="1530"/>
      </w:tabs>
      <w:spacing w:after="130" w:line="260" w:lineRule="atLeast"/>
      <w:ind w:left="340" w:firstLine="0"/>
      <w:jc w:val="left"/>
    </w:pPr>
    <w:rPr>
      <w:rFonts w:ascii="Times New Roman" w:hAnsi="Times New Roman" w:cs="Times New Roman"/>
      <w:sz w:val="22"/>
      <w:lang w:val="en-GB" w:bidi="ar-SA"/>
    </w:rPr>
  </w:style>
  <w:style w:type="paragraph" w:customStyle="1" w:styleId="BodyTextonepointafter">
    <w:name w:val="Body Text one point after"/>
    <w:aliases w:val="bt1"/>
    <w:basedOn w:val="BodyText"/>
    <w:rsid w:val="00990DAF"/>
    <w:pPr>
      <w:spacing w:after="20" w:line="260" w:lineRule="atLeast"/>
    </w:pPr>
    <w:rPr>
      <w:rFonts w:ascii="Times New Roman" w:eastAsia="Calibri" w:hAnsi="Times New Roman" w:cs="Cordia New"/>
      <w:sz w:val="22"/>
      <w:szCs w:val="20"/>
      <w:lang w:val="en-GB" w:bidi="ar-SA"/>
    </w:rPr>
  </w:style>
  <w:style w:type="paragraph" w:customStyle="1" w:styleId="keeptogether">
    <w:name w:val="keep together"/>
    <w:aliases w:val="kt"/>
    <w:basedOn w:val="BodyText"/>
    <w:rsid w:val="00990DAF"/>
    <w:pPr>
      <w:keepNext/>
      <w:keepLines/>
      <w:spacing w:after="260" w:line="260" w:lineRule="atLeast"/>
    </w:pPr>
    <w:rPr>
      <w:rFonts w:ascii="Times New Roman" w:eastAsia="Calibri" w:hAnsi="Times New Roman" w:cs="Cordia New"/>
      <w:sz w:val="22"/>
      <w:szCs w:val="20"/>
      <w:lang w:val="en-GB" w:bidi="ar-SA"/>
    </w:rPr>
  </w:style>
  <w:style w:type="paragraph" w:customStyle="1" w:styleId="acctthreecolumns">
    <w:name w:val="acct three columns"/>
    <w:aliases w:val="a3,acct three figures"/>
    <w:basedOn w:val="Normal"/>
    <w:rsid w:val="00990DAF"/>
    <w:pPr>
      <w:tabs>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Normal"/>
    <w:rsid w:val="00990DAF"/>
    <w:pPr>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BodyText"/>
    <w:rsid w:val="00990DAF"/>
    <w:pPr>
      <w:spacing w:after="260" w:line="260" w:lineRule="atLeast"/>
    </w:pPr>
    <w:rPr>
      <w:rFonts w:ascii="Times New Roman" w:eastAsia="Calibri" w:hAnsi="Times New Roman" w:cs="Cordia New"/>
      <w:i/>
      <w:iCs/>
      <w:sz w:val="22"/>
      <w:szCs w:val="20"/>
      <w:lang w:val="en-GB" w:bidi="ar-SA"/>
    </w:rPr>
  </w:style>
  <w:style w:type="paragraph" w:customStyle="1" w:styleId="BodyTextIndentnosp">
    <w:name w:val="Body Text Indent no sp"/>
    <w:aliases w:val="in,indent no space after"/>
    <w:basedOn w:val="BodyTextIndent"/>
    <w:rsid w:val="00990DAF"/>
    <w:pPr>
      <w:tabs>
        <w:tab w:val="clear" w:pos="426"/>
        <w:tab w:val="clear" w:pos="993"/>
        <w:tab w:val="clear" w:pos="1530"/>
      </w:tabs>
      <w:spacing w:line="260" w:lineRule="atLeast"/>
      <w:ind w:left="340" w:firstLine="0"/>
      <w:jc w:val="left"/>
    </w:pPr>
    <w:rPr>
      <w:rFonts w:ascii="Times New Roman" w:hAnsi="Times New Roman" w:cs="Times New Roman"/>
      <w:sz w:val="22"/>
      <w:lang w:val="en-GB" w:bidi="ar-SA"/>
    </w:rPr>
  </w:style>
  <w:style w:type="paragraph" w:customStyle="1" w:styleId="acctfourfiguresdecimal">
    <w:name w:val="acct four figures decimal"/>
    <w:aliases w:val="a4d"/>
    <w:basedOn w:val="Normal"/>
    <w:rsid w:val="00990DAF"/>
    <w:pPr>
      <w:tabs>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990DAF"/>
    <w:pPr>
      <w:spacing w:after="0"/>
    </w:pPr>
  </w:style>
  <w:style w:type="paragraph" w:customStyle="1" w:styleId="acctnotecolumndecimal">
    <w:name w:val="acct note column decimal"/>
    <w:aliases w:val="and"/>
    <w:basedOn w:val="Normal"/>
    <w:rsid w:val="00990DAF"/>
    <w:pPr>
      <w:tabs>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990DAF"/>
    <w:pPr>
      <w:tabs>
        <w:tab w:val="num" w:pos="284"/>
      </w:tabs>
      <w:spacing w:after="180"/>
      <w:ind w:left="284" w:hanging="284"/>
    </w:pPr>
  </w:style>
  <w:style w:type="paragraph" w:customStyle="1" w:styleId="nineptnormalbullet">
    <w:name w:val="nine pt normal bullet"/>
    <w:aliases w:val="9nb"/>
    <w:basedOn w:val="nineptnormal"/>
    <w:rsid w:val="00990DAF"/>
    <w:pPr>
      <w:tabs>
        <w:tab w:val="num" w:pos="284"/>
      </w:tabs>
      <w:ind w:left="284" w:hanging="284"/>
    </w:pPr>
  </w:style>
  <w:style w:type="paragraph" w:customStyle="1" w:styleId="ninepttabletextblockbullet">
    <w:name w:val="nine pt table text block bullet"/>
    <w:aliases w:val="9ttbb"/>
    <w:basedOn w:val="ninepttabletextblock"/>
    <w:rsid w:val="00990DAF"/>
    <w:pPr>
      <w:tabs>
        <w:tab w:val="num" w:pos="652"/>
      </w:tabs>
      <w:ind w:left="652" w:hanging="227"/>
    </w:pPr>
  </w:style>
  <w:style w:type="paragraph" w:customStyle="1" w:styleId="ninepttabletextblock">
    <w:name w:val="nine pt table text block"/>
    <w:aliases w:val="9ttbk"/>
    <w:basedOn w:val="Normal"/>
    <w:rsid w:val="00990DAF"/>
    <w:pPr>
      <w:spacing w:after="60" w:line="220" w:lineRule="atLeast"/>
      <w:ind w:left="425"/>
    </w:pPr>
    <w:rPr>
      <w:rFonts w:ascii="Times New Roman" w:hAnsi="Times New Roman" w:cs="Times New Roman"/>
      <w:sz w:val="18"/>
      <w:szCs w:val="20"/>
      <w:lang w:val="en-GB" w:bidi="ar-SA"/>
    </w:rPr>
  </w:style>
  <w:style w:type="paragraph" w:customStyle="1" w:styleId="block2bullet">
    <w:name w:val="block2bullet"/>
    <w:aliases w:val="b2b"/>
    <w:basedOn w:val="block2"/>
    <w:rsid w:val="00990DAF"/>
    <w:pPr>
      <w:tabs>
        <w:tab w:val="num" w:pos="1474"/>
      </w:tabs>
      <w:ind w:left="1474" w:hanging="340"/>
    </w:pPr>
  </w:style>
  <w:style w:type="paragraph" w:customStyle="1" w:styleId="tabletextheading">
    <w:name w:val="table text heading"/>
    <w:aliases w:val="tth"/>
    <w:basedOn w:val="tabletext"/>
    <w:rsid w:val="00990DAF"/>
    <w:rPr>
      <w:b/>
      <w:bCs/>
    </w:rPr>
  </w:style>
  <w:style w:type="paragraph" w:customStyle="1" w:styleId="acctfourfiguresyears">
    <w:name w:val="acct four figures years"/>
    <w:aliases w:val="a4y"/>
    <w:basedOn w:val="Normal"/>
    <w:rsid w:val="00990DAF"/>
    <w:pPr>
      <w:tabs>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990DAF"/>
    <w:pPr>
      <w:tabs>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990DAF"/>
    <w:pPr>
      <w:tabs>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990DAF"/>
    <w:pPr>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990DAF"/>
    <w:pPr>
      <w:tabs>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990DAF"/>
    <w:pPr>
      <w:ind w:left="1134" w:hanging="567"/>
    </w:pPr>
    <w:rPr>
      <w:rFonts w:eastAsia="Calibri" w:cs="Cordia New"/>
    </w:rPr>
  </w:style>
  <w:style w:type="paragraph" w:customStyle="1" w:styleId="blocklist2">
    <w:name w:val="block list2"/>
    <w:aliases w:val="blist2"/>
    <w:basedOn w:val="blocklist"/>
    <w:rsid w:val="00990DAF"/>
    <w:pPr>
      <w:ind w:left="1701"/>
    </w:pPr>
  </w:style>
  <w:style w:type="paragraph" w:customStyle="1" w:styleId="acctfourfigureslongernumber">
    <w:name w:val="acct four figures longer number"/>
    <w:aliases w:val="a4+"/>
    <w:basedOn w:val="Normal"/>
    <w:rsid w:val="00990DAF"/>
    <w:pPr>
      <w:tabs>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990DAF"/>
    <w:pPr>
      <w:keepNext/>
      <w:keepLines/>
      <w:spacing w:before="70"/>
    </w:pPr>
    <w:rPr>
      <w:rFonts w:eastAsia="Calibri" w:cs="Cordia New"/>
      <w:b/>
    </w:rPr>
  </w:style>
  <w:style w:type="paragraph" w:customStyle="1" w:styleId="blockheadingitalicnosp">
    <w:name w:val="block heading italic no sp"/>
    <w:aliases w:val="bhin"/>
    <w:basedOn w:val="blockheadingitalic"/>
    <w:rsid w:val="00990DAF"/>
    <w:pPr>
      <w:spacing w:after="0"/>
    </w:pPr>
  </w:style>
  <w:style w:type="paragraph" w:customStyle="1" w:styleId="blockheadingitalic">
    <w:name w:val="block heading italic"/>
    <w:aliases w:val="bhi"/>
    <w:basedOn w:val="blockheadingitalicbold"/>
    <w:rsid w:val="00990DAF"/>
    <w:rPr>
      <w:b w:val="0"/>
    </w:rPr>
  </w:style>
  <w:style w:type="paragraph" w:customStyle="1" w:styleId="blockheadingitalicbold">
    <w:name w:val="block heading italic bold"/>
    <w:aliases w:val="bhib"/>
    <w:basedOn w:val="blockheading"/>
    <w:rsid w:val="00990DAF"/>
    <w:rPr>
      <w:i/>
    </w:rPr>
  </w:style>
  <w:style w:type="paragraph" w:customStyle="1" w:styleId="blockheadingnosp">
    <w:name w:val="block heading no sp"/>
    <w:aliases w:val="bhn,block heading no space after"/>
    <w:basedOn w:val="blockheading"/>
    <w:rsid w:val="00990DAF"/>
    <w:pPr>
      <w:spacing w:after="0"/>
    </w:pPr>
  </w:style>
  <w:style w:type="paragraph" w:customStyle="1" w:styleId="smallreturn">
    <w:name w:val="small return"/>
    <w:aliases w:val="sr"/>
    <w:basedOn w:val="Normal"/>
    <w:rsid w:val="00990DAF"/>
    <w:pPr>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990DAF"/>
    <w:pPr>
      <w:spacing w:after="0"/>
    </w:pPr>
  </w:style>
  <w:style w:type="paragraph" w:customStyle="1" w:styleId="headingbolditalic">
    <w:name w:val="heading bold italic"/>
    <w:aliases w:val="hbi"/>
    <w:basedOn w:val="heading"/>
    <w:rsid w:val="00990DAF"/>
    <w:rPr>
      <w:i/>
    </w:rPr>
  </w:style>
  <w:style w:type="paragraph" w:customStyle="1" w:styleId="acctstatementheadingashorter">
    <w:name w:val="acct statement heading (a) shorter"/>
    <w:aliases w:val="asas"/>
    <w:basedOn w:val="Normal"/>
    <w:rsid w:val="00990DAF"/>
    <w:pPr>
      <w:keepNext/>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990DAF"/>
    <w:pPr>
      <w:keepNext/>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990DAF"/>
    <w:pPr>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990DAF"/>
    <w:pPr>
      <w:tabs>
        <w:tab w:val="left" w:pos="851"/>
        <w:tab w:val="left" w:pos="1134"/>
      </w:tabs>
    </w:pPr>
  </w:style>
  <w:style w:type="paragraph" w:customStyle="1" w:styleId="acctindenttabsnospaceafter">
    <w:name w:val="acct indent+tabs no space after"/>
    <w:aliases w:val="aitn"/>
    <w:basedOn w:val="acctindenttabs"/>
    <w:rsid w:val="00990DAF"/>
    <w:pPr>
      <w:spacing w:after="0"/>
    </w:pPr>
  </w:style>
  <w:style w:type="paragraph" w:customStyle="1" w:styleId="blockbullet">
    <w:name w:val="block bullet"/>
    <w:aliases w:val="bb"/>
    <w:basedOn w:val="block"/>
    <w:rsid w:val="00990DAF"/>
    <w:pPr>
      <w:tabs>
        <w:tab w:val="num" w:pos="907"/>
      </w:tabs>
      <w:ind w:left="907" w:hanging="340"/>
    </w:pPr>
    <w:rPr>
      <w:rFonts w:eastAsia="Calibri" w:cs="Cordia New"/>
    </w:rPr>
  </w:style>
  <w:style w:type="paragraph" w:customStyle="1" w:styleId="acctfourfigureslongernumber3">
    <w:name w:val="acct four figures longer number3"/>
    <w:aliases w:val="a4+3"/>
    <w:basedOn w:val="Normal"/>
    <w:rsid w:val="00990DAF"/>
    <w:pPr>
      <w:tabs>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990DAF"/>
    <w:rPr>
      <w:b w:val="0"/>
      <w:bCs/>
      <w:iCs/>
    </w:rPr>
  </w:style>
  <w:style w:type="paragraph" w:customStyle="1" w:styleId="blocklistnospaceafter">
    <w:name w:val="block list no space after"/>
    <w:aliases w:val="blistn"/>
    <w:basedOn w:val="blocklist"/>
    <w:rsid w:val="00990DAF"/>
    <w:pPr>
      <w:spacing w:after="0"/>
    </w:pPr>
  </w:style>
  <w:style w:type="paragraph" w:customStyle="1" w:styleId="eightptnormal">
    <w:name w:val="eight pt normal"/>
    <w:aliases w:val="8n"/>
    <w:basedOn w:val="Normal"/>
    <w:rsid w:val="00990DAF"/>
    <w:pPr>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990DAF"/>
    <w:pPr>
      <w:jc w:val="center"/>
    </w:pPr>
  </w:style>
  <w:style w:type="paragraph" w:customStyle="1" w:styleId="eightptnormalheadingcentred">
    <w:name w:val="eight pt normal heading centred"/>
    <w:aliases w:val="8nhc"/>
    <w:basedOn w:val="eightptnormalheading"/>
    <w:rsid w:val="00990DAF"/>
    <w:pPr>
      <w:jc w:val="center"/>
    </w:pPr>
    <w:rPr>
      <w:bCs w:val="0"/>
    </w:rPr>
  </w:style>
  <w:style w:type="paragraph" w:customStyle="1" w:styleId="eightptnormalheading">
    <w:name w:val="eight pt normal heading"/>
    <w:aliases w:val="8nh"/>
    <w:basedOn w:val="eightptnormal"/>
    <w:rsid w:val="00990DAF"/>
    <w:rPr>
      <w:b/>
      <w:bCs/>
    </w:rPr>
  </w:style>
  <w:style w:type="paragraph" w:customStyle="1" w:styleId="eightptbodytextheading">
    <w:name w:val="eight pt body text heading"/>
    <w:aliases w:val="8h"/>
    <w:basedOn w:val="eightptbodytext"/>
    <w:rsid w:val="00990DAF"/>
    <w:rPr>
      <w:b/>
      <w:bCs/>
    </w:rPr>
  </w:style>
  <w:style w:type="paragraph" w:customStyle="1" w:styleId="eightptbodytext">
    <w:name w:val="eight pt body text"/>
    <w:aliases w:val="8bt"/>
    <w:basedOn w:val="eightptnormal"/>
    <w:rsid w:val="00990DAF"/>
    <w:pPr>
      <w:spacing w:after="200"/>
    </w:pPr>
  </w:style>
  <w:style w:type="paragraph" w:customStyle="1" w:styleId="eightptcolumntabs">
    <w:name w:val="eight pt column tabs"/>
    <w:aliases w:val="a8"/>
    <w:basedOn w:val="eightptnormal"/>
    <w:rsid w:val="00990DAF"/>
    <w:pPr>
      <w:tabs>
        <w:tab w:val="decimal" w:pos="482"/>
      </w:tabs>
      <w:ind w:left="-57" w:right="-57"/>
    </w:pPr>
  </w:style>
  <w:style w:type="paragraph" w:customStyle="1" w:styleId="eightpthalfspaceafter">
    <w:name w:val="eight pt half space after"/>
    <w:aliases w:val="8hs"/>
    <w:basedOn w:val="eightptnormal"/>
    <w:rsid w:val="00990DAF"/>
    <w:pPr>
      <w:spacing w:after="100"/>
    </w:pPr>
  </w:style>
  <w:style w:type="paragraph" w:customStyle="1" w:styleId="eightptcolumnheadingspace">
    <w:name w:val="eight pt column heading+space"/>
    <w:aliases w:val="8chs"/>
    <w:basedOn w:val="eightptcolumnheading"/>
    <w:rsid w:val="00990DAF"/>
    <w:pPr>
      <w:spacing w:after="200"/>
    </w:pPr>
  </w:style>
  <w:style w:type="paragraph" w:customStyle="1" w:styleId="eightptblocknosp">
    <w:name w:val="eight pt block no sp"/>
    <w:aliases w:val="8bn"/>
    <w:basedOn w:val="eightptblock"/>
    <w:rsid w:val="00990DAF"/>
    <w:pPr>
      <w:spacing w:after="0"/>
    </w:pPr>
  </w:style>
  <w:style w:type="paragraph" w:customStyle="1" w:styleId="eightptblock">
    <w:name w:val="eight pt block"/>
    <w:aliases w:val="8b"/>
    <w:basedOn w:val="Normal"/>
    <w:rsid w:val="00990DAF"/>
    <w:pPr>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990DAF"/>
    <w:pPr>
      <w:spacing w:before="80" w:after="80"/>
    </w:pPr>
  </w:style>
  <w:style w:type="paragraph" w:customStyle="1" w:styleId="eightptcolumntabs2">
    <w:name w:val="eight pt column tabs2"/>
    <w:aliases w:val="a82"/>
    <w:basedOn w:val="eightptnormal"/>
    <w:rsid w:val="00990DAF"/>
    <w:pPr>
      <w:tabs>
        <w:tab w:val="decimal" w:pos="539"/>
      </w:tabs>
      <w:ind w:left="-57" w:right="-57"/>
    </w:pPr>
  </w:style>
  <w:style w:type="paragraph" w:customStyle="1" w:styleId="acctstatementheadingshorter2">
    <w:name w:val="acct statement heading shorter2"/>
    <w:aliases w:val="as-2"/>
    <w:basedOn w:val="acctstatementheading"/>
    <w:rsid w:val="00990DAF"/>
    <w:pPr>
      <w:ind w:right="5103"/>
    </w:pPr>
  </w:style>
  <w:style w:type="paragraph" w:customStyle="1" w:styleId="accttwofigureslongernumber2">
    <w:name w:val="acct two figures longer number2"/>
    <w:aliases w:val="a2+2"/>
    <w:basedOn w:val="Normal"/>
    <w:rsid w:val="00990DAF"/>
    <w:pPr>
      <w:tabs>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990DAF"/>
    <w:pPr>
      <w:tabs>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990DAF"/>
    <w:pPr>
      <w:spacing w:after="0"/>
    </w:pPr>
  </w:style>
  <w:style w:type="paragraph" w:customStyle="1" w:styleId="blockindent">
    <w:name w:val="block indent"/>
    <w:aliases w:val="bi"/>
    <w:basedOn w:val="block"/>
    <w:rsid w:val="00990DAF"/>
    <w:pPr>
      <w:ind w:left="737" w:hanging="170"/>
    </w:pPr>
    <w:rPr>
      <w:rFonts w:eastAsia="Calibri" w:cs="Cordia New"/>
    </w:rPr>
  </w:style>
  <w:style w:type="paragraph" w:customStyle="1" w:styleId="nineptnormalcentred">
    <w:name w:val="nine pt normal centred"/>
    <w:aliases w:val="9nc"/>
    <w:basedOn w:val="nineptnormal"/>
    <w:rsid w:val="00990DAF"/>
    <w:pPr>
      <w:jc w:val="center"/>
    </w:pPr>
  </w:style>
  <w:style w:type="paragraph" w:customStyle="1" w:styleId="nineptcol">
    <w:name w:val="nine pt %col"/>
    <w:aliases w:val="9%"/>
    <w:basedOn w:val="nineptnormal"/>
    <w:rsid w:val="00990DAF"/>
    <w:pPr>
      <w:tabs>
        <w:tab w:val="decimal" w:pos="340"/>
      </w:tabs>
    </w:pPr>
  </w:style>
  <w:style w:type="paragraph" w:customStyle="1" w:styleId="nineptcolumntab">
    <w:name w:val="nine pt column tab"/>
    <w:aliases w:val="a9,nine pt column tabs"/>
    <w:basedOn w:val="nineptnormal"/>
    <w:rsid w:val="00990DAF"/>
    <w:pPr>
      <w:tabs>
        <w:tab w:val="decimal" w:pos="624"/>
      </w:tabs>
      <w:spacing w:line="200" w:lineRule="atLeast"/>
    </w:pPr>
  </w:style>
  <w:style w:type="paragraph" w:customStyle="1" w:styleId="nineptnormalitalic">
    <w:name w:val="nine pt normal italic"/>
    <w:aliases w:val="9nit"/>
    <w:basedOn w:val="nineptnormal"/>
    <w:rsid w:val="00990DAF"/>
    <w:rPr>
      <w:i/>
      <w:iCs/>
    </w:rPr>
  </w:style>
  <w:style w:type="paragraph" w:customStyle="1" w:styleId="nineptblocklistnospaceafter">
    <w:name w:val="nine pt block list no space after"/>
    <w:aliases w:val="9bln"/>
    <w:basedOn w:val="nineptblocklist"/>
    <w:rsid w:val="00990DAF"/>
    <w:pPr>
      <w:spacing w:after="0"/>
    </w:pPr>
  </w:style>
  <w:style w:type="paragraph" w:customStyle="1" w:styleId="nineptblocklist">
    <w:name w:val="nine pt block list"/>
    <w:aliases w:val="9bl"/>
    <w:basedOn w:val="nineptblock"/>
    <w:rsid w:val="00990DAF"/>
    <w:pPr>
      <w:ind w:left="992" w:hanging="425"/>
    </w:pPr>
  </w:style>
  <w:style w:type="paragraph" w:customStyle="1" w:styleId="nineptblock">
    <w:name w:val="nine pt block"/>
    <w:aliases w:val="9b"/>
    <w:basedOn w:val="nineptnormal"/>
    <w:rsid w:val="00990DAF"/>
    <w:pPr>
      <w:spacing w:after="220"/>
      <w:ind w:left="567"/>
    </w:pPr>
  </w:style>
  <w:style w:type="paragraph" w:customStyle="1" w:styleId="acctfourfiguresshorternumber2">
    <w:name w:val="acct four figures shorter number2"/>
    <w:aliases w:val="a4-2"/>
    <w:basedOn w:val="Normal"/>
    <w:rsid w:val="00990DAF"/>
    <w:pPr>
      <w:tabs>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990DAF"/>
    <w:pPr>
      <w:jc w:val="center"/>
    </w:pPr>
  </w:style>
  <w:style w:type="paragraph" w:customStyle="1" w:styleId="nineptheadingcentredspace">
    <w:name w:val="nine pt heading centred + space"/>
    <w:aliases w:val="9hcs"/>
    <w:basedOn w:val="Normal"/>
    <w:rsid w:val="00990DAF"/>
    <w:pPr>
      <w:spacing w:after="180" w:line="220" w:lineRule="atLeast"/>
      <w:jc w:val="center"/>
    </w:pPr>
    <w:rPr>
      <w:rFonts w:ascii="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rsid w:val="00990DAF"/>
    <w:pPr>
      <w:tabs>
        <w:tab w:val="decimal" w:pos="227"/>
      </w:tabs>
    </w:pPr>
  </w:style>
  <w:style w:type="paragraph" w:customStyle="1" w:styleId="nineptcolumntab2">
    <w:name w:val="nine pt column tab2"/>
    <w:aliases w:val="a92,nine pt column tabs2"/>
    <w:basedOn w:val="nineptnormal"/>
    <w:rsid w:val="00990DAF"/>
    <w:pPr>
      <w:tabs>
        <w:tab w:val="decimal" w:pos="510"/>
      </w:tabs>
    </w:pPr>
  </w:style>
  <w:style w:type="paragraph" w:customStyle="1" w:styleId="nineptonepointafter">
    <w:name w:val="nine pt one point after"/>
    <w:aliases w:val="9n1"/>
    <w:basedOn w:val="nineptnormal"/>
    <w:rsid w:val="00990DAF"/>
    <w:pPr>
      <w:spacing w:after="20"/>
    </w:pPr>
  </w:style>
  <w:style w:type="paragraph" w:customStyle="1" w:styleId="nineptblockind">
    <w:name w:val="nine pt block *ind"/>
    <w:aliases w:val="9b*ind"/>
    <w:basedOn w:val="nineptblock"/>
    <w:rsid w:val="00990DAF"/>
    <w:pPr>
      <w:ind w:left="851" w:hanging="284"/>
    </w:pPr>
  </w:style>
  <w:style w:type="paragraph" w:customStyle="1" w:styleId="headingonepointafter">
    <w:name w:val="heading one point after"/>
    <w:aliases w:val="h1p"/>
    <w:basedOn w:val="heading"/>
    <w:rsid w:val="00990DAF"/>
    <w:pPr>
      <w:spacing w:after="20"/>
    </w:pPr>
  </w:style>
  <w:style w:type="paragraph" w:customStyle="1" w:styleId="blockbulletnospaceafter">
    <w:name w:val="block bullet no space after"/>
    <w:aliases w:val="bbn,block bullet no sp"/>
    <w:basedOn w:val="blockbullet"/>
    <w:rsid w:val="00990DAF"/>
    <w:pPr>
      <w:spacing w:after="0"/>
    </w:pPr>
  </w:style>
  <w:style w:type="paragraph" w:customStyle="1" w:styleId="acctstatementheadingaitalicbold">
    <w:name w:val="acct statement heading (a) italic bold"/>
    <w:aliases w:val="asaib"/>
    <w:basedOn w:val="acctstatementheadinga"/>
    <w:rsid w:val="00990DAF"/>
    <w:pPr>
      <w:spacing w:before="0" w:after="260"/>
    </w:pPr>
    <w:rPr>
      <w:i/>
    </w:rPr>
  </w:style>
  <w:style w:type="paragraph" w:customStyle="1" w:styleId="nineptblocknosp">
    <w:name w:val="nine pt block no sp"/>
    <w:aliases w:val="9bn"/>
    <w:basedOn w:val="Normal"/>
    <w:rsid w:val="00990DAF"/>
    <w:pPr>
      <w:spacing w:line="220" w:lineRule="atLeast"/>
      <w:ind w:left="567"/>
    </w:pPr>
    <w:rPr>
      <w:rFonts w:ascii="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rsid w:val="00990DAF"/>
    <w:rPr>
      <w:i/>
      <w:iCs/>
    </w:rPr>
  </w:style>
  <w:style w:type="paragraph" w:customStyle="1" w:styleId="nineptnormalhalfspace">
    <w:name w:val="nine pt normal half space"/>
    <w:aliases w:val="9nhs"/>
    <w:basedOn w:val="nineptnormal"/>
    <w:rsid w:val="00990DAF"/>
    <w:pPr>
      <w:spacing w:after="80"/>
    </w:pPr>
  </w:style>
  <w:style w:type="paragraph" w:customStyle="1" w:styleId="nineptratecol">
    <w:name w:val="nine pt rate col"/>
    <w:aliases w:val="a9r"/>
    <w:basedOn w:val="nineptnormal"/>
    <w:rsid w:val="00990DAF"/>
    <w:pPr>
      <w:tabs>
        <w:tab w:val="decimal" w:pos="397"/>
      </w:tabs>
    </w:pPr>
  </w:style>
  <w:style w:type="paragraph" w:customStyle="1" w:styleId="nineptblockitalics">
    <w:name w:val="nine pt block italics"/>
    <w:aliases w:val="9bit"/>
    <w:basedOn w:val="nineptblock"/>
    <w:rsid w:val="00990DA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90DAF"/>
    <w:pPr>
      <w:spacing w:after="80"/>
    </w:pPr>
  </w:style>
  <w:style w:type="paragraph" w:customStyle="1" w:styleId="nineptbodytextheading">
    <w:name w:val="nine pt body text heading"/>
    <w:aliases w:val="9bth"/>
    <w:basedOn w:val="Footer"/>
    <w:rsid w:val="00990DAF"/>
    <w:pPr>
      <w:tabs>
        <w:tab w:val="clear" w:pos="4153"/>
        <w:tab w:val="clear" w:pos="8306"/>
      </w:tabs>
      <w:spacing w:after="180" w:line="220" w:lineRule="atLeast"/>
    </w:pPr>
    <w:rPr>
      <w:rFonts w:ascii="Times New Roman" w:hAnsi="Times New Roman" w:cs="Times New Roman"/>
      <w:b/>
      <w:bCs/>
      <w:sz w:val="18"/>
      <w:szCs w:val="20"/>
      <w:lang w:val="en-GB" w:bidi="ar-SA"/>
    </w:rPr>
  </w:style>
  <w:style w:type="paragraph" w:customStyle="1" w:styleId="nineptbodytextheadingcentred">
    <w:name w:val="nine pt body text heading centred"/>
    <w:aliases w:val="9bthc"/>
    <w:basedOn w:val="nineptbodytextheading"/>
    <w:rsid w:val="00990DAF"/>
    <w:pPr>
      <w:jc w:val="center"/>
    </w:pPr>
  </w:style>
  <w:style w:type="paragraph" w:customStyle="1" w:styleId="nineptnormalheadingcentredwider">
    <w:name w:val="nine pt normal heading centred wider"/>
    <w:aliases w:val="9nhcw"/>
    <w:basedOn w:val="nineptnormalheadingcentred"/>
    <w:rsid w:val="00990DAF"/>
    <w:pPr>
      <w:ind w:left="-85" w:right="-85"/>
    </w:pPr>
  </w:style>
  <w:style w:type="paragraph" w:customStyle="1" w:styleId="nineptcolumntabs5">
    <w:name w:val="nine pt column tabs5"/>
    <w:aliases w:val="a95,nine pt column tab5"/>
    <w:basedOn w:val="Normal"/>
    <w:rsid w:val="00990DAF"/>
    <w:pPr>
      <w:tabs>
        <w:tab w:val="decimal" w:pos="794"/>
      </w:tabs>
      <w:spacing w:line="220" w:lineRule="atLeast"/>
    </w:pPr>
    <w:rPr>
      <w:rFonts w:ascii="Times New Roman" w:hAnsi="Times New Roman" w:cs="Times New Roman"/>
      <w:sz w:val="18"/>
      <w:szCs w:val="20"/>
      <w:lang w:val="en-GB" w:bidi="ar-SA"/>
    </w:rPr>
  </w:style>
  <w:style w:type="paragraph" w:customStyle="1" w:styleId="ninebtbodytextcentred">
    <w:name w:val="nine bt body text centred"/>
    <w:aliases w:val="9btc"/>
    <w:basedOn w:val="nineptbodytext"/>
    <w:rsid w:val="00990DAF"/>
    <w:pPr>
      <w:spacing w:after="180"/>
      <w:jc w:val="center"/>
    </w:pPr>
  </w:style>
  <w:style w:type="paragraph" w:customStyle="1" w:styleId="nineptbodytextheadingcentredwider">
    <w:name w:val="nine pt body text heading centred wider"/>
    <w:aliases w:val="9bthcw,a9bthcw"/>
    <w:basedOn w:val="nineptbodytextheadingcentred"/>
    <w:rsid w:val="00990DAF"/>
    <w:pPr>
      <w:ind w:left="-85" w:right="-85"/>
    </w:pPr>
  </w:style>
  <w:style w:type="paragraph" w:customStyle="1" w:styleId="nineptcolumntabdecimal2">
    <w:name w:val="nine pt column tab decimal2"/>
    <w:aliases w:val="a9d2,nine pt column tabs decimal2"/>
    <w:basedOn w:val="nineptnormal"/>
    <w:rsid w:val="00990DAF"/>
    <w:pPr>
      <w:tabs>
        <w:tab w:val="decimal" w:pos="284"/>
      </w:tabs>
    </w:pPr>
  </w:style>
  <w:style w:type="paragraph" w:customStyle="1" w:styleId="nineptcolumntab4">
    <w:name w:val="nine pt column tab4"/>
    <w:aliases w:val="a94,nine pt column tabs4"/>
    <w:basedOn w:val="nineptnormal"/>
    <w:rsid w:val="00990DAF"/>
    <w:pPr>
      <w:tabs>
        <w:tab w:val="decimal" w:pos="680"/>
      </w:tabs>
    </w:pPr>
  </w:style>
  <w:style w:type="paragraph" w:customStyle="1" w:styleId="nineptcolumntab3">
    <w:name w:val="nine pt column tab3"/>
    <w:aliases w:val="a93,nine pt column tabs3"/>
    <w:basedOn w:val="nineptnormal"/>
    <w:rsid w:val="00990DAF"/>
    <w:pPr>
      <w:tabs>
        <w:tab w:val="decimal" w:pos="567"/>
      </w:tabs>
    </w:pPr>
  </w:style>
  <w:style w:type="paragraph" w:customStyle="1" w:styleId="nineptindent">
    <w:name w:val="nine pt indent"/>
    <w:aliases w:val="9i"/>
    <w:basedOn w:val="nineptnormal"/>
    <w:rsid w:val="00990DAF"/>
    <w:pPr>
      <w:ind w:left="425" w:hanging="425"/>
    </w:pPr>
  </w:style>
  <w:style w:type="paragraph" w:customStyle="1" w:styleId="blockind">
    <w:name w:val="block *ind"/>
    <w:aliases w:val="b*,block star ind"/>
    <w:basedOn w:val="block"/>
    <w:rsid w:val="00990DAF"/>
    <w:pPr>
      <w:ind w:left="907" w:hanging="340"/>
    </w:pPr>
    <w:rPr>
      <w:rFonts w:eastAsia="Calibri" w:cs="Cordia New"/>
    </w:rPr>
  </w:style>
  <w:style w:type="paragraph" w:customStyle="1" w:styleId="List3i">
    <w:name w:val="List 3i"/>
    <w:aliases w:val="3i"/>
    <w:basedOn w:val="List2i"/>
    <w:rsid w:val="00990DAF"/>
    <w:pPr>
      <w:ind w:left="1701"/>
    </w:pPr>
  </w:style>
  <w:style w:type="paragraph" w:customStyle="1" w:styleId="acctindentonepointafter">
    <w:name w:val="acct indent one point after"/>
    <w:aliases w:val="ai1p"/>
    <w:basedOn w:val="acctindent"/>
    <w:rsid w:val="00990DAF"/>
    <w:pPr>
      <w:spacing w:after="20"/>
    </w:pPr>
  </w:style>
  <w:style w:type="paragraph" w:customStyle="1" w:styleId="eightptnormalheadingitalic">
    <w:name w:val="eight pt normal heading italic"/>
    <w:aliases w:val="8nhbi"/>
    <w:basedOn w:val="eightptnormalheading"/>
    <w:rsid w:val="00990DAF"/>
    <w:rPr>
      <w:i/>
      <w:iCs/>
    </w:rPr>
  </w:style>
  <w:style w:type="paragraph" w:customStyle="1" w:styleId="eightptcolumntabs3">
    <w:name w:val="eight pt column tabs3"/>
    <w:aliases w:val="a83"/>
    <w:basedOn w:val="eightptnormal"/>
    <w:rsid w:val="00990DAF"/>
    <w:pPr>
      <w:tabs>
        <w:tab w:val="decimal" w:pos="794"/>
      </w:tabs>
    </w:pPr>
  </w:style>
  <w:style w:type="paragraph" w:customStyle="1" w:styleId="eightptbodytextheadingmiddleline">
    <w:name w:val="eight pt body text heading middle line"/>
    <w:aliases w:val="8hml"/>
    <w:basedOn w:val="eightptbodytextheading"/>
    <w:rsid w:val="00990DAF"/>
    <w:pPr>
      <w:spacing w:before="80" w:after="80"/>
    </w:pPr>
  </w:style>
  <w:style w:type="paragraph" w:customStyle="1" w:styleId="eightptbodytextheadingmiddlelinecentred">
    <w:name w:val="eight pt body text heading middle line centred"/>
    <w:aliases w:val="8hmlc"/>
    <w:basedOn w:val="eightptbodytextheadingmiddleline"/>
    <w:rsid w:val="00990DAF"/>
    <w:pPr>
      <w:jc w:val="center"/>
    </w:pPr>
  </w:style>
  <w:style w:type="paragraph" w:customStyle="1" w:styleId="eightpt4ptspacebefore">
    <w:name w:val="eight pt 4pt space before"/>
    <w:aliases w:val="8n4sp"/>
    <w:basedOn w:val="eightptnormal"/>
    <w:rsid w:val="00990DAF"/>
    <w:pPr>
      <w:spacing w:before="80"/>
    </w:pPr>
  </w:style>
  <w:style w:type="paragraph" w:customStyle="1" w:styleId="eightpt4ptspaceafter">
    <w:name w:val="eight pt 4 pt space after"/>
    <w:aliases w:val="8n4sa"/>
    <w:basedOn w:val="eightptnormal"/>
    <w:rsid w:val="00990DAF"/>
    <w:pPr>
      <w:spacing w:after="80"/>
    </w:pPr>
  </w:style>
  <w:style w:type="paragraph" w:customStyle="1" w:styleId="blockbullet2">
    <w:name w:val="block bullet 2"/>
    <w:aliases w:val="bb2"/>
    <w:basedOn w:val="BodyText"/>
    <w:rsid w:val="00990DAF"/>
    <w:pPr>
      <w:tabs>
        <w:tab w:val="num" w:pos="1247"/>
      </w:tabs>
      <w:spacing w:after="260" w:line="260" w:lineRule="atLeast"/>
      <w:ind w:left="1247" w:hanging="340"/>
    </w:pPr>
    <w:rPr>
      <w:rFonts w:ascii="Times New Roman" w:eastAsia="Calibri" w:hAnsi="Times New Roman" w:cs="Cordia New"/>
      <w:sz w:val="22"/>
      <w:szCs w:val="20"/>
      <w:lang w:val="en-GB" w:bidi="ar-SA"/>
    </w:rPr>
  </w:style>
  <w:style w:type="paragraph" w:customStyle="1" w:styleId="headingnospaceaftercentred">
    <w:name w:val="heading no space after centred"/>
    <w:aliases w:val="hnc"/>
    <w:basedOn w:val="headingnospaceafter"/>
    <w:rsid w:val="00990DAF"/>
    <w:pPr>
      <w:jc w:val="center"/>
    </w:pPr>
  </w:style>
  <w:style w:type="paragraph" w:customStyle="1" w:styleId="acctfourfigureslongernumber2">
    <w:name w:val="acct four figures longer number2"/>
    <w:aliases w:val="a4+2"/>
    <w:basedOn w:val="Normal"/>
    <w:rsid w:val="00990DAF"/>
    <w:pPr>
      <w:tabs>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BodyText"/>
    <w:next w:val="BodyText"/>
    <w:link w:val="AccPolicysubheadChar"/>
    <w:autoRedefine/>
    <w:rsid w:val="00990DAF"/>
    <w:pPr>
      <w:spacing w:after="0"/>
      <w:ind w:left="540" w:right="-45"/>
      <w:jc w:val="thaiDistribute"/>
    </w:pPr>
    <w:rPr>
      <w:rFonts w:ascii="Angsana New" w:eastAsia="Calibri" w:hAnsi="Angsana New"/>
      <w:i/>
      <w:iCs/>
      <w:sz w:val="30"/>
      <w:szCs w:val="30"/>
    </w:rPr>
  </w:style>
  <w:style w:type="character" w:customStyle="1" w:styleId="AccPolicysubheadChar">
    <w:name w:val="Acc Policy sub head Char"/>
    <w:link w:val="AccPolicysubhead"/>
    <w:rsid w:val="00990DAF"/>
    <w:rPr>
      <w:rFonts w:ascii="Angsana New" w:eastAsia="Calibri" w:hAnsi="Angsana New"/>
      <w:i/>
      <w:iCs/>
      <w:sz w:val="30"/>
      <w:szCs w:val="30"/>
    </w:rPr>
  </w:style>
  <w:style w:type="paragraph" w:customStyle="1" w:styleId="BodyTextbullet">
    <w:name w:val="Body Text bullet"/>
    <w:basedOn w:val="BodyText"/>
    <w:next w:val="BodyText"/>
    <w:autoRedefine/>
    <w:rsid w:val="00990DAF"/>
    <w:pPr>
      <w:tabs>
        <w:tab w:val="num" w:pos="1440"/>
      </w:tabs>
      <w:spacing w:line="260" w:lineRule="atLeast"/>
      <w:ind w:left="1440" w:hanging="360"/>
      <w:jc w:val="both"/>
    </w:pPr>
    <w:rPr>
      <w:rFonts w:ascii="Times New Roman" w:eastAsia="Calibri" w:hAnsi="Times New Roman" w:cs="Cordia New"/>
      <w:bCs/>
      <w:sz w:val="22"/>
      <w:szCs w:val="22"/>
      <w:lang w:eastAsia="en-GB"/>
    </w:rPr>
  </w:style>
  <w:style w:type="paragraph" w:customStyle="1" w:styleId="AccNoteHeading">
    <w:name w:val="Acc Note Heading"/>
    <w:basedOn w:val="BodyText"/>
    <w:autoRedefine/>
    <w:rsid w:val="00990DAF"/>
    <w:pPr>
      <w:tabs>
        <w:tab w:val="num" w:pos="360"/>
      </w:tabs>
      <w:spacing w:before="130" w:after="130" w:line="260" w:lineRule="atLeast"/>
      <w:ind w:left="360" w:hanging="360"/>
      <w:jc w:val="both"/>
    </w:pPr>
    <w:rPr>
      <w:rFonts w:ascii="Times New Roman" w:eastAsia="Calibri" w:hAnsi="Times New Roman" w:cs="Cordia New"/>
      <w:b/>
      <w:bCs/>
      <w:sz w:val="24"/>
      <w:szCs w:val="22"/>
      <w:lang w:eastAsia="en-GB"/>
    </w:rPr>
  </w:style>
  <w:style w:type="paragraph" w:customStyle="1" w:styleId="AccPolicyalternative">
    <w:name w:val="Acc Policy alternative"/>
    <w:basedOn w:val="AccPolicysubhead"/>
    <w:autoRedefine/>
    <w:rsid w:val="00990DAF"/>
    <w:pPr>
      <w:tabs>
        <w:tab w:val="left" w:pos="540"/>
      </w:tabs>
      <w:ind w:right="-43"/>
    </w:pPr>
  </w:style>
  <w:style w:type="paragraph" w:customStyle="1" w:styleId="CoverTitle">
    <w:name w:val="Cover Title"/>
    <w:basedOn w:val="Normal"/>
    <w:rsid w:val="00990DAF"/>
    <w:pPr>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Normal"/>
    <w:rsid w:val="00990DAF"/>
    <w:pPr>
      <w:overflowPunct w:val="0"/>
      <w:autoSpaceDE w:val="0"/>
      <w:autoSpaceDN w:val="0"/>
      <w:adjustRightInd w:val="0"/>
      <w:spacing w:after="130"/>
      <w:jc w:val="both"/>
      <w:textAlignment w:val="baseline"/>
    </w:pPr>
    <w:rPr>
      <w:rFonts w:ascii="Times New Roman" w:hAnsi="Times New Roman" w:cs="Times New Roman"/>
      <w:sz w:val="18"/>
      <w:szCs w:val="20"/>
      <w:u w:val="single"/>
      <w:lang w:val="en-GB" w:bidi="ar-SA"/>
    </w:rPr>
  </w:style>
  <w:style w:type="paragraph" w:customStyle="1" w:styleId="CoverClientName">
    <w:name w:val="Cover Client Name"/>
    <w:basedOn w:val="Normal"/>
    <w:rsid w:val="00990DAF"/>
    <w:pPr>
      <w:tabs>
        <w:tab w:val="left" w:pos="-140"/>
      </w:tabs>
      <w:overflowPunct w:val="0"/>
      <w:autoSpaceDE w:val="0"/>
      <w:autoSpaceDN w:val="0"/>
      <w:adjustRightInd w:val="0"/>
      <w:spacing w:before="80" w:after="520"/>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990DAF"/>
    <w:pPr>
      <w:spacing w:after="0" w:line="440" w:lineRule="exact"/>
      <w:jc w:val="center"/>
    </w:pPr>
    <w:rPr>
      <w:sz w:val="32"/>
      <w:u w:val="none"/>
    </w:rPr>
  </w:style>
  <w:style w:type="paragraph" w:customStyle="1" w:styleId="CoverDate">
    <w:name w:val="Cover Date"/>
    <w:basedOn w:val="Single"/>
    <w:rsid w:val="00990DAF"/>
    <w:pPr>
      <w:spacing w:after="0" w:line="440" w:lineRule="exact"/>
      <w:jc w:val="center"/>
    </w:pPr>
    <w:rPr>
      <w:sz w:val="32"/>
      <w:u w:val="none"/>
    </w:rPr>
  </w:style>
  <w:style w:type="character" w:customStyle="1" w:styleId="AccPolicyHeadingCharChar">
    <w:name w:val="Acc Policy Heading Char Char"/>
    <w:rsid w:val="00990DAF"/>
    <w:rPr>
      <w:bCs/>
      <w:sz w:val="22"/>
      <w:szCs w:val="22"/>
      <w:lang w:val="en-US" w:eastAsia="en-GB" w:bidi="th-TH"/>
    </w:rPr>
  </w:style>
  <w:style w:type="character" w:customStyle="1" w:styleId="shorttext1">
    <w:name w:val="short_text1"/>
    <w:rsid w:val="00990DAF"/>
    <w:rPr>
      <w:sz w:val="29"/>
      <w:szCs w:val="29"/>
    </w:rPr>
  </w:style>
  <w:style w:type="character" w:customStyle="1" w:styleId="shorttext">
    <w:name w:val="short_text"/>
    <w:rsid w:val="00990DAF"/>
  </w:style>
  <w:style w:type="paragraph" w:customStyle="1" w:styleId="Default">
    <w:name w:val="Default"/>
    <w:rsid w:val="00990DAF"/>
    <w:pPr>
      <w:autoSpaceDE w:val="0"/>
      <w:autoSpaceDN w:val="0"/>
      <w:adjustRightInd w:val="0"/>
    </w:pPr>
    <w:rPr>
      <w:rFonts w:ascii="EucrosiaUPC" w:eastAsia="Calibri" w:hAnsi="EucrosiaUPC" w:cs="EucrosiaUPC"/>
      <w:color w:val="000000"/>
      <w:sz w:val="24"/>
      <w:szCs w:val="24"/>
    </w:rPr>
  </w:style>
  <w:style w:type="paragraph" w:styleId="CommentText">
    <w:name w:val="annotation text"/>
    <w:basedOn w:val="Normal"/>
    <w:link w:val="CommentTextChar"/>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20"/>
      <w:szCs w:val="25"/>
    </w:rPr>
  </w:style>
  <w:style w:type="character" w:customStyle="1" w:styleId="CommentTextChar">
    <w:name w:val="Comment Text Char"/>
    <w:link w:val="CommentText"/>
    <w:rsid w:val="00990DAF"/>
    <w:rPr>
      <w:rFonts w:ascii="Arial" w:hAnsi="Arial"/>
      <w:szCs w:val="25"/>
    </w:rPr>
  </w:style>
  <w:style w:type="paragraph" w:styleId="CommentSubject">
    <w:name w:val="annotation subject"/>
    <w:basedOn w:val="CommentText"/>
    <w:next w:val="CommentText"/>
    <w:link w:val="CommentSubjectChar"/>
    <w:locked/>
    <w:rsid w:val="00990DAF"/>
    <w:rPr>
      <w:b/>
      <w:bCs/>
    </w:rPr>
  </w:style>
  <w:style w:type="character" w:customStyle="1" w:styleId="CommentSubjectChar">
    <w:name w:val="Comment Subject Char"/>
    <w:link w:val="CommentSubject"/>
    <w:rsid w:val="00990DAF"/>
    <w:rPr>
      <w:rFonts w:ascii="Arial" w:hAnsi="Arial"/>
      <w:b/>
      <w:bCs/>
      <w:szCs w:val="25"/>
    </w:rPr>
  </w:style>
  <w:style w:type="character" w:customStyle="1" w:styleId="hps">
    <w:name w:val="hps"/>
    <w:rsid w:val="00990DAF"/>
    <w:rPr>
      <w:rFonts w:cs="Times New Roman"/>
    </w:rPr>
  </w:style>
  <w:style w:type="character" w:customStyle="1" w:styleId="gt-icon-text1">
    <w:name w:val="gt-icon-text1"/>
    <w:rsid w:val="00990DAF"/>
    <w:rPr>
      <w:rFonts w:cs="Times New Roman"/>
    </w:rPr>
  </w:style>
  <w:style w:type="character" w:customStyle="1" w:styleId="longtext">
    <w:name w:val="long_text"/>
    <w:rsid w:val="00990DAF"/>
    <w:rPr>
      <w:rFonts w:cs="Times New Roman"/>
    </w:rPr>
  </w:style>
  <w:style w:type="character" w:styleId="CommentReference">
    <w:name w:val="annotation reference"/>
    <w:locked/>
    <w:rsid w:val="00990DAF"/>
    <w:rPr>
      <w:rFonts w:cs="Times New Roman"/>
      <w:sz w:val="16"/>
      <w:szCs w:val="16"/>
    </w:rPr>
  </w:style>
  <w:style w:type="character" w:customStyle="1" w:styleId="CharChar22">
    <w:name w:val="Char Char22"/>
    <w:rsid w:val="00990DAF"/>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990DAF"/>
    <w:rPr>
      <w:rFonts w:ascii="Arial" w:eastAsia="Times New Roman" w:hAnsi="Arial" w:cs="Times New Roman"/>
      <w:b/>
      <w:bCs/>
      <w:sz w:val="18"/>
      <w:szCs w:val="18"/>
    </w:rPr>
  </w:style>
  <w:style w:type="character" w:customStyle="1" w:styleId="CharChar20">
    <w:name w:val="Char Char20"/>
    <w:rsid w:val="00990DAF"/>
    <w:rPr>
      <w:rFonts w:ascii="Arial" w:eastAsia="Times New Roman" w:hAnsi="Arial" w:cs="Times New Roman"/>
      <w:i/>
      <w:iCs/>
      <w:sz w:val="18"/>
      <w:szCs w:val="18"/>
    </w:rPr>
  </w:style>
  <w:style w:type="character" w:customStyle="1" w:styleId="atn">
    <w:name w:val="atn"/>
    <w:rsid w:val="00990DAF"/>
  </w:style>
  <w:style w:type="character" w:styleId="Emphasis">
    <w:name w:val="Emphasis"/>
    <w:uiPriority w:val="20"/>
    <w:qFormat/>
    <w:locked/>
    <w:rsid w:val="00990DAF"/>
    <w:rPr>
      <w:b w:val="0"/>
      <w:bCs w:val="0"/>
      <w:i w:val="0"/>
      <w:iCs w:val="0"/>
      <w:color w:val="D14836"/>
    </w:rPr>
  </w:style>
  <w:style w:type="character" w:customStyle="1" w:styleId="st1">
    <w:name w:val="st1"/>
    <w:rsid w:val="00990DAF"/>
  </w:style>
  <w:style w:type="paragraph" w:styleId="Revision">
    <w:name w:val="Revision"/>
    <w:hidden/>
    <w:uiPriority w:val="99"/>
    <w:semiHidden/>
    <w:rsid w:val="00990DAF"/>
    <w:rPr>
      <w:rFonts w:ascii="Arial" w:hAnsi="Arial"/>
      <w:sz w:val="18"/>
      <w:szCs w:val="22"/>
    </w:rPr>
  </w:style>
  <w:style w:type="character" w:customStyle="1" w:styleId="alt-edited1">
    <w:name w:val="alt-edited1"/>
    <w:rsid w:val="00990DAF"/>
    <w:rPr>
      <w:color w:val="4D90F0"/>
    </w:rPr>
  </w:style>
  <w:style w:type="paragraph" w:styleId="NormalWeb">
    <w:name w:val="Normal (Web)"/>
    <w:basedOn w:val="Normal"/>
    <w:uiPriority w:val="99"/>
    <w:unhideWhenUsed/>
    <w:locked/>
    <w:rsid w:val="00990DAF"/>
    <w:pPr>
      <w:spacing w:before="100" w:beforeAutospacing="1" w:after="100" w:afterAutospacing="1"/>
    </w:pPr>
    <w:rPr>
      <w:rFonts w:ascii="Times New Roman" w:hAnsi="Times New Roman" w:cs="Times New Roman"/>
      <w:sz w:val="24"/>
      <w:szCs w:val="24"/>
    </w:rPr>
  </w:style>
  <w:style w:type="paragraph" w:customStyle="1" w:styleId="AccountingPolicy">
    <w:name w:val="Accounting Policy"/>
    <w:basedOn w:val="Normal"/>
    <w:link w:val="AccountingPolicyChar1"/>
    <w:rsid w:val="00990DA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990DAF"/>
    <w:rPr>
      <w:rFonts w:ascii="Univers 45 Light" w:eastAsia="MS Mincho" w:hAnsi="Univers 45 Light" w:cs="Univers 45 Light"/>
      <w:color w:val="000000"/>
      <w:lang w:val="en-GB" w:bidi="ar-SA"/>
    </w:rPr>
  </w:style>
  <w:style w:type="table" w:customStyle="1" w:styleId="TableGridLight1">
    <w:name w:val="Table Grid Light1"/>
    <w:basedOn w:val="TableNormal"/>
    <w:uiPriority w:val="40"/>
    <w:rsid w:val="00990DAF"/>
    <w:rPr>
      <w:rFonts w:ascii="Calibri" w:eastAsia="Calibri" w:hAnsi="Calibri" w:cs="Cordia New"/>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w:basedOn w:val="Normal"/>
    <w:uiPriority w:val="99"/>
    <w:rsid w:val="001510FD"/>
    <w:pPr>
      <w:spacing w:after="160" w:line="240" w:lineRule="exact"/>
    </w:pPr>
    <w:rPr>
      <w:rFonts w:ascii="Verdana" w:hAnsi="Verdana" w:cs="Angsana New"/>
      <w:sz w:val="20"/>
      <w:szCs w:val="20"/>
      <w:lang w:bidi="ar-SA"/>
    </w:rPr>
  </w:style>
  <w:style w:type="paragraph" w:customStyle="1" w:styleId="paragraph">
    <w:name w:val="paragraph"/>
    <w:basedOn w:val="Normal"/>
    <w:rsid w:val="005569E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5569E9"/>
  </w:style>
  <w:style w:type="character" w:customStyle="1" w:styleId="eop">
    <w:name w:val="eop"/>
    <w:basedOn w:val="DefaultParagraphFont"/>
    <w:rsid w:val="005569E9"/>
  </w:style>
  <w:style w:type="character" w:customStyle="1" w:styleId="spellingerror">
    <w:name w:val="spellingerror"/>
    <w:basedOn w:val="DefaultParagraphFont"/>
    <w:rsid w:val="005569E9"/>
  </w:style>
  <w:style w:type="character" w:customStyle="1" w:styleId="contextualspellingandgrammarerror">
    <w:name w:val="contextualspellingandgrammarerror"/>
    <w:basedOn w:val="DefaultParagraphFont"/>
    <w:rsid w:val="005569E9"/>
  </w:style>
  <w:style w:type="table" w:customStyle="1" w:styleId="TableGrid1">
    <w:name w:val="Table Grid1"/>
    <w:basedOn w:val="TableNormal"/>
    <w:next w:val="TableGrid"/>
    <w:uiPriority w:val="39"/>
    <w:rsid w:val="004C4BC8"/>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6B5B65"/>
    <w:rPr>
      <w:rFonts w:ascii="Calibri" w:hAnsi="Calibr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75207">
      <w:bodyDiv w:val="1"/>
      <w:marLeft w:val="0"/>
      <w:marRight w:val="0"/>
      <w:marTop w:val="0"/>
      <w:marBottom w:val="0"/>
      <w:divBdr>
        <w:top w:val="none" w:sz="0" w:space="0" w:color="auto"/>
        <w:left w:val="none" w:sz="0" w:space="0" w:color="auto"/>
        <w:bottom w:val="none" w:sz="0" w:space="0" w:color="auto"/>
        <w:right w:val="none" w:sz="0" w:space="0" w:color="auto"/>
      </w:divBdr>
    </w:div>
    <w:div w:id="125708903">
      <w:bodyDiv w:val="1"/>
      <w:marLeft w:val="0"/>
      <w:marRight w:val="0"/>
      <w:marTop w:val="0"/>
      <w:marBottom w:val="0"/>
      <w:divBdr>
        <w:top w:val="none" w:sz="0" w:space="0" w:color="auto"/>
        <w:left w:val="none" w:sz="0" w:space="0" w:color="auto"/>
        <w:bottom w:val="none" w:sz="0" w:space="0" w:color="auto"/>
        <w:right w:val="none" w:sz="0" w:space="0" w:color="auto"/>
      </w:divBdr>
    </w:div>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154955562">
      <w:bodyDiv w:val="1"/>
      <w:marLeft w:val="0"/>
      <w:marRight w:val="0"/>
      <w:marTop w:val="0"/>
      <w:marBottom w:val="0"/>
      <w:divBdr>
        <w:top w:val="none" w:sz="0" w:space="0" w:color="auto"/>
        <w:left w:val="none" w:sz="0" w:space="0" w:color="auto"/>
        <w:bottom w:val="none" w:sz="0" w:space="0" w:color="auto"/>
        <w:right w:val="none" w:sz="0" w:space="0" w:color="auto"/>
      </w:divBdr>
    </w:div>
    <w:div w:id="161435606">
      <w:bodyDiv w:val="1"/>
      <w:marLeft w:val="0"/>
      <w:marRight w:val="0"/>
      <w:marTop w:val="0"/>
      <w:marBottom w:val="0"/>
      <w:divBdr>
        <w:top w:val="none" w:sz="0" w:space="0" w:color="auto"/>
        <w:left w:val="none" w:sz="0" w:space="0" w:color="auto"/>
        <w:bottom w:val="none" w:sz="0" w:space="0" w:color="auto"/>
        <w:right w:val="none" w:sz="0" w:space="0" w:color="auto"/>
      </w:divBdr>
    </w:div>
    <w:div w:id="263150816">
      <w:bodyDiv w:val="1"/>
      <w:marLeft w:val="0"/>
      <w:marRight w:val="0"/>
      <w:marTop w:val="0"/>
      <w:marBottom w:val="0"/>
      <w:divBdr>
        <w:top w:val="none" w:sz="0" w:space="0" w:color="auto"/>
        <w:left w:val="none" w:sz="0" w:space="0" w:color="auto"/>
        <w:bottom w:val="none" w:sz="0" w:space="0" w:color="auto"/>
        <w:right w:val="none" w:sz="0" w:space="0" w:color="auto"/>
      </w:divBdr>
    </w:div>
    <w:div w:id="299111276">
      <w:bodyDiv w:val="1"/>
      <w:marLeft w:val="0"/>
      <w:marRight w:val="0"/>
      <w:marTop w:val="0"/>
      <w:marBottom w:val="0"/>
      <w:divBdr>
        <w:top w:val="none" w:sz="0" w:space="0" w:color="auto"/>
        <w:left w:val="none" w:sz="0" w:space="0" w:color="auto"/>
        <w:bottom w:val="none" w:sz="0" w:space="0" w:color="auto"/>
        <w:right w:val="none" w:sz="0" w:space="0" w:color="auto"/>
      </w:divBdr>
    </w:div>
    <w:div w:id="305549176">
      <w:bodyDiv w:val="1"/>
      <w:marLeft w:val="0"/>
      <w:marRight w:val="0"/>
      <w:marTop w:val="0"/>
      <w:marBottom w:val="0"/>
      <w:divBdr>
        <w:top w:val="none" w:sz="0" w:space="0" w:color="auto"/>
        <w:left w:val="none" w:sz="0" w:space="0" w:color="auto"/>
        <w:bottom w:val="none" w:sz="0" w:space="0" w:color="auto"/>
        <w:right w:val="none" w:sz="0" w:space="0" w:color="auto"/>
      </w:divBdr>
    </w:div>
    <w:div w:id="430395325">
      <w:bodyDiv w:val="1"/>
      <w:marLeft w:val="0"/>
      <w:marRight w:val="0"/>
      <w:marTop w:val="0"/>
      <w:marBottom w:val="0"/>
      <w:divBdr>
        <w:top w:val="none" w:sz="0" w:space="0" w:color="auto"/>
        <w:left w:val="none" w:sz="0" w:space="0" w:color="auto"/>
        <w:bottom w:val="none" w:sz="0" w:space="0" w:color="auto"/>
        <w:right w:val="none" w:sz="0" w:space="0" w:color="auto"/>
      </w:divBdr>
    </w:div>
    <w:div w:id="471680097">
      <w:bodyDiv w:val="1"/>
      <w:marLeft w:val="0"/>
      <w:marRight w:val="0"/>
      <w:marTop w:val="0"/>
      <w:marBottom w:val="0"/>
      <w:divBdr>
        <w:top w:val="none" w:sz="0" w:space="0" w:color="auto"/>
        <w:left w:val="none" w:sz="0" w:space="0" w:color="auto"/>
        <w:bottom w:val="none" w:sz="0" w:space="0" w:color="auto"/>
        <w:right w:val="none" w:sz="0" w:space="0" w:color="auto"/>
      </w:divBdr>
    </w:div>
    <w:div w:id="563293446">
      <w:bodyDiv w:val="1"/>
      <w:marLeft w:val="0"/>
      <w:marRight w:val="0"/>
      <w:marTop w:val="0"/>
      <w:marBottom w:val="0"/>
      <w:divBdr>
        <w:top w:val="none" w:sz="0" w:space="0" w:color="auto"/>
        <w:left w:val="none" w:sz="0" w:space="0" w:color="auto"/>
        <w:bottom w:val="none" w:sz="0" w:space="0" w:color="auto"/>
        <w:right w:val="none" w:sz="0" w:space="0" w:color="auto"/>
      </w:divBdr>
    </w:div>
    <w:div w:id="582298119">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883902632">
      <w:bodyDiv w:val="1"/>
      <w:marLeft w:val="0"/>
      <w:marRight w:val="0"/>
      <w:marTop w:val="0"/>
      <w:marBottom w:val="0"/>
      <w:divBdr>
        <w:top w:val="none" w:sz="0" w:space="0" w:color="auto"/>
        <w:left w:val="none" w:sz="0" w:space="0" w:color="auto"/>
        <w:bottom w:val="none" w:sz="0" w:space="0" w:color="auto"/>
        <w:right w:val="none" w:sz="0" w:space="0" w:color="auto"/>
      </w:divBdr>
    </w:div>
    <w:div w:id="95374807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174149156">
      <w:bodyDiv w:val="1"/>
      <w:marLeft w:val="0"/>
      <w:marRight w:val="0"/>
      <w:marTop w:val="0"/>
      <w:marBottom w:val="0"/>
      <w:divBdr>
        <w:top w:val="none" w:sz="0" w:space="0" w:color="auto"/>
        <w:left w:val="none" w:sz="0" w:space="0" w:color="auto"/>
        <w:bottom w:val="none" w:sz="0" w:space="0" w:color="auto"/>
        <w:right w:val="none" w:sz="0" w:space="0" w:color="auto"/>
      </w:divBdr>
    </w:div>
    <w:div w:id="1187016558">
      <w:bodyDiv w:val="1"/>
      <w:marLeft w:val="0"/>
      <w:marRight w:val="0"/>
      <w:marTop w:val="0"/>
      <w:marBottom w:val="0"/>
      <w:divBdr>
        <w:top w:val="none" w:sz="0" w:space="0" w:color="auto"/>
        <w:left w:val="none" w:sz="0" w:space="0" w:color="auto"/>
        <w:bottom w:val="none" w:sz="0" w:space="0" w:color="auto"/>
        <w:right w:val="none" w:sz="0" w:space="0" w:color="auto"/>
      </w:divBdr>
    </w:div>
    <w:div w:id="1202474541">
      <w:bodyDiv w:val="1"/>
      <w:marLeft w:val="0"/>
      <w:marRight w:val="0"/>
      <w:marTop w:val="0"/>
      <w:marBottom w:val="0"/>
      <w:divBdr>
        <w:top w:val="none" w:sz="0" w:space="0" w:color="auto"/>
        <w:left w:val="none" w:sz="0" w:space="0" w:color="auto"/>
        <w:bottom w:val="none" w:sz="0" w:space="0" w:color="auto"/>
        <w:right w:val="none" w:sz="0" w:space="0" w:color="auto"/>
      </w:divBdr>
    </w:div>
    <w:div w:id="1215580922">
      <w:bodyDiv w:val="1"/>
      <w:marLeft w:val="0"/>
      <w:marRight w:val="0"/>
      <w:marTop w:val="0"/>
      <w:marBottom w:val="0"/>
      <w:divBdr>
        <w:top w:val="none" w:sz="0" w:space="0" w:color="auto"/>
        <w:left w:val="none" w:sz="0" w:space="0" w:color="auto"/>
        <w:bottom w:val="none" w:sz="0" w:space="0" w:color="auto"/>
        <w:right w:val="none" w:sz="0" w:space="0" w:color="auto"/>
      </w:divBdr>
    </w:div>
    <w:div w:id="1257327627">
      <w:bodyDiv w:val="1"/>
      <w:marLeft w:val="0"/>
      <w:marRight w:val="0"/>
      <w:marTop w:val="0"/>
      <w:marBottom w:val="0"/>
      <w:divBdr>
        <w:top w:val="none" w:sz="0" w:space="0" w:color="auto"/>
        <w:left w:val="none" w:sz="0" w:space="0" w:color="auto"/>
        <w:bottom w:val="none" w:sz="0" w:space="0" w:color="auto"/>
        <w:right w:val="none" w:sz="0" w:space="0" w:color="auto"/>
      </w:divBdr>
    </w:div>
    <w:div w:id="1353654721">
      <w:bodyDiv w:val="1"/>
      <w:marLeft w:val="0"/>
      <w:marRight w:val="0"/>
      <w:marTop w:val="0"/>
      <w:marBottom w:val="0"/>
      <w:divBdr>
        <w:top w:val="none" w:sz="0" w:space="0" w:color="auto"/>
        <w:left w:val="none" w:sz="0" w:space="0" w:color="auto"/>
        <w:bottom w:val="none" w:sz="0" w:space="0" w:color="auto"/>
        <w:right w:val="none" w:sz="0" w:space="0" w:color="auto"/>
      </w:divBdr>
    </w:div>
    <w:div w:id="1440182891">
      <w:bodyDiv w:val="1"/>
      <w:marLeft w:val="0"/>
      <w:marRight w:val="0"/>
      <w:marTop w:val="0"/>
      <w:marBottom w:val="0"/>
      <w:divBdr>
        <w:top w:val="none" w:sz="0" w:space="0" w:color="auto"/>
        <w:left w:val="none" w:sz="0" w:space="0" w:color="auto"/>
        <w:bottom w:val="none" w:sz="0" w:space="0" w:color="auto"/>
        <w:right w:val="none" w:sz="0" w:space="0" w:color="auto"/>
      </w:divBdr>
    </w:div>
    <w:div w:id="1537817894">
      <w:bodyDiv w:val="1"/>
      <w:marLeft w:val="0"/>
      <w:marRight w:val="0"/>
      <w:marTop w:val="0"/>
      <w:marBottom w:val="0"/>
      <w:divBdr>
        <w:top w:val="none" w:sz="0" w:space="0" w:color="auto"/>
        <w:left w:val="none" w:sz="0" w:space="0" w:color="auto"/>
        <w:bottom w:val="none" w:sz="0" w:space="0" w:color="auto"/>
        <w:right w:val="none" w:sz="0" w:space="0" w:color="auto"/>
      </w:divBdr>
    </w:div>
    <w:div w:id="1543908694">
      <w:bodyDiv w:val="1"/>
      <w:marLeft w:val="0"/>
      <w:marRight w:val="0"/>
      <w:marTop w:val="0"/>
      <w:marBottom w:val="0"/>
      <w:divBdr>
        <w:top w:val="none" w:sz="0" w:space="0" w:color="auto"/>
        <w:left w:val="none" w:sz="0" w:space="0" w:color="auto"/>
        <w:bottom w:val="none" w:sz="0" w:space="0" w:color="auto"/>
        <w:right w:val="none" w:sz="0" w:space="0" w:color="auto"/>
      </w:divBdr>
      <w:divsChild>
        <w:div w:id="327514857">
          <w:marLeft w:val="0"/>
          <w:marRight w:val="0"/>
          <w:marTop w:val="0"/>
          <w:marBottom w:val="0"/>
          <w:divBdr>
            <w:top w:val="none" w:sz="0" w:space="0" w:color="auto"/>
            <w:left w:val="none" w:sz="0" w:space="0" w:color="auto"/>
            <w:bottom w:val="none" w:sz="0" w:space="0" w:color="auto"/>
            <w:right w:val="none" w:sz="0" w:space="0" w:color="auto"/>
          </w:divBdr>
        </w:div>
        <w:div w:id="927079075">
          <w:marLeft w:val="0"/>
          <w:marRight w:val="0"/>
          <w:marTop w:val="0"/>
          <w:marBottom w:val="0"/>
          <w:divBdr>
            <w:top w:val="none" w:sz="0" w:space="0" w:color="auto"/>
            <w:left w:val="none" w:sz="0" w:space="0" w:color="auto"/>
            <w:bottom w:val="none" w:sz="0" w:space="0" w:color="auto"/>
            <w:right w:val="none" w:sz="0" w:space="0" w:color="auto"/>
          </w:divBdr>
        </w:div>
        <w:div w:id="993411083">
          <w:marLeft w:val="0"/>
          <w:marRight w:val="0"/>
          <w:marTop w:val="0"/>
          <w:marBottom w:val="0"/>
          <w:divBdr>
            <w:top w:val="none" w:sz="0" w:space="0" w:color="auto"/>
            <w:left w:val="none" w:sz="0" w:space="0" w:color="auto"/>
            <w:bottom w:val="none" w:sz="0" w:space="0" w:color="auto"/>
            <w:right w:val="none" w:sz="0" w:space="0" w:color="auto"/>
          </w:divBdr>
        </w:div>
        <w:div w:id="1424033680">
          <w:marLeft w:val="0"/>
          <w:marRight w:val="0"/>
          <w:marTop w:val="0"/>
          <w:marBottom w:val="0"/>
          <w:divBdr>
            <w:top w:val="none" w:sz="0" w:space="0" w:color="auto"/>
            <w:left w:val="none" w:sz="0" w:space="0" w:color="auto"/>
            <w:bottom w:val="none" w:sz="0" w:space="0" w:color="auto"/>
            <w:right w:val="none" w:sz="0" w:space="0" w:color="auto"/>
          </w:divBdr>
          <w:divsChild>
            <w:div w:id="1836796205">
              <w:marLeft w:val="-75"/>
              <w:marRight w:val="0"/>
              <w:marTop w:val="30"/>
              <w:marBottom w:val="30"/>
              <w:divBdr>
                <w:top w:val="none" w:sz="0" w:space="0" w:color="auto"/>
                <w:left w:val="none" w:sz="0" w:space="0" w:color="auto"/>
                <w:bottom w:val="none" w:sz="0" w:space="0" w:color="auto"/>
                <w:right w:val="none" w:sz="0" w:space="0" w:color="auto"/>
              </w:divBdr>
              <w:divsChild>
                <w:div w:id="253981952">
                  <w:marLeft w:val="0"/>
                  <w:marRight w:val="0"/>
                  <w:marTop w:val="0"/>
                  <w:marBottom w:val="0"/>
                  <w:divBdr>
                    <w:top w:val="none" w:sz="0" w:space="0" w:color="auto"/>
                    <w:left w:val="none" w:sz="0" w:space="0" w:color="auto"/>
                    <w:bottom w:val="none" w:sz="0" w:space="0" w:color="auto"/>
                    <w:right w:val="none" w:sz="0" w:space="0" w:color="auto"/>
                  </w:divBdr>
                  <w:divsChild>
                    <w:div w:id="1547599784">
                      <w:marLeft w:val="0"/>
                      <w:marRight w:val="0"/>
                      <w:marTop w:val="0"/>
                      <w:marBottom w:val="0"/>
                      <w:divBdr>
                        <w:top w:val="none" w:sz="0" w:space="0" w:color="auto"/>
                        <w:left w:val="none" w:sz="0" w:space="0" w:color="auto"/>
                        <w:bottom w:val="none" w:sz="0" w:space="0" w:color="auto"/>
                        <w:right w:val="none" w:sz="0" w:space="0" w:color="auto"/>
                      </w:divBdr>
                    </w:div>
                  </w:divsChild>
                </w:div>
                <w:div w:id="329187754">
                  <w:marLeft w:val="0"/>
                  <w:marRight w:val="0"/>
                  <w:marTop w:val="0"/>
                  <w:marBottom w:val="0"/>
                  <w:divBdr>
                    <w:top w:val="none" w:sz="0" w:space="0" w:color="auto"/>
                    <w:left w:val="none" w:sz="0" w:space="0" w:color="auto"/>
                    <w:bottom w:val="none" w:sz="0" w:space="0" w:color="auto"/>
                    <w:right w:val="none" w:sz="0" w:space="0" w:color="auto"/>
                  </w:divBdr>
                  <w:divsChild>
                    <w:div w:id="867107794">
                      <w:marLeft w:val="0"/>
                      <w:marRight w:val="0"/>
                      <w:marTop w:val="0"/>
                      <w:marBottom w:val="0"/>
                      <w:divBdr>
                        <w:top w:val="none" w:sz="0" w:space="0" w:color="auto"/>
                        <w:left w:val="none" w:sz="0" w:space="0" w:color="auto"/>
                        <w:bottom w:val="none" w:sz="0" w:space="0" w:color="auto"/>
                        <w:right w:val="none" w:sz="0" w:space="0" w:color="auto"/>
                      </w:divBdr>
                    </w:div>
                  </w:divsChild>
                </w:div>
                <w:div w:id="760029134">
                  <w:marLeft w:val="0"/>
                  <w:marRight w:val="0"/>
                  <w:marTop w:val="0"/>
                  <w:marBottom w:val="0"/>
                  <w:divBdr>
                    <w:top w:val="none" w:sz="0" w:space="0" w:color="auto"/>
                    <w:left w:val="none" w:sz="0" w:space="0" w:color="auto"/>
                    <w:bottom w:val="none" w:sz="0" w:space="0" w:color="auto"/>
                    <w:right w:val="none" w:sz="0" w:space="0" w:color="auto"/>
                  </w:divBdr>
                  <w:divsChild>
                    <w:div w:id="782385651">
                      <w:marLeft w:val="0"/>
                      <w:marRight w:val="0"/>
                      <w:marTop w:val="0"/>
                      <w:marBottom w:val="0"/>
                      <w:divBdr>
                        <w:top w:val="none" w:sz="0" w:space="0" w:color="auto"/>
                        <w:left w:val="none" w:sz="0" w:space="0" w:color="auto"/>
                        <w:bottom w:val="none" w:sz="0" w:space="0" w:color="auto"/>
                        <w:right w:val="none" w:sz="0" w:space="0" w:color="auto"/>
                      </w:divBdr>
                    </w:div>
                  </w:divsChild>
                </w:div>
                <w:div w:id="1163274978">
                  <w:marLeft w:val="0"/>
                  <w:marRight w:val="0"/>
                  <w:marTop w:val="0"/>
                  <w:marBottom w:val="0"/>
                  <w:divBdr>
                    <w:top w:val="none" w:sz="0" w:space="0" w:color="auto"/>
                    <w:left w:val="none" w:sz="0" w:space="0" w:color="auto"/>
                    <w:bottom w:val="none" w:sz="0" w:space="0" w:color="auto"/>
                    <w:right w:val="none" w:sz="0" w:space="0" w:color="auto"/>
                  </w:divBdr>
                  <w:divsChild>
                    <w:div w:id="1686513582">
                      <w:marLeft w:val="0"/>
                      <w:marRight w:val="0"/>
                      <w:marTop w:val="0"/>
                      <w:marBottom w:val="0"/>
                      <w:divBdr>
                        <w:top w:val="none" w:sz="0" w:space="0" w:color="auto"/>
                        <w:left w:val="none" w:sz="0" w:space="0" w:color="auto"/>
                        <w:bottom w:val="none" w:sz="0" w:space="0" w:color="auto"/>
                        <w:right w:val="none" w:sz="0" w:space="0" w:color="auto"/>
                      </w:divBdr>
                    </w:div>
                  </w:divsChild>
                </w:div>
                <w:div w:id="1238906933">
                  <w:marLeft w:val="0"/>
                  <w:marRight w:val="0"/>
                  <w:marTop w:val="0"/>
                  <w:marBottom w:val="0"/>
                  <w:divBdr>
                    <w:top w:val="none" w:sz="0" w:space="0" w:color="auto"/>
                    <w:left w:val="none" w:sz="0" w:space="0" w:color="auto"/>
                    <w:bottom w:val="none" w:sz="0" w:space="0" w:color="auto"/>
                    <w:right w:val="none" w:sz="0" w:space="0" w:color="auto"/>
                  </w:divBdr>
                  <w:divsChild>
                    <w:div w:id="1811438630">
                      <w:marLeft w:val="0"/>
                      <w:marRight w:val="0"/>
                      <w:marTop w:val="0"/>
                      <w:marBottom w:val="0"/>
                      <w:divBdr>
                        <w:top w:val="none" w:sz="0" w:space="0" w:color="auto"/>
                        <w:left w:val="none" w:sz="0" w:space="0" w:color="auto"/>
                        <w:bottom w:val="none" w:sz="0" w:space="0" w:color="auto"/>
                        <w:right w:val="none" w:sz="0" w:space="0" w:color="auto"/>
                      </w:divBdr>
                    </w:div>
                  </w:divsChild>
                </w:div>
                <w:div w:id="1274289060">
                  <w:marLeft w:val="0"/>
                  <w:marRight w:val="0"/>
                  <w:marTop w:val="0"/>
                  <w:marBottom w:val="0"/>
                  <w:divBdr>
                    <w:top w:val="none" w:sz="0" w:space="0" w:color="auto"/>
                    <w:left w:val="none" w:sz="0" w:space="0" w:color="auto"/>
                    <w:bottom w:val="none" w:sz="0" w:space="0" w:color="auto"/>
                    <w:right w:val="none" w:sz="0" w:space="0" w:color="auto"/>
                  </w:divBdr>
                  <w:divsChild>
                    <w:div w:id="55315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535741">
          <w:marLeft w:val="0"/>
          <w:marRight w:val="0"/>
          <w:marTop w:val="0"/>
          <w:marBottom w:val="0"/>
          <w:divBdr>
            <w:top w:val="none" w:sz="0" w:space="0" w:color="auto"/>
            <w:left w:val="none" w:sz="0" w:space="0" w:color="auto"/>
            <w:bottom w:val="none" w:sz="0" w:space="0" w:color="auto"/>
            <w:right w:val="none" w:sz="0" w:space="0" w:color="auto"/>
          </w:divBdr>
        </w:div>
        <w:div w:id="1851021094">
          <w:marLeft w:val="0"/>
          <w:marRight w:val="0"/>
          <w:marTop w:val="0"/>
          <w:marBottom w:val="0"/>
          <w:divBdr>
            <w:top w:val="none" w:sz="0" w:space="0" w:color="auto"/>
            <w:left w:val="none" w:sz="0" w:space="0" w:color="auto"/>
            <w:bottom w:val="none" w:sz="0" w:space="0" w:color="auto"/>
            <w:right w:val="none" w:sz="0" w:space="0" w:color="auto"/>
          </w:divBdr>
        </w:div>
        <w:div w:id="2028868468">
          <w:marLeft w:val="0"/>
          <w:marRight w:val="0"/>
          <w:marTop w:val="0"/>
          <w:marBottom w:val="0"/>
          <w:divBdr>
            <w:top w:val="none" w:sz="0" w:space="0" w:color="auto"/>
            <w:left w:val="none" w:sz="0" w:space="0" w:color="auto"/>
            <w:bottom w:val="none" w:sz="0" w:space="0" w:color="auto"/>
            <w:right w:val="none" w:sz="0" w:space="0" w:color="auto"/>
          </w:divBdr>
        </w:div>
      </w:divsChild>
    </w:div>
    <w:div w:id="1668553450">
      <w:bodyDiv w:val="1"/>
      <w:marLeft w:val="0"/>
      <w:marRight w:val="0"/>
      <w:marTop w:val="0"/>
      <w:marBottom w:val="0"/>
      <w:divBdr>
        <w:top w:val="none" w:sz="0" w:space="0" w:color="auto"/>
        <w:left w:val="none" w:sz="0" w:space="0" w:color="auto"/>
        <w:bottom w:val="none" w:sz="0" w:space="0" w:color="auto"/>
        <w:right w:val="none" w:sz="0" w:space="0" w:color="auto"/>
      </w:divBdr>
    </w:div>
    <w:div w:id="1781754878">
      <w:bodyDiv w:val="1"/>
      <w:marLeft w:val="0"/>
      <w:marRight w:val="0"/>
      <w:marTop w:val="0"/>
      <w:marBottom w:val="0"/>
      <w:divBdr>
        <w:top w:val="none" w:sz="0" w:space="0" w:color="auto"/>
        <w:left w:val="none" w:sz="0" w:space="0" w:color="auto"/>
        <w:bottom w:val="none" w:sz="0" w:space="0" w:color="auto"/>
        <w:right w:val="none" w:sz="0" w:space="0" w:color="auto"/>
      </w:divBdr>
      <w:divsChild>
        <w:div w:id="5600587">
          <w:marLeft w:val="0"/>
          <w:marRight w:val="0"/>
          <w:marTop w:val="0"/>
          <w:marBottom w:val="0"/>
          <w:divBdr>
            <w:top w:val="none" w:sz="0" w:space="0" w:color="auto"/>
            <w:left w:val="none" w:sz="0" w:space="0" w:color="auto"/>
            <w:bottom w:val="none" w:sz="0" w:space="0" w:color="auto"/>
            <w:right w:val="none" w:sz="0" w:space="0" w:color="auto"/>
          </w:divBdr>
          <w:divsChild>
            <w:div w:id="663356730">
              <w:marLeft w:val="0"/>
              <w:marRight w:val="0"/>
              <w:marTop w:val="0"/>
              <w:marBottom w:val="0"/>
              <w:divBdr>
                <w:top w:val="none" w:sz="0" w:space="0" w:color="auto"/>
                <w:left w:val="none" w:sz="0" w:space="0" w:color="auto"/>
                <w:bottom w:val="none" w:sz="0" w:space="0" w:color="auto"/>
                <w:right w:val="none" w:sz="0" w:space="0" w:color="auto"/>
              </w:divBdr>
            </w:div>
          </w:divsChild>
        </w:div>
        <w:div w:id="19667445">
          <w:marLeft w:val="0"/>
          <w:marRight w:val="0"/>
          <w:marTop w:val="0"/>
          <w:marBottom w:val="0"/>
          <w:divBdr>
            <w:top w:val="none" w:sz="0" w:space="0" w:color="auto"/>
            <w:left w:val="none" w:sz="0" w:space="0" w:color="auto"/>
            <w:bottom w:val="none" w:sz="0" w:space="0" w:color="auto"/>
            <w:right w:val="none" w:sz="0" w:space="0" w:color="auto"/>
          </w:divBdr>
          <w:divsChild>
            <w:div w:id="44259694">
              <w:marLeft w:val="0"/>
              <w:marRight w:val="0"/>
              <w:marTop w:val="0"/>
              <w:marBottom w:val="0"/>
              <w:divBdr>
                <w:top w:val="none" w:sz="0" w:space="0" w:color="auto"/>
                <w:left w:val="none" w:sz="0" w:space="0" w:color="auto"/>
                <w:bottom w:val="none" w:sz="0" w:space="0" w:color="auto"/>
                <w:right w:val="none" w:sz="0" w:space="0" w:color="auto"/>
              </w:divBdr>
            </w:div>
          </w:divsChild>
        </w:div>
        <w:div w:id="22248144">
          <w:marLeft w:val="0"/>
          <w:marRight w:val="0"/>
          <w:marTop w:val="0"/>
          <w:marBottom w:val="0"/>
          <w:divBdr>
            <w:top w:val="none" w:sz="0" w:space="0" w:color="auto"/>
            <w:left w:val="none" w:sz="0" w:space="0" w:color="auto"/>
            <w:bottom w:val="none" w:sz="0" w:space="0" w:color="auto"/>
            <w:right w:val="none" w:sz="0" w:space="0" w:color="auto"/>
          </w:divBdr>
          <w:divsChild>
            <w:div w:id="868681255">
              <w:marLeft w:val="0"/>
              <w:marRight w:val="0"/>
              <w:marTop w:val="0"/>
              <w:marBottom w:val="0"/>
              <w:divBdr>
                <w:top w:val="none" w:sz="0" w:space="0" w:color="auto"/>
                <w:left w:val="none" w:sz="0" w:space="0" w:color="auto"/>
                <w:bottom w:val="none" w:sz="0" w:space="0" w:color="auto"/>
                <w:right w:val="none" w:sz="0" w:space="0" w:color="auto"/>
              </w:divBdr>
            </w:div>
            <w:div w:id="1608123844">
              <w:marLeft w:val="0"/>
              <w:marRight w:val="0"/>
              <w:marTop w:val="0"/>
              <w:marBottom w:val="0"/>
              <w:divBdr>
                <w:top w:val="none" w:sz="0" w:space="0" w:color="auto"/>
                <w:left w:val="none" w:sz="0" w:space="0" w:color="auto"/>
                <w:bottom w:val="none" w:sz="0" w:space="0" w:color="auto"/>
                <w:right w:val="none" w:sz="0" w:space="0" w:color="auto"/>
              </w:divBdr>
            </w:div>
          </w:divsChild>
        </w:div>
        <w:div w:id="51314897">
          <w:marLeft w:val="0"/>
          <w:marRight w:val="0"/>
          <w:marTop w:val="0"/>
          <w:marBottom w:val="0"/>
          <w:divBdr>
            <w:top w:val="none" w:sz="0" w:space="0" w:color="auto"/>
            <w:left w:val="none" w:sz="0" w:space="0" w:color="auto"/>
            <w:bottom w:val="none" w:sz="0" w:space="0" w:color="auto"/>
            <w:right w:val="none" w:sz="0" w:space="0" w:color="auto"/>
          </w:divBdr>
          <w:divsChild>
            <w:div w:id="1740833582">
              <w:marLeft w:val="0"/>
              <w:marRight w:val="0"/>
              <w:marTop w:val="0"/>
              <w:marBottom w:val="0"/>
              <w:divBdr>
                <w:top w:val="none" w:sz="0" w:space="0" w:color="auto"/>
                <w:left w:val="none" w:sz="0" w:space="0" w:color="auto"/>
                <w:bottom w:val="none" w:sz="0" w:space="0" w:color="auto"/>
                <w:right w:val="none" w:sz="0" w:space="0" w:color="auto"/>
              </w:divBdr>
            </w:div>
          </w:divsChild>
        </w:div>
        <w:div w:id="76681914">
          <w:marLeft w:val="0"/>
          <w:marRight w:val="0"/>
          <w:marTop w:val="0"/>
          <w:marBottom w:val="0"/>
          <w:divBdr>
            <w:top w:val="none" w:sz="0" w:space="0" w:color="auto"/>
            <w:left w:val="none" w:sz="0" w:space="0" w:color="auto"/>
            <w:bottom w:val="none" w:sz="0" w:space="0" w:color="auto"/>
            <w:right w:val="none" w:sz="0" w:space="0" w:color="auto"/>
          </w:divBdr>
          <w:divsChild>
            <w:div w:id="385107219">
              <w:marLeft w:val="0"/>
              <w:marRight w:val="0"/>
              <w:marTop w:val="0"/>
              <w:marBottom w:val="0"/>
              <w:divBdr>
                <w:top w:val="none" w:sz="0" w:space="0" w:color="auto"/>
                <w:left w:val="none" w:sz="0" w:space="0" w:color="auto"/>
                <w:bottom w:val="none" w:sz="0" w:space="0" w:color="auto"/>
                <w:right w:val="none" w:sz="0" w:space="0" w:color="auto"/>
              </w:divBdr>
            </w:div>
          </w:divsChild>
        </w:div>
        <w:div w:id="117451694">
          <w:marLeft w:val="0"/>
          <w:marRight w:val="0"/>
          <w:marTop w:val="0"/>
          <w:marBottom w:val="0"/>
          <w:divBdr>
            <w:top w:val="none" w:sz="0" w:space="0" w:color="auto"/>
            <w:left w:val="none" w:sz="0" w:space="0" w:color="auto"/>
            <w:bottom w:val="none" w:sz="0" w:space="0" w:color="auto"/>
            <w:right w:val="none" w:sz="0" w:space="0" w:color="auto"/>
          </w:divBdr>
          <w:divsChild>
            <w:div w:id="1674062741">
              <w:marLeft w:val="0"/>
              <w:marRight w:val="0"/>
              <w:marTop w:val="0"/>
              <w:marBottom w:val="0"/>
              <w:divBdr>
                <w:top w:val="none" w:sz="0" w:space="0" w:color="auto"/>
                <w:left w:val="none" w:sz="0" w:space="0" w:color="auto"/>
                <w:bottom w:val="none" w:sz="0" w:space="0" w:color="auto"/>
                <w:right w:val="none" w:sz="0" w:space="0" w:color="auto"/>
              </w:divBdr>
            </w:div>
          </w:divsChild>
        </w:div>
        <w:div w:id="148518096">
          <w:marLeft w:val="0"/>
          <w:marRight w:val="0"/>
          <w:marTop w:val="0"/>
          <w:marBottom w:val="0"/>
          <w:divBdr>
            <w:top w:val="none" w:sz="0" w:space="0" w:color="auto"/>
            <w:left w:val="none" w:sz="0" w:space="0" w:color="auto"/>
            <w:bottom w:val="none" w:sz="0" w:space="0" w:color="auto"/>
            <w:right w:val="none" w:sz="0" w:space="0" w:color="auto"/>
          </w:divBdr>
          <w:divsChild>
            <w:div w:id="671840775">
              <w:marLeft w:val="0"/>
              <w:marRight w:val="0"/>
              <w:marTop w:val="0"/>
              <w:marBottom w:val="0"/>
              <w:divBdr>
                <w:top w:val="none" w:sz="0" w:space="0" w:color="auto"/>
                <w:left w:val="none" w:sz="0" w:space="0" w:color="auto"/>
                <w:bottom w:val="none" w:sz="0" w:space="0" w:color="auto"/>
                <w:right w:val="none" w:sz="0" w:space="0" w:color="auto"/>
              </w:divBdr>
            </w:div>
          </w:divsChild>
        </w:div>
        <w:div w:id="235021991">
          <w:marLeft w:val="0"/>
          <w:marRight w:val="0"/>
          <w:marTop w:val="0"/>
          <w:marBottom w:val="0"/>
          <w:divBdr>
            <w:top w:val="none" w:sz="0" w:space="0" w:color="auto"/>
            <w:left w:val="none" w:sz="0" w:space="0" w:color="auto"/>
            <w:bottom w:val="none" w:sz="0" w:space="0" w:color="auto"/>
            <w:right w:val="none" w:sz="0" w:space="0" w:color="auto"/>
          </w:divBdr>
          <w:divsChild>
            <w:div w:id="1683361860">
              <w:marLeft w:val="0"/>
              <w:marRight w:val="0"/>
              <w:marTop w:val="0"/>
              <w:marBottom w:val="0"/>
              <w:divBdr>
                <w:top w:val="none" w:sz="0" w:space="0" w:color="auto"/>
                <w:left w:val="none" w:sz="0" w:space="0" w:color="auto"/>
                <w:bottom w:val="none" w:sz="0" w:space="0" w:color="auto"/>
                <w:right w:val="none" w:sz="0" w:space="0" w:color="auto"/>
              </w:divBdr>
            </w:div>
          </w:divsChild>
        </w:div>
        <w:div w:id="244654947">
          <w:marLeft w:val="0"/>
          <w:marRight w:val="0"/>
          <w:marTop w:val="0"/>
          <w:marBottom w:val="0"/>
          <w:divBdr>
            <w:top w:val="none" w:sz="0" w:space="0" w:color="auto"/>
            <w:left w:val="none" w:sz="0" w:space="0" w:color="auto"/>
            <w:bottom w:val="none" w:sz="0" w:space="0" w:color="auto"/>
            <w:right w:val="none" w:sz="0" w:space="0" w:color="auto"/>
          </w:divBdr>
          <w:divsChild>
            <w:div w:id="318652554">
              <w:marLeft w:val="0"/>
              <w:marRight w:val="0"/>
              <w:marTop w:val="0"/>
              <w:marBottom w:val="0"/>
              <w:divBdr>
                <w:top w:val="none" w:sz="0" w:space="0" w:color="auto"/>
                <w:left w:val="none" w:sz="0" w:space="0" w:color="auto"/>
                <w:bottom w:val="none" w:sz="0" w:space="0" w:color="auto"/>
                <w:right w:val="none" w:sz="0" w:space="0" w:color="auto"/>
              </w:divBdr>
            </w:div>
          </w:divsChild>
        </w:div>
        <w:div w:id="343560135">
          <w:marLeft w:val="0"/>
          <w:marRight w:val="0"/>
          <w:marTop w:val="0"/>
          <w:marBottom w:val="0"/>
          <w:divBdr>
            <w:top w:val="none" w:sz="0" w:space="0" w:color="auto"/>
            <w:left w:val="none" w:sz="0" w:space="0" w:color="auto"/>
            <w:bottom w:val="none" w:sz="0" w:space="0" w:color="auto"/>
            <w:right w:val="none" w:sz="0" w:space="0" w:color="auto"/>
          </w:divBdr>
          <w:divsChild>
            <w:div w:id="653681017">
              <w:marLeft w:val="0"/>
              <w:marRight w:val="0"/>
              <w:marTop w:val="0"/>
              <w:marBottom w:val="0"/>
              <w:divBdr>
                <w:top w:val="none" w:sz="0" w:space="0" w:color="auto"/>
                <w:left w:val="none" w:sz="0" w:space="0" w:color="auto"/>
                <w:bottom w:val="none" w:sz="0" w:space="0" w:color="auto"/>
                <w:right w:val="none" w:sz="0" w:space="0" w:color="auto"/>
              </w:divBdr>
            </w:div>
            <w:div w:id="1544295129">
              <w:marLeft w:val="0"/>
              <w:marRight w:val="0"/>
              <w:marTop w:val="0"/>
              <w:marBottom w:val="0"/>
              <w:divBdr>
                <w:top w:val="none" w:sz="0" w:space="0" w:color="auto"/>
                <w:left w:val="none" w:sz="0" w:space="0" w:color="auto"/>
                <w:bottom w:val="none" w:sz="0" w:space="0" w:color="auto"/>
                <w:right w:val="none" w:sz="0" w:space="0" w:color="auto"/>
              </w:divBdr>
            </w:div>
          </w:divsChild>
        </w:div>
        <w:div w:id="355230058">
          <w:marLeft w:val="0"/>
          <w:marRight w:val="0"/>
          <w:marTop w:val="0"/>
          <w:marBottom w:val="0"/>
          <w:divBdr>
            <w:top w:val="none" w:sz="0" w:space="0" w:color="auto"/>
            <w:left w:val="none" w:sz="0" w:space="0" w:color="auto"/>
            <w:bottom w:val="none" w:sz="0" w:space="0" w:color="auto"/>
            <w:right w:val="none" w:sz="0" w:space="0" w:color="auto"/>
          </w:divBdr>
          <w:divsChild>
            <w:div w:id="1070539042">
              <w:marLeft w:val="0"/>
              <w:marRight w:val="0"/>
              <w:marTop w:val="0"/>
              <w:marBottom w:val="0"/>
              <w:divBdr>
                <w:top w:val="none" w:sz="0" w:space="0" w:color="auto"/>
                <w:left w:val="none" w:sz="0" w:space="0" w:color="auto"/>
                <w:bottom w:val="none" w:sz="0" w:space="0" w:color="auto"/>
                <w:right w:val="none" w:sz="0" w:space="0" w:color="auto"/>
              </w:divBdr>
            </w:div>
          </w:divsChild>
        </w:div>
        <w:div w:id="384452057">
          <w:marLeft w:val="0"/>
          <w:marRight w:val="0"/>
          <w:marTop w:val="0"/>
          <w:marBottom w:val="0"/>
          <w:divBdr>
            <w:top w:val="none" w:sz="0" w:space="0" w:color="auto"/>
            <w:left w:val="none" w:sz="0" w:space="0" w:color="auto"/>
            <w:bottom w:val="none" w:sz="0" w:space="0" w:color="auto"/>
            <w:right w:val="none" w:sz="0" w:space="0" w:color="auto"/>
          </w:divBdr>
          <w:divsChild>
            <w:div w:id="1255438982">
              <w:marLeft w:val="0"/>
              <w:marRight w:val="0"/>
              <w:marTop w:val="0"/>
              <w:marBottom w:val="0"/>
              <w:divBdr>
                <w:top w:val="none" w:sz="0" w:space="0" w:color="auto"/>
                <w:left w:val="none" w:sz="0" w:space="0" w:color="auto"/>
                <w:bottom w:val="none" w:sz="0" w:space="0" w:color="auto"/>
                <w:right w:val="none" w:sz="0" w:space="0" w:color="auto"/>
              </w:divBdr>
            </w:div>
          </w:divsChild>
        </w:div>
        <w:div w:id="419914139">
          <w:marLeft w:val="0"/>
          <w:marRight w:val="0"/>
          <w:marTop w:val="0"/>
          <w:marBottom w:val="0"/>
          <w:divBdr>
            <w:top w:val="none" w:sz="0" w:space="0" w:color="auto"/>
            <w:left w:val="none" w:sz="0" w:space="0" w:color="auto"/>
            <w:bottom w:val="none" w:sz="0" w:space="0" w:color="auto"/>
            <w:right w:val="none" w:sz="0" w:space="0" w:color="auto"/>
          </w:divBdr>
          <w:divsChild>
            <w:div w:id="231014914">
              <w:marLeft w:val="0"/>
              <w:marRight w:val="0"/>
              <w:marTop w:val="0"/>
              <w:marBottom w:val="0"/>
              <w:divBdr>
                <w:top w:val="none" w:sz="0" w:space="0" w:color="auto"/>
                <w:left w:val="none" w:sz="0" w:space="0" w:color="auto"/>
                <w:bottom w:val="none" w:sz="0" w:space="0" w:color="auto"/>
                <w:right w:val="none" w:sz="0" w:space="0" w:color="auto"/>
              </w:divBdr>
            </w:div>
          </w:divsChild>
        </w:div>
        <w:div w:id="461001487">
          <w:marLeft w:val="0"/>
          <w:marRight w:val="0"/>
          <w:marTop w:val="0"/>
          <w:marBottom w:val="0"/>
          <w:divBdr>
            <w:top w:val="none" w:sz="0" w:space="0" w:color="auto"/>
            <w:left w:val="none" w:sz="0" w:space="0" w:color="auto"/>
            <w:bottom w:val="none" w:sz="0" w:space="0" w:color="auto"/>
            <w:right w:val="none" w:sz="0" w:space="0" w:color="auto"/>
          </w:divBdr>
          <w:divsChild>
            <w:div w:id="1918709230">
              <w:marLeft w:val="0"/>
              <w:marRight w:val="0"/>
              <w:marTop w:val="0"/>
              <w:marBottom w:val="0"/>
              <w:divBdr>
                <w:top w:val="none" w:sz="0" w:space="0" w:color="auto"/>
                <w:left w:val="none" w:sz="0" w:space="0" w:color="auto"/>
                <w:bottom w:val="none" w:sz="0" w:space="0" w:color="auto"/>
                <w:right w:val="none" w:sz="0" w:space="0" w:color="auto"/>
              </w:divBdr>
            </w:div>
          </w:divsChild>
        </w:div>
        <w:div w:id="501166504">
          <w:marLeft w:val="0"/>
          <w:marRight w:val="0"/>
          <w:marTop w:val="0"/>
          <w:marBottom w:val="0"/>
          <w:divBdr>
            <w:top w:val="none" w:sz="0" w:space="0" w:color="auto"/>
            <w:left w:val="none" w:sz="0" w:space="0" w:color="auto"/>
            <w:bottom w:val="none" w:sz="0" w:space="0" w:color="auto"/>
            <w:right w:val="none" w:sz="0" w:space="0" w:color="auto"/>
          </w:divBdr>
          <w:divsChild>
            <w:div w:id="1325815711">
              <w:marLeft w:val="0"/>
              <w:marRight w:val="0"/>
              <w:marTop w:val="0"/>
              <w:marBottom w:val="0"/>
              <w:divBdr>
                <w:top w:val="none" w:sz="0" w:space="0" w:color="auto"/>
                <w:left w:val="none" w:sz="0" w:space="0" w:color="auto"/>
                <w:bottom w:val="none" w:sz="0" w:space="0" w:color="auto"/>
                <w:right w:val="none" w:sz="0" w:space="0" w:color="auto"/>
              </w:divBdr>
            </w:div>
          </w:divsChild>
        </w:div>
        <w:div w:id="502822107">
          <w:marLeft w:val="0"/>
          <w:marRight w:val="0"/>
          <w:marTop w:val="0"/>
          <w:marBottom w:val="0"/>
          <w:divBdr>
            <w:top w:val="none" w:sz="0" w:space="0" w:color="auto"/>
            <w:left w:val="none" w:sz="0" w:space="0" w:color="auto"/>
            <w:bottom w:val="none" w:sz="0" w:space="0" w:color="auto"/>
            <w:right w:val="none" w:sz="0" w:space="0" w:color="auto"/>
          </w:divBdr>
          <w:divsChild>
            <w:div w:id="328220847">
              <w:marLeft w:val="0"/>
              <w:marRight w:val="0"/>
              <w:marTop w:val="0"/>
              <w:marBottom w:val="0"/>
              <w:divBdr>
                <w:top w:val="none" w:sz="0" w:space="0" w:color="auto"/>
                <w:left w:val="none" w:sz="0" w:space="0" w:color="auto"/>
                <w:bottom w:val="none" w:sz="0" w:space="0" w:color="auto"/>
                <w:right w:val="none" w:sz="0" w:space="0" w:color="auto"/>
              </w:divBdr>
            </w:div>
          </w:divsChild>
        </w:div>
        <w:div w:id="594173260">
          <w:marLeft w:val="0"/>
          <w:marRight w:val="0"/>
          <w:marTop w:val="0"/>
          <w:marBottom w:val="0"/>
          <w:divBdr>
            <w:top w:val="none" w:sz="0" w:space="0" w:color="auto"/>
            <w:left w:val="none" w:sz="0" w:space="0" w:color="auto"/>
            <w:bottom w:val="none" w:sz="0" w:space="0" w:color="auto"/>
            <w:right w:val="none" w:sz="0" w:space="0" w:color="auto"/>
          </w:divBdr>
          <w:divsChild>
            <w:div w:id="952399100">
              <w:marLeft w:val="0"/>
              <w:marRight w:val="0"/>
              <w:marTop w:val="0"/>
              <w:marBottom w:val="0"/>
              <w:divBdr>
                <w:top w:val="none" w:sz="0" w:space="0" w:color="auto"/>
                <w:left w:val="none" w:sz="0" w:space="0" w:color="auto"/>
                <w:bottom w:val="none" w:sz="0" w:space="0" w:color="auto"/>
                <w:right w:val="none" w:sz="0" w:space="0" w:color="auto"/>
              </w:divBdr>
            </w:div>
          </w:divsChild>
        </w:div>
        <w:div w:id="610279363">
          <w:marLeft w:val="0"/>
          <w:marRight w:val="0"/>
          <w:marTop w:val="0"/>
          <w:marBottom w:val="0"/>
          <w:divBdr>
            <w:top w:val="none" w:sz="0" w:space="0" w:color="auto"/>
            <w:left w:val="none" w:sz="0" w:space="0" w:color="auto"/>
            <w:bottom w:val="none" w:sz="0" w:space="0" w:color="auto"/>
            <w:right w:val="none" w:sz="0" w:space="0" w:color="auto"/>
          </w:divBdr>
          <w:divsChild>
            <w:div w:id="458689324">
              <w:marLeft w:val="0"/>
              <w:marRight w:val="0"/>
              <w:marTop w:val="0"/>
              <w:marBottom w:val="0"/>
              <w:divBdr>
                <w:top w:val="none" w:sz="0" w:space="0" w:color="auto"/>
                <w:left w:val="none" w:sz="0" w:space="0" w:color="auto"/>
                <w:bottom w:val="none" w:sz="0" w:space="0" w:color="auto"/>
                <w:right w:val="none" w:sz="0" w:space="0" w:color="auto"/>
              </w:divBdr>
            </w:div>
          </w:divsChild>
        </w:div>
        <w:div w:id="613950478">
          <w:marLeft w:val="0"/>
          <w:marRight w:val="0"/>
          <w:marTop w:val="0"/>
          <w:marBottom w:val="0"/>
          <w:divBdr>
            <w:top w:val="none" w:sz="0" w:space="0" w:color="auto"/>
            <w:left w:val="none" w:sz="0" w:space="0" w:color="auto"/>
            <w:bottom w:val="none" w:sz="0" w:space="0" w:color="auto"/>
            <w:right w:val="none" w:sz="0" w:space="0" w:color="auto"/>
          </w:divBdr>
          <w:divsChild>
            <w:div w:id="973291529">
              <w:marLeft w:val="0"/>
              <w:marRight w:val="0"/>
              <w:marTop w:val="0"/>
              <w:marBottom w:val="0"/>
              <w:divBdr>
                <w:top w:val="none" w:sz="0" w:space="0" w:color="auto"/>
                <w:left w:val="none" w:sz="0" w:space="0" w:color="auto"/>
                <w:bottom w:val="none" w:sz="0" w:space="0" w:color="auto"/>
                <w:right w:val="none" w:sz="0" w:space="0" w:color="auto"/>
              </w:divBdr>
            </w:div>
          </w:divsChild>
        </w:div>
        <w:div w:id="635380894">
          <w:marLeft w:val="0"/>
          <w:marRight w:val="0"/>
          <w:marTop w:val="0"/>
          <w:marBottom w:val="0"/>
          <w:divBdr>
            <w:top w:val="none" w:sz="0" w:space="0" w:color="auto"/>
            <w:left w:val="none" w:sz="0" w:space="0" w:color="auto"/>
            <w:bottom w:val="none" w:sz="0" w:space="0" w:color="auto"/>
            <w:right w:val="none" w:sz="0" w:space="0" w:color="auto"/>
          </w:divBdr>
          <w:divsChild>
            <w:div w:id="448744885">
              <w:marLeft w:val="0"/>
              <w:marRight w:val="0"/>
              <w:marTop w:val="0"/>
              <w:marBottom w:val="0"/>
              <w:divBdr>
                <w:top w:val="none" w:sz="0" w:space="0" w:color="auto"/>
                <w:left w:val="none" w:sz="0" w:space="0" w:color="auto"/>
                <w:bottom w:val="none" w:sz="0" w:space="0" w:color="auto"/>
                <w:right w:val="none" w:sz="0" w:space="0" w:color="auto"/>
              </w:divBdr>
            </w:div>
          </w:divsChild>
        </w:div>
        <w:div w:id="660088714">
          <w:marLeft w:val="0"/>
          <w:marRight w:val="0"/>
          <w:marTop w:val="0"/>
          <w:marBottom w:val="0"/>
          <w:divBdr>
            <w:top w:val="none" w:sz="0" w:space="0" w:color="auto"/>
            <w:left w:val="none" w:sz="0" w:space="0" w:color="auto"/>
            <w:bottom w:val="none" w:sz="0" w:space="0" w:color="auto"/>
            <w:right w:val="none" w:sz="0" w:space="0" w:color="auto"/>
          </w:divBdr>
          <w:divsChild>
            <w:div w:id="315228888">
              <w:marLeft w:val="0"/>
              <w:marRight w:val="0"/>
              <w:marTop w:val="0"/>
              <w:marBottom w:val="0"/>
              <w:divBdr>
                <w:top w:val="none" w:sz="0" w:space="0" w:color="auto"/>
                <w:left w:val="none" w:sz="0" w:space="0" w:color="auto"/>
                <w:bottom w:val="none" w:sz="0" w:space="0" w:color="auto"/>
                <w:right w:val="none" w:sz="0" w:space="0" w:color="auto"/>
              </w:divBdr>
            </w:div>
          </w:divsChild>
        </w:div>
        <w:div w:id="694235376">
          <w:marLeft w:val="0"/>
          <w:marRight w:val="0"/>
          <w:marTop w:val="0"/>
          <w:marBottom w:val="0"/>
          <w:divBdr>
            <w:top w:val="none" w:sz="0" w:space="0" w:color="auto"/>
            <w:left w:val="none" w:sz="0" w:space="0" w:color="auto"/>
            <w:bottom w:val="none" w:sz="0" w:space="0" w:color="auto"/>
            <w:right w:val="none" w:sz="0" w:space="0" w:color="auto"/>
          </w:divBdr>
          <w:divsChild>
            <w:div w:id="1662080471">
              <w:marLeft w:val="0"/>
              <w:marRight w:val="0"/>
              <w:marTop w:val="0"/>
              <w:marBottom w:val="0"/>
              <w:divBdr>
                <w:top w:val="none" w:sz="0" w:space="0" w:color="auto"/>
                <w:left w:val="none" w:sz="0" w:space="0" w:color="auto"/>
                <w:bottom w:val="none" w:sz="0" w:space="0" w:color="auto"/>
                <w:right w:val="none" w:sz="0" w:space="0" w:color="auto"/>
              </w:divBdr>
            </w:div>
          </w:divsChild>
        </w:div>
        <w:div w:id="704797682">
          <w:marLeft w:val="0"/>
          <w:marRight w:val="0"/>
          <w:marTop w:val="0"/>
          <w:marBottom w:val="0"/>
          <w:divBdr>
            <w:top w:val="none" w:sz="0" w:space="0" w:color="auto"/>
            <w:left w:val="none" w:sz="0" w:space="0" w:color="auto"/>
            <w:bottom w:val="none" w:sz="0" w:space="0" w:color="auto"/>
            <w:right w:val="none" w:sz="0" w:space="0" w:color="auto"/>
          </w:divBdr>
          <w:divsChild>
            <w:div w:id="1017973485">
              <w:marLeft w:val="0"/>
              <w:marRight w:val="0"/>
              <w:marTop w:val="0"/>
              <w:marBottom w:val="0"/>
              <w:divBdr>
                <w:top w:val="none" w:sz="0" w:space="0" w:color="auto"/>
                <w:left w:val="none" w:sz="0" w:space="0" w:color="auto"/>
                <w:bottom w:val="none" w:sz="0" w:space="0" w:color="auto"/>
                <w:right w:val="none" w:sz="0" w:space="0" w:color="auto"/>
              </w:divBdr>
            </w:div>
          </w:divsChild>
        </w:div>
        <w:div w:id="709770191">
          <w:marLeft w:val="0"/>
          <w:marRight w:val="0"/>
          <w:marTop w:val="0"/>
          <w:marBottom w:val="0"/>
          <w:divBdr>
            <w:top w:val="none" w:sz="0" w:space="0" w:color="auto"/>
            <w:left w:val="none" w:sz="0" w:space="0" w:color="auto"/>
            <w:bottom w:val="none" w:sz="0" w:space="0" w:color="auto"/>
            <w:right w:val="none" w:sz="0" w:space="0" w:color="auto"/>
          </w:divBdr>
          <w:divsChild>
            <w:div w:id="1574467940">
              <w:marLeft w:val="0"/>
              <w:marRight w:val="0"/>
              <w:marTop w:val="0"/>
              <w:marBottom w:val="0"/>
              <w:divBdr>
                <w:top w:val="none" w:sz="0" w:space="0" w:color="auto"/>
                <w:left w:val="none" w:sz="0" w:space="0" w:color="auto"/>
                <w:bottom w:val="none" w:sz="0" w:space="0" w:color="auto"/>
                <w:right w:val="none" w:sz="0" w:space="0" w:color="auto"/>
              </w:divBdr>
            </w:div>
          </w:divsChild>
        </w:div>
        <w:div w:id="711075965">
          <w:marLeft w:val="0"/>
          <w:marRight w:val="0"/>
          <w:marTop w:val="0"/>
          <w:marBottom w:val="0"/>
          <w:divBdr>
            <w:top w:val="none" w:sz="0" w:space="0" w:color="auto"/>
            <w:left w:val="none" w:sz="0" w:space="0" w:color="auto"/>
            <w:bottom w:val="none" w:sz="0" w:space="0" w:color="auto"/>
            <w:right w:val="none" w:sz="0" w:space="0" w:color="auto"/>
          </w:divBdr>
          <w:divsChild>
            <w:div w:id="1099448813">
              <w:marLeft w:val="0"/>
              <w:marRight w:val="0"/>
              <w:marTop w:val="0"/>
              <w:marBottom w:val="0"/>
              <w:divBdr>
                <w:top w:val="none" w:sz="0" w:space="0" w:color="auto"/>
                <w:left w:val="none" w:sz="0" w:space="0" w:color="auto"/>
                <w:bottom w:val="none" w:sz="0" w:space="0" w:color="auto"/>
                <w:right w:val="none" w:sz="0" w:space="0" w:color="auto"/>
              </w:divBdr>
            </w:div>
          </w:divsChild>
        </w:div>
        <w:div w:id="735011979">
          <w:marLeft w:val="0"/>
          <w:marRight w:val="0"/>
          <w:marTop w:val="0"/>
          <w:marBottom w:val="0"/>
          <w:divBdr>
            <w:top w:val="none" w:sz="0" w:space="0" w:color="auto"/>
            <w:left w:val="none" w:sz="0" w:space="0" w:color="auto"/>
            <w:bottom w:val="none" w:sz="0" w:space="0" w:color="auto"/>
            <w:right w:val="none" w:sz="0" w:space="0" w:color="auto"/>
          </w:divBdr>
          <w:divsChild>
            <w:div w:id="721903267">
              <w:marLeft w:val="0"/>
              <w:marRight w:val="0"/>
              <w:marTop w:val="0"/>
              <w:marBottom w:val="0"/>
              <w:divBdr>
                <w:top w:val="none" w:sz="0" w:space="0" w:color="auto"/>
                <w:left w:val="none" w:sz="0" w:space="0" w:color="auto"/>
                <w:bottom w:val="none" w:sz="0" w:space="0" w:color="auto"/>
                <w:right w:val="none" w:sz="0" w:space="0" w:color="auto"/>
              </w:divBdr>
            </w:div>
          </w:divsChild>
        </w:div>
        <w:div w:id="849567341">
          <w:marLeft w:val="0"/>
          <w:marRight w:val="0"/>
          <w:marTop w:val="0"/>
          <w:marBottom w:val="0"/>
          <w:divBdr>
            <w:top w:val="none" w:sz="0" w:space="0" w:color="auto"/>
            <w:left w:val="none" w:sz="0" w:space="0" w:color="auto"/>
            <w:bottom w:val="none" w:sz="0" w:space="0" w:color="auto"/>
            <w:right w:val="none" w:sz="0" w:space="0" w:color="auto"/>
          </w:divBdr>
          <w:divsChild>
            <w:div w:id="161971944">
              <w:marLeft w:val="0"/>
              <w:marRight w:val="0"/>
              <w:marTop w:val="0"/>
              <w:marBottom w:val="0"/>
              <w:divBdr>
                <w:top w:val="none" w:sz="0" w:space="0" w:color="auto"/>
                <w:left w:val="none" w:sz="0" w:space="0" w:color="auto"/>
                <w:bottom w:val="none" w:sz="0" w:space="0" w:color="auto"/>
                <w:right w:val="none" w:sz="0" w:space="0" w:color="auto"/>
              </w:divBdr>
            </w:div>
          </w:divsChild>
        </w:div>
        <w:div w:id="947277928">
          <w:marLeft w:val="0"/>
          <w:marRight w:val="0"/>
          <w:marTop w:val="0"/>
          <w:marBottom w:val="0"/>
          <w:divBdr>
            <w:top w:val="none" w:sz="0" w:space="0" w:color="auto"/>
            <w:left w:val="none" w:sz="0" w:space="0" w:color="auto"/>
            <w:bottom w:val="none" w:sz="0" w:space="0" w:color="auto"/>
            <w:right w:val="none" w:sz="0" w:space="0" w:color="auto"/>
          </w:divBdr>
          <w:divsChild>
            <w:div w:id="2088532778">
              <w:marLeft w:val="0"/>
              <w:marRight w:val="0"/>
              <w:marTop w:val="0"/>
              <w:marBottom w:val="0"/>
              <w:divBdr>
                <w:top w:val="none" w:sz="0" w:space="0" w:color="auto"/>
                <w:left w:val="none" w:sz="0" w:space="0" w:color="auto"/>
                <w:bottom w:val="none" w:sz="0" w:space="0" w:color="auto"/>
                <w:right w:val="none" w:sz="0" w:space="0" w:color="auto"/>
              </w:divBdr>
            </w:div>
          </w:divsChild>
        </w:div>
        <w:div w:id="961688393">
          <w:marLeft w:val="0"/>
          <w:marRight w:val="0"/>
          <w:marTop w:val="0"/>
          <w:marBottom w:val="0"/>
          <w:divBdr>
            <w:top w:val="none" w:sz="0" w:space="0" w:color="auto"/>
            <w:left w:val="none" w:sz="0" w:space="0" w:color="auto"/>
            <w:bottom w:val="none" w:sz="0" w:space="0" w:color="auto"/>
            <w:right w:val="none" w:sz="0" w:space="0" w:color="auto"/>
          </w:divBdr>
          <w:divsChild>
            <w:div w:id="143817514">
              <w:marLeft w:val="0"/>
              <w:marRight w:val="0"/>
              <w:marTop w:val="0"/>
              <w:marBottom w:val="0"/>
              <w:divBdr>
                <w:top w:val="none" w:sz="0" w:space="0" w:color="auto"/>
                <w:left w:val="none" w:sz="0" w:space="0" w:color="auto"/>
                <w:bottom w:val="none" w:sz="0" w:space="0" w:color="auto"/>
                <w:right w:val="none" w:sz="0" w:space="0" w:color="auto"/>
              </w:divBdr>
            </w:div>
          </w:divsChild>
        </w:div>
        <w:div w:id="966549683">
          <w:marLeft w:val="0"/>
          <w:marRight w:val="0"/>
          <w:marTop w:val="0"/>
          <w:marBottom w:val="0"/>
          <w:divBdr>
            <w:top w:val="none" w:sz="0" w:space="0" w:color="auto"/>
            <w:left w:val="none" w:sz="0" w:space="0" w:color="auto"/>
            <w:bottom w:val="none" w:sz="0" w:space="0" w:color="auto"/>
            <w:right w:val="none" w:sz="0" w:space="0" w:color="auto"/>
          </w:divBdr>
          <w:divsChild>
            <w:div w:id="525291647">
              <w:marLeft w:val="0"/>
              <w:marRight w:val="0"/>
              <w:marTop w:val="0"/>
              <w:marBottom w:val="0"/>
              <w:divBdr>
                <w:top w:val="none" w:sz="0" w:space="0" w:color="auto"/>
                <w:left w:val="none" w:sz="0" w:space="0" w:color="auto"/>
                <w:bottom w:val="none" w:sz="0" w:space="0" w:color="auto"/>
                <w:right w:val="none" w:sz="0" w:space="0" w:color="auto"/>
              </w:divBdr>
            </w:div>
            <w:div w:id="871647509">
              <w:marLeft w:val="0"/>
              <w:marRight w:val="0"/>
              <w:marTop w:val="0"/>
              <w:marBottom w:val="0"/>
              <w:divBdr>
                <w:top w:val="none" w:sz="0" w:space="0" w:color="auto"/>
                <w:left w:val="none" w:sz="0" w:space="0" w:color="auto"/>
                <w:bottom w:val="none" w:sz="0" w:space="0" w:color="auto"/>
                <w:right w:val="none" w:sz="0" w:space="0" w:color="auto"/>
              </w:divBdr>
            </w:div>
          </w:divsChild>
        </w:div>
        <w:div w:id="984506506">
          <w:marLeft w:val="0"/>
          <w:marRight w:val="0"/>
          <w:marTop w:val="0"/>
          <w:marBottom w:val="0"/>
          <w:divBdr>
            <w:top w:val="none" w:sz="0" w:space="0" w:color="auto"/>
            <w:left w:val="none" w:sz="0" w:space="0" w:color="auto"/>
            <w:bottom w:val="none" w:sz="0" w:space="0" w:color="auto"/>
            <w:right w:val="none" w:sz="0" w:space="0" w:color="auto"/>
          </w:divBdr>
          <w:divsChild>
            <w:div w:id="91897785">
              <w:marLeft w:val="0"/>
              <w:marRight w:val="0"/>
              <w:marTop w:val="0"/>
              <w:marBottom w:val="0"/>
              <w:divBdr>
                <w:top w:val="none" w:sz="0" w:space="0" w:color="auto"/>
                <w:left w:val="none" w:sz="0" w:space="0" w:color="auto"/>
                <w:bottom w:val="none" w:sz="0" w:space="0" w:color="auto"/>
                <w:right w:val="none" w:sz="0" w:space="0" w:color="auto"/>
              </w:divBdr>
            </w:div>
          </w:divsChild>
        </w:div>
        <w:div w:id="1000425952">
          <w:marLeft w:val="0"/>
          <w:marRight w:val="0"/>
          <w:marTop w:val="0"/>
          <w:marBottom w:val="0"/>
          <w:divBdr>
            <w:top w:val="none" w:sz="0" w:space="0" w:color="auto"/>
            <w:left w:val="none" w:sz="0" w:space="0" w:color="auto"/>
            <w:bottom w:val="none" w:sz="0" w:space="0" w:color="auto"/>
            <w:right w:val="none" w:sz="0" w:space="0" w:color="auto"/>
          </w:divBdr>
          <w:divsChild>
            <w:div w:id="1694912839">
              <w:marLeft w:val="0"/>
              <w:marRight w:val="0"/>
              <w:marTop w:val="0"/>
              <w:marBottom w:val="0"/>
              <w:divBdr>
                <w:top w:val="none" w:sz="0" w:space="0" w:color="auto"/>
                <w:left w:val="none" w:sz="0" w:space="0" w:color="auto"/>
                <w:bottom w:val="none" w:sz="0" w:space="0" w:color="auto"/>
                <w:right w:val="none" w:sz="0" w:space="0" w:color="auto"/>
              </w:divBdr>
            </w:div>
          </w:divsChild>
        </w:div>
        <w:div w:id="1021469103">
          <w:marLeft w:val="0"/>
          <w:marRight w:val="0"/>
          <w:marTop w:val="0"/>
          <w:marBottom w:val="0"/>
          <w:divBdr>
            <w:top w:val="none" w:sz="0" w:space="0" w:color="auto"/>
            <w:left w:val="none" w:sz="0" w:space="0" w:color="auto"/>
            <w:bottom w:val="none" w:sz="0" w:space="0" w:color="auto"/>
            <w:right w:val="none" w:sz="0" w:space="0" w:color="auto"/>
          </w:divBdr>
          <w:divsChild>
            <w:div w:id="280187901">
              <w:marLeft w:val="0"/>
              <w:marRight w:val="0"/>
              <w:marTop w:val="0"/>
              <w:marBottom w:val="0"/>
              <w:divBdr>
                <w:top w:val="none" w:sz="0" w:space="0" w:color="auto"/>
                <w:left w:val="none" w:sz="0" w:space="0" w:color="auto"/>
                <w:bottom w:val="none" w:sz="0" w:space="0" w:color="auto"/>
                <w:right w:val="none" w:sz="0" w:space="0" w:color="auto"/>
              </w:divBdr>
            </w:div>
          </w:divsChild>
        </w:div>
        <w:div w:id="1025986116">
          <w:marLeft w:val="0"/>
          <w:marRight w:val="0"/>
          <w:marTop w:val="0"/>
          <w:marBottom w:val="0"/>
          <w:divBdr>
            <w:top w:val="none" w:sz="0" w:space="0" w:color="auto"/>
            <w:left w:val="none" w:sz="0" w:space="0" w:color="auto"/>
            <w:bottom w:val="none" w:sz="0" w:space="0" w:color="auto"/>
            <w:right w:val="none" w:sz="0" w:space="0" w:color="auto"/>
          </w:divBdr>
          <w:divsChild>
            <w:div w:id="223025335">
              <w:marLeft w:val="0"/>
              <w:marRight w:val="0"/>
              <w:marTop w:val="0"/>
              <w:marBottom w:val="0"/>
              <w:divBdr>
                <w:top w:val="none" w:sz="0" w:space="0" w:color="auto"/>
                <w:left w:val="none" w:sz="0" w:space="0" w:color="auto"/>
                <w:bottom w:val="none" w:sz="0" w:space="0" w:color="auto"/>
                <w:right w:val="none" w:sz="0" w:space="0" w:color="auto"/>
              </w:divBdr>
            </w:div>
          </w:divsChild>
        </w:div>
        <w:div w:id="1060439908">
          <w:marLeft w:val="0"/>
          <w:marRight w:val="0"/>
          <w:marTop w:val="0"/>
          <w:marBottom w:val="0"/>
          <w:divBdr>
            <w:top w:val="none" w:sz="0" w:space="0" w:color="auto"/>
            <w:left w:val="none" w:sz="0" w:space="0" w:color="auto"/>
            <w:bottom w:val="none" w:sz="0" w:space="0" w:color="auto"/>
            <w:right w:val="none" w:sz="0" w:space="0" w:color="auto"/>
          </w:divBdr>
          <w:divsChild>
            <w:div w:id="1246256596">
              <w:marLeft w:val="0"/>
              <w:marRight w:val="0"/>
              <w:marTop w:val="0"/>
              <w:marBottom w:val="0"/>
              <w:divBdr>
                <w:top w:val="none" w:sz="0" w:space="0" w:color="auto"/>
                <w:left w:val="none" w:sz="0" w:space="0" w:color="auto"/>
                <w:bottom w:val="none" w:sz="0" w:space="0" w:color="auto"/>
                <w:right w:val="none" w:sz="0" w:space="0" w:color="auto"/>
              </w:divBdr>
            </w:div>
          </w:divsChild>
        </w:div>
        <w:div w:id="1072392289">
          <w:marLeft w:val="0"/>
          <w:marRight w:val="0"/>
          <w:marTop w:val="0"/>
          <w:marBottom w:val="0"/>
          <w:divBdr>
            <w:top w:val="none" w:sz="0" w:space="0" w:color="auto"/>
            <w:left w:val="none" w:sz="0" w:space="0" w:color="auto"/>
            <w:bottom w:val="none" w:sz="0" w:space="0" w:color="auto"/>
            <w:right w:val="none" w:sz="0" w:space="0" w:color="auto"/>
          </w:divBdr>
          <w:divsChild>
            <w:div w:id="1195457665">
              <w:marLeft w:val="0"/>
              <w:marRight w:val="0"/>
              <w:marTop w:val="0"/>
              <w:marBottom w:val="0"/>
              <w:divBdr>
                <w:top w:val="none" w:sz="0" w:space="0" w:color="auto"/>
                <w:left w:val="none" w:sz="0" w:space="0" w:color="auto"/>
                <w:bottom w:val="none" w:sz="0" w:space="0" w:color="auto"/>
                <w:right w:val="none" w:sz="0" w:space="0" w:color="auto"/>
              </w:divBdr>
            </w:div>
          </w:divsChild>
        </w:div>
        <w:div w:id="1075854005">
          <w:marLeft w:val="0"/>
          <w:marRight w:val="0"/>
          <w:marTop w:val="0"/>
          <w:marBottom w:val="0"/>
          <w:divBdr>
            <w:top w:val="none" w:sz="0" w:space="0" w:color="auto"/>
            <w:left w:val="none" w:sz="0" w:space="0" w:color="auto"/>
            <w:bottom w:val="none" w:sz="0" w:space="0" w:color="auto"/>
            <w:right w:val="none" w:sz="0" w:space="0" w:color="auto"/>
          </w:divBdr>
          <w:divsChild>
            <w:div w:id="1108161044">
              <w:marLeft w:val="0"/>
              <w:marRight w:val="0"/>
              <w:marTop w:val="0"/>
              <w:marBottom w:val="0"/>
              <w:divBdr>
                <w:top w:val="none" w:sz="0" w:space="0" w:color="auto"/>
                <w:left w:val="none" w:sz="0" w:space="0" w:color="auto"/>
                <w:bottom w:val="none" w:sz="0" w:space="0" w:color="auto"/>
                <w:right w:val="none" w:sz="0" w:space="0" w:color="auto"/>
              </w:divBdr>
            </w:div>
          </w:divsChild>
        </w:div>
        <w:div w:id="1106920972">
          <w:marLeft w:val="0"/>
          <w:marRight w:val="0"/>
          <w:marTop w:val="0"/>
          <w:marBottom w:val="0"/>
          <w:divBdr>
            <w:top w:val="none" w:sz="0" w:space="0" w:color="auto"/>
            <w:left w:val="none" w:sz="0" w:space="0" w:color="auto"/>
            <w:bottom w:val="none" w:sz="0" w:space="0" w:color="auto"/>
            <w:right w:val="none" w:sz="0" w:space="0" w:color="auto"/>
          </w:divBdr>
          <w:divsChild>
            <w:div w:id="97070672">
              <w:marLeft w:val="0"/>
              <w:marRight w:val="0"/>
              <w:marTop w:val="0"/>
              <w:marBottom w:val="0"/>
              <w:divBdr>
                <w:top w:val="none" w:sz="0" w:space="0" w:color="auto"/>
                <w:left w:val="none" w:sz="0" w:space="0" w:color="auto"/>
                <w:bottom w:val="none" w:sz="0" w:space="0" w:color="auto"/>
                <w:right w:val="none" w:sz="0" w:space="0" w:color="auto"/>
              </w:divBdr>
            </w:div>
          </w:divsChild>
        </w:div>
        <w:div w:id="1110974750">
          <w:marLeft w:val="0"/>
          <w:marRight w:val="0"/>
          <w:marTop w:val="0"/>
          <w:marBottom w:val="0"/>
          <w:divBdr>
            <w:top w:val="none" w:sz="0" w:space="0" w:color="auto"/>
            <w:left w:val="none" w:sz="0" w:space="0" w:color="auto"/>
            <w:bottom w:val="none" w:sz="0" w:space="0" w:color="auto"/>
            <w:right w:val="none" w:sz="0" w:space="0" w:color="auto"/>
          </w:divBdr>
          <w:divsChild>
            <w:div w:id="1591962059">
              <w:marLeft w:val="0"/>
              <w:marRight w:val="0"/>
              <w:marTop w:val="0"/>
              <w:marBottom w:val="0"/>
              <w:divBdr>
                <w:top w:val="none" w:sz="0" w:space="0" w:color="auto"/>
                <w:left w:val="none" w:sz="0" w:space="0" w:color="auto"/>
                <w:bottom w:val="none" w:sz="0" w:space="0" w:color="auto"/>
                <w:right w:val="none" w:sz="0" w:space="0" w:color="auto"/>
              </w:divBdr>
            </w:div>
          </w:divsChild>
        </w:div>
        <w:div w:id="1135374464">
          <w:marLeft w:val="0"/>
          <w:marRight w:val="0"/>
          <w:marTop w:val="0"/>
          <w:marBottom w:val="0"/>
          <w:divBdr>
            <w:top w:val="none" w:sz="0" w:space="0" w:color="auto"/>
            <w:left w:val="none" w:sz="0" w:space="0" w:color="auto"/>
            <w:bottom w:val="none" w:sz="0" w:space="0" w:color="auto"/>
            <w:right w:val="none" w:sz="0" w:space="0" w:color="auto"/>
          </w:divBdr>
          <w:divsChild>
            <w:div w:id="1826896011">
              <w:marLeft w:val="0"/>
              <w:marRight w:val="0"/>
              <w:marTop w:val="0"/>
              <w:marBottom w:val="0"/>
              <w:divBdr>
                <w:top w:val="none" w:sz="0" w:space="0" w:color="auto"/>
                <w:left w:val="none" w:sz="0" w:space="0" w:color="auto"/>
                <w:bottom w:val="none" w:sz="0" w:space="0" w:color="auto"/>
                <w:right w:val="none" w:sz="0" w:space="0" w:color="auto"/>
              </w:divBdr>
            </w:div>
          </w:divsChild>
        </w:div>
        <w:div w:id="1157266376">
          <w:marLeft w:val="0"/>
          <w:marRight w:val="0"/>
          <w:marTop w:val="0"/>
          <w:marBottom w:val="0"/>
          <w:divBdr>
            <w:top w:val="none" w:sz="0" w:space="0" w:color="auto"/>
            <w:left w:val="none" w:sz="0" w:space="0" w:color="auto"/>
            <w:bottom w:val="none" w:sz="0" w:space="0" w:color="auto"/>
            <w:right w:val="none" w:sz="0" w:space="0" w:color="auto"/>
          </w:divBdr>
          <w:divsChild>
            <w:div w:id="1248659081">
              <w:marLeft w:val="0"/>
              <w:marRight w:val="0"/>
              <w:marTop w:val="0"/>
              <w:marBottom w:val="0"/>
              <w:divBdr>
                <w:top w:val="none" w:sz="0" w:space="0" w:color="auto"/>
                <w:left w:val="none" w:sz="0" w:space="0" w:color="auto"/>
                <w:bottom w:val="none" w:sz="0" w:space="0" w:color="auto"/>
                <w:right w:val="none" w:sz="0" w:space="0" w:color="auto"/>
              </w:divBdr>
            </w:div>
            <w:div w:id="1329557590">
              <w:marLeft w:val="0"/>
              <w:marRight w:val="0"/>
              <w:marTop w:val="0"/>
              <w:marBottom w:val="0"/>
              <w:divBdr>
                <w:top w:val="none" w:sz="0" w:space="0" w:color="auto"/>
                <w:left w:val="none" w:sz="0" w:space="0" w:color="auto"/>
                <w:bottom w:val="none" w:sz="0" w:space="0" w:color="auto"/>
                <w:right w:val="none" w:sz="0" w:space="0" w:color="auto"/>
              </w:divBdr>
            </w:div>
          </w:divsChild>
        </w:div>
        <w:div w:id="1179808162">
          <w:marLeft w:val="0"/>
          <w:marRight w:val="0"/>
          <w:marTop w:val="0"/>
          <w:marBottom w:val="0"/>
          <w:divBdr>
            <w:top w:val="none" w:sz="0" w:space="0" w:color="auto"/>
            <w:left w:val="none" w:sz="0" w:space="0" w:color="auto"/>
            <w:bottom w:val="none" w:sz="0" w:space="0" w:color="auto"/>
            <w:right w:val="none" w:sz="0" w:space="0" w:color="auto"/>
          </w:divBdr>
          <w:divsChild>
            <w:div w:id="387454732">
              <w:marLeft w:val="0"/>
              <w:marRight w:val="0"/>
              <w:marTop w:val="0"/>
              <w:marBottom w:val="0"/>
              <w:divBdr>
                <w:top w:val="none" w:sz="0" w:space="0" w:color="auto"/>
                <w:left w:val="none" w:sz="0" w:space="0" w:color="auto"/>
                <w:bottom w:val="none" w:sz="0" w:space="0" w:color="auto"/>
                <w:right w:val="none" w:sz="0" w:space="0" w:color="auto"/>
              </w:divBdr>
            </w:div>
          </w:divsChild>
        </w:div>
        <w:div w:id="1201432655">
          <w:marLeft w:val="0"/>
          <w:marRight w:val="0"/>
          <w:marTop w:val="0"/>
          <w:marBottom w:val="0"/>
          <w:divBdr>
            <w:top w:val="none" w:sz="0" w:space="0" w:color="auto"/>
            <w:left w:val="none" w:sz="0" w:space="0" w:color="auto"/>
            <w:bottom w:val="none" w:sz="0" w:space="0" w:color="auto"/>
            <w:right w:val="none" w:sz="0" w:space="0" w:color="auto"/>
          </w:divBdr>
          <w:divsChild>
            <w:div w:id="19093592">
              <w:marLeft w:val="0"/>
              <w:marRight w:val="0"/>
              <w:marTop w:val="0"/>
              <w:marBottom w:val="0"/>
              <w:divBdr>
                <w:top w:val="none" w:sz="0" w:space="0" w:color="auto"/>
                <w:left w:val="none" w:sz="0" w:space="0" w:color="auto"/>
                <w:bottom w:val="none" w:sz="0" w:space="0" w:color="auto"/>
                <w:right w:val="none" w:sz="0" w:space="0" w:color="auto"/>
              </w:divBdr>
            </w:div>
          </w:divsChild>
        </w:div>
        <w:div w:id="1305114173">
          <w:marLeft w:val="0"/>
          <w:marRight w:val="0"/>
          <w:marTop w:val="0"/>
          <w:marBottom w:val="0"/>
          <w:divBdr>
            <w:top w:val="none" w:sz="0" w:space="0" w:color="auto"/>
            <w:left w:val="none" w:sz="0" w:space="0" w:color="auto"/>
            <w:bottom w:val="none" w:sz="0" w:space="0" w:color="auto"/>
            <w:right w:val="none" w:sz="0" w:space="0" w:color="auto"/>
          </w:divBdr>
          <w:divsChild>
            <w:div w:id="2060011864">
              <w:marLeft w:val="0"/>
              <w:marRight w:val="0"/>
              <w:marTop w:val="0"/>
              <w:marBottom w:val="0"/>
              <w:divBdr>
                <w:top w:val="none" w:sz="0" w:space="0" w:color="auto"/>
                <w:left w:val="none" w:sz="0" w:space="0" w:color="auto"/>
                <w:bottom w:val="none" w:sz="0" w:space="0" w:color="auto"/>
                <w:right w:val="none" w:sz="0" w:space="0" w:color="auto"/>
              </w:divBdr>
            </w:div>
          </w:divsChild>
        </w:div>
        <w:div w:id="1310476911">
          <w:marLeft w:val="0"/>
          <w:marRight w:val="0"/>
          <w:marTop w:val="0"/>
          <w:marBottom w:val="0"/>
          <w:divBdr>
            <w:top w:val="none" w:sz="0" w:space="0" w:color="auto"/>
            <w:left w:val="none" w:sz="0" w:space="0" w:color="auto"/>
            <w:bottom w:val="none" w:sz="0" w:space="0" w:color="auto"/>
            <w:right w:val="none" w:sz="0" w:space="0" w:color="auto"/>
          </w:divBdr>
          <w:divsChild>
            <w:div w:id="1006903887">
              <w:marLeft w:val="0"/>
              <w:marRight w:val="0"/>
              <w:marTop w:val="0"/>
              <w:marBottom w:val="0"/>
              <w:divBdr>
                <w:top w:val="none" w:sz="0" w:space="0" w:color="auto"/>
                <w:left w:val="none" w:sz="0" w:space="0" w:color="auto"/>
                <w:bottom w:val="none" w:sz="0" w:space="0" w:color="auto"/>
                <w:right w:val="none" w:sz="0" w:space="0" w:color="auto"/>
              </w:divBdr>
            </w:div>
            <w:div w:id="1354722300">
              <w:marLeft w:val="0"/>
              <w:marRight w:val="0"/>
              <w:marTop w:val="0"/>
              <w:marBottom w:val="0"/>
              <w:divBdr>
                <w:top w:val="none" w:sz="0" w:space="0" w:color="auto"/>
                <w:left w:val="none" w:sz="0" w:space="0" w:color="auto"/>
                <w:bottom w:val="none" w:sz="0" w:space="0" w:color="auto"/>
                <w:right w:val="none" w:sz="0" w:space="0" w:color="auto"/>
              </w:divBdr>
            </w:div>
          </w:divsChild>
        </w:div>
        <w:div w:id="1356617562">
          <w:marLeft w:val="0"/>
          <w:marRight w:val="0"/>
          <w:marTop w:val="0"/>
          <w:marBottom w:val="0"/>
          <w:divBdr>
            <w:top w:val="none" w:sz="0" w:space="0" w:color="auto"/>
            <w:left w:val="none" w:sz="0" w:space="0" w:color="auto"/>
            <w:bottom w:val="none" w:sz="0" w:space="0" w:color="auto"/>
            <w:right w:val="none" w:sz="0" w:space="0" w:color="auto"/>
          </w:divBdr>
          <w:divsChild>
            <w:div w:id="1264069383">
              <w:marLeft w:val="0"/>
              <w:marRight w:val="0"/>
              <w:marTop w:val="0"/>
              <w:marBottom w:val="0"/>
              <w:divBdr>
                <w:top w:val="none" w:sz="0" w:space="0" w:color="auto"/>
                <w:left w:val="none" w:sz="0" w:space="0" w:color="auto"/>
                <w:bottom w:val="none" w:sz="0" w:space="0" w:color="auto"/>
                <w:right w:val="none" w:sz="0" w:space="0" w:color="auto"/>
              </w:divBdr>
            </w:div>
          </w:divsChild>
        </w:div>
        <w:div w:id="1361315427">
          <w:marLeft w:val="0"/>
          <w:marRight w:val="0"/>
          <w:marTop w:val="0"/>
          <w:marBottom w:val="0"/>
          <w:divBdr>
            <w:top w:val="none" w:sz="0" w:space="0" w:color="auto"/>
            <w:left w:val="none" w:sz="0" w:space="0" w:color="auto"/>
            <w:bottom w:val="none" w:sz="0" w:space="0" w:color="auto"/>
            <w:right w:val="none" w:sz="0" w:space="0" w:color="auto"/>
          </w:divBdr>
          <w:divsChild>
            <w:div w:id="1506703360">
              <w:marLeft w:val="0"/>
              <w:marRight w:val="0"/>
              <w:marTop w:val="0"/>
              <w:marBottom w:val="0"/>
              <w:divBdr>
                <w:top w:val="none" w:sz="0" w:space="0" w:color="auto"/>
                <w:left w:val="none" w:sz="0" w:space="0" w:color="auto"/>
                <w:bottom w:val="none" w:sz="0" w:space="0" w:color="auto"/>
                <w:right w:val="none" w:sz="0" w:space="0" w:color="auto"/>
              </w:divBdr>
            </w:div>
          </w:divsChild>
        </w:div>
        <w:div w:id="1384329109">
          <w:marLeft w:val="0"/>
          <w:marRight w:val="0"/>
          <w:marTop w:val="0"/>
          <w:marBottom w:val="0"/>
          <w:divBdr>
            <w:top w:val="none" w:sz="0" w:space="0" w:color="auto"/>
            <w:left w:val="none" w:sz="0" w:space="0" w:color="auto"/>
            <w:bottom w:val="none" w:sz="0" w:space="0" w:color="auto"/>
            <w:right w:val="none" w:sz="0" w:space="0" w:color="auto"/>
          </w:divBdr>
          <w:divsChild>
            <w:div w:id="854147923">
              <w:marLeft w:val="0"/>
              <w:marRight w:val="0"/>
              <w:marTop w:val="0"/>
              <w:marBottom w:val="0"/>
              <w:divBdr>
                <w:top w:val="none" w:sz="0" w:space="0" w:color="auto"/>
                <w:left w:val="none" w:sz="0" w:space="0" w:color="auto"/>
                <w:bottom w:val="none" w:sz="0" w:space="0" w:color="auto"/>
                <w:right w:val="none" w:sz="0" w:space="0" w:color="auto"/>
              </w:divBdr>
            </w:div>
          </w:divsChild>
        </w:div>
        <w:div w:id="1517186108">
          <w:marLeft w:val="0"/>
          <w:marRight w:val="0"/>
          <w:marTop w:val="0"/>
          <w:marBottom w:val="0"/>
          <w:divBdr>
            <w:top w:val="none" w:sz="0" w:space="0" w:color="auto"/>
            <w:left w:val="none" w:sz="0" w:space="0" w:color="auto"/>
            <w:bottom w:val="none" w:sz="0" w:space="0" w:color="auto"/>
            <w:right w:val="none" w:sz="0" w:space="0" w:color="auto"/>
          </w:divBdr>
          <w:divsChild>
            <w:div w:id="802693308">
              <w:marLeft w:val="0"/>
              <w:marRight w:val="0"/>
              <w:marTop w:val="0"/>
              <w:marBottom w:val="0"/>
              <w:divBdr>
                <w:top w:val="none" w:sz="0" w:space="0" w:color="auto"/>
                <w:left w:val="none" w:sz="0" w:space="0" w:color="auto"/>
                <w:bottom w:val="none" w:sz="0" w:space="0" w:color="auto"/>
                <w:right w:val="none" w:sz="0" w:space="0" w:color="auto"/>
              </w:divBdr>
            </w:div>
          </w:divsChild>
        </w:div>
        <w:div w:id="1596858866">
          <w:marLeft w:val="0"/>
          <w:marRight w:val="0"/>
          <w:marTop w:val="0"/>
          <w:marBottom w:val="0"/>
          <w:divBdr>
            <w:top w:val="none" w:sz="0" w:space="0" w:color="auto"/>
            <w:left w:val="none" w:sz="0" w:space="0" w:color="auto"/>
            <w:bottom w:val="none" w:sz="0" w:space="0" w:color="auto"/>
            <w:right w:val="none" w:sz="0" w:space="0" w:color="auto"/>
          </w:divBdr>
          <w:divsChild>
            <w:div w:id="377048505">
              <w:marLeft w:val="0"/>
              <w:marRight w:val="0"/>
              <w:marTop w:val="0"/>
              <w:marBottom w:val="0"/>
              <w:divBdr>
                <w:top w:val="none" w:sz="0" w:space="0" w:color="auto"/>
                <w:left w:val="none" w:sz="0" w:space="0" w:color="auto"/>
                <w:bottom w:val="none" w:sz="0" w:space="0" w:color="auto"/>
                <w:right w:val="none" w:sz="0" w:space="0" w:color="auto"/>
              </w:divBdr>
            </w:div>
          </w:divsChild>
        </w:div>
        <w:div w:id="1641182806">
          <w:marLeft w:val="0"/>
          <w:marRight w:val="0"/>
          <w:marTop w:val="0"/>
          <w:marBottom w:val="0"/>
          <w:divBdr>
            <w:top w:val="none" w:sz="0" w:space="0" w:color="auto"/>
            <w:left w:val="none" w:sz="0" w:space="0" w:color="auto"/>
            <w:bottom w:val="none" w:sz="0" w:space="0" w:color="auto"/>
            <w:right w:val="none" w:sz="0" w:space="0" w:color="auto"/>
          </w:divBdr>
          <w:divsChild>
            <w:div w:id="36586286">
              <w:marLeft w:val="0"/>
              <w:marRight w:val="0"/>
              <w:marTop w:val="0"/>
              <w:marBottom w:val="0"/>
              <w:divBdr>
                <w:top w:val="none" w:sz="0" w:space="0" w:color="auto"/>
                <w:left w:val="none" w:sz="0" w:space="0" w:color="auto"/>
                <w:bottom w:val="none" w:sz="0" w:space="0" w:color="auto"/>
                <w:right w:val="none" w:sz="0" w:space="0" w:color="auto"/>
              </w:divBdr>
            </w:div>
          </w:divsChild>
        </w:div>
        <w:div w:id="1645548810">
          <w:marLeft w:val="0"/>
          <w:marRight w:val="0"/>
          <w:marTop w:val="0"/>
          <w:marBottom w:val="0"/>
          <w:divBdr>
            <w:top w:val="none" w:sz="0" w:space="0" w:color="auto"/>
            <w:left w:val="none" w:sz="0" w:space="0" w:color="auto"/>
            <w:bottom w:val="none" w:sz="0" w:space="0" w:color="auto"/>
            <w:right w:val="none" w:sz="0" w:space="0" w:color="auto"/>
          </w:divBdr>
          <w:divsChild>
            <w:div w:id="1313218852">
              <w:marLeft w:val="0"/>
              <w:marRight w:val="0"/>
              <w:marTop w:val="0"/>
              <w:marBottom w:val="0"/>
              <w:divBdr>
                <w:top w:val="none" w:sz="0" w:space="0" w:color="auto"/>
                <w:left w:val="none" w:sz="0" w:space="0" w:color="auto"/>
                <w:bottom w:val="none" w:sz="0" w:space="0" w:color="auto"/>
                <w:right w:val="none" w:sz="0" w:space="0" w:color="auto"/>
              </w:divBdr>
            </w:div>
          </w:divsChild>
        </w:div>
        <w:div w:id="1665666157">
          <w:marLeft w:val="0"/>
          <w:marRight w:val="0"/>
          <w:marTop w:val="0"/>
          <w:marBottom w:val="0"/>
          <w:divBdr>
            <w:top w:val="none" w:sz="0" w:space="0" w:color="auto"/>
            <w:left w:val="none" w:sz="0" w:space="0" w:color="auto"/>
            <w:bottom w:val="none" w:sz="0" w:space="0" w:color="auto"/>
            <w:right w:val="none" w:sz="0" w:space="0" w:color="auto"/>
          </w:divBdr>
          <w:divsChild>
            <w:div w:id="1791900205">
              <w:marLeft w:val="0"/>
              <w:marRight w:val="0"/>
              <w:marTop w:val="0"/>
              <w:marBottom w:val="0"/>
              <w:divBdr>
                <w:top w:val="none" w:sz="0" w:space="0" w:color="auto"/>
                <w:left w:val="none" w:sz="0" w:space="0" w:color="auto"/>
                <w:bottom w:val="none" w:sz="0" w:space="0" w:color="auto"/>
                <w:right w:val="none" w:sz="0" w:space="0" w:color="auto"/>
              </w:divBdr>
            </w:div>
          </w:divsChild>
        </w:div>
        <w:div w:id="1684669568">
          <w:marLeft w:val="0"/>
          <w:marRight w:val="0"/>
          <w:marTop w:val="0"/>
          <w:marBottom w:val="0"/>
          <w:divBdr>
            <w:top w:val="none" w:sz="0" w:space="0" w:color="auto"/>
            <w:left w:val="none" w:sz="0" w:space="0" w:color="auto"/>
            <w:bottom w:val="none" w:sz="0" w:space="0" w:color="auto"/>
            <w:right w:val="none" w:sz="0" w:space="0" w:color="auto"/>
          </w:divBdr>
          <w:divsChild>
            <w:div w:id="832644575">
              <w:marLeft w:val="0"/>
              <w:marRight w:val="0"/>
              <w:marTop w:val="0"/>
              <w:marBottom w:val="0"/>
              <w:divBdr>
                <w:top w:val="none" w:sz="0" w:space="0" w:color="auto"/>
                <w:left w:val="none" w:sz="0" w:space="0" w:color="auto"/>
                <w:bottom w:val="none" w:sz="0" w:space="0" w:color="auto"/>
                <w:right w:val="none" w:sz="0" w:space="0" w:color="auto"/>
              </w:divBdr>
            </w:div>
          </w:divsChild>
        </w:div>
        <w:div w:id="1725831798">
          <w:marLeft w:val="0"/>
          <w:marRight w:val="0"/>
          <w:marTop w:val="0"/>
          <w:marBottom w:val="0"/>
          <w:divBdr>
            <w:top w:val="none" w:sz="0" w:space="0" w:color="auto"/>
            <w:left w:val="none" w:sz="0" w:space="0" w:color="auto"/>
            <w:bottom w:val="none" w:sz="0" w:space="0" w:color="auto"/>
            <w:right w:val="none" w:sz="0" w:space="0" w:color="auto"/>
          </w:divBdr>
          <w:divsChild>
            <w:div w:id="464855228">
              <w:marLeft w:val="0"/>
              <w:marRight w:val="0"/>
              <w:marTop w:val="0"/>
              <w:marBottom w:val="0"/>
              <w:divBdr>
                <w:top w:val="none" w:sz="0" w:space="0" w:color="auto"/>
                <w:left w:val="none" w:sz="0" w:space="0" w:color="auto"/>
                <w:bottom w:val="none" w:sz="0" w:space="0" w:color="auto"/>
                <w:right w:val="none" w:sz="0" w:space="0" w:color="auto"/>
              </w:divBdr>
            </w:div>
          </w:divsChild>
        </w:div>
        <w:div w:id="1727946976">
          <w:marLeft w:val="0"/>
          <w:marRight w:val="0"/>
          <w:marTop w:val="0"/>
          <w:marBottom w:val="0"/>
          <w:divBdr>
            <w:top w:val="none" w:sz="0" w:space="0" w:color="auto"/>
            <w:left w:val="none" w:sz="0" w:space="0" w:color="auto"/>
            <w:bottom w:val="none" w:sz="0" w:space="0" w:color="auto"/>
            <w:right w:val="none" w:sz="0" w:space="0" w:color="auto"/>
          </w:divBdr>
          <w:divsChild>
            <w:div w:id="639966513">
              <w:marLeft w:val="0"/>
              <w:marRight w:val="0"/>
              <w:marTop w:val="0"/>
              <w:marBottom w:val="0"/>
              <w:divBdr>
                <w:top w:val="none" w:sz="0" w:space="0" w:color="auto"/>
                <w:left w:val="none" w:sz="0" w:space="0" w:color="auto"/>
                <w:bottom w:val="none" w:sz="0" w:space="0" w:color="auto"/>
                <w:right w:val="none" w:sz="0" w:space="0" w:color="auto"/>
              </w:divBdr>
            </w:div>
          </w:divsChild>
        </w:div>
        <w:div w:id="1758137802">
          <w:marLeft w:val="0"/>
          <w:marRight w:val="0"/>
          <w:marTop w:val="0"/>
          <w:marBottom w:val="0"/>
          <w:divBdr>
            <w:top w:val="none" w:sz="0" w:space="0" w:color="auto"/>
            <w:left w:val="none" w:sz="0" w:space="0" w:color="auto"/>
            <w:bottom w:val="none" w:sz="0" w:space="0" w:color="auto"/>
            <w:right w:val="none" w:sz="0" w:space="0" w:color="auto"/>
          </w:divBdr>
          <w:divsChild>
            <w:div w:id="2009793639">
              <w:marLeft w:val="0"/>
              <w:marRight w:val="0"/>
              <w:marTop w:val="0"/>
              <w:marBottom w:val="0"/>
              <w:divBdr>
                <w:top w:val="none" w:sz="0" w:space="0" w:color="auto"/>
                <w:left w:val="none" w:sz="0" w:space="0" w:color="auto"/>
                <w:bottom w:val="none" w:sz="0" w:space="0" w:color="auto"/>
                <w:right w:val="none" w:sz="0" w:space="0" w:color="auto"/>
              </w:divBdr>
            </w:div>
          </w:divsChild>
        </w:div>
        <w:div w:id="1765998684">
          <w:marLeft w:val="0"/>
          <w:marRight w:val="0"/>
          <w:marTop w:val="0"/>
          <w:marBottom w:val="0"/>
          <w:divBdr>
            <w:top w:val="none" w:sz="0" w:space="0" w:color="auto"/>
            <w:left w:val="none" w:sz="0" w:space="0" w:color="auto"/>
            <w:bottom w:val="none" w:sz="0" w:space="0" w:color="auto"/>
            <w:right w:val="none" w:sz="0" w:space="0" w:color="auto"/>
          </w:divBdr>
          <w:divsChild>
            <w:div w:id="114099199">
              <w:marLeft w:val="0"/>
              <w:marRight w:val="0"/>
              <w:marTop w:val="0"/>
              <w:marBottom w:val="0"/>
              <w:divBdr>
                <w:top w:val="none" w:sz="0" w:space="0" w:color="auto"/>
                <w:left w:val="none" w:sz="0" w:space="0" w:color="auto"/>
                <w:bottom w:val="none" w:sz="0" w:space="0" w:color="auto"/>
                <w:right w:val="none" w:sz="0" w:space="0" w:color="auto"/>
              </w:divBdr>
            </w:div>
          </w:divsChild>
        </w:div>
        <w:div w:id="1806390418">
          <w:marLeft w:val="0"/>
          <w:marRight w:val="0"/>
          <w:marTop w:val="0"/>
          <w:marBottom w:val="0"/>
          <w:divBdr>
            <w:top w:val="none" w:sz="0" w:space="0" w:color="auto"/>
            <w:left w:val="none" w:sz="0" w:space="0" w:color="auto"/>
            <w:bottom w:val="none" w:sz="0" w:space="0" w:color="auto"/>
            <w:right w:val="none" w:sz="0" w:space="0" w:color="auto"/>
          </w:divBdr>
          <w:divsChild>
            <w:div w:id="738986454">
              <w:marLeft w:val="0"/>
              <w:marRight w:val="0"/>
              <w:marTop w:val="0"/>
              <w:marBottom w:val="0"/>
              <w:divBdr>
                <w:top w:val="none" w:sz="0" w:space="0" w:color="auto"/>
                <w:left w:val="none" w:sz="0" w:space="0" w:color="auto"/>
                <w:bottom w:val="none" w:sz="0" w:space="0" w:color="auto"/>
                <w:right w:val="none" w:sz="0" w:space="0" w:color="auto"/>
              </w:divBdr>
            </w:div>
          </w:divsChild>
        </w:div>
        <w:div w:id="1898281213">
          <w:marLeft w:val="0"/>
          <w:marRight w:val="0"/>
          <w:marTop w:val="0"/>
          <w:marBottom w:val="0"/>
          <w:divBdr>
            <w:top w:val="none" w:sz="0" w:space="0" w:color="auto"/>
            <w:left w:val="none" w:sz="0" w:space="0" w:color="auto"/>
            <w:bottom w:val="none" w:sz="0" w:space="0" w:color="auto"/>
            <w:right w:val="none" w:sz="0" w:space="0" w:color="auto"/>
          </w:divBdr>
          <w:divsChild>
            <w:div w:id="886918976">
              <w:marLeft w:val="0"/>
              <w:marRight w:val="0"/>
              <w:marTop w:val="0"/>
              <w:marBottom w:val="0"/>
              <w:divBdr>
                <w:top w:val="none" w:sz="0" w:space="0" w:color="auto"/>
                <w:left w:val="none" w:sz="0" w:space="0" w:color="auto"/>
                <w:bottom w:val="none" w:sz="0" w:space="0" w:color="auto"/>
                <w:right w:val="none" w:sz="0" w:space="0" w:color="auto"/>
              </w:divBdr>
            </w:div>
          </w:divsChild>
        </w:div>
        <w:div w:id="2014915257">
          <w:marLeft w:val="0"/>
          <w:marRight w:val="0"/>
          <w:marTop w:val="0"/>
          <w:marBottom w:val="0"/>
          <w:divBdr>
            <w:top w:val="none" w:sz="0" w:space="0" w:color="auto"/>
            <w:left w:val="none" w:sz="0" w:space="0" w:color="auto"/>
            <w:bottom w:val="none" w:sz="0" w:space="0" w:color="auto"/>
            <w:right w:val="none" w:sz="0" w:space="0" w:color="auto"/>
          </w:divBdr>
          <w:divsChild>
            <w:div w:id="258684241">
              <w:marLeft w:val="0"/>
              <w:marRight w:val="0"/>
              <w:marTop w:val="0"/>
              <w:marBottom w:val="0"/>
              <w:divBdr>
                <w:top w:val="none" w:sz="0" w:space="0" w:color="auto"/>
                <w:left w:val="none" w:sz="0" w:space="0" w:color="auto"/>
                <w:bottom w:val="none" w:sz="0" w:space="0" w:color="auto"/>
                <w:right w:val="none" w:sz="0" w:space="0" w:color="auto"/>
              </w:divBdr>
            </w:div>
          </w:divsChild>
        </w:div>
        <w:div w:id="2017729401">
          <w:marLeft w:val="0"/>
          <w:marRight w:val="0"/>
          <w:marTop w:val="0"/>
          <w:marBottom w:val="0"/>
          <w:divBdr>
            <w:top w:val="none" w:sz="0" w:space="0" w:color="auto"/>
            <w:left w:val="none" w:sz="0" w:space="0" w:color="auto"/>
            <w:bottom w:val="none" w:sz="0" w:space="0" w:color="auto"/>
            <w:right w:val="none" w:sz="0" w:space="0" w:color="auto"/>
          </w:divBdr>
          <w:divsChild>
            <w:div w:id="1003895498">
              <w:marLeft w:val="0"/>
              <w:marRight w:val="0"/>
              <w:marTop w:val="0"/>
              <w:marBottom w:val="0"/>
              <w:divBdr>
                <w:top w:val="none" w:sz="0" w:space="0" w:color="auto"/>
                <w:left w:val="none" w:sz="0" w:space="0" w:color="auto"/>
                <w:bottom w:val="none" w:sz="0" w:space="0" w:color="auto"/>
                <w:right w:val="none" w:sz="0" w:space="0" w:color="auto"/>
              </w:divBdr>
            </w:div>
          </w:divsChild>
        </w:div>
        <w:div w:id="2078476111">
          <w:marLeft w:val="0"/>
          <w:marRight w:val="0"/>
          <w:marTop w:val="0"/>
          <w:marBottom w:val="0"/>
          <w:divBdr>
            <w:top w:val="none" w:sz="0" w:space="0" w:color="auto"/>
            <w:left w:val="none" w:sz="0" w:space="0" w:color="auto"/>
            <w:bottom w:val="none" w:sz="0" w:space="0" w:color="auto"/>
            <w:right w:val="none" w:sz="0" w:space="0" w:color="auto"/>
          </w:divBdr>
          <w:divsChild>
            <w:div w:id="1019817740">
              <w:marLeft w:val="0"/>
              <w:marRight w:val="0"/>
              <w:marTop w:val="0"/>
              <w:marBottom w:val="0"/>
              <w:divBdr>
                <w:top w:val="none" w:sz="0" w:space="0" w:color="auto"/>
                <w:left w:val="none" w:sz="0" w:space="0" w:color="auto"/>
                <w:bottom w:val="none" w:sz="0" w:space="0" w:color="auto"/>
                <w:right w:val="none" w:sz="0" w:space="0" w:color="auto"/>
              </w:divBdr>
            </w:div>
          </w:divsChild>
        </w:div>
        <w:div w:id="2121340710">
          <w:marLeft w:val="0"/>
          <w:marRight w:val="0"/>
          <w:marTop w:val="0"/>
          <w:marBottom w:val="0"/>
          <w:divBdr>
            <w:top w:val="none" w:sz="0" w:space="0" w:color="auto"/>
            <w:left w:val="none" w:sz="0" w:space="0" w:color="auto"/>
            <w:bottom w:val="none" w:sz="0" w:space="0" w:color="auto"/>
            <w:right w:val="none" w:sz="0" w:space="0" w:color="auto"/>
          </w:divBdr>
          <w:divsChild>
            <w:div w:id="15969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3202">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 w:id="2060278067">
      <w:bodyDiv w:val="1"/>
      <w:marLeft w:val="0"/>
      <w:marRight w:val="0"/>
      <w:marTop w:val="0"/>
      <w:marBottom w:val="0"/>
      <w:divBdr>
        <w:top w:val="none" w:sz="0" w:space="0" w:color="auto"/>
        <w:left w:val="none" w:sz="0" w:space="0" w:color="auto"/>
        <w:bottom w:val="none" w:sz="0" w:space="0" w:color="auto"/>
        <w:right w:val="none" w:sz="0" w:space="0" w:color="auto"/>
      </w:divBdr>
    </w:div>
    <w:div w:id="207978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6" ma:contentTypeDescription="Create a new document." ma:contentTypeScope="" ma:versionID="90ca0ef64bc3a86f3ce788528826a7b1">
  <xsd:schema xmlns:xsd="http://www.w3.org/2001/XMLSchema" xmlns:xs="http://www.w3.org/2001/XMLSchema" xmlns:p="http://schemas.microsoft.com/office/2006/metadata/properties" xmlns:ns2="020f492e-a77f-4278-87f4-9272f37a7eea" xmlns:ns3="68977692-7f51-4061-9340-5ca34e58b187" xmlns:ns4="9c46a28d-acc8-4027-86ce-a8901ee39950" targetNamespace="http://schemas.microsoft.com/office/2006/metadata/properties" ma:root="true" ma:fieldsID="ba72df0ff0ce5eeeb1e9ec503704a0ab" ns2:_="" ns3:_="" ns4:_="">
    <xsd:import namespace="020f492e-a77f-4278-87f4-9272f37a7eea"/>
    <xsd:import namespace="68977692-7f51-4061-9340-5ca34e58b187"/>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020f492e-a77f-4278-87f4-9272f37a7ee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9A3A652-ECCF-4CC1-8E47-63E45E6AA210}">
  <ds:schemaRefs>
    <ds:schemaRef ds:uri="http://schemas.openxmlformats.org/officeDocument/2006/bibliography"/>
  </ds:schemaRefs>
</ds:datastoreItem>
</file>

<file path=customXml/itemProps2.xml><?xml version="1.0" encoding="utf-8"?>
<ds:datastoreItem xmlns:ds="http://schemas.openxmlformats.org/officeDocument/2006/customXml" ds:itemID="{619A8380-2CAB-4720-9C55-9D9D62F6F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75C1E1-B339-48F3-913A-6780652D2FD8}">
  <ds:schemaRefs>
    <ds:schemaRef ds:uri="http://schemas.microsoft.com/sharepoint/v3/contenttype/forms"/>
  </ds:schemaRefs>
</ds:datastoreItem>
</file>

<file path=customXml/itemProps4.xml><?xml version="1.0" encoding="utf-8"?>
<ds:datastoreItem xmlns:ds="http://schemas.openxmlformats.org/officeDocument/2006/customXml" ds:itemID="{ABEDAEE3-9323-4EF7-8823-1F196B5CC584}">
  <ds:schemaRefs>
    <ds:schemaRef ds:uri="http://schemas.microsoft.com/office/2006/documentManagement/types"/>
    <ds:schemaRef ds:uri="http://purl.org/dc/elements/1.1/"/>
    <ds:schemaRef ds:uri="020f492e-a77f-4278-87f4-9272f37a7eea"/>
    <ds:schemaRef ds:uri="68977692-7f51-4061-9340-5ca34e58b187"/>
    <ds:schemaRef ds:uri="http://schemas.microsoft.com/office/infopath/2007/PartnerControls"/>
    <ds:schemaRef ds:uri="http://purl.org/dc/terms/"/>
    <ds:schemaRef ds:uri="http://schemas.openxmlformats.org/package/2006/metadata/core-properties"/>
    <ds:schemaRef ds:uri="9c46a28d-acc8-4027-86ce-a8901ee39950"/>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1527</TotalTime>
  <Pages>12</Pages>
  <Words>2541</Words>
  <Characters>15909</Characters>
  <Application>Microsoft Office Word</Application>
  <DocSecurity>0</DocSecurity>
  <Lines>132</Lines>
  <Paragraphs>36</Paragraphs>
  <ScaleCrop>false</ScaleCrop>
  <HeadingPairs>
    <vt:vector size="2" baseType="variant">
      <vt:variant>
        <vt:lpstr>Title</vt:lpstr>
      </vt:variant>
      <vt:variant>
        <vt:i4>1</vt:i4>
      </vt:variant>
    </vt:vector>
  </HeadingPairs>
  <TitlesOfParts>
    <vt:vector size="1" baseType="lpstr">
      <vt:lpstr>บริษัท ไพลอน จำกัด (มหาชน)</vt:lpstr>
    </vt:vector>
  </TitlesOfParts>
  <Company>Grant Thornton Thailand</Company>
  <LinksUpToDate>false</LinksUpToDate>
  <CharactersWithSpaces>18414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dc:description/>
  <cp:lastModifiedBy>Pornarin Jarudech</cp:lastModifiedBy>
  <cp:revision>1390</cp:revision>
  <cp:lastPrinted>2024-05-09T07:00:00Z</cp:lastPrinted>
  <dcterms:created xsi:type="dcterms:W3CDTF">2022-11-08T07:39:00Z</dcterms:created>
  <dcterms:modified xsi:type="dcterms:W3CDTF">2024-05-09T08:57:00Z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y fmtid="{D5CDD505-2E9C-101B-9397-08002B2CF9AE}" pid="3" name="MediaServiceImageTags">
    <vt:lpwstr/>
  </property>
</Properties>
</file>