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62471" w14:textId="31543C7C" w:rsidR="000E2F86" w:rsidRPr="000E3E1F" w:rsidRDefault="000E2F86" w:rsidP="00C51FF6">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ลักษณะการดำเนินธุรกิจ</w:t>
      </w:r>
      <w:r w:rsidR="00762D2F" w:rsidRPr="000E3E1F">
        <w:rPr>
          <w:rFonts w:ascii="Browallia New" w:hAnsi="Browallia New" w:cs="Browallia New"/>
          <w:b/>
          <w:bCs/>
          <w:cs/>
        </w:rPr>
        <w:t>และข้อมูลทั่วไป</w:t>
      </w:r>
    </w:p>
    <w:p w14:paraId="48562472" w14:textId="77777777" w:rsidR="00B36C80" w:rsidRPr="000E3E1F"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2B89B62C" w14:textId="77777777" w:rsidR="00BA4AB1" w:rsidRPr="000E3E1F"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0E3E1F">
        <w:rPr>
          <w:rStyle w:val="normaltextrun"/>
          <w:rFonts w:ascii="Browallia New" w:hAnsi="Browallia New" w:cs="Browallia New"/>
          <w:sz w:val="28"/>
          <w:szCs w:val="28"/>
          <w:cs/>
        </w:rPr>
        <w:t>บริษัท</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ศูนย์บริการเหล็กสยาม</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จำกัด</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(มหาชน)</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w:t>
      </w:r>
      <w:r w:rsidRPr="000E3E1F">
        <w:rPr>
          <w:rStyle w:val="normaltextrun"/>
          <w:rFonts w:ascii="Browallia New" w:hAnsi="Browallia New" w:cs="Browallia New"/>
          <w:sz w:val="28"/>
          <w:szCs w:val="28"/>
        </w:rPr>
        <w:t>“</w:t>
      </w:r>
      <w:r w:rsidRPr="000E3E1F">
        <w:rPr>
          <w:rStyle w:val="normaltextrun"/>
          <w:rFonts w:ascii="Browallia New" w:hAnsi="Browallia New" w:cs="Browallia New"/>
          <w:sz w:val="28"/>
          <w:szCs w:val="28"/>
          <w:cs/>
        </w:rPr>
        <w:t>บริษัท</w:t>
      </w:r>
      <w:r w:rsidRPr="000E3E1F">
        <w:rPr>
          <w:rStyle w:val="normaltextrun"/>
          <w:rFonts w:ascii="Browallia New" w:hAnsi="Browallia New" w:cs="Browallia New"/>
          <w:sz w:val="28"/>
          <w:szCs w:val="28"/>
        </w:rPr>
        <w:t>”) </w:t>
      </w:r>
      <w:r w:rsidRPr="000E3E1F">
        <w:rPr>
          <w:rStyle w:val="normaltextrun"/>
          <w:rFonts w:ascii="Browallia New" w:hAnsi="Browallia New" w:cs="Browallia New"/>
          <w:sz w:val="28"/>
          <w:szCs w:val="28"/>
          <w:cs/>
        </w:rPr>
        <w:t>เป็นนิติบุคคลที</w:t>
      </w:r>
      <w:r w:rsidR="00835247" w:rsidRPr="000E3E1F">
        <w:rPr>
          <w:rStyle w:val="normaltextrun"/>
          <w:rFonts w:ascii="Browallia New" w:hAnsi="Browallia New" w:cs="Browallia New"/>
          <w:sz w:val="28"/>
          <w:szCs w:val="28"/>
          <w:cs/>
        </w:rPr>
        <w:t>่</w:t>
      </w:r>
      <w:r w:rsidRPr="000E3E1F">
        <w:rPr>
          <w:rStyle w:val="normaltextrun"/>
          <w:rFonts w:ascii="Browallia New" w:hAnsi="Browallia New" w:cs="Browallia New"/>
          <w:sz w:val="28"/>
          <w:szCs w:val="28"/>
          <w:cs/>
        </w:rPr>
        <w:t>จัดตั้งขึ้นในประเทศไทยและจดทะเบียนซื้อขายหุ้นในตลาดหลักทรัพย์แห่งประเทศไทย</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บริษัทดำเนินธุรกิจหลักเ</w:t>
      </w:r>
      <w:r w:rsidR="00835247" w:rsidRPr="000E3E1F">
        <w:rPr>
          <w:rStyle w:val="normaltextrun"/>
          <w:rFonts w:ascii="Browallia New" w:hAnsi="Browallia New" w:cs="Browallia New"/>
          <w:sz w:val="28"/>
          <w:szCs w:val="28"/>
          <w:cs/>
        </w:rPr>
        <w:t>กี่</w:t>
      </w:r>
      <w:r w:rsidRPr="000E3E1F">
        <w:rPr>
          <w:rStyle w:val="normaltextrun"/>
          <w:rFonts w:ascii="Browallia New" w:hAnsi="Browallia New" w:cs="Browallia New"/>
          <w:sz w:val="28"/>
          <w:szCs w:val="28"/>
          <w:cs/>
        </w:rPr>
        <w:t>ยวกับการผลิตชิ้นส่วนที</w:t>
      </w:r>
      <w:r w:rsidR="00835247" w:rsidRPr="000E3E1F">
        <w:rPr>
          <w:rStyle w:val="normaltextrun"/>
          <w:rFonts w:ascii="Browallia New" w:hAnsi="Browallia New" w:cs="Browallia New"/>
          <w:sz w:val="28"/>
          <w:szCs w:val="28"/>
          <w:cs/>
        </w:rPr>
        <w:t>่</w:t>
      </w:r>
      <w:r w:rsidRPr="000E3E1F">
        <w:rPr>
          <w:rStyle w:val="normaltextrun"/>
          <w:rFonts w:ascii="Browallia New" w:hAnsi="Browallia New" w:cs="Browallia New"/>
          <w:sz w:val="28"/>
          <w:szCs w:val="28"/>
          <w:cs/>
        </w:rPr>
        <w:t>ทำจากเหล็ก</w:t>
      </w:r>
      <w:r w:rsidR="00D561B4" w:rsidRPr="000E3E1F">
        <w:rPr>
          <w:rStyle w:val="normaltextrun"/>
          <w:rFonts w:ascii="Browallia New" w:hAnsi="Browallia New" w:cs="Browallia New"/>
          <w:sz w:val="28"/>
          <w:szCs w:val="28"/>
          <w:cs/>
        </w:rPr>
        <w:t xml:space="preserve"> </w:t>
      </w:r>
      <w:r w:rsidRPr="000E3E1F">
        <w:rPr>
          <w:rStyle w:val="normaltextrun"/>
          <w:rFonts w:ascii="Browallia New" w:hAnsi="Browallia New" w:cs="Browallia New"/>
          <w:sz w:val="28"/>
          <w:szCs w:val="28"/>
          <w:cs/>
        </w:rPr>
        <w:t>ติดตั้งแผ่นเหล็กหลังคาและผนัง</w:t>
      </w:r>
      <w:r w:rsidRPr="000E3E1F">
        <w:rPr>
          <w:rStyle w:val="normaltextrun"/>
          <w:rFonts w:ascii="Browallia New" w:hAnsi="Browallia New" w:cs="Browallia New"/>
          <w:sz w:val="28"/>
          <w:szCs w:val="28"/>
        </w:rPr>
        <w:t> </w:t>
      </w:r>
      <w:r w:rsidRPr="000E3E1F">
        <w:rPr>
          <w:rStyle w:val="normaltextrun"/>
          <w:rFonts w:ascii="Browallia New" w:hAnsi="Browallia New" w:cs="Browallia New"/>
          <w:sz w:val="28"/>
          <w:szCs w:val="28"/>
          <w:cs/>
        </w:rPr>
        <w:t>และ</w:t>
      </w:r>
      <w:r w:rsidR="005E036D" w:rsidRPr="000E3E1F">
        <w:rPr>
          <w:rStyle w:val="normaltextrun"/>
          <w:rFonts w:ascii="Browallia New" w:hAnsi="Browallia New" w:cs="Browallia New"/>
          <w:sz w:val="28"/>
          <w:szCs w:val="28"/>
          <w:cs/>
        </w:rPr>
        <w:t>ให้</w:t>
      </w:r>
      <w:r w:rsidR="00E87998" w:rsidRPr="000E3E1F">
        <w:rPr>
          <w:rStyle w:val="normaltextrun"/>
          <w:rFonts w:ascii="Browallia New" w:hAnsi="Browallia New" w:cs="Browallia New"/>
          <w:sz w:val="28"/>
          <w:szCs w:val="28"/>
          <w:cs/>
        </w:rPr>
        <w:t>บริการ</w:t>
      </w:r>
      <w:r w:rsidRPr="000E3E1F">
        <w:rPr>
          <w:rStyle w:val="normaltextrun"/>
          <w:rFonts w:ascii="Browallia New" w:hAnsi="Browallia New" w:cs="Browallia New"/>
          <w:sz w:val="28"/>
          <w:szCs w:val="28"/>
          <w:cs/>
        </w:rPr>
        <w:t>รับจ้างตัดเหล็ก</w:t>
      </w:r>
      <w:r w:rsidR="00F60E66" w:rsidRPr="000E3E1F">
        <w:rPr>
          <w:rStyle w:val="normaltextrun"/>
          <w:rFonts w:ascii="Browallia New" w:hAnsi="Browallia New" w:cs="Browallia New"/>
          <w:sz w:val="28"/>
          <w:szCs w:val="28"/>
        </w:rPr>
        <w:t xml:space="preserve"> </w:t>
      </w:r>
      <w:r w:rsidRPr="000E3E1F">
        <w:rPr>
          <w:rStyle w:val="normaltextrun"/>
          <w:rFonts w:ascii="Browallia New" w:hAnsi="Browallia New" w:cs="Browallia New"/>
          <w:sz w:val="28"/>
          <w:szCs w:val="28"/>
          <w:cs/>
        </w:rPr>
        <w:t>โดยมีสำนักงานที่จดทะเบียนตามท</w:t>
      </w:r>
      <w:r w:rsidR="00835247" w:rsidRPr="000E3E1F">
        <w:rPr>
          <w:rStyle w:val="normaltextrun"/>
          <w:rFonts w:ascii="Browallia New" w:hAnsi="Browallia New" w:cs="Browallia New"/>
          <w:sz w:val="28"/>
          <w:szCs w:val="28"/>
          <w:cs/>
        </w:rPr>
        <w:t>ี่</w:t>
      </w:r>
      <w:r w:rsidRPr="000E3E1F">
        <w:rPr>
          <w:rStyle w:val="normaltextrun"/>
          <w:rFonts w:ascii="Browallia New" w:hAnsi="Browallia New" w:cs="Browallia New"/>
          <w:sz w:val="28"/>
          <w:szCs w:val="28"/>
          <w:cs/>
        </w:rPr>
        <w:t>อยู่ดังนี้</w:t>
      </w:r>
      <w:r w:rsidRPr="000E3E1F">
        <w:rPr>
          <w:rStyle w:val="normaltextrun"/>
          <w:rFonts w:ascii="Browallia New" w:hAnsi="Browallia New" w:cs="Browallia New"/>
        </w:rPr>
        <w:t> </w:t>
      </w:r>
    </w:p>
    <w:p w14:paraId="411FC529" w14:textId="2F068159" w:rsidR="00B836E2" w:rsidRPr="000E3E1F" w:rsidRDefault="00B836E2"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B836E2" w:rsidRPr="000E3E1F" w14:paraId="25D7FC15" w14:textId="77777777">
        <w:trPr>
          <w:trHeight w:val="667"/>
        </w:trPr>
        <w:tc>
          <w:tcPr>
            <w:tcW w:w="2820" w:type="dxa"/>
            <w:tcBorders>
              <w:top w:val="nil"/>
              <w:left w:val="nil"/>
              <w:bottom w:val="nil"/>
              <w:right w:val="nil"/>
            </w:tcBorders>
            <w:shd w:val="clear" w:color="auto" w:fill="auto"/>
          </w:tcPr>
          <w:p w14:paraId="7ADB8A7C" w14:textId="1C604293" w:rsidR="00B836E2" w:rsidRPr="000E3E1F" w:rsidRDefault="00B836E2">
            <w:pPr>
              <w:spacing w:line="360" w:lineRule="auto"/>
              <w:ind w:left="30"/>
              <w:jc w:val="thaiDistribute"/>
              <w:rPr>
                <w:rFonts w:ascii="Browallia New" w:hAnsi="Browallia New" w:cs="Browallia New"/>
                <w:sz w:val="19"/>
                <w:szCs w:val="19"/>
                <w:lang w:val="en-GB"/>
              </w:rPr>
            </w:pPr>
            <w:r w:rsidRPr="000E3E1F">
              <w:rPr>
                <w:rStyle w:val="normaltextrun"/>
                <w:rFonts w:ascii="Browallia New" w:hAnsi="Browallia New" w:cs="Browallia New"/>
                <w:cs/>
              </w:rPr>
              <w:t>ก</w:t>
            </w:r>
            <w:r w:rsidR="002569F2" w:rsidRPr="000E3E1F">
              <w:rPr>
                <w:rStyle w:val="normaltextrun"/>
                <w:rFonts w:ascii="Browallia New" w:hAnsi="Browallia New" w:cs="Browallia New"/>
              </w:rPr>
              <w:t>.</w:t>
            </w:r>
            <w:r w:rsidRPr="000E3E1F">
              <w:rPr>
                <w:rStyle w:val="normaltextrun"/>
                <w:rFonts w:ascii="Browallia New" w:hAnsi="Browallia New" w:cs="Browallia New"/>
              </w:rPr>
              <w:t>)</w:t>
            </w:r>
            <w:r w:rsidRPr="000E3E1F">
              <w:rPr>
                <w:rFonts w:ascii="Browallia New" w:hAnsi="Browallia New" w:cs="Browallia New"/>
                <w:sz w:val="19"/>
                <w:szCs w:val="19"/>
                <w:lang w:val="en-GB"/>
              </w:rPr>
              <w:t>  </w:t>
            </w:r>
            <w:r w:rsidRPr="000E3E1F">
              <w:rPr>
                <w:rStyle w:val="normaltextrun"/>
                <w:rFonts w:ascii="Browallia New" w:hAnsi="Browallia New" w:cs="Browallia New"/>
                <w:cs/>
              </w:rPr>
              <w:t>สำนักงานใหญ่และโรงงาน</w:t>
            </w:r>
          </w:p>
        </w:tc>
        <w:tc>
          <w:tcPr>
            <w:tcW w:w="180" w:type="dxa"/>
            <w:tcBorders>
              <w:top w:val="nil"/>
              <w:left w:val="nil"/>
              <w:bottom w:val="nil"/>
              <w:right w:val="nil"/>
            </w:tcBorders>
          </w:tcPr>
          <w:p w14:paraId="535CBA05" w14:textId="77777777" w:rsidR="00B836E2" w:rsidRPr="000E3E1F" w:rsidRDefault="00B836E2">
            <w:pPr>
              <w:spacing w:line="360" w:lineRule="auto"/>
              <w:ind w:left="192" w:right="321" w:hanging="135"/>
              <w:rPr>
                <w:rFonts w:ascii="Browallia New" w:hAnsi="Browallia New" w:cs="Browallia New"/>
              </w:rPr>
            </w:pPr>
            <w:r w:rsidRPr="000E3E1F">
              <w:rPr>
                <w:rFonts w:ascii="Browallia New" w:hAnsi="Browallia New" w:cs="Browallia New"/>
              </w:rPr>
              <w:t>:</w:t>
            </w:r>
          </w:p>
        </w:tc>
        <w:tc>
          <w:tcPr>
            <w:tcW w:w="6221" w:type="dxa"/>
            <w:tcBorders>
              <w:top w:val="nil"/>
              <w:left w:val="nil"/>
              <w:bottom w:val="nil"/>
              <w:right w:val="nil"/>
            </w:tcBorders>
            <w:shd w:val="clear" w:color="auto" w:fill="auto"/>
          </w:tcPr>
          <w:p w14:paraId="27593F23" w14:textId="4DD3A96B" w:rsidR="00B836E2" w:rsidRPr="000E3E1F" w:rsidRDefault="002569F2" w:rsidP="002569F2">
            <w:pPr>
              <w:ind w:left="216" w:right="321"/>
              <w:rPr>
                <w:rFonts w:ascii="Browallia New" w:hAnsi="Browallia New" w:cs="Browallia New"/>
                <w:sz w:val="19"/>
                <w:szCs w:val="19"/>
                <w:lang w:val="en-GB"/>
              </w:rPr>
            </w:pPr>
            <w:r w:rsidRPr="000E3E1F">
              <w:rPr>
                <w:rStyle w:val="normaltextrun"/>
                <w:rFonts w:ascii="Browallia New" w:hAnsi="Browallia New" w:cs="Browallia New"/>
              </w:rPr>
              <w:t xml:space="preserve">51/3 </w:t>
            </w:r>
            <w:r w:rsidRPr="000E3E1F">
              <w:rPr>
                <w:rStyle w:val="normaltextrun"/>
                <w:rFonts w:ascii="Browallia New" w:hAnsi="Browallia New" w:cs="Browallia New"/>
                <w:cs/>
              </w:rPr>
              <w:t>ถนนปู่เจ้าสมิงพราย ตำบลบางหญ้าแพรก อำเภอพระประแดง จังหวัด สมุทรปราการ</w:t>
            </w:r>
            <w:r w:rsidRPr="000E3E1F">
              <w:rPr>
                <w:rFonts w:ascii="Browallia New" w:hAnsi="Browallia New" w:cs="Browallia New"/>
                <w:sz w:val="19"/>
                <w:szCs w:val="19"/>
                <w:cs/>
                <w:lang w:val="en-GB"/>
              </w:rPr>
              <w:t xml:space="preserve">  </w:t>
            </w:r>
          </w:p>
        </w:tc>
      </w:tr>
      <w:tr w:rsidR="00B836E2" w:rsidRPr="000E3E1F" w14:paraId="2304B34A" w14:textId="77777777">
        <w:trPr>
          <w:trHeight w:val="667"/>
        </w:trPr>
        <w:tc>
          <w:tcPr>
            <w:tcW w:w="2820" w:type="dxa"/>
            <w:tcBorders>
              <w:top w:val="nil"/>
              <w:left w:val="nil"/>
              <w:bottom w:val="nil"/>
              <w:right w:val="nil"/>
            </w:tcBorders>
            <w:shd w:val="clear" w:color="auto" w:fill="auto"/>
          </w:tcPr>
          <w:p w14:paraId="69EE675A" w14:textId="67E4869A" w:rsidR="00B836E2" w:rsidRPr="000E3E1F" w:rsidRDefault="002569F2">
            <w:pPr>
              <w:spacing w:line="360" w:lineRule="auto"/>
              <w:ind w:left="30"/>
              <w:jc w:val="thaiDistribute"/>
              <w:rPr>
                <w:rFonts w:ascii="Browallia New" w:hAnsi="Browallia New" w:cs="Browallia New"/>
                <w:sz w:val="19"/>
                <w:szCs w:val="19"/>
                <w:lang w:val="en-GB"/>
              </w:rPr>
            </w:pPr>
            <w:r w:rsidRPr="000E3E1F">
              <w:rPr>
                <w:rStyle w:val="normaltextrun"/>
                <w:rFonts w:ascii="Browallia New" w:hAnsi="Browallia New" w:cs="Browallia New"/>
                <w:cs/>
              </w:rPr>
              <w:t>ข</w:t>
            </w:r>
            <w:r w:rsidRPr="000E3E1F">
              <w:rPr>
                <w:rStyle w:val="normaltextrun"/>
                <w:rFonts w:ascii="Browallia New" w:hAnsi="Browallia New" w:cs="Browallia New"/>
              </w:rPr>
              <w:t>.</w:t>
            </w:r>
            <w:r w:rsidR="00B836E2" w:rsidRPr="000E3E1F">
              <w:rPr>
                <w:rStyle w:val="normaltextrun"/>
                <w:rFonts w:ascii="Browallia New" w:hAnsi="Browallia New" w:cs="Browallia New"/>
              </w:rPr>
              <w:t>)  </w:t>
            </w:r>
            <w:r w:rsidRPr="000E3E1F">
              <w:rPr>
                <w:rStyle w:val="normaltextrun"/>
                <w:rFonts w:ascii="Browallia New" w:hAnsi="Browallia New" w:cs="Browallia New"/>
                <w:cs/>
              </w:rPr>
              <w:t xml:space="preserve">โรงงาน </w:t>
            </w:r>
            <w:r w:rsidRPr="000E3E1F">
              <w:rPr>
                <w:rStyle w:val="normaltextrun"/>
                <w:rFonts w:ascii="Browallia New" w:hAnsi="Browallia New" w:cs="Browallia New"/>
              </w:rPr>
              <w:t>2</w:t>
            </w:r>
            <w:r w:rsidRPr="000E3E1F">
              <w:rPr>
                <w:rFonts w:ascii="Browallia New" w:hAnsi="Browallia New" w:cs="Browallia New"/>
                <w:sz w:val="19"/>
                <w:szCs w:val="19"/>
                <w:lang w:val="en-GB"/>
              </w:rPr>
              <w:t xml:space="preserve">                        </w:t>
            </w:r>
          </w:p>
        </w:tc>
        <w:tc>
          <w:tcPr>
            <w:tcW w:w="180" w:type="dxa"/>
            <w:tcBorders>
              <w:top w:val="nil"/>
              <w:left w:val="nil"/>
              <w:bottom w:val="nil"/>
              <w:right w:val="nil"/>
            </w:tcBorders>
          </w:tcPr>
          <w:p w14:paraId="79FFCA99" w14:textId="77777777" w:rsidR="00B836E2" w:rsidRPr="000E3E1F" w:rsidRDefault="00B836E2">
            <w:pPr>
              <w:spacing w:line="360" w:lineRule="auto"/>
              <w:ind w:left="192" w:right="321" w:hanging="135"/>
              <w:jc w:val="thaiDistribute"/>
              <w:rPr>
                <w:rFonts w:ascii="Browallia New" w:hAnsi="Browallia New" w:cs="Browallia New"/>
                <w:lang w:val="en-GB"/>
              </w:rPr>
            </w:pPr>
            <w:r w:rsidRPr="000E3E1F">
              <w:rPr>
                <w:rFonts w:ascii="Browallia New" w:hAnsi="Browallia New" w:cs="Browallia New"/>
                <w:lang w:val="en-GB"/>
              </w:rPr>
              <w:t>:</w:t>
            </w:r>
          </w:p>
        </w:tc>
        <w:tc>
          <w:tcPr>
            <w:tcW w:w="6221" w:type="dxa"/>
            <w:tcBorders>
              <w:top w:val="nil"/>
              <w:left w:val="nil"/>
              <w:bottom w:val="nil"/>
              <w:right w:val="nil"/>
            </w:tcBorders>
            <w:shd w:val="clear" w:color="auto" w:fill="auto"/>
          </w:tcPr>
          <w:p w14:paraId="650C46CA" w14:textId="09CEB8D9" w:rsidR="00B836E2" w:rsidRPr="000E3E1F" w:rsidRDefault="002569F2" w:rsidP="002569F2">
            <w:pPr>
              <w:ind w:left="216" w:right="321"/>
              <w:jc w:val="thaiDistribute"/>
              <w:rPr>
                <w:rFonts w:ascii="Browallia New" w:hAnsi="Browallia New" w:cs="Browallia New"/>
              </w:rPr>
            </w:pPr>
            <w:r w:rsidRPr="000E3E1F">
              <w:rPr>
                <w:rStyle w:val="normaltextrun"/>
                <w:rFonts w:ascii="Browallia New" w:hAnsi="Browallia New" w:cs="Browallia New"/>
              </w:rPr>
              <w:t>51/11</w:t>
            </w:r>
            <w:r w:rsidRPr="000E3E1F">
              <w:rPr>
                <w:rStyle w:val="normaltextrun"/>
                <w:rFonts w:ascii="Browallia New" w:hAnsi="Browallia New" w:cs="Browallia New"/>
                <w:cs/>
              </w:rPr>
              <w:t xml:space="preserve"> ถนนปู่เจ้าสมิงพราย ตำบลบางหญ้าแพรก อำเภอพระประแดง จังหวัด สมุทรปราการ</w:t>
            </w:r>
          </w:p>
        </w:tc>
      </w:tr>
      <w:tr w:rsidR="00B836E2" w:rsidRPr="000E3E1F" w14:paraId="4EA8E8AF" w14:textId="77777777">
        <w:trPr>
          <w:trHeight w:val="323"/>
        </w:trPr>
        <w:tc>
          <w:tcPr>
            <w:tcW w:w="2820" w:type="dxa"/>
            <w:tcBorders>
              <w:top w:val="nil"/>
              <w:left w:val="nil"/>
              <w:bottom w:val="nil"/>
              <w:right w:val="nil"/>
            </w:tcBorders>
            <w:shd w:val="clear" w:color="auto" w:fill="auto"/>
            <w:hideMark/>
          </w:tcPr>
          <w:p w14:paraId="065ED3AF" w14:textId="79EF3580" w:rsidR="00B836E2" w:rsidRPr="000E3E1F" w:rsidRDefault="00900829">
            <w:pPr>
              <w:spacing w:line="360" w:lineRule="auto"/>
              <w:ind w:left="30"/>
              <w:jc w:val="thaiDistribute"/>
              <w:rPr>
                <w:rFonts w:ascii="Browallia New" w:hAnsi="Browallia New" w:cs="Browallia New"/>
                <w:sz w:val="19"/>
                <w:szCs w:val="19"/>
                <w:lang w:val="en-GB"/>
              </w:rPr>
            </w:pPr>
            <w:r w:rsidRPr="000E3E1F">
              <w:rPr>
                <w:rStyle w:val="normaltextrun"/>
                <w:rFonts w:ascii="Browallia New" w:hAnsi="Browallia New" w:cs="Browallia New"/>
                <w:cs/>
              </w:rPr>
              <w:t>ค</w:t>
            </w:r>
            <w:r w:rsidRPr="000E3E1F">
              <w:rPr>
                <w:rStyle w:val="normaltextrun"/>
                <w:rFonts w:ascii="Browallia New" w:hAnsi="Browallia New" w:cs="Browallia New"/>
              </w:rPr>
              <w:t>.</w:t>
            </w:r>
            <w:r w:rsidR="00B836E2" w:rsidRPr="000E3E1F">
              <w:rPr>
                <w:rStyle w:val="normaltextrun"/>
                <w:rFonts w:ascii="Browallia New" w:hAnsi="Browallia New" w:cs="Browallia New"/>
              </w:rPr>
              <w:t>)  </w:t>
            </w:r>
            <w:r w:rsidRPr="000E3E1F">
              <w:rPr>
                <w:rStyle w:val="normaltextrun"/>
                <w:rFonts w:ascii="Browallia New" w:hAnsi="Browallia New" w:cs="Browallia New"/>
                <w:cs/>
              </w:rPr>
              <w:t xml:space="preserve">โรงงาน </w:t>
            </w:r>
            <w:r w:rsidRPr="000E3E1F">
              <w:rPr>
                <w:rStyle w:val="normaltextrun"/>
                <w:rFonts w:ascii="Browallia New" w:hAnsi="Browallia New" w:cs="Browallia New"/>
              </w:rPr>
              <w:t>3</w:t>
            </w:r>
            <w:r w:rsidRPr="000E3E1F">
              <w:rPr>
                <w:rFonts w:ascii="Browallia New" w:hAnsi="Browallia New" w:cs="Browallia New"/>
                <w:sz w:val="19"/>
                <w:szCs w:val="19"/>
                <w:lang w:val="en-GB"/>
              </w:rPr>
              <w:t xml:space="preserve">                        </w:t>
            </w:r>
          </w:p>
        </w:tc>
        <w:tc>
          <w:tcPr>
            <w:tcW w:w="180" w:type="dxa"/>
            <w:tcBorders>
              <w:top w:val="nil"/>
              <w:left w:val="nil"/>
              <w:bottom w:val="nil"/>
              <w:right w:val="nil"/>
            </w:tcBorders>
          </w:tcPr>
          <w:p w14:paraId="7EEBA415" w14:textId="77777777" w:rsidR="00B836E2" w:rsidRPr="000E3E1F" w:rsidRDefault="00B836E2">
            <w:pPr>
              <w:spacing w:line="360" w:lineRule="auto"/>
              <w:ind w:left="192" w:hanging="135"/>
              <w:jc w:val="thaiDistribute"/>
              <w:rPr>
                <w:rFonts w:ascii="Browallia New" w:hAnsi="Browallia New" w:cs="Browallia New"/>
                <w:lang w:val="en-GB"/>
              </w:rPr>
            </w:pPr>
            <w:r w:rsidRPr="000E3E1F">
              <w:rPr>
                <w:rFonts w:ascii="Browallia New" w:hAnsi="Browallia New" w:cs="Browallia New"/>
                <w:lang w:val="en-GB"/>
              </w:rPr>
              <w:t>:</w:t>
            </w:r>
          </w:p>
        </w:tc>
        <w:tc>
          <w:tcPr>
            <w:tcW w:w="6221" w:type="dxa"/>
            <w:tcBorders>
              <w:top w:val="nil"/>
              <w:left w:val="nil"/>
              <w:bottom w:val="nil"/>
              <w:right w:val="nil"/>
            </w:tcBorders>
            <w:shd w:val="clear" w:color="auto" w:fill="auto"/>
            <w:hideMark/>
          </w:tcPr>
          <w:p w14:paraId="3102ACB8" w14:textId="51B02DDC" w:rsidR="00B836E2" w:rsidRPr="000E3E1F" w:rsidRDefault="00900829">
            <w:pPr>
              <w:spacing w:line="360" w:lineRule="auto"/>
              <w:ind w:left="216"/>
              <w:jc w:val="thaiDistribute"/>
              <w:rPr>
                <w:rFonts w:ascii="Browallia New" w:hAnsi="Browallia New" w:cs="Browallia New"/>
                <w:sz w:val="19"/>
                <w:szCs w:val="19"/>
                <w:lang w:val="en-GB"/>
              </w:rPr>
            </w:pPr>
            <w:r w:rsidRPr="000E3E1F">
              <w:rPr>
                <w:rStyle w:val="normaltextrun"/>
                <w:rFonts w:ascii="Browallia New" w:hAnsi="Browallia New" w:cs="Browallia New"/>
              </w:rPr>
              <w:t xml:space="preserve">60/6 </w:t>
            </w:r>
            <w:r w:rsidRPr="000E3E1F">
              <w:rPr>
                <w:rStyle w:val="normaltextrun"/>
                <w:rFonts w:ascii="Browallia New" w:hAnsi="Browallia New" w:cs="Browallia New"/>
                <w:cs/>
              </w:rPr>
              <w:t xml:space="preserve">หมู่ </w:t>
            </w:r>
            <w:r w:rsidRPr="000E3E1F">
              <w:rPr>
                <w:rStyle w:val="normaltextrun"/>
                <w:rFonts w:ascii="Browallia New" w:hAnsi="Browallia New" w:cs="Browallia New"/>
              </w:rPr>
              <w:t xml:space="preserve">3 </w:t>
            </w:r>
            <w:r w:rsidRPr="000E3E1F">
              <w:rPr>
                <w:rStyle w:val="normaltextrun"/>
                <w:rFonts w:ascii="Browallia New" w:hAnsi="Browallia New" w:cs="Browallia New"/>
                <w:cs/>
              </w:rPr>
              <w:t>ตำบลมาบยางพร อำเภอปลวกแดง จังหวัดระยอง</w:t>
            </w:r>
          </w:p>
        </w:tc>
      </w:tr>
    </w:tbl>
    <w:p w14:paraId="48562479" w14:textId="3CBC9B30" w:rsidR="00633BA9" w:rsidRPr="000E3E1F" w:rsidRDefault="000B700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0E3E1F">
        <w:rPr>
          <w:rStyle w:val="normaltextrun"/>
          <w:rFonts w:ascii="Browallia New" w:hAnsi="Browallia New" w:cs="Browallia New"/>
          <w:sz w:val="28"/>
          <w:szCs w:val="28"/>
        </w:rPr>
        <w:br/>
      </w:r>
      <w:r w:rsidR="00633BA9" w:rsidRPr="000E3E1F">
        <w:rPr>
          <w:rStyle w:val="normaltextrun"/>
          <w:rFonts w:ascii="Browallia New" w:hAnsi="Browallia New" w:cs="Browallia New"/>
          <w:sz w:val="28"/>
          <w:szCs w:val="28"/>
          <w:cs/>
        </w:rPr>
        <w:t>บริษัทมีผู้ถือหุ้นรายใหญ่คือ</w:t>
      </w:r>
      <w:r w:rsidR="00633BA9" w:rsidRPr="000E3E1F">
        <w:rPr>
          <w:rStyle w:val="normaltextrun"/>
          <w:rFonts w:ascii="Browallia New" w:hAnsi="Browallia New" w:cs="Browallia New"/>
          <w:sz w:val="28"/>
          <w:szCs w:val="28"/>
        </w:rPr>
        <w:t> </w:t>
      </w:r>
      <w:proofErr w:type="spellStart"/>
      <w:r w:rsidR="00633BA9" w:rsidRPr="000E3E1F">
        <w:rPr>
          <w:rStyle w:val="normaltextrun"/>
          <w:rFonts w:ascii="Browallia New" w:hAnsi="Browallia New" w:cs="Browallia New"/>
          <w:sz w:val="28"/>
          <w:szCs w:val="28"/>
        </w:rPr>
        <w:t>Okaya</w:t>
      </w:r>
      <w:proofErr w:type="spellEnd"/>
      <w:r w:rsidR="00633BA9" w:rsidRPr="000E3E1F">
        <w:rPr>
          <w:rStyle w:val="normaltextrun"/>
          <w:rFonts w:ascii="Browallia New" w:hAnsi="Browallia New" w:cs="Browallia New"/>
          <w:sz w:val="28"/>
          <w:szCs w:val="28"/>
        </w:rPr>
        <w:t> &amp; Co., Ltd. (</w:t>
      </w:r>
      <w:r w:rsidR="00633BA9" w:rsidRPr="000E3E1F">
        <w:rPr>
          <w:rStyle w:val="normaltextrun"/>
          <w:rFonts w:ascii="Browallia New" w:hAnsi="Browallia New" w:cs="Browallia New"/>
          <w:sz w:val="28"/>
          <w:szCs w:val="28"/>
          <w:cs/>
        </w:rPr>
        <w:t>ถือหุ้นร้อยละ</w:t>
      </w:r>
      <w:r w:rsidR="00633BA9" w:rsidRPr="000E3E1F">
        <w:rPr>
          <w:rStyle w:val="normaltextrun"/>
          <w:rFonts w:ascii="Browallia New" w:hAnsi="Browallia New" w:cs="Browallia New"/>
          <w:sz w:val="28"/>
          <w:szCs w:val="28"/>
        </w:rPr>
        <w:t> </w:t>
      </w:r>
      <w:r w:rsidR="00AA2DF0" w:rsidRPr="000E3E1F">
        <w:rPr>
          <w:rStyle w:val="normaltextrun"/>
          <w:rFonts w:ascii="Browallia New" w:hAnsi="Browallia New" w:cs="Browallia New"/>
          <w:sz w:val="28"/>
          <w:szCs w:val="28"/>
        </w:rPr>
        <w:t>3</w:t>
      </w:r>
      <w:r w:rsidR="00E52480" w:rsidRPr="000E3E1F">
        <w:rPr>
          <w:rStyle w:val="normaltextrun"/>
          <w:rFonts w:ascii="Browallia New" w:hAnsi="Browallia New" w:cs="Browallia New"/>
          <w:sz w:val="28"/>
          <w:szCs w:val="28"/>
        </w:rPr>
        <w:t>3</w:t>
      </w:r>
      <w:r w:rsidR="00633BA9" w:rsidRPr="000E3E1F">
        <w:rPr>
          <w:rStyle w:val="normaltextrun"/>
          <w:rFonts w:ascii="Browallia New" w:hAnsi="Browallia New" w:cs="Browallia New"/>
          <w:sz w:val="28"/>
          <w:szCs w:val="28"/>
        </w:rPr>
        <w:t>.</w:t>
      </w:r>
      <w:r w:rsidR="00E52480" w:rsidRPr="000E3E1F">
        <w:rPr>
          <w:rStyle w:val="normaltextrun"/>
          <w:rFonts w:ascii="Browallia New" w:hAnsi="Browallia New" w:cs="Browallia New"/>
          <w:sz w:val="28"/>
          <w:szCs w:val="28"/>
        </w:rPr>
        <w:t>25</w:t>
      </w:r>
      <w:r w:rsidR="00633BA9" w:rsidRPr="000E3E1F">
        <w:rPr>
          <w:rStyle w:val="normaltextrun"/>
          <w:rFonts w:ascii="Browallia New" w:hAnsi="Browallia New" w:cs="Browallia New"/>
          <w:sz w:val="28"/>
          <w:szCs w:val="28"/>
          <w:cs/>
        </w:rPr>
        <w:t>)</w:t>
      </w:r>
      <w:r w:rsidR="00F60E66" w:rsidRPr="000E3E1F">
        <w:rPr>
          <w:rStyle w:val="normaltextrun"/>
          <w:rFonts w:ascii="Browallia New" w:hAnsi="Browallia New" w:cs="Browallia New"/>
          <w:sz w:val="28"/>
          <w:szCs w:val="28"/>
        </w:rPr>
        <w:t xml:space="preserve"> </w:t>
      </w:r>
      <w:r w:rsidR="00633BA9" w:rsidRPr="000E3E1F">
        <w:rPr>
          <w:rStyle w:val="normaltextrun"/>
          <w:rFonts w:ascii="Browallia New" w:hAnsi="Browallia New" w:cs="Browallia New"/>
          <w:sz w:val="28"/>
          <w:szCs w:val="28"/>
          <w:cs/>
        </w:rPr>
        <w:t>และบริษัท</w:t>
      </w:r>
      <w:r w:rsidR="00F60E66" w:rsidRPr="000E3E1F">
        <w:rPr>
          <w:rStyle w:val="normaltextrun"/>
          <w:rFonts w:ascii="Browallia New" w:hAnsi="Browallia New" w:cs="Browallia New"/>
          <w:sz w:val="28"/>
          <w:szCs w:val="28"/>
        </w:rPr>
        <w:t xml:space="preserve"> </w:t>
      </w:r>
      <w:r w:rsidR="00633BA9" w:rsidRPr="000E3E1F">
        <w:rPr>
          <w:rStyle w:val="normaltextrun"/>
          <w:rFonts w:ascii="Browallia New" w:hAnsi="Browallia New" w:cs="Browallia New"/>
          <w:sz w:val="28"/>
          <w:szCs w:val="28"/>
          <w:cs/>
        </w:rPr>
        <w:t>สยามสตีลอินเตอร์เนชั่น</w:t>
      </w:r>
      <w:proofErr w:type="spellStart"/>
      <w:r w:rsidR="00633BA9" w:rsidRPr="000E3E1F">
        <w:rPr>
          <w:rStyle w:val="normaltextrun"/>
          <w:rFonts w:ascii="Browallia New" w:hAnsi="Browallia New" w:cs="Browallia New"/>
          <w:sz w:val="28"/>
          <w:szCs w:val="28"/>
          <w:cs/>
        </w:rPr>
        <w:t>แน</w:t>
      </w:r>
      <w:proofErr w:type="spellEnd"/>
      <w:r w:rsidR="00633BA9" w:rsidRPr="000E3E1F">
        <w:rPr>
          <w:rStyle w:val="normaltextrun"/>
          <w:rFonts w:ascii="Browallia New" w:hAnsi="Browallia New" w:cs="Browallia New"/>
          <w:sz w:val="28"/>
          <w:szCs w:val="28"/>
          <w:cs/>
        </w:rPr>
        <w:t>ล</w:t>
      </w:r>
      <w:r w:rsidR="008A1E05" w:rsidRPr="000E3E1F">
        <w:rPr>
          <w:rStyle w:val="normaltextrun"/>
          <w:rFonts w:ascii="Browallia New" w:hAnsi="Browallia New" w:cs="Browallia New"/>
          <w:sz w:val="28"/>
          <w:szCs w:val="28"/>
        </w:rPr>
        <w:t xml:space="preserve"> </w:t>
      </w:r>
      <w:r w:rsidR="00633BA9" w:rsidRPr="000E3E1F">
        <w:rPr>
          <w:rStyle w:val="normaltextrun"/>
          <w:rFonts w:ascii="Browallia New" w:hAnsi="Browallia New" w:cs="Browallia New"/>
          <w:sz w:val="28"/>
          <w:szCs w:val="28"/>
          <w:cs/>
        </w:rPr>
        <w:t>จำกัด</w:t>
      </w:r>
      <w:r w:rsidR="00F60E66" w:rsidRPr="000E3E1F">
        <w:rPr>
          <w:rStyle w:val="normaltextrun"/>
          <w:rFonts w:ascii="Browallia New" w:hAnsi="Browallia New" w:cs="Browallia New"/>
          <w:sz w:val="28"/>
          <w:szCs w:val="28"/>
        </w:rPr>
        <w:t xml:space="preserve"> </w:t>
      </w:r>
      <w:r w:rsidR="00633BA9" w:rsidRPr="000E3E1F">
        <w:rPr>
          <w:rStyle w:val="normaltextrun"/>
          <w:rFonts w:ascii="Browallia New" w:hAnsi="Browallia New" w:cs="Browallia New"/>
          <w:sz w:val="28"/>
          <w:szCs w:val="28"/>
          <w:cs/>
        </w:rPr>
        <w:t>(มหาชน)</w:t>
      </w:r>
      <w:r w:rsidR="00F60E66" w:rsidRPr="000E3E1F">
        <w:rPr>
          <w:rStyle w:val="normaltextrun"/>
          <w:rFonts w:ascii="Browallia New" w:hAnsi="Browallia New" w:cs="Browallia New"/>
          <w:sz w:val="28"/>
          <w:szCs w:val="28"/>
        </w:rPr>
        <w:t xml:space="preserve"> </w:t>
      </w:r>
      <w:r w:rsidR="00633BA9" w:rsidRPr="000E3E1F">
        <w:rPr>
          <w:rStyle w:val="normaltextrun"/>
          <w:rFonts w:ascii="Browallia New" w:hAnsi="Browallia New" w:cs="Browallia New"/>
          <w:sz w:val="28"/>
          <w:szCs w:val="28"/>
          <w:cs/>
        </w:rPr>
        <w:t>(ถือหุ้นร้อยละ</w:t>
      </w:r>
      <w:r w:rsidR="00633BA9" w:rsidRPr="000E3E1F">
        <w:rPr>
          <w:rStyle w:val="normaltextrun"/>
          <w:rFonts w:ascii="Browallia New" w:hAnsi="Browallia New" w:cs="Browallia New"/>
          <w:sz w:val="28"/>
          <w:szCs w:val="28"/>
        </w:rPr>
        <w:t> 2</w:t>
      </w:r>
      <w:r w:rsidR="00AA2DF0" w:rsidRPr="000E3E1F">
        <w:rPr>
          <w:rStyle w:val="normaltextrun"/>
          <w:rFonts w:ascii="Browallia New" w:hAnsi="Browallia New" w:cs="Browallia New"/>
          <w:sz w:val="28"/>
          <w:szCs w:val="28"/>
        </w:rPr>
        <w:t>4</w:t>
      </w:r>
      <w:r w:rsidR="00633BA9" w:rsidRPr="000E3E1F">
        <w:rPr>
          <w:rStyle w:val="normaltextrun"/>
          <w:rFonts w:ascii="Browallia New" w:hAnsi="Browallia New" w:cs="Browallia New"/>
          <w:sz w:val="28"/>
          <w:szCs w:val="28"/>
        </w:rPr>
        <w:t>.</w:t>
      </w:r>
      <w:r w:rsidR="00AA2DF0" w:rsidRPr="000E3E1F">
        <w:rPr>
          <w:rStyle w:val="normaltextrun"/>
          <w:rFonts w:ascii="Browallia New" w:hAnsi="Browallia New" w:cs="Browallia New"/>
          <w:sz w:val="28"/>
          <w:szCs w:val="28"/>
        </w:rPr>
        <w:t>51</w:t>
      </w:r>
      <w:r w:rsidR="00633BA9" w:rsidRPr="000E3E1F">
        <w:rPr>
          <w:rStyle w:val="normaltextrun"/>
          <w:rFonts w:ascii="Browallia New" w:hAnsi="Browallia New" w:cs="Browallia New"/>
          <w:sz w:val="28"/>
          <w:szCs w:val="28"/>
        </w:rPr>
        <w:t>)</w:t>
      </w:r>
      <w:r w:rsidR="00633BA9" w:rsidRPr="000E3E1F">
        <w:rPr>
          <w:rStyle w:val="normaltextrun"/>
          <w:rFonts w:ascii="Browallia New" w:hAnsi="Browallia New" w:cs="Browallia New"/>
        </w:rPr>
        <w:t> </w:t>
      </w:r>
    </w:p>
    <w:p w14:paraId="726894A7" w14:textId="311BB4FE" w:rsidR="00EE1B14" w:rsidRPr="000E3E1F"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D" w14:textId="0A26905A" w:rsidR="00096495" w:rsidRPr="000E3E1F" w:rsidRDefault="00096495" w:rsidP="009F10FE">
      <w:pPr>
        <w:numPr>
          <w:ilvl w:val="0"/>
          <w:numId w:val="1"/>
        </w:numPr>
        <w:tabs>
          <w:tab w:val="clear" w:pos="360"/>
          <w:tab w:val="left" w:pos="374"/>
          <w:tab w:val="left" w:pos="426"/>
        </w:tabs>
        <w:jc w:val="thaiDistribute"/>
        <w:rPr>
          <w:rFonts w:ascii="Browallia New" w:hAnsi="Browallia New" w:cs="Browallia New"/>
          <w:b/>
          <w:bCs/>
          <w:color w:val="FFFFFF" w:themeColor="background1"/>
          <w:cs/>
        </w:rPr>
      </w:pPr>
      <w:r w:rsidRPr="000E3E1F">
        <w:rPr>
          <w:rFonts w:ascii="Browallia New" w:hAnsi="Browallia New" w:cs="Browallia New"/>
          <w:b/>
          <w:bCs/>
          <w:cs/>
        </w:rPr>
        <w:t>เกณฑ์ในการจัดทำ</w:t>
      </w:r>
      <w:r w:rsidR="003C27C8" w:rsidRPr="000E3E1F">
        <w:rPr>
          <w:rFonts w:ascii="Browallia New" w:hAnsi="Browallia New" w:cs="Browallia New"/>
          <w:b/>
          <w:bCs/>
          <w:cs/>
        </w:rPr>
        <w:t>ข้อมูลทาง</w:t>
      </w:r>
      <w:r w:rsidRPr="000E3E1F">
        <w:rPr>
          <w:rFonts w:ascii="Browallia New" w:hAnsi="Browallia New" w:cs="Browallia New"/>
          <w:b/>
          <w:bCs/>
          <w:cs/>
        </w:rPr>
        <w:t>การเงิน</w:t>
      </w:r>
    </w:p>
    <w:p w14:paraId="4856247E" w14:textId="77777777" w:rsidR="002776AD" w:rsidRPr="000E3E1F"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63AA2372" w14:textId="77777777" w:rsidR="00946EFE" w:rsidRPr="000E3E1F"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0E3E1F">
        <w:rPr>
          <w:rFonts w:ascii="Browallia New" w:eastAsia="Arial Unicode MS" w:hAnsi="Browallia New" w:cs="Browallia New"/>
          <w:sz w:val="28"/>
          <w:szCs w:val="28"/>
          <w:cs/>
          <w:lang w:val="en-GB"/>
        </w:rPr>
        <w:t xml:space="preserve">ข้อมูลทางการเงินรวมและข้อมูลทางการเงินเฉพาะบริษัทระหว่างกาลได้จัดทำขึ้นตามมาตรฐานการบัญชี ฉบับที่ </w:t>
      </w:r>
      <w:r w:rsidRPr="000E3E1F">
        <w:rPr>
          <w:rFonts w:ascii="Browallia New" w:eastAsia="Arial Unicode MS" w:hAnsi="Browallia New" w:cs="Browallia New"/>
          <w:sz w:val="28"/>
          <w:szCs w:val="28"/>
          <w:lang w:val="en-GB"/>
        </w:rPr>
        <w:t xml:space="preserve">34 </w:t>
      </w:r>
      <w:r w:rsidRPr="000E3E1F">
        <w:rPr>
          <w:rFonts w:ascii="Browallia New" w:eastAsia="Arial Unicode MS" w:hAnsi="Browallia New" w:cs="Browallia New"/>
          <w:sz w:val="28"/>
          <w:szCs w:val="28"/>
          <w:cs/>
          <w:lang w:val="en-GB"/>
        </w:rPr>
        <w:t>เรื่อง การ</w:t>
      </w:r>
      <w:r w:rsidRPr="000E3E1F">
        <w:rPr>
          <w:rStyle w:val="normaltextrun"/>
          <w:rFonts w:ascii="Browallia New" w:hAnsi="Browallia New" w:cs="Browallia New"/>
          <w:sz w:val="28"/>
          <w:szCs w:val="28"/>
          <w:cs/>
        </w:rPr>
        <w:t>รายงาน</w:t>
      </w:r>
      <w:r w:rsidRPr="000E3E1F">
        <w:rPr>
          <w:rFonts w:ascii="Browallia New" w:eastAsia="Arial Unicode MS" w:hAnsi="Browallia New" w:cs="Browallia New"/>
          <w:sz w:val="28"/>
          <w:szCs w:val="28"/>
          <w:cs/>
          <w:lang w:val="en-GB"/>
        </w:rPr>
        <w:t xml:space="preserve">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 </w:t>
      </w:r>
    </w:p>
    <w:p w14:paraId="111EACC6" w14:textId="77777777" w:rsidR="00946EFE" w:rsidRPr="000E3E1F" w:rsidRDefault="00946EFE" w:rsidP="00946EFE">
      <w:pPr>
        <w:ind w:left="432"/>
        <w:jc w:val="both"/>
        <w:rPr>
          <w:rFonts w:ascii="Browallia New" w:eastAsia="Arial Unicode MS" w:hAnsi="Browallia New" w:cs="Browallia New"/>
          <w:lang w:val="en-GB"/>
        </w:rPr>
      </w:pPr>
    </w:p>
    <w:p w14:paraId="60D6F208" w14:textId="5A1C8861" w:rsidR="00946EFE" w:rsidRPr="000E3E1F"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0E3E1F">
        <w:rPr>
          <w:rFonts w:ascii="Browallia New" w:eastAsia="Arial Unicode MS" w:hAnsi="Browallia New" w:cs="Browallia New"/>
          <w:sz w:val="28"/>
          <w:szCs w:val="28"/>
          <w:cs/>
          <w:lang w:val="en-GB"/>
        </w:rPr>
        <w:t xml:space="preserve">ข้อมูลทางการเงินระหว่างกาลนี้ควรอ่านควบคู่กับงบการเงินของรอบปีบัญชี </w:t>
      </w:r>
      <w:r w:rsidRPr="000E3E1F">
        <w:rPr>
          <w:rFonts w:ascii="Browallia New" w:eastAsia="Arial Unicode MS" w:hAnsi="Browallia New" w:cs="Browallia New"/>
          <w:sz w:val="28"/>
          <w:szCs w:val="28"/>
          <w:lang w:val="en-GB"/>
        </w:rPr>
        <w:t xml:space="preserve">31 </w:t>
      </w:r>
      <w:r w:rsidRPr="000E3E1F">
        <w:rPr>
          <w:rFonts w:ascii="Browallia New" w:eastAsia="Arial Unicode MS" w:hAnsi="Browallia New" w:cs="Browallia New"/>
          <w:sz w:val="28"/>
          <w:szCs w:val="28"/>
          <w:cs/>
          <w:lang w:val="en-GB"/>
        </w:rPr>
        <w:t xml:space="preserve">ธันวาคม </w:t>
      </w:r>
      <w:r w:rsidRPr="000E3E1F">
        <w:rPr>
          <w:rFonts w:ascii="Browallia New" w:eastAsia="Arial Unicode MS" w:hAnsi="Browallia New" w:cs="Browallia New"/>
          <w:sz w:val="28"/>
          <w:szCs w:val="28"/>
        </w:rPr>
        <w:t>2566</w:t>
      </w:r>
    </w:p>
    <w:p w14:paraId="31100F66" w14:textId="77777777" w:rsidR="00946EFE" w:rsidRPr="000E3E1F" w:rsidRDefault="00946EFE" w:rsidP="00946EFE">
      <w:pPr>
        <w:jc w:val="both"/>
        <w:rPr>
          <w:rFonts w:ascii="Browallia New" w:eastAsia="Arial Unicode MS" w:hAnsi="Browallia New" w:cs="Browallia New"/>
          <w:lang w:val="en-GB"/>
        </w:rPr>
      </w:pPr>
    </w:p>
    <w:p w14:paraId="56F8C193" w14:textId="77777777" w:rsidR="00AE4C3E" w:rsidRPr="000E3E1F"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0E3E1F">
        <w:rPr>
          <w:rFonts w:ascii="Browallia New" w:eastAsia="Arial Unicode MS" w:hAnsi="Browallia New" w:cs="Browallia New"/>
          <w:sz w:val="28"/>
          <w:szCs w:val="28"/>
          <w:cs/>
          <w:lang w:val="en-GB"/>
        </w:rPr>
        <w:t>ข้อมูลทางการเงินรวมและข้อมูลทางการเงินเฉพาะ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502B8482" w14:textId="447BEFD7" w:rsidR="00946EFE" w:rsidRPr="000E3E1F" w:rsidRDefault="007757D2" w:rsidP="00946EFE">
      <w:pPr>
        <w:pStyle w:val="paragraph"/>
        <w:spacing w:before="0" w:beforeAutospacing="0" w:after="0" w:afterAutospacing="0"/>
        <w:ind w:left="360"/>
        <w:jc w:val="thaiDistribute"/>
        <w:textAlignment w:val="baseline"/>
        <w:rPr>
          <w:rFonts w:ascii="Browallia New" w:hAnsi="Browallia New" w:cs="Browallia New"/>
          <w:sz w:val="28"/>
          <w:szCs w:val="28"/>
        </w:rPr>
      </w:pPr>
      <w:r w:rsidRPr="000E3E1F">
        <w:rPr>
          <w:rFonts w:ascii="Browallia New" w:eastAsia="Arial Unicode MS" w:hAnsi="Browallia New" w:cs="Browallia New"/>
          <w:sz w:val="28"/>
          <w:szCs w:val="28"/>
          <w:lang w:val="en-GB"/>
        </w:rPr>
        <w:br/>
      </w:r>
      <w:r w:rsidR="00692B0C" w:rsidRPr="000E3E1F">
        <w:rPr>
          <w:rFonts w:ascii="Browallia New" w:hAnsi="Browallia New" w:cs="Browallia New"/>
          <w:sz w:val="28"/>
          <w:szCs w:val="28"/>
          <w:cs/>
        </w:rPr>
        <w:t>งบการเงิน</w:t>
      </w:r>
      <w:r w:rsidR="001C56F7" w:rsidRPr="000E3E1F">
        <w:rPr>
          <w:rFonts w:ascii="Browallia New" w:hAnsi="Browallia New" w:cs="Browallia New"/>
          <w:sz w:val="28"/>
          <w:szCs w:val="28"/>
          <w:cs/>
        </w:rPr>
        <w:t>ระหว่างกาลฉบับนี้ได้รับการอนุมัติจาก</w:t>
      </w:r>
      <w:r w:rsidR="00E323D9" w:rsidRPr="000E3E1F">
        <w:rPr>
          <w:rFonts w:ascii="Browallia New" w:hAnsi="Browallia New" w:cs="Browallia New"/>
          <w:sz w:val="28"/>
          <w:szCs w:val="28"/>
          <w:cs/>
        </w:rPr>
        <w:t>คณะ</w:t>
      </w:r>
      <w:r w:rsidR="001C56F7" w:rsidRPr="000E3E1F">
        <w:rPr>
          <w:rFonts w:ascii="Browallia New" w:hAnsi="Browallia New" w:cs="Browallia New"/>
          <w:sz w:val="28"/>
          <w:szCs w:val="28"/>
          <w:cs/>
        </w:rPr>
        <w:t>กรรมการ</w:t>
      </w:r>
      <w:r w:rsidR="00A015FC" w:rsidRPr="000E3E1F">
        <w:rPr>
          <w:rFonts w:ascii="Browallia New" w:hAnsi="Browallia New" w:cs="Browallia New"/>
          <w:sz w:val="28"/>
          <w:szCs w:val="28"/>
          <w:cs/>
        </w:rPr>
        <w:t xml:space="preserve">ผู้มีอำนาจของบริษัทเมื่อวันที่ </w:t>
      </w:r>
      <w:r w:rsidR="00CF6477" w:rsidRPr="000E3E1F">
        <w:rPr>
          <w:rFonts w:ascii="Browallia New" w:hAnsi="Browallia New" w:cs="Browallia New"/>
          <w:sz w:val="28"/>
          <w:szCs w:val="28"/>
        </w:rPr>
        <w:t>7</w:t>
      </w:r>
      <w:r w:rsidR="0090552A" w:rsidRPr="000E3E1F">
        <w:rPr>
          <w:rFonts w:ascii="Browallia New" w:hAnsi="Browallia New" w:cs="Browallia New"/>
          <w:sz w:val="28"/>
          <w:szCs w:val="28"/>
        </w:rPr>
        <w:t xml:space="preserve"> </w:t>
      </w:r>
      <w:r w:rsidR="00897060" w:rsidRPr="000E3E1F">
        <w:rPr>
          <w:rFonts w:ascii="Browallia New" w:hAnsi="Browallia New" w:cs="Browallia New"/>
          <w:sz w:val="28"/>
          <w:szCs w:val="28"/>
          <w:cs/>
        </w:rPr>
        <w:t>พฤศจิกายน</w:t>
      </w:r>
      <w:r w:rsidR="004E77BE" w:rsidRPr="000E3E1F">
        <w:rPr>
          <w:rFonts w:ascii="Browallia New" w:hAnsi="Browallia New" w:cs="Browallia New"/>
          <w:sz w:val="28"/>
          <w:szCs w:val="28"/>
          <w:cs/>
        </w:rPr>
        <w:t xml:space="preserve"> </w:t>
      </w:r>
      <w:r w:rsidR="00A015FC" w:rsidRPr="000E3E1F">
        <w:rPr>
          <w:rFonts w:ascii="Browallia New" w:hAnsi="Browallia New" w:cs="Browallia New"/>
          <w:sz w:val="28"/>
          <w:szCs w:val="28"/>
        </w:rPr>
        <w:t>2567</w:t>
      </w:r>
    </w:p>
    <w:p w14:paraId="70DFC26A" w14:textId="22A136F3" w:rsidR="00B815BB" w:rsidRPr="000E3E1F" w:rsidRDefault="00B815BB" w:rsidP="00DF0B52">
      <w:pPr>
        <w:pStyle w:val="paragraph"/>
        <w:spacing w:before="0" w:beforeAutospacing="0" w:after="0" w:afterAutospacing="0"/>
        <w:ind w:left="360"/>
        <w:jc w:val="thaiDistribute"/>
        <w:textAlignment w:val="baseline"/>
        <w:rPr>
          <w:rFonts w:ascii="Browallia New" w:hAnsi="Browallia New" w:cs="Browallia New"/>
          <w:sz w:val="28"/>
          <w:szCs w:val="28"/>
          <w:cs/>
          <w:lang w:val="th-TH"/>
        </w:rPr>
      </w:pPr>
    </w:p>
    <w:p w14:paraId="35B32BC8" w14:textId="6B186575" w:rsidR="005B4C6B" w:rsidRPr="000E3E1F" w:rsidRDefault="005B4C6B" w:rsidP="0097798B">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นโยบายการบัญชี</w:t>
      </w:r>
      <w:r w:rsidR="00C51A04" w:rsidRPr="000E3E1F">
        <w:rPr>
          <w:rFonts w:ascii="Browallia New" w:hAnsi="Browallia New" w:cs="Browallia New"/>
          <w:b/>
          <w:bCs/>
          <w:cs/>
        </w:rPr>
        <w:t>ที่สำคัญ</w:t>
      </w:r>
    </w:p>
    <w:p w14:paraId="35A358C5" w14:textId="77777777" w:rsidR="005B4C6B" w:rsidRPr="000E3E1F" w:rsidRDefault="005B4C6B" w:rsidP="005B4C6B">
      <w:pPr>
        <w:pStyle w:val="CordiaNew"/>
        <w:tabs>
          <w:tab w:val="clear" w:pos="4153"/>
          <w:tab w:val="left" w:pos="426"/>
        </w:tabs>
        <w:rPr>
          <w:rFonts w:ascii="Browallia New" w:hAnsi="Browallia New" w:cs="Browallia New"/>
          <w:sz w:val="28"/>
          <w:szCs w:val="28"/>
        </w:rPr>
      </w:pPr>
    </w:p>
    <w:p w14:paraId="23622F04" w14:textId="35BF1506" w:rsidR="00FD309F" w:rsidRPr="000E3E1F" w:rsidRDefault="00DB2E80"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0E3E1F">
        <w:rPr>
          <w:rFonts w:ascii="Browallia New" w:hAnsi="Browallia New" w:cs="Browallia New"/>
          <w:sz w:val="28"/>
          <w:szCs w:val="28"/>
          <w:cs/>
        </w:rPr>
        <w:t>นโยบาย</w:t>
      </w:r>
      <w:r w:rsidRPr="000E3E1F">
        <w:rPr>
          <w:rFonts w:ascii="Browallia New" w:eastAsia="Arial Unicode MS" w:hAnsi="Browallia New" w:cs="Browallia New"/>
          <w:sz w:val="28"/>
          <w:szCs w:val="28"/>
          <w:cs/>
          <w:lang w:val="en-GB"/>
        </w:rPr>
        <w:t xml:space="preserve">การบัญชีที่ใช้ในการจัดทำข้อมูลทางการเงินระหว่างกาลเป็นนโยบายเดียวกันกับนโยบายการบัญชีที่ใช้ในการจัดทำงบการเงินสำหรับปีบัญชีสิ้นสุดวันที่ </w:t>
      </w:r>
      <w:r w:rsidRPr="000E3E1F">
        <w:rPr>
          <w:rFonts w:ascii="Browallia New" w:eastAsia="Arial Unicode MS" w:hAnsi="Browallia New" w:cs="Browallia New"/>
          <w:sz w:val="28"/>
          <w:szCs w:val="28"/>
          <w:lang w:val="en-GB"/>
        </w:rPr>
        <w:t xml:space="preserve">31 </w:t>
      </w:r>
      <w:r w:rsidRPr="000E3E1F">
        <w:rPr>
          <w:rFonts w:ascii="Browallia New" w:eastAsia="Arial Unicode MS" w:hAnsi="Browallia New" w:cs="Browallia New"/>
          <w:sz w:val="28"/>
          <w:szCs w:val="28"/>
          <w:cs/>
          <w:lang w:val="en-GB"/>
        </w:rPr>
        <w:t xml:space="preserve">ธันวาคม </w:t>
      </w:r>
      <w:r w:rsidRPr="000E3E1F">
        <w:rPr>
          <w:rFonts w:ascii="Browallia New" w:eastAsia="Arial Unicode MS" w:hAnsi="Browallia New" w:cs="Browallia New"/>
          <w:sz w:val="28"/>
          <w:szCs w:val="28"/>
          <w:lang w:val="en-GB"/>
        </w:rPr>
        <w:t xml:space="preserve">2566 </w:t>
      </w:r>
      <w:r w:rsidRPr="000E3E1F">
        <w:rPr>
          <w:rFonts w:ascii="Browallia New" w:eastAsia="Arial Unicode MS" w:hAnsi="Browallia New" w:cs="Browallia New"/>
          <w:sz w:val="28"/>
          <w:szCs w:val="28"/>
          <w:cs/>
          <w:lang w:val="en-GB"/>
        </w:rPr>
        <w:t>ยกเว้นเรื่องการนำมาตรฐาน การรายงานทางการเงิน</w:t>
      </w:r>
      <w:r w:rsidR="001842A9" w:rsidRPr="000E3E1F">
        <w:rPr>
          <w:rFonts w:ascii="Browallia New" w:eastAsia="Arial Unicode MS" w:hAnsi="Browallia New" w:cs="Browallia New"/>
          <w:sz w:val="28"/>
          <w:szCs w:val="28"/>
          <w:lang w:val="en-GB"/>
        </w:rPr>
        <w:br/>
      </w:r>
      <w:r w:rsidRPr="000E3E1F">
        <w:rPr>
          <w:rFonts w:ascii="Browallia New" w:eastAsia="Arial Unicode MS" w:hAnsi="Browallia New" w:cs="Browallia New"/>
          <w:sz w:val="28"/>
          <w:szCs w:val="28"/>
          <w:cs/>
          <w:lang w:val="en-GB"/>
        </w:rPr>
        <w:t>ฉบับใหม่และฉบับปรับปรุงมาถือปฏิบัติดังที่กล่าวในหมายเหตุข้อ</w:t>
      </w:r>
      <w:r w:rsidR="0078174B" w:rsidRPr="000E3E1F">
        <w:rPr>
          <w:rFonts w:ascii="Browallia New" w:eastAsia="Arial Unicode MS" w:hAnsi="Browallia New" w:cs="Browallia New"/>
          <w:sz w:val="28"/>
          <w:szCs w:val="28"/>
          <w:cs/>
          <w:lang w:val="en-GB"/>
        </w:rPr>
        <w:t xml:space="preserve"> </w:t>
      </w:r>
      <w:r w:rsidR="0078174B" w:rsidRPr="000E3E1F">
        <w:rPr>
          <w:rFonts w:ascii="Browallia New" w:eastAsia="Arial Unicode MS" w:hAnsi="Browallia New" w:cs="Browallia New"/>
          <w:sz w:val="28"/>
          <w:szCs w:val="28"/>
        </w:rPr>
        <w:t>4</w:t>
      </w:r>
    </w:p>
    <w:p w14:paraId="482521AF" w14:textId="22668406" w:rsidR="00A84EC9" w:rsidRPr="000E3E1F" w:rsidRDefault="00FD309F" w:rsidP="00FD309F">
      <w:pPr>
        <w:rPr>
          <w:rFonts w:ascii="Browallia New" w:eastAsia="Arial Unicode MS" w:hAnsi="Browallia New" w:cs="Browallia New"/>
        </w:rPr>
      </w:pPr>
      <w:r w:rsidRPr="000E3E1F">
        <w:rPr>
          <w:rFonts w:ascii="Browallia New" w:eastAsia="Arial Unicode MS" w:hAnsi="Browallia New" w:cs="Browallia New"/>
        </w:rPr>
        <w:br w:type="page"/>
      </w:r>
    </w:p>
    <w:p w14:paraId="5EB589B6" w14:textId="482CE23A" w:rsidR="00857697" w:rsidRPr="000E3E1F" w:rsidRDefault="00A84EC9" w:rsidP="00A84EC9">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lastRenderedPageBreak/>
        <w:t>มาตรฐานการรายงานทางการเงินฉบับใหม่และฉบับปรับปรุงมาถือปฏิบัติและการเปลี่ยนแปลงนโยบาย</w:t>
      </w:r>
      <w:r w:rsidR="00AD3738" w:rsidRPr="000E3E1F">
        <w:rPr>
          <w:rFonts w:ascii="Browallia New" w:hAnsi="Browallia New" w:cs="Browallia New"/>
          <w:b/>
          <w:bCs/>
        </w:rPr>
        <w:br/>
      </w:r>
      <w:r w:rsidRPr="000E3E1F">
        <w:rPr>
          <w:rFonts w:ascii="Browallia New" w:hAnsi="Browallia New" w:cs="Browallia New"/>
          <w:b/>
          <w:bCs/>
          <w:cs/>
        </w:rPr>
        <w:t>การบัญชี</w:t>
      </w:r>
    </w:p>
    <w:p w14:paraId="47B24315" w14:textId="77777777" w:rsidR="00FD309F" w:rsidRPr="000E3E1F" w:rsidRDefault="00FD309F" w:rsidP="003F029D">
      <w:pPr>
        <w:pStyle w:val="CordiaNew"/>
        <w:tabs>
          <w:tab w:val="clear" w:pos="4153"/>
          <w:tab w:val="left" w:pos="426"/>
        </w:tabs>
        <w:rPr>
          <w:rFonts w:ascii="Browallia New" w:hAnsi="Browallia New" w:cs="Browallia New"/>
        </w:rPr>
      </w:pPr>
    </w:p>
    <w:p w14:paraId="1CC46216" w14:textId="128193D9" w:rsidR="00FD309F" w:rsidRPr="000E3E1F" w:rsidRDefault="00FD309F" w:rsidP="001842A9">
      <w:pPr>
        <w:pStyle w:val="ListParagraph"/>
        <w:numPr>
          <w:ilvl w:val="0"/>
          <w:numId w:val="43"/>
        </w:numPr>
        <w:spacing w:after="0" w:line="240" w:lineRule="auto"/>
        <w:ind w:left="873" w:hanging="495"/>
        <w:jc w:val="thaiDistribute"/>
        <w:rPr>
          <w:rFonts w:ascii="Browallia New" w:eastAsia="Arial Unicode MS" w:hAnsi="Browallia New" w:cs="Browallia New"/>
          <w:b/>
          <w:bCs/>
          <w:spacing w:val="-4"/>
        </w:rPr>
      </w:pPr>
      <w:bookmarkStart w:id="0" w:name="_Toc145430212"/>
      <w:r w:rsidRPr="000E3E1F">
        <w:rPr>
          <w:rFonts w:ascii="Browallia New" w:eastAsia="Arial Unicode MS" w:hAnsi="Browallia New" w:cs="Browallia New"/>
          <w:b/>
          <w:bCs/>
          <w:spacing w:val="-4"/>
          <w:cs/>
        </w:rPr>
        <w:t>มาตรฐานการรายงานทางการเงินฉบับปรับปรุงที่มีผลบังคับใช้สำหรับรอบระยะเวลาบัญชีที่เริ่มในหรือหลังวันที่</w:t>
      </w:r>
      <w:r w:rsidRPr="000E3E1F">
        <w:rPr>
          <w:rFonts w:ascii="Browallia New" w:eastAsia="Arial Unicode MS" w:hAnsi="Browallia New" w:cs="Browallia New"/>
          <w:b/>
          <w:bCs/>
          <w:spacing w:val="-4"/>
          <w:sz w:val="28"/>
        </w:rPr>
        <w:t xml:space="preserve"> 1</w:t>
      </w:r>
      <w:r w:rsidRPr="000E3E1F">
        <w:rPr>
          <w:rFonts w:ascii="Browallia New" w:eastAsia="Arial Unicode MS" w:hAnsi="Browallia New" w:cs="Browallia New"/>
          <w:b/>
          <w:bCs/>
          <w:spacing w:val="-4"/>
        </w:rPr>
        <w:t xml:space="preserve"> </w:t>
      </w:r>
      <w:r w:rsidRPr="000E3E1F">
        <w:rPr>
          <w:rFonts w:ascii="Browallia New" w:eastAsia="Arial Unicode MS" w:hAnsi="Browallia New" w:cs="Browallia New"/>
          <w:b/>
          <w:bCs/>
          <w:spacing w:val="-4"/>
          <w:cs/>
        </w:rPr>
        <w:t>มกราคม</w:t>
      </w:r>
      <w:r w:rsidRPr="000E3E1F">
        <w:rPr>
          <w:rFonts w:ascii="Browallia New" w:eastAsia="Arial Unicode MS" w:hAnsi="Browallia New" w:cs="Browallia New"/>
          <w:b/>
          <w:bCs/>
          <w:spacing w:val="-4"/>
          <w:sz w:val="28"/>
          <w:cs/>
        </w:rPr>
        <w:t xml:space="preserve"> </w:t>
      </w:r>
      <w:r w:rsidRPr="000E3E1F">
        <w:rPr>
          <w:rFonts w:ascii="Browallia New" w:eastAsia="Arial Unicode MS" w:hAnsi="Browallia New" w:cs="Browallia New"/>
          <w:b/>
          <w:bCs/>
          <w:spacing w:val="-4"/>
          <w:sz w:val="28"/>
        </w:rPr>
        <w:t>2567</w:t>
      </w:r>
      <w:r w:rsidRPr="000E3E1F">
        <w:rPr>
          <w:rFonts w:ascii="Browallia New" w:eastAsia="Arial Unicode MS" w:hAnsi="Browallia New" w:cs="Browallia New"/>
          <w:b/>
          <w:bCs/>
          <w:i/>
          <w:iCs/>
          <w:spacing w:val="-4"/>
        </w:rPr>
        <w:t xml:space="preserve"> </w:t>
      </w:r>
      <w:bookmarkEnd w:id="0"/>
      <w:r w:rsidRPr="000E3E1F">
        <w:rPr>
          <w:rFonts w:ascii="Browallia New" w:eastAsia="Arial Unicode MS" w:hAnsi="Browallia New" w:cs="Browallia New"/>
          <w:b/>
          <w:bCs/>
          <w:spacing w:val="-4"/>
        </w:rPr>
        <w:t xml:space="preserve"> </w:t>
      </w:r>
      <w:r w:rsidRPr="000E3E1F">
        <w:rPr>
          <w:rFonts w:ascii="Browallia New" w:eastAsia="Arial Unicode MS" w:hAnsi="Browallia New" w:cs="Browallia New"/>
          <w:b/>
          <w:bCs/>
          <w:spacing w:val="-4"/>
          <w:cs/>
        </w:rPr>
        <w:t>โดยกลุ่มบริษัทไม่ได้นำมาถือปฏิบัติก่อนวันบังคับใช้</w:t>
      </w:r>
    </w:p>
    <w:p w14:paraId="34F39739" w14:textId="77777777" w:rsidR="00FD309F" w:rsidRPr="000E3E1F" w:rsidRDefault="00FD309F" w:rsidP="003F029D">
      <w:pPr>
        <w:pStyle w:val="CordiaNew"/>
        <w:tabs>
          <w:tab w:val="clear" w:pos="4153"/>
          <w:tab w:val="left" w:pos="426"/>
        </w:tabs>
        <w:rPr>
          <w:rFonts w:ascii="Browallia New" w:eastAsia="Arial Unicode MS" w:hAnsi="Browallia New" w:cs="Browallia New"/>
          <w:b/>
          <w:bCs/>
          <w:spacing w:val="-4"/>
          <w:sz w:val="20"/>
          <w:szCs w:val="20"/>
        </w:rPr>
      </w:pPr>
    </w:p>
    <w:p w14:paraId="7FFD2624" w14:textId="77777777" w:rsidR="00FD309F" w:rsidRPr="000E3E1F" w:rsidRDefault="00FD309F" w:rsidP="00FD309F">
      <w:pPr>
        <w:pStyle w:val="ListParagraph"/>
        <w:numPr>
          <w:ilvl w:val="0"/>
          <w:numId w:val="44"/>
        </w:numPr>
        <w:spacing w:after="0" w:line="240" w:lineRule="auto"/>
        <w:contextualSpacing/>
        <w:jc w:val="thaiDistribute"/>
        <w:rPr>
          <w:rStyle w:val="Strong"/>
          <w:rFonts w:ascii="Browallia New" w:hAnsi="Browallia New" w:cs="Browallia New"/>
          <w:b w:val="0"/>
          <w:bCs/>
        </w:rPr>
      </w:pPr>
      <w:r w:rsidRPr="000E3E1F">
        <w:rPr>
          <w:rStyle w:val="Strong"/>
          <w:rFonts w:ascii="Browallia New" w:eastAsia="Arial Unicode MS" w:hAnsi="Browallia New" w:cs="Browallia New"/>
          <w:bCs/>
          <w:color w:val="000000" w:themeColor="text1"/>
          <w:cs/>
        </w:rPr>
        <w:t xml:space="preserve">การปรับปรุงมาตรฐานการบัญชีฉบับที่ </w:t>
      </w:r>
      <w:r w:rsidRPr="000E3E1F">
        <w:rPr>
          <w:rStyle w:val="Strong"/>
          <w:rFonts w:ascii="Browallia New" w:eastAsia="Arial Unicode MS" w:hAnsi="Browallia New" w:cs="Browallia New"/>
          <w:color w:val="000000" w:themeColor="text1"/>
          <w:sz w:val="28"/>
        </w:rPr>
        <w:t>1</w:t>
      </w:r>
      <w:r w:rsidRPr="000E3E1F">
        <w:rPr>
          <w:rStyle w:val="Strong"/>
          <w:rFonts w:ascii="Browallia New" w:eastAsia="Arial Unicode MS" w:hAnsi="Browallia New" w:cs="Browallia New"/>
          <w:bCs/>
          <w:color w:val="000000" w:themeColor="text1"/>
        </w:rPr>
        <w:t xml:space="preserve"> </w:t>
      </w:r>
      <w:r w:rsidRPr="000E3E1F">
        <w:rPr>
          <w:rStyle w:val="Strong"/>
          <w:rFonts w:ascii="Browallia New" w:eastAsia="Arial Unicode MS" w:hAnsi="Browallia New" w:cs="Browallia New"/>
          <w:bCs/>
          <w:color w:val="000000" w:themeColor="text1"/>
          <w:cs/>
        </w:rPr>
        <w:t>เรื่อง การนำเสนองบการเงิน</w:t>
      </w:r>
      <w:r w:rsidRPr="000E3E1F">
        <w:rPr>
          <w:rStyle w:val="Strong"/>
          <w:rFonts w:ascii="Browallia New" w:eastAsia="Arial Unicode MS" w:hAnsi="Browallia New" w:cs="Browallia New"/>
          <w:color w:val="000000" w:themeColor="text1"/>
          <w:cs/>
        </w:rPr>
        <w:t xml:space="preserve"> ได้แก้ไขข้อกำหนดของ</w:t>
      </w:r>
      <w:r w:rsidRPr="000E3E1F">
        <w:rPr>
          <w:rStyle w:val="Strong"/>
          <w:rFonts w:ascii="Browallia New" w:eastAsia="Arial Unicode MS" w:hAnsi="Browallia New" w:cs="Browallia New"/>
          <w:color w:val="000000" w:themeColor="text1"/>
          <w:cs/>
        </w:rPr>
        <w:br/>
        <w:t xml:space="preserve">การเปิดเผยจาก </w:t>
      </w:r>
      <w:r w:rsidRPr="000E3E1F">
        <w:rPr>
          <w:rStyle w:val="Strong"/>
          <w:rFonts w:ascii="Browallia New" w:eastAsia="Arial Unicode MS" w:hAnsi="Browallia New" w:cs="Browallia New"/>
          <w:color w:val="000000" w:themeColor="text1"/>
        </w:rPr>
        <w:t>“</w:t>
      </w:r>
      <w:r w:rsidRPr="000E3E1F">
        <w:rPr>
          <w:rStyle w:val="Strong"/>
          <w:rFonts w:ascii="Browallia New" w:eastAsia="Arial Unicode MS" w:hAnsi="Browallia New" w:cs="Browallia New"/>
          <w:color w:val="000000" w:themeColor="text1"/>
          <w:cs/>
        </w:rPr>
        <w:t>การเปิดเผยนโยบายการบัญชีที่มีนัยสำคัญ</w:t>
      </w:r>
      <w:r w:rsidRPr="000E3E1F">
        <w:rPr>
          <w:rStyle w:val="Strong"/>
          <w:rFonts w:ascii="Browallia New" w:eastAsia="Arial Unicode MS" w:hAnsi="Browallia New" w:cs="Browallia New"/>
          <w:color w:val="000000" w:themeColor="text1"/>
        </w:rPr>
        <w:t>”</w:t>
      </w:r>
      <w:r w:rsidRPr="000E3E1F">
        <w:rPr>
          <w:rStyle w:val="Strong"/>
          <w:rFonts w:ascii="Browallia New" w:eastAsia="Arial Unicode MS" w:hAnsi="Browallia New" w:cs="Browallia New"/>
          <w:color w:val="000000" w:themeColor="text1"/>
          <w:cs/>
        </w:rPr>
        <w:t xml:space="preserve"> เป็น</w:t>
      </w:r>
      <w:r w:rsidRPr="000E3E1F">
        <w:rPr>
          <w:rStyle w:val="Strong"/>
          <w:rFonts w:ascii="Browallia New" w:eastAsia="Arial Unicode MS" w:hAnsi="Browallia New" w:cs="Browallia New"/>
          <w:color w:val="000000" w:themeColor="text1"/>
        </w:rPr>
        <w:t>“</w:t>
      </w:r>
      <w:r w:rsidRPr="000E3E1F">
        <w:rPr>
          <w:rStyle w:val="Strong"/>
          <w:rFonts w:ascii="Browallia New" w:eastAsia="Arial Unicode MS" w:hAnsi="Browallia New" w:cs="Browallia New"/>
          <w:color w:val="000000" w:themeColor="text1"/>
          <w:cs/>
        </w:rPr>
        <w:t>การเปิดเผยข้อมูลนโยบายการบัญชี</w:t>
      </w:r>
      <w:r w:rsidRPr="000E3E1F">
        <w:rPr>
          <w:rStyle w:val="Strong"/>
          <w:rFonts w:ascii="Browallia New" w:eastAsia="Arial Unicode MS" w:hAnsi="Browallia New" w:cs="Browallia New"/>
          <w:color w:val="000000" w:themeColor="text1"/>
          <w:cs/>
        </w:rPr>
        <w:br/>
        <w:t>ที่มีสาระสำคัญ</w:t>
      </w:r>
      <w:r w:rsidRPr="000E3E1F">
        <w:rPr>
          <w:rStyle w:val="Strong"/>
          <w:rFonts w:ascii="Browallia New" w:eastAsia="Arial Unicode MS" w:hAnsi="Browallia New" w:cs="Browallia New"/>
          <w:color w:val="000000" w:themeColor="text1"/>
        </w:rPr>
        <w:t>”</w:t>
      </w:r>
      <w:r w:rsidRPr="000E3E1F">
        <w:rPr>
          <w:rStyle w:val="Strong"/>
          <w:rFonts w:ascii="Browallia New" w:eastAsia="Arial Unicode MS" w:hAnsi="Browallia New" w:cs="Browallia New"/>
          <w:color w:val="000000" w:themeColor="text1"/>
          <w:cs/>
        </w:rPr>
        <w:t xml:space="preserve"> ทั้งนี้ การแก้ไขเพิ่มเติมได้มีการให้แนวทางการพิจารณาว่านโยบายบัญชีเป็นนโยบายบัญชีที่มีสาระสำคัญ ดังนั้นกลุ่มบริษัทจึงไม่จำเป็นต้องเปิดเผยข้อมูลนโยบายการบัญชีที่ไม่มีสาระสำคัญ </w:t>
      </w:r>
      <w:r w:rsidRPr="000E3E1F">
        <w:rPr>
          <w:rStyle w:val="Strong"/>
          <w:rFonts w:ascii="Browallia New" w:eastAsia="Arial Unicode MS" w:hAnsi="Browallia New" w:cs="Browallia New"/>
          <w:color w:val="000000" w:themeColor="text1"/>
          <w:cs/>
        </w:rPr>
        <w:br/>
        <w:t>หากกลุ่มบริษัทเปิดเผยข้อมูลดังกล่าวจะต้องไม่บดบังข้อมูลนโยบายการบัญชีที่มีสาระสำคัญ</w:t>
      </w:r>
    </w:p>
    <w:p w14:paraId="2DAD3B60" w14:textId="77777777" w:rsidR="00FD309F" w:rsidRPr="000E3E1F" w:rsidRDefault="00FD309F" w:rsidP="003F029D">
      <w:pPr>
        <w:pStyle w:val="CordiaNew"/>
        <w:tabs>
          <w:tab w:val="clear" w:pos="4153"/>
          <w:tab w:val="left" w:pos="426"/>
        </w:tabs>
        <w:rPr>
          <w:rStyle w:val="Strong"/>
          <w:rFonts w:ascii="Browallia New" w:hAnsi="Browallia New" w:cs="Browallia New"/>
          <w:b w:val="0"/>
          <w:bCs/>
          <w:sz w:val="20"/>
          <w:szCs w:val="20"/>
        </w:rPr>
      </w:pPr>
    </w:p>
    <w:p w14:paraId="69CB94EF" w14:textId="753F27F9" w:rsidR="00FD309F" w:rsidRPr="000E3E1F"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eastAsia="Arial Unicode MS" w:hAnsi="Browallia New" w:cs="Browallia New"/>
          <w:b w:val="0"/>
          <w:bCs/>
          <w:color w:val="000000" w:themeColor="text1"/>
          <w:sz w:val="28"/>
        </w:rPr>
      </w:pPr>
      <w:r w:rsidRPr="000E3E1F">
        <w:rPr>
          <w:rStyle w:val="Strong"/>
          <w:rFonts w:ascii="Browallia New" w:eastAsia="Arial Unicode MS" w:hAnsi="Browallia New" w:cs="Browallia New"/>
          <w:bCs/>
          <w:color w:val="000000" w:themeColor="text1"/>
          <w:sz w:val="28"/>
          <w:cs/>
        </w:rPr>
        <w:t>การปรับปรุงมาตรฐานการบัญชีฉบับที่</w:t>
      </w:r>
      <w:r w:rsidRPr="000E3E1F">
        <w:rPr>
          <w:rStyle w:val="Strong"/>
          <w:rFonts w:ascii="Browallia New" w:eastAsia="Arial Unicode MS" w:hAnsi="Browallia New" w:cs="Browallia New"/>
          <w:color w:val="000000" w:themeColor="text1"/>
          <w:sz w:val="28"/>
          <w:cs/>
        </w:rPr>
        <w:t xml:space="preserve"> </w:t>
      </w:r>
      <w:r w:rsidRPr="000E3E1F">
        <w:rPr>
          <w:rStyle w:val="Strong"/>
          <w:rFonts w:ascii="Browallia New" w:eastAsia="Arial Unicode MS" w:hAnsi="Browallia New" w:cs="Browallia New"/>
          <w:color w:val="000000" w:themeColor="text1"/>
          <w:sz w:val="28"/>
        </w:rPr>
        <w:t xml:space="preserve">8 </w:t>
      </w:r>
      <w:r w:rsidRPr="000E3E1F">
        <w:rPr>
          <w:rStyle w:val="Strong"/>
          <w:rFonts w:ascii="Browallia New" w:eastAsia="Arial Unicode MS" w:hAnsi="Browallia New" w:cs="Browallia New"/>
          <w:bCs/>
          <w:color w:val="000000" w:themeColor="text1"/>
          <w:sz w:val="28"/>
          <w:cs/>
        </w:rPr>
        <w:t>เรื่อง นโยบายการบัญชี การเปลี่ยนแปลงประมาณการทางบัญชีและข้อผิดพลาด</w:t>
      </w:r>
      <w:r w:rsidRPr="000E3E1F">
        <w:rPr>
          <w:rStyle w:val="Strong"/>
          <w:rFonts w:ascii="Browallia New" w:eastAsia="Arial Unicode MS" w:hAnsi="Browallia New" w:cs="Browallia New"/>
          <w:color w:val="000000" w:themeColor="text1"/>
          <w:sz w:val="28"/>
          <w:cs/>
        </w:rPr>
        <w:t xml:space="preserve"> ได้แก้ไขคำนิยามของประมาณการทางบัญชีเพื่อช่วยให้กลุ่มบริษัทจำแนกความแตกต่างของ “การเปลี่ยนแปลงประมาณการทางบัญชี” จาก “การเปลี่ยนแปลงนโยบายการบัญชี” </w:t>
      </w:r>
      <w:r w:rsidR="00AD3738" w:rsidRPr="000E3E1F">
        <w:rPr>
          <w:rStyle w:val="Strong"/>
          <w:rFonts w:ascii="Browallia New" w:eastAsia="Arial Unicode MS" w:hAnsi="Browallia New" w:cs="Browallia New"/>
          <w:color w:val="000000" w:themeColor="text1"/>
          <w:sz w:val="28"/>
        </w:rPr>
        <w:br/>
      </w:r>
      <w:r w:rsidRPr="000E3E1F">
        <w:rPr>
          <w:rStyle w:val="Strong"/>
          <w:rFonts w:ascii="Browallia New" w:eastAsia="Arial Unicode MS" w:hAnsi="Browallia New" w:cs="Browallia New"/>
          <w:color w:val="000000" w:themeColor="text1"/>
          <w:sz w:val="28"/>
          <w:cs/>
        </w:rPr>
        <w:t>การจำแนกความแตกต่างนั้นมีความสำคัญ เนื่องจากการเปลี่ยนแปลงประมาณการทางบัญชีรับรู้ผลกระทบโดยวิธีเปลี่ยนทันทีเป็นต้นไป ซึ่งถือปฏิบัติกับรายการ เหตุการณ์อื่นและสถานการณ์ที่เกิดขึ้นนับตั้งแต่วันที่มีการเปลี่ยนแปลงเป็นต้นไป ในขณะที่การเปลี่ยนแปลงนโยบายการบัญชีรับรู้ผลกระทบโดยการนำนโยบายการบัญชีใหม่มาถือปฏิบัติย้อนหลังไปที่รายการและเหตุการณ์ในอดีตรวมถึงปัจจุบัน โดยถือเสมือนว่าได้มีการนำนโยบายการบัญชีใหม่มาถือปฏิบัติโดยตลอด</w:t>
      </w:r>
    </w:p>
    <w:p w14:paraId="421D8478" w14:textId="77777777" w:rsidR="00FD309F" w:rsidRPr="000E3E1F" w:rsidRDefault="00FD309F" w:rsidP="003F029D">
      <w:pPr>
        <w:pStyle w:val="CordiaNew"/>
        <w:tabs>
          <w:tab w:val="clear" w:pos="4153"/>
          <w:tab w:val="left" w:pos="426"/>
        </w:tabs>
        <w:rPr>
          <w:rFonts w:ascii="Browallia New" w:hAnsi="Browallia New" w:cs="Browallia New"/>
          <w:sz w:val="20"/>
          <w:szCs w:val="20"/>
        </w:rPr>
      </w:pPr>
    </w:p>
    <w:p w14:paraId="016FBBCD" w14:textId="77777777" w:rsidR="00FD309F" w:rsidRPr="000E3E1F"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hAnsi="Browallia New" w:cs="Browallia New"/>
          <w:color w:val="FFFFFF" w:themeColor="background1"/>
          <w:sz w:val="28"/>
        </w:rPr>
      </w:pPr>
      <w:r w:rsidRPr="000E3E1F">
        <w:rPr>
          <w:rStyle w:val="Strong"/>
          <w:rFonts w:ascii="Browallia New" w:eastAsia="Arial Unicode MS" w:hAnsi="Browallia New" w:cs="Browallia New"/>
          <w:bCs/>
          <w:color w:val="000000" w:themeColor="text1"/>
          <w:sz w:val="28"/>
          <w:cs/>
        </w:rPr>
        <w:t>การปรับปรุงมาตรฐานการบัญชีฉบับที่</w:t>
      </w:r>
      <w:r w:rsidRPr="000E3E1F">
        <w:rPr>
          <w:rStyle w:val="Strong"/>
          <w:rFonts w:ascii="Browallia New" w:eastAsia="Arial Unicode MS" w:hAnsi="Browallia New" w:cs="Browallia New"/>
          <w:color w:val="000000" w:themeColor="text1"/>
          <w:sz w:val="28"/>
          <w:cs/>
        </w:rPr>
        <w:t xml:space="preserve"> </w:t>
      </w:r>
      <w:r w:rsidRPr="000E3E1F">
        <w:rPr>
          <w:rStyle w:val="Strong"/>
          <w:rFonts w:ascii="Browallia New" w:eastAsia="Arial Unicode MS" w:hAnsi="Browallia New" w:cs="Browallia New"/>
          <w:color w:val="000000" w:themeColor="text1"/>
          <w:sz w:val="28"/>
        </w:rPr>
        <w:t xml:space="preserve">12 </w:t>
      </w:r>
      <w:r w:rsidRPr="000E3E1F">
        <w:rPr>
          <w:rStyle w:val="Strong"/>
          <w:rFonts w:ascii="Browallia New" w:eastAsia="Arial Unicode MS" w:hAnsi="Browallia New" w:cs="Browallia New"/>
          <w:bCs/>
          <w:color w:val="000000" w:themeColor="text1"/>
          <w:sz w:val="28"/>
          <w:cs/>
        </w:rPr>
        <w:t>เรื่อง ภาษีเงินได้</w:t>
      </w:r>
      <w:r w:rsidRPr="000E3E1F">
        <w:rPr>
          <w:rStyle w:val="Strong"/>
          <w:rFonts w:ascii="Browallia New" w:eastAsia="Arial Unicode MS" w:hAnsi="Browallia New" w:cs="Browallia New"/>
          <w:color w:val="000000" w:themeColor="text1"/>
          <w:sz w:val="28"/>
          <w:cs/>
        </w:rPr>
        <w:t xml:space="preserve"> ได้กำหนดให้บริษัทรับรู้ภาษีเงินได้</w:t>
      </w:r>
      <w:r w:rsidRPr="000E3E1F">
        <w:rPr>
          <w:rStyle w:val="Strong"/>
          <w:rFonts w:ascii="Browallia New" w:eastAsia="Arial Unicode MS" w:hAnsi="Browallia New" w:cs="Browallia New"/>
          <w:color w:val="000000" w:themeColor="text1"/>
          <w:sz w:val="28"/>
          <w:cs/>
        </w:rPr>
        <w:br/>
        <w:t>รอตัดบัญชีที่เกี่ยวข้องกับสินทรัพย์และหนี้สินที่เกิดขึ้นจากรายการเดียว ซึ่ง ณ การรับรู้เมื่อเริ่มแรกก่อให้เกิดผลแตกต่างชั่วคราวที่ต้องเสียภาษีและผลแตกต่างชั่วคราวที่ใช้หักภาษีที่มูลค่าเท่ากัน ตัวอย่างของรายการ เช่น สัญญาเช่า และภาระผูกพันจากการรื้อถอน</w:t>
      </w:r>
    </w:p>
    <w:p w14:paraId="36845089" w14:textId="77777777" w:rsidR="00FD309F" w:rsidRPr="000E3E1F" w:rsidRDefault="00FD309F" w:rsidP="003F029D">
      <w:pPr>
        <w:pStyle w:val="CordiaNew"/>
        <w:tabs>
          <w:tab w:val="clear" w:pos="4153"/>
          <w:tab w:val="left" w:pos="426"/>
        </w:tabs>
        <w:rPr>
          <w:rFonts w:ascii="Browallia New" w:hAnsi="Browallia New" w:cs="Browallia New"/>
          <w:b/>
          <w:bCs/>
          <w:color w:val="FFFFFF" w:themeColor="background1"/>
          <w:sz w:val="20"/>
          <w:szCs w:val="20"/>
        </w:rPr>
      </w:pPr>
    </w:p>
    <w:p w14:paraId="0D125FEE" w14:textId="77777777" w:rsidR="00FD309F" w:rsidRPr="000E3E1F" w:rsidRDefault="00FD309F"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color w:val="000000" w:themeColor="text1"/>
          <w:sz w:val="28"/>
        </w:rPr>
      </w:pPr>
      <w:r w:rsidRPr="000E3E1F">
        <w:rPr>
          <w:rStyle w:val="Strong"/>
          <w:rFonts w:ascii="Browallia New" w:eastAsia="Arial Unicode MS" w:hAnsi="Browallia New" w:cs="Browallia New"/>
          <w:color w:val="000000" w:themeColor="text1"/>
          <w:sz w:val="28"/>
          <w:cs/>
        </w:rPr>
        <w:t>การปรับปรุงดังกล่าวถือปฏิบัติกับรายการที่เกิดขึ้นในหรือหลังวันเริ่มต้นของรอบระยะเวลาเปรียบเทียบแรกสุดที่นำเสนอ นอกจากนี้กลุ่มบริษัทควรรับรู้สินทรัพย์ภาษีเงินได้รอการตัดบัญชี(โดยรับรู้เท่ากับจำนวนที่เป็นไปได้ค่อนข้างแน่ที่จะได้ใช้ประโยชน์</w:t>
      </w:r>
      <w:r w:rsidRPr="000E3E1F">
        <w:rPr>
          <w:rStyle w:val="Strong"/>
          <w:rFonts w:ascii="Browallia New" w:eastAsia="Arial Unicode MS" w:hAnsi="Browallia New" w:cs="Browallia New"/>
          <w:color w:val="000000" w:themeColor="text1"/>
          <w:sz w:val="28"/>
        </w:rPr>
        <w:t>)</w:t>
      </w:r>
      <w:r w:rsidRPr="000E3E1F">
        <w:rPr>
          <w:rStyle w:val="Strong"/>
          <w:rFonts w:ascii="Browallia New" w:eastAsia="Arial Unicode MS" w:hAnsi="Browallia New" w:cs="Browallia New"/>
          <w:color w:val="000000" w:themeColor="text1"/>
          <w:sz w:val="28"/>
          <w:cs/>
        </w:rPr>
        <w:t xml:space="preserve"> และหนี้สินภาษีเงินได้รอการตัดบัญชี ณ วันเริ่มต้นของรอบระยะเวลาเปรียบเทียบแรกสุดที่นำเสนอสำหรับผลต่างชั่วคราวที่ใช้หักภาษีและที่ต้องเสียภาษีทั้งหมด</w:t>
      </w:r>
      <w:r w:rsidRPr="000E3E1F">
        <w:rPr>
          <w:rStyle w:val="Strong"/>
          <w:rFonts w:ascii="Browallia New" w:eastAsia="Arial Unicode MS" w:hAnsi="Browallia New" w:cs="Browallia New"/>
          <w:color w:val="000000" w:themeColor="text1"/>
          <w:sz w:val="28"/>
        </w:rPr>
        <w:br/>
      </w:r>
      <w:r w:rsidRPr="000E3E1F">
        <w:rPr>
          <w:rStyle w:val="Strong"/>
          <w:rFonts w:ascii="Browallia New" w:eastAsia="Arial Unicode MS" w:hAnsi="Browallia New" w:cs="Browallia New"/>
          <w:color w:val="000000" w:themeColor="text1"/>
          <w:sz w:val="28"/>
          <w:cs/>
        </w:rPr>
        <w:t>ที่เกี่ยวข้องกับ</w:t>
      </w:r>
    </w:p>
    <w:p w14:paraId="2F622AE0" w14:textId="77777777" w:rsidR="000721F1" w:rsidRPr="000E3E1F" w:rsidRDefault="000721F1"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b w:val="0"/>
          <w:bCs/>
          <w:color w:val="000000" w:themeColor="text1"/>
          <w:sz w:val="16"/>
          <w:szCs w:val="16"/>
        </w:rPr>
      </w:pPr>
    </w:p>
    <w:p w14:paraId="5F621A60" w14:textId="77777777" w:rsidR="00FD309F" w:rsidRPr="000E3E1F" w:rsidRDefault="00FD309F" w:rsidP="0090552A">
      <w:pPr>
        <w:pStyle w:val="ListParagraph"/>
        <w:numPr>
          <w:ilvl w:val="0"/>
          <w:numId w:val="45"/>
        </w:numPr>
        <w:tabs>
          <w:tab w:val="left" w:pos="900"/>
          <w:tab w:val="left" w:pos="2520"/>
        </w:tabs>
        <w:autoSpaceDE w:val="0"/>
        <w:autoSpaceDN w:val="0"/>
        <w:adjustRightInd w:val="0"/>
        <w:spacing w:after="0" w:line="240" w:lineRule="auto"/>
        <w:ind w:left="1701"/>
        <w:contextualSpacing/>
        <w:jc w:val="thaiDistribute"/>
        <w:rPr>
          <w:rFonts w:ascii="Browallia New" w:hAnsi="Browallia New" w:cs="Browallia New"/>
          <w:sz w:val="28"/>
        </w:rPr>
      </w:pPr>
      <w:r w:rsidRPr="000E3E1F">
        <w:rPr>
          <w:rFonts w:ascii="Browallia New" w:hAnsi="Browallia New" w:cs="Browallia New"/>
          <w:sz w:val="28"/>
          <w:cs/>
        </w:rPr>
        <w:t xml:space="preserve">สินทรัพย์สิทธิการใช้ และหนี้สินตามสัญญาเช่า และ </w:t>
      </w:r>
    </w:p>
    <w:p w14:paraId="519AAD11" w14:textId="1DC30257" w:rsidR="00FD309F" w:rsidRPr="000E3E1F" w:rsidRDefault="00FD309F" w:rsidP="0090552A">
      <w:pPr>
        <w:pStyle w:val="ListParagraph"/>
        <w:numPr>
          <w:ilvl w:val="0"/>
          <w:numId w:val="45"/>
        </w:numPr>
        <w:tabs>
          <w:tab w:val="left" w:pos="900"/>
          <w:tab w:val="left" w:pos="2520"/>
        </w:tabs>
        <w:autoSpaceDE w:val="0"/>
        <w:autoSpaceDN w:val="0"/>
        <w:adjustRightInd w:val="0"/>
        <w:spacing w:after="0" w:line="240" w:lineRule="auto"/>
        <w:ind w:left="1701"/>
        <w:contextualSpacing/>
        <w:jc w:val="thaiDistribute"/>
        <w:rPr>
          <w:rFonts w:ascii="Browallia New" w:hAnsi="Browallia New" w:cs="Browallia New"/>
          <w:sz w:val="28"/>
        </w:rPr>
      </w:pPr>
      <w:r w:rsidRPr="000E3E1F">
        <w:rPr>
          <w:rFonts w:ascii="Browallia New" w:hAnsi="Browallia New" w:cs="Browallia New"/>
          <w:sz w:val="28"/>
          <w:cs/>
        </w:rPr>
        <w:t>หนี้สินจากการรื้อถอน หนี้สินจากการบูรณะ และหนี้สินที่มีลักษณะคล้ายคลึงกัน และจำนวนเงินที่รับรู้เป็นส่วนหนึ่งของราคาทุนของสินทรัพย์ที่เกี่ยวข้อง</w:t>
      </w:r>
    </w:p>
    <w:p w14:paraId="55672D6C" w14:textId="77777777" w:rsidR="0090552A" w:rsidRPr="000E3E1F" w:rsidRDefault="0090552A" w:rsidP="00FD309F">
      <w:pPr>
        <w:tabs>
          <w:tab w:val="left" w:pos="1260"/>
        </w:tabs>
        <w:ind w:left="1269"/>
        <w:jc w:val="thaiDistribute"/>
        <w:rPr>
          <w:rFonts w:ascii="Browallia New" w:eastAsia="Cordia New" w:hAnsi="Browallia New" w:cs="Browallia New"/>
          <w:sz w:val="18"/>
          <w:szCs w:val="18"/>
        </w:rPr>
      </w:pPr>
    </w:p>
    <w:p w14:paraId="35EE3700" w14:textId="6413AD23" w:rsidR="00FD309F" w:rsidRPr="000E3E1F" w:rsidRDefault="00FD309F" w:rsidP="000721F1">
      <w:pPr>
        <w:tabs>
          <w:tab w:val="left" w:pos="1260"/>
        </w:tabs>
        <w:ind w:left="1269"/>
        <w:jc w:val="thaiDistribute"/>
        <w:rPr>
          <w:rFonts w:ascii="Browallia New" w:eastAsia="Cordia New" w:hAnsi="Browallia New" w:cs="Browallia New"/>
        </w:rPr>
      </w:pPr>
      <w:r w:rsidRPr="000E3E1F">
        <w:rPr>
          <w:rFonts w:ascii="Browallia New" w:eastAsia="Cordia New" w:hAnsi="Browallia New" w:cs="Browallia New"/>
          <w:cs/>
        </w:rPr>
        <w:t xml:space="preserve">ผลกระทบสะสมของการปรับปรุงนี้ให้รับรู้ในกำไรสะสมยกมาหรือองค์ประกอบอื่นของส่วนของเจ้าของ </w:t>
      </w:r>
      <w:r w:rsidR="000721F1" w:rsidRPr="000E3E1F">
        <w:rPr>
          <w:rFonts w:ascii="Browallia New" w:eastAsia="Cordia New" w:hAnsi="Browallia New" w:cs="Browallia New"/>
        </w:rPr>
        <w:br/>
      </w:r>
      <w:r w:rsidRPr="000E3E1F">
        <w:rPr>
          <w:rFonts w:ascii="Browallia New" w:eastAsia="Cordia New" w:hAnsi="Browallia New" w:cs="Browallia New"/>
          <w:cs/>
        </w:rPr>
        <w:t>ตามความเหมาะสม</w:t>
      </w:r>
    </w:p>
    <w:p w14:paraId="12F7B8B7" w14:textId="18F0E399" w:rsidR="00FD309F" w:rsidRPr="000E3E1F" w:rsidRDefault="007663DE" w:rsidP="000721F1">
      <w:pPr>
        <w:pStyle w:val="ListParagraph"/>
        <w:spacing w:after="0" w:line="240" w:lineRule="auto"/>
        <w:ind w:left="873"/>
        <w:jc w:val="thaiDistribute"/>
        <w:rPr>
          <w:rFonts w:ascii="Browallia New" w:eastAsia="Arial Unicode MS" w:hAnsi="Browallia New" w:cs="Browallia New"/>
          <w:b/>
          <w:bCs/>
          <w:spacing w:val="-4"/>
        </w:rPr>
      </w:pPr>
      <w:r w:rsidRPr="000E3E1F">
        <w:rPr>
          <w:rFonts w:ascii="Browallia New" w:eastAsia="Cordia New" w:hAnsi="Browallia New" w:cs="Browallia New"/>
          <w:sz w:val="28"/>
          <w:cs/>
        </w:rPr>
        <w:lastRenderedPageBreak/>
        <w:t>อย่าง</w:t>
      </w:r>
      <w:r w:rsidR="00DF61A4" w:rsidRPr="000E3E1F">
        <w:rPr>
          <w:rFonts w:ascii="Browallia New" w:eastAsia="Cordia New" w:hAnsi="Browallia New" w:cs="Browallia New"/>
          <w:sz w:val="28"/>
          <w:cs/>
        </w:rPr>
        <w:t>ไรก็ตาม</w:t>
      </w:r>
      <w:r w:rsidR="00AF4BCD" w:rsidRPr="000E3E1F">
        <w:rPr>
          <w:rFonts w:ascii="Browallia New" w:eastAsia="Cordia New" w:hAnsi="Browallia New" w:cs="Browallia New"/>
          <w:sz w:val="28"/>
          <w:cs/>
        </w:rPr>
        <w:t xml:space="preserve"> ผู้บริหาร</w:t>
      </w:r>
      <w:r w:rsidR="00394F07" w:rsidRPr="000E3E1F">
        <w:rPr>
          <w:rFonts w:ascii="Browallia New" w:eastAsia="Cordia New" w:hAnsi="Browallia New" w:cs="Browallia New"/>
          <w:sz w:val="28"/>
          <w:cs/>
        </w:rPr>
        <w:t>ได้พิจารณาแล้วว่า</w:t>
      </w:r>
      <w:r w:rsidR="00FD309F" w:rsidRPr="000E3E1F">
        <w:rPr>
          <w:rFonts w:ascii="Browallia New" w:eastAsia="Cordia New" w:hAnsi="Browallia New" w:cs="Browallia New"/>
          <w:sz w:val="28"/>
          <w:cs/>
        </w:rPr>
        <w:t>มาตรฐานการรายงานทางการเงินที่มีการปรับปรุง ซึ่งมีผลบังคับใช้</w:t>
      </w:r>
      <w:r w:rsidR="00577FE6" w:rsidRPr="000E3E1F">
        <w:rPr>
          <w:rFonts w:ascii="Browallia New" w:eastAsia="Cordia New" w:hAnsi="Browallia New" w:cs="Browallia New"/>
          <w:sz w:val="28"/>
        </w:rPr>
        <w:t xml:space="preserve">         </w:t>
      </w:r>
      <w:r w:rsidR="00FD309F" w:rsidRPr="000E3E1F">
        <w:rPr>
          <w:rFonts w:ascii="Browallia New" w:eastAsia="Cordia New" w:hAnsi="Browallia New" w:cs="Browallia New"/>
          <w:sz w:val="28"/>
          <w:cs/>
        </w:rPr>
        <w:t>วันที่</w:t>
      </w:r>
      <w:r w:rsidR="00FD309F" w:rsidRPr="000E3E1F">
        <w:rPr>
          <w:rFonts w:ascii="Browallia New" w:eastAsia="Cordia New" w:hAnsi="Browallia New" w:cs="Browallia New"/>
          <w:sz w:val="28"/>
        </w:rPr>
        <w:t xml:space="preserve"> 1 </w:t>
      </w:r>
      <w:r w:rsidR="00FD309F" w:rsidRPr="000E3E1F">
        <w:rPr>
          <w:rFonts w:ascii="Browallia New" w:eastAsia="Cordia New" w:hAnsi="Browallia New" w:cs="Browallia New"/>
          <w:sz w:val="28"/>
          <w:cs/>
        </w:rPr>
        <w:t xml:space="preserve">มกราคม </w:t>
      </w:r>
      <w:r w:rsidR="00FD309F" w:rsidRPr="000E3E1F">
        <w:rPr>
          <w:rFonts w:ascii="Browallia New" w:eastAsia="Cordia New" w:hAnsi="Browallia New" w:cs="Browallia New"/>
          <w:sz w:val="28"/>
        </w:rPr>
        <w:t xml:space="preserve">2567 </w:t>
      </w:r>
      <w:r w:rsidR="00FD309F" w:rsidRPr="000E3E1F">
        <w:rPr>
          <w:rFonts w:ascii="Browallia New" w:eastAsia="Cordia New" w:hAnsi="Browallia New" w:cs="Browallia New"/>
          <w:sz w:val="28"/>
          <w:cs/>
        </w:rPr>
        <w:t>ไม่มีผลกระทบที่มีนัยสำคัญต่อกลุ่มบริษัท</w:t>
      </w:r>
    </w:p>
    <w:p w14:paraId="447610FB" w14:textId="77777777" w:rsidR="00FD309F" w:rsidRPr="000E3E1F" w:rsidRDefault="00FD309F" w:rsidP="000721F1">
      <w:pPr>
        <w:pStyle w:val="CordiaNew"/>
        <w:tabs>
          <w:tab w:val="clear" w:pos="4153"/>
          <w:tab w:val="left" w:pos="426"/>
        </w:tabs>
        <w:rPr>
          <w:rFonts w:ascii="Browallia New" w:eastAsia="Arial Unicode MS" w:hAnsi="Browallia New" w:cs="Browallia New"/>
          <w:b/>
          <w:bCs/>
          <w:spacing w:val="-4"/>
          <w:sz w:val="20"/>
          <w:szCs w:val="20"/>
        </w:rPr>
      </w:pPr>
    </w:p>
    <w:p w14:paraId="0076587C" w14:textId="77777777" w:rsidR="00FD309F" w:rsidRPr="000E3E1F" w:rsidRDefault="00FD309F" w:rsidP="000721F1">
      <w:pPr>
        <w:pStyle w:val="ListParagraph"/>
        <w:numPr>
          <w:ilvl w:val="0"/>
          <w:numId w:val="43"/>
        </w:numPr>
        <w:spacing w:after="0" w:line="240" w:lineRule="auto"/>
        <w:ind w:left="873" w:hanging="441"/>
        <w:jc w:val="thaiDistribute"/>
        <w:rPr>
          <w:rFonts w:ascii="Browallia New" w:eastAsia="Arial Unicode MS" w:hAnsi="Browallia New" w:cs="Browallia New"/>
          <w:b/>
          <w:bCs/>
          <w:spacing w:val="-4"/>
        </w:rPr>
      </w:pPr>
      <w:r w:rsidRPr="000E3E1F">
        <w:rPr>
          <w:rFonts w:ascii="Browallia New" w:hAnsi="Browallia New" w:cs="Browallia New"/>
          <w:b/>
          <w:bCs/>
          <w:sz w:val="28"/>
          <w:cs/>
        </w:rPr>
        <w:t>มาตรฐานการรายงานทางการเงินซึ่งได้ประกาศในราชกิจจา</w:t>
      </w:r>
      <w:proofErr w:type="spellStart"/>
      <w:r w:rsidRPr="000E3E1F">
        <w:rPr>
          <w:rFonts w:ascii="Browallia New" w:hAnsi="Browallia New" w:cs="Browallia New"/>
          <w:b/>
          <w:bCs/>
          <w:sz w:val="28"/>
          <w:cs/>
        </w:rPr>
        <w:t>นุเ</w:t>
      </w:r>
      <w:proofErr w:type="spellEnd"/>
      <w:r w:rsidRPr="000E3E1F">
        <w:rPr>
          <w:rFonts w:ascii="Browallia New" w:hAnsi="Browallia New" w:cs="Browallia New"/>
          <w:b/>
          <w:bCs/>
          <w:sz w:val="28"/>
          <w:cs/>
        </w:rPr>
        <w:t>บกษาแล้ว แต่ยังไม่มีผลบังคับใช้</w:t>
      </w:r>
    </w:p>
    <w:p w14:paraId="4F99E6F4" w14:textId="77777777" w:rsidR="00A434BC" w:rsidRPr="000E3E1F" w:rsidRDefault="00A434BC" w:rsidP="000721F1">
      <w:pPr>
        <w:pStyle w:val="CordiaNew"/>
        <w:tabs>
          <w:tab w:val="clear" w:pos="4153"/>
          <w:tab w:val="left" w:pos="426"/>
        </w:tabs>
        <w:rPr>
          <w:rFonts w:ascii="Browallia New" w:eastAsia="Cordia New" w:hAnsi="Browallia New" w:cs="Browallia New"/>
          <w:sz w:val="22"/>
          <w:szCs w:val="22"/>
        </w:rPr>
      </w:pPr>
    </w:p>
    <w:p w14:paraId="7EB21F1B" w14:textId="08604790" w:rsidR="00FD309F" w:rsidRPr="000E3E1F" w:rsidRDefault="00FD309F" w:rsidP="000721F1">
      <w:pPr>
        <w:ind w:left="882"/>
        <w:jc w:val="thaiDistribute"/>
        <w:rPr>
          <w:rFonts w:ascii="Browallia New" w:hAnsi="Browallia New" w:cs="Browallia New"/>
        </w:rPr>
      </w:pPr>
      <w:r w:rsidRPr="000E3E1F">
        <w:rPr>
          <w:rFonts w:ascii="Browallia New" w:hAnsi="Browallia New" w:cs="Browallia New"/>
          <w:cs/>
        </w:rPr>
        <w:t xml:space="preserve">เมื่อวันที่ </w:t>
      </w:r>
      <w:r w:rsidRPr="000E3E1F">
        <w:rPr>
          <w:rFonts w:ascii="Browallia New" w:hAnsi="Browallia New" w:cs="Browallia New"/>
        </w:rPr>
        <w:t>19</w:t>
      </w:r>
      <w:r w:rsidRPr="000E3E1F">
        <w:rPr>
          <w:rFonts w:ascii="Browallia New" w:hAnsi="Browallia New" w:cs="Browallia New"/>
          <w:cs/>
        </w:rPr>
        <w:t xml:space="preserve"> สิงหาคม </w:t>
      </w:r>
      <w:r w:rsidRPr="000E3E1F">
        <w:rPr>
          <w:rFonts w:ascii="Browallia New" w:hAnsi="Browallia New" w:cs="Browallia New"/>
        </w:rPr>
        <w:t>2565</w:t>
      </w:r>
      <w:r w:rsidRPr="000E3E1F">
        <w:rPr>
          <w:rFonts w:ascii="Browallia New" w:hAnsi="Browallia New" w:cs="Browallia New"/>
          <w:cs/>
        </w:rPr>
        <w:t xml:space="preserve"> มาตรฐานการรายงานทางการเงินฉบับที่ </w:t>
      </w:r>
      <w:r w:rsidRPr="000E3E1F">
        <w:rPr>
          <w:rFonts w:ascii="Browallia New" w:hAnsi="Browallia New" w:cs="Browallia New"/>
        </w:rPr>
        <w:t>17</w:t>
      </w:r>
      <w:r w:rsidRPr="000E3E1F">
        <w:rPr>
          <w:rFonts w:ascii="Browallia New" w:hAnsi="Browallia New" w:cs="Browallia New"/>
          <w:cs/>
        </w:rPr>
        <w:t xml:space="preserve"> เรื่อง สัญญาประกันภัยได้ประกาศใน</w:t>
      </w:r>
      <w:r w:rsidRPr="000E3E1F">
        <w:rPr>
          <w:rFonts w:ascii="Browallia New" w:hAnsi="Browallia New" w:cs="Browallia New"/>
        </w:rPr>
        <w:t xml:space="preserve">           </w:t>
      </w:r>
      <w:r w:rsidRPr="000E3E1F">
        <w:rPr>
          <w:rFonts w:ascii="Browallia New" w:hAnsi="Browallia New" w:cs="Browallia New"/>
          <w:cs/>
        </w:rPr>
        <w:t>ราชกิจจา</w:t>
      </w:r>
      <w:proofErr w:type="spellStart"/>
      <w:r w:rsidRPr="000E3E1F">
        <w:rPr>
          <w:rFonts w:ascii="Browallia New" w:hAnsi="Browallia New" w:cs="Browallia New"/>
          <w:cs/>
        </w:rPr>
        <w:t>น</w:t>
      </w:r>
      <w:r w:rsidR="00A14C8A" w:rsidRPr="000E3E1F">
        <w:rPr>
          <w:rFonts w:ascii="Browallia New" w:hAnsi="Browallia New" w:cs="Browallia New"/>
          <w:cs/>
        </w:rPr>
        <w:t>ุ</w:t>
      </w:r>
      <w:r w:rsidRPr="000E3E1F">
        <w:rPr>
          <w:rFonts w:ascii="Browallia New" w:hAnsi="Browallia New" w:cs="Browallia New"/>
          <w:cs/>
        </w:rPr>
        <w:t>เ</w:t>
      </w:r>
      <w:proofErr w:type="spellEnd"/>
      <w:r w:rsidRPr="000E3E1F">
        <w:rPr>
          <w:rFonts w:ascii="Browallia New" w:hAnsi="Browallia New" w:cs="Browallia New"/>
          <w:cs/>
        </w:rPr>
        <w:t>บกษาแล้ว</w:t>
      </w:r>
      <w:r w:rsidRPr="000E3E1F">
        <w:rPr>
          <w:rFonts w:ascii="Browallia New" w:hAnsi="Browallia New" w:cs="Browallia New"/>
        </w:rPr>
        <w:t xml:space="preserve"> </w:t>
      </w:r>
      <w:r w:rsidRPr="000E3E1F">
        <w:rPr>
          <w:rFonts w:ascii="Browallia New" w:hAnsi="Browallia New" w:cs="Browallia New"/>
          <w:cs/>
        </w:rPr>
        <w:t xml:space="preserve">และจะมีผลบังคับใช้สำหรับงบการเงินที่มีรอบระยะเวลาบัญชีที่เริ่มในหรือหลังวันที่ </w:t>
      </w:r>
      <w:r w:rsidRPr="000E3E1F">
        <w:rPr>
          <w:rFonts w:ascii="Browallia New" w:hAnsi="Browallia New" w:cs="Browallia New"/>
        </w:rPr>
        <w:t xml:space="preserve">         1</w:t>
      </w:r>
      <w:r w:rsidRPr="000E3E1F">
        <w:rPr>
          <w:rFonts w:ascii="Browallia New" w:hAnsi="Browallia New" w:cs="Browallia New"/>
          <w:cs/>
        </w:rPr>
        <w:t xml:space="preserve"> มกราคม </w:t>
      </w:r>
      <w:r w:rsidRPr="000E3E1F">
        <w:rPr>
          <w:rFonts w:ascii="Browallia New" w:hAnsi="Browallia New" w:cs="Browallia New"/>
        </w:rPr>
        <w:t>2568</w:t>
      </w:r>
      <w:r w:rsidRPr="000E3E1F">
        <w:rPr>
          <w:rFonts w:ascii="Browallia New" w:hAnsi="Browallia New" w:cs="Browallia New"/>
          <w:cs/>
        </w:rPr>
        <w:t xml:space="preserve"> เป็นต้นไป</w:t>
      </w:r>
    </w:p>
    <w:p w14:paraId="1260596E" w14:textId="77777777" w:rsidR="00FD309F" w:rsidRPr="000E3E1F" w:rsidRDefault="00FD309F" w:rsidP="000721F1">
      <w:pPr>
        <w:pStyle w:val="CordiaNew"/>
        <w:tabs>
          <w:tab w:val="clear" w:pos="4153"/>
          <w:tab w:val="left" w:pos="426"/>
        </w:tabs>
        <w:ind w:left="882"/>
        <w:rPr>
          <w:rFonts w:ascii="Browallia New" w:hAnsi="Browallia New" w:cs="Browallia New"/>
          <w:sz w:val="28"/>
          <w:szCs w:val="28"/>
        </w:rPr>
      </w:pPr>
    </w:p>
    <w:p w14:paraId="155385F0" w14:textId="1F28BA5C" w:rsidR="00FD309F" w:rsidRPr="000E3E1F" w:rsidRDefault="00FD309F" w:rsidP="000721F1">
      <w:pPr>
        <w:ind w:left="882"/>
        <w:jc w:val="thaiDistribute"/>
        <w:rPr>
          <w:rFonts w:ascii="Browallia New" w:hAnsi="Browallia New" w:cs="Browallia New"/>
        </w:rPr>
      </w:pPr>
      <w:r w:rsidRPr="000E3E1F">
        <w:rPr>
          <w:rFonts w:ascii="Browallia New" w:hAnsi="Browallia New" w:cs="Browallia New"/>
          <w:cs/>
        </w:rPr>
        <w:t>ทั้งนี้</w:t>
      </w:r>
      <w:r w:rsidR="004265BF" w:rsidRPr="000E3E1F">
        <w:rPr>
          <w:rFonts w:ascii="Browallia New" w:hAnsi="Browallia New" w:cs="Browallia New"/>
        </w:rPr>
        <w:t xml:space="preserve"> </w:t>
      </w:r>
      <w:r w:rsidRPr="000E3E1F">
        <w:rPr>
          <w:rFonts w:ascii="Browallia New" w:hAnsi="Browallia New" w:cs="Browallia New"/>
          <w:cs/>
        </w:rPr>
        <w:t>กลุ่มบริษัทยังไม่ได้นำมาตรฐานการรายงานทางการเงินดังกล่าวมาถือปฏิบัติก่อนวันที่มีผลบังคับใช้ ผู้บริหารของกลุ่มบริษัทอยู่ระหว่างการประเมินผลกระทบของการนำมาตรฐานการรายงานทางการเงินดังกล่าวมาถือปฏิบัติ</w:t>
      </w:r>
    </w:p>
    <w:p w14:paraId="76096226" w14:textId="5D9FB336" w:rsidR="009F2961" w:rsidRPr="000E3E1F" w:rsidRDefault="009F2961" w:rsidP="000721F1">
      <w:pPr>
        <w:tabs>
          <w:tab w:val="left" w:pos="426"/>
        </w:tabs>
        <w:jc w:val="thaiDistribute"/>
        <w:rPr>
          <w:rFonts w:ascii="Browallia New" w:eastAsia="Arial Unicode MS" w:hAnsi="Browallia New" w:cs="Browallia New"/>
          <w:b/>
          <w:bCs/>
          <w:sz w:val="24"/>
          <w:szCs w:val="24"/>
        </w:rPr>
      </w:pPr>
    </w:p>
    <w:p w14:paraId="485624AF" w14:textId="6BCEC285" w:rsidR="00285E46" w:rsidRPr="000E3E1F" w:rsidRDefault="00285E46" w:rsidP="000721F1">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การประมาณการและการใช้ดุลยพินิจ</w:t>
      </w:r>
    </w:p>
    <w:p w14:paraId="485624B0" w14:textId="77777777" w:rsidR="002F47D9" w:rsidRPr="000E3E1F" w:rsidRDefault="002F47D9" w:rsidP="000721F1">
      <w:pPr>
        <w:pStyle w:val="CordiaNew"/>
        <w:tabs>
          <w:tab w:val="clear" w:pos="4153"/>
          <w:tab w:val="left" w:pos="426"/>
        </w:tabs>
        <w:ind w:left="360"/>
        <w:rPr>
          <w:rFonts w:ascii="Browallia New" w:hAnsi="Browallia New" w:cs="Browallia New"/>
          <w:color w:val="auto"/>
          <w:cs/>
          <w:lang w:val="th-TH"/>
        </w:rPr>
      </w:pPr>
    </w:p>
    <w:p w14:paraId="703502D3" w14:textId="633BC61D" w:rsidR="00B3531C" w:rsidRPr="000E3E1F" w:rsidRDefault="00805A6E" w:rsidP="000721F1">
      <w:pPr>
        <w:pStyle w:val="CordiaNew"/>
        <w:tabs>
          <w:tab w:val="clear" w:pos="4153"/>
          <w:tab w:val="left" w:pos="426"/>
        </w:tabs>
        <w:ind w:left="360"/>
        <w:rPr>
          <w:rFonts w:ascii="Browallia New" w:hAnsi="Browallia New" w:cs="Browallia New"/>
          <w:color w:val="auto"/>
          <w:sz w:val="28"/>
          <w:szCs w:val="28"/>
          <w:lang w:val="th-TH"/>
        </w:rPr>
      </w:pPr>
      <w:r w:rsidRPr="000E3E1F">
        <w:rPr>
          <w:rFonts w:ascii="Browallia New" w:hAnsi="Browallia New" w:cs="Browallia New"/>
          <w:color w:val="auto"/>
          <w:sz w:val="28"/>
          <w:szCs w:val="28"/>
          <w:cs/>
          <w:lang w:val="th-TH"/>
        </w:rPr>
        <w:t>ในการจัดทำงบการเงินระหว่างกาล</w:t>
      </w:r>
      <w:r w:rsidR="00F60E66" w:rsidRPr="000E3E1F">
        <w:rPr>
          <w:rFonts w:ascii="Browallia New" w:hAnsi="Browallia New" w:cs="Browallia New"/>
          <w:color w:val="auto"/>
          <w:sz w:val="28"/>
          <w:szCs w:val="28"/>
          <w:lang w:val="th-TH"/>
        </w:rPr>
        <w:t xml:space="preserve"> </w:t>
      </w:r>
      <w:r w:rsidR="00D45ABF" w:rsidRPr="000E3E1F">
        <w:rPr>
          <w:rFonts w:ascii="Browallia New" w:eastAsia="Arial Unicode MS" w:hAnsi="Browallia New" w:cs="Browallia New"/>
          <w:color w:val="auto"/>
          <w:sz w:val="28"/>
          <w:szCs w:val="28"/>
          <w:cs/>
        </w:rPr>
        <w:t>ฝ่</w:t>
      </w:r>
      <w:r w:rsidRPr="000E3E1F">
        <w:rPr>
          <w:rFonts w:ascii="Browallia New" w:eastAsia="Arial Unicode MS" w:hAnsi="Browallia New" w:cs="Browallia New"/>
          <w:color w:val="auto"/>
          <w:sz w:val="28"/>
          <w:szCs w:val="28"/>
          <w:cs/>
        </w:rPr>
        <w:t>า</w:t>
      </w:r>
      <w:r w:rsidRPr="000E3E1F">
        <w:rPr>
          <w:rFonts w:ascii="Browallia New" w:hAnsi="Browallia New" w:cs="Browallia New"/>
          <w:color w:val="auto"/>
          <w:sz w:val="28"/>
          <w:szCs w:val="28"/>
          <w:cs/>
          <w:lang w:val="th-TH"/>
        </w:rPr>
        <w:t>ยบริหารใช้ดุลยพินิจ</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การประมาณการ</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และข้อสมมติฐานเกี่ยวกับการรับรู้</w:t>
      </w:r>
      <w:r w:rsidR="00F60E66" w:rsidRPr="000E3E1F">
        <w:rPr>
          <w:rFonts w:ascii="Browallia New" w:hAnsi="Browallia New" w:cs="Browallia New"/>
          <w:color w:val="auto"/>
          <w:sz w:val="28"/>
          <w:szCs w:val="28"/>
          <w:lang w:val="th-TH"/>
        </w:rPr>
        <w:t xml:space="preserve"> </w:t>
      </w:r>
      <w:r w:rsidR="00AE3DD7" w:rsidRPr="000E3E1F">
        <w:rPr>
          <w:rFonts w:ascii="Browallia New" w:hAnsi="Browallia New" w:cs="Browallia New"/>
          <w:color w:val="auto"/>
          <w:sz w:val="28"/>
          <w:szCs w:val="28"/>
          <w:cs/>
          <w:lang w:val="th-TH"/>
        </w:rPr>
        <w:br/>
      </w:r>
      <w:r w:rsidRPr="000E3E1F">
        <w:rPr>
          <w:rFonts w:ascii="Browallia New" w:hAnsi="Browallia New" w:cs="Browallia New"/>
          <w:color w:val="auto"/>
          <w:sz w:val="28"/>
          <w:szCs w:val="28"/>
          <w:cs/>
          <w:lang w:val="th-TH"/>
        </w:rPr>
        <w:t>และการวัดมูลค่าของสินทรัพย์</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หนี้สิน</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รายได้</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และค่าใช้จ่าย</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ผลท</w:t>
      </w:r>
      <w:r w:rsidR="00285D52" w:rsidRPr="000E3E1F">
        <w:rPr>
          <w:rFonts w:ascii="Browallia New" w:hAnsi="Browallia New" w:cs="Browallia New"/>
          <w:color w:val="auto"/>
          <w:sz w:val="28"/>
          <w:szCs w:val="28"/>
          <w:cs/>
          <w:lang w:val="th-TH"/>
        </w:rPr>
        <w:t>ี่</w:t>
      </w:r>
      <w:r w:rsidRPr="000E3E1F">
        <w:rPr>
          <w:rFonts w:ascii="Browallia New" w:hAnsi="Browallia New" w:cs="Browallia New"/>
          <w:color w:val="auto"/>
          <w:sz w:val="28"/>
          <w:szCs w:val="28"/>
          <w:cs/>
          <w:lang w:val="th-TH"/>
        </w:rPr>
        <w:t>เกิดขึ้นจริงอาจจะแตกต่างจากการใช้ดุลยพินิจ</w:t>
      </w:r>
      <w:r w:rsidR="00F60E66" w:rsidRPr="000E3E1F">
        <w:rPr>
          <w:rFonts w:ascii="Browallia New" w:hAnsi="Browallia New" w:cs="Browallia New"/>
          <w:color w:val="auto"/>
          <w:sz w:val="28"/>
          <w:szCs w:val="28"/>
          <w:lang w:val="th-TH"/>
        </w:rPr>
        <w:t xml:space="preserve"> </w:t>
      </w:r>
      <w:r w:rsidR="00AE3DD7" w:rsidRPr="000E3E1F">
        <w:rPr>
          <w:rFonts w:ascii="Browallia New" w:hAnsi="Browallia New" w:cs="Browallia New"/>
          <w:color w:val="auto"/>
          <w:sz w:val="28"/>
          <w:szCs w:val="28"/>
          <w:cs/>
          <w:lang w:val="th-TH"/>
        </w:rPr>
        <w:br/>
      </w:r>
      <w:r w:rsidRPr="000E3E1F">
        <w:rPr>
          <w:rFonts w:ascii="Browallia New" w:hAnsi="Browallia New" w:cs="Browallia New"/>
          <w:color w:val="auto"/>
          <w:sz w:val="28"/>
          <w:szCs w:val="28"/>
          <w:cs/>
          <w:lang w:val="th-TH"/>
        </w:rPr>
        <w:t>การประมาณการ</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0E3E1F" w:rsidRDefault="00F60E66" w:rsidP="000721F1">
      <w:pPr>
        <w:pStyle w:val="CordiaNew"/>
        <w:tabs>
          <w:tab w:val="clear" w:pos="4153"/>
          <w:tab w:val="left" w:pos="426"/>
        </w:tabs>
        <w:ind w:left="360"/>
        <w:rPr>
          <w:rFonts w:ascii="Browallia New" w:hAnsi="Browallia New" w:cs="Browallia New"/>
          <w:color w:val="auto"/>
          <w:lang w:val="th-TH"/>
        </w:rPr>
      </w:pPr>
      <w:r w:rsidRPr="000E3E1F">
        <w:rPr>
          <w:rFonts w:ascii="Browallia New" w:hAnsi="Browallia New" w:cs="Browallia New"/>
          <w:color w:val="auto"/>
          <w:sz w:val="28"/>
          <w:szCs w:val="28"/>
          <w:lang w:val="th-TH"/>
        </w:rPr>
        <w:t xml:space="preserve"> </w:t>
      </w:r>
    </w:p>
    <w:p w14:paraId="56557632" w14:textId="7ECDE82E" w:rsidR="007E03C4" w:rsidRPr="000E3E1F" w:rsidRDefault="00805A6E" w:rsidP="000721F1">
      <w:pPr>
        <w:pStyle w:val="CordiaNew"/>
        <w:tabs>
          <w:tab w:val="clear" w:pos="4153"/>
          <w:tab w:val="left" w:pos="426"/>
        </w:tabs>
        <w:ind w:left="360"/>
        <w:rPr>
          <w:rFonts w:ascii="Browallia New" w:hAnsi="Browallia New" w:cs="Browallia New"/>
          <w:color w:val="auto"/>
          <w:sz w:val="28"/>
          <w:szCs w:val="28"/>
        </w:rPr>
      </w:pPr>
      <w:r w:rsidRPr="000E3E1F">
        <w:rPr>
          <w:rFonts w:ascii="Browallia New" w:hAnsi="Browallia New" w:cs="Browallia New"/>
          <w:color w:val="auto"/>
          <w:sz w:val="28"/>
          <w:szCs w:val="28"/>
          <w:cs/>
          <w:lang w:val="th-TH"/>
        </w:rPr>
        <w:t>การใช้ดุลยพินิจ</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การประมาณการ</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และข้อสมมติฐาน</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ท</w:t>
      </w:r>
      <w:r w:rsidR="00D97D18" w:rsidRPr="000E3E1F">
        <w:rPr>
          <w:rFonts w:ascii="Browallia New" w:hAnsi="Browallia New" w:cs="Browallia New"/>
          <w:color w:val="auto"/>
          <w:sz w:val="28"/>
          <w:szCs w:val="28"/>
          <w:cs/>
          <w:lang w:val="th-TH"/>
        </w:rPr>
        <w:t>ี่</w:t>
      </w:r>
      <w:r w:rsidRPr="000E3E1F">
        <w:rPr>
          <w:rFonts w:ascii="Browallia New" w:hAnsi="Browallia New" w:cs="Browallia New"/>
          <w:color w:val="auto"/>
          <w:sz w:val="28"/>
          <w:szCs w:val="28"/>
          <w:cs/>
          <w:lang w:val="th-TH"/>
        </w:rPr>
        <w:t>นำมาใช้ในการจั</w:t>
      </w:r>
      <w:r w:rsidR="00BB199C" w:rsidRPr="000E3E1F">
        <w:rPr>
          <w:rFonts w:ascii="Browallia New" w:hAnsi="Browallia New" w:cs="Browallia New"/>
          <w:color w:val="auto"/>
          <w:sz w:val="28"/>
          <w:szCs w:val="28"/>
          <w:cs/>
          <w:lang w:val="th-TH"/>
        </w:rPr>
        <w:t>ดทำงบการเงินระหว่างกาล</w:t>
      </w:r>
      <w:r w:rsidR="006F4127" w:rsidRPr="000E3E1F">
        <w:rPr>
          <w:rFonts w:ascii="Browallia New" w:hAnsi="Browallia New" w:cs="Browallia New"/>
          <w:color w:val="auto"/>
          <w:sz w:val="28"/>
          <w:szCs w:val="28"/>
        </w:rPr>
        <w:t xml:space="preserve"> </w:t>
      </w:r>
      <w:r w:rsidR="006F4127" w:rsidRPr="000E3E1F">
        <w:rPr>
          <w:rFonts w:ascii="Browallia New" w:hAnsi="Browallia New" w:cs="Browallia New"/>
          <w:color w:val="auto"/>
          <w:sz w:val="28"/>
          <w:szCs w:val="28"/>
          <w:cs/>
        </w:rPr>
        <w:t>รวมถึงแหล่งข้อมูลสำคัญเกี่ยวกับความไม่แน่นอนของประมาณการ</w:t>
      </w:r>
      <w:r w:rsidR="00F60E66" w:rsidRPr="000E3E1F">
        <w:rPr>
          <w:rFonts w:ascii="Browallia New" w:hAnsi="Browallia New" w:cs="Browallia New"/>
          <w:color w:val="auto"/>
          <w:sz w:val="28"/>
          <w:szCs w:val="28"/>
          <w:lang w:val="th-TH"/>
        </w:rPr>
        <w:t xml:space="preserve"> </w:t>
      </w:r>
      <w:r w:rsidRPr="000E3E1F">
        <w:rPr>
          <w:rFonts w:ascii="Browallia New" w:hAnsi="Browallia New" w:cs="Browallia New"/>
          <w:color w:val="auto"/>
          <w:sz w:val="28"/>
          <w:szCs w:val="28"/>
          <w:cs/>
          <w:lang w:val="th-TH"/>
        </w:rPr>
        <w:t>ใช้</w:t>
      </w:r>
      <w:r w:rsidR="00490432" w:rsidRPr="000E3E1F">
        <w:rPr>
          <w:rFonts w:ascii="Browallia New" w:hAnsi="Browallia New" w:cs="Browallia New"/>
          <w:color w:val="auto"/>
          <w:sz w:val="28"/>
          <w:szCs w:val="28"/>
          <w:cs/>
          <w:lang w:val="th-TH"/>
        </w:rPr>
        <w:t>หลักเกณฑ์เดียวกันกับที่ใช้</w:t>
      </w:r>
      <w:r w:rsidRPr="000E3E1F">
        <w:rPr>
          <w:rFonts w:ascii="Browallia New" w:hAnsi="Browallia New" w:cs="Browallia New"/>
          <w:color w:val="auto"/>
          <w:sz w:val="28"/>
          <w:szCs w:val="28"/>
          <w:cs/>
          <w:lang w:val="th-TH"/>
        </w:rPr>
        <w:t>ในงบการเงินประจำป</w:t>
      </w:r>
      <w:r w:rsidR="00285D52" w:rsidRPr="000E3E1F">
        <w:rPr>
          <w:rFonts w:ascii="Browallia New" w:hAnsi="Browallia New" w:cs="Browallia New"/>
          <w:color w:val="auto"/>
          <w:sz w:val="28"/>
          <w:szCs w:val="28"/>
          <w:cs/>
          <w:lang w:val="th-TH"/>
        </w:rPr>
        <w:t>ี</w:t>
      </w:r>
      <w:r w:rsidRPr="000E3E1F">
        <w:rPr>
          <w:rFonts w:ascii="Browallia New" w:hAnsi="Browallia New" w:cs="Browallia New"/>
          <w:color w:val="auto"/>
          <w:sz w:val="28"/>
          <w:szCs w:val="28"/>
          <w:cs/>
          <w:lang w:val="th-TH"/>
        </w:rPr>
        <w:t>สิ้นสุดวันที่</w:t>
      </w:r>
      <w:r w:rsidR="00F60E66" w:rsidRPr="000E3E1F">
        <w:rPr>
          <w:rFonts w:ascii="Browallia New" w:hAnsi="Browallia New" w:cs="Browallia New"/>
          <w:color w:val="auto"/>
          <w:sz w:val="28"/>
          <w:szCs w:val="28"/>
          <w:lang w:val="th-TH"/>
        </w:rPr>
        <w:t xml:space="preserve"> </w:t>
      </w:r>
      <w:r w:rsidR="002C3D63" w:rsidRPr="000E3E1F">
        <w:rPr>
          <w:rFonts w:ascii="Browallia New" w:hAnsi="Browallia New" w:cs="Browallia New"/>
          <w:color w:val="auto"/>
          <w:sz w:val="28"/>
          <w:szCs w:val="28"/>
          <w:cs/>
          <w:lang w:val="th-TH"/>
        </w:rPr>
        <w:br/>
      </w:r>
      <w:r w:rsidRPr="000E3E1F">
        <w:rPr>
          <w:rFonts w:ascii="Browallia New" w:hAnsi="Browallia New" w:cs="Browallia New"/>
          <w:color w:val="auto"/>
          <w:sz w:val="28"/>
          <w:szCs w:val="28"/>
          <w:lang w:val="th-TH"/>
        </w:rPr>
        <w:t xml:space="preserve">31 </w:t>
      </w:r>
      <w:r w:rsidRPr="000E3E1F">
        <w:rPr>
          <w:rFonts w:ascii="Browallia New" w:hAnsi="Browallia New" w:cs="Browallia New"/>
          <w:color w:val="auto"/>
          <w:sz w:val="28"/>
          <w:szCs w:val="28"/>
          <w:cs/>
          <w:lang w:val="th-TH"/>
        </w:rPr>
        <w:t>ธันวาคม</w:t>
      </w:r>
      <w:r w:rsidR="00F60E66" w:rsidRPr="000E3E1F">
        <w:rPr>
          <w:rFonts w:ascii="Browallia New" w:hAnsi="Browallia New" w:cs="Browallia New"/>
          <w:color w:val="auto"/>
          <w:sz w:val="28"/>
          <w:szCs w:val="28"/>
          <w:lang w:val="th-TH"/>
        </w:rPr>
        <w:t xml:space="preserve"> </w:t>
      </w:r>
      <w:r w:rsidR="00675EAA" w:rsidRPr="000E3E1F">
        <w:rPr>
          <w:rFonts w:ascii="Browallia New" w:hAnsi="Browallia New" w:cs="Browallia New"/>
          <w:color w:val="auto"/>
          <w:sz w:val="28"/>
          <w:szCs w:val="28"/>
          <w:lang w:val="th-TH"/>
        </w:rPr>
        <w:t>256</w:t>
      </w:r>
      <w:r w:rsidR="008510DE" w:rsidRPr="000E3E1F">
        <w:rPr>
          <w:rFonts w:ascii="Browallia New" w:hAnsi="Browallia New" w:cs="Browallia New"/>
          <w:color w:val="auto"/>
          <w:sz w:val="28"/>
          <w:szCs w:val="28"/>
        </w:rPr>
        <w:t>6</w:t>
      </w:r>
    </w:p>
    <w:p w14:paraId="159F61F7" w14:textId="28155F71" w:rsidR="001A7182" w:rsidRPr="000E3E1F" w:rsidRDefault="001A7182" w:rsidP="000721F1">
      <w:pPr>
        <w:rPr>
          <w:rFonts w:ascii="Browallia New" w:hAnsi="Browallia New" w:cs="Browallia New"/>
          <w:sz w:val="24"/>
          <w:szCs w:val="24"/>
          <w:cs/>
        </w:rPr>
      </w:pPr>
    </w:p>
    <w:p w14:paraId="485624B4" w14:textId="29CA1C5B" w:rsidR="003E4706" w:rsidRPr="000E3E1F"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เงินสดและรายการเทียบเท่าเงินสด</w:t>
      </w:r>
    </w:p>
    <w:p w14:paraId="485624B5" w14:textId="77777777" w:rsidR="001F5364" w:rsidRPr="000E3E1F" w:rsidRDefault="001F5364" w:rsidP="006160D0">
      <w:pPr>
        <w:pStyle w:val="CordiaNew"/>
        <w:tabs>
          <w:tab w:val="clear" w:pos="4153"/>
          <w:tab w:val="left" w:pos="426"/>
        </w:tabs>
        <w:ind w:left="360"/>
        <w:rPr>
          <w:rFonts w:ascii="Browallia New" w:hAnsi="Browallia New" w:cs="Browallia New"/>
          <w:color w:val="auto"/>
          <w:sz w:val="20"/>
          <w:szCs w:val="20"/>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0E3E1F" w14:paraId="485624BA" w14:textId="77777777" w:rsidTr="00486345">
        <w:trPr>
          <w:cantSplit/>
        </w:trPr>
        <w:tc>
          <w:tcPr>
            <w:tcW w:w="3322" w:type="dxa"/>
          </w:tcPr>
          <w:p w14:paraId="485624B6" w14:textId="77777777" w:rsidR="003E4706" w:rsidRPr="000E3E1F"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0E3E1F" w:rsidRDefault="003E4706" w:rsidP="003E0B20">
            <w:pPr>
              <w:jc w:val="center"/>
              <w:rPr>
                <w:rFonts w:ascii="Browallia New" w:hAnsi="Browallia New" w:cs="Browallia New"/>
              </w:rPr>
            </w:pPr>
          </w:p>
        </w:tc>
        <w:tc>
          <w:tcPr>
            <w:tcW w:w="225" w:type="dxa"/>
          </w:tcPr>
          <w:p w14:paraId="485624B8" w14:textId="77777777" w:rsidR="003E4706" w:rsidRPr="000E3E1F" w:rsidRDefault="003E4706" w:rsidP="003E0B20">
            <w:pPr>
              <w:ind w:right="72"/>
              <w:rPr>
                <w:rFonts w:ascii="Browallia New" w:hAnsi="Browallia New" w:cs="Browallia New"/>
              </w:rPr>
            </w:pPr>
          </w:p>
        </w:tc>
        <w:tc>
          <w:tcPr>
            <w:tcW w:w="2799" w:type="dxa"/>
            <w:gridSpan w:val="3"/>
          </w:tcPr>
          <w:p w14:paraId="485624B9" w14:textId="22918B2E" w:rsidR="003E4706" w:rsidRPr="000E3E1F" w:rsidRDefault="003E4706" w:rsidP="003E0B20">
            <w:pPr>
              <w:ind w:right="72"/>
              <w:jc w:val="right"/>
              <w:rPr>
                <w:rFonts w:ascii="Browallia New" w:hAnsi="Browallia New" w:cs="Browallia New"/>
              </w:rPr>
            </w:pPr>
            <w:r w:rsidRPr="000E3E1F">
              <w:rPr>
                <w:rFonts w:ascii="Browallia New" w:hAnsi="Browallia New" w:cs="Browallia New"/>
                <w:cs/>
              </w:rPr>
              <w:t>(หน่วย</w:t>
            </w:r>
            <w:r w:rsidR="00F60E66" w:rsidRPr="000E3E1F">
              <w:rPr>
                <w:rFonts w:ascii="Browallia New" w:hAnsi="Browallia New" w:cs="Browallia New"/>
              </w:rPr>
              <w:t xml:space="preserve"> </w:t>
            </w:r>
            <w:r w:rsidRPr="000E3E1F">
              <w:rPr>
                <w:rFonts w:ascii="Browallia New" w:hAnsi="Browallia New" w:cs="Browallia New"/>
              </w:rPr>
              <w:t xml:space="preserve">: </w:t>
            </w:r>
            <w:r w:rsidRPr="000E3E1F">
              <w:rPr>
                <w:rFonts w:ascii="Browallia New" w:hAnsi="Browallia New" w:cs="Browallia New"/>
                <w:cs/>
              </w:rPr>
              <w:t>พันบาท)</w:t>
            </w:r>
          </w:p>
        </w:tc>
      </w:tr>
      <w:tr w:rsidR="003E4706" w:rsidRPr="000E3E1F" w14:paraId="485624BF" w14:textId="77777777" w:rsidTr="00486345">
        <w:trPr>
          <w:cantSplit/>
        </w:trPr>
        <w:tc>
          <w:tcPr>
            <w:tcW w:w="3322" w:type="dxa"/>
          </w:tcPr>
          <w:p w14:paraId="485624BB" w14:textId="77777777" w:rsidR="003E4706" w:rsidRPr="000E3E1F"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F37FCC9" w:rsidR="003E4706" w:rsidRPr="000E3E1F" w:rsidRDefault="00D034CA" w:rsidP="003E0B20">
            <w:pPr>
              <w:jc w:val="center"/>
              <w:rPr>
                <w:rFonts w:ascii="Browallia New" w:hAnsi="Browallia New" w:cs="Browallia New"/>
              </w:rPr>
            </w:pPr>
            <w:r w:rsidRPr="000E3E1F">
              <w:rPr>
                <w:rFonts w:ascii="Browallia New" w:hAnsi="Browallia New" w:cs="Browallia New"/>
                <w:cs/>
              </w:rPr>
              <w:t>ข้อมูล</w:t>
            </w:r>
            <w:r w:rsidR="007A73E7" w:rsidRPr="000E3E1F">
              <w:rPr>
                <w:rFonts w:ascii="Browallia New" w:hAnsi="Browallia New" w:cs="Browallia New"/>
                <w:cs/>
              </w:rPr>
              <w:t>ทาง</w:t>
            </w:r>
            <w:r w:rsidR="003E4706" w:rsidRPr="000E3E1F">
              <w:rPr>
                <w:rFonts w:ascii="Browallia New" w:hAnsi="Browallia New" w:cs="Browallia New"/>
                <w:cs/>
              </w:rPr>
              <w:t>การเงินรวม</w:t>
            </w:r>
          </w:p>
        </w:tc>
        <w:tc>
          <w:tcPr>
            <w:tcW w:w="225" w:type="dxa"/>
          </w:tcPr>
          <w:p w14:paraId="485624BD" w14:textId="77777777" w:rsidR="003E4706" w:rsidRPr="000E3E1F"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06951CDD" w:rsidR="003E4706" w:rsidRPr="000E3E1F" w:rsidRDefault="007A73E7" w:rsidP="003E0B20">
            <w:pPr>
              <w:ind w:right="72"/>
              <w:jc w:val="center"/>
              <w:rPr>
                <w:rFonts w:ascii="Browallia New" w:hAnsi="Browallia New" w:cs="Browallia New"/>
              </w:rPr>
            </w:pPr>
            <w:r w:rsidRPr="000E3E1F">
              <w:rPr>
                <w:rFonts w:ascii="Browallia New" w:hAnsi="Browallia New" w:cs="Browallia New"/>
                <w:cs/>
              </w:rPr>
              <w:t>ข้อมูลทาง</w:t>
            </w:r>
            <w:r w:rsidR="003E4706" w:rsidRPr="000E3E1F">
              <w:rPr>
                <w:rFonts w:ascii="Browallia New" w:hAnsi="Browallia New" w:cs="Browallia New"/>
                <w:cs/>
              </w:rPr>
              <w:t>การเงินเฉพาะบริษัท</w:t>
            </w:r>
          </w:p>
        </w:tc>
      </w:tr>
      <w:tr w:rsidR="00192EDE" w:rsidRPr="000E3E1F" w14:paraId="485624CC" w14:textId="77777777" w:rsidTr="00486345">
        <w:trPr>
          <w:cantSplit/>
        </w:trPr>
        <w:tc>
          <w:tcPr>
            <w:tcW w:w="3322" w:type="dxa"/>
          </w:tcPr>
          <w:p w14:paraId="485624C0" w14:textId="77777777" w:rsidR="00192EDE" w:rsidRPr="000E3E1F"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561D8A39" w:rsidR="00192EDE" w:rsidRPr="000E3E1F" w:rsidRDefault="008F27BF" w:rsidP="00192EDE">
            <w:pPr>
              <w:ind w:left="-105" w:right="-108"/>
              <w:jc w:val="center"/>
              <w:rPr>
                <w:rFonts w:ascii="Browallia New" w:hAnsi="Browallia New" w:cs="Browallia New"/>
              </w:rPr>
            </w:pPr>
            <w:r w:rsidRPr="000E3E1F">
              <w:rPr>
                <w:rFonts w:ascii="Browallia New" w:hAnsi="Browallia New" w:cs="Browallia New"/>
              </w:rPr>
              <w:t xml:space="preserve">30 </w:t>
            </w:r>
            <w:r w:rsidRPr="000E3E1F">
              <w:rPr>
                <w:rFonts w:ascii="Browallia New" w:hAnsi="Browallia New" w:cs="Browallia New"/>
                <w:cs/>
              </w:rPr>
              <w:t>กันยายน</w:t>
            </w:r>
            <w:r w:rsidR="00192EDE" w:rsidRPr="000E3E1F">
              <w:rPr>
                <w:rStyle w:val="normaltextrun"/>
                <w:rFonts w:ascii="Browallia New" w:hAnsi="Browallia New" w:cs="Browallia New"/>
                <w:cs/>
              </w:rPr>
              <w:br/>
            </w:r>
            <w:r w:rsidR="00192EDE" w:rsidRPr="000E3E1F">
              <w:rPr>
                <w:rStyle w:val="normaltextrun"/>
                <w:rFonts w:ascii="Browallia New" w:hAnsi="Browallia New" w:cs="Browallia New"/>
              </w:rPr>
              <w:t>256</w:t>
            </w:r>
            <w:r w:rsidR="00231607" w:rsidRPr="000E3E1F">
              <w:rPr>
                <w:rStyle w:val="normaltextrun"/>
                <w:rFonts w:ascii="Browallia New" w:hAnsi="Browallia New" w:cs="Browallia New"/>
              </w:rPr>
              <w:t>7</w:t>
            </w:r>
          </w:p>
        </w:tc>
        <w:tc>
          <w:tcPr>
            <w:tcW w:w="225" w:type="dxa"/>
            <w:tcBorders>
              <w:top w:val="single" w:sz="4" w:space="0" w:color="auto"/>
            </w:tcBorders>
            <w:vAlign w:val="bottom"/>
          </w:tcPr>
          <w:p w14:paraId="485624C3" w14:textId="77777777" w:rsidR="00192EDE" w:rsidRPr="000E3E1F"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4C5" w14:textId="0F3260C3"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256</w:t>
            </w:r>
            <w:r w:rsidR="00923136" w:rsidRPr="000E3E1F">
              <w:rPr>
                <w:rFonts w:ascii="Browallia New" w:hAnsi="Browallia New" w:cs="Browallia New"/>
              </w:rPr>
              <w:t>6</w:t>
            </w:r>
          </w:p>
        </w:tc>
        <w:tc>
          <w:tcPr>
            <w:tcW w:w="225" w:type="dxa"/>
          </w:tcPr>
          <w:p w14:paraId="485624C6" w14:textId="77777777" w:rsidR="00192EDE" w:rsidRPr="000E3E1F"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78F6868E" w:rsidR="00192EDE" w:rsidRPr="000E3E1F" w:rsidRDefault="008F27BF" w:rsidP="00192EDE">
            <w:pPr>
              <w:ind w:left="-105" w:right="-108"/>
              <w:jc w:val="center"/>
              <w:rPr>
                <w:rFonts w:ascii="Browallia New" w:hAnsi="Browallia New" w:cs="Browallia New"/>
                <w:cs/>
              </w:rPr>
            </w:pPr>
            <w:r w:rsidRPr="000E3E1F">
              <w:rPr>
                <w:rFonts w:ascii="Browallia New" w:hAnsi="Browallia New" w:cs="Browallia New"/>
              </w:rPr>
              <w:t xml:space="preserve">30 </w:t>
            </w:r>
            <w:r w:rsidRPr="000E3E1F">
              <w:rPr>
                <w:rFonts w:ascii="Browallia New" w:hAnsi="Browallia New" w:cs="Browallia New"/>
                <w:cs/>
              </w:rPr>
              <w:t>กันยายน</w:t>
            </w:r>
            <w:r w:rsidR="00192EDE" w:rsidRPr="000E3E1F">
              <w:rPr>
                <w:rStyle w:val="normaltextrun"/>
                <w:rFonts w:ascii="Browallia New" w:hAnsi="Browallia New" w:cs="Browallia New"/>
                <w:cs/>
              </w:rPr>
              <w:br/>
            </w:r>
            <w:r w:rsidR="00192EDE" w:rsidRPr="000E3E1F">
              <w:rPr>
                <w:rStyle w:val="normaltextrun"/>
                <w:rFonts w:ascii="Browallia New" w:hAnsi="Browallia New" w:cs="Browallia New"/>
              </w:rPr>
              <w:t>256</w:t>
            </w:r>
            <w:r w:rsidR="00231607" w:rsidRPr="000E3E1F">
              <w:rPr>
                <w:rStyle w:val="normaltextrun"/>
                <w:rFonts w:ascii="Browallia New" w:hAnsi="Browallia New" w:cs="Browallia New"/>
              </w:rPr>
              <w:t>7</w:t>
            </w:r>
          </w:p>
        </w:tc>
        <w:tc>
          <w:tcPr>
            <w:tcW w:w="234" w:type="dxa"/>
            <w:tcBorders>
              <w:top w:val="single" w:sz="4" w:space="0" w:color="auto"/>
            </w:tcBorders>
            <w:vAlign w:val="bottom"/>
          </w:tcPr>
          <w:p w14:paraId="485624C9" w14:textId="77777777" w:rsidR="00192EDE" w:rsidRPr="000E3E1F"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4CB" w14:textId="7019E47E" w:rsidR="00192EDE" w:rsidRPr="000E3E1F" w:rsidRDefault="00192EDE" w:rsidP="00192EDE">
            <w:pPr>
              <w:ind w:left="-105" w:right="-108"/>
              <w:jc w:val="center"/>
              <w:rPr>
                <w:rFonts w:ascii="Browallia New" w:hAnsi="Browallia New" w:cs="Browallia New"/>
                <w:cs/>
              </w:rPr>
            </w:pPr>
            <w:r w:rsidRPr="000E3E1F">
              <w:rPr>
                <w:rFonts w:ascii="Browallia New" w:hAnsi="Browallia New" w:cs="Browallia New"/>
              </w:rPr>
              <w:t>256</w:t>
            </w:r>
            <w:r w:rsidR="00923136" w:rsidRPr="000E3E1F">
              <w:rPr>
                <w:rFonts w:ascii="Browallia New" w:hAnsi="Browallia New" w:cs="Browallia New"/>
              </w:rPr>
              <w:t>6</w:t>
            </w:r>
          </w:p>
        </w:tc>
      </w:tr>
      <w:tr w:rsidR="003E4706" w:rsidRPr="000E3E1F"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0E3E1F" w:rsidRDefault="003E4706" w:rsidP="003E0B20">
            <w:pPr>
              <w:jc w:val="thaiDistribute"/>
              <w:rPr>
                <w:rFonts w:ascii="Browallia New" w:hAnsi="Browallia New" w:cs="Browallia New"/>
                <w:sz w:val="16"/>
                <w:szCs w:val="16"/>
              </w:rPr>
            </w:pPr>
          </w:p>
        </w:tc>
        <w:tc>
          <w:tcPr>
            <w:tcW w:w="1286" w:type="dxa"/>
            <w:tcBorders>
              <w:top w:val="nil"/>
              <w:left w:val="nil"/>
              <w:bottom w:val="nil"/>
              <w:right w:val="nil"/>
            </w:tcBorders>
          </w:tcPr>
          <w:p w14:paraId="485624CE" w14:textId="77777777" w:rsidR="003E4706" w:rsidRPr="000E3E1F"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CF" w14:textId="77777777" w:rsidR="003E4706" w:rsidRPr="000E3E1F" w:rsidRDefault="003E4706" w:rsidP="003E0B20">
            <w:pPr>
              <w:tabs>
                <w:tab w:val="decimal" w:pos="885"/>
              </w:tabs>
              <w:jc w:val="thaiDistribute"/>
              <w:rPr>
                <w:rFonts w:ascii="Browallia New" w:hAnsi="Browallia New" w:cs="Browallia New"/>
                <w:sz w:val="16"/>
                <w:szCs w:val="16"/>
              </w:rPr>
            </w:pPr>
          </w:p>
        </w:tc>
        <w:tc>
          <w:tcPr>
            <w:tcW w:w="1242" w:type="dxa"/>
            <w:tcBorders>
              <w:top w:val="nil"/>
              <w:left w:val="nil"/>
              <w:bottom w:val="nil"/>
              <w:right w:val="nil"/>
            </w:tcBorders>
          </w:tcPr>
          <w:p w14:paraId="485624D0" w14:textId="77777777" w:rsidR="003E4706" w:rsidRPr="000E3E1F"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D1" w14:textId="77777777" w:rsidR="003E4706" w:rsidRPr="000E3E1F" w:rsidRDefault="003E4706" w:rsidP="003E0B20">
            <w:pPr>
              <w:jc w:val="thaiDistribute"/>
              <w:rPr>
                <w:rFonts w:ascii="Browallia New" w:hAnsi="Browallia New" w:cs="Browallia New"/>
                <w:sz w:val="16"/>
                <w:szCs w:val="16"/>
              </w:rPr>
            </w:pPr>
          </w:p>
        </w:tc>
        <w:tc>
          <w:tcPr>
            <w:tcW w:w="1269" w:type="dxa"/>
            <w:tcBorders>
              <w:top w:val="nil"/>
              <w:left w:val="nil"/>
              <w:bottom w:val="nil"/>
              <w:right w:val="nil"/>
            </w:tcBorders>
          </w:tcPr>
          <w:p w14:paraId="485624D2" w14:textId="77777777" w:rsidR="003E4706" w:rsidRPr="000E3E1F" w:rsidRDefault="003E4706" w:rsidP="003E0B20">
            <w:pPr>
              <w:tabs>
                <w:tab w:val="decimal" w:pos="885"/>
              </w:tabs>
              <w:jc w:val="thaiDistribute"/>
              <w:rPr>
                <w:rFonts w:ascii="Browallia New" w:hAnsi="Browallia New" w:cs="Browallia New"/>
                <w:sz w:val="16"/>
                <w:szCs w:val="16"/>
              </w:rPr>
            </w:pPr>
          </w:p>
        </w:tc>
        <w:tc>
          <w:tcPr>
            <w:tcW w:w="234" w:type="dxa"/>
            <w:tcBorders>
              <w:top w:val="nil"/>
              <w:left w:val="nil"/>
              <w:bottom w:val="nil"/>
              <w:right w:val="nil"/>
            </w:tcBorders>
          </w:tcPr>
          <w:p w14:paraId="485624D3" w14:textId="77777777" w:rsidR="003E4706" w:rsidRPr="000E3E1F" w:rsidRDefault="003E4706" w:rsidP="003E0B20">
            <w:pPr>
              <w:tabs>
                <w:tab w:val="decimal" w:pos="885"/>
              </w:tabs>
              <w:jc w:val="thaiDistribute"/>
              <w:rPr>
                <w:rFonts w:ascii="Browallia New" w:hAnsi="Browallia New" w:cs="Browallia New"/>
                <w:sz w:val="16"/>
                <w:szCs w:val="16"/>
              </w:rPr>
            </w:pPr>
          </w:p>
        </w:tc>
        <w:tc>
          <w:tcPr>
            <w:tcW w:w="1296" w:type="dxa"/>
            <w:tcBorders>
              <w:top w:val="nil"/>
              <w:left w:val="nil"/>
              <w:bottom w:val="nil"/>
              <w:right w:val="nil"/>
            </w:tcBorders>
          </w:tcPr>
          <w:p w14:paraId="485624D4" w14:textId="77777777" w:rsidR="003E4706" w:rsidRPr="000E3E1F" w:rsidRDefault="003E4706" w:rsidP="003E0B20">
            <w:pPr>
              <w:tabs>
                <w:tab w:val="decimal" w:pos="885"/>
              </w:tabs>
              <w:jc w:val="thaiDistribute"/>
              <w:rPr>
                <w:rFonts w:ascii="Browallia New" w:hAnsi="Browallia New" w:cs="Browallia New"/>
                <w:sz w:val="16"/>
                <w:szCs w:val="16"/>
              </w:rPr>
            </w:pPr>
          </w:p>
        </w:tc>
      </w:tr>
      <w:tr w:rsidR="004F0DA1" w:rsidRPr="000E3E1F"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4F0DA1" w:rsidRPr="000E3E1F" w:rsidRDefault="004F0DA1" w:rsidP="004F0DA1">
            <w:pPr>
              <w:rPr>
                <w:rFonts w:ascii="Browallia New" w:hAnsi="Browallia New" w:cs="Browallia New"/>
              </w:rPr>
            </w:pPr>
            <w:r w:rsidRPr="000E3E1F">
              <w:rPr>
                <w:rFonts w:ascii="Browallia New" w:hAnsi="Browallia New" w:cs="Browallia New"/>
                <w:cs/>
              </w:rPr>
              <w:t>เงินสด</w:t>
            </w:r>
            <w:r w:rsidRPr="000E3E1F">
              <w:rPr>
                <w:rFonts w:ascii="Browallia New" w:hAnsi="Browallia New" w:cs="Browallia New"/>
              </w:rPr>
              <w:t xml:space="preserve"> </w:t>
            </w:r>
          </w:p>
        </w:tc>
        <w:tc>
          <w:tcPr>
            <w:tcW w:w="1286" w:type="dxa"/>
            <w:tcBorders>
              <w:top w:val="nil"/>
              <w:left w:val="nil"/>
              <w:bottom w:val="nil"/>
              <w:right w:val="nil"/>
            </w:tcBorders>
          </w:tcPr>
          <w:p w14:paraId="485624D7" w14:textId="039479F1" w:rsidR="004F0DA1" w:rsidRPr="000E3E1F" w:rsidRDefault="008F2027" w:rsidP="004F0DA1">
            <w:pPr>
              <w:ind w:right="96"/>
              <w:jc w:val="right"/>
              <w:rPr>
                <w:rFonts w:ascii="Browallia New" w:hAnsi="Browallia New" w:cs="Browallia New"/>
              </w:rPr>
            </w:pPr>
            <w:r w:rsidRPr="000E3E1F">
              <w:rPr>
                <w:rFonts w:ascii="Browallia New" w:hAnsi="Browallia New" w:cs="Browallia New"/>
              </w:rPr>
              <w:t>1,021</w:t>
            </w:r>
          </w:p>
        </w:tc>
        <w:tc>
          <w:tcPr>
            <w:tcW w:w="225" w:type="dxa"/>
            <w:tcBorders>
              <w:top w:val="nil"/>
              <w:left w:val="nil"/>
              <w:bottom w:val="nil"/>
              <w:right w:val="nil"/>
            </w:tcBorders>
          </w:tcPr>
          <w:p w14:paraId="485624D8" w14:textId="77777777" w:rsidR="004F0DA1" w:rsidRPr="000E3E1F"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170FC793" w:rsidR="004F0DA1" w:rsidRPr="000E3E1F" w:rsidRDefault="004F0DA1" w:rsidP="004F0DA1">
            <w:pPr>
              <w:ind w:right="96"/>
              <w:jc w:val="right"/>
              <w:rPr>
                <w:rFonts w:ascii="Browallia New" w:hAnsi="Browallia New" w:cs="Browallia New"/>
              </w:rPr>
            </w:pPr>
            <w:r w:rsidRPr="000E3E1F">
              <w:rPr>
                <w:rFonts w:ascii="Browallia New" w:hAnsi="Browallia New" w:cs="Browallia New"/>
              </w:rPr>
              <w:t>1,146</w:t>
            </w:r>
          </w:p>
        </w:tc>
        <w:tc>
          <w:tcPr>
            <w:tcW w:w="225" w:type="dxa"/>
            <w:tcBorders>
              <w:top w:val="nil"/>
              <w:left w:val="nil"/>
              <w:bottom w:val="nil"/>
              <w:right w:val="nil"/>
            </w:tcBorders>
          </w:tcPr>
          <w:p w14:paraId="485624DA" w14:textId="77777777" w:rsidR="004F0DA1" w:rsidRPr="000E3E1F"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2D9976A8" w:rsidR="004F0DA1" w:rsidRPr="000E3E1F" w:rsidRDefault="00543DF6" w:rsidP="004F0DA1">
            <w:pPr>
              <w:ind w:right="80"/>
              <w:jc w:val="right"/>
              <w:rPr>
                <w:rFonts w:ascii="Browallia New" w:hAnsi="Browallia New" w:cs="Browallia New"/>
              </w:rPr>
            </w:pPr>
            <w:r w:rsidRPr="000E3E1F">
              <w:rPr>
                <w:rFonts w:ascii="Browallia New" w:hAnsi="Browallia New" w:cs="Browallia New"/>
              </w:rPr>
              <w:t>1,000</w:t>
            </w:r>
          </w:p>
        </w:tc>
        <w:tc>
          <w:tcPr>
            <w:tcW w:w="234" w:type="dxa"/>
            <w:tcBorders>
              <w:top w:val="nil"/>
              <w:left w:val="nil"/>
              <w:bottom w:val="nil"/>
              <w:right w:val="nil"/>
            </w:tcBorders>
          </w:tcPr>
          <w:p w14:paraId="485624DC" w14:textId="77777777" w:rsidR="004F0DA1" w:rsidRPr="000E3E1F" w:rsidRDefault="004F0DA1" w:rsidP="004F0DA1">
            <w:pPr>
              <w:ind w:right="96"/>
              <w:rPr>
                <w:rFonts w:ascii="Browallia New" w:hAnsi="Browallia New" w:cs="Browallia New"/>
              </w:rPr>
            </w:pPr>
          </w:p>
        </w:tc>
        <w:tc>
          <w:tcPr>
            <w:tcW w:w="1296" w:type="dxa"/>
            <w:tcBorders>
              <w:top w:val="nil"/>
              <w:left w:val="nil"/>
              <w:bottom w:val="nil"/>
              <w:right w:val="nil"/>
            </w:tcBorders>
          </w:tcPr>
          <w:p w14:paraId="485624DD" w14:textId="59C30F53" w:rsidR="004F0DA1" w:rsidRPr="000E3E1F" w:rsidRDefault="004F0DA1" w:rsidP="004F0DA1">
            <w:pPr>
              <w:ind w:right="80"/>
              <w:jc w:val="right"/>
              <w:rPr>
                <w:rFonts w:ascii="Browallia New" w:hAnsi="Browallia New" w:cs="Browallia New"/>
              </w:rPr>
            </w:pPr>
            <w:r w:rsidRPr="000E3E1F">
              <w:rPr>
                <w:rFonts w:ascii="Browallia New" w:hAnsi="Browallia New" w:cs="Browallia New"/>
              </w:rPr>
              <w:t>1,000</w:t>
            </w:r>
          </w:p>
        </w:tc>
      </w:tr>
      <w:tr w:rsidR="004F0DA1" w:rsidRPr="000E3E1F"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4F0DA1" w:rsidRPr="000E3E1F" w:rsidRDefault="004F0DA1" w:rsidP="004F0DA1">
            <w:pPr>
              <w:jc w:val="both"/>
              <w:rPr>
                <w:rFonts w:ascii="Browallia New" w:hAnsi="Browallia New" w:cs="Browallia New"/>
              </w:rPr>
            </w:pPr>
            <w:r w:rsidRPr="000E3E1F">
              <w:rPr>
                <w:rFonts w:ascii="Browallia New" w:hAnsi="Browallia New" w:cs="Browallia New"/>
                <w:cs/>
              </w:rPr>
              <w:t>เงินฝากธนาคาร</w:t>
            </w:r>
            <w:r w:rsidRPr="000E3E1F">
              <w:rPr>
                <w:rFonts w:ascii="Browallia New" w:hAnsi="Browallia New" w:cs="Browallia New"/>
              </w:rPr>
              <w:t xml:space="preserve"> - </w:t>
            </w:r>
            <w:r w:rsidRPr="000E3E1F">
              <w:rPr>
                <w:rFonts w:ascii="Browallia New" w:hAnsi="Browallia New" w:cs="Browallia New"/>
                <w:cs/>
              </w:rPr>
              <w:t>กระแสรายวัน</w:t>
            </w:r>
          </w:p>
        </w:tc>
        <w:tc>
          <w:tcPr>
            <w:tcW w:w="1286" w:type="dxa"/>
            <w:tcBorders>
              <w:top w:val="nil"/>
              <w:left w:val="nil"/>
              <w:bottom w:val="nil"/>
              <w:right w:val="nil"/>
            </w:tcBorders>
          </w:tcPr>
          <w:p w14:paraId="485624E0" w14:textId="1A6E33E5" w:rsidR="004F0DA1" w:rsidRPr="000E3E1F" w:rsidRDefault="00F80325" w:rsidP="004F0DA1">
            <w:pPr>
              <w:ind w:right="96"/>
              <w:jc w:val="right"/>
              <w:rPr>
                <w:rFonts w:ascii="Browallia New" w:hAnsi="Browallia New" w:cs="Browallia New"/>
              </w:rPr>
            </w:pPr>
            <w:r w:rsidRPr="000E3E1F">
              <w:rPr>
                <w:rFonts w:ascii="Browallia New" w:hAnsi="Browallia New" w:cs="Browallia New"/>
              </w:rPr>
              <w:t>51,216</w:t>
            </w:r>
          </w:p>
        </w:tc>
        <w:tc>
          <w:tcPr>
            <w:tcW w:w="225" w:type="dxa"/>
            <w:tcBorders>
              <w:top w:val="nil"/>
              <w:left w:val="nil"/>
              <w:bottom w:val="nil"/>
              <w:right w:val="nil"/>
            </w:tcBorders>
          </w:tcPr>
          <w:p w14:paraId="485624E1" w14:textId="77777777" w:rsidR="004F0DA1" w:rsidRPr="000E3E1F"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53680281" w:rsidR="004F0DA1" w:rsidRPr="000E3E1F" w:rsidRDefault="004F0DA1" w:rsidP="004F0DA1">
            <w:pPr>
              <w:ind w:right="96"/>
              <w:jc w:val="right"/>
              <w:rPr>
                <w:rFonts w:ascii="Browallia New" w:hAnsi="Browallia New" w:cs="Browallia New"/>
              </w:rPr>
            </w:pPr>
            <w:r w:rsidRPr="000E3E1F">
              <w:rPr>
                <w:rFonts w:ascii="Browallia New" w:hAnsi="Browallia New" w:cs="Browallia New"/>
              </w:rPr>
              <w:t>36,612</w:t>
            </w:r>
          </w:p>
        </w:tc>
        <w:tc>
          <w:tcPr>
            <w:tcW w:w="225" w:type="dxa"/>
            <w:tcBorders>
              <w:top w:val="nil"/>
              <w:left w:val="nil"/>
              <w:bottom w:val="nil"/>
              <w:right w:val="nil"/>
            </w:tcBorders>
          </w:tcPr>
          <w:p w14:paraId="485624E3" w14:textId="77777777" w:rsidR="004F0DA1" w:rsidRPr="000E3E1F"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553B3F49" w:rsidR="004F0DA1" w:rsidRPr="000E3E1F" w:rsidRDefault="00806A19" w:rsidP="004F0DA1">
            <w:pPr>
              <w:ind w:right="80"/>
              <w:jc w:val="right"/>
              <w:rPr>
                <w:rFonts w:ascii="Browallia New" w:hAnsi="Browallia New" w:cs="Browallia New"/>
              </w:rPr>
            </w:pPr>
            <w:r w:rsidRPr="000E3E1F">
              <w:rPr>
                <w:rFonts w:ascii="Browallia New" w:hAnsi="Browallia New" w:cs="Browallia New"/>
              </w:rPr>
              <w:t>48,241</w:t>
            </w:r>
          </w:p>
        </w:tc>
        <w:tc>
          <w:tcPr>
            <w:tcW w:w="234" w:type="dxa"/>
            <w:tcBorders>
              <w:top w:val="nil"/>
              <w:left w:val="nil"/>
              <w:bottom w:val="nil"/>
              <w:right w:val="nil"/>
            </w:tcBorders>
          </w:tcPr>
          <w:p w14:paraId="485624E5" w14:textId="77777777" w:rsidR="004F0DA1" w:rsidRPr="000E3E1F"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6" w14:textId="2B2FB919" w:rsidR="004F0DA1" w:rsidRPr="000E3E1F" w:rsidRDefault="004F0DA1" w:rsidP="004F0DA1">
            <w:pPr>
              <w:ind w:right="80"/>
              <w:jc w:val="right"/>
              <w:rPr>
                <w:rFonts w:ascii="Browallia New" w:hAnsi="Browallia New" w:cs="Browallia New"/>
              </w:rPr>
            </w:pPr>
            <w:r w:rsidRPr="000E3E1F">
              <w:rPr>
                <w:rFonts w:ascii="Browallia New" w:hAnsi="Browallia New" w:cs="Browallia New"/>
              </w:rPr>
              <w:t>20,375</w:t>
            </w:r>
          </w:p>
        </w:tc>
      </w:tr>
      <w:tr w:rsidR="004F0DA1" w:rsidRPr="000E3E1F"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4F0DA1" w:rsidRPr="000E3E1F" w:rsidRDefault="004F0DA1" w:rsidP="004F0DA1">
            <w:pPr>
              <w:jc w:val="both"/>
              <w:rPr>
                <w:rFonts w:ascii="Browallia New" w:hAnsi="Browallia New" w:cs="Browallia New"/>
              </w:rPr>
            </w:pPr>
            <w:r w:rsidRPr="000E3E1F">
              <w:rPr>
                <w:rFonts w:ascii="Browallia New" w:hAnsi="Browallia New" w:cs="Browallia New"/>
                <w:color w:val="FFFFFF" w:themeColor="background1"/>
                <w:cs/>
              </w:rPr>
              <w:t>เงินฝากธนาคาร</w:t>
            </w:r>
            <w:r w:rsidRPr="000E3E1F">
              <w:rPr>
                <w:rFonts w:ascii="Browallia New" w:hAnsi="Browallia New" w:cs="Browallia New"/>
                <w:color w:val="FFFFFF"/>
              </w:rPr>
              <w:t xml:space="preserve"> </w:t>
            </w:r>
            <w:r w:rsidRPr="000E3E1F">
              <w:rPr>
                <w:rFonts w:ascii="Browallia New" w:hAnsi="Browallia New" w:cs="Browallia New"/>
              </w:rPr>
              <w:t xml:space="preserve">- </w:t>
            </w:r>
            <w:r w:rsidRPr="000E3E1F">
              <w:rPr>
                <w:rFonts w:ascii="Browallia New" w:hAnsi="Browallia New" w:cs="Browallia New"/>
                <w:cs/>
              </w:rPr>
              <w:t>ออมทรัพย์</w:t>
            </w:r>
          </w:p>
        </w:tc>
        <w:tc>
          <w:tcPr>
            <w:tcW w:w="1286" w:type="dxa"/>
            <w:tcBorders>
              <w:top w:val="nil"/>
              <w:left w:val="nil"/>
              <w:bottom w:val="nil"/>
              <w:right w:val="nil"/>
            </w:tcBorders>
          </w:tcPr>
          <w:p w14:paraId="485624E9" w14:textId="6CBEB580" w:rsidR="004F0DA1" w:rsidRPr="000E3E1F" w:rsidRDefault="00F80325" w:rsidP="004F0DA1">
            <w:pPr>
              <w:ind w:right="96"/>
              <w:jc w:val="right"/>
              <w:rPr>
                <w:rFonts w:ascii="Browallia New" w:hAnsi="Browallia New" w:cs="Browallia New"/>
              </w:rPr>
            </w:pPr>
            <w:r w:rsidRPr="000E3E1F">
              <w:rPr>
                <w:rFonts w:ascii="Browallia New" w:hAnsi="Browallia New" w:cs="Browallia New"/>
              </w:rPr>
              <w:t>93,278</w:t>
            </w:r>
          </w:p>
        </w:tc>
        <w:tc>
          <w:tcPr>
            <w:tcW w:w="225" w:type="dxa"/>
            <w:tcBorders>
              <w:top w:val="nil"/>
              <w:left w:val="nil"/>
              <w:bottom w:val="nil"/>
              <w:right w:val="nil"/>
            </w:tcBorders>
          </w:tcPr>
          <w:p w14:paraId="485624EA" w14:textId="77777777" w:rsidR="004F0DA1" w:rsidRPr="000E3E1F"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5835003B" w:rsidR="004F0DA1" w:rsidRPr="000E3E1F" w:rsidRDefault="004F0DA1" w:rsidP="004F0DA1">
            <w:pPr>
              <w:ind w:right="96"/>
              <w:jc w:val="right"/>
              <w:rPr>
                <w:rFonts w:ascii="Browallia New" w:hAnsi="Browallia New" w:cs="Browallia New"/>
              </w:rPr>
            </w:pPr>
            <w:r w:rsidRPr="000E3E1F">
              <w:rPr>
                <w:rFonts w:ascii="Browallia New" w:hAnsi="Browallia New" w:cs="Browallia New"/>
              </w:rPr>
              <w:t>83,207</w:t>
            </w:r>
          </w:p>
        </w:tc>
        <w:tc>
          <w:tcPr>
            <w:tcW w:w="225" w:type="dxa"/>
            <w:tcBorders>
              <w:top w:val="nil"/>
              <w:left w:val="nil"/>
              <w:bottom w:val="nil"/>
              <w:right w:val="nil"/>
            </w:tcBorders>
          </w:tcPr>
          <w:p w14:paraId="485624EC" w14:textId="77777777" w:rsidR="004F0DA1" w:rsidRPr="000E3E1F"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62C641F6" w:rsidR="004F0DA1" w:rsidRPr="000E3E1F" w:rsidRDefault="00543DF6" w:rsidP="004F0DA1">
            <w:pPr>
              <w:ind w:right="80"/>
              <w:jc w:val="right"/>
              <w:rPr>
                <w:rFonts w:ascii="Browallia New" w:hAnsi="Browallia New" w:cs="Browallia New"/>
              </w:rPr>
            </w:pPr>
            <w:r w:rsidRPr="000E3E1F">
              <w:rPr>
                <w:rFonts w:ascii="Browallia New" w:hAnsi="Browallia New" w:cs="Browallia New"/>
              </w:rPr>
              <w:t>8</w:t>
            </w:r>
            <w:r w:rsidR="00806A19" w:rsidRPr="000E3E1F">
              <w:rPr>
                <w:rFonts w:ascii="Browallia New" w:hAnsi="Browallia New" w:cs="Browallia New"/>
              </w:rPr>
              <w:t>4</w:t>
            </w:r>
            <w:r w:rsidR="00F33FD0" w:rsidRPr="000E3E1F">
              <w:rPr>
                <w:rFonts w:ascii="Browallia New" w:hAnsi="Browallia New" w:cs="Browallia New"/>
              </w:rPr>
              <w:t>,139</w:t>
            </w:r>
          </w:p>
        </w:tc>
        <w:tc>
          <w:tcPr>
            <w:tcW w:w="234" w:type="dxa"/>
            <w:tcBorders>
              <w:top w:val="nil"/>
              <w:left w:val="nil"/>
              <w:bottom w:val="nil"/>
              <w:right w:val="nil"/>
            </w:tcBorders>
          </w:tcPr>
          <w:p w14:paraId="485624EE" w14:textId="77777777" w:rsidR="004F0DA1" w:rsidRPr="000E3E1F"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F" w14:textId="60DCB4AB" w:rsidR="004F0DA1" w:rsidRPr="000E3E1F" w:rsidRDefault="004F0DA1" w:rsidP="004F0DA1">
            <w:pPr>
              <w:ind w:right="80"/>
              <w:jc w:val="right"/>
              <w:rPr>
                <w:rFonts w:ascii="Browallia New" w:hAnsi="Browallia New" w:cs="Browallia New"/>
              </w:rPr>
            </w:pPr>
            <w:r w:rsidRPr="000E3E1F">
              <w:rPr>
                <w:rFonts w:ascii="Browallia New" w:hAnsi="Browallia New" w:cs="Browallia New"/>
              </w:rPr>
              <w:t>83,207</w:t>
            </w:r>
          </w:p>
        </w:tc>
      </w:tr>
      <w:tr w:rsidR="004F0DA1" w:rsidRPr="000E3E1F"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4F0DA1" w:rsidRPr="000E3E1F" w:rsidRDefault="004F0DA1" w:rsidP="004F0DA1">
            <w:pPr>
              <w:jc w:val="both"/>
              <w:rPr>
                <w:rFonts w:ascii="Browallia New" w:hAnsi="Browallia New" w:cs="Browallia New"/>
              </w:rPr>
            </w:pPr>
            <w:r w:rsidRPr="000E3E1F">
              <w:rPr>
                <w:rFonts w:ascii="Browallia New" w:hAnsi="Browallia New" w:cs="Browallia New"/>
                <w:cs/>
              </w:rPr>
              <w:t>เช็คระหว่างทาง</w:t>
            </w:r>
          </w:p>
        </w:tc>
        <w:tc>
          <w:tcPr>
            <w:tcW w:w="1286" w:type="dxa"/>
            <w:tcBorders>
              <w:top w:val="nil"/>
              <w:left w:val="nil"/>
              <w:right w:val="nil"/>
            </w:tcBorders>
          </w:tcPr>
          <w:p w14:paraId="485624F2" w14:textId="54E68A2E" w:rsidR="004F0DA1" w:rsidRPr="000E3E1F" w:rsidRDefault="00F80325" w:rsidP="004F0DA1">
            <w:pPr>
              <w:ind w:right="96"/>
              <w:jc w:val="right"/>
              <w:rPr>
                <w:rFonts w:ascii="Browallia New" w:hAnsi="Browallia New" w:cs="Browallia New"/>
              </w:rPr>
            </w:pPr>
            <w:r w:rsidRPr="000E3E1F">
              <w:rPr>
                <w:rFonts w:ascii="Browallia New" w:hAnsi="Browallia New" w:cs="Browallia New"/>
              </w:rPr>
              <w:t>7,538</w:t>
            </w:r>
          </w:p>
        </w:tc>
        <w:tc>
          <w:tcPr>
            <w:tcW w:w="225" w:type="dxa"/>
            <w:tcBorders>
              <w:top w:val="nil"/>
              <w:left w:val="nil"/>
              <w:bottom w:val="nil"/>
              <w:right w:val="nil"/>
            </w:tcBorders>
          </w:tcPr>
          <w:p w14:paraId="485624F3" w14:textId="77777777" w:rsidR="004F0DA1" w:rsidRPr="000E3E1F" w:rsidRDefault="004F0DA1" w:rsidP="004F0DA1">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0456AA75" w:rsidR="004F0DA1" w:rsidRPr="000E3E1F" w:rsidRDefault="004F0DA1" w:rsidP="004F0DA1">
            <w:pPr>
              <w:ind w:right="96"/>
              <w:jc w:val="right"/>
              <w:rPr>
                <w:rFonts w:ascii="Browallia New" w:hAnsi="Browallia New" w:cs="Browallia New"/>
              </w:rPr>
            </w:pPr>
            <w:r w:rsidRPr="000E3E1F">
              <w:rPr>
                <w:rFonts w:ascii="Browallia New" w:hAnsi="Browallia New" w:cs="Browallia New"/>
              </w:rPr>
              <w:t xml:space="preserve">        28,760</w:t>
            </w:r>
          </w:p>
        </w:tc>
        <w:tc>
          <w:tcPr>
            <w:tcW w:w="225" w:type="dxa"/>
            <w:tcBorders>
              <w:top w:val="nil"/>
              <w:left w:val="nil"/>
              <w:bottom w:val="nil"/>
              <w:right w:val="nil"/>
            </w:tcBorders>
          </w:tcPr>
          <w:p w14:paraId="485624F5" w14:textId="77777777" w:rsidR="004F0DA1" w:rsidRPr="000E3E1F" w:rsidRDefault="004F0DA1" w:rsidP="004F0DA1">
            <w:pPr>
              <w:ind w:right="96" w:firstLine="360"/>
              <w:jc w:val="right"/>
              <w:rPr>
                <w:rFonts w:ascii="Browallia New" w:hAnsi="Browallia New" w:cs="Browallia New"/>
              </w:rPr>
            </w:pPr>
          </w:p>
        </w:tc>
        <w:tc>
          <w:tcPr>
            <w:tcW w:w="1269" w:type="dxa"/>
            <w:tcBorders>
              <w:top w:val="nil"/>
              <w:left w:val="nil"/>
              <w:right w:val="nil"/>
            </w:tcBorders>
          </w:tcPr>
          <w:p w14:paraId="485624F6" w14:textId="04D5566F" w:rsidR="004F0DA1" w:rsidRPr="000E3E1F" w:rsidRDefault="00F33FD0" w:rsidP="004F0DA1">
            <w:pPr>
              <w:ind w:right="80"/>
              <w:jc w:val="right"/>
              <w:rPr>
                <w:rFonts w:ascii="Browallia New" w:hAnsi="Browallia New" w:cs="Browallia New"/>
              </w:rPr>
            </w:pPr>
            <w:r w:rsidRPr="000E3E1F">
              <w:rPr>
                <w:rFonts w:ascii="Browallia New" w:hAnsi="Browallia New" w:cs="Browallia New"/>
              </w:rPr>
              <w:t>7,538</w:t>
            </w:r>
          </w:p>
        </w:tc>
        <w:tc>
          <w:tcPr>
            <w:tcW w:w="234" w:type="dxa"/>
            <w:tcBorders>
              <w:top w:val="nil"/>
              <w:left w:val="nil"/>
              <w:bottom w:val="nil"/>
              <w:right w:val="nil"/>
            </w:tcBorders>
          </w:tcPr>
          <w:p w14:paraId="485624F7" w14:textId="77777777" w:rsidR="004F0DA1" w:rsidRPr="000E3E1F" w:rsidRDefault="004F0DA1" w:rsidP="004F0DA1">
            <w:pPr>
              <w:ind w:right="96"/>
              <w:jc w:val="center"/>
              <w:rPr>
                <w:rFonts w:ascii="Browallia New" w:hAnsi="Browallia New" w:cs="Browallia New"/>
              </w:rPr>
            </w:pPr>
          </w:p>
        </w:tc>
        <w:tc>
          <w:tcPr>
            <w:tcW w:w="1296" w:type="dxa"/>
            <w:tcBorders>
              <w:top w:val="nil"/>
              <w:left w:val="nil"/>
              <w:right w:val="nil"/>
            </w:tcBorders>
          </w:tcPr>
          <w:p w14:paraId="485624F8" w14:textId="0E0BF3FE" w:rsidR="004F0DA1" w:rsidRPr="000E3E1F" w:rsidRDefault="004F0DA1" w:rsidP="004F0DA1">
            <w:pPr>
              <w:ind w:right="80"/>
              <w:jc w:val="right"/>
              <w:rPr>
                <w:rFonts w:ascii="Browallia New" w:hAnsi="Browallia New" w:cs="Browallia New"/>
              </w:rPr>
            </w:pPr>
            <w:r w:rsidRPr="000E3E1F">
              <w:rPr>
                <w:rFonts w:ascii="Browallia New" w:hAnsi="Browallia New" w:cs="Browallia New"/>
              </w:rPr>
              <w:t>28,760</w:t>
            </w:r>
          </w:p>
        </w:tc>
      </w:tr>
      <w:tr w:rsidR="004F0DA1" w:rsidRPr="000E3E1F"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4F0DA1" w:rsidRPr="000E3E1F" w:rsidRDefault="004F0DA1" w:rsidP="004F0DA1">
            <w:pPr>
              <w:ind w:left="266"/>
              <w:jc w:val="both"/>
              <w:rPr>
                <w:rFonts w:ascii="Browallia New" w:hAnsi="Browallia New" w:cs="Browallia New"/>
              </w:rPr>
            </w:pPr>
            <w:r w:rsidRPr="000E3E1F">
              <w:rPr>
                <w:rFonts w:ascii="Browallia New" w:hAnsi="Browallia New" w:cs="Browallia New"/>
                <w:cs/>
              </w:rPr>
              <w:t>รวม</w:t>
            </w:r>
          </w:p>
        </w:tc>
        <w:tc>
          <w:tcPr>
            <w:tcW w:w="1286" w:type="dxa"/>
            <w:tcBorders>
              <w:left w:val="nil"/>
              <w:bottom w:val="single" w:sz="12" w:space="0" w:color="auto"/>
              <w:right w:val="nil"/>
            </w:tcBorders>
          </w:tcPr>
          <w:p w14:paraId="485624FB" w14:textId="71583D4F" w:rsidR="004F0DA1" w:rsidRPr="000E3E1F" w:rsidRDefault="00F80325" w:rsidP="004F0DA1">
            <w:pPr>
              <w:ind w:right="96"/>
              <w:jc w:val="right"/>
              <w:rPr>
                <w:rFonts w:ascii="Browallia New" w:hAnsi="Browallia New" w:cs="Browallia New"/>
              </w:rPr>
            </w:pPr>
            <w:r w:rsidRPr="000E3E1F">
              <w:rPr>
                <w:rFonts w:ascii="Browallia New" w:hAnsi="Browallia New" w:cs="Browallia New"/>
              </w:rPr>
              <w:t>153,053</w:t>
            </w:r>
          </w:p>
        </w:tc>
        <w:tc>
          <w:tcPr>
            <w:tcW w:w="225" w:type="dxa"/>
            <w:tcBorders>
              <w:top w:val="nil"/>
              <w:left w:val="nil"/>
              <w:bottom w:val="nil"/>
              <w:right w:val="nil"/>
            </w:tcBorders>
          </w:tcPr>
          <w:p w14:paraId="485624FC" w14:textId="77777777" w:rsidR="004F0DA1" w:rsidRPr="000E3E1F" w:rsidRDefault="004F0DA1" w:rsidP="004F0DA1">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0BD607E0" w:rsidR="004F0DA1" w:rsidRPr="000E3E1F" w:rsidRDefault="004F0DA1" w:rsidP="004F0DA1">
            <w:pPr>
              <w:ind w:right="96"/>
              <w:jc w:val="right"/>
              <w:rPr>
                <w:rFonts w:ascii="Browallia New" w:hAnsi="Browallia New" w:cs="Browallia New"/>
              </w:rPr>
            </w:pPr>
            <w:r w:rsidRPr="000E3E1F">
              <w:rPr>
                <w:rFonts w:ascii="Browallia New" w:hAnsi="Browallia New" w:cs="Browallia New"/>
              </w:rPr>
              <w:t>149,725</w:t>
            </w:r>
          </w:p>
        </w:tc>
        <w:tc>
          <w:tcPr>
            <w:tcW w:w="225" w:type="dxa"/>
            <w:tcBorders>
              <w:top w:val="nil"/>
              <w:left w:val="nil"/>
              <w:bottom w:val="nil"/>
              <w:right w:val="nil"/>
            </w:tcBorders>
          </w:tcPr>
          <w:p w14:paraId="485624FE" w14:textId="77777777" w:rsidR="004F0DA1" w:rsidRPr="000E3E1F" w:rsidRDefault="004F0DA1" w:rsidP="004F0DA1">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438CC122" w:rsidR="004F0DA1" w:rsidRPr="000E3E1F" w:rsidRDefault="00543DF6" w:rsidP="004F0DA1">
            <w:pPr>
              <w:ind w:right="80"/>
              <w:jc w:val="right"/>
              <w:rPr>
                <w:rFonts w:ascii="Browallia New" w:hAnsi="Browallia New" w:cs="Browallia New"/>
              </w:rPr>
            </w:pPr>
            <w:r w:rsidRPr="000E3E1F">
              <w:rPr>
                <w:rFonts w:ascii="Browallia New" w:hAnsi="Browallia New" w:cs="Browallia New"/>
              </w:rPr>
              <w:t>1</w:t>
            </w:r>
            <w:r w:rsidR="00F33FD0" w:rsidRPr="000E3E1F">
              <w:rPr>
                <w:rFonts w:ascii="Browallia New" w:hAnsi="Browallia New" w:cs="Browallia New"/>
              </w:rPr>
              <w:t>40,918</w:t>
            </w:r>
          </w:p>
        </w:tc>
        <w:tc>
          <w:tcPr>
            <w:tcW w:w="234" w:type="dxa"/>
            <w:tcBorders>
              <w:top w:val="nil"/>
              <w:left w:val="nil"/>
              <w:bottom w:val="nil"/>
              <w:right w:val="nil"/>
            </w:tcBorders>
          </w:tcPr>
          <w:p w14:paraId="48562500" w14:textId="77777777" w:rsidR="004F0DA1" w:rsidRPr="000E3E1F" w:rsidRDefault="004F0DA1" w:rsidP="004F0DA1">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7B9C1204" w:rsidR="004F0DA1" w:rsidRPr="000E3E1F" w:rsidRDefault="004F0DA1" w:rsidP="004F0DA1">
            <w:pPr>
              <w:ind w:right="80"/>
              <w:jc w:val="right"/>
              <w:rPr>
                <w:rFonts w:ascii="Browallia New" w:hAnsi="Browallia New" w:cs="Browallia New"/>
              </w:rPr>
            </w:pPr>
            <w:r w:rsidRPr="000E3E1F">
              <w:rPr>
                <w:rFonts w:ascii="Browallia New" w:hAnsi="Browallia New" w:cs="Browallia New"/>
              </w:rPr>
              <w:t>133,342</w:t>
            </w:r>
          </w:p>
        </w:tc>
      </w:tr>
    </w:tbl>
    <w:p w14:paraId="335B32CB" w14:textId="0C942757" w:rsidR="00783FE3" w:rsidRPr="000E3E1F" w:rsidRDefault="009359E1" w:rsidP="00B32FF4">
      <w:pPr>
        <w:pStyle w:val="CordiaNew"/>
        <w:tabs>
          <w:tab w:val="clear" w:pos="4153"/>
          <w:tab w:val="left" w:pos="990"/>
        </w:tabs>
        <w:ind w:left="360" w:hanging="426"/>
        <w:rPr>
          <w:rFonts w:ascii="Browallia New" w:hAnsi="Browallia New" w:cs="Browallia New"/>
          <w:color w:val="auto"/>
          <w:spacing w:val="-4"/>
          <w:sz w:val="28"/>
          <w:szCs w:val="28"/>
        </w:rPr>
      </w:pPr>
      <w:r w:rsidRPr="000E3E1F">
        <w:rPr>
          <w:rFonts w:ascii="Browallia New" w:hAnsi="Browallia New" w:cs="Browallia New"/>
          <w:color w:val="auto"/>
          <w:sz w:val="28"/>
          <w:szCs w:val="28"/>
          <w:cs/>
          <w:lang w:val="th-TH"/>
        </w:rPr>
        <w:tab/>
      </w:r>
      <w:r w:rsidR="007C006A" w:rsidRPr="000E3E1F">
        <w:rPr>
          <w:rFonts w:ascii="Browallia New" w:hAnsi="Browallia New" w:cs="Browallia New"/>
          <w:color w:val="auto"/>
          <w:sz w:val="28"/>
          <w:szCs w:val="28"/>
        </w:rPr>
        <w:br/>
      </w:r>
      <w:r w:rsidR="00DE73DC" w:rsidRPr="000E3E1F">
        <w:rPr>
          <w:rFonts w:ascii="Browallia New" w:hAnsi="Browallia New" w:cs="Browallia New"/>
          <w:color w:val="auto"/>
          <w:spacing w:val="-4"/>
          <w:sz w:val="28"/>
          <w:szCs w:val="28"/>
          <w:cs/>
        </w:rPr>
        <w:t>ณ วัน</w:t>
      </w:r>
      <w:r w:rsidR="00BA153D" w:rsidRPr="000E3E1F">
        <w:rPr>
          <w:rFonts w:ascii="Browallia New" w:hAnsi="Browallia New" w:cs="Browallia New"/>
          <w:color w:val="auto"/>
          <w:spacing w:val="-4"/>
          <w:sz w:val="28"/>
          <w:szCs w:val="28"/>
          <w:cs/>
        </w:rPr>
        <w:t>ที่</w:t>
      </w:r>
      <w:r w:rsidR="00DE73DC" w:rsidRPr="000E3E1F">
        <w:rPr>
          <w:rFonts w:ascii="Browallia New" w:hAnsi="Browallia New" w:cs="Browallia New"/>
          <w:color w:val="auto"/>
          <w:spacing w:val="-4"/>
          <w:sz w:val="28"/>
          <w:szCs w:val="28"/>
          <w:cs/>
        </w:rPr>
        <w:t xml:space="preserve"> </w:t>
      </w:r>
      <w:r w:rsidR="008F27BF" w:rsidRPr="000E3E1F">
        <w:rPr>
          <w:rFonts w:ascii="Browallia New" w:hAnsi="Browallia New" w:cs="Browallia New"/>
          <w:color w:val="auto"/>
          <w:spacing w:val="-4"/>
          <w:sz w:val="28"/>
          <w:szCs w:val="28"/>
        </w:rPr>
        <w:t xml:space="preserve">30 </w:t>
      </w:r>
      <w:r w:rsidR="008F27BF" w:rsidRPr="000E3E1F">
        <w:rPr>
          <w:rFonts w:ascii="Browallia New" w:hAnsi="Browallia New" w:cs="Browallia New"/>
          <w:color w:val="auto"/>
          <w:spacing w:val="-4"/>
          <w:sz w:val="28"/>
          <w:szCs w:val="28"/>
          <w:cs/>
        </w:rPr>
        <w:t>กันยายน</w:t>
      </w:r>
      <w:r w:rsidR="008F27BF" w:rsidRPr="000E3E1F">
        <w:rPr>
          <w:rFonts w:ascii="Browallia New" w:hAnsi="Browallia New" w:cs="Browallia New"/>
          <w:color w:val="auto"/>
          <w:spacing w:val="-4"/>
          <w:sz w:val="28"/>
          <w:szCs w:val="28"/>
        </w:rPr>
        <w:t xml:space="preserve"> </w:t>
      </w:r>
      <w:r w:rsidR="00DE73DC" w:rsidRPr="000E3E1F">
        <w:rPr>
          <w:rFonts w:ascii="Browallia New" w:hAnsi="Browallia New" w:cs="Browallia New"/>
          <w:color w:val="auto"/>
          <w:spacing w:val="-4"/>
          <w:sz w:val="28"/>
          <w:szCs w:val="28"/>
        </w:rPr>
        <w:t>256</w:t>
      </w:r>
      <w:r w:rsidR="0043246D" w:rsidRPr="000E3E1F">
        <w:rPr>
          <w:rFonts w:ascii="Browallia New" w:hAnsi="Browallia New" w:cs="Browallia New"/>
          <w:color w:val="auto"/>
          <w:spacing w:val="-4"/>
          <w:sz w:val="28"/>
          <w:szCs w:val="28"/>
        </w:rPr>
        <w:t>7</w:t>
      </w:r>
      <w:r w:rsidR="00DE73DC" w:rsidRPr="000E3E1F">
        <w:rPr>
          <w:rFonts w:ascii="Browallia New" w:hAnsi="Browallia New" w:cs="Browallia New"/>
          <w:color w:val="auto"/>
          <w:spacing w:val="-4"/>
          <w:sz w:val="28"/>
          <w:szCs w:val="28"/>
          <w:cs/>
        </w:rPr>
        <w:t xml:space="preserve"> </w:t>
      </w:r>
      <w:r w:rsidR="00092A99" w:rsidRPr="000E3E1F">
        <w:rPr>
          <w:rFonts w:ascii="Browallia New" w:hAnsi="Browallia New" w:cs="Browallia New"/>
          <w:color w:val="auto"/>
          <w:spacing w:val="-4"/>
          <w:sz w:val="28"/>
          <w:szCs w:val="28"/>
          <w:cs/>
        </w:rPr>
        <w:t>และวัน</w:t>
      </w:r>
      <w:r w:rsidR="00BA153D" w:rsidRPr="000E3E1F">
        <w:rPr>
          <w:rFonts w:ascii="Browallia New" w:hAnsi="Browallia New" w:cs="Browallia New"/>
          <w:color w:val="auto"/>
          <w:spacing w:val="-4"/>
          <w:sz w:val="28"/>
          <w:szCs w:val="28"/>
          <w:cs/>
        </w:rPr>
        <w:t>ที่</w:t>
      </w:r>
      <w:r w:rsidR="00092A99" w:rsidRPr="000E3E1F">
        <w:rPr>
          <w:rFonts w:ascii="Browallia New" w:hAnsi="Browallia New" w:cs="Browallia New"/>
          <w:color w:val="auto"/>
          <w:spacing w:val="-4"/>
          <w:sz w:val="28"/>
          <w:szCs w:val="28"/>
          <w:cs/>
        </w:rPr>
        <w:t xml:space="preserve"> </w:t>
      </w:r>
      <w:r w:rsidR="00092A99" w:rsidRPr="000E3E1F">
        <w:rPr>
          <w:rFonts w:ascii="Browallia New" w:hAnsi="Browallia New" w:cs="Browallia New"/>
          <w:color w:val="auto"/>
          <w:spacing w:val="-4"/>
          <w:sz w:val="28"/>
          <w:szCs w:val="28"/>
        </w:rPr>
        <w:t xml:space="preserve">31 </w:t>
      </w:r>
      <w:r w:rsidR="00092A99" w:rsidRPr="000E3E1F">
        <w:rPr>
          <w:rFonts w:ascii="Browallia New" w:hAnsi="Browallia New" w:cs="Browallia New"/>
          <w:color w:val="auto"/>
          <w:spacing w:val="-4"/>
          <w:sz w:val="28"/>
          <w:szCs w:val="28"/>
          <w:cs/>
        </w:rPr>
        <w:t xml:space="preserve">ธันวาคม </w:t>
      </w:r>
      <w:r w:rsidR="00092A99" w:rsidRPr="000E3E1F">
        <w:rPr>
          <w:rFonts w:ascii="Browallia New" w:hAnsi="Browallia New" w:cs="Browallia New"/>
          <w:color w:val="auto"/>
          <w:spacing w:val="-4"/>
          <w:sz w:val="28"/>
          <w:szCs w:val="28"/>
        </w:rPr>
        <w:t>256</w:t>
      </w:r>
      <w:r w:rsidR="001043EF" w:rsidRPr="000E3E1F">
        <w:rPr>
          <w:rFonts w:ascii="Browallia New" w:hAnsi="Browallia New" w:cs="Browallia New"/>
          <w:color w:val="auto"/>
          <w:spacing w:val="-4"/>
          <w:sz w:val="28"/>
          <w:szCs w:val="28"/>
        </w:rPr>
        <w:t>6</w:t>
      </w:r>
      <w:r w:rsidR="00092A99" w:rsidRPr="000E3E1F">
        <w:rPr>
          <w:rFonts w:ascii="Browallia New" w:hAnsi="Browallia New" w:cs="Browallia New"/>
          <w:color w:val="auto"/>
          <w:spacing w:val="-4"/>
          <w:sz w:val="28"/>
          <w:szCs w:val="28"/>
        </w:rPr>
        <w:t xml:space="preserve"> </w:t>
      </w:r>
      <w:r w:rsidR="00092A99" w:rsidRPr="000E3E1F">
        <w:rPr>
          <w:rFonts w:ascii="Browallia New" w:hAnsi="Browallia New" w:cs="Browallia New"/>
          <w:color w:val="auto"/>
          <w:spacing w:val="-4"/>
          <w:sz w:val="28"/>
          <w:szCs w:val="28"/>
          <w:cs/>
        </w:rPr>
        <w:t>เงินฝาก</w:t>
      </w:r>
      <w:r w:rsidR="007F4E2B" w:rsidRPr="000E3E1F">
        <w:rPr>
          <w:rFonts w:ascii="Browallia New" w:hAnsi="Browallia New" w:cs="Browallia New"/>
          <w:color w:val="auto"/>
          <w:spacing w:val="-4"/>
          <w:sz w:val="28"/>
          <w:szCs w:val="28"/>
          <w:cs/>
        </w:rPr>
        <w:t>ธนาคารประเภท</w:t>
      </w:r>
      <w:r w:rsidR="00092A99" w:rsidRPr="000E3E1F">
        <w:rPr>
          <w:rFonts w:ascii="Browallia New" w:hAnsi="Browallia New" w:cs="Browallia New"/>
          <w:color w:val="auto"/>
          <w:spacing w:val="-4"/>
          <w:sz w:val="28"/>
          <w:szCs w:val="28"/>
          <w:cs/>
        </w:rPr>
        <w:t>ออมทรัพย์</w:t>
      </w:r>
      <w:r w:rsidR="00AB7E3B" w:rsidRPr="000E3E1F">
        <w:rPr>
          <w:rFonts w:ascii="Browallia New" w:hAnsi="Browallia New" w:cs="Browallia New"/>
          <w:color w:val="auto"/>
          <w:spacing w:val="-4"/>
          <w:sz w:val="28"/>
          <w:szCs w:val="28"/>
          <w:cs/>
        </w:rPr>
        <w:t>มี</w:t>
      </w:r>
      <w:r w:rsidR="00092A99" w:rsidRPr="000E3E1F">
        <w:rPr>
          <w:rFonts w:ascii="Browallia New" w:hAnsi="Browallia New" w:cs="Browallia New"/>
          <w:color w:val="auto"/>
          <w:spacing w:val="-4"/>
          <w:sz w:val="28"/>
          <w:szCs w:val="28"/>
          <w:cs/>
        </w:rPr>
        <w:t>ดอกเบี้ยร้อยละ</w:t>
      </w:r>
      <w:r w:rsidR="000B328B" w:rsidRPr="000E3E1F">
        <w:rPr>
          <w:rFonts w:ascii="Browallia New" w:hAnsi="Browallia New" w:cs="Browallia New"/>
          <w:color w:val="auto"/>
          <w:spacing w:val="-4"/>
          <w:sz w:val="28"/>
          <w:szCs w:val="28"/>
        </w:rPr>
        <w:t xml:space="preserve"> </w:t>
      </w:r>
      <w:r w:rsidR="00F03663" w:rsidRPr="000E3E1F">
        <w:rPr>
          <w:rFonts w:ascii="Browallia New" w:hAnsi="Browallia New" w:cs="Browallia New"/>
          <w:color w:val="auto"/>
          <w:spacing w:val="-4"/>
          <w:sz w:val="28"/>
          <w:szCs w:val="28"/>
        </w:rPr>
        <w:t>0.10</w:t>
      </w:r>
      <w:r w:rsidR="00F33FD0" w:rsidRPr="000E3E1F">
        <w:rPr>
          <w:rFonts w:ascii="Browallia New" w:hAnsi="Browallia New" w:cs="Browallia New"/>
          <w:color w:val="auto"/>
          <w:spacing w:val="-4"/>
          <w:sz w:val="28"/>
          <w:szCs w:val="28"/>
        </w:rPr>
        <w:t xml:space="preserve"> </w:t>
      </w:r>
      <w:r w:rsidR="00086A38" w:rsidRPr="000E3E1F">
        <w:rPr>
          <w:rFonts w:ascii="Browallia New" w:hAnsi="Browallia New" w:cs="Browallia New"/>
          <w:color w:val="auto"/>
          <w:spacing w:val="-4"/>
          <w:sz w:val="28"/>
          <w:szCs w:val="28"/>
        </w:rPr>
        <w:t>-</w:t>
      </w:r>
      <w:r w:rsidR="00F33FD0" w:rsidRPr="000E3E1F">
        <w:rPr>
          <w:rFonts w:ascii="Browallia New" w:hAnsi="Browallia New" w:cs="Browallia New"/>
          <w:color w:val="auto"/>
          <w:spacing w:val="-4"/>
          <w:sz w:val="28"/>
          <w:szCs w:val="28"/>
        </w:rPr>
        <w:t xml:space="preserve"> </w:t>
      </w:r>
      <w:r w:rsidR="00F21295" w:rsidRPr="000E3E1F">
        <w:rPr>
          <w:rFonts w:ascii="Browallia New" w:hAnsi="Browallia New" w:cs="Browallia New"/>
          <w:color w:val="auto"/>
          <w:spacing w:val="-4"/>
          <w:sz w:val="28"/>
          <w:szCs w:val="28"/>
        </w:rPr>
        <w:t>1.80</w:t>
      </w:r>
      <w:r w:rsidR="00215065" w:rsidRPr="000E3E1F">
        <w:rPr>
          <w:rFonts w:ascii="Browallia New" w:hAnsi="Browallia New" w:cs="Browallia New"/>
          <w:color w:val="auto"/>
          <w:spacing w:val="-4"/>
          <w:sz w:val="28"/>
          <w:szCs w:val="28"/>
        </w:rPr>
        <w:t xml:space="preserve"> </w:t>
      </w:r>
      <w:r w:rsidR="000F0C1C" w:rsidRPr="000E3E1F">
        <w:rPr>
          <w:rFonts w:ascii="Browallia New" w:hAnsi="Browallia New" w:cs="Browallia New"/>
          <w:color w:val="auto"/>
          <w:spacing w:val="-4"/>
          <w:sz w:val="28"/>
          <w:szCs w:val="28"/>
          <w:cs/>
        </w:rPr>
        <w:t>ต่อปี</w:t>
      </w:r>
      <w:r w:rsidR="000833C8" w:rsidRPr="000E3E1F">
        <w:rPr>
          <w:rFonts w:ascii="Browallia New" w:hAnsi="Browallia New" w:cs="Browallia New"/>
          <w:color w:val="auto"/>
          <w:spacing w:val="-4"/>
          <w:sz w:val="28"/>
          <w:szCs w:val="28"/>
          <w:cs/>
        </w:rPr>
        <w:t xml:space="preserve"> </w:t>
      </w:r>
      <w:r w:rsidR="000833C8" w:rsidRPr="000E3E1F">
        <w:rPr>
          <w:rFonts w:ascii="Browallia New" w:hAnsi="Browallia New" w:cs="Browallia New"/>
          <w:color w:val="auto"/>
          <w:spacing w:val="-4"/>
          <w:sz w:val="28"/>
          <w:szCs w:val="28"/>
        </w:rPr>
        <w:t>(256</w:t>
      </w:r>
      <w:r w:rsidR="00BF37C7" w:rsidRPr="000E3E1F">
        <w:rPr>
          <w:rFonts w:ascii="Browallia New" w:hAnsi="Browallia New" w:cs="Browallia New"/>
          <w:color w:val="auto"/>
          <w:spacing w:val="-4"/>
          <w:sz w:val="28"/>
          <w:szCs w:val="28"/>
        </w:rPr>
        <w:t>6</w:t>
      </w:r>
      <w:r w:rsidR="000833C8" w:rsidRPr="000E3E1F">
        <w:rPr>
          <w:rFonts w:ascii="Browallia New" w:hAnsi="Browallia New" w:cs="Browallia New"/>
          <w:color w:val="auto"/>
          <w:spacing w:val="-4"/>
          <w:sz w:val="28"/>
          <w:szCs w:val="28"/>
        </w:rPr>
        <w:t xml:space="preserve"> : </w:t>
      </w:r>
      <w:r w:rsidR="000833C8" w:rsidRPr="000E3E1F">
        <w:rPr>
          <w:rFonts w:ascii="Browallia New" w:hAnsi="Browallia New" w:cs="Browallia New"/>
          <w:color w:val="auto"/>
          <w:spacing w:val="-4"/>
          <w:sz w:val="28"/>
          <w:szCs w:val="28"/>
          <w:cs/>
        </w:rPr>
        <w:t xml:space="preserve">ร้อยละ </w:t>
      </w:r>
      <w:r w:rsidR="00086A38" w:rsidRPr="000E3E1F">
        <w:rPr>
          <w:rFonts w:ascii="Browallia New" w:hAnsi="Browallia New" w:cs="Browallia New"/>
          <w:color w:val="auto"/>
          <w:spacing w:val="-4"/>
          <w:sz w:val="28"/>
          <w:szCs w:val="28"/>
        </w:rPr>
        <w:t>0.1</w:t>
      </w:r>
      <w:r w:rsidR="00DA49C9" w:rsidRPr="000E3E1F">
        <w:rPr>
          <w:rFonts w:ascii="Browallia New" w:hAnsi="Browallia New" w:cs="Browallia New"/>
          <w:color w:val="auto"/>
          <w:spacing w:val="-4"/>
          <w:sz w:val="28"/>
          <w:szCs w:val="28"/>
        </w:rPr>
        <w:t>5</w:t>
      </w:r>
      <w:r w:rsidR="00086A38" w:rsidRPr="000E3E1F">
        <w:rPr>
          <w:rFonts w:ascii="Browallia New" w:hAnsi="Browallia New" w:cs="Browallia New"/>
          <w:color w:val="auto"/>
          <w:spacing w:val="-4"/>
          <w:sz w:val="28"/>
          <w:szCs w:val="28"/>
        </w:rPr>
        <w:t xml:space="preserve"> - 0.60 </w:t>
      </w:r>
      <w:r w:rsidR="000833C8" w:rsidRPr="000E3E1F">
        <w:rPr>
          <w:rFonts w:ascii="Browallia New" w:hAnsi="Browallia New" w:cs="Browallia New"/>
          <w:color w:val="auto"/>
          <w:spacing w:val="-4"/>
          <w:sz w:val="28"/>
          <w:szCs w:val="28"/>
          <w:cs/>
        </w:rPr>
        <w:t>ต่อปี</w:t>
      </w:r>
      <w:r w:rsidR="000833C8" w:rsidRPr="000E3E1F">
        <w:rPr>
          <w:rFonts w:ascii="Browallia New" w:hAnsi="Browallia New" w:cs="Browallia New"/>
          <w:color w:val="auto"/>
          <w:spacing w:val="-4"/>
          <w:sz w:val="28"/>
          <w:szCs w:val="28"/>
        </w:rPr>
        <w:t>)</w:t>
      </w:r>
    </w:p>
    <w:p w14:paraId="3054614C" w14:textId="77777777" w:rsidR="004265BF" w:rsidRPr="000E3E1F" w:rsidRDefault="004265BF" w:rsidP="00B32FF4">
      <w:pPr>
        <w:pStyle w:val="CordiaNew"/>
        <w:tabs>
          <w:tab w:val="clear" w:pos="4153"/>
          <w:tab w:val="left" w:pos="990"/>
        </w:tabs>
        <w:ind w:left="360" w:hanging="426"/>
        <w:rPr>
          <w:rFonts w:ascii="Browallia New" w:hAnsi="Browallia New" w:cs="Browallia New"/>
          <w:color w:val="auto"/>
          <w:spacing w:val="-4"/>
          <w:sz w:val="28"/>
          <w:szCs w:val="28"/>
        </w:rPr>
      </w:pPr>
    </w:p>
    <w:p w14:paraId="4856250C" w14:textId="7100BF1C" w:rsidR="003E4706" w:rsidRPr="000E3E1F" w:rsidRDefault="003E4706" w:rsidP="00EC1E77">
      <w:pPr>
        <w:numPr>
          <w:ilvl w:val="0"/>
          <w:numId w:val="1"/>
        </w:numPr>
        <w:tabs>
          <w:tab w:val="clear" w:pos="360"/>
          <w:tab w:val="left" w:pos="374"/>
          <w:tab w:val="left" w:pos="426"/>
        </w:tabs>
        <w:jc w:val="thaiDistribute"/>
        <w:rPr>
          <w:rFonts w:ascii="Browallia New" w:hAnsi="Browallia New" w:cs="Browallia New"/>
          <w:b/>
          <w:bCs/>
          <w:cs/>
        </w:rPr>
      </w:pPr>
      <w:r w:rsidRPr="000E3E1F">
        <w:rPr>
          <w:rFonts w:ascii="Browallia New" w:hAnsi="Browallia New" w:cs="Browallia New"/>
          <w:b/>
          <w:bCs/>
          <w:cs/>
        </w:rPr>
        <w:lastRenderedPageBreak/>
        <w:t>ลูกหนี้การค้า</w:t>
      </w:r>
    </w:p>
    <w:p w14:paraId="4856250D" w14:textId="77777777" w:rsidR="003E4706" w:rsidRPr="000E3E1F" w:rsidRDefault="003E4706" w:rsidP="000C0B90">
      <w:pPr>
        <w:ind w:left="374"/>
        <w:jc w:val="thaiDistribute"/>
        <w:rPr>
          <w:rFonts w:ascii="Browallia New" w:hAnsi="Browallia New" w:cs="Browallia New"/>
        </w:rPr>
      </w:pPr>
    </w:p>
    <w:p w14:paraId="4856250E" w14:textId="47A06638" w:rsidR="00E0003E" w:rsidRPr="000E3E1F" w:rsidRDefault="00E0003E" w:rsidP="003E0B20">
      <w:pPr>
        <w:ind w:left="374"/>
        <w:jc w:val="thaiDistribute"/>
        <w:rPr>
          <w:rFonts w:ascii="Browallia New" w:hAnsi="Browallia New" w:cs="Browallia New"/>
        </w:rPr>
      </w:pPr>
      <w:r w:rsidRPr="000E3E1F">
        <w:rPr>
          <w:rFonts w:ascii="Browallia New" w:hAnsi="Browallia New" w:cs="Browallia New"/>
          <w:cs/>
        </w:rPr>
        <w:t>ณ</w:t>
      </w:r>
      <w:r w:rsidR="00F60E66" w:rsidRPr="000E3E1F">
        <w:rPr>
          <w:rFonts w:ascii="Browallia New" w:hAnsi="Browallia New" w:cs="Browallia New"/>
        </w:rPr>
        <w:t xml:space="preserve"> </w:t>
      </w:r>
      <w:r w:rsidRPr="000E3E1F">
        <w:rPr>
          <w:rFonts w:ascii="Browallia New" w:hAnsi="Browallia New" w:cs="Browallia New"/>
          <w:cs/>
        </w:rPr>
        <w:t>วันที่</w:t>
      </w:r>
      <w:r w:rsidR="006F6BB7" w:rsidRPr="000E3E1F">
        <w:rPr>
          <w:rStyle w:val="normaltextrun"/>
          <w:rFonts w:ascii="Browallia New" w:hAnsi="Browallia New" w:cs="Browallia New"/>
          <w:cs/>
        </w:rPr>
        <w:t xml:space="preserve"> </w:t>
      </w:r>
      <w:r w:rsidR="008069FD" w:rsidRPr="000E3E1F">
        <w:rPr>
          <w:rFonts w:ascii="Browallia New" w:hAnsi="Browallia New" w:cs="Browallia New"/>
        </w:rPr>
        <w:t xml:space="preserve">30 </w:t>
      </w:r>
      <w:r w:rsidR="008069FD" w:rsidRPr="000E3E1F">
        <w:rPr>
          <w:rFonts w:ascii="Browallia New" w:hAnsi="Browallia New" w:cs="Browallia New"/>
          <w:cs/>
        </w:rPr>
        <w:t xml:space="preserve">กันยายน </w:t>
      </w:r>
      <w:r w:rsidR="00FF0110" w:rsidRPr="000E3E1F">
        <w:rPr>
          <w:rFonts w:ascii="Browallia New" w:hAnsi="Browallia New" w:cs="Browallia New"/>
          <w:spacing w:val="-4"/>
        </w:rPr>
        <w:t>256</w:t>
      </w:r>
      <w:r w:rsidR="001701A5" w:rsidRPr="000E3E1F">
        <w:rPr>
          <w:rFonts w:ascii="Browallia New" w:hAnsi="Browallia New" w:cs="Browallia New"/>
          <w:spacing w:val="-4"/>
        </w:rPr>
        <w:t>7</w:t>
      </w:r>
      <w:r w:rsidR="00FF0110" w:rsidRPr="000E3E1F">
        <w:rPr>
          <w:rFonts w:ascii="Browallia New" w:hAnsi="Browallia New" w:cs="Browallia New"/>
          <w:spacing w:val="-4"/>
          <w:cs/>
        </w:rPr>
        <w:t xml:space="preserve"> และวันที่ </w:t>
      </w:r>
      <w:r w:rsidR="00FF0110" w:rsidRPr="000E3E1F">
        <w:rPr>
          <w:rFonts w:ascii="Browallia New" w:hAnsi="Browallia New" w:cs="Browallia New"/>
          <w:spacing w:val="-4"/>
        </w:rPr>
        <w:t xml:space="preserve">31 </w:t>
      </w:r>
      <w:r w:rsidR="00FF0110" w:rsidRPr="000E3E1F">
        <w:rPr>
          <w:rFonts w:ascii="Browallia New" w:hAnsi="Browallia New" w:cs="Browallia New"/>
          <w:spacing w:val="-4"/>
          <w:cs/>
        </w:rPr>
        <w:t xml:space="preserve">ธันวาคม </w:t>
      </w:r>
      <w:r w:rsidR="00FF0110" w:rsidRPr="000E3E1F">
        <w:rPr>
          <w:rFonts w:ascii="Browallia New" w:hAnsi="Browallia New" w:cs="Browallia New"/>
          <w:spacing w:val="-4"/>
        </w:rPr>
        <w:t>256</w:t>
      </w:r>
      <w:r w:rsidR="001701A5" w:rsidRPr="000E3E1F">
        <w:rPr>
          <w:rFonts w:ascii="Browallia New" w:hAnsi="Browallia New" w:cs="Browallia New"/>
          <w:spacing w:val="-4"/>
        </w:rPr>
        <w:t>6</w:t>
      </w:r>
      <w:r w:rsidRPr="000E3E1F">
        <w:rPr>
          <w:rFonts w:ascii="Browallia New" w:hAnsi="Browallia New" w:cs="Browallia New"/>
        </w:rPr>
        <w:t xml:space="preserve"> </w:t>
      </w:r>
      <w:r w:rsidRPr="000E3E1F">
        <w:rPr>
          <w:rFonts w:ascii="Browallia New" w:hAnsi="Browallia New" w:cs="Browallia New"/>
          <w:cs/>
        </w:rPr>
        <w:t>ลูกหนี้การค้าแยกตามอายุหนี้ที่ค้างชำระ</w:t>
      </w:r>
      <w:r w:rsidR="00F60E66" w:rsidRPr="000E3E1F">
        <w:rPr>
          <w:rFonts w:ascii="Browallia New" w:hAnsi="Browallia New" w:cs="Browallia New"/>
        </w:rPr>
        <w:t xml:space="preserve"> </w:t>
      </w:r>
      <w:r w:rsidRPr="000E3E1F">
        <w:rPr>
          <w:rFonts w:ascii="Browallia New" w:hAnsi="Browallia New" w:cs="Browallia New"/>
          <w:cs/>
        </w:rPr>
        <w:t>มีดังนี้</w:t>
      </w:r>
    </w:p>
    <w:p w14:paraId="4856250F" w14:textId="77777777" w:rsidR="00E0003E" w:rsidRPr="000E3E1F" w:rsidRDefault="00E0003E" w:rsidP="003E0B20">
      <w:pPr>
        <w:ind w:left="374"/>
        <w:jc w:val="thaiDistribute"/>
        <w:rPr>
          <w:rFonts w:ascii="Browallia New" w:hAnsi="Browallia New" w:cs="Browallia New"/>
          <w:sz w:val="24"/>
          <w:szCs w:val="24"/>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0E3E1F" w14:paraId="48562514" w14:textId="77777777" w:rsidTr="00623927">
        <w:trPr>
          <w:cantSplit/>
          <w:tblHeader/>
        </w:trPr>
        <w:tc>
          <w:tcPr>
            <w:tcW w:w="3336" w:type="dxa"/>
          </w:tcPr>
          <w:p w14:paraId="48562510" w14:textId="77777777" w:rsidR="00E0003E" w:rsidRPr="000E3E1F" w:rsidRDefault="00E0003E" w:rsidP="003E0B20">
            <w:pPr>
              <w:pStyle w:val="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0E3E1F"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0E3E1F"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0E3E1F" w:rsidRDefault="00E0003E" w:rsidP="003E0B20">
            <w:pPr>
              <w:pStyle w:val="3"/>
              <w:tabs>
                <w:tab w:val="clear" w:pos="360"/>
                <w:tab w:val="clear" w:pos="720"/>
              </w:tabs>
              <w:jc w:val="right"/>
              <w:rPr>
                <w:rFonts w:ascii="Browallia New" w:hAnsi="Browallia New" w:cs="Browallia New"/>
                <w:sz w:val="28"/>
                <w:szCs w:val="28"/>
                <w:cs/>
              </w:rPr>
            </w:pPr>
            <w:r w:rsidRPr="000E3E1F">
              <w:rPr>
                <w:rFonts w:ascii="Browallia New" w:hAnsi="Browallia New" w:cs="Browallia New"/>
                <w:sz w:val="28"/>
                <w:szCs w:val="28"/>
              </w:rPr>
              <w:t>(</w:t>
            </w:r>
            <w:proofErr w:type="gramStart"/>
            <w:r w:rsidRPr="000E3E1F">
              <w:rPr>
                <w:rFonts w:ascii="Browallia New" w:hAnsi="Browallia New" w:cs="Browallia New"/>
                <w:sz w:val="28"/>
                <w:szCs w:val="28"/>
                <w:cs/>
              </w:rPr>
              <w:t>หน่วย</w:t>
            </w:r>
            <w:r w:rsidR="00F60E66" w:rsidRPr="000E3E1F">
              <w:rPr>
                <w:rFonts w:ascii="Browallia New" w:hAnsi="Browallia New" w:cs="Browallia New"/>
                <w:sz w:val="28"/>
                <w:szCs w:val="28"/>
              </w:rPr>
              <w:t xml:space="preserve"> </w:t>
            </w:r>
            <w:r w:rsidRPr="000E3E1F">
              <w:rPr>
                <w:rFonts w:ascii="Browallia New" w:hAnsi="Browallia New" w:cs="Browallia New"/>
                <w:sz w:val="28"/>
                <w:szCs w:val="28"/>
                <w:lang w:val="en-GB"/>
              </w:rPr>
              <w:t>:</w:t>
            </w:r>
            <w:proofErr w:type="gramEnd"/>
            <w:r w:rsidR="00F60E66" w:rsidRPr="000E3E1F">
              <w:rPr>
                <w:rFonts w:ascii="Browallia New" w:hAnsi="Browallia New" w:cs="Browallia New"/>
                <w:sz w:val="28"/>
                <w:szCs w:val="28"/>
              </w:rPr>
              <w:t xml:space="preserve"> </w:t>
            </w:r>
            <w:r w:rsidRPr="000E3E1F">
              <w:rPr>
                <w:rFonts w:ascii="Browallia New" w:hAnsi="Browallia New" w:cs="Browallia New"/>
                <w:sz w:val="28"/>
                <w:szCs w:val="28"/>
                <w:cs/>
                <w:lang w:val="en-GB"/>
              </w:rPr>
              <w:t>พัน</w:t>
            </w:r>
            <w:r w:rsidRPr="000E3E1F">
              <w:rPr>
                <w:rFonts w:ascii="Browallia New" w:hAnsi="Browallia New" w:cs="Browallia New"/>
                <w:sz w:val="28"/>
                <w:szCs w:val="28"/>
                <w:cs/>
              </w:rPr>
              <w:t>บาท)</w:t>
            </w:r>
          </w:p>
        </w:tc>
      </w:tr>
      <w:tr w:rsidR="00E0003E" w:rsidRPr="000E3E1F" w14:paraId="48562519" w14:textId="77777777" w:rsidTr="00623927">
        <w:trPr>
          <w:cantSplit/>
          <w:tblHeader/>
        </w:trPr>
        <w:tc>
          <w:tcPr>
            <w:tcW w:w="3336" w:type="dxa"/>
          </w:tcPr>
          <w:p w14:paraId="48562515" w14:textId="77777777" w:rsidR="00E0003E" w:rsidRPr="000E3E1F" w:rsidRDefault="00E0003E" w:rsidP="003E0B20">
            <w:pPr>
              <w:pStyle w:val="3"/>
              <w:tabs>
                <w:tab w:val="clear" w:pos="360"/>
                <w:tab w:val="clear" w:pos="720"/>
              </w:tabs>
              <w:jc w:val="center"/>
              <w:rPr>
                <w:rFonts w:ascii="Browallia New" w:hAnsi="Browallia New" w:cs="Browallia New"/>
                <w:sz w:val="28"/>
                <w:szCs w:val="28"/>
                <w:cs/>
              </w:rPr>
            </w:pPr>
            <w:r w:rsidRPr="000E3E1F">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4C647195" w:rsidR="00E0003E" w:rsidRPr="000E3E1F" w:rsidRDefault="00135378" w:rsidP="003E0B20">
            <w:pPr>
              <w:jc w:val="center"/>
              <w:rPr>
                <w:rFonts w:ascii="Browallia New" w:hAnsi="Browallia New" w:cs="Browallia New"/>
              </w:rPr>
            </w:pPr>
            <w:r w:rsidRPr="000E3E1F">
              <w:rPr>
                <w:rFonts w:ascii="Browallia New" w:hAnsi="Browallia New" w:cs="Browallia New"/>
                <w:cs/>
              </w:rPr>
              <w:t>ข้อมูลทางการ</w:t>
            </w:r>
            <w:r w:rsidR="00E0003E" w:rsidRPr="000E3E1F">
              <w:rPr>
                <w:rFonts w:ascii="Browallia New" w:hAnsi="Browallia New" w:cs="Browallia New"/>
                <w:cs/>
              </w:rPr>
              <w:t>เงินรวม</w:t>
            </w:r>
          </w:p>
        </w:tc>
        <w:tc>
          <w:tcPr>
            <w:tcW w:w="236" w:type="dxa"/>
            <w:tcBorders>
              <w:left w:val="nil"/>
            </w:tcBorders>
          </w:tcPr>
          <w:p w14:paraId="48562517" w14:textId="77777777" w:rsidR="00E0003E" w:rsidRPr="000E3E1F"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37379010" w:rsidR="00E0003E" w:rsidRPr="000E3E1F" w:rsidRDefault="00135378" w:rsidP="003E0B20">
            <w:pPr>
              <w:ind w:right="72"/>
              <w:jc w:val="center"/>
              <w:rPr>
                <w:rFonts w:ascii="Browallia New" w:hAnsi="Browallia New" w:cs="Browallia New"/>
              </w:rPr>
            </w:pPr>
            <w:r w:rsidRPr="000E3E1F">
              <w:rPr>
                <w:rFonts w:ascii="Browallia New" w:hAnsi="Browallia New" w:cs="Browallia New"/>
                <w:cs/>
              </w:rPr>
              <w:t>ข้อมูลทางการ</w:t>
            </w:r>
            <w:r w:rsidR="00E0003E" w:rsidRPr="000E3E1F">
              <w:rPr>
                <w:rFonts w:ascii="Browallia New" w:hAnsi="Browallia New" w:cs="Browallia New"/>
                <w:cs/>
              </w:rPr>
              <w:t>เงินเฉพาะบริษัท</w:t>
            </w:r>
          </w:p>
        </w:tc>
      </w:tr>
      <w:tr w:rsidR="00192EDE" w:rsidRPr="000E3E1F" w14:paraId="48562524" w14:textId="77777777" w:rsidTr="00623927">
        <w:trPr>
          <w:gridAfter w:val="1"/>
          <w:wAfter w:w="11" w:type="dxa"/>
          <w:cantSplit/>
          <w:trHeight w:val="676"/>
          <w:tblHeader/>
        </w:trPr>
        <w:tc>
          <w:tcPr>
            <w:tcW w:w="3336" w:type="dxa"/>
          </w:tcPr>
          <w:p w14:paraId="4856251A" w14:textId="77777777" w:rsidR="00192EDE" w:rsidRPr="000E3E1F" w:rsidRDefault="00192EDE" w:rsidP="00192EDE">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2B3D2E21" w:rsidR="00192EDE" w:rsidRPr="000E3E1F" w:rsidRDefault="008069FD" w:rsidP="00192EDE">
            <w:pPr>
              <w:ind w:left="-105" w:right="-108"/>
              <w:jc w:val="center"/>
              <w:rPr>
                <w:rFonts w:ascii="Browallia New" w:hAnsi="Browallia New" w:cs="Browallia New"/>
              </w:rPr>
            </w:pPr>
            <w:r w:rsidRPr="000E3E1F">
              <w:rPr>
                <w:rFonts w:ascii="Browallia New" w:hAnsi="Browallia New" w:cs="Browallia New"/>
              </w:rPr>
              <w:t xml:space="preserve">30 </w:t>
            </w:r>
            <w:r w:rsidRPr="000E3E1F">
              <w:rPr>
                <w:rFonts w:ascii="Browallia New" w:hAnsi="Browallia New" w:cs="Browallia New"/>
                <w:cs/>
              </w:rPr>
              <w:t>กันยายน</w:t>
            </w:r>
            <w:r w:rsidR="00192EDE" w:rsidRPr="000E3E1F">
              <w:rPr>
                <w:rStyle w:val="normaltextrun"/>
                <w:rFonts w:ascii="Browallia New" w:hAnsi="Browallia New" w:cs="Browallia New"/>
                <w:cs/>
              </w:rPr>
              <w:br/>
            </w:r>
            <w:r w:rsidR="00192EDE" w:rsidRPr="000E3E1F">
              <w:rPr>
                <w:rStyle w:val="normaltextrun"/>
                <w:rFonts w:ascii="Browallia New" w:hAnsi="Browallia New" w:cs="Browallia New"/>
              </w:rPr>
              <w:t>256</w:t>
            </w:r>
            <w:r w:rsidR="003F6820" w:rsidRPr="000E3E1F">
              <w:rPr>
                <w:rStyle w:val="normaltextrun"/>
                <w:rFonts w:ascii="Browallia New" w:hAnsi="Browallia New" w:cs="Browallia New"/>
              </w:rPr>
              <w:t>7</w:t>
            </w:r>
          </w:p>
        </w:tc>
        <w:tc>
          <w:tcPr>
            <w:tcW w:w="236" w:type="dxa"/>
            <w:tcBorders>
              <w:top w:val="single" w:sz="4" w:space="0" w:color="auto"/>
              <w:left w:val="nil"/>
            </w:tcBorders>
            <w:vAlign w:val="bottom"/>
          </w:tcPr>
          <w:p w14:paraId="4856251C" w14:textId="77777777" w:rsidR="00192EDE" w:rsidRPr="000E3E1F"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51E" w14:textId="7A629948" w:rsidR="00192EDE" w:rsidRPr="000E3E1F" w:rsidRDefault="00192EDE" w:rsidP="00192EDE">
            <w:pPr>
              <w:ind w:left="-105" w:right="-108"/>
              <w:jc w:val="center"/>
              <w:rPr>
                <w:rFonts w:ascii="Browallia New" w:hAnsi="Browallia New" w:cs="Browallia New"/>
                <w:cs/>
              </w:rPr>
            </w:pPr>
            <w:r w:rsidRPr="000E3E1F">
              <w:rPr>
                <w:rFonts w:ascii="Browallia New" w:hAnsi="Browallia New" w:cs="Browallia New"/>
              </w:rPr>
              <w:t>256</w:t>
            </w:r>
            <w:r w:rsidR="003F6820" w:rsidRPr="000E3E1F">
              <w:rPr>
                <w:rFonts w:ascii="Browallia New" w:hAnsi="Browallia New" w:cs="Browallia New"/>
              </w:rPr>
              <w:t>6</w:t>
            </w:r>
          </w:p>
        </w:tc>
        <w:tc>
          <w:tcPr>
            <w:tcW w:w="236" w:type="dxa"/>
            <w:tcBorders>
              <w:left w:val="nil"/>
            </w:tcBorders>
          </w:tcPr>
          <w:p w14:paraId="4856251F" w14:textId="77777777" w:rsidR="00192EDE" w:rsidRPr="000E3E1F"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2C4FD2B9" w:rsidR="00192EDE" w:rsidRPr="000E3E1F" w:rsidRDefault="008069FD" w:rsidP="00192EDE">
            <w:pPr>
              <w:ind w:left="-105" w:right="-108"/>
              <w:jc w:val="center"/>
              <w:rPr>
                <w:rFonts w:ascii="Browallia New" w:hAnsi="Browallia New" w:cs="Browallia New"/>
              </w:rPr>
            </w:pPr>
            <w:r w:rsidRPr="000E3E1F">
              <w:rPr>
                <w:rFonts w:ascii="Browallia New" w:hAnsi="Browallia New" w:cs="Browallia New"/>
              </w:rPr>
              <w:t xml:space="preserve">30 </w:t>
            </w:r>
            <w:r w:rsidRPr="000E3E1F">
              <w:rPr>
                <w:rFonts w:ascii="Browallia New" w:hAnsi="Browallia New" w:cs="Browallia New"/>
                <w:cs/>
              </w:rPr>
              <w:t>กันยายน</w:t>
            </w:r>
            <w:r w:rsidR="00192EDE" w:rsidRPr="000E3E1F">
              <w:rPr>
                <w:rStyle w:val="normaltextrun"/>
                <w:rFonts w:ascii="Browallia New" w:hAnsi="Browallia New" w:cs="Browallia New"/>
                <w:cs/>
              </w:rPr>
              <w:br/>
            </w:r>
            <w:r w:rsidR="00192EDE" w:rsidRPr="000E3E1F">
              <w:rPr>
                <w:rStyle w:val="normaltextrun"/>
                <w:rFonts w:ascii="Browallia New" w:hAnsi="Browallia New" w:cs="Browallia New"/>
              </w:rPr>
              <w:t>256</w:t>
            </w:r>
            <w:r w:rsidR="003F6820" w:rsidRPr="000E3E1F">
              <w:rPr>
                <w:rStyle w:val="normaltextrun"/>
                <w:rFonts w:ascii="Browallia New" w:hAnsi="Browallia New" w:cs="Browallia New"/>
              </w:rPr>
              <w:t>7</w:t>
            </w:r>
          </w:p>
        </w:tc>
        <w:tc>
          <w:tcPr>
            <w:tcW w:w="266" w:type="dxa"/>
            <w:tcBorders>
              <w:top w:val="single" w:sz="4" w:space="0" w:color="auto"/>
            </w:tcBorders>
            <w:vAlign w:val="bottom"/>
          </w:tcPr>
          <w:p w14:paraId="48562521" w14:textId="77777777" w:rsidR="00192EDE" w:rsidRPr="000E3E1F"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523" w14:textId="46D1F899" w:rsidR="00192EDE" w:rsidRPr="000E3E1F" w:rsidRDefault="00192EDE" w:rsidP="00192EDE">
            <w:pPr>
              <w:ind w:left="-105" w:right="-108"/>
              <w:jc w:val="center"/>
              <w:rPr>
                <w:rFonts w:ascii="Browallia New" w:hAnsi="Browallia New" w:cs="Browallia New"/>
              </w:rPr>
            </w:pPr>
            <w:r w:rsidRPr="000E3E1F">
              <w:rPr>
                <w:rFonts w:ascii="Browallia New" w:hAnsi="Browallia New" w:cs="Browallia New"/>
              </w:rPr>
              <w:t>256</w:t>
            </w:r>
            <w:r w:rsidR="003F6820" w:rsidRPr="000E3E1F">
              <w:rPr>
                <w:rFonts w:ascii="Browallia New" w:hAnsi="Browallia New" w:cs="Browallia New"/>
              </w:rPr>
              <w:t>6</w:t>
            </w:r>
          </w:p>
        </w:tc>
      </w:tr>
      <w:bookmarkEnd w:id="1"/>
      <w:tr w:rsidR="00E0003E" w:rsidRPr="000E3E1F" w14:paraId="4856252D" w14:textId="77777777" w:rsidTr="00623927">
        <w:trPr>
          <w:gridAfter w:val="1"/>
          <w:wAfter w:w="11" w:type="dxa"/>
          <w:cantSplit/>
          <w:trHeight w:val="199"/>
        </w:trPr>
        <w:tc>
          <w:tcPr>
            <w:tcW w:w="3336" w:type="dxa"/>
            <w:vAlign w:val="bottom"/>
          </w:tcPr>
          <w:p w14:paraId="48562525" w14:textId="5CFD588E" w:rsidR="00E0003E" w:rsidRPr="000E3E1F" w:rsidRDefault="00E0003E" w:rsidP="003E0B20">
            <w:pPr>
              <w:pStyle w:val="3"/>
              <w:tabs>
                <w:tab w:val="clear" w:pos="360"/>
                <w:tab w:val="clear" w:pos="720"/>
              </w:tabs>
              <w:rPr>
                <w:rFonts w:ascii="Browallia New" w:hAnsi="Browallia New" w:cs="Browallia New"/>
                <w:sz w:val="12"/>
                <w:szCs w:val="12"/>
                <w:u w:val="single"/>
                <w:cs/>
                <w:lang w:val="en-GB"/>
              </w:rPr>
            </w:pPr>
          </w:p>
        </w:tc>
        <w:tc>
          <w:tcPr>
            <w:tcW w:w="1272" w:type="dxa"/>
            <w:tcBorders>
              <w:left w:val="nil"/>
            </w:tcBorders>
          </w:tcPr>
          <w:p w14:paraId="48562526" w14:textId="77777777" w:rsidR="00E0003E" w:rsidRPr="000E3E1F"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7" w14:textId="77777777" w:rsidR="00E0003E" w:rsidRPr="000E3E1F" w:rsidRDefault="00E0003E" w:rsidP="003E0B20">
            <w:pPr>
              <w:pStyle w:val="3"/>
              <w:tabs>
                <w:tab w:val="clear" w:pos="360"/>
                <w:tab w:val="clear" w:pos="720"/>
              </w:tabs>
              <w:rPr>
                <w:rFonts w:ascii="Browallia New" w:hAnsi="Browallia New" w:cs="Browallia New"/>
                <w:sz w:val="12"/>
                <w:szCs w:val="12"/>
              </w:rPr>
            </w:pPr>
          </w:p>
        </w:tc>
        <w:tc>
          <w:tcPr>
            <w:tcW w:w="1240" w:type="dxa"/>
          </w:tcPr>
          <w:p w14:paraId="48562528" w14:textId="77777777" w:rsidR="00E0003E" w:rsidRPr="000E3E1F"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9" w14:textId="77777777" w:rsidR="00E0003E" w:rsidRPr="000E3E1F" w:rsidRDefault="00E0003E" w:rsidP="003E0B20">
            <w:pPr>
              <w:pStyle w:val="3"/>
              <w:tabs>
                <w:tab w:val="clear" w:pos="360"/>
                <w:tab w:val="clear" w:pos="720"/>
              </w:tabs>
              <w:rPr>
                <w:rFonts w:ascii="Browallia New" w:hAnsi="Browallia New" w:cs="Browallia New"/>
                <w:sz w:val="12"/>
                <w:szCs w:val="12"/>
              </w:rPr>
            </w:pPr>
          </w:p>
        </w:tc>
        <w:tc>
          <w:tcPr>
            <w:tcW w:w="1239" w:type="dxa"/>
          </w:tcPr>
          <w:p w14:paraId="4856252A" w14:textId="77777777" w:rsidR="00E0003E" w:rsidRPr="000E3E1F" w:rsidRDefault="00E0003E" w:rsidP="003E0B20">
            <w:pPr>
              <w:pStyle w:val="3"/>
              <w:tabs>
                <w:tab w:val="clear" w:pos="360"/>
                <w:tab w:val="clear" w:pos="720"/>
              </w:tabs>
              <w:jc w:val="center"/>
              <w:rPr>
                <w:rFonts w:ascii="Browallia New" w:hAnsi="Browallia New" w:cs="Browallia New"/>
                <w:sz w:val="12"/>
                <w:szCs w:val="12"/>
                <w:lang w:val="en-GB"/>
              </w:rPr>
            </w:pPr>
          </w:p>
        </w:tc>
        <w:tc>
          <w:tcPr>
            <w:tcW w:w="266" w:type="dxa"/>
          </w:tcPr>
          <w:p w14:paraId="4856252B" w14:textId="77777777" w:rsidR="00E0003E" w:rsidRPr="000E3E1F" w:rsidRDefault="00E0003E" w:rsidP="003E0B20">
            <w:pPr>
              <w:pStyle w:val="a"/>
              <w:jc w:val="center"/>
              <w:rPr>
                <w:rFonts w:ascii="Browallia New" w:hAnsi="Browallia New" w:cs="Browallia New"/>
                <w:sz w:val="12"/>
                <w:szCs w:val="12"/>
              </w:rPr>
            </w:pPr>
          </w:p>
        </w:tc>
        <w:tc>
          <w:tcPr>
            <w:tcW w:w="1282" w:type="dxa"/>
          </w:tcPr>
          <w:p w14:paraId="4856252C" w14:textId="77777777" w:rsidR="00E0003E" w:rsidRPr="000E3E1F" w:rsidRDefault="00E0003E" w:rsidP="003E0B20">
            <w:pPr>
              <w:pStyle w:val="3"/>
              <w:tabs>
                <w:tab w:val="clear" w:pos="360"/>
                <w:tab w:val="clear" w:pos="720"/>
              </w:tabs>
              <w:jc w:val="center"/>
              <w:rPr>
                <w:rFonts w:ascii="Browallia New" w:hAnsi="Browallia New" w:cs="Browallia New"/>
                <w:sz w:val="12"/>
                <w:szCs w:val="12"/>
                <w:lang w:val="en-GB"/>
              </w:rPr>
            </w:pPr>
          </w:p>
        </w:tc>
      </w:tr>
      <w:tr w:rsidR="005943DB" w:rsidRPr="000E3E1F" w14:paraId="69C33A81" w14:textId="77777777" w:rsidTr="005A12F8">
        <w:trPr>
          <w:gridAfter w:val="1"/>
          <w:wAfter w:w="11" w:type="dxa"/>
          <w:cantSplit/>
          <w:trHeight w:val="382"/>
        </w:trPr>
        <w:tc>
          <w:tcPr>
            <w:tcW w:w="3336" w:type="dxa"/>
            <w:vAlign w:val="bottom"/>
          </w:tcPr>
          <w:p w14:paraId="0E3FD127" w14:textId="7E3B3080" w:rsidR="005943DB" w:rsidRPr="000E3E1F" w:rsidRDefault="005943DB" w:rsidP="003E0B20">
            <w:pPr>
              <w:pStyle w:val="3"/>
              <w:tabs>
                <w:tab w:val="clear" w:pos="360"/>
                <w:tab w:val="clear" w:pos="720"/>
              </w:tabs>
              <w:rPr>
                <w:rFonts w:ascii="Browallia New" w:hAnsi="Browallia New" w:cs="Browallia New"/>
                <w:sz w:val="28"/>
                <w:szCs w:val="28"/>
                <w:u w:val="single"/>
                <w:cs/>
                <w:lang w:val="en-GB"/>
              </w:rPr>
            </w:pPr>
            <w:r w:rsidRPr="000E3E1F">
              <w:rPr>
                <w:rFonts w:ascii="Browallia New" w:hAnsi="Browallia New" w:cs="Browallia New"/>
                <w:sz w:val="28"/>
                <w:szCs w:val="28"/>
                <w:u w:val="single"/>
                <w:cs/>
                <w:lang w:val="en-GB"/>
              </w:rPr>
              <w:t>ลูกหนี้การค้า</w:t>
            </w:r>
            <w:r w:rsidRPr="000E3E1F">
              <w:rPr>
                <w:rFonts w:ascii="Browallia New" w:hAnsi="Browallia New" w:cs="Browallia New"/>
                <w:sz w:val="28"/>
                <w:szCs w:val="28"/>
                <w:u w:val="single"/>
              </w:rPr>
              <w:t xml:space="preserve"> </w:t>
            </w:r>
            <w:r w:rsidRPr="000E3E1F">
              <w:rPr>
                <w:rFonts w:ascii="Browallia New" w:hAnsi="Browallia New" w:cs="Browallia New"/>
                <w:sz w:val="28"/>
                <w:szCs w:val="28"/>
                <w:u w:val="single"/>
                <w:lang w:val="en-GB"/>
              </w:rPr>
              <w:t xml:space="preserve">- </w:t>
            </w:r>
            <w:r w:rsidRPr="000E3E1F">
              <w:rPr>
                <w:rFonts w:ascii="Browallia New" w:hAnsi="Browallia New" w:cs="Browallia New"/>
                <w:sz w:val="28"/>
                <w:szCs w:val="28"/>
                <w:u w:val="single"/>
                <w:cs/>
                <w:lang w:val="en-GB"/>
              </w:rPr>
              <w:t>ลูกค้าทั่วไป</w:t>
            </w:r>
            <w:r w:rsidRPr="000E3E1F">
              <w:rPr>
                <w:rFonts w:ascii="Browallia New" w:hAnsi="Browallia New" w:cs="Browallia New"/>
                <w:sz w:val="28"/>
                <w:szCs w:val="28"/>
                <w:u w:val="single"/>
                <w:lang w:val="en-GB"/>
              </w:rPr>
              <w:t xml:space="preserve"> -</w:t>
            </w:r>
            <w:r w:rsidRPr="000E3E1F">
              <w:rPr>
                <w:rFonts w:ascii="Browallia New" w:hAnsi="Browallia New" w:cs="Browallia New"/>
                <w:snapToGrid w:val="0"/>
                <w:sz w:val="28"/>
                <w:szCs w:val="28"/>
                <w:u w:val="single"/>
                <w:lang w:eastAsia="th-TH"/>
              </w:rPr>
              <w:t xml:space="preserve"> </w:t>
            </w:r>
            <w:r w:rsidRPr="000E3E1F">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0E3E1F"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0E3E1F" w:rsidRDefault="005943DB" w:rsidP="003E0B20">
            <w:pPr>
              <w:pStyle w:val="3"/>
              <w:tabs>
                <w:tab w:val="clear" w:pos="360"/>
                <w:tab w:val="clear" w:pos="720"/>
              </w:tabs>
              <w:rPr>
                <w:rFonts w:ascii="Browallia New" w:hAnsi="Browallia New" w:cs="Browallia New"/>
                <w:sz w:val="28"/>
                <w:szCs w:val="28"/>
              </w:rPr>
            </w:pPr>
          </w:p>
        </w:tc>
        <w:tc>
          <w:tcPr>
            <w:tcW w:w="1240" w:type="dxa"/>
          </w:tcPr>
          <w:p w14:paraId="6C105AF3" w14:textId="77777777" w:rsidR="005943DB" w:rsidRPr="000E3E1F"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0E3E1F" w:rsidRDefault="005943DB" w:rsidP="003E0B20">
            <w:pPr>
              <w:pStyle w:val="3"/>
              <w:tabs>
                <w:tab w:val="clear" w:pos="360"/>
                <w:tab w:val="clear" w:pos="720"/>
              </w:tabs>
              <w:rPr>
                <w:rFonts w:ascii="Browallia New" w:hAnsi="Browallia New" w:cs="Browallia New"/>
                <w:sz w:val="28"/>
                <w:szCs w:val="28"/>
              </w:rPr>
            </w:pPr>
          </w:p>
        </w:tc>
        <w:tc>
          <w:tcPr>
            <w:tcW w:w="1239" w:type="dxa"/>
          </w:tcPr>
          <w:p w14:paraId="5F2399F4" w14:textId="77777777" w:rsidR="005943DB" w:rsidRPr="000E3E1F" w:rsidRDefault="005943DB"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0E3E1F" w:rsidRDefault="005943DB" w:rsidP="003E0B20">
            <w:pPr>
              <w:pStyle w:val="a"/>
              <w:jc w:val="center"/>
              <w:rPr>
                <w:rFonts w:ascii="Browallia New" w:hAnsi="Browallia New" w:cs="Browallia New"/>
                <w:sz w:val="28"/>
                <w:szCs w:val="28"/>
              </w:rPr>
            </w:pPr>
          </w:p>
        </w:tc>
        <w:tc>
          <w:tcPr>
            <w:tcW w:w="1282" w:type="dxa"/>
          </w:tcPr>
          <w:p w14:paraId="739D0484" w14:textId="77777777" w:rsidR="005943DB" w:rsidRPr="000E3E1F" w:rsidRDefault="005943DB" w:rsidP="003E0B20">
            <w:pPr>
              <w:pStyle w:val="3"/>
              <w:tabs>
                <w:tab w:val="clear" w:pos="360"/>
                <w:tab w:val="clear" w:pos="720"/>
              </w:tabs>
              <w:jc w:val="center"/>
              <w:rPr>
                <w:rFonts w:ascii="Browallia New" w:hAnsi="Browallia New" w:cs="Browallia New"/>
                <w:sz w:val="28"/>
                <w:szCs w:val="28"/>
                <w:lang w:val="en-GB"/>
              </w:rPr>
            </w:pPr>
          </w:p>
        </w:tc>
      </w:tr>
      <w:tr w:rsidR="007E42D4" w:rsidRPr="000E3E1F" w14:paraId="48562536" w14:textId="77777777" w:rsidTr="00623927">
        <w:trPr>
          <w:gridAfter w:val="1"/>
          <w:wAfter w:w="11" w:type="dxa"/>
          <w:cantSplit/>
        </w:trPr>
        <w:tc>
          <w:tcPr>
            <w:tcW w:w="3336" w:type="dxa"/>
          </w:tcPr>
          <w:p w14:paraId="4856252E" w14:textId="77777777" w:rsidR="007E42D4" w:rsidRPr="000E3E1F" w:rsidRDefault="007E42D4" w:rsidP="007E42D4">
            <w:pPr>
              <w:rPr>
                <w:rFonts w:ascii="Browallia New" w:hAnsi="Browallia New" w:cs="Browallia New"/>
              </w:rPr>
            </w:pPr>
            <w:r w:rsidRPr="000E3E1F">
              <w:rPr>
                <w:rFonts w:ascii="Browallia New" w:hAnsi="Browallia New" w:cs="Browallia New"/>
                <w:cs/>
              </w:rPr>
              <w:t>ยังไม่ถึงกำหนดชำระ</w:t>
            </w:r>
          </w:p>
        </w:tc>
        <w:tc>
          <w:tcPr>
            <w:tcW w:w="1272" w:type="dxa"/>
            <w:tcBorders>
              <w:left w:val="nil"/>
            </w:tcBorders>
          </w:tcPr>
          <w:p w14:paraId="4856252F" w14:textId="15550553" w:rsidR="007E42D4" w:rsidRPr="000E3E1F" w:rsidRDefault="00336432" w:rsidP="007E42D4">
            <w:pPr>
              <w:jc w:val="right"/>
              <w:rPr>
                <w:rFonts w:ascii="Browallia New" w:hAnsi="Browallia New" w:cs="Browallia New"/>
              </w:rPr>
            </w:pPr>
            <w:r w:rsidRPr="000E3E1F">
              <w:rPr>
                <w:rFonts w:ascii="Browallia New" w:hAnsi="Browallia New" w:cs="Browallia New"/>
              </w:rPr>
              <w:t>1,152,768</w:t>
            </w:r>
          </w:p>
        </w:tc>
        <w:tc>
          <w:tcPr>
            <w:tcW w:w="236" w:type="dxa"/>
            <w:tcBorders>
              <w:left w:val="nil"/>
            </w:tcBorders>
          </w:tcPr>
          <w:p w14:paraId="48562530" w14:textId="77777777" w:rsidR="007E42D4" w:rsidRPr="000E3E1F" w:rsidRDefault="007E42D4" w:rsidP="007E42D4">
            <w:pPr>
              <w:jc w:val="right"/>
              <w:rPr>
                <w:rFonts w:ascii="Browallia New" w:hAnsi="Browallia New" w:cs="Browallia New"/>
              </w:rPr>
            </w:pPr>
          </w:p>
        </w:tc>
        <w:tc>
          <w:tcPr>
            <w:tcW w:w="1240" w:type="dxa"/>
          </w:tcPr>
          <w:p w14:paraId="48562531" w14:textId="04F1611B" w:rsidR="007E42D4" w:rsidRPr="000E3E1F" w:rsidRDefault="007E42D4" w:rsidP="007E42D4">
            <w:pPr>
              <w:jc w:val="right"/>
              <w:rPr>
                <w:rFonts w:ascii="Browallia New" w:hAnsi="Browallia New" w:cs="Browallia New"/>
              </w:rPr>
            </w:pPr>
            <w:r w:rsidRPr="000E3E1F">
              <w:rPr>
                <w:rFonts w:ascii="Browallia New" w:hAnsi="Browallia New" w:cs="Browallia New"/>
              </w:rPr>
              <w:t>1,116,600</w:t>
            </w:r>
          </w:p>
        </w:tc>
        <w:tc>
          <w:tcPr>
            <w:tcW w:w="236" w:type="dxa"/>
            <w:tcBorders>
              <w:left w:val="nil"/>
            </w:tcBorders>
          </w:tcPr>
          <w:p w14:paraId="48562532" w14:textId="77777777" w:rsidR="007E42D4" w:rsidRPr="000E3E1F" w:rsidRDefault="007E42D4" w:rsidP="007E42D4">
            <w:pPr>
              <w:jc w:val="right"/>
              <w:rPr>
                <w:rFonts w:ascii="Browallia New" w:hAnsi="Browallia New" w:cs="Browallia New"/>
              </w:rPr>
            </w:pPr>
          </w:p>
        </w:tc>
        <w:tc>
          <w:tcPr>
            <w:tcW w:w="1239" w:type="dxa"/>
          </w:tcPr>
          <w:p w14:paraId="48562533" w14:textId="703E1DAE" w:rsidR="007E42D4" w:rsidRPr="000E3E1F" w:rsidRDefault="003011E0" w:rsidP="007E42D4">
            <w:pPr>
              <w:jc w:val="right"/>
              <w:rPr>
                <w:rFonts w:ascii="Browallia New" w:hAnsi="Browallia New" w:cs="Browallia New"/>
              </w:rPr>
            </w:pPr>
            <w:r w:rsidRPr="000E3E1F">
              <w:rPr>
                <w:rFonts w:ascii="Browallia New" w:hAnsi="Browallia New" w:cs="Browallia New"/>
              </w:rPr>
              <w:t>1,152,768</w:t>
            </w:r>
          </w:p>
        </w:tc>
        <w:tc>
          <w:tcPr>
            <w:tcW w:w="266" w:type="dxa"/>
          </w:tcPr>
          <w:p w14:paraId="48562534" w14:textId="77777777" w:rsidR="007E42D4" w:rsidRPr="000E3E1F" w:rsidRDefault="007E42D4" w:rsidP="007E42D4">
            <w:pPr>
              <w:jc w:val="right"/>
              <w:rPr>
                <w:rFonts w:ascii="Browallia New" w:hAnsi="Browallia New" w:cs="Browallia New"/>
              </w:rPr>
            </w:pPr>
          </w:p>
        </w:tc>
        <w:tc>
          <w:tcPr>
            <w:tcW w:w="1282" w:type="dxa"/>
          </w:tcPr>
          <w:p w14:paraId="48562535" w14:textId="2274E4EA" w:rsidR="007E42D4" w:rsidRPr="000E3E1F" w:rsidRDefault="007E42D4" w:rsidP="007E42D4">
            <w:pPr>
              <w:jc w:val="right"/>
              <w:rPr>
                <w:rFonts w:ascii="Browallia New" w:hAnsi="Browallia New" w:cs="Browallia New"/>
              </w:rPr>
            </w:pPr>
            <w:r w:rsidRPr="000E3E1F">
              <w:rPr>
                <w:rFonts w:ascii="Browallia New" w:hAnsi="Browallia New" w:cs="Browallia New"/>
              </w:rPr>
              <w:t>1,116,600</w:t>
            </w:r>
          </w:p>
        </w:tc>
      </w:tr>
      <w:tr w:rsidR="007E42D4" w:rsidRPr="000E3E1F" w14:paraId="4856253F" w14:textId="77777777" w:rsidTr="00623927">
        <w:trPr>
          <w:gridAfter w:val="1"/>
          <w:wAfter w:w="11" w:type="dxa"/>
          <w:cantSplit/>
        </w:trPr>
        <w:tc>
          <w:tcPr>
            <w:tcW w:w="3336" w:type="dxa"/>
          </w:tcPr>
          <w:p w14:paraId="48562537" w14:textId="5460738B" w:rsidR="007E42D4" w:rsidRPr="000E3E1F" w:rsidRDefault="007E42D4" w:rsidP="007E42D4">
            <w:pPr>
              <w:rPr>
                <w:rFonts w:ascii="Browallia New" w:hAnsi="Browallia New" w:cs="Browallia New"/>
              </w:rPr>
            </w:pPr>
            <w:r w:rsidRPr="000E3E1F">
              <w:rPr>
                <w:rFonts w:ascii="Browallia New" w:hAnsi="Browallia New" w:cs="Browallia New"/>
                <w:cs/>
                <w:lang w:val="th-TH"/>
              </w:rPr>
              <w:t>เกินกำหนดชำระ</w:t>
            </w:r>
            <w:r w:rsidRPr="000E3E1F">
              <w:rPr>
                <w:rFonts w:ascii="Browallia New" w:hAnsi="Browallia New" w:cs="Browallia New"/>
              </w:rPr>
              <w:t xml:space="preserve"> :</w:t>
            </w:r>
          </w:p>
        </w:tc>
        <w:tc>
          <w:tcPr>
            <w:tcW w:w="1272" w:type="dxa"/>
            <w:tcBorders>
              <w:left w:val="nil"/>
            </w:tcBorders>
          </w:tcPr>
          <w:p w14:paraId="48562538" w14:textId="77777777" w:rsidR="007E42D4" w:rsidRPr="000E3E1F" w:rsidRDefault="007E42D4" w:rsidP="007E42D4">
            <w:pPr>
              <w:jc w:val="right"/>
              <w:rPr>
                <w:rFonts w:ascii="Browallia New" w:hAnsi="Browallia New" w:cs="Browallia New"/>
              </w:rPr>
            </w:pPr>
          </w:p>
        </w:tc>
        <w:tc>
          <w:tcPr>
            <w:tcW w:w="236" w:type="dxa"/>
            <w:tcBorders>
              <w:left w:val="nil"/>
            </w:tcBorders>
          </w:tcPr>
          <w:p w14:paraId="48562539" w14:textId="77777777" w:rsidR="007E42D4" w:rsidRPr="000E3E1F" w:rsidRDefault="007E42D4" w:rsidP="007E42D4">
            <w:pPr>
              <w:jc w:val="right"/>
              <w:rPr>
                <w:rFonts w:ascii="Browallia New" w:hAnsi="Browallia New" w:cs="Browallia New"/>
              </w:rPr>
            </w:pPr>
          </w:p>
        </w:tc>
        <w:tc>
          <w:tcPr>
            <w:tcW w:w="1240" w:type="dxa"/>
          </w:tcPr>
          <w:p w14:paraId="4856253A" w14:textId="77777777" w:rsidR="007E42D4" w:rsidRPr="000E3E1F" w:rsidRDefault="007E42D4" w:rsidP="007E42D4">
            <w:pPr>
              <w:jc w:val="right"/>
              <w:rPr>
                <w:rFonts w:ascii="Browallia New" w:hAnsi="Browallia New" w:cs="Browallia New"/>
              </w:rPr>
            </w:pPr>
          </w:p>
        </w:tc>
        <w:tc>
          <w:tcPr>
            <w:tcW w:w="236" w:type="dxa"/>
            <w:tcBorders>
              <w:left w:val="nil"/>
            </w:tcBorders>
          </w:tcPr>
          <w:p w14:paraId="4856253B" w14:textId="77777777" w:rsidR="007E42D4" w:rsidRPr="000E3E1F" w:rsidRDefault="007E42D4" w:rsidP="007E42D4">
            <w:pPr>
              <w:jc w:val="right"/>
              <w:rPr>
                <w:rFonts w:ascii="Browallia New" w:hAnsi="Browallia New" w:cs="Browallia New"/>
              </w:rPr>
            </w:pPr>
          </w:p>
        </w:tc>
        <w:tc>
          <w:tcPr>
            <w:tcW w:w="1239" w:type="dxa"/>
          </w:tcPr>
          <w:p w14:paraId="4856253C" w14:textId="77777777" w:rsidR="007E42D4" w:rsidRPr="000E3E1F" w:rsidRDefault="007E42D4" w:rsidP="007E42D4">
            <w:pPr>
              <w:jc w:val="right"/>
              <w:rPr>
                <w:rFonts w:ascii="Browallia New" w:hAnsi="Browallia New" w:cs="Browallia New"/>
              </w:rPr>
            </w:pPr>
          </w:p>
        </w:tc>
        <w:tc>
          <w:tcPr>
            <w:tcW w:w="266" w:type="dxa"/>
          </w:tcPr>
          <w:p w14:paraId="4856253D" w14:textId="77777777" w:rsidR="007E42D4" w:rsidRPr="000E3E1F" w:rsidRDefault="007E42D4" w:rsidP="007E42D4">
            <w:pPr>
              <w:jc w:val="right"/>
              <w:rPr>
                <w:rFonts w:ascii="Browallia New" w:hAnsi="Browallia New" w:cs="Browallia New"/>
              </w:rPr>
            </w:pPr>
          </w:p>
        </w:tc>
        <w:tc>
          <w:tcPr>
            <w:tcW w:w="1282" w:type="dxa"/>
          </w:tcPr>
          <w:p w14:paraId="4856253E" w14:textId="77777777" w:rsidR="007E42D4" w:rsidRPr="000E3E1F" w:rsidRDefault="007E42D4" w:rsidP="007E42D4">
            <w:pPr>
              <w:jc w:val="right"/>
              <w:rPr>
                <w:rFonts w:ascii="Browallia New" w:hAnsi="Browallia New" w:cs="Browallia New"/>
              </w:rPr>
            </w:pPr>
          </w:p>
        </w:tc>
      </w:tr>
      <w:tr w:rsidR="007E42D4" w:rsidRPr="000E3E1F" w14:paraId="48562548" w14:textId="77777777" w:rsidTr="00623927">
        <w:trPr>
          <w:gridAfter w:val="1"/>
          <w:wAfter w:w="11" w:type="dxa"/>
          <w:cantSplit/>
        </w:trPr>
        <w:tc>
          <w:tcPr>
            <w:tcW w:w="3336" w:type="dxa"/>
          </w:tcPr>
          <w:p w14:paraId="48562540" w14:textId="77777777" w:rsidR="007E42D4" w:rsidRPr="000E3E1F" w:rsidRDefault="007E42D4" w:rsidP="007E42D4">
            <w:pPr>
              <w:ind w:left="266"/>
              <w:rPr>
                <w:rFonts w:ascii="Browallia New" w:hAnsi="Browallia New" w:cs="Browallia New"/>
                <w:cs/>
                <w:lang w:val="th-TH"/>
              </w:rPr>
            </w:pPr>
            <w:r w:rsidRPr="000E3E1F">
              <w:rPr>
                <w:rFonts w:ascii="Browallia New" w:hAnsi="Browallia New" w:cs="Browallia New"/>
                <w:cs/>
                <w:lang w:val="en-GB"/>
              </w:rPr>
              <w:t>น้อยกว่า</w:t>
            </w:r>
            <w:r w:rsidRPr="000E3E1F">
              <w:rPr>
                <w:rFonts w:ascii="Browallia New" w:hAnsi="Browallia New" w:cs="Browallia New"/>
                <w:lang w:val="en-GB"/>
              </w:rPr>
              <w:t xml:space="preserve"> 3 </w:t>
            </w:r>
            <w:r w:rsidRPr="000E3E1F">
              <w:rPr>
                <w:rFonts w:ascii="Browallia New" w:hAnsi="Browallia New" w:cs="Browallia New"/>
                <w:cs/>
                <w:lang w:val="en-GB"/>
              </w:rPr>
              <w:t>เดือน</w:t>
            </w:r>
          </w:p>
        </w:tc>
        <w:tc>
          <w:tcPr>
            <w:tcW w:w="1272" w:type="dxa"/>
            <w:tcBorders>
              <w:left w:val="nil"/>
            </w:tcBorders>
          </w:tcPr>
          <w:p w14:paraId="48562541" w14:textId="30F6387F" w:rsidR="007E42D4" w:rsidRPr="000E3E1F" w:rsidRDefault="00336432" w:rsidP="007E42D4">
            <w:pPr>
              <w:jc w:val="right"/>
              <w:rPr>
                <w:rFonts w:ascii="Browallia New" w:hAnsi="Browallia New" w:cs="Browallia New"/>
              </w:rPr>
            </w:pPr>
            <w:r w:rsidRPr="000E3E1F">
              <w:rPr>
                <w:rFonts w:ascii="Browallia New" w:hAnsi="Browallia New" w:cs="Browallia New"/>
              </w:rPr>
              <w:t>19,700</w:t>
            </w:r>
          </w:p>
        </w:tc>
        <w:tc>
          <w:tcPr>
            <w:tcW w:w="236" w:type="dxa"/>
            <w:tcBorders>
              <w:left w:val="nil"/>
            </w:tcBorders>
          </w:tcPr>
          <w:p w14:paraId="48562542" w14:textId="77777777" w:rsidR="007E42D4" w:rsidRPr="000E3E1F" w:rsidRDefault="007E42D4" w:rsidP="007E42D4">
            <w:pPr>
              <w:jc w:val="right"/>
              <w:rPr>
                <w:rFonts w:ascii="Browallia New" w:hAnsi="Browallia New" w:cs="Browallia New"/>
              </w:rPr>
            </w:pPr>
          </w:p>
        </w:tc>
        <w:tc>
          <w:tcPr>
            <w:tcW w:w="1240" w:type="dxa"/>
          </w:tcPr>
          <w:p w14:paraId="48562543" w14:textId="3B26F864" w:rsidR="007E42D4" w:rsidRPr="000E3E1F" w:rsidRDefault="007E42D4" w:rsidP="007E42D4">
            <w:pPr>
              <w:jc w:val="right"/>
              <w:rPr>
                <w:rFonts w:ascii="Browallia New" w:hAnsi="Browallia New" w:cs="Browallia New"/>
              </w:rPr>
            </w:pPr>
            <w:r w:rsidRPr="000E3E1F">
              <w:rPr>
                <w:rFonts w:ascii="Browallia New" w:hAnsi="Browallia New" w:cs="Browallia New"/>
              </w:rPr>
              <w:t>17,324</w:t>
            </w:r>
          </w:p>
        </w:tc>
        <w:tc>
          <w:tcPr>
            <w:tcW w:w="236" w:type="dxa"/>
            <w:tcBorders>
              <w:left w:val="nil"/>
            </w:tcBorders>
          </w:tcPr>
          <w:p w14:paraId="48562544" w14:textId="77777777" w:rsidR="007E42D4" w:rsidRPr="000E3E1F" w:rsidRDefault="007E42D4" w:rsidP="007E42D4">
            <w:pPr>
              <w:jc w:val="right"/>
              <w:rPr>
                <w:rFonts w:ascii="Browallia New" w:hAnsi="Browallia New" w:cs="Browallia New"/>
              </w:rPr>
            </w:pPr>
          </w:p>
        </w:tc>
        <w:tc>
          <w:tcPr>
            <w:tcW w:w="1239" w:type="dxa"/>
          </w:tcPr>
          <w:p w14:paraId="48562545" w14:textId="19CCF6D8" w:rsidR="007E42D4" w:rsidRPr="000E3E1F" w:rsidRDefault="003011E0" w:rsidP="007E42D4">
            <w:pPr>
              <w:jc w:val="right"/>
              <w:rPr>
                <w:rFonts w:ascii="Browallia New" w:hAnsi="Browallia New" w:cs="Browallia New"/>
              </w:rPr>
            </w:pPr>
            <w:r w:rsidRPr="000E3E1F">
              <w:rPr>
                <w:rFonts w:ascii="Browallia New" w:hAnsi="Browallia New" w:cs="Browallia New"/>
              </w:rPr>
              <w:t>15,134</w:t>
            </w:r>
          </w:p>
        </w:tc>
        <w:tc>
          <w:tcPr>
            <w:tcW w:w="266" w:type="dxa"/>
          </w:tcPr>
          <w:p w14:paraId="48562546" w14:textId="77777777" w:rsidR="007E42D4" w:rsidRPr="000E3E1F" w:rsidRDefault="007E42D4" w:rsidP="007E42D4">
            <w:pPr>
              <w:jc w:val="right"/>
              <w:rPr>
                <w:rFonts w:ascii="Browallia New" w:hAnsi="Browallia New" w:cs="Browallia New"/>
              </w:rPr>
            </w:pPr>
          </w:p>
        </w:tc>
        <w:tc>
          <w:tcPr>
            <w:tcW w:w="1282" w:type="dxa"/>
          </w:tcPr>
          <w:p w14:paraId="48562547" w14:textId="797EB57A" w:rsidR="007E42D4" w:rsidRPr="000E3E1F" w:rsidRDefault="007E42D4" w:rsidP="007E42D4">
            <w:pPr>
              <w:jc w:val="right"/>
              <w:rPr>
                <w:rFonts w:ascii="Browallia New" w:hAnsi="Browallia New" w:cs="Browallia New"/>
              </w:rPr>
            </w:pPr>
            <w:r w:rsidRPr="000E3E1F">
              <w:rPr>
                <w:rFonts w:ascii="Browallia New" w:hAnsi="Browallia New" w:cs="Browallia New"/>
              </w:rPr>
              <w:t>12,965</w:t>
            </w:r>
          </w:p>
        </w:tc>
      </w:tr>
      <w:tr w:rsidR="007E42D4" w:rsidRPr="000E3E1F" w14:paraId="48562551" w14:textId="77777777" w:rsidTr="00A000AD">
        <w:trPr>
          <w:gridAfter w:val="1"/>
          <w:wAfter w:w="11" w:type="dxa"/>
          <w:cantSplit/>
        </w:trPr>
        <w:tc>
          <w:tcPr>
            <w:tcW w:w="3336" w:type="dxa"/>
          </w:tcPr>
          <w:p w14:paraId="48562549" w14:textId="3547E297" w:rsidR="007E42D4" w:rsidRPr="000E3E1F" w:rsidRDefault="007E42D4" w:rsidP="007E42D4">
            <w:pPr>
              <w:ind w:left="266"/>
              <w:rPr>
                <w:rFonts w:ascii="Browallia New" w:hAnsi="Browallia New" w:cs="Browallia New"/>
                <w:lang w:val="en-GB"/>
              </w:rPr>
            </w:pPr>
            <w:r w:rsidRPr="000E3E1F">
              <w:rPr>
                <w:rFonts w:ascii="Browallia New" w:hAnsi="Browallia New" w:cs="Browallia New"/>
                <w:lang w:val="en-GB"/>
              </w:rPr>
              <w:t>3</w:t>
            </w:r>
            <w:r w:rsidRPr="000E3E1F">
              <w:rPr>
                <w:rFonts w:ascii="Browallia New" w:hAnsi="Browallia New" w:cs="Browallia New"/>
              </w:rPr>
              <w:t xml:space="preserve"> </w:t>
            </w:r>
            <w:r w:rsidRPr="000E3E1F">
              <w:rPr>
                <w:rFonts w:ascii="Browallia New" w:hAnsi="Browallia New" w:cs="Browallia New"/>
                <w:cs/>
                <w:lang w:val="en-GB"/>
              </w:rPr>
              <w:t>-</w:t>
            </w:r>
            <w:r w:rsidRPr="000E3E1F">
              <w:rPr>
                <w:rFonts w:ascii="Browallia New" w:hAnsi="Browallia New" w:cs="Browallia New"/>
              </w:rPr>
              <w:t xml:space="preserve"> </w:t>
            </w:r>
            <w:r w:rsidRPr="000E3E1F">
              <w:rPr>
                <w:rFonts w:ascii="Browallia New" w:hAnsi="Browallia New" w:cs="Browallia New"/>
                <w:lang w:val="en-GB"/>
              </w:rPr>
              <w:t>6</w:t>
            </w:r>
            <w:r w:rsidRPr="000E3E1F">
              <w:rPr>
                <w:rFonts w:ascii="Browallia New" w:hAnsi="Browallia New" w:cs="Browallia New"/>
              </w:rPr>
              <w:t xml:space="preserve"> </w:t>
            </w:r>
            <w:r w:rsidRPr="000E3E1F">
              <w:rPr>
                <w:rFonts w:ascii="Browallia New" w:hAnsi="Browallia New" w:cs="Browallia New"/>
                <w:cs/>
                <w:lang w:val="en-GB"/>
              </w:rPr>
              <w:t>เดือน</w:t>
            </w:r>
          </w:p>
        </w:tc>
        <w:tc>
          <w:tcPr>
            <w:tcW w:w="1272" w:type="dxa"/>
            <w:tcBorders>
              <w:left w:val="nil"/>
            </w:tcBorders>
          </w:tcPr>
          <w:p w14:paraId="4856254A" w14:textId="21E75FB4" w:rsidR="007E42D4" w:rsidRPr="000E3E1F" w:rsidRDefault="00FD1578" w:rsidP="007E42D4">
            <w:pPr>
              <w:jc w:val="right"/>
              <w:rPr>
                <w:rFonts w:ascii="Browallia New" w:hAnsi="Browallia New" w:cs="Browallia New"/>
              </w:rPr>
            </w:pPr>
            <w:r w:rsidRPr="000E3E1F">
              <w:rPr>
                <w:rFonts w:ascii="Browallia New" w:hAnsi="Browallia New" w:cs="Browallia New"/>
              </w:rPr>
              <w:t>1,050</w:t>
            </w:r>
          </w:p>
        </w:tc>
        <w:tc>
          <w:tcPr>
            <w:tcW w:w="236" w:type="dxa"/>
            <w:tcBorders>
              <w:left w:val="nil"/>
            </w:tcBorders>
          </w:tcPr>
          <w:p w14:paraId="4856254B" w14:textId="77777777" w:rsidR="007E42D4" w:rsidRPr="000E3E1F" w:rsidRDefault="007E42D4" w:rsidP="007E42D4">
            <w:pPr>
              <w:jc w:val="right"/>
              <w:rPr>
                <w:rFonts w:ascii="Browallia New" w:hAnsi="Browallia New" w:cs="Browallia New"/>
              </w:rPr>
            </w:pPr>
          </w:p>
        </w:tc>
        <w:tc>
          <w:tcPr>
            <w:tcW w:w="1240" w:type="dxa"/>
          </w:tcPr>
          <w:p w14:paraId="4856254C" w14:textId="6113D4EA" w:rsidR="007E42D4" w:rsidRPr="000E3E1F" w:rsidRDefault="007E42D4" w:rsidP="007E42D4">
            <w:pPr>
              <w:jc w:val="right"/>
              <w:rPr>
                <w:rFonts w:ascii="Browallia New" w:hAnsi="Browallia New" w:cs="Browallia New"/>
              </w:rPr>
            </w:pPr>
            <w:r w:rsidRPr="000E3E1F">
              <w:rPr>
                <w:rFonts w:ascii="Browallia New" w:hAnsi="Browallia New" w:cs="Browallia New"/>
              </w:rPr>
              <w:t>2,057</w:t>
            </w:r>
          </w:p>
        </w:tc>
        <w:tc>
          <w:tcPr>
            <w:tcW w:w="236" w:type="dxa"/>
            <w:tcBorders>
              <w:left w:val="nil"/>
            </w:tcBorders>
          </w:tcPr>
          <w:p w14:paraId="4856254D" w14:textId="77777777" w:rsidR="007E42D4" w:rsidRPr="000E3E1F" w:rsidRDefault="007E42D4" w:rsidP="007E42D4">
            <w:pPr>
              <w:jc w:val="right"/>
              <w:rPr>
                <w:rFonts w:ascii="Browallia New" w:hAnsi="Browallia New" w:cs="Browallia New"/>
              </w:rPr>
            </w:pPr>
          </w:p>
        </w:tc>
        <w:tc>
          <w:tcPr>
            <w:tcW w:w="1239" w:type="dxa"/>
          </w:tcPr>
          <w:p w14:paraId="4856254E" w14:textId="5EC0B0DD" w:rsidR="007E42D4" w:rsidRPr="000E3E1F" w:rsidRDefault="003011E0" w:rsidP="007E42D4">
            <w:pPr>
              <w:jc w:val="right"/>
              <w:rPr>
                <w:rFonts w:ascii="Browallia New" w:hAnsi="Browallia New" w:cs="Browallia New"/>
              </w:rPr>
            </w:pPr>
            <w:r w:rsidRPr="000E3E1F">
              <w:rPr>
                <w:rFonts w:ascii="Browallia New" w:hAnsi="Browallia New" w:cs="Browallia New"/>
              </w:rPr>
              <w:t>1,050</w:t>
            </w:r>
          </w:p>
        </w:tc>
        <w:tc>
          <w:tcPr>
            <w:tcW w:w="266" w:type="dxa"/>
          </w:tcPr>
          <w:p w14:paraId="4856254F" w14:textId="77777777" w:rsidR="007E42D4" w:rsidRPr="000E3E1F" w:rsidRDefault="007E42D4" w:rsidP="007E42D4">
            <w:pPr>
              <w:jc w:val="right"/>
              <w:rPr>
                <w:rFonts w:ascii="Browallia New" w:hAnsi="Browallia New" w:cs="Browallia New"/>
              </w:rPr>
            </w:pPr>
          </w:p>
        </w:tc>
        <w:tc>
          <w:tcPr>
            <w:tcW w:w="1282" w:type="dxa"/>
          </w:tcPr>
          <w:p w14:paraId="48562550" w14:textId="0D050CAC" w:rsidR="007E42D4" w:rsidRPr="000E3E1F" w:rsidRDefault="007E42D4" w:rsidP="007E42D4">
            <w:pPr>
              <w:jc w:val="right"/>
              <w:rPr>
                <w:rFonts w:ascii="Browallia New" w:hAnsi="Browallia New" w:cs="Browallia New"/>
              </w:rPr>
            </w:pPr>
            <w:r w:rsidRPr="000E3E1F">
              <w:rPr>
                <w:rFonts w:ascii="Browallia New" w:hAnsi="Browallia New" w:cs="Browallia New"/>
              </w:rPr>
              <w:t>643</w:t>
            </w:r>
          </w:p>
        </w:tc>
      </w:tr>
      <w:tr w:rsidR="007E42D4" w:rsidRPr="000E3E1F" w14:paraId="4856255A" w14:textId="77777777" w:rsidTr="00A000AD">
        <w:trPr>
          <w:gridAfter w:val="1"/>
          <w:wAfter w:w="11" w:type="dxa"/>
          <w:cantSplit/>
          <w:trHeight w:val="255"/>
        </w:trPr>
        <w:tc>
          <w:tcPr>
            <w:tcW w:w="3336" w:type="dxa"/>
          </w:tcPr>
          <w:p w14:paraId="48562552" w14:textId="44508718" w:rsidR="007E42D4" w:rsidRPr="000E3E1F" w:rsidRDefault="007E42D4" w:rsidP="007E42D4">
            <w:pPr>
              <w:ind w:left="266"/>
              <w:rPr>
                <w:rFonts w:ascii="Browallia New" w:hAnsi="Browallia New" w:cs="Browallia New"/>
                <w:cs/>
                <w:lang w:val="en-GB"/>
              </w:rPr>
            </w:pPr>
            <w:r w:rsidRPr="000E3E1F">
              <w:rPr>
                <w:rFonts w:ascii="Browallia New" w:hAnsi="Browallia New" w:cs="Browallia New"/>
                <w:lang w:val="en-GB"/>
              </w:rPr>
              <w:t>6</w:t>
            </w:r>
            <w:r w:rsidRPr="000E3E1F">
              <w:rPr>
                <w:rFonts w:ascii="Browallia New" w:hAnsi="Browallia New" w:cs="Browallia New"/>
              </w:rPr>
              <w:t xml:space="preserve"> </w:t>
            </w:r>
            <w:r w:rsidRPr="000E3E1F">
              <w:rPr>
                <w:rFonts w:ascii="Browallia New" w:hAnsi="Browallia New" w:cs="Browallia New"/>
                <w:lang w:val="en-GB"/>
              </w:rPr>
              <w:t>- 12</w:t>
            </w:r>
            <w:r w:rsidRPr="000E3E1F">
              <w:rPr>
                <w:rFonts w:ascii="Browallia New" w:hAnsi="Browallia New" w:cs="Browallia New"/>
              </w:rPr>
              <w:t xml:space="preserve"> </w:t>
            </w:r>
            <w:r w:rsidRPr="000E3E1F">
              <w:rPr>
                <w:rFonts w:ascii="Browallia New" w:hAnsi="Browallia New" w:cs="Browallia New"/>
                <w:cs/>
                <w:lang w:val="en-GB"/>
              </w:rPr>
              <w:t>เดือน</w:t>
            </w:r>
          </w:p>
        </w:tc>
        <w:tc>
          <w:tcPr>
            <w:tcW w:w="1272" w:type="dxa"/>
            <w:tcBorders>
              <w:left w:val="nil"/>
            </w:tcBorders>
          </w:tcPr>
          <w:p w14:paraId="48562553" w14:textId="041F252E" w:rsidR="007E42D4" w:rsidRPr="000E3E1F" w:rsidRDefault="00FD1578" w:rsidP="004C1641">
            <w:pPr>
              <w:jc w:val="right"/>
              <w:rPr>
                <w:rFonts w:ascii="Browallia New" w:hAnsi="Browallia New" w:cs="Browallia New"/>
              </w:rPr>
            </w:pPr>
            <w:r w:rsidRPr="000E3E1F">
              <w:rPr>
                <w:rFonts w:ascii="Browallia New" w:hAnsi="Browallia New" w:cs="Browallia New"/>
              </w:rPr>
              <w:t>912</w:t>
            </w:r>
          </w:p>
        </w:tc>
        <w:tc>
          <w:tcPr>
            <w:tcW w:w="236" w:type="dxa"/>
            <w:tcBorders>
              <w:left w:val="nil"/>
            </w:tcBorders>
          </w:tcPr>
          <w:p w14:paraId="48562554" w14:textId="77777777" w:rsidR="007E42D4" w:rsidRPr="000E3E1F" w:rsidRDefault="007E42D4" w:rsidP="004C1641">
            <w:pPr>
              <w:jc w:val="right"/>
              <w:rPr>
                <w:rFonts w:ascii="Browallia New" w:hAnsi="Browallia New" w:cs="Browallia New"/>
              </w:rPr>
            </w:pPr>
          </w:p>
        </w:tc>
        <w:tc>
          <w:tcPr>
            <w:tcW w:w="1240" w:type="dxa"/>
          </w:tcPr>
          <w:p w14:paraId="48562555" w14:textId="50DC04E0" w:rsidR="007E42D4" w:rsidRPr="000E3E1F" w:rsidRDefault="007E42D4" w:rsidP="004C1641">
            <w:pPr>
              <w:jc w:val="right"/>
              <w:rPr>
                <w:rFonts w:ascii="Browallia New" w:hAnsi="Browallia New" w:cs="Browallia New"/>
              </w:rPr>
            </w:pPr>
            <w:r w:rsidRPr="000E3E1F">
              <w:rPr>
                <w:rFonts w:ascii="Browallia New" w:hAnsi="Browallia New" w:cs="Browallia New"/>
              </w:rPr>
              <w:t>622</w:t>
            </w:r>
          </w:p>
        </w:tc>
        <w:tc>
          <w:tcPr>
            <w:tcW w:w="236" w:type="dxa"/>
            <w:tcBorders>
              <w:left w:val="nil"/>
            </w:tcBorders>
          </w:tcPr>
          <w:p w14:paraId="48562556" w14:textId="77777777" w:rsidR="007E42D4" w:rsidRPr="000E3E1F" w:rsidRDefault="007E42D4" w:rsidP="004C1641">
            <w:pPr>
              <w:jc w:val="right"/>
              <w:rPr>
                <w:rFonts w:ascii="Browallia New" w:hAnsi="Browallia New" w:cs="Browallia New"/>
              </w:rPr>
            </w:pPr>
          </w:p>
        </w:tc>
        <w:tc>
          <w:tcPr>
            <w:tcW w:w="1239" w:type="dxa"/>
          </w:tcPr>
          <w:p w14:paraId="48562557" w14:textId="1AB96CD1" w:rsidR="007E42D4" w:rsidRPr="000E3E1F" w:rsidRDefault="004D7EFF" w:rsidP="004C1641">
            <w:pPr>
              <w:jc w:val="right"/>
              <w:rPr>
                <w:rFonts w:ascii="Browallia New" w:hAnsi="Browallia New" w:cs="Browallia New"/>
              </w:rPr>
            </w:pPr>
            <w:r w:rsidRPr="000E3E1F">
              <w:rPr>
                <w:rFonts w:ascii="Browallia New" w:hAnsi="Browallia New" w:cs="Browallia New"/>
              </w:rPr>
              <w:t>627</w:t>
            </w:r>
          </w:p>
        </w:tc>
        <w:tc>
          <w:tcPr>
            <w:tcW w:w="266" w:type="dxa"/>
          </w:tcPr>
          <w:p w14:paraId="48562558" w14:textId="77777777" w:rsidR="007E42D4" w:rsidRPr="000E3E1F" w:rsidRDefault="007E42D4" w:rsidP="007E42D4">
            <w:pPr>
              <w:jc w:val="right"/>
              <w:rPr>
                <w:rFonts w:ascii="Browallia New" w:hAnsi="Browallia New" w:cs="Browallia New"/>
              </w:rPr>
            </w:pPr>
          </w:p>
        </w:tc>
        <w:tc>
          <w:tcPr>
            <w:tcW w:w="1282" w:type="dxa"/>
          </w:tcPr>
          <w:p w14:paraId="48562559" w14:textId="15C3E5FF" w:rsidR="007E42D4" w:rsidRPr="000E3E1F" w:rsidRDefault="007E42D4" w:rsidP="007E42D4">
            <w:pPr>
              <w:jc w:val="right"/>
              <w:rPr>
                <w:rFonts w:ascii="Browallia New" w:hAnsi="Browallia New" w:cs="Browallia New"/>
              </w:rPr>
            </w:pPr>
            <w:r w:rsidRPr="000E3E1F">
              <w:rPr>
                <w:rFonts w:ascii="Browallia New" w:hAnsi="Browallia New" w:cs="Browallia New"/>
              </w:rPr>
              <w:t>548</w:t>
            </w:r>
          </w:p>
        </w:tc>
      </w:tr>
      <w:tr w:rsidR="007E42D4" w:rsidRPr="000E3E1F" w14:paraId="48562563" w14:textId="77777777" w:rsidTr="00623927">
        <w:trPr>
          <w:gridAfter w:val="1"/>
          <w:wAfter w:w="11" w:type="dxa"/>
          <w:cantSplit/>
        </w:trPr>
        <w:tc>
          <w:tcPr>
            <w:tcW w:w="3336" w:type="dxa"/>
          </w:tcPr>
          <w:p w14:paraId="4856255B" w14:textId="5061F5FE" w:rsidR="007E42D4" w:rsidRPr="000E3E1F" w:rsidRDefault="007E42D4" w:rsidP="007E42D4">
            <w:pPr>
              <w:ind w:left="266"/>
              <w:rPr>
                <w:rFonts w:ascii="Browallia New" w:hAnsi="Browallia New" w:cs="Browallia New"/>
                <w:cs/>
                <w:lang w:val="th-TH"/>
              </w:rPr>
            </w:pPr>
            <w:r w:rsidRPr="000E3E1F">
              <w:rPr>
                <w:rFonts w:ascii="Browallia New" w:hAnsi="Browallia New" w:cs="Browallia New"/>
                <w:cs/>
                <w:lang w:val="th-TH"/>
              </w:rPr>
              <w:t>มากกว่า</w:t>
            </w:r>
            <w:r w:rsidRPr="000E3E1F">
              <w:rPr>
                <w:rFonts w:ascii="Browallia New" w:hAnsi="Browallia New" w:cs="Browallia New"/>
              </w:rPr>
              <w:t xml:space="preserve"> 12 </w:t>
            </w:r>
            <w:r w:rsidRPr="000E3E1F">
              <w:rPr>
                <w:rFonts w:ascii="Browallia New" w:hAnsi="Browallia New" w:cs="Browallia New"/>
                <w:cs/>
                <w:lang w:val="th-TH"/>
              </w:rPr>
              <w:t>เดือน</w:t>
            </w:r>
          </w:p>
        </w:tc>
        <w:tc>
          <w:tcPr>
            <w:tcW w:w="1272" w:type="dxa"/>
            <w:tcBorders>
              <w:left w:val="nil"/>
              <w:bottom w:val="single" w:sz="4" w:space="0" w:color="auto"/>
            </w:tcBorders>
          </w:tcPr>
          <w:p w14:paraId="4856255C" w14:textId="6A7DCD3A" w:rsidR="007E42D4" w:rsidRPr="000E3E1F" w:rsidRDefault="00FD1578" w:rsidP="007E42D4">
            <w:pPr>
              <w:jc w:val="right"/>
              <w:rPr>
                <w:rFonts w:ascii="Browallia New" w:hAnsi="Browallia New" w:cs="Browallia New"/>
              </w:rPr>
            </w:pPr>
            <w:r w:rsidRPr="000E3E1F">
              <w:rPr>
                <w:rFonts w:ascii="Browallia New" w:hAnsi="Browallia New" w:cs="Browallia New"/>
              </w:rPr>
              <w:t>16,560</w:t>
            </w:r>
          </w:p>
        </w:tc>
        <w:tc>
          <w:tcPr>
            <w:tcW w:w="236" w:type="dxa"/>
            <w:tcBorders>
              <w:left w:val="nil"/>
            </w:tcBorders>
          </w:tcPr>
          <w:p w14:paraId="4856255D" w14:textId="77777777" w:rsidR="007E42D4" w:rsidRPr="000E3E1F" w:rsidRDefault="007E42D4" w:rsidP="007E42D4">
            <w:pPr>
              <w:jc w:val="right"/>
              <w:rPr>
                <w:rFonts w:ascii="Browallia New" w:hAnsi="Browallia New" w:cs="Browallia New"/>
              </w:rPr>
            </w:pPr>
          </w:p>
        </w:tc>
        <w:tc>
          <w:tcPr>
            <w:tcW w:w="1240" w:type="dxa"/>
            <w:tcBorders>
              <w:bottom w:val="single" w:sz="4" w:space="0" w:color="auto"/>
            </w:tcBorders>
          </w:tcPr>
          <w:p w14:paraId="4856255E" w14:textId="23B3E67C" w:rsidR="007E42D4" w:rsidRPr="000E3E1F" w:rsidRDefault="007E42D4" w:rsidP="007E42D4">
            <w:pPr>
              <w:jc w:val="right"/>
              <w:rPr>
                <w:rFonts w:ascii="Browallia New" w:hAnsi="Browallia New" w:cs="Browallia New"/>
              </w:rPr>
            </w:pPr>
            <w:r w:rsidRPr="000E3E1F">
              <w:rPr>
                <w:rFonts w:ascii="Browallia New" w:hAnsi="Browallia New" w:cs="Browallia New"/>
              </w:rPr>
              <w:t>17,548</w:t>
            </w:r>
          </w:p>
        </w:tc>
        <w:tc>
          <w:tcPr>
            <w:tcW w:w="236" w:type="dxa"/>
            <w:tcBorders>
              <w:left w:val="nil"/>
            </w:tcBorders>
          </w:tcPr>
          <w:p w14:paraId="4856255F" w14:textId="77777777" w:rsidR="007E42D4" w:rsidRPr="000E3E1F" w:rsidRDefault="007E42D4" w:rsidP="007E42D4">
            <w:pPr>
              <w:jc w:val="right"/>
              <w:rPr>
                <w:rFonts w:ascii="Browallia New" w:hAnsi="Browallia New" w:cs="Browallia New"/>
              </w:rPr>
            </w:pPr>
          </w:p>
        </w:tc>
        <w:tc>
          <w:tcPr>
            <w:tcW w:w="1239" w:type="dxa"/>
            <w:tcBorders>
              <w:bottom w:val="single" w:sz="4" w:space="0" w:color="auto"/>
            </w:tcBorders>
          </w:tcPr>
          <w:p w14:paraId="48562560" w14:textId="0477687F" w:rsidR="007E42D4" w:rsidRPr="000E3E1F" w:rsidRDefault="004D7EFF" w:rsidP="007E42D4">
            <w:pPr>
              <w:jc w:val="right"/>
              <w:rPr>
                <w:rFonts w:ascii="Browallia New" w:hAnsi="Browallia New" w:cs="Browallia New"/>
              </w:rPr>
            </w:pPr>
            <w:r w:rsidRPr="000E3E1F">
              <w:rPr>
                <w:rFonts w:ascii="Browallia New" w:hAnsi="Browallia New" w:cs="Browallia New"/>
              </w:rPr>
              <w:t>13,303</w:t>
            </w:r>
          </w:p>
        </w:tc>
        <w:tc>
          <w:tcPr>
            <w:tcW w:w="266" w:type="dxa"/>
          </w:tcPr>
          <w:p w14:paraId="48562561" w14:textId="77777777" w:rsidR="007E42D4" w:rsidRPr="000E3E1F" w:rsidRDefault="007E42D4" w:rsidP="007E42D4">
            <w:pPr>
              <w:jc w:val="right"/>
              <w:rPr>
                <w:rFonts w:ascii="Browallia New" w:hAnsi="Browallia New" w:cs="Browallia New"/>
              </w:rPr>
            </w:pPr>
          </w:p>
        </w:tc>
        <w:tc>
          <w:tcPr>
            <w:tcW w:w="1282" w:type="dxa"/>
            <w:tcBorders>
              <w:bottom w:val="single" w:sz="4" w:space="0" w:color="auto"/>
            </w:tcBorders>
          </w:tcPr>
          <w:p w14:paraId="48562562" w14:textId="175B345E" w:rsidR="007E42D4" w:rsidRPr="000E3E1F" w:rsidRDefault="007E42D4" w:rsidP="007E42D4">
            <w:pPr>
              <w:jc w:val="right"/>
              <w:rPr>
                <w:rFonts w:ascii="Browallia New" w:hAnsi="Browallia New" w:cs="Browallia New"/>
              </w:rPr>
            </w:pPr>
            <w:r w:rsidRPr="000E3E1F">
              <w:rPr>
                <w:rFonts w:ascii="Browallia New" w:hAnsi="Browallia New" w:cs="Browallia New"/>
              </w:rPr>
              <w:t>16,428</w:t>
            </w:r>
          </w:p>
        </w:tc>
      </w:tr>
      <w:tr w:rsidR="007E42D4" w:rsidRPr="000E3E1F" w14:paraId="4856256C" w14:textId="77777777" w:rsidTr="00E974E2">
        <w:trPr>
          <w:gridAfter w:val="1"/>
          <w:wAfter w:w="11" w:type="dxa"/>
          <w:cantSplit/>
        </w:trPr>
        <w:tc>
          <w:tcPr>
            <w:tcW w:w="3336" w:type="dxa"/>
          </w:tcPr>
          <w:p w14:paraId="48562564" w14:textId="77777777" w:rsidR="007E42D4" w:rsidRPr="000E3E1F" w:rsidRDefault="007E42D4" w:rsidP="007E42D4">
            <w:pPr>
              <w:jc w:val="both"/>
              <w:rPr>
                <w:rFonts w:ascii="Browallia New" w:hAnsi="Browallia New" w:cs="Browallia New"/>
              </w:rPr>
            </w:pPr>
            <w:r w:rsidRPr="000E3E1F">
              <w:rPr>
                <w:rFonts w:ascii="Browallia New" w:hAnsi="Browallia New" w:cs="Browallia New"/>
                <w:cs/>
              </w:rPr>
              <w:t>รวม</w:t>
            </w:r>
          </w:p>
        </w:tc>
        <w:tc>
          <w:tcPr>
            <w:tcW w:w="1272" w:type="dxa"/>
            <w:tcBorders>
              <w:top w:val="single" w:sz="4" w:space="0" w:color="auto"/>
              <w:left w:val="nil"/>
            </w:tcBorders>
          </w:tcPr>
          <w:p w14:paraId="48562565" w14:textId="0781F6EF" w:rsidR="007E42D4" w:rsidRPr="000E3E1F" w:rsidRDefault="00FD1578" w:rsidP="007E42D4">
            <w:pPr>
              <w:jc w:val="right"/>
              <w:rPr>
                <w:rFonts w:ascii="Browallia New" w:hAnsi="Browallia New" w:cs="Browallia New"/>
              </w:rPr>
            </w:pPr>
            <w:r w:rsidRPr="000E3E1F">
              <w:rPr>
                <w:rFonts w:ascii="Browallia New" w:hAnsi="Browallia New" w:cs="Browallia New"/>
              </w:rPr>
              <w:t>1,190,990</w:t>
            </w:r>
          </w:p>
        </w:tc>
        <w:tc>
          <w:tcPr>
            <w:tcW w:w="236" w:type="dxa"/>
            <w:tcBorders>
              <w:left w:val="nil"/>
            </w:tcBorders>
          </w:tcPr>
          <w:p w14:paraId="48562566" w14:textId="77777777" w:rsidR="007E42D4" w:rsidRPr="000E3E1F" w:rsidRDefault="007E42D4" w:rsidP="007E42D4">
            <w:pPr>
              <w:jc w:val="right"/>
              <w:rPr>
                <w:rFonts w:ascii="Browallia New" w:hAnsi="Browallia New" w:cs="Browallia New"/>
              </w:rPr>
            </w:pPr>
          </w:p>
        </w:tc>
        <w:tc>
          <w:tcPr>
            <w:tcW w:w="1240" w:type="dxa"/>
            <w:tcBorders>
              <w:top w:val="single" w:sz="4" w:space="0" w:color="auto"/>
            </w:tcBorders>
          </w:tcPr>
          <w:p w14:paraId="48562567" w14:textId="479DE61C" w:rsidR="007E42D4" w:rsidRPr="000E3E1F" w:rsidRDefault="007E42D4" w:rsidP="007E42D4">
            <w:pPr>
              <w:jc w:val="right"/>
              <w:rPr>
                <w:rFonts w:ascii="Browallia New" w:hAnsi="Browallia New" w:cs="Browallia New"/>
              </w:rPr>
            </w:pPr>
            <w:r w:rsidRPr="000E3E1F">
              <w:rPr>
                <w:rFonts w:ascii="Browallia New" w:hAnsi="Browallia New" w:cs="Browallia New"/>
              </w:rPr>
              <w:t>1,154,151</w:t>
            </w:r>
          </w:p>
        </w:tc>
        <w:tc>
          <w:tcPr>
            <w:tcW w:w="236" w:type="dxa"/>
            <w:tcBorders>
              <w:left w:val="nil"/>
            </w:tcBorders>
          </w:tcPr>
          <w:p w14:paraId="48562568" w14:textId="77777777" w:rsidR="007E42D4" w:rsidRPr="000E3E1F" w:rsidRDefault="007E42D4" w:rsidP="007E42D4">
            <w:pPr>
              <w:jc w:val="right"/>
              <w:rPr>
                <w:rFonts w:ascii="Browallia New" w:hAnsi="Browallia New" w:cs="Browallia New"/>
              </w:rPr>
            </w:pPr>
          </w:p>
        </w:tc>
        <w:tc>
          <w:tcPr>
            <w:tcW w:w="1239" w:type="dxa"/>
            <w:tcBorders>
              <w:top w:val="single" w:sz="4" w:space="0" w:color="auto"/>
            </w:tcBorders>
          </w:tcPr>
          <w:p w14:paraId="48562569" w14:textId="2969D63E" w:rsidR="007E42D4" w:rsidRPr="000E3E1F" w:rsidRDefault="004D7EFF" w:rsidP="007E42D4">
            <w:pPr>
              <w:jc w:val="right"/>
              <w:rPr>
                <w:rFonts w:ascii="Browallia New" w:hAnsi="Browallia New" w:cs="Browallia New"/>
              </w:rPr>
            </w:pPr>
            <w:r w:rsidRPr="000E3E1F">
              <w:rPr>
                <w:rFonts w:ascii="Browallia New" w:hAnsi="Browallia New" w:cs="Browallia New"/>
              </w:rPr>
              <w:t>1,182,882</w:t>
            </w:r>
          </w:p>
        </w:tc>
        <w:tc>
          <w:tcPr>
            <w:tcW w:w="266" w:type="dxa"/>
          </w:tcPr>
          <w:p w14:paraId="4856256A" w14:textId="77777777" w:rsidR="007E42D4" w:rsidRPr="000E3E1F" w:rsidRDefault="007E42D4" w:rsidP="007E42D4">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20F4ADA0" w:rsidR="007E42D4" w:rsidRPr="000E3E1F" w:rsidRDefault="007E42D4" w:rsidP="007E42D4">
            <w:pPr>
              <w:jc w:val="right"/>
              <w:rPr>
                <w:rFonts w:ascii="Browallia New" w:hAnsi="Browallia New" w:cs="Browallia New"/>
              </w:rPr>
            </w:pPr>
            <w:r w:rsidRPr="000E3E1F">
              <w:rPr>
                <w:rFonts w:ascii="Browallia New" w:hAnsi="Browallia New" w:cs="Browallia New"/>
              </w:rPr>
              <w:t>1,147,184</w:t>
            </w:r>
          </w:p>
        </w:tc>
      </w:tr>
      <w:tr w:rsidR="00D21290" w:rsidRPr="000E3E1F" w14:paraId="48562575" w14:textId="77777777" w:rsidTr="00E84091">
        <w:trPr>
          <w:gridAfter w:val="1"/>
          <w:wAfter w:w="11" w:type="dxa"/>
          <w:cantSplit/>
        </w:trPr>
        <w:tc>
          <w:tcPr>
            <w:tcW w:w="3336" w:type="dxa"/>
          </w:tcPr>
          <w:p w14:paraId="6ED94B54" w14:textId="77777777" w:rsidR="00D21290" w:rsidRPr="000E3E1F" w:rsidRDefault="00D21290" w:rsidP="00D21290">
            <w:pPr>
              <w:ind w:left="609" w:hanging="609"/>
              <w:jc w:val="both"/>
              <w:rPr>
                <w:rFonts w:ascii="Browallia New" w:hAnsi="Browallia New" w:cs="Browallia New"/>
              </w:rPr>
            </w:pPr>
            <w:r w:rsidRPr="000E3E1F">
              <w:rPr>
                <w:rFonts w:ascii="Browallia New" w:hAnsi="Browallia New" w:cs="Browallia New"/>
                <w:u w:val="single"/>
                <w:cs/>
              </w:rPr>
              <w:t>หัก</w:t>
            </w:r>
            <w:r w:rsidRPr="000E3E1F">
              <w:rPr>
                <w:rFonts w:ascii="Browallia New" w:hAnsi="Browallia New" w:cs="Browallia New"/>
              </w:rPr>
              <w:t xml:space="preserve"> </w:t>
            </w:r>
            <w:r w:rsidRPr="000E3E1F">
              <w:rPr>
                <w:rFonts w:ascii="Browallia New" w:hAnsi="Browallia New" w:cs="Browallia New"/>
                <w:cs/>
              </w:rPr>
              <w:t>ค่าเผื่อผลขาดทุนด้านเครดิตที่</w:t>
            </w:r>
          </w:p>
          <w:p w14:paraId="4856256D" w14:textId="4934157D" w:rsidR="00D21290" w:rsidRPr="000E3E1F" w:rsidRDefault="00D21290" w:rsidP="00D21290">
            <w:pPr>
              <w:ind w:left="609" w:hanging="609"/>
              <w:jc w:val="both"/>
              <w:rPr>
                <w:rFonts w:ascii="Browallia New" w:hAnsi="Browallia New" w:cs="Browallia New"/>
              </w:rPr>
            </w:pPr>
            <w:r w:rsidRPr="000E3E1F">
              <w:rPr>
                <w:rFonts w:ascii="Browallia New" w:hAnsi="Browallia New" w:cs="Browallia New"/>
              </w:rPr>
              <w:t xml:space="preserve">         </w:t>
            </w:r>
            <w:r w:rsidRPr="000E3E1F">
              <w:rPr>
                <w:rFonts w:ascii="Browallia New" w:hAnsi="Browallia New" w:cs="Browallia New"/>
                <w:cs/>
              </w:rPr>
              <w:t>คาดว่าจะเกิดขึ้น</w:t>
            </w:r>
          </w:p>
        </w:tc>
        <w:tc>
          <w:tcPr>
            <w:tcW w:w="1272" w:type="dxa"/>
            <w:tcBorders>
              <w:left w:val="nil"/>
              <w:bottom w:val="single" w:sz="4" w:space="0" w:color="auto"/>
            </w:tcBorders>
            <w:vAlign w:val="bottom"/>
          </w:tcPr>
          <w:p w14:paraId="4856256E" w14:textId="31DDB57E" w:rsidR="00D21290" w:rsidRPr="000E3E1F" w:rsidRDefault="00FD1578" w:rsidP="00D21290">
            <w:pPr>
              <w:jc w:val="right"/>
              <w:rPr>
                <w:rFonts w:ascii="Browallia New" w:hAnsi="Browallia New" w:cs="Browallia New"/>
              </w:rPr>
            </w:pPr>
            <w:r w:rsidRPr="000E3E1F">
              <w:rPr>
                <w:rFonts w:ascii="Browallia New" w:hAnsi="Browallia New" w:cs="Browallia New"/>
              </w:rPr>
              <w:t>(</w:t>
            </w:r>
            <w:r w:rsidR="000A6FB6" w:rsidRPr="000E3E1F">
              <w:rPr>
                <w:rFonts w:ascii="Browallia New" w:hAnsi="Browallia New" w:cs="Browallia New"/>
              </w:rPr>
              <w:t>15,000)</w:t>
            </w:r>
          </w:p>
        </w:tc>
        <w:tc>
          <w:tcPr>
            <w:tcW w:w="236" w:type="dxa"/>
            <w:tcBorders>
              <w:left w:val="nil"/>
            </w:tcBorders>
          </w:tcPr>
          <w:p w14:paraId="4856256F" w14:textId="77777777" w:rsidR="00D21290" w:rsidRPr="000E3E1F" w:rsidRDefault="00D21290" w:rsidP="00D21290">
            <w:pPr>
              <w:jc w:val="right"/>
              <w:rPr>
                <w:rFonts w:ascii="Browallia New" w:hAnsi="Browallia New" w:cs="Browallia New"/>
              </w:rPr>
            </w:pPr>
          </w:p>
        </w:tc>
        <w:tc>
          <w:tcPr>
            <w:tcW w:w="1240" w:type="dxa"/>
            <w:tcBorders>
              <w:bottom w:val="single" w:sz="4" w:space="0" w:color="auto"/>
            </w:tcBorders>
            <w:vAlign w:val="bottom"/>
          </w:tcPr>
          <w:p w14:paraId="48562570" w14:textId="0F918974" w:rsidR="00D21290" w:rsidRPr="000E3E1F" w:rsidRDefault="00D21290" w:rsidP="00D21290">
            <w:pPr>
              <w:jc w:val="right"/>
              <w:rPr>
                <w:rFonts w:ascii="Browallia New" w:hAnsi="Browallia New" w:cs="Browallia New"/>
              </w:rPr>
            </w:pPr>
            <w:r w:rsidRPr="000E3E1F">
              <w:rPr>
                <w:rFonts w:ascii="Browallia New" w:hAnsi="Browallia New" w:cs="Browallia New"/>
                <w:cs/>
              </w:rPr>
              <w:t>(</w:t>
            </w:r>
            <w:r w:rsidRPr="000E3E1F">
              <w:rPr>
                <w:rFonts w:ascii="Browallia New" w:hAnsi="Browallia New" w:cs="Browallia New"/>
              </w:rPr>
              <w:t>18,561</w:t>
            </w:r>
            <w:r w:rsidRPr="000E3E1F">
              <w:rPr>
                <w:rFonts w:ascii="Browallia New" w:hAnsi="Browallia New" w:cs="Browallia New"/>
                <w:cs/>
              </w:rPr>
              <w:t>)</w:t>
            </w:r>
          </w:p>
        </w:tc>
        <w:tc>
          <w:tcPr>
            <w:tcW w:w="236" w:type="dxa"/>
            <w:tcBorders>
              <w:left w:val="nil"/>
            </w:tcBorders>
          </w:tcPr>
          <w:p w14:paraId="48562571" w14:textId="77777777" w:rsidR="00D21290" w:rsidRPr="000E3E1F" w:rsidRDefault="00D21290" w:rsidP="00D21290">
            <w:pPr>
              <w:jc w:val="right"/>
              <w:rPr>
                <w:rFonts w:ascii="Browallia New" w:hAnsi="Browallia New" w:cs="Browallia New"/>
              </w:rPr>
            </w:pPr>
          </w:p>
        </w:tc>
        <w:tc>
          <w:tcPr>
            <w:tcW w:w="1239" w:type="dxa"/>
            <w:tcBorders>
              <w:bottom w:val="single" w:sz="4" w:space="0" w:color="auto"/>
            </w:tcBorders>
            <w:vAlign w:val="bottom"/>
          </w:tcPr>
          <w:p w14:paraId="48562572" w14:textId="4545ACB8" w:rsidR="00D21290" w:rsidRPr="000E3E1F" w:rsidRDefault="004D7EFF" w:rsidP="00E84091">
            <w:pPr>
              <w:jc w:val="right"/>
              <w:rPr>
                <w:rFonts w:ascii="Browallia New" w:hAnsi="Browallia New" w:cs="Browallia New"/>
              </w:rPr>
            </w:pPr>
            <w:r w:rsidRPr="000E3E1F">
              <w:rPr>
                <w:rFonts w:ascii="Browallia New" w:hAnsi="Browallia New" w:cs="Browallia New"/>
              </w:rPr>
              <w:t>(14,524)</w:t>
            </w:r>
          </w:p>
        </w:tc>
        <w:tc>
          <w:tcPr>
            <w:tcW w:w="266" w:type="dxa"/>
            <w:vAlign w:val="bottom"/>
          </w:tcPr>
          <w:p w14:paraId="48562573" w14:textId="77777777" w:rsidR="00D21290" w:rsidRPr="000E3E1F" w:rsidRDefault="00D21290" w:rsidP="00D21290">
            <w:pPr>
              <w:pStyle w:val="BodyTextIndent"/>
              <w:ind w:left="-157"/>
              <w:jc w:val="right"/>
              <w:rPr>
                <w:rFonts w:ascii="Browallia New" w:hAnsi="Browallia New" w:cs="Browallia New"/>
                <w:sz w:val="28"/>
                <w:szCs w:val="28"/>
              </w:rPr>
            </w:pPr>
          </w:p>
        </w:tc>
        <w:tc>
          <w:tcPr>
            <w:tcW w:w="1282" w:type="dxa"/>
            <w:tcBorders>
              <w:bottom w:val="single" w:sz="4" w:space="0" w:color="auto"/>
            </w:tcBorders>
            <w:vAlign w:val="bottom"/>
          </w:tcPr>
          <w:p w14:paraId="48562574" w14:textId="65B5A4CB" w:rsidR="00D21290" w:rsidRPr="000E3E1F" w:rsidRDefault="00D21290" w:rsidP="00D21290">
            <w:pPr>
              <w:jc w:val="right"/>
              <w:rPr>
                <w:rFonts w:ascii="Browallia New" w:hAnsi="Browallia New" w:cs="Browallia New"/>
              </w:rPr>
            </w:pPr>
            <w:r w:rsidRPr="000E3E1F">
              <w:rPr>
                <w:rFonts w:ascii="Browallia New" w:hAnsi="Browallia New" w:cs="Browallia New"/>
              </w:rPr>
              <w:t>(18,051)</w:t>
            </w:r>
          </w:p>
        </w:tc>
      </w:tr>
      <w:tr w:rsidR="00D21290" w:rsidRPr="000E3E1F" w14:paraId="4856257E" w14:textId="77777777" w:rsidTr="003738F5">
        <w:trPr>
          <w:gridAfter w:val="1"/>
          <w:wAfter w:w="11" w:type="dxa"/>
          <w:cantSplit/>
        </w:trPr>
        <w:tc>
          <w:tcPr>
            <w:tcW w:w="3336" w:type="dxa"/>
          </w:tcPr>
          <w:p w14:paraId="48562576" w14:textId="77777777" w:rsidR="00D21290" w:rsidRPr="000E3E1F" w:rsidRDefault="00D21290" w:rsidP="00D21290">
            <w:pPr>
              <w:jc w:val="both"/>
              <w:rPr>
                <w:rFonts w:ascii="Browallia New" w:hAnsi="Browallia New" w:cs="Browallia New"/>
              </w:rPr>
            </w:pPr>
            <w:r w:rsidRPr="000E3E1F">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52A8C641" w:rsidR="00D21290" w:rsidRPr="000E3E1F" w:rsidRDefault="000A6FB6" w:rsidP="00D21290">
            <w:pPr>
              <w:jc w:val="right"/>
              <w:rPr>
                <w:rFonts w:ascii="Browallia New" w:hAnsi="Browallia New" w:cs="Browallia New"/>
              </w:rPr>
            </w:pPr>
            <w:r w:rsidRPr="000E3E1F">
              <w:rPr>
                <w:rFonts w:ascii="Browallia New" w:hAnsi="Browallia New" w:cs="Browallia New"/>
              </w:rPr>
              <w:t>1,175,990</w:t>
            </w:r>
          </w:p>
        </w:tc>
        <w:tc>
          <w:tcPr>
            <w:tcW w:w="236" w:type="dxa"/>
            <w:tcBorders>
              <w:left w:val="nil"/>
            </w:tcBorders>
          </w:tcPr>
          <w:p w14:paraId="48562578" w14:textId="77777777" w:rsidR="00D21290" w:rsidRPr="000E3E1F" w:rsidRDefault="00D21290" w:rsidP="00D21290">
            <w:pPr>
              <w:jc w:val="right"/>
              <w:rPr>
                <w:rFonts w:ascii="Browallia New" w:hAnsi="Browallia New" w:cs="Browallia New"/>
              </w:rPr>
            </w:pPr>
          </w:p>
        </w:tc>
        <w:tc>
          <w:tcPr>
            <w:tcW w:w="1240" w:type="dxa"/>
            <w:tcBorders>
              <w:top w:val="single" w:sz="4" w:space="0" w:color="auto"/>
              <w:bottom w:val="single" w:sz="12" w:space="0" w:color="000000"/>
            </w:tcBorders>
          </w:tcPr>
          <w:p w14:paraId="48562579" w14:textId="5D52F357" w:rsidR="00D21290" w:rsidRPr="000E3E1F" w:rsidRDefault="00D21290" w:rsidP="00D21290">
            <w:pPr>
              <w:jc w:val="right"/>
              <w:rPr>
                <w:rFonts w:ascii="Browallia New" w:hAnsi="Browallia New" w:cs="Browallia New"/>
              </w:rPr>
            </w:pPr>
            <w:r w:rsidRPr="000E3E1F">
              <w:rPr>
                <w:rFonts w:ascii="Browallia New" w:hAnsi="Browallia New" w:cs="Browallia New"/>
              </w:rPr>
              <w:t>1,135,590</w:t>
            </w:r>
          </w:p>
        </w:tc>
        <w:tc>
          <w:tcPr>
            <w:tcW w:w="236" w:type="dxa"/>
            <w:tcBorders>
              <w:left w:val="nil"/>
            </w:tcBorders>
          </w:tcPr>
          <w:p w14:paraId="4856257A" w14:textId="77777777" w:rsidR="00D21290" w:rsidRPr="000E3E1F" w:rsidRDefault="00D21290" w:rsidP="00D21290">
            <w:pPr>
              <w:jc w:val="right"/>
              <w:rPr>
                <w:rFonts w:ascii="Browallia New" w:hAnsi="Browallia New" w:cs="Browallia New"/>
              </w:rPr>
            </w:pPr>
          </w:p>
        </w:tc>
        <w:tc>
          <w:tcPr>
            <w:tcW w:w="1239" w:type="dxa"/>
            <w:tcBorders>
              <w:top w:val="single" w:sz="4" w:space="0" w:color="auto"/>
              <w:bottom w:val="single" w:sz="12" w:space="0" w:color="000000"/>
            </w:tcBorders>
          </w:tcPr>
          <w:p w14:paraId="4856257B" w14:textId="4141E084" w:rsidR="00D21290" w:rsidRPr="000E3E1F" w:rsidRDefault="004D7EFF" w:rsidP="00D21290">
            <w:pPr>
              <w:jc w:val="right"/>
              <w:rPr>
                <w:rFonts w:ascii="Browallia New" w:hAnsi="Browallia New" w:cs="Browallia New"/>
              </w:rPr>
            </w:pPr>
            <w:r w:rsidRPr="000E3E1F">
              <w:rPr>
                <w:rFonts w:ascii="Browallia New" w:hAnsi="Browallia New" w:cs="Browallia New"/>
              </w:rPr>
              <w:t>1,1</w:t>
            </w:r>
            <w:r w:rsidR="000F23CB" w:rsidRPr="000E3E1F">
              <w:rPr>
                <w:rFonts w:ascii="Browallia New" w:hAnsi="Browallia New" w:cs="Browallia New"/>
              </w:rPr>
              <w:t>68,358</w:t>
            </w:r>
          </w:p>
        </w:tc>
        <w:tc>
          <w:tcPr>
            <w:tcW w:w="266" w:type="dxa"/>
          </w:tcPr>
          <w:p w14:paraId="4856257C" w14:textId="77777777" w:rsidR="00D21290" w:rsidRPr="000E3E1F" w:rsidRDefault="00D21290" w:rsidP="00D21290">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000000"/>
            </w:tcBorders>
            <w:vAlign w:val="bottom"/>
          </w:tcPr>
          <w:p w14:paraId="4856257D" w14:textId="047FFF81" w:rsidR="00D21290" w:rsidRPr="000E3E1F" w:rsidRDefault="00D21290" w:rsidP="00D21290">
            <w:pPr>
              <w:jc w:val="right"/>
              <w:rPr>
                <w:rFonts w:ascii="Browallia New" w:hAnsi="Browallia New" w:cs="Browallia New"/>
              </w:rPr>
            </w:pPr>
            <w:r w:rsidRPr="000E3E1F">
              <w:rPr>
                <w:rFonts w:ascii="Browallia New" w:hAnsi="Browallia New" w:cs="Browallia New"/>
              </w:rPr>
              <w:t>1,129,133</w:t>
            </w:r>
          </w:p>
        </w:tc>
      </w:tr>
      <w:tr w:rsidR="00D21290" w:rsidRPr="000E3E1F" w14:paraId="632CD2A0" w14:textId="77777777" w:rsidTr="00FF45D7">
        <w:trPr>
          <w:gridAfter w:val="1"/>
          <w:wAfter w:w="11" w:type="dxa"/>
          <w:cantSplit/>
        </w:trPr>
        <w:tc>
          <w:tcPr>
            <w:tcW w:w="3336" w:type="dxa"/>
          </w:tcPr>
          <w:p w14:paraId="77D2816D" w14:textId="77777777" w:rsidR="00D21290" w:rsidRPr="000E3E1F" w:rsidRDefault="00D21290" w:rsidP="00D21290">
            <w:pPr>
              <w:jc w:val="both"/>
              <w:rPr>
                <w:rFonts w:ascii="Browallia New" w:hAnsi="Browallia New" w:cs="Browallia New"/>
                <w:sz w:val="14"/>
                <w:szCs w:val="14"/>
                <w:cs/>
              </w:rPr>
            </w:pPr>
          </w:p>
        </w:tc>
        <w:tc>
          <w:tcPr>
            <w:tcW w:w="1272" w:type="dxa"/>
            <w:tcBorders>
              <w:top w:val="single" w:sz="12" w:space="0" w:color="auto"/>
              <w:left w:val="nil"/>
            </w:tcBorders>
          </w:tcPr>
          <w:p w14:paraId="61BC29A8" w14:textId="77777777" w:rsidR="00D21290" w:rsidRPr="000E3E1F" w:rsidRDefault="00D21290" w:rsidP="00D21290">
            <w:pPr>
              <w:jc w:val="right"/>
              <w:rPr>
                <w:rFonts w:ascii="Browallia New" w:hAnsi="Browallia New" w:cs="Browallia New"/>
              </w:rPr>
            </w:pPr>
          </w:p>
        </w:tc>
        <w:tc>
          <w:tcPr>
            <w:tcW w:w="236" w:type="dxa"/>
            <w:tcBorders>
              <w:left w:val="nil"/>
            </w:tcBorders>
          </w:tcPr>
          <w:p w14:paraId="0A970400" w14:textId="77777777" w:rsidR="00D21290" w:rsidRPr="000E3E1F" w:rsidRDefault="00D21290" w:rsidP="00D21290">
            <w:pPr>
              <w:jc w:val="right"/>
              <w:rPr>
                <w:rFonts w:ascii="Browallia New" w:hAnsi="Browallia New" w:cs="Browallia New"/>
                <w:sz w:val="16"/>
                <w:szCs w:val="16"/>
              </w:rPr>
            </w:pPr>
          </w:p>
        </w:tc>
        <w:tc>
          <w:tcPr>
            <w:tcW w:w="1240" w:type="dxa"/>
            <w:tcBorders>
              <w:top w:val="single" w:sz="12" w:space="0" w:color="000000"/>
            </w:tcBorders>
          </w:tcPr>
          <w:p w14:paraId="5E81320A" w14:textId="77777777" w:rsidR="00D21290" w:rsidRPr="000E3E1F" w:rsidRDefault="00D21290" w:rsidP="00D21290">
            <w:pPr>
              <w:jc w:val="right"/>
              <w:rPr>
                <w:rFonts w:ascii="Browallia New" w:hAnsi="Browallia New" w:cs="Browallia New"/>
                <w:sz w:val="16"/>
                <w:szCs w:val="16"/>
              </w:rPr>
            </w:pPr>
          </w:p>
        </w:tc>
        <w:tc>
          <w:tcPr>
            <w:tcW w:w="236" w:type="dxa"/>
            <w:tcBorders>
              <w:left w:val="nil"/>
            </w:tcBorders>
          </w:tcPr>
          <w:p w14:paraId="1D6992C2" w14:textId="77777777" w:rsidR="00D21290" w:rsidRPr="000E3E1F" w:rsidRDefault="00D21290" w:rsidP="00D21290">
            <w:pPr>
              <w:jc w:val="right"/>
              <w:rPr>
                <w:rFonts w:ascii="Browallia New" w:hAnsi="Browallia New" w:cs="Browallia New"/>
                <w:sz w:val="16"/>
                <w:szCs w:val="16"/>
              </w:rPr>
            </w:pPr>
          </w:p>
        </w:tc>
        <w:tc>
          <w:tcPr>
            <w:tcW w:w="1239" w:type="dxa"/>
            <w:tcBorders>
              <w:top w:val="single" w:sz="12" w:space="0" w:color="000000"/>
            </w:tcBorders>
          </w:tcPr>
          <w:p w14:paraId="762FF03E" w14:textId="77777777" w:rsidR="00D21290" w:rsidRPr="000E3E1F" w:rsidRDefault="00D21290" w:rsidP="00D21290">
            <w:pPr>
              <w:jc w:val="right"/>
              <w:rPr>
                <w:rFonts w:ascii="Browallia New" w:hAnsi="Browallia New" w:cs="Browallia New"/>
              </w:rPr>
            </w:pPr>
          </w:p>
        </w:tc>
        <w:tc>
          <w:tcPr>
            <w:tcW w:w="266" w:type="dxa"/>
          </w:tcPr>
          <w:p w14:paraId="28207D93" w14:textId="77777777" w:rsidR="00D21290" w:rsidRPr="000E3E1F" w:rsidRDefault="00D21290" w:rsidP="00D21290">
            <w:pPr>
              <w:pStyle w:val="BodyTextIndent"/>
              <w:ind w:left="-157"/>
              <w:jc w:val="right"/>
              <w:rPr>
                <w:rFonts w:ascii="Browallia New" w:hAnsi="Browallia New" w:cs="Browallia New"/>
                <w:sz w:val="16"/>
                <w:szCs w:val="16"/>
              </w:rPr>
            </w:pPr>
          </w:p>
        </w:tc>
        <w:tc>
          <w:tcPr>
            <w:tcW w:w="1282" w:type="dxa"/>
            <w:tcBorders>
              <w:top w:val="single" w:sz="12" w:space="0" w:color="000000"/>
            </w:tcBorders>
          </w:tcPr>
          <w:p w14:paraId="017E3E68" w14:textId="77777777" w:rsidR="00D21290" w:rsidRPr="000E3E1F" w:rsidRDefault="00D21290" w:rsidP="00D21290">
            <w:pPr>
              <w:jc w:val="right"/>
              <w:rPr>
                <w:rFonts w:ascii="Browallia New" w:hAnsi="Browallia New" w:cs="Browallia New"/>
                <w:sz w:val="16"/>
                <w:szCs w:val="16"/>
              </w:rPr>
            </w:pPr>
          </w:p>
        </w:tc>
      </w:tr>
      <w:tr w:rsidR="00D21290" w:rsidRPr="000E3E1F" w14:paraId="5CFEA780" w14:textId="77777777" w:rsidTr="007D3566">
        <w:trPr>
          <w:gridAfter w:val="1"/>
          <w:wAfter w:w="11" w:type="dxa"/>
          <w:cantSplit/>
        </w:trPr>
        <w:tc>
          <w:tcPr>
            <w:tcW w:w="3336" w:type="dxa"/>
            <w:vAlign w:val="bottom"/>
          </w:tcPr>
          <w:p w14:paraId="61CB5DB0" w14:textId="5D50509E" w:rsidR="00D21290" w:rsidRPr="000E3E1F" w:rsidRDefault="00D21290" w:rsidP="00D21290">
            <w:pPr>
              <w:jc w:val="both"/>
              <w:rPr>
                <w:rFonts w:ascii="Browallia New" w:hAnsi="Browallia New" w:cs="Browallia New"/>
                <w:cs/>
              </w:rPr>
            </w:pPr>
            <w:r w:rsidRPr="000E3E1F">
              <w:rPr>
                <w:rFonts w:ascii="Browallia New" w:hAnsi="Browallia New" w:cs="Browallia New"/>
                <w:u w:val="single"/>
                <w:cs/>
                <w:lang w:val="en-GB"/>
              </w:rPr>
              <w:t>ลูกหนี้การค้า</w:t>
            </w:r>
            <w:r w:rsidRPr="000E3E1F">
              <w:rPr>
                <w:rFonts w:ascii="Browallia New" w:hAnsi="Browallia New" w:cs="Browallia New"/>
                <w:u w:val="single"/>
              </w:rPr>
              <w:t xml:space="preserve"> </w:t>
            </w:r>
            <w:r w:rsidRPr="000E3E1F">
              <w:rPr>
                <w:rFonts w:ascii="Browallia New" w:hAnsi="Browallia New" w:cs="Browallia New"/>
                <w:u w:val="single"/>
                <w:lang w:val="en-GB"/>
              </w:rPr>
              <w:t xml:space="preserve">- </w:t>
            </w:r>
            <w:r w:rsidRPr="000E3E1F">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D21290" w:rsidRPr="000E3E1F" w:rsidRDefault="00D21290" w:rsidP="00D21290">
            <w:pPr>
              <w:jc w:val="right"/>
              <w:rPr>
                <w:rFonts w:ascii="Browallia New" w:hAnsi="Browallia New" w:cs="Browallia New"/>
              </w:rPr>
            </w:pPr>
          </w:p>
        </w:tc>
        <w:tc>
          <w:tcPr>
            <w:tcW w:w="236" w:type="dxa"/>
            <w:tcBorders>
              <w:left w:val="nil"/>
            </w:tcBorders>
          </w:tcPr>
          <w:p w14:paraId="1BB3ACC4" w14:textId="77777777" w:rsidR="00D21290" w:rsidRPr="000E3E1F" w:rsidRDefault="00D21290" w:rsidP="00D21290">
            <w:pPr>
              <w:jc w:val="right"/>
              <w:rPr>
                <w:rFonts w:ascii="Browallia New" w:hAnsi="Browallia New" w:cs="Browallia New"/>
              </w:rPr>
            </w:pPr>
          </w:p>
        </w:tc>
        <w:tc>
          <w:tcPr>
            <w:tcW w:w="1240" w:type="dxa"/>
          </w:tcPr>
          <w:p w14:paraId="56F7A994" w14:textId="77777777" w:rsidR="00D21290" w:rsidRPr="000E3E1F" w:rsidRDefault="00D21290" w:rsidP="00D21290">
            <w:pPr>
              <w:jc w:val="right"/>
              <w:rPr>
                <w:rFonts w:ascii="Browallia New" w:hAnsi="Browallia New" w:cs="Browallia New"/>
              </w:rPr>
            </w:pPr>
          </w:p>
        </w:tc>
        <w:tc>
          <w:tcPr>
            <w:tcW w:w="236" w:type="dxa"/>
            <w:tcBorders>
              <w:left w:val="nil"/>
            </w:tcBorders>
          </w:tcPr>
          <w:p w14:paraId="76316C74" w14:textId="77777777" w:rsidR="00D21290" w:rsidRPr="000E3E1F" w:rsidRDefault="00D21290" w:rsidP="00D21290">
            <w:pPr>
              <w:jc w:val="right"/>
              <w:rPr>
                <w:rFonts w:ascii="Browallia New" w:hAnsi="Browallia New" w:cs="Browallia New"/>
              </w:rPr>
            </w:pPr>
          </w:p>
        </w:tc>
        <w:tc>
          <w:tcPr>
            <w:tcW w:w="1239" w:type="dxa"/>
          </w:tcPr>
          <w:p w14:paraId="611A883D" w14:textId="77777777" w:rsidR="00D21290" w:rsidRPr="000E3E1F" w:rsidRDefault="00D21290" w:rsidP="00D21290">
            <w:pPr>
              <w:jc w:val="right"/>
              <w:rPr>
                <w:rFonts w:ascii="Browallia New" w:hAnsi="Browallia New" w:cs="Browallia New"/>
              </w:rPr>
            </w:pPr>
          </w:p>
        </w:tc>
        <w:tc>
          <w:tcPr>
            <w:tcW w:w="266" w:type="dxa"/>
          </w:tcPr>
          <w:p w14:paraId="51E96DCA" w14:textId="77777777" w:rsidR="00D21290" w:rsidRPr="000E3E1F" w:rsidRDefault="00D21290" w:rsidP="00D21290">
            <w:pPr>
              <w:pStyle w:val="BodyTextIndent"/>
              <w:ind w:left="-157"/>
              <w:jc w:val="right"/>
              <w:rPr>
                <w:rFonts w:ascii="Browallia New" w:hAnsi="Browallia New" w:cs="Browallia New"/>
                <w:sz w:val="28"/>
                <w:szCs w:val="28"/>
              </w:rPr>
            </w:pPr>
          </w:p>
        </w:tc>
        <w:tc>
          <w:tcPr>
            <w:tcW w:w="1282" w:type="dxa"/>
          </w:tcPr>
          <w:p w14:paraId="0325D23A" w14:textId="77777777" w:rsidR="00D21290" w:rsidRPr="000E3E1F" w:rsidRDefault="00D21290" w:rsidP="00D21290">
            <w:pPr>
              <w:jc w:val="right"/>
              <w:rPr>
                <w:rFonts w:ascii="Browallia New" w:hAnsi="Browallia New" w:cs="Browallia New"/>
              </w:rPr>
            </w:pPr>
          </w:p>
        </w:tc>
      </w:tr>
      <w:tr w:rsidR="00B23048" w:rsidRPr="000E3E1F" w14:paraId="5FA1D5B5" w14:textId="77777777" w:rsidTr="00B43D7A">
        <w:trPr>
          <w:cantSplit/>
        </w:trPr>
        <w:tc>
          <w:tcPr>
            <w:tcW w:w="3336" w:type="dxa"/>
          </w:tcPr>
          <w:p w14:paraId="23260755" w14:textId="6A841498" w:rsidR="00B23048" w:rsidRPr="000E3E1F" w:rsidRDefault="00B23048" w:rsidP="00B23048">
            <w:pPr>
              <w:jc w:val="both"/>
              <w:rPr>
                <w:rFonts w:ascii="Browallia New" w:hAnsi="Browallia New" w:cs="Browallia New"/>
                <w:u w:val="single"/>
                <w:cs/>
                <w:lang w:val="en-GB"/>
              </w:rPr>
            </w:pPr>
            <w:r w:rsidRPr="000E3E1F">
              <w:rPr>
                <w:rFonts w:ascii="Browallia New" w:hAnsi="Browallia New" w:cs="Browallia New"/>
                <w:cs/>
              </w:rPr>
              <w:t>ยังไม่ถึงกำหนดชำระ</w:t>
            </w:r>
          </w:p>
        </w:tc>
        <w:tc>
          <w:tcPr>
            <w:tcW w:w="1272" w:type="dxa"/>
            <w:tcBorders>
              <w:left w:val="nil"/>
            </w:tcBorders>
          </w:tcPr>
          <w:p w14:paraId="04F3FE35" w14:textId="25239EB9" w:rsidR="00B23048" w:rsidRPr="000E3E1F" w:rsidRDefault="00B23048" w:rsidP="00B23048">
            <w:pPr>
              <w:jc w:val="right"/>
              <w:rPr>
                <w:rFonts w:ascii="Browallia New" w:hAnsi="Browallia New" w:cs="Browallia New"/>
              </w:rPr>
            </w:pPr>
            <w:r w:rsidRPr="000E3E1F">
              <w:rPr>
                <w:rFonts w:ascii="Browallia New" w:hAnsi="Browallia New" w:cs="Browallia New"/>
              </w:rPr>
              <w:t>35,182</w:t>
            </w:r>
          </w:p>
        </w:tc>
        <w:tc>
          <w:tcPr>
            <w:tcW w:w="236" w:type="dxa"/>
            <w:tcBorders>
              <w:left w:val="nil"/>
            </w:tcBorders>
          </w:tcPr>
          <w:p w14:paraId="1F6BDED2" w14:textId="77777777" w:rsidR="00B23048" w:rsidRPr="000E3E1F" w:rsidRDefault="00B23048" w:rsidP="00B23048">
            <w:pPr>
              <w:jc w:val="right"/>
              <w:rPr>
                <w:rFonts w:ascii="Browallia New" w:hAnsi="Browallia New" w:cs="Browallia New"/>
              </w:rPr>
            </w:pPr>
          </w:p>
        </w:tc>
        <w:tc>
          <w:tcPr>
            <w:tcW w:w="1240" w:type="dxa"/>
          </w:tcPr>
          <w:p w14:paraId="084FCE2C" w14:textId="65E652F9" w:rsidR="00B23048" w:rsidRPr="000E3E1F" w:rsidRDefault="00B23048" w:rsidP="001C48C9">
            <w:pPr>
              <w:jc w:val="right"/>
              <w:rPr>
                <w:rFonts w:ascii="Browallia New" w:hAnsi="Browallia New" w:cs="Browallia New"/>
              </w:rPr>
            </w:pPr>
            <w:r w:rsidRPr="000E3E1F">
              <w:rPr>
                <w:rFonts w:ascii="Browallia New" w:hAnsi="Browallia New" w:cs="Browallia New"/>
              </w:rPr>
              <w:t xml:space="preserve">      </w:t>
            </w:r>
            <w:r w:rsidR="001C48C9" w:rsidRPr="000E3E1F">
              <w:rPr>
                <w:rFonts w:ascii="Browallia New" w:hAnsi="Browallia New" w:cs="Browallia New"/>
              </w:rPr>
              <w:t>42,098</w:t>
            </w:r>
          </w:p>
        </w:tc>
        <w:tc>
          <w:tcPr>
            <w:tcW w:w="236" w:type="dxa"/>
            <w:tcBorders>
              <w:left w:val="nil"/>
            </w:tcBorders>
          </w:tcPr>
          <w:p w14:paraId="78A52414" w14:textId="77777777" w:rsidR="00B23048" w:rsidRPr="000E3E1F" w:rsidRDefault="00B23048" w:rsidP="00B23048">
            <w:pPr>
              <w:jc w:val="right"/>
              <w:rPr>
                <w:rFonts w:ascii="Browallia New" w:hAnsi="Browallia New" w:cs="Browallia New"/>
              </w:rPr>
            </w:pPr>
          </w:p>
        </w:tc>
        <w:tc>
          <w:tcPr>
            <w:tcW w:w="1239" w:type="dxa"/>
          </w:tcPr>
          <w:p w14:paraId="72661903" w14:textId="3D1846E9" w:rsidR="00B23048" w:rsidRPr="000E3E1F" w:rsidRDefault="00B23048" w:rsidP="00B23048">
            <w:pPr>
              <w:jc w:val="right"/>
              <w:rPr>
                <w:rFonts w:ascii="Browallia New" w:hAnsi="Browallia New" w:cs="Browallia New"/>
              </w:rPr>
            </w:pPr>
            <w:r w:rsidRPr="000E3E1F">
              <w:rPr>
                <w:rFonts w:ascii="Browallia New" w:hAnsi="Browallia New" w:cs="Browallia New"/>
              </w:rPr>
              <w:t>35,670</w:t>
            </w:r>
          </w:p>
        </w:tc>
        <w:tc>
          <w:tcPr>
            <w:tcW w:w="266" w:type="dxa"/>
          </w:tcPr>
          <w:p w14:paraId="51DA6AC5" w14:textId="77777777" w:rsidR="00B23048" w:rsidRPr="000E3E1F" w:rsidRDefault="00B23048" w:rsidP="00B23048">
            <w:pPr>
              <w:pStyle w:val="BodyTextIndent"/>
              <w:ind w:left="-157"/>
              <w:jc w:val="right"/>
              <w:rPr>
                <w:rFonts w:ascii="Browallia New" w:hAnsi="Browallia New" w:cs="Browallia New"/>
                <w:sz w:val="28"/>
                <w:szCs w:val="28"/>
              </w:rPr>
            </w:pPr>
          </w:p>
        </w:tc>
        <w:tc>
          <w:tcPr>
            <w:tcW w:w="1282" w:type="dxa"/>
            <w:gridSpan w:val="2"/>
          </w:tcPr>
          <w:p w14:paraId="433EE9F3" w14:textId="0C807E2C" w:rsidR="00B23048" w:rsidRPr="000E3E1F" w:rsidRDefault="00B23048" w:rsidP="00B23048">
            <w:pPr>
              <w:jc w:val="right"/>
              <w:rPr>
                <w:rFonts w:ascii="Browallia New" w:hAnsi="Browallia New" w:cs="Browallia New"/>
              </w:rPr>
            </w:pPr>
            <w:r w:rsidRPr="000E3E1F">
              <w:rPr>
                <w:rFonts w:ascii="Browallia New" w:hAnsi="Browallia New" w:cs="Browallia New"/>
              </w:rPr>
              <w:t xml:space="preserve">       </w:t>
            </w:r>
            <w:r w:rsidR="001C48C9" w:rsidRPr="000E3E1F">
              <w:rPr>
                <w:rFonts w:ascii="Browallia New" w:hAnsi="Browallia New" w:cs="Browallia New"/>
              </w:rPr>
              <w:t>42,098</w:t>
            </w:r>
          </w:p>
        </w:tc>
      </w:tr>
      <w:tr w:rsidR="00B23048" w:rsidRPr="000E3E1F" w14:paraId="458B3A0E" w14:textId="77777777" w:rsidTr="00AB63D5">
        <w:trPr>
          <w:cantSplit/>
        </w:trPr>
        <w:tc>
          <w:tcPr>
            <w:tcW w:w="3336" w:type="dxa"/>
          </w:tcPr>
          <w:p w14:paraId="693DF46E" w14:textId="69D0B589" w:rsidR="00B23048" w:rsidRPr="000E3E1F" w:rsidRDefault="00B23048" w:rsidP="00B23048">
            <w:pPr>
              <w:jc w:val="both"/>
              <w:rPr>
                <w:rFonts w:ascii="Browallia New" w:hAnsi="Browallia New" w:cs="Browallia New"/>
                <w:u w:val="single"/>
                <w:cs/>
                <w:lang w:val="en-GB"/>
              </w:rPr>
            </w:pPr>
            <w:r w:rsidRPr="000E3E1F">
              <w:rPr>
                <w:rFonts w:ascii="Browallia New" w:hAnsi="Browallia New" w:cs="Browallia New"/>
                <w:cs/>
                <w:lang w:val="th-TH"/>
              </w:rPr>
              <w:t>เกินกำหนดชำระ</w:t>
            </w:r>
            <w:r w:rsidRPr="000E3E1F">
              <w:rPr>
                <w:rFonts w:ascii="Browallia New" w:hAnsi="Browallia New" w:cs="Browallia New"/>
              </w:rPr>
              <w:t xml:space="preserve"> :</w:t>
            </w:r>
          </w:p>
        </w:tc>
        <w:tc>
          <w:tcPr>
            <w:tcW w:w="1272" w:type="dxa"/>
            <w:tcBorders>
              <w:left w:val="nil"/>
            </w:tcBorders>
          </w:tcPr>
          <w:p w14:paraId="08D71E72" w14:textId="73A265E5" w:rsidR="00B23048" w:rsidRPr="000E3E1F" w:rsidRDefault="00B23048" w:rsidP="00B23048">
            <w:pPr>
              <w:jc w:val="right"/>
              <w:rPr>
                <w:rFonts w:ascii="Browallia New" w:hAnsi="Browallia New" w:cs="Browallia New"/>
              </w:rPr>
            </w:pPr>
            <w:r w:rsidRPr="000E3E1F">
              <w:rPr>
                <w:rFonts w:ascii="Browallia New" w:hAnsi="Browallia New" w:cs="Browallia New"/>
              </w:rPr>
              <w:t xml:space="preserve">       </w:t>
            </w:r>
          </w:p>
        </w:tc>
        <w:tc>
          <w:tcPr>
            <w:tcW w:w="236" w:type="dxa"/>
            <w:tcBorders>
              <w:left w:val="nil"/>
            </w:tcBorders>
          </w:tcPr>
          <w:p w14:paraId="3FB79FE8" w14:textId="77777777" w:rsidR="00B23048" w:rsidRPr="000E3E1F" w:rsidRDefault="00B23048" w:rsidP="00B23048">
            <w:pPr>
              <w:jc w:val="right"/>
              <w:rPr>
                <w:rFonts w:ascii="Browallia New" w:hAnsi="Browallia New" w:cs="Browallia New"/>
              </w:rPr>
            </w:pPr>
          </w:p>
        </w:tc>
        <w:tc>
          <w:tcPr>
            <w:tcW w:w="1240" w:type="dxa"/>
          </w:tcPr>
          <w:p w14:paraId="027E4C5F" w14:textId="6C8CE10B" w:rsidR="00B23048" w:rsidRPr="000E3E1F" w:rsidRDefault="00B23048" w:rsidP="00B23048">
            <w:pPr>
              <w:jc w:val="right"/>
              <w:rPr>
                <w:rFonts w:ascii="Browallia New" w:hAnsi="Browallia New" w:cs="Browallia New"/>
              </w:rPr>
            </w:pPr>
            <w:r w:rsidRPr="000E3E1F">
              <w:rPr>
                <w:rFonts w:ascii="Browallia New" w:hAnsi="Browallia New" w:cs="Browallia New"/>
              </w:rPr>
              <w:t xml:space="preserve">       </w:t>
            </w:r>
          </w:p>
        </w:tc>
        <w:tc>
          <w:tcPr>
            <w:tcW w:w="236" w:type="dxa"/>
            <w:tcBorders>
              <w:left w:val="nil"/>
            </w:tcBorders>
          </w:tcPr>
          <w:p w14:paraId="424477C2" w14:textId="77777777" w:rsidR="00B23048" w:rsidRPr="000E3E1F" w:rsidRDefault="00B23048" w:rsidP="00B23048">
            <w:pPr>
              <w:jc w:val="right"/>
              <w:rPr>
                <w:rFonts w:ascii="Browallia New" w:hAnsi="Browallia New" w:cs="Browallia New"/>
              </w:rPr>
            </w:pPr>
          </w:p>
        </w:tc>
        <w:tc>
          <w:tcPr>
            <w:tcW w:w="1239" w:type="dxa"/>
          </w:tcPr>
          <w:p w14:paraId="57B31D80" w14:textId="75161E14" w:rsidR="00B23048" w:rsidRPr="000E3E1F" w:rsidRDefault="00B23048" w:rsidP="00B23048">
            <w:pPr>
              <w:jc w:val="right"/>
              <w:rPr>
                <w:rFonts w:ascii="Browallia New" w:hAnsi="Browallia New" w:cs="Browallia New"/>
              </w:rPr>
            </w:pPr>
            <w:r w:rsidRPr="000E3E1F">
              <w:rPr>
                <w:rFonts w:ascii="Browallia New" w:hAnsi="Browallia New" w:cs="Browallia New"/>
              </w:rPr>
              <w:t xml:space="preserve">       </w:t>
            </w:r>
          </w:p>
        </w:tc>
        <w:tc>
          <w:tcPr>
            <w:tcW w:w="266" w:type="dxa"/>
          </w:tcPr>
          <w:p w14:paraId="0D7FA80C" w14:textId="77777777" w:rsidR="00B23048" w:rsidRPr="000E3E1F" w:rsidRDefault="00B23048" w:rsidP="00B23048">
            <w:pPr>
              <w:pStyle w:val="BodyTextIndent"/>
              <w:ind w:left="-157"/>
              <w:jc w:val="right"/>
              <w:rPr>
                <w:rFonts w:ascii="Browallia New" w:hAnsi="Browallia New" w:cs="Browallia New"/>
                <w:sz w:val="28"/>
                <w:szCs w:val="28"/>
              </w:rPr>
            </w:pPr>
          </w:p>
        </w:tc>
        <w:tc>
          <w:tcPr>
            <w:tcW w:w="1282" w:type="dxa"/>
            <w:gridSpan w:val="2"/>
          </w:tcPr>
          <w:p w14:paraId="755E8117" w14:textId="1D76E404" w:rsidR="00B23048" w:rsidRPr="000E3E1F" w:rsidRDefault="00B23048" w:rsidP="00B23048">
            <w:pPr>
              <w:jc w:val="right"/>
              <w:rPr>
                <w:rFonts w:ascii="Browallia New" w:hAnsi="Browallia New" w:cs="Browallia New"/>
              </w:rPr>
            </w:pPr>
            <w:r w:rsidRPr="000E3E1F">
              <w:rPr>
                <w:rFonts w:ascii="Browallia New" w:hAnsi="Browallia New" w:cs="Browallia New"/>
              </w:rPr>
              <w:t xml:space="preserve">      </w:t>
            </w:r>
          </w:p>
        </w:tc>
      </w:tr>
      <w:tr w:rsidR="001C48C9" w:rsidRPr="000E3E1F" w14:paraId="68484389" w14:textId="77777777" w:rsidTr="00AB63D5">
        <w:trPr>
          <w:cantSplit/>
        </w:trPr>
        <w:tc>
          <w:tcPr>
            <w:tcW w:w="3336" w:type="dxa"/>
          </w:tcPr>
          <w:p w14:paraId="44011931" w14:textId="06D1295B" w:rsidR="001C48C9" w:rsidRPr="000E3E1F" w:rsidRDefault="001C48C9" w:rsidP="004A04DF">
            <w:pPr>
              <w:ind w:left="266"/>
              <w:rPr>
                <w:rFonts w:ascii="Browallia New" w:hAnsi="Browallia New" w:cs="Browallia New"/>
                <w:u w:val="single"/>
                <w:cs/>
                <w:lang w:val="en-GB"/>
              </w:rPr>
            </w:pPr>
            <w:r w:rsidRPr="000E3E1F">
              <w:rPr>
                <w:rFonts w:ascii="Browallia New" w:hAnsi="Browallia New" w:cs="Browallia New"/>
                <w:cs/>
                <w:lang w:val="en-GB"/>
              </w:rPr>
              <w:t>น้อยกว่า</w:t>
            </w:r>
            <w:r w:rsidRPr="000E3E1F">
              <w:rPr>
                <w:rFonts w:ascii="Browallia New" w:hAnsi="Browallia New" w:cs="Browallia New"/>
                <w:lang w:val="en-GB"/>
              </w:rPr>
              <w:t xml:space="preserve"> 3 </w:t>
            </w:r>
            <w:r w:rsidRPr="000E3E1F">
              <w:rPr>
                <w:rFonts w:ascii="Browallia New" w:hAnsi="Browallia New" w:cs="Browallia New"/>
                <w:cs/>
                <w:lang w:val="en-GB"/>
              </w:rPr>
              <w:t>เดือน</w:t>
            </w:r>
          </w:p>
        </w:tc>
        <w:tc>
          <w:tcPr>
            <w:tcW w:w="1272" w:type="dxa"/>
            <w:tcBorders>
              <w:left w:val="nil"/>
              <w:bottom w:val="single" w:sz="4" w:space="0" w:color="auto"/>
            </w:tcBorders>
          </w:tcPr>
          <w:p w14:paraId="7930558C" w14:textId="2A952D0B" w:rsidR="001C48C9" w:rsidRPr="000E3E1F" w:rsidRDefault="005A3627" w:rsidP="005A3627">
            <w:pPr>
              <w:jc w:val="center"/>
              <w:rPr>
                <w:rFonts w:ascii="Browallia New" w:hAnsi="Browallia New" w:cs="Browallia New"/>
              </w:rPr>
            </w:pPr>
            <w:r w:rsidRPr="000E3E1F">
              <w:rPr>
                <w:rFonts w:ascii="Browallia New" w:hAnsi="Browallia New" w:cs="Browallia New"/>
              </w:rPr>
              <w:t xml:space="preserve">   </w:t>
            </w:r>
            <w:r w:rsidR="001E7A89" w:rsidRPr="000E3E1F">
              <w:rPr>
                <w:rFonts w:ascii="Browallia New" w:hAnsi="Browallia New" w:cs="Browallia New"/>
              </w:rPr>
              <w:t xml:space="preserve"> </w:t>
            </w:r>
            <w:r w:rsidRPr="000E3E1F">
              <w:rPr>
                <w:rFonts w:ascii="Browallia New" w:hAnsi="Browallia New" w:cs="Browallia New"/>
              </w:rPr>
              <w:t xml:space="preserve">      -</w:t>
            </w:r>
          </w:p>
        </w:tc>
        <w:tc>
          <w:tcPr>
            <w:tcW w:w="236" w:type="dxa"/>
            <w:tcBorders>
              <w:left w:val="nil"/>
            </w:tcBorders>
          </w:tcPr>
          <w:p w14:paraId="4E4ED983" w14:textId="77777777" w:rsidR="001C48C9" w:rsidRPr="000E3E1F" w:rsidRDefault="001C48C9" w:rsidP="005A3627">
            <w:pPr>
              <w:jc w:val="center"/>
              <w:rPr>
                <w:rFonts w:ascii="Browallia New" w:hAnsi="Browallia New" w:cs="Browallia New"/>
              </w:rPr>
            </w:pPr>
          </w:p>
        </w:tc>
        <w:tc>
          <w:tcPr>
            <w:tcW w:w="1240" w:type="dxa"/>
            <w:tcBorders>
              <w:bottom w:val="single" w:sz="4" w:space="0" w:color="auto"/>
            </w:tcBorders>
          </w:tcPr>
          <w:p w14:paraId="41FB67F5" w14:textId="37EDCF8B" w:rsidR="001C48C9" w:rsidRPr="000E3E1F" w:rsidRDefault="005A3627" w:rsidP="005A3627">
            <w:pPr>
              <w:jc w:val="center"/>
              <w:rPr>
                <w:rFonts w:ascii="Browallia New" w:hAnsi="Browallia New" w:cs="Browallia New"/>
              </w:rPr>
            </w:pPr>
            <w:r w:rsidRPr="000E3E1F">
              <w:rPr>
                <w:rFonts w:ascii="Browallia New" w:hAnsi="Browallia New" w:cs="Browallia New"/>
              </w:rPr>
              <w:t xml:space="preserve">       </w:t>
            </w:r>
            <w:r w:rsidR="001E7A89" w:rsidRPr="000E3E1F">
              <w:rPr>
                <w:rFonts w:ascii="Browallia New" w:hAnsi="Browallia New" w:cs="Browallia New"/>
              </w:rPr>
              <w:t xml:space="preserve"> </w:t>
            </w:r>
            <w:r w:rsidRPr="000E3E1F">
              <w:rPr>
                <w:rFonts w:ascii="Browallia New" w:hAnsi="Browallia New" w:cs="Browallia New"/>
              </w:rPr>
              <w:t xml:space="preserve"> -</w:t>
            </w:r>
          </w:p>
        </w:tc>
        <w:tc>
          <w:tcPr>
            <w:tcW w:w="236" w:type="dxa"/>
            <w:tcBorders>
              <w:left w:val="nil"/>
            </w:tcBorders>
          </w:tcPr>
          <w:p w14:paraId="64CFF506" w14:textId="77777777" w:rsidR="001C48C9" w:rsidRPr="000E3E1F" w:rsidRDefault="001C48C9" w:rsidP="001C48C9">
            <w:pPr>
              <w:jc w:val="right"/>
              <w:rPr>
                <w:rFonts w:ascii="Browallia New" w:hAnsi="Browallia New" w:cs="Browallia New"/>
              </w:rPr>
            </w:pPr>
          </w:p>
        </w:tc>
        <w:tc>
          <w:tcPr>
            <w:tcW w:w="1239" w:type="dxa"/>
            <w:tcBorders>
              <w:bottom w:val="single" w:sz="4" w:space="0" w:color="auto"/>
            </w:tcBorders>
          </w:tcPr>
          <w:p w14:paraId="18F7CAE9" w14:textId="4BE858BB" w:rsidR="001C48C9" w:rsidRPr="000E3E1F" w:rsidRDefault="001C48C9" w:rsidP="001C48C9">
            <w:pPr>
              <w:jc w:val="right"/>
              <w:rPr>
                <w:rFonts w:ascii="Browallia New" w:hAnsi="Browallia New" w:cs="Browallia New"/>
              </w:rPr>
            </w:pPr>
            <w:r w:rsidRPr="000E3E1F">
              <w:rPr>
                <w:rFonts w:ascii="Browallia New" w:hAnsi="Browallia New" w:cs="Browallia New"/>
              </w:rPr>
              <w:t>36</w:t>
            </w:r>
          </w:p>
        </w:tc>
        <w:tc>
          <w:tcPr>
            <w:tcW w:w="266" w:type="dxa"/>
          </w:tcPr>
          <w:p w14:paraId="75301D6A" w14:textId="77777777" w:rsidR="001C48C9" w:rsidRPr="000E3E1F" w:rsidRDefault="001C48C9" w:rsidP="001C48C9">
            <w:pPr>
              <w:pStyle w:val="BodyTextIndent"/>
              <w:ind w:left="-157"/>
              <w:jc w:val="right"/>
              <w:rPr>
                <w:rFonts w:ascii="Browallia New" w:hAnsi="Browallia New" w:cs="Browallia New"/>
                <w:sz w:val="28"/>
                <w:szCs w:val="28"/>
              </w:rPr>
            </w:pPr>
          </w:p>
        </w:tc>
        <w:tc>
          <w:tcPr>
            <w:tcW w:w="1282" w:type="dxa"/>
            <w:gridSpan w:val="2"/>
            <w:tcBorders>
              <w:bottom w:val="single" w:sz="4" w:space="0" w:color="auto"/>
            </w:tcBorders>
          </w:tcPr>
          <w:p w14:paraId="51E5645E" w14:textId="393FEB74" w:rsidR="001C48C9" w:rsidRPr="000E3E1F" w:rsidRDefault="005A3627" w:rsidP="005A3627">
            <w:pPr>
              <w:jc w:val="center"/>
              <w:rPr>
                <w:rFonts w:ascii="Browallia New" w:hAnsi="Browallia New" w:cs="Browallia New"/>
              </w:rPr>
            </w:pPr>
            <w:r w:rsidRPr="000E3E1F">
              <w:rPr>
                <w:rFonts w:ascii="Browallia New" w:hAnsi="Browallia New" w:cs="Browallia New"/>
              </w:rPr>
              <w:t xml:space="preserve">    </w:t>
            </w:r>
            <w:r w:rsidR="001E7A89" w:rsidRPr="000E3E1F">
              <w:rPr>
                <w:rFonts w:ascii="Browallia New" w:hAnsi="Browallia New" w:cs="Browallia New"/>
              </w:rPr>
              <w:t xml:space="preserve"> </w:t>
            </w:r>
            <w:r w:rsidRPr="000E3E1F">
              <w:rPr>
                <w:rFonts w:ascii="Browallia New" w:hAnsi="Browallia New" w:cs="Browallia New"/>
              </w:rPr>
              <w:t xml:space="preserve">     </w:t>
            </w:r>
            <w:r w:rsidR="001C48C9" w:rsidRPr="000E3E1F">
              <w:rPr>
                <w:rFonts w:ascii="Browallia New" w:hAnsi="Browallia New" w:cs="Browallia New"/>
              </w:rPr>
              <w:t>-</w:t>
            </w:r>
          </w:p>
        </w:tc>
      </w:tr>
      <w:tr w:rsidR="004C1641" w:rsidRPr="000E3E1F" w14:paraId="22B8D8FE" w14:textId="77777777" w:rsidTr="00AB63D5">
        <w:trPr>
          <w:gridAfter w:val="1"/>
          <w:wAfter w:w="11" w:type="dxa"/>
          <w:cantSplit/>
        </w:trPr>
        <w:tc>
          <w:tcPr>
            <w:tcW w:w="3336" w:type="dxa"/>
          </w:tcPr>
          <w:p w14:paraId="0D6C92EC" w14:textId="3B20CA83" w:rsidR="004C1641" w:rsidRPr="000E3E1F" w:rsidRDefault="001C48C9" w:rsidP="004C1641">
            <w:pPr>
              <w:jc w:val="both"/>
              <w:rPr>
                <w:rFonts w:ascii="Browallia New" w:hAnsi="Browallia New" w:cs="Browallia New"/>
                <w:cs/>
              </w:rPr>
            </w:pPr>
            <w:r w:rsidRPr="000E3E1F">
              <w:rPr>
                <w:rFonts w:ascii="Browallia New" w:hAnsi="Browallia New" w:cs="Browallia New"/>
                <w:cs/>
              </w:rPr>
              <w:t>รวม</w:t>
            </w:r>
          </w:p>
        </w:tc>
        <w:tc>
          <w:tcPr>
            <w:tcW w:w="1272" w:type="dxa"/>
            <w:tcBorders>
              <w:top w:val="single" w:sz="4" w:space="0" w:color="auto"/>
              <w:left w:val="nil"/>
              <w:bottom w:val="single" w:sz="12" w:space="0" w:color="auto"/>
            </w:tcBorders>
          </w:tcPr>
          <w:p w14:paraId="194D1EF6" w14:textId="1276661D" w:rsidR="004C1641" w:rsidRPr="000E3E1F" w:rsidRDefault="001C48C9" w:rsidP="004C1641">
            <w:pPr>
              <w:jc w:val="right"/>
              <w:rPr>
                <w:rFonts w:ascii="Browallia New" w:hAnsi="Browallia New" w:cs="Browallia New"/>
              </w:rPr>
            </w:pPr>
            <w:r w:rsidRPr="000E3E1F">
              <w:rPr>
                <w:rFonts w:ascii="Browallia New" w:hAnsi="Browallia New" w:cs="Browallia New"/>
              </w:rPr>
              <w:t>35,182</w:t>
            </w:r>
          </w:p>
        </w:tc>
        <w:tc>
          <w:tcPr>
            <w:tcW w:w="236" w:type="dxa"/>
            <w:tcBorders>
              <w:left w:val="nil"/>
            </w:tcBorders>
          </w:tcPr>
          <w:p w14:paraId="3EA971D3" w14:textId="77777777" w:rsidR="004C1641" w:rsidRPr="000E3E1F" w:rsidRDefault="004C1641" w:rsidP="004C1641">
            <w:pPr>
              <w:jc w:val="right"/>
              <w:rPr>
                <w:rFonts w:ascii="Browallia New" w:hAnsi="Browallia New" w:cs="Browallia New"/>
              </w:rPr>
            </w:pPr>
          </w:p>
        </w:tc>
        <w:tc>
          <w:tcPr>
            <w:tcW w:w="1240" w:type="dxa"/>
            <w:tcBorders>
              <w:top w:val="single" w:sz="4" w:space="0" w:color="auto"/>
              <w:bottom w:val="single" w:sz="12" w:space="0" w:color="auto"/>
            </w:tcBorders>
          </w:tcPr>
          <w:p w14:paraId="058076CF" w14:textId="3F19F698" w:rsidR="004C1641" w:rsidRPr="000E3E1F" w:rsidRDefault="004C1641" w:rsidP="004C1641">
            <w:pPr>
              <w:jc w:val="right"/>
              <w:rPr>
                <w:rFonts w:ascii="Browallia New" w:hAnsi="Browallia New" w:cs="Browallia New"/>
              </w:rPr>
            </w:pPr>
            <w:r w:rsidRPr="000E3E1F">
              <w:rPr>
                <w:rFonts w:ascii="Browallia New" w:hAnsi="Browallia New" w:cs="Browallia New"/>
              </w:rPr>
              <w:t>42,098</w:t>
            </w:r>
          </w:p>
        </w:tc>
        <w:tc>
          <w:tcPr>
            <w:tcW w:w="236" w:type="dxa"/>
            <w:tcBorders>
              <w:left w:val="nil"/>
            </w:tcBorders>
          </w:tcPr>
          <w:p w14:paraId="2C5A9DCB" w14:textId="77777777" w:rsidR="004C1641" w:rsidRPr="000E3E1F" w:rsidRDefault="004C1641" w:rsidP="004C1641">
            <w:pPr>
              <w:jc w:val="right"/>
              <w:rPr>
                <w:rFonts w:ascii="Browallia New" w:hAnsi="Browallia New" w:cs="Browallia New"/>
              </w:rPr>
            </w:pPr>
          </w:p>
        </w:tc>
        <w:tc>
          <w:tcPr>
            <w:tcW w:w="1239" w:type="dxa"/>
            <w:tcBorders>
              <w:top w:val="single" w:sz="4" w:space="0" w:color="auto"/>
              <w:bottom w:val="single" w:sz="12" w:space="0" w:color="auto"/>
            </w:tcBorders>
          </w:tcPr>
          <w:p w14:paraId="2B64503C" w14:textId="2FD6B969" w:rsidR="004C1641" w:rsidRPr="000E3E1F" w:rsidRDefault="001C48C9" w:rsidP="004C1641">
            <w:pPr>
              <w:jc w:val="right"/>
              <w:rPr>
                <w:rFonts w:ascii="Browallia New" w:hAnsi="Browallia New" w:cs="Browallia New"/>
              </w:rPr>
            </w:pPr>
            <w:r w:rsidRPr="000E3E1F">
              <w:rPr>
                <w:rFonts w:ascii="Browallia New" w:hAnsi="Browallia New" w:cs="Browallia New"/>
              </w:rPr>
              <w:t>35,706</w:t>
            </w:r>
          </w:p>
        </w:tc>
        <w:tc>
          <w:tcPr>
            <w:tcW w:w="266" w:type="dxa"/>
          </w:tcPr>
          <w:p w14:paraId="4266DF52" w14:textId="77777777" w:rsidR="004C1641" w:rsidRPr="000E3E1F" w:rsidRDefault="004C1641" w:rsidP="004C1641">
            <w:pPr>
              <w:pStyle w:val="BodyTextIndent"/>
              <w:ind w:left="-157"/>
              <w:jc w:val="right"/>
              <w:rPr>
                <w:rFonts w:ascii="Browallia New" w:hAnsi="Browallia New" w:cs="Browallia New"/>
                <w:sz w:val="28"/>
                <w:szCs w:val="28"/>
              </w:rPr>
            </w:pPr>
          </w:p>
        </w:tc>
        <w:tc>
          <w:tcPr>
            <w:tcW w:w="1282" w:type="dxa"/>
            <w:tcBorders>
              <w:bottom w:val="single" w:sz="12" w:space="0" w:color="auto"/>
            </w:tcBorders>
          </w:tcPr>
          <w:p w14:paraId="7F92183D" w14:textId="19F3F53B" w:rsidR="004C1641" w:rsidRPr="000E3E1F" w:rsidRDefault="004C1641" w:rsidP="004C1641">
            <w:pPr>
              <w:jc w:val="right"/>
              <w:rPr>
                <w:rFonts w:ascii="Browallia New" w:hAnsi="Browallia New" w:cs="Browallia New"/>
              </w:rPr>
            </w:pPr>
            <w:r w:rsidRPr="000E3E1F">
              <w:rPr>
                <w:rFonts w:ascii="Browallia New" w:hAnsi="Browallia New" w:cs="Browallia New"/>
              </w:rPr>
              <w:t>42,098</w:t>
            </w:r>
          </w:p>
        </w:tc>
      </w:tr>
    </w:tbl>
    <w:p w14:paraId="1D15AB2C" w14:textId="77777777" w:rsidR="002471B3" w:rsidRPr="000E3E1F" w:rsidRDefault="002471B3" w:rsidP="002471B3">
      <w:pPr>
        <w:tabs>
          <w:tab w:val="left" w:pos="426"/>
        </w:tabs>
        <w:ind w:left="360"/>
        <w:jc w:val="thaiDistribute"/>
        <w:rPr>
          <w:rFonts w:ascii="Browallia New" w:hAnsi="Browallia New" w:cs="Browallia New"/>
          <w:b/>
          <w:bCs/>
        </w:rPr>
      </w:pPr>
    </w:p>
    <w:p w14:paraId="485625F2" w14:textId="597FF638" w:rsidR="003E4706" w:rsidRPr="000E3E1F" w:rsidRDefault="003E4706" w:rsidP="006A4B2B">
      <w:pPr>
        <w:numPr>
          <w:ilvl w:val="0"/>
          <w:numId w:val="1"/>
        </w:numPr>
        <w:tabs>
          <w:tab w:val="clear" w:pos="360"/>
          <w:tab w:val="left" w:pos="374"/>
          <w:tab w:val="left" w:pos="426"/>
        </w:tabs>
        <w:jc w:val="thaiDistribute"/>
        <w:rPr>
          <w:rFonts w:ascii="Browallia New" w:hAnsi="Browallia New" w:cs="Browallia New"/>
          <w:b/>
          <w:bCs/>
          <w:cs/>
        </w:rPr>
      </w:pPr>
      <w:r w:rsidRPr="000E3E1F">
        <w:rPr>
          <w:rFonts w:ascii="Browallia New" w:hAnsi="Browallia New" w:cs="Browallia New"/>
          <w:b/>
          <w:bCs/>
          <w:cs/>
        </w:rPr>
        <w:t>รายการกับบุคคลและบริษัทที่เกี่ยวข้อง</w:t>
      </w:r>
    </w:p>
    <w:p w14:paraId="485625F3" w14:textId="77777777" w:rsidR="003E4706" w:rsidRPr="000E3E1F" w:rsidRDefault="003E4706" w:rsidP="007666E1">
      <w:pPr>
        <w:ind w:left="374"/>
        <w:jc w:val="thaiDistribute"/>
        <w:rPr>
          <w:rFonts w:ascii="Browallia New" w:hAnsi="Browallia New" w:cs="Browallia New"/>
          <w:spacing w:val="-2"/>
        </w:rPr>
      </w:pPr>
    </w:p>
    <w:p w14:paraId="1BF08B07" w14:textId="28791AEF" w:rsidR="004400BB" w:rsidRPr="000E3E1F" w:rsidRDefault="008D08AB" w:rsidP="00EA2ABA">
      <w:pPr>
        <w:ind w:left="374"/>
        <w:jc w:val="thaiDistribute"/>
        <w:rPr>
          <w:rFonts w:ascii="Browallia New" w:hAnsi="Browallia New" w:cs="Browallia New"/>
          <w:spacing w:val="-2"/>
        </w:rPr>
      </w:pPr>
      <w:r w:rsidRPr="000E3E1F">
        <w:rPr>
          <w:rFonts w:ascii="Browallia New" w:hAnsi="Browallia New" w:cs="Browallia New"/>
          <w:spacing w:val="-2"/>
          <w:cs/>
        </w:rPr>
        <w:t>กลุ่ม</w:t>
      </w:r>
      <w:r w:rsidR="004306A7" w:rsidRPr="000E3E1F">
        <w:rPr>
          <w:rFonts w:ascii="Browallia New" w:hAnsi="Browallia New" w:cs="Browallia New"/>
          <w:spacing w:val="-2"/>
          <w:cs/>
        </w:rPr>
        <w:t>บริษัทมีรายการบัญชีสินทรัพย์ หนี้สิน รายได้จากการขายสินค้า รายได้อ</w:t>
      </w:r>
      <w:r w:rsidR="00AE3DF8" w:rsidRPr="000E3E1F">
        <w:rPr>
          <w:rFonts w:ascii="Browallia New" w:hAnsi="Browallia New" w:cs="Browallia New"/>
          <w:spacing w:val="-2"/>
          <w:cs/>
        </w:rPr>
        <w:t>ื่</w:t>
      </w:r>
      <w:r w:rsidR="004306A7" w:rsidRPr="000E3E1F">
        <w:rPr>
          <w:rFonts w:ascii="Browallia New" w:hAnsi="Browallia New" w:cs="Browallia New"/>
          <w:spacing w:val="-2"/>
          <w:cs/>
        </w:rPr>
        <w:t>น ต้นทุนขายและค่าใช้จ่ายในการขายและบริหาร ส่วนหน</w:t>
      </w:r>
      <w:r w:rsidR="00AE3DF8" w:rsidRPr="000E3E1F">
        <w:rPr>
          <w:rFonts w:ascii="Browallia New" w:hAnsi="Browallia New" w:cs="Browallia New"/>
          <w:spacing w:val="-2"/>
          <w:cs/>
        </w:rPr>
        <w:t>ึ่</w:t>
      </w:r>
      <w:r w:rsidR="004306A7" w:rsidRPr="000E3E1F">
        <w:rPr>
          <w:rFonts w:ascii="Browallia New" w:hAnsi="Browallia New" w:cs="Browallia New"/>
          <w:spacing w:val="-2"/>
          <w:cs/>
        </w:rPr>
        <w:t>งเป็นรายการท</w:t>
      </w:r>
      <w:r w:rsidR="00AE3DF8" w:rsidRPr="000E3E1F">
        <w:rPr>
          <w:rFonts w:ascii="Browallia New" w:hAnsi="Browallia New" w:cs="Browallia New"/>
          <w:spacing w:val="-2"/>
          <w:cs/>
        </w:rPr>
        <w:t>ี่</w:t>
      </w:r>
      <w:r w:rsidR="004306A7" w:rsidRPr="000E3E1F">
        <w:rPr>
          <w:rFonts w:ascii="Browallia New" w:hAnsi="Browallia New" w:cs="Browallia New"/>
          <w:spacing w:val="-2"/>
          <w:cs/>
        </w:rPr>
        <w:t>เกิดขึ้นกับบริษัทท</w:t>
      </w:r>
      <w:r w:rsidR="00AE3DF8" w:rsidRPr="000E3E1F">
        <w:rPr>
          <w:rFonts w:ascii="Browallia New" w:hAnsi="Browallia New" w:cs="Browallia New"/>
          <w:spacing w:val="-2"/>
          <w:cs/>
        </w:rPr>
        <w:t>ี่</w:t>
      </w:r>
      <w:r w:rsidR="00134B0D" w:rsidRPr="000E3E1F">
        <w:rPr>
          <w:rFonts w:ascii="Browallia New" w:hAnsi="Browallia New" w:cs="Browallia New"/>
          <w:spacing w:val="-2"/>
          <w:cs/>
        </w:rPr>
        <w:t>เก</w:t>
      </w:r>
      <w:r w:rsidR="00AE3DF8" w:rsidRPr="000E3E1F">
        <w:rPr>
          <w:rFonts w:ascii="Browallia New" w:hAnsi="Browallia New" w:cs="Browallia New"/>
          <w:spacing w:val="-2"/>
          <w:cs/>
        </w:rPr>
        <w:t>ี่</w:t>
      </w:r>
      <w:r w:rsidR="004306A7" w:rsidRPr="000E3E1F">
        <w:rPr>
          <w:rFonts w:ascii="Browallia New" w:hAnsi="Browallia New" w:cs="Browallia New"/>
          <w:spacing w:val="-2"/>
          <w:cs/>
        </w:rPr>
        <w:t>ยวข้องกัน รายการระหว่างกันกับบริษัท</w:t>
      </w:r>
      <w:r w:rsidR="00BD7D6C" w:rsidRPr="000E3E1F">
        <w:rPr>
          <w:rFonts w:ascii="Browallia New" w:hAnsi="Browallia New" w:cs="Browallia New"/>
          <w:spacing w:val="-2"/>
          <w:cs/>
        </w:rPr>
        <w:t>ที่เกี่</w:t>
      </w:r>
      <w:r w:rsidR="004306A7" w:rsidRPr="000E3E1F">
        <w:rPr>
          <w:rFonts w:ascii="Browallia New" w:hAnsi="Browallia New" w:cs="Browallia New"/>
          <w:spacing w:val="-2"/>
          <w:cs/>
        </w:rPr>
        <w:t>ยวข้องกันท</w:t>
      </w:r>
      <w:r w:rsidR="00BD7D6C" w:rsidRPr="000E3E1F">
        <w:rPr>
          <w:rFonts w:ascii="Browallia New" w:hAnsi="Browallia New" w:cs="Browallia New"/>
          <w:spacing w:val="-2"/>
          <w:cs/>
        </w:rPr>
        <w:t>ี่</w:t>
      </w:r>
      <w:r w:rsidR="004306A7" w:rsidRPr="000E3E1F">
        <w:rPr>
          <w:rFonts w:ascii="Browallia New" w:hAnsi="Browallia New" w:cs="Browallia New"/>
          <w:spacing w:val="-2"/>
          <w:cs/>
        </w:rPr>
        <w:t>มีสาระสำคัญท</w:t>
      </w:r>
      <w:r w:rsidR="00BD7D6C" w:rsidRPr="000E3E1F">
        <w:rPr>
          <w:rFonts w:ascii="Browallia New" w:hAnsi="Browallia New" w:cs="Browallia New"/>
          <w:spacing w:val="-2"/>
          <w:cs/>
        </w:rPr>
        <w:t>ี่</w:t>
      </w:r>
      <w:r w:rsidR="004306A7" w:rsidRPr="000E3E1F">
        <w:rPr>
          <w:rFonts w:ascii="Browallia New" w:hAnsi="Browallia New" w:cs="Browallia New"/>
          <w:spacing w:val="-2"/>
          <w:cs/>
        </w:rPr>
        <w:t>รวมไว้ในงบการเงินใช้ราคาตามปกติธุรกิจโดยถือตามราคาตลาดทั่วไป หรือเป็นไปตามสัญญาท</w:t>
      </w:r>
      <w:r w:rsidR="00BD7D6C" w:rsidRPr="000E3E1F">
        <w:rPr>
          <w:rFonts w:ascii="Browallia New" w:hAnsi="Browallia New" w:cs="Browallia New"/>
          <w:spacing w:val="-2"/>
          <w:cs/>
        </w:rPr>
        <w:t>ี่</w:t>
      </w:r>
      <w:r w:rsidR="004306A7" w:rsidRPr="000E3E1F">
        <w:rPr>
          <w:rFonts w:ascii="Browallia New" w:hAnsi="Browallia New" w:cs="Browallia New"/>
          <w:spacing w:val="-2"/>
          <w:cs/>
        </w:rPr>
        <w:t>ตกลงกันไว้</w:t>
      </w:r>
      <w:r w:rsidRPr="000E3E1F">
        <w:rPr>
          <w:rFonts w:ascii="Browallia New" w:hAnsi="Browallia New" w:cs="Browallia New"/>
          <w:spacing w:val="-2"/>
          <w:cs/>
        </w:rPr>
        <w:t xml:space="preserve"> </w:t>
      </w:r>
      <w:r w:rsidR="004306A7" w:rsidRPr="000E3E1F">
        <w:rPr>
          <w:rFonts w:ascii="Browallia New" w:hAnsi="Browallia New" w:cs="Browallia New"/>
          <w:spacing w:val="-2"/>
          <w:cs/>
        </w:rPr>
        <w:t>สำหรับรายการท</w:t>
      </w:r>
      <w:r w:rsidR="00BD7D6C" w:rsidRPr="000E3E1F">
        <w:rPr>
          <w:rFonts w:ascii="Browallia New" w:hAnsi="Browallia New" w:cs="Browallia New"/>
          <w:spacing w:val="-2"/>
          <w:cs/>
        </w:rPr>
        <w:t>ี่</w:t>
      </w:r>
      <w:r w:rsidR="004306A7" w:rsidRPr="000E3E1F">
        <w:rPr>
          <w:rFonts w:ascii="Browallia New" w:hAnsi="Browallia New" w:cs="Browallia New"/>
          <w:spacing w:val="-2"/>
          <w:cs/>
        </w:rPr>
        <w:t>ไม</w:t>
      </w:r>
      <w:r w:rsidR="00BD7D6C" w:rsidRPr="000E3E1F">
        <w:rPr>
          <w:rFonts w:ascii="Browallia New" w:hAnsi="Browallia New" w:cs="Browallia New"/>
          <w:spacing w:val="-2"/>
          <w:cs/>
        </w:rPr>
        <w:t>่</w:t>
      </w:r>
      <w:r w:rsidR="004306A7" w:rsidRPr="000E3E1F">
        <w:rPr>
          <w:rFonts w:ascii="Browallia New" w:hAnsi="Browallia New" w:cs="Browallia New"/>
          <w:spacing w:val="-2"/>
          <w:cs/>
        </w:rPr>
        <w:t>มีราคาตลาดสำหรับเปรียบเทียบ</w:t>
      </w:r>
    </w:p>
    <w:p w14:paraId="04CD5D09" w14:textId="77777777" w:rsidR="004A51B0" w:rsidRPr="000E3E1F" w:rsidRDefault="004A51B0" w:rsidP="00EA2ABA">
      <w:pPr>
        <w:ind w:left="374"/>
        <w:jc w:val="thaiDistribute"/>
        <w:rPr>
          <w:rFonts w:ascii="Browallia New" w:hAnsi="Browallia New" w:cs="Browallia New"/>
        </w:rPr>
      </w:pPr>
    </w:p>
    <w:p w14:paraId="2B9441B3" w14:textId="77777777" w:rsidR="001B6349" w:rsidRPr="000E3E1F" w:rsidRDefault="001B6349" w:rsidP="00EA2ABA">
      <w:pPr>
        <w:ind w:left="374"/>
        <w:jc w:val="thaiDistribute"/>
        <w:rPr>
          <w:rFonts w:ascii="Browallia New" w:hAnsi="Browallia New" w:cs="Browallia New"/>
        </w:rPr>
      </w:pPr>
    </w:p>
    <w:p w14:paraId="070AB53F" w14:textId="77777777" w:rsidR="001B6349" w:rsidRPr="000E3E1F" w:rsidRDefault="001B6349" w:rsidP="00EA2ABA">
      <w:pPr>
        <w:ind w:left="374"/>
        <w:jc w:val="thaiDistribute"/>
        <w:rPr>
          <w:rFonts w:ascii="Browallia New" w:hAnsi="Browallia New" w:cs="Browallia New"/>
        </w:rPr>
      </w:pPr>
    </w:p>
    <w:p w14:paraId="3530B656" w14:textId="77777777" w:rsidR="001B6349" w:rsidRPr="000E3E1F" w:rsidRDefault="001B6349" w:rsidP="00EA2ABA">
      <w:pPr>
        <w:ind w:left="374"/>
        <w:jc w:val="thaiDistribute"/>
        <w:rPr>
          <w:rFonts w:ascii="Browallia New" w:hAnsi="Browallia New" w:cs="Browallia New"/>
        </w:rPr>
      </w:pPr>
    </w:p>
    <w:p w14:paraId="4A4AF855" w14:textId="77777777" w:rsidR="001B6349" w:rsidRPr="000E3E1F" w:rsidRDefault="001B6349" w:rsidP="00EA2ABA">
      <w:pPr>
        <w:ind w:left="374"/>
        <w:jc w:val="thaiDistribute"/>
        <w:rPr>
          <w:rFonts w:ascii="Browallia New" w:hAnsi="Browallia New" w:cs="Browallia New"/>
        </w:rPr>
      </w:pPr>
    </w:p>
    <w:p w14:paraId="48562677" w14:textId="2C641957" w:rsidR="00F3038F" w:rsidRPr="000E3E1F" w:rsidRDefault="002763D2" w:rsidP="00EA2ABA">
      <w:pPr>
        <w:ind w:left="374"/>
        <w:jc w:val="thaiDistribute"/>
        <w:rPr>
          <w:rFonts w:ascii="Browallia New" w:hAnsi="Browallia New" w:cs="Browallia New"/>
        </w:rPr>
      </w:pPr>
      <w:r w:rsidRPr="000E3E1F">
        <w:rPr>
          <w:rFonts w:ascii="Browallia New" w:hAnsi="Browallia New" w:cs="Browallia New"/>
          <w:cs/>
        </w:rPr>
        <w:lastRenderedPageBreak/>
        <w:t>ร</w:t>
      </w:r>
      <w:r w:rsidR="003E4706" w:rsidRPr="000E3E1F">
        <w:rPr>
          <w:rFonts w:ascii="Browallia New" w:hAnsi="Browallia New" w:cs="Browallia New"/>
          <w:cs/>
        </w:rPr>
        <w:t>ายการ</w:t>
      </w:r>
      <w:r w:rsidR="0083290B" w:rsidRPr="000E3E1F">
        <w:rPr>
          <w:rFonts w:ascii="Browallia New" w:hAnsi="Browallia New" w:cs="Browallia New"/>
          <w:cs/>
        </w:rPr>
        <w:t>ท</w:t>
      </w:r>
      <w:r w:rsidR="0000422F" w:rsidRPr="000E3E1F">
        <w:rPr>
          <w:rFonts w:ascii="Browallia New" w:hAnsi="Browallia New" w:cs="Browallia New"/>
          <w:cs/>
        </w:rPr>
        <w:t>ี่</w:t>
      </w:r>
      <w:r w:rsidR="0083290B" w:rsidRPr="000E3E1F">
        <w:rPr>
          <w:rFonts w:ascii="Browallia New" w:hAnsi="Browallia New" w:cs="Browallia New"/>
          <w:cs/>
        </w:rPr>
        <w:t>เกิดกับ</w:t>
      </w:r>
      <w:r w:rsidR="003E4706" w:rsidRPr="000E3E1F">
        <w:rPr>
          <w:rFonts w:ascii="Browallia New" w:hAnsi="Browallia New" w:cs="Browallia New"/>
          <w:cs/>
        </w:rPr>
        <w:t>บุคคลและบริษัทท</w:t>
      </w:r>
      <w:r w:rsidR="0000422F" w:rsidRPr="000E3E1F">
        <w:rPr>
          <w:rFonts w:ascii="Browallia New" w:hAnsi="Browallia New" w:cs="Browallia New"/>
          <w:cs/>
        </w:rPr>
        <w:t>ี่</w:t>
      </w:r>
      <w:r w:rsidR="003E4706" w:rsidRPr="000E3E1F">
        <w:rPr>
          <w:rFonts w:ascii="Browallia New" w:hAnsi="Browallia New" w:cs="Browallia New"/>
          <w:cs/>
        </w:rPr>
        <w:t>เก</w:t>
      </w:r>
      <w:r w:rsidR="0000422F" w:rsidRPr="000E3E1F">
        <w:rPr>
          <w:rFonts w:ascii="Browallia New" w:hAnsi="Browallia New" w:cs="Browallia New"/>
          <w:cs/>
        </w:rPr>
        <w:t>ี่</w:t>
      </w:r>
      <w:r w:rsidR="003E4706" w:rsidRPr="000E3E1F">
        <w:rPr>
          <w:rFonts w:ascii="Browallia New" w:hAnsi="Browallia New" w:cs="Browallia New"/>
          <w:cs/>
        </w:rPr>
        <w:t>ยวข้องท</w:t>
      </w:r>
      <w:r w:rsidR="0000422F" w:rsidRPr="000E3E1F">
        <w:rPr>
          <w:rFonts w:ascii="Browallia New" w:hAnsi="Browallia New" w:cs="Browallia New"/>
          <w:cs/>
        </w:rPr>
        <w:t>ี่</w:t>
      </w:r>
      <w:r w:rsidR="003E4706" w:rsidRPr="000E3E1F">
        <w:rPr>
          <w:rFonts w:ascii="Browallia New" w:hAnsi="Browallia New" w:cs="Browallia New"/>
          <w:cs/>
        </w:rPr>
        <w:t>สำคัญ</w:t>
      </w:r>
      <w:r w:rsidR="00587BA9" w:rsidRPr="000E3E1F">
        <w:rPr>
          <w:rFonts w:ascii="Browallia New" w:hAnsi="Browallia New" w:cs="Browallia New"/>
          <w:cs/>
        </w:rPr>
        <w:t>สำหรับงวดสามเดือนและเก้าเดือนสิ้นสุดวันที่</w:t>
      </w:r>
      <w:r w:rsidR="00587BA9" w:rsidRPr="000E3E1F">
        <w:rPr>
          <w:rFonts w:ascii="Browallia New" w:hAnsi="Browallia New" w:cs="Browallia New"/>
        </w:rPr>
        <w:t xml:space="preserve"> 30</w:t>
      </w:r>
      <w:r w:rsidR="00587BA9" w:rsidRPr="000E3E1F">
        <w:rPr>
          <w:rFonts w:ascii="Browallia New" w:hAnsi="Browallia New" w:cs="Browallia New"/>
          <w:cs/>
        </w:rPr>
        <w:t xml:space="preserve"> กันยายน </w:t>
      </w:r>
      <w:r w:rsidR="00905476" w:rsidRPr="000E3E1F">
        <w:rPr>
          <w:rFonts w:ascii="Browallia New" w:hAnsi="Browallia New" w:cs="Browallia New"/>
          <w:spacing w:val="-4"/>
        </w:rPr>
        <w:t>256</w:t>
      </w:r>
      <w:r w:rsidR="004826A8" w:rsidRPr="000E3E1F">
        <w:rPr>
          <w:rFonts w:ascii="Browallia New" w:hAnsi="Browallia New" w:cs="Browallia New"/>
          <w:spacing w:val="-4"/>
        </w:rPr>
        <w:t>7</w:t>
      </w:r>
      <w:r w:rsidR="00F60E66" w:rsidRPr="000E3E1F">
        <w:rPr>
          <w:rFonts w:ascii="Browallia New" w:hAnsi="Browallia New" w:cs="Browallia New"/>
        </w:rPr>
        <w:t xml:space="preserve"> </w:t>
      </w:r>
      <w:r w:rsidR="00615E4B" w:rsidRPr="000E3E1F">
        <w:rPr>
          <w:rFonts w:ascii="Browallia New" w:hAnsi="Browallia New" w:cs="Browallia New"/>
          <w:cs/>
        </w:rPr>
        <w:t>และ</w:t>
      </w:r>
      <w:r w:rsidR="00CE4EF8" w:rsidRPr="000E3E1F">
        <w:rPr>
          <w:rFonts w:ascii="Browallia New" w:hAnsi="Browallia New" w:cs="Browallia New"/>
        </w:rPr>
        <w:t xml:space="preserve"> 256</w:t>
      </w:r>
      <w:r w:rsidR="004826A8" w:rsidRPr="000E3E1F">
        <w:rPr>
          <w:rFonts w:ascii="Browallia New" w:hAnsi="Browallia New" w:cs="Browallia New"/>
        </w:rPr>
        <w:t>6</w:t>
      </w:r>
      <w:r w:rsidR="00F60E66" w:rsidRPr="000E3E1F">
        <w:rPr>
          <w:rFonts w:ascii="Browallia New" w:hAnsi="Browallia New" w:cs="Browallia New"/>
        </w:rPr>
        <w:t xml:space="preserve"> </w:t>
      </w:r>
      <w:r w:rsidR="00C94B5C" w:rsidRPr="000E3E1F">
        <w:rPr>
          <w:rFonts w:ascii="Browallia New" w:hAnsi="Browallia New" w:cs="Browallia New"/>
          <w:cs/>
        </w:rPr>
        <w:t>ประกอบด้วย</w:t>
      </w:r>
    </w:p>
    <w:p w14:paraId="5FA7344A" w14:textId="04CD6DDA" w:rsidR="00AD6FDB" w:rsidRPr="000E3E1F" w:rsidRDefault="00AD6FDB">
      <w:pPr>
        <w:rPr>
          <w:rFonts w:ascii="Browallia New" w:hAnsi="Browallia New" w:cs="Browallia New"/>
        </w:rPr>
      </w:pPr>
    </w:p>
    <w:tbl>
      <w:tblPr>
        <w:tblW w:w="9126"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24"/>
        <w:gridCol w:w="14"/>
      </w:tblGrid>
      <w:tr w:rsidR="00AD6FDB" w:rsidRPr="000E3E1F" w14:paraId="5B632A38" w14:textId="77777777" w:rsidTr="006B725D">
        <w:trPr>
          <w:gridAfter w:val="1"/>
          <w:wAfter w:w="14" w:type="dxa"/>
          <w:cantSplit/>
        </w:trPr>
        <w:tc>
          <w:tcPr>
            <w:tcW w:w="2695" w:type="dxa"/>
          </w:tcPr>
          <w:p w14:paraId="3C56F9C5" w14:textId="77777777" w:rsidR="00AD6FDB" w:rsidRPr="000E3E1F"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0E3E1F"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0E3E1F" w:rsidRDefault="00AD6FDB" w:rsidP="00A000AD">
            <w:pPr>
              <w:rPr>
                <w:rFonts w:ascii="Browallia New" w:hAnsi="Browallia New" w:cs="Browallia New"/>
                <w:sz w:val="24"/>
                <w:szCs w:val="24"/>
                <w:lang w:val="th-TH"/>
              </w:rPr>
            </w:pPr>
          </w:p>
        </w:tc>
        <w:tc>
          <w:tcPr>
            <w:tcW w:w="4393" w:type="dxa"/>
            <w:gridSpan w:val="8"/>
          </w:tcPr>
          <w:p w14:paraId="598B986B" w14:textId="77777777" w:rsidR="00AD6FDB" w:rsidRPr="000E3E1F" w:rsidRDefault="00AD6FDB" w:rsidP="00A000AD">
            <w:pPr>
              <w:ind w:right="20"/>
              <w:jc w:val="right"/>
              <w:rPr>
                <w:rFonts w:ascii="Browallia New" w:hAnsi="Browallia New" w:cs="Browallia New"/>
                <w:sz w:val="24"/>
                <w:szCs w:val="24"/>
                <w:lang w:val="th-TH"/>
              </w:rPr>
            </w:pPr>
            <w:r w:rsidRPr="000E3E1F">
              <w:rPr>
                <w:rFonts w:ascii="Browallia New" w:hAnsi="Browallia New" w:cs="Browallia New"/>
                <w:sz w:val="24"/>
                <w:szCs w:val="24"/>
                <w:lang w:val="th-TH"/>
              </w:rPr>
              <w:t xml:space="preserve">                                              </w:t>
            </w:r>
            <w:r w:rsidRPr="000E3E1F">
              <w:rPr>
                <w:rFonts w:ascii="Browallia New" w:hAnsi="Browallia New" w:cs="Browallia New"/>
                <w:sz w:val="24"/>
                <w:szCs w:val="24"/>
                <w:cs/>
                <w:lang w:val="th-TH"/>
              </w:rPr>
              <w:t>(หน่วย</w:t>
            </w:r>
            <w:r w:rsidRPr="000E3E1F">
              <w:rPr>
                <w:rFonts w:ascii="Browallia New" w:hAnsi="Browallia New" w:cs="Browallia New"/>
                <w:sz w:val="24"/>
                <w:szCs w:val="24"/>
                <w:lang w:val="th-TH"/>
              </w:rPr>
              <w:t xml:space="preserve"> : </w:t>
            </w:r>
            <w:r w:rsidRPr="000E3E1F">
              <w:rPr>
                <w:rFonts w:ascii="Browallia New" w:hAnsi="Browallia New" w:cs="Browallia New"/>
                <w:sz w:val="24"/>
                <w:szCs w:val="24"/>
                <w:cs/>
                <w:lang w:val="th-TH"/>
              </w:rPr>
              <w:t>พันบาท)</w:t>
            </w:r>
          </w:p>
        </w:tc>
      </w:tr>
      <w:tr w:rsidR="00AD6FDB" w:rsidRPr="000E3E1F" w14:paraId="20FC5B6C" w14:textId="77777777" w:rsidTr="006B725D">
        <w:trPr>
          <w:gridAfter w:val="1"/>
          <w:wAfter w:w="14" w:type="dxa"/>
          <w:cantSplit/>
        </w:trPr>
        <w:tc>
          <w:tcPr>
            <w:tcW w:w="2695" w:type="dxa"/>
          </w:tcPr>
          <w:p w14:paraId="06578F06" w14:textId="77777777" w:rsidR="00AD6FDB" w:rsidRPr="000E3E1F"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0E3E1F"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0E3E1F" w:rsidRDefault="00AD6FDB" w:rsidP="00A000AD">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47D960A9" w:rsidR="00AD6FDB" w:rsidRPr="000E3E1F" w:rsidRDefault="00575A33" w:rsidP="00A000AD">
            <w:pPr>
              <w:ind w:right="20"/>
              <w:jc w:val="center"/>
              <w:rPr>
                <w:rFonts w:ascii="Browallia New" w:hAnsi="Browallia New" w:cs="Browallia New"/>
                <w:sz w:val="24"/>
                <w:szCs w:val="24"/>
                <w:lang w:val="th-TH"/>
              </w:rPr>
            </w:pPr>
            <w:r w:rsidRPr="000E3E1F">
              <w:rPr>
                <w:rFonts w:ascii="Browallia New" w:hAnsi="Browallia New" w:cs="Browallia New"/>
                <w:sz w:val="24"/>
                <w:szCs w:val="24"/>
                <w:cs/>
                <w:lang w:val="th-TH"/>
              </w:rPr>
              <w:t>ข้อมูลทางการ</w:t>
            </w:r>
            <w:r w:rsidR="00AD6FDB" w:rsidRPr="000E3E1F">
              <w:rPr>
                <w:rFonts w:ascii="Browallia New" w:hAnsi="Browallia New" w:cs="Browallia New"/>
                <w:sz w:val="24"/>
                <w:szCs w:val="24"/>
                <w:cs/>
                <w:lang w:val="th-TH"/>
              </w:rPr>
              <w:t>เงินรวม</w:t>
            </w:r>
          </w:p>
        </w:tc>
        <w:tc>
          <w:tcPr>
            <w:tcW w:w="180" w:type="dxa"/>
          </w:tcPr>
          <w:p w14:paraId="281D7122" w14:textId="77777777" w:rsidR="00AD6FDB" w:rsidRPr="000E3E1F" w:rsidRDefault="00AD6FDB" w:rsidP="00A000AD">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52E46A5C" w:rsidR="00AD6FDB" w:rsidRPr="000E3E1F" w:rsidRDefault="00575A33" w:rsidP="00A000AD">
            <w:pPr>
              <w:ind w:right="20"/>
              <w:jc w:val="center"/>
              <w:rPr>
                <w:rFonts w:ascii="Browallia New" w:hAnsi="Browallia New" w:cs="Browallia New"/>
                <w:sz w:val="24"/>
                <w:szCs w:val="24"/>
                <w:lang w:val="th-TH"/>
              </w:rPr>
            </w:pPr>
            <w:r w:rsidRPr="000E3E1F">
              <w:rPr>
                <w:rFonts w:ascii="Browallia New" w:hAnsi="Browallia New" w:cs="Browallia New"/>
                <w:sz w:val="24"/>
                <w:szCs w:val="24"/>
                <w:cs/>
                <w:lang w:val="th-TH"/>
              </w:rPr>
              <w:t>ข้อมูลทางการ</w:t>
            </w:r>
            <w:r w:rsidR="00AD6FDB" w:rsidRPr="000E3E1F">
              <w:rPr>
                <w:rFonts w:ascii="Browallia New" w:hAnsi="Browallia New" w:cs="Browallia New"/>
                <w:sz w:val="24"/>
                <w:szCs w:val="24"/>
                <w:cs/>
                <w:lang w:val="th-TH"/>
              </w:rPr>
              <w:t>เงินเฉพาะบริษัท</w:t>
            </w:r>
          </w:p>
        </w:tc>
      </w:tr>
      <w:tr w:rsidR="00AD6FDB" w:rsidRPr="000E3E1F" w14:paraId="1EAD4BF7" w14:textId="77777777" w:rsidTr="006B725D">
        <w:trPr>
          <w:gridAfter w:val="1"/>
          <w:wAfter w:w="14" w:type="dxa"/>
          <w:cantSplit/>
        </w:trPr>
        <w:tc>
          <w:tcPr>
            <w:tcW w:w="2695" w:type="dxa"/>
          </w:tcPr>
          <w:p w14:paraId="0C4BF10A" w14:textId="77777777" w:rsidR="00AD6FDB" w:rsidRPr="000E3E1F"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0E3E1F"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0E3E1F" w:rsidRDefault="00AD6FDB" w:rsidP="00A000AD">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1C17ACE3" w:rsidR="00AD6FDB" w:rsidRPr="000E3E1F" w:rsidRDefault="005B5C51" w:rsidP="00AD6FDB">
            <w:pPr>
              <w:ind w:right="2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สำหรับงวดสามเดือนสิ้นสุดวันที่</w:t>
            </w:r>
            <w:r w:rsidRPr="000E3E1F">
              <w:rPr>
                <w:rFonts w:ascii="Browallia New" w:hAnsi="Browallia New" w:cs="Browallia New"/>
                <w:sz w:val="24"/>
                <w:szCs w:val="24"/>
                <w:lang w:val="th-TH"/>
              </w:rPr>
              <w:t xml:space="preserve"> </w:t>
            </w:r>
            <w:r w:rsidRPr="000E3E1F">
              <w:rPr>
                <w:rFonts w:ascii="Browallia New" w:hAnsi="Browallia New" w:cs="Browallia New"/>
                <w:sz w:val="24"/>
                <w:szCs w:val="24"/>
              </w:rPr>
              <w:t>30</w:t>
            </w:r>
            <w:r w:rsidRPr="000E3E1F">
              <w:rPr>
                <w:rFonts w:ascii="Browallia New" w:hAnsi="Browallia New" w:cs="Browallia New"/>
                <w:sz w:val="24"/>
                <w:szCs w:val="24"/>
                <w:cs/>
                <w:lang w:val="th-TH"/>
              </w:rPr>
              <w:t xml:space="preserve"> กันยายน</w:t>
            </w:r>
          </w:p>
        </w:tc>
      </w:tr>
      <w:tr w:rsidR="00AD6FDB" w:rsidRPr="000E3E1F" w14:paraId="418D45CE" w14:textId="77777777" w:rsidTr="006B725D">
        <w:trPr>
          <w:gridAfter w:val="1"/>
          <w:wAfter w:w="14" w:type="dxa"/>
          <w:cantSplit/>
        </w:trPr>
        <w:tc>
          <w:tcPr>
            <w:tcW w:w="2695" w:type="dxa"/>
          </w:tcPr>
          <w:p w14:paraId="79480856" w14:textId="77777777" w:rsidR="00AD6FDB" w:rsidRPr="000E3E1F" w:rsidRDefault="00AD6FDB" w:rsidP="00A000AD">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0E3E1F"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r w:rsidRPr="000E3E1F">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0E3E1F" w:rsidRDefault="00AD6FDB" w:rsidP="00A000AD">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647193A4" w:rsidR="00AD6FDB" w:rsidRPr="000E3E1F" w:rsidRDefault="00AD6FDB" w:rsidP="00A000AD">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00C61AFB" w:rsidRPr="000E3E1F">
              <w:rPr>
                <w:rFonts w:ascii="Browallia New" w:hAnsi="Browallia New" w:cs="Browallia New"/>
                <w:sz w:val="24"/>
                <w:szCs w:val="24"/>
              </w:rPr>
              <w:t>7</w:t>
            </w:r>
          </w:p>
        </w:tc>
        <w:tc>
          <w:tcPr>
            <w:tcW w:w="189" w:type="dxa"/>
            <w:tcBorders>
              <w:top w:val="single" w:sz="4" w:space="0" w:color="auto"/>
            </w:tcBorders>
          </w:tcPr>
          <w:p w14:paraId="354F3A44" w14:textId="77777777" w:rsidR="00AD6FDB" w:rsidRPr="000E3E1F" w:rsidRDefault="00AD6FDB" w:rsidP="00A000AD">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B7B0F81" w14:textId="6AFB4E81" w:rsidR="00AD6FDB" w:rsidRPr="000E3E1F" w:rsidRDefault="00AD6FDB" w:rsidP="00A000AD">
            <w:pPr>
              <w:ind w:right="20"/>
              <w:jc w:val="center"/>
              <w:rPr>
                <w:rFonts w:ascii="Browallia New" w:hAnsi="Browallia New" w:cs="Browallia New"/>
                <w:sz w:val="24"/>
                <w:szCs w:val="24"/>
                <w:cs/>
                <w:lang w:val="th-TH"/>
              </w:rPr>
            </w:pPr>
            <w:r w:rsidRPr="000E3E1F">
              <w:rPr>
                <w:rFonts w:ascii="Browallia New" w:hAnsi="Browallia New" w:cs="Browallia New"/>
                <w:sz w:val="24"/>
                <w:szCs w:val="24"/>
                <w:lang w:val="th-TH"/>
              </w:rPr>
              <w:t>256</w:t>
            </w:r>
            <w:r w:rsidR="00C61AFB" w:rsidRPr="000E3E1F">
              <w:rPr>
                <w:rFonts w:ascii="Browallia New" w:hAnsi="Browallia New" w:cs="Browallia New"/>
                <w:sz w:val="24"/>
                <w:szCs w:val="24"/>
              </w:rPr>
              <w:t>6</w:t>
            </w:r>
          </w:p>
        </w:tc>
        <w:tc>
          <w:tcPr>
            <w:tcW w:w="180" w:type="dxa"/>
            <w:tcBorders>
              <w:top w:val="single" w:sz="4" w:space="0" w:color="auto"/>
            </w:tcBorders>
          </w:tcPr>
          <w:p w14:paraId="7B0EA8AB" w14:textId="77777777" w:rsidR="00AD6FDB" w:rsidRPr="000E3E1F" w:rsidRDefault="00AD6FDB" w:rsidP="00A000AD">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7A6F92A5" w:rsidR="00AD6FDB" w:rsidRPr="000E3E1F" w:rsidRDefault="00AD6FDB" w:rsidP="00A000AD">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00C61AFB" w:rsidRPr="000E3E1F">
              <w:rPr>
                <w:rFonts w:ascii="Browallia New" w:hAnsi="Browallia New" w:cs="Browallia New"/>
                <w:sz w:val="24"/>
                <w:szCs w:val="24"/>
              </w:rPr>
              <w:t>7</w:t>
            </w:r>
          </w:p>
        </w:tc>
        <w:tc>
          <w:tcPr>
            <w:tcW w:w="180" w:type="dxa"/>
            <w:tcBorders>
              <w:top w:val="single" w:sz="4" w:space="0" w:color="auto"/>
            </w:tcBorders>
          </w:tcPr>
          <w:p w14:paraId="7A93DF1B" w14:textId="77777777" w:rsidR="00AD6FDB" w:rsidRPr="000E3E1F" w:rsidRDefault="00AD6FDB" w:rsidP="00A000AD">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0105A2E9" w:rsidR="00AD6FDB" w:rsidRPr="000E3E1F" w:rsidRDefault="00AD6FDB" w:rsidP="00A000AD">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00C61AFB" w:rsidRPr="000E3E1F">
              <w:rPr>
                <w:rFonts w:ascii="Browallia New" w:hAnsi="Browallia New" w:cs="Browallia New"/>
                <w:sz w:val="24"/>
                <w:szCs w:val="24"/>
              </w:rPr>
              <w:t>6</w:t>
            </w:r>
          </w:p>
        </w:tc>
      </w:tr>
      <w:tr w:rsidR="00AD6FDB" w:rsidRPr="000E3E1F" w14:paraId="04588C14" w14:textId="77777777" w:rsidTr="00716E47">
        <w:trPr>
          <w:gridAfter w:val="1"/>
          <w:wAfter w:w="14" w:type="dxa"/>
          <w:cantSplit/>
          <w:trHeight w:val="279"/>
        </w:trPr>
        <w:tc>
          <w:tcPr>
            <w:tcW w:w="2695" w:type="dxa"/>
          </w:tcPr>
          <w:p w14:paraId="63BBC0E8" w14:textId="77777777" w:rsidR="00AD6FDB" w:rsidRPr="000E3E1F" w:rsidRDefault="00AD6FDB" w:rsidP="00A000AD">
            <w:pPr>
              <w:ind w:left="180" w:right="72" w:hanging="180"/>
              <w:rPr>
                <w:rFonts w:ascii="Browallia New" w:hAnsi="Browallia New" w:cs="Browallia New"/>
                <w:sz w:val="18"/>
                <w:szCs w:val="18"/>
                <w:lang w:val="th-TH"/>
              </w:rPr>
            </w:pPr>
          </w:p>
        </w:tc>
        <w:tc>
          <w:tcPr>
            <w:tcW w:w="1844" w:type="dxa"/>
          </w:tcPr>
          <w:p w14:paraId="34E472A7" w14:textId="77777777" w:rsidR="00AD6FDB" w:rsidRPr="000E3E1F" w:rsidRDefault="00AD6FDB" w:rsidP="00A000AD">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3B0F3980" w14:textId="77777777" w:rsidR="00AD6FDB" w:rsidRPr="000E3E1F" w:rsidRDefault="00AD6FDB" w:rsidP="00A000AD">
            <w:pPr>
              <w:ind w:hanging="180"/>
              <w:jc w:val="center"/>
              <w:rPr>
                <w:rFonts w:ascii="Browallia New" w:hAnsi="Browallia New" w:cs="Browallia New"/>
                <w:sz w:val="18"/>
                <w:szCs w:val="18"/>
                <w:lang w:val="th-TH"/>
              </w:rPr>
            </w:pPr>
          </w:p>
        </w:tc>
        <w:tc>
          <w:tcPr>
            <w:tcW w:w="935" w:type="dxa"/>
          </w:tcPr>
          <w:p w14:paraId="521DAC41" w14:textId="77777777" w:rsidR="00AD6FDB" w:rsidRPr="000E3E1F" w:rsidRDefault="00AD6FDB" w:rsidP="00A000AD">
            <w:pPr>
              <w:ind w:right="81" w:hanging="180"/>
              <w:jc w:val="right"/>
              <w:rPr>
                <w:rFonts w:ascii="Browallia New" w:hAnsi="Browallia New" w:cs="Browallia New"/>
                <w:sz w:val="18"/>
                <w:szCs w:val="18"/>
                <w:lang w:val="th-TH"/>
              </w:rPr>
            </w:pPr>
          </w:p>
        </w:tc>
        <w:tc>
          <w:tcPr>
            <w:tcW w:w="189" w:type="dxa"/>
          </w:tcPr>
          <w:p w14:paraId="576621C3" w14:textId="77777777" w:rsidR="00AD6FDB" w:rsidRPr="000E3E1F" w:rsidRDefault="00AD6FDB" w:rsidP="00A000AD">
            <w:pPr>
              <w:ind w:right="81" w:hanging="180"/>
              <w:jc w:val="right"/>
              <w:rPr>
                <w:rFonts w:ascii="Browallia New" w:hAnsi="Browallia New" w:cs="Browallia New"/>
                <w:sz w:val="18"/>
                <w:szCs w:val="18"/>
                <w:lang w:val="th-TH"/>
              </w:rPr>
            </w:pPr>
          </w:p>
        </w:tc>
        <w:tc>
          <w:tcPr>
            <w:tcW w:w="933" w:type="dxa"/>
            <w:tcBorders>
              <w:left w:val="nil"/>
            </w:tcBorders>
          </w:tcPr>
          <w:p w14:paraId="042A221D" w14:textId="77777777" w:rsidR="00AD6FDB" w:rsidRPr="000E3E1F" w:rsidRDefault="00AD6FDB" w:rsidP="00A000AD">
            <w:pPr>
              <w:ind w:right="81" w:hanging="180"/>
              <w:jc w:val="right"/>
              <w:rPr>
                <w:rFonts w:ascii="Browallia New" w:hAnsi="Browallia New" w:cs="Browallia New"/>
                <w:sz w:val="18"/>
                <w:szCs w:val="18"/>
                <w:lang w:val="th-TH"/>
              </w:rPr>
            </w:pPr>
          </w:p>
        </w:tc>
        <w:tc>
          <w:tcPr>
            <w:tcW w:w="180" w:type="dxa"/>
          </w:tcPr>
          <w:p w14:paraId="5F6B7811" w14:textId="77777777" w:rsidR="00AD6FDB" w:rsidRPr="000E3E1F" w:rsidRDefault="00AD6FDB" w:rsidP="00A000AD">
            <w:pPr>
              <w:ind w:right="72" w:hanging="180"/>
              <w:jc w:val="both"/>
              <w:rPr>
                <w:rFonts w:ascii="Browallia New" w:hAnsi="Browallia New" w:cs="Browallia New"/>
                <w:sz w:val="18"/>
                <w:szCs w:val="18"/>
                <w:lang w:val="th-TH"/>
              </w:rPr>
            </w:pPr>
          </w:p>
        </w:tc>
        <w:tc>
          <w:tcPr>
            <w:tcW w:w="942" w:type="dxa"/>
          </w:tcPr>
          <w:p w14:paraId="38EA1398" w14:textId="77777777" w:rsidR="00AD6FDB" w:rsidRPr="000E3E1F" w:rsidRDefault="00AD6FDB" w:rsidP="00A000AD">
            <w:pPr>
              <w:ind w:right="57" w:hanging="180"/>
              <w:jc w:val="right"/>
              <w:rPr>
                <w:rFonts w:ascii="Browallia New" w:hAnsi="Browallia New" w:cs="Browallia New"/>
                <w:sz w:val="18"/>
                <w:szCs w:val="18"/>
                <w:lang w:val="th-TH"/>
              </w:rPr>
            </w:pPr>
          </w:p>
        </w:tc>
        <w:tc>
          <w:tcPr>
            <w:tcW w:w="180" w:type="dxa"/>
          </w:tcPr>
          <w:p w14:paraId="06FE8BE2" w14:textId="77777777" w:rsidR="00AD6FDB" w:rsidRPr="000E3E1F" w:rsidRDefault="00AD6FDB" w:rsidP="00A000AD">
            <w:pPr>
              <w:ind w:right="72" w:hanging="180"/>
              <w:jc w:val="both"/>
              <w:rPr>
                <w:rFonts w:ascii="Browallia New" w:hAnsi="Browallia New" w:cs="Browallia New"/>
                <w:sz w:val="18"/>
                <w:szCs w:val="18"/>
                <w:lang w:val="th-TH"/>
              </w:rPr>
            </w:pPr>
          </w:p>
        </w:tc>
        <w:tc>
          <w:tcPr>
            <w:tcW w:w="1024" w:type="dxa"/>
          </w:tcPr>
          <w:p w14:paraId="6E491286" w14:textId="77777777" w:rsidR="00AD6FDB" w:rsidRPr="000E3E1F" w:rsidRDefault="00AD6FDB" w:rsidP="00A000AD">
            <w:pPr>
              <w:ind w:right="57" w:hanging="180"/>
              <w:jc w:val="right"/>
              <w:rPr>
                <w:rFonts w:ascii="Browallia New" w:hAnsi="Browallia New" w:cs="Browallia New"/>
                <w:sz w:val="18"/>
                <w:szCs w:val="18"/>
                <w:lang w:val="th-TH"/>
              </w:rPr>
            </w:pPr>
          </w:p>
        </w:tc>
      </w:tr>
      <w:tr w:rsidR="00FF11DD" w:rsidRPr="000E3E1F" w14:paraId="65F150CA" w14:textId="77777777" w:rsidTr="00716E47">
        <w:trPr>
          <w:gridAfter w:val="1"/>
          <w:wAfter w:w="14" w:type="dxa"/>
          <w:cantSplit/>
          <w:trHeight w:val="279"/>
        </w:trPr>
        <w:tc>
          <w:tcPr>
            <w:tcW w:w="2695" w:type="dxa"/>
          </w:tcPr>
          <w:p w14:paraId="763FCC40" w14:textId="58C5799D" w:rsidR="00FF11DD" w:rsidRPr="000E3E1F" w:rsidRDefault="009658CE" w:rsidP="00A000AD">
            <w:pPr>
              <w:ind w:left="180" w:right="72" w:hanging="180"/>
              <w:rPr>
                <w:rFonts w:ascii="Browallia New" w:hAnsi="Browallia New" w:cs="Browallia New"/>
                <w:sz w:val="18"/>
                <w:szCs w:val="18"/>
                <w:u w:val="single"/>
                <w:cs/>
              </w:rPr>
            </w:pPr>
            <w:r w:rsidRPr="000E3E1F">
              <w:rPr>
                <w:rFonts w:ascii="Browallia New" w:hAnsi="Browallia New" w:cs="Browallia New"/>
                <w:sz w:val="24"/>
                <w:szCs w:val="24"/>
                <w:u w:val="single"/>
                <w:cs/>
                <w:lang w:val="th-TH"/>
              </w:rPr>
              <w:t>บริษัทย่อย</w:t>
            </w:r>
          </w:p>
        </w:tc>
        <w:tc>
          <w:tcPr>
            <w:tcW w:w="1844" w:type="dxa"/>
          </w:tcPr>
          <w:p w14:paraId="088B981B" w14:textId="77777777" w:rsidR="00FF11DD" w:rsidRPr="000E3E1F" w:rsidRDefault="00FF11DD" w:rsidP="00A000AD">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6E570A2A" w14:textId="77777777" w:rsidR="00FF11DD" w:rsidRPr="000E3E1F" w:rsidRDefault="00FF11DD" w:rsidP="00A000AD">
            <w:pPr>
              <w:ind w:hanging="180"/>
              <w:jc w:val="center"/>
              <w:rPr>
                <w:rFonts w:ascii="Browallia New" w:hAnsi="Browallia New" w:cs="Browallia New"/>
                <w:sz w:val="18"/>
                <w:szCs w:val="18"/>
                <w:lang w:val="th-TH"/>
              </w:rPr>
            </w:pPr>
          </w:p>
        </w:tc>
        <w:tc>
          <w:tcPr>
            <w:tcW w:w="935" w:type="dxa"/>
          </w:tcPr>
          <w:p w14:paraId="1C2DDC9B" w14:textId="77777777" w:rsidR="00FF11DD" w:rsidRPr="000E3E1F" w:rsidRDefault="00FF11DD" w:rsidP="00A000AD">
            <w:pPr>
              <w:ind w:right="81" w:hanging="180"/>
              <w:jc w:val="right"/>
              <w:rPr>
                <w:rFonts w:ascii="Browallia New" w:hAnsi="Browallia New" w:cs="Browallia New"/>
                <w:sz w:val="18"/>
                <w:szCs w:val="18"/>
                <w:lang w:val="th-TH"/>
              </w:rPr>
            </w:pPr>
          </w:p>
        </w:tc>
        <w:tc>
          <w:tcPr>
            <w:tcW w:w="189" w:type="dxa"/>
          </w:tcPr>
          <w:p w14:paraId="2674D6CA" w14:textId="77777777" w:rsidR="00FF11DD" w:rsidRPr="000E3E1F" w:rsidRDefault="00FF11DD" w:rsidP="00A000AD">
            <w:pPr>
              <w:ind w:right="81" w:hanging="180"/>
              <w:jc w:val="right"/>
              <w:rPr>
                <w:rFonts w:ascii="Browallia New" w:hAnsi="Browallia New" w:cs="Browallia New"/>
                <w:sz w:val="18"/>
                <w:szCs w:val="18"/>
                <w:lang w:val="th-TH"/>
              </w:rPr>
            </w:pPr>
          </w:p>
        </w:tc>
        <w:tc>
          <w:tcPr>
            <w:tcW w:w="933" w:type="dxa"/>
            <w:tcBorders>
              <w:left w:val="nil"/>
            </w:tcBorders>
          </w:tcPr>
          <w:p w14:paraId="6B60CADD" w14:textId="77777777" w:rsidR="00FF11DD" w:rsidRPr="000E3E1F" w:rsidRDefault="00FF11DD" w:rsidP="00A000AD">
            <w:pPr>
              <w:ind w:right="81" w:hanging="180"/>
              <w:jc w:val="right"/>
              <w:rPr>
                <w:rFonts w:ascii="Browallia New" w:hAnsi="Browallia New" w:cs="Browallia New"/>
                <w:sz w:val="18"/>
                <w:szCs w:val="18"/>
                <w:lang w:val="th-TH"/>
              </w:rPr>
            </w:pPr>
          </w:p>
        </w:tc>
        <w:tc>
          <w:tcPr>
            <w:tcW w:w="180" w:type="dxa"/>
          </w:tcPr>
          <w:p w14:paraId="7B53650F" w14:textId="77777777" w:rsidR="00FF11DD" w:rsidRPr="000E3E1F" w:rsidRDefault="00FF11DD" w:rsidP="00A000AD">
            <w:pPr>
              <w:ind w:right="72" w:hanging="180"/>
              <w:jc w:val="both"/>
              <w:rPr>
                <w:rFonts w:ascii="Browallia New" w:hAnsi="Browallia New" w:cs="Browallia New"/>
                <w:sz w:val="18"/>
                <w:szCs w:val="18"/>
                <w:lang w:val="th-TH"/>
              </w:rPr>
            </w:pPr>
          </w:p>
        </w:tc>
        <w:tc>
          <w:tcPr>
            <w:tcW w:w="942" w:type="dxa"/>
          </w:tcPr>
          <w:p w14:paraId="4958FC7D" w14:textId="77777777" w:rsidR="00FF11DD" w:rsidRPr="000E3E1F" w:rsidRDefault="00FF11DD" w:rsidP="00A000AD">
            <w:pPr>
              <w:ind w:right="57" w:hanging="180"/>
              <w:jc w:val="right"/>
              <w:rPr>
                <w:rFonts w:ascii="Browallia New" w:hAnsi="Browallia New" w:cs="Browallia New"/>
                <w:sz w:val="18"/>
                <w:szCs w:val="18"/>
                <w:lang w:val="th-TH"/>
              </w:rPr>
            </w:pPr>
          </w:p>
        </w:tc>
        <w:tc>
          <w:tcPr>
            <w:tcW w:w="180" w:type="dxa"/>
          </w:tcPr>
          <w:p w14:paraId="75DB33FA" w14:textId="77777777" w:rsidR="00FF11DD" w:rsidRPr="000E3E1F" w:rsidRDefault="00FF11DD" w:rsidP="00A000AD">
            <w:pPr>
              <w:ind w:right="72" w:hanging="180"/>
              <w:jc w:val="both"/>
              <w:rPr>
                <w:rFonts w:ascii="Browallia New" w:hAnsi="Browallia New" w:cs="Browallia New"/>
                <w:sz w:val="18"/>
                <w:szCs w:val="18"/>
                <w:lang w:val="th-TH"/>
              </w:rPr>
            </w:pPr>
          </w:p>
        </w:tc>
        <w:tc>
          <w:tcPr>
            <w:tcW w:w="1024" w:type="dxa"/>
          </w:tcPr>
          <w:p w14:paraId="75660596" w14:textId="77777777" w:rsidR="00FF11DD" w:rsidRPr="000E3E1F" w:rsidRDefault="00FF11DD" w:rsidP="00A000AD">
            <w:pPr>
              <w:ind w:right="57" w:hanging="180"/>
              <w:jc w:val="right"/>
              <w:rPr>
                <w:rFonts w:ascii="Browallia New" w:hAnsi="Browallia New" w:cs="Browallia New"/>
                <w:sz w:val="18"/>
                <w:szCs w:val="18"/>
                <w:lang w:val="th-TH"/>
              </w:rPr>
            </w:pPr>
          </w:p>
        </w:tc>
      </w:tr>
      <w:tr w:rsidR="00F3643D" w:rsidRPr="000E3E1F" w14:paraId="5B26DD88" w14:textId="77777777" w:rsidTr="000D1A9C">
        <w:trPr>
          <w:gridAfter w:val="1"/>
          <w:wAfter w:w="14" w:type="dxa"/>
          <w:cantSplit/>
          <w:trHeight w:val="279"/>
        </w:trPr>
        <w:tc>
          <w:tcPr>
            <w:tcW w:w="2695" w:type="dxa"/>
          </w:tcPr>
          <w:p w14:paraId="39615FE2" w14:textId="59E14C76" w:rsidR="00F3643D" w:rsidRPr="000E3E1F" w:rsidRDefault="00F3643D" w:rsidP="00F3643D">
            <w:pPr>
              <w:ind w:left="180" w:right="72" w:hanging="180"/>
              <w:rPr>
                <w:rFonts w:ascii="Browallia New" w:hAnsi="Browallia New" w:cs="Browallia New"/>
                <w:sz w:val="18"/>
                <w:szCs w:val="18"/>
                <w:lang w:val="th-TH"/>
              </w:rPr>
            </w:pPr>
            <w:r w:rsidRPr="000E3E1F">
              <w:rPr>
                <w:rFonts w:ascii="Browallia New" w:hAnsi="Browallia New" w:cs="Browallia New"/>
                <w:sz w:val="18"/>
                <w:szCs w:val="18"/>
                <w:cs/>
                <w:lang w:val="th-TH"/>
              </w:rPr>
              <w:t xml:space="preserve">      </w:t>
            </w:r>
            <w:r w:rsidRPr="000E3E1F">
              <w:rPr>
                <w:rFonts w:ascii="Browallia New" w:hAnsi="Browallia New" w:cs="Browallia New"/>
                <w:sz w:val="24"/>
                <w:szCs w:val="24"/>
                <w:cs/>
                <w:lang w:val="th-TH"/>
              </w:rPr>
              <w:t>ขายและรายได้จากงานบริการติดตั้ง</w:t>
            </w:r>
          </w:p>
        </w:tc>
        <w:tc>
          <w:tcPr>
            <w:tcW w:w="1844" w:type="dxa"/>
            <w:vAlign w:val="bottom"/>
          </w:tcPr>
          <w:p w14:paraId="67A83758" w14:textId="7791C7C5" w:rsidR="00F3643D" w:rsidRPr="000E3E1F" w:rsidRDefault="00F3643D" w:rsidP="00F3643D">
            <w:pPr>
              <w:pStyle w:val="3"/>
              <w:tabs>
                <w:tab w:val="clear" w:pos="360"/>
                <w:tab w:val="clear" w:pos="720"/>
              </w:tabs>
              <w:ind w:hanging="180"/>
              <w:jc w:val="center"/>
              <w:rPr>
                <w:rFonts w:ascii="Browallia New" w:hAnsi="Browallia New" w:cs="Browallia New"/>
                <w:sz w:val="18"/>
                <w:szCs w:val="18"/>
                <w:lang w:val="th-TH" w:eastAsia="en-US"/>
              </w:rPr>
            </w:pPr>
            <w:r w:rsidRPr="000E3E1F">
              <w:rPr>
                <w:rFonts w:ascii="Browallia New" w:hAnsi="Browallia New" w:cs="Browallia New"/>
                <w:sz w:val="24"/>
                <w:szCs w:val="24"/>
                <w:cs/>
                <w:lang w:val="th-TH"/>
              </w:rPr>
              <w:t>ราคาตลาด</w:t>
            </w:r>
          </w:p>
        </w:tc>
        <w:tc>
          <w:tcPr>
            <w:tcW w:w="190" w:type="dxa"/>
            <w:gridSpan w:val="2"/>
          </w:tcPr>
          <w:p w14:paraId="3B60076E" w14:textId="77777777" w:rsidR="00F3643D" w:rsidRPr="000E3E1F" w:rsidRDefault="00F3643D" w:rsidP="00F3643D">
            <w:pPr>
              <w:ind w:hanging="180"/>
              <w:jc w:val="center"/>
              <w:rPr>
                <w:rFonts w:ascii="Browallia New" w:hAnsi="Browallia New" w:cs="Browallia New"/>
                <w:sz w:val="18"/>
                <w:szCs w:val="18"/>
                <w:lang w:val="th-TH"/>
              </w:rPr>
            </w:pPr>
          </w:p>
        </w:tc>
        <w:tc>
          <w:tcPr>
            <w:tcW w:w="935" w:type="dxa"/>
          </w:tcPr>
          <w:p w14:paraId="6E09E658" w14:textId="081B8859" w:rsidR="00F3643D" w:rsidRPr="000E3E1F" w:rsidRDefault="00411DD1" w:rsidP="00791B2D">
            <w:pPr>
              <w:ind w:right="81" w:hanging="180"/>
              <w:jc w:val="center"/>
              <w:rPr>
                <w:rFonts w:ascii="Browallia New" w:hAnsi="Browallia New" w:cs="Browallia New"/>
                <w:sz w:val="24"/>
                <w:szCs w:val="24"/>
              </w:rPr>
            </w:pPr>
            <w:r w:rsidRPr="000E3E1F">
              <w:rPr>
                <w:rFonts w:ascii="Browallia New" w:hAnsi="Browallia New" w:cs="Browallia New"/>
                <w:sz w:val="24"/>
                <w:szCs w:val="24"/>
              </w:rPr>
              <w:t xml:space="preserve">      </w:t>
            </w:r>
            <w:r w:rsidR="00AD6122" w:rsidRPr="000E3E1F">
              <w:rPr>
                <w:rFonts w:ascii="Browallia New" w:hAnsi="Browallia New" w:cs="Browallia New"/>
                <w:sz w:val="24"/>
                <w:szCs w:val="24"/>
              </w:rPr>
              <w:t xml:space="preserve">  </w:t>
            </w:r>
            <w:r w:rsidRPr="000E3E1F">
              <w:rPr>
                <w:rFonts w:ascii="Browallia New" w:hAnsi="Browallia New" w:cs="Browallia New"/>
                <w:sz w:val="24"/>
                <w:szCs w:val="24"/>
              </w:rPr>
              <w:t xml:space="preserve">   </w:t>
            </w:r>
            <w:r w:rsidR="00F3643D" w:rsidRPr="000E3E1F">
              <w:rPr>
                <w:rFonts w:ascii="Browallia New" w:hAnsi="Browallia New" w:cs="Browallia New"/>
                <w:sz w:val="24"/>
                <w:szCs w:val="24"/>
              </w:rPr>
              <w:t>-</w:t>
            </w:r>
          </w:p>
        </w:tc>
        <w:tc>
          <w:tcPr>
            <w:tcW w:w="189" w:type="dxa"/>
          </w:tcPr>
          <w:p w14:paraId="0CD6A094" w14:textId="77777777" w:rsidR="00F3643D" w:rsidRPr="000E3E1F" w:rsidRDefault="00F3643D" w:rsidP="00791B2D">
            <w:pPr>
              <w:ind w:right="81" w:hanging="180"/>
              <w:jc w:val="center"/>
              <w:rPr>
                <w:rFonts w:ascii="Browallia New" w:hAnsi="Browallia New" w:cs="Browallia New"/>
                <w:sz w:val="24"/>
                <w:szCs w:val="24"/>
                <w:lang w:val="th-TH"/>
              </w:rPr>
            </w:pPr>
          </w:p>
        </w:tc>
        <w:tc>
          <w:tcPr>
            <w:tcW w:w="933" w:type="dxa"/>
            <w:tcBorders>
              <w:left w:val="nil"/>
            </w:tcBorders>
          </w:tcPr>
          <w:p w14:paraId="20DB02BE" w14:textId="6EC5ECAD" w:rsidR="00F3643D" w:rsidRPr="000E3E1F" w:rsidRDefault="00411DD1" w:rsidP="00791B2D">
            <w:pPr>
              <w:ind w:right="81" w:hanging="180"/>
              <w:jc w:val="center"/>
              <w:rPr>
                <w:rFonts w:ascii="Browallia New" w:hAnsi="Browallia New" w:cs="Browallia New"/>
                <w:sz w:val="24"/>
                <w:szCs w:val="24"/>
              </w:rPr>
            </w:pPr>
            <w:r w:rsidRPr="000E3E1F">
              <w:rPr>
                <w:rFonts w:ascii="Browallia New" w:hAnsi="Browallia New" w:cs="Browallia New"/>
                <w:sz w:val="24"/>
                <w:szCs w:val="24"/>
              </w:rPr>
              <w:t xml:space="preserve">       </w:t>
            </w:r>
            <w:r w:rsidR="00AD6122" w:rsidRPr="000E3E1F">
              <w:rPr>
                <w:rFonts w:ascii="Browallia New" w:hAnsi="Browallia New" w:cs="Browallia New"/>
                <w:sz w:val="24"/>
                <w:szCs w:val="24"/>
              </w:rPr>
              <w:t xml:space="preserve">  </w:t>
            </w:r>
            <w:r w:rsidRPr="000E3E1F">
              <w:rPr>
                <w:rFonts w:ascii="Browallia New" w:hAnsi="Browallia New" w:cs="Browallia New"/>
                <w:sz w:val="24"/>
                <w:szCs w:val="24"/>
              </w:rPr>
              <w:t xml:space="preserve">  </w:t>
            </w:r>
            <w:r w:rsidR="00F3643D" w:rsidRPr="000E3E1F">
              <w:rPr>
                <w:rFonts w:ascii="Browallia New" w:hAnsi="Browallia New" w:cs="Browallia New"/>
                <w:sz w:val="24"/>
                <w:szCs w:val="24"/>
              </w:rPr>
              <w:t>-</w:t>
            </w:r>
          </w:p>
        </w:tc>
        <w:tc>
          <w:tcPr>
            <w:tcW w:w="180" w:type="dxa"/>
          </w:tcPr>
          <w:p w14:paraId="0D04F69D" w14:textId="77777777" w:rsidR="00F3643D" w:rsidRPr="000E3E1F" w:rsidRDefault="00F3643D" w:rsidP="00F3643D">
            <w:pPr>
              <w:ind w:right="72" w:hanging="180"/>
              <w:jc w:val="both"/>
              <w:rPr>
                <w:rFonts w:ascii="Browallia New" w:hAnsi="Browallia New" w:cs="Browallia New"/>
                <w:sz w:val="24"/>
                <w:szCs w:val="24"/>
                <w:lang w:val="th-TH"/>
              </w:rPr>
            </w:pPr>
          </w:p>
        </w:tc>
        <w:tc>
          <w:tcPr>
            <w:tcW w:w="942" w:type="dxa"/>
          </w:tcPr>
          <w:p w14:paraId="1275925F" w14:textId="7D04008E" w:rsidR="00F3643D" w:rsidRPr="000E3E1F" w:rsidRDefault="00F3643D" w:rsidP="00F3643D">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511</w:t>
            </w:r>
          </w:p>
        </w:tc>
        <w:tc>
          <w:tcPr>
            <w:tcW w:w="180" w:type="dxa"/>
          </w:tcPr>
          <w:p w14:paraId="437CF5DE" w14:textId="77777777" w:rsidR="00F3643D" w:rsidRPr="000E3E1F" w:rsidRDefault="00F3643D" w:rsidP="00F3643D">
            <w:pPr>
              <w:ind w:right="72" w:hanging="180"/>
              <w:jc w:val="both"/>
              <w:rPr>
                <w:rFonts w:ascii="Browallia New" w:hAnsi="Browallia New" w:cs="Browallia New"/>
                <w:sz w:val="24"/>
                <w:szCs w:val="24"/>
                <w:lang w:val="th-TH"/>
              </w:rPr>
            </w:pPr>
          </w:p>
        </w:tc>
        <w:tc>
          <w:tcPr>
            <w:tcW w:w="1024" w:type="dxa"/>
          </w:tcPr>
          <w:p w14:paraId="2BF117B2" w14:textId="0C5246B2" w:rsidR="00F3643D" w:rsidRPr="000E3E1F" w:rsidRDefault="00411DD1" w:rsidP="00411DD1">
            <w:pPr>
              <w:ind w:left="180" w:right="72" w:hanging="180"/>
              <w:rPr>
                <w:rFonts w:ascii="Browallia New" w:hAnsi="Browallia New" w:cs="Browallia New"/>
                <w:sz w:val="24"/>
                <w:szCs w:val="24"/>
              </w:rPr>
            </w:pPr>
            <w:r w:rsidRPr="000E3E1F">
              <w:rPr>
                <w:rFonts w:ascii="Browallia New" w:hAnsi="Browallia New" w:cs="Browallia New"/>
                <w:sz w:val="24"/>
                <w:szCs w:val="24"/>
              </w:rPr>
              <w:t xml:space="preserve">     </w:t>
            </w:r>
            <w:r w:rsidR="00537047" w:rsidRPr="000E3E1F">
              <w:rPr>
                <w:rFonts w:ascii="Browallia New" w:hAnsi="Browallia New" w:cs="Browallia New"/>
                <w:sz w:val="24"/>
                <w:szCs w:val="24"/>
              </w:rPr>
              <w:t xml:space="preserve">    </w:t>
            </w:r>
            <w:r w:rsidRPr="000E3E1F">
              <w:rPr>
                <w:rFonts w:ascii="Browallia New" w:hAnsi="Browallia New" w:cs="Browallia New"/>
                <w:sz w:val="24"/>
                <w:szCs w:val="24"/>
              </w:rPr>
              <w:t xml:space="preserve">    </w:t>
            </w:r>
            <w:r w:rsidR="00F3643D" w:rsidRPr="000E3E1F">
              <w:rPr>
                <w:rFonts w:ascii="Browallia New" w:hAnsi="Browallia New" w:cs="Browallia New"/>
                <w:sz w:val="24"/>
                <w:szCs w:val="24"/>
              </w:rPr>
              <w:t>-</w:t>
            </w:r>
          </w:p>
        </w:tc>
      </w:tr>
      <w:tr w:rsidR="00F3643D" w:rsidRPr="000E3E1F" w14:paraId="51D8E1C7" w14:textId="77777777" w:rsidTr="000D1A9C">
        <w:trPr>
          <w:gridAfter w:val="1"/>
          <w:wAfter w:w="14" w:type="dxa"/>
          <w:cantSplit/>
          <w:trHeight w:val="279"/>
        </w:trPr>
        <w:tc>
          <w:tcPr>
            <w:tcW w:w="2695" w:type="dxa"/>
          </w:tcPr>
          <w:p w14:paraId="634E3C69" w14:textId="0018AD2C" w:rsidR="00F3643D" w:rsidRPr="000E3E1F" w:rsidRDefault="00F3643D" w:rsidP="00F3643D">
            <w:pPr>
              <w:ind w:right="72"/>
              <w:rPr>
                <w:rFonts w:ascii="Browallia New" w:hAnsi="Browallia New" w:cs="Browallia New"/>
                <w:sz w:val="18"/>
                <w:szCs w:val="18"/>
                <w:cs/>
                <w:lang w:val="th-TH"/>
              </w:rPr>
            </w:pPr>
            <w:r w:rsidRPr="000E3E1F">
              <w:rPr>
                <w:rFonts w:ascii="Browallia New" w:hAnsi="Browallia New" w:cs="Browallia New"/>
                <w:sz w:val="18"/>
                <w:szCs w:val="18"/>
                <w:cs/>
                <w:lang w:val="th-TH"/>
              </w:rPr>
              <w:t xml:space="preserve">      </w:t>
            </w:r>
            <w:r w:rsidRPr="000E3E1F">
              <w:rPr>
                <w:rFonts w:ascii="Browallia New" w:hAnsi="Browallia New" w:cs="Browallia New"/>
                <w:sz w:val="24"/>
                <w:szCs w:val="24"/>
                <w:cs/>
                <w:lang w:val="th-TH"/>
              </w:rPr>
              <w:t>ดอกเบี้ยรับ</w:t>
            </w:r>
          </w:p>
        </w:tc>
        <w:tc>
          <w:tcPr>
            <w:tcW w:w="1844" w:type="dxa"/>
          </w:tcPr>
          <w:p w14:paraId="4B7071CB" w14:textId="12A5D473" w:rsidR="00F3643D" w:rsidRPr="000E3E1F" w:rsidRDefault="00F3643D" w:rsidP="00F3643D">
            <w:pPr>
              <w:pStyle w:val="3"/>
              <w:tabs>
                <w:tab w:val="clear" w:pos="360"/>
                <w:tab w:val="clear" w:pos="720"/>
              </w:tabs>
              <w:ind w:hanging="180"/>
              <w:jc w:val="center"/>
              <w:rPr>
                <w:rFonts w:ascii="Browallia New" w:hAnsi="Browallia New" w:cs="Browallia New"/>
                <w:sz w:val="18"/>
                <w:szCs w:val="18"/>
                <w:lang w:val="th-TH" w:eastAsia="en-US"/>
              </w:rPr>
            </w:pPr>
            <w:r w:rsidRPr="000E3E1F">
              <w:rPr>
                <w:rFonts w:ascii="Browallia New" w:hAnsi="Browallia New" w:cs="Browallia New"/>
                <w:sz w:val="24"/>
                <w:szCs w:val="24"/>
                <w:cs/>
                <w:lang w:val="th-TH"/>
              </w:rPr>
              <w:t>อัตราตามที่ตกลงกัน</w:t>
            </w:r>
          </w:p>
        </w:tc>
        <w:tc>
          <w:tcPr>
            <w:tcW w:w="190" w:type="dxa"/>
            <w:gridSpan w:val="2"/>
          </w:tcPr>
          <w:p w14:paraId="33CA56EF" w14:textId="77777777" w:rsidR="00F3643D" w:rsidRPr="000E3E1F" w:rsidRDefault="00F3643D" w:rsidP="00F3643D">
            <w:pPr>
              <w:ind w:hanging="180"/>
              <w:jc w:val="center"/>
              <w:rPr>
                <w:rFonts w:ascii="Browallia New" w:hAnsi="Browallia New" w:cs="Browallia New"/>
                <w:sz w:val="18"/>
                <w:szCs w:val="18"/>
                <w:lang w:val="th-TH"/>
              </w:rPr>
            </w:pPr>
          </w:p>
        </w:tc>
        <w:tc>
          <w:tcPr>
            <w:tcW w:w="935" w:type="dxa"/>
          </w:tcPr>
          <w:p w14:paraId="7475CEA9" w14:textId="783FA635" w:rsidR="00F3643D" w:rsidRPr="000E3E1F" w:rsidRDefault="00411DD1" w:rsidP="00791B2D">
            <w:pPr>
              <w:ind w:right="81" w:hanging="180"/>
              <w:jc w:val="center"/>
              <w:rPr>
                <w:rFonts w:ascii="Browallia New" w:hAnsi="Browallia New" w:cs="Browallia New"/>
                <w:sz w:val="24"/>
                <w:szCs w:val="24"/>
                <w:lang w:val="th-TH"/>
              </w:rPr>
            </w:pPr>
            <w:r w:rsidRPr="000E3E1F">
              <w:rPr>
                <w:rFonts w:ascii="Browallia New" w:hAnsi="Browallia New" w:cs="Browallia New"/>
                <w:sz w:val="24"/>
                <w:szCs w:val="24"/>
              </w:rPr>
              <w:t xml:space="preserve">         </w:t>
            </w:r>
            <w:r w:rsidR="00AD6122" w:rsidRPr="000E3E1F">
              <w:rPr>
                <w:rFonts w:ascii="Browallia New" w:hAnsi="Browallia New" w:cs="Browallia New"/>
                <w:sz w:val="24"/>
                <w:szCs w:val="24"/>
              </w:rPr>
              <w:t xml:space="preserve">  </w:t>
            </w:r>
            <w:r w:rsidR="00F3643D" w:rsidRPr="000E3E1F">
              <w:rPr>
                <w:rFonts w:ascii="Browallia New" w:hAnsi="Browallia New" w:cs="Browallia New"/>
                <w:sz w:val="24"/>
                <w:szCs w:val="24"/>
              </w:rPr>
              <w:t>-</w:t>
            </w:r>
          </w:p>
        </w:tc>
        <w:tc>
          <w:tcPr>
            <w:tcW w:w="189" w:type="dxa"/>
          </w:tcPr>
          <w:p w14:paraId="6686204E" w14:textId="77777777" w:rsidR="00F3643D" w:rsidRPr="000E3E1F" w:rsidRDefault="00F3643D" w:rsidP="00791B2D">
            <w:pPr>
              <w:ind w:right="81" w:hanging="180"/>
              <w:jc w:val="center"/>
              <w:rPr>
                <w:rFonts w:ascii="Browallia New" w:hAnsi="Browallia New" w:cs="Browallia New"/>
                <w:sz w:val="24"/>
                <w:szCs w:val="24"/>
                <w:lang w:val="th-TH"/>
              </w:rPr>
            </w:pPr>
          </w:p>
        </w:tc>
        <w:tc>
          <w:tcPr>
            <w:tcW w:w="933" w:type="dxa"/>
            <w:tcBorders>
              <w:left w:val="nil"/>
            </w:tcBorders>
          </w:tcPr>
          <w:p w14:paraId="4292345E" w14:textId="788454CF" w:rsidR="00F3643D" w:rsidRPr="000E3E1F" w:rsidRDefault="00411DD1" w:rsidP="00791B2D">
            <w:pPr>
              <w:ind w:right="81" w:hanging="180"/>
              <w:jc w:val="center"/>
              <w:rPr>
                <w:rFonts w:ascii="Browallia New" w:hAnsi="Browallia New" w:cs="Browallia New"/>
                <w:sz w:val="24"/>
                <w:szCs w:val="24"/>
              </w:rPr>
            </w:pPr>
            <w:r w:rsidRPr="000E3E1F">
              <w:rPr>
                <w:rFonts w:ascii="Browallia New" w:hAnsi="Browallia New" w:cs="Browallia New"/>
                <w:sz w:val="24"/>
                <w:szCs w:val="24"/>
              </w:rPr>
              <w:t xml:space="preserve">       </w:t>
            </w:r>
            <w:r w:rsidR="00AD6122" w:rsidRPr="000E3E1F">
              <w:rPr>
                <w:rFonts w:ascii="Browallia New" w:hAnsi="Browallia New" w:cs="Browallia New"/>
                <w:sz w:val="24"/>
                <w:szCs w:val="24"/>
              </w:rPr>
              <w:t xml:space="preserve">  </w:t>
            </w:r>
            <w:r w:rsidRPr="000E3E1F">
              <w:rPr>
                <w:rFonts w:ascii="Browallia New" w:hAnsi="Browallia New" w:cs="Browallia New"/>
                <w:sz w:val="24"/>
                <w:szCs w:val="24"/>
              </w:rPr>
              <w:t xml:space="preserve">  </w:t>
            </w:r>
            <w:r w:rsidR="00F3643D" w:rsidRPr="000E3E1F">
              <w:rPr>
                <w:rFonts w:ascii="Browallia New" w:hAnsi="Browallia New" w:cs="Browallia New"/>
                <w:sz w:val="24"/>
                <w:szCs w:val="24"/>
              </w:rPr>
              <w:t>-</w:t>
            </w:r>
          </w:p>
        </w:tc>
        <w:tc>
          <w:tcPr>
            <w:tcW w:w="180" w:type="dxa"/>
          </w:tcPr>
          <w:p w14:paraId="7DEFC06D" w14:textId="77777777" w:rsidR="00F3643D" w:rsidRPr="000E3E1F" w:rsidRDefault="00F3643D" w:rsidP="00F3643D">
            <w:pPr>
              <w:ind w:right="72" w:hanging="180"/>
              <w:jc w:val="both"/>
              <w:rPr>
                <w:rFonts w:ascii="Browallia New" w:hAnsi="Browallia New" w:cs="Browallia New"/>
                <w:sz w:val="24"/>
                <w:szCs w:val="24"/>
                <w:lang w:val="th-TH"/>
              </w:rPr>
            </w:pPr>
          </w:p>
        </w:tc>
        <w:tc>
          <w:tcPr>
            <w:tcW w:w="942" w:type="dxa"/>
          </w:tcPr>
          <w:p w14:paraId="71B62455" w14:textId="2535CA53" w:rsidR="00F3643D" w:rsidRPr="000E3E1F" w:rsidRDefault="00F3643D" w:rsidP="00F3643D">
            <w:pPr>
              <w:ind w:right="57" w:hanging="180"/>
              <w:jc w:val="right"/>
              <w:rPr>
                <w:rFonts w:ascii="Browallia New" w:hAnsi="Browallia New" w:cs="Browallia New"/>
                <w:sz w:val="24"/>
                <w:szCs w:val="24"/>
                <w:lang w:val="th-TH"/>
              </w:rPr>
            </w:pPr>
            <w:r w:rsidRPr="000E3E1F">
              <w:rPr>
                <w:rFonts w:ascii="Browallia New" w:hAnsi="Browallia New" w:cs="Browallia New"/>
                <w:sz w:val="24"/>
                <w:szCs w:val="24"/>
              </w:rPr>
              <w:t>394</w:t>
            </w:r>
          </w:p>
        </w:tc>
        <w:tc>
          <w:tcPr>
            <w:tcW w:w="180" w:type="dxa"/>
          </w:tcPr>
          <w:p w14:paraId="739CD221" w14:textId="77777777" w:rsidR="00F3643D" w:rsidRPr="000E3E1F" w:rsidRDefault="00F3643D" w:rsidP="00F3643D">
            <w:pPr>
              <w:ind w:right="72" w:hanging="180"/>
              <w:jc w:val="both"/>
              <w:rPr>
                <w:rFonts w:ascii="Browallia New" w:hAnsi="Browallia New" w:cs="Browallia New"/>
                <w:sz w:val="24"/>
                <w:szCs w:val="24"/>
                <w:lang w:val="th-TH"/>
              </w:rPr>
            </w:pPr>
          </w:p>
        </w:tc>
        <w:tc>
          <w:tcPr>
            <w:tcW w:w="1024" w:type="dxa"/>
          </w:tcPr>
          <w:p w14:paraId="62362290" w14:textId="1B9F857B" w:rsidR="00F3643D" w:rsidRPr="000E3E1F" w:rsidRDefault="00F3643D" w:rsidP="00F3643D">
            <w:pPr>
              <w:ind w:right="57" w:hanging="180"/>
              <w:jc w:val="right"/>
              <w:rPr>
                <w:rFonts w:ascii="Browallia New" w:hAnsi="Browallia New" w:cs="Browallia New"/>
                <w:sz w:val="24"/>
                <w:szCs w:val="24"/>
                <w:lang w:val="th-TH"/>
              </w:rPr>
            </w:pPr>
            <w:r w:rsidRPr="000E3E1F">
              <w:rPr>
                <w:rFonts w:ascii="Browallia New" w:hAnsi="Browallia New" w:cs="Browallia New"/>
                <w:sz w:val="24"/>
                <w:szCs w:val="24"/>
              </w:rPr>
              <w:t>354</w:t>
            </w:r>
          </w:p>
        </w:tc>
      </w:tr>
      <w:tr w:rsidR="00F403D8" w:rsidRPr="000E3E1F" w14:paraId="782DBA0A" w14:textId="77777777" w:rsidTr="00716E47">
        <w:trPr>
          <w:gridAfter w:val="1"/>
          <w:wAfter w:w="14" w:type="dxa"/>
          <w:cantSplit/>
          <w:trHeight w:val="279"/>
        </w:trPr>
        <w:tc>
          <w:tcPr>
            <w:tcW w:w="2695" w:type="dxa"/>
          </w:tcPr>
          <w:p w14:paraId="43788583" w14:textId="77777777" w:rsidR="00F403D8" w:rsidRPr="000E3E1F" w:rsidRDefault="00F403D8" w:rsidP="00F403D8">
            <w:pPr>
              <w:ind w:right="72"/>
              <w:rPr>
                <w:rFonts w:ascii="Browallia New" w:hAnsi="Browallia New" w:cs="Browallia New"/>
                <w:sz w:val="18"/>
                <w:szCs w:val="18"/>
                <w:cs/>
                <w:lang w:val="th-TH"/>
              </w:rPr>
            </w:pPr>
          </w:p>
        </w:tc>
        <w:tc>
          <w:tcPr>
            <w:tcW w:w="1844" w:type="dxa"/>
          </w:tcPr>
          <w:p w14:paraId="01A6BDE6" w14:textId="77777777" w:rsidR="00F403D8" w:rsidRPr="000E3E1F"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74CFC2B8" w14:textId="77777777" w:rsidR="00F403D8" w:rsidRPr="000E3E1F" w:rsidRDefault="00F403D8" w:rsidP="00F403D8">
            <w:pPr>
              <w:ind w:hanging="180"/>
              <w:jc w:val="center"/>
              <w:rPr>
                <w:rFonts w:ascii="Browallia New" w:hAnsi="Browallia New" w:cs="Browallia New"/>
                <w:sz w:val="18"/>
                <w:szCs w:val="18"/>
                <w:lang w:val="th-TH"/>
              </w:rPr>
            </w:pPr>
          </w:p>
        </w:tc>
        <w:tc>
          <w:tcPr>
            <w:tcW w:w="935" w:type="dxa"/>
          </w:tcPr>
          <w:p w14:paraId="616E0674" w14:textId="77777777" w:rsidR="00F403D8" w:rsidRPr="000E3E1F" w:rsidRDefault="00F403D8" w:rsidP="00F403D8">
            <w:pPr>
              <w:ind w:right="81" w:hanging="180"/>
              <w:jc w:val="right"/>
              <w:rPr>
                <w:rFonts w:ascii="Browallia New" w:hAnsi="Browallia New" w:cs="Browallia New"/>
                <w:sz w:val="24"/>
                <w:szCs w:val="24"/>
                <w:lang w:val="th-TH"/>
              </w:rPr>
            </w:pPr>
          </w:p>
        </w:tc>
        <w:tc>
          <w:tcPr>
            <w:tcW w:w="189" w:type="dxa"/>
          </w:tcPr>
          <w:p w14:paraId="54FA6E06" w14:textId="77777777" w:rsidR="00F403D8" w:rsidRPr="000E3E1F" w:rsidRDefault="00F403D8" w:rsidP="00F403D8">
            <w:pPr>
              <w:ind w:right="81" w:hanging="180"/>
              <w:jc w:val="right"/>
              <w:rPr>
                <w:rFonts w:ascii="Browallia New" w:hAnsi="Browallia New" w:cs="Browallia New"/>
                <w:sz w:val="24"/>
                <w:szCs w:val="24"/>
                <w:lang w:val="th-TH"/>
              </w:rPr>
            </w:pPr>
          </w:p>
        </w:tc>
        <w:tc>
          <w:tcPr>
            <w:tcW w:w="933" w:type="dxa"/>
            <w:tcBorders>
              <w:left w:val="nil"/>
            </w:tcBorders>
          </w:tcPr>
          <w:p w14:paraId="265BCCE0" w14:textId="2DDE1FEF" w:rsidR="00F403D8" w:rsidRPr="000E3E1F" w:rsidRDefault="00F403D8" w:rsidP="00F403D8">
            <w:pPr>
              <w:ind w:right="81" w:hanging="180"/>
              <w:jc w:val="right"/>
              <w:rPr>
                <w:rFonts w:ascii="Browallia New" w:hAnsi="Browallia New" w:cs="Browallia New"/>
                <w:sz w:val="24"/>
                <w:szCs w:val="24"/>
              </w:rPr>
            </w:pPr>
          </w:p>
        </w:tc>
        <w:tc>
          <w:tcPr>
            <w:tcW w:w="180" w:type="dxa"/>
          </w:tcPr>
          <w:p w14:paraId="2ACF680C" w14:textId="77777777" w:rsidR="00F403D8" w:rsidRPr="000E3E1F" w:rsidRDefault="00F403D8" w:rsidP="00F403D8">
            <w:pPr>
              <w:ind w:right="72" w:hanging="180"/>
              <w:jc w:val="both"/>
              <w:rPr>
                <w:rFonts w:ascii="Browallia New" w:hAnsi="Browallia New" w:cs="Browallia New"/>
                <w:sz w:val="24"/>
                <w:szCs w:val="24"/>
                <w:lang w:val="th-TH"/>
              </w:rPr>
            </w:pPr>
          </w:p>
        </w:tc>
        <w:tc>
          <w:tcPr>
            <w:tcW w:w="942" w:type="dxa"/>
          </w:tcPr>
          <w:p w14:paraId="71D75073" w14:textId="77777777" w:rsidR="00F403D8" w:rsidRPr="000E3E1F" w:rsidRDefault="00F403D8" w:rsidP="00F403D8">
            <w:pPr>
              <w:ind w:right="57" w:hanging="180"/>
              <w:jc w:val="right"/>
              <w:rPr>
                <w:rFonts w:ascii="Browallia New" w:hAnsi="Browallia New" w:cs="Browallia New"/>
                <w:sz w:val="24"/>
                <w:szCs w:val="24"/>
                <w:lang w:val="th-TH"/>
              </w:rPr>
            </w:pPr>
          </w:p>
        </w:tc>
        <w:tc>
          <w:tcPr>
            <w:tcW w:w="180" w:type="dxa"/>
          </w:tcPr>
          <w:p w14:paraId="6C363F8A" w14:textId="77777777" w:rsidR="00F403D8" w:rsidRPr="000E3E1F" w:rsidRDefault="00F403D8" w:rsidP="00F403D8">
            <w:pPr>
              <w:ind w:right="72" w:hanging="180"/>
              <w:jc w:val="both"/>
              <w:rPr>
                <w:rFonts w:ascii="Browallia New" w:hAnsi="Browallia New" w:cs="Browallia New"/>
                <w:sz w:val="24"/>
                <w:szCs w:val="24"/>
                <w:lang w:val="th-TH"/>
              </w:rPr>
            </w:pPr>
          </w:p>
        </w:tc>
        <w:tc>
          <w:tcPr>
            <w:tcW w:w="1024" w:type="dxa"/>
          </w:tcPr>
          <w:p w14:paraId="78308365" w14:textId="77777777" w:rsidR="00F403D8" w:rsidRPr="000E3E1F" w:rsidRDefault="00F403D8" w:rsidP="00F403D8">
            <w:pPr>
              <w:ind w:right="57" w:hanging="180"/>
              <w:jc w:val="right"/>
              <w:rPr>
                <w:rFonts w:ascii="Browallia New" w:hAnsi="Browallia New" w:cs="Browallia New"/>
                <w:sz w:val="24"/>
                <w:szCs w:val="24"/>
                <w:lang w:val="th-TH"/>
              </w:rPr>
            </w:pPr>
          </w:p>
        </w:tc>
      </w:tr>
      <w:tr w:rsidR="00F403D8" w:rsidRPr="000E3E1F" w14:paraId="7E29AD47" w14:textId="77777777" w:rsidTr="00716E47">
        <w:trPr>
          <w:gridAfter w:val="1"/>
          <w:wAfter w:w="14" w:type="dxa"/>
          <w:cantSplit/>
          <w:trHeight w:val="279"/>
        </w:trPr>
        <w:tc>
          <w:tcPr>
            <w:tcW w:w="2695" w:type="dxa"/>
          </w:tcPr>
          <w:p w14:paraId="2181648B" w14:textId="0619F9B8" w:rsidR="00F403D8" w:rsidRPr="000E3E1F" w:rsidRDefault="00F403D8" w:rsidP="00F403D8">
            <w:pPr>
              <w:ind w:left="180" w:right="72" w:hanging="180"/>
              <w:rPr>
                <w:rFonts w:ascii="Browallia New" w:hAnsi="Browallia New" w:cs="Browallia New"/>
                <w:sz w:val="18"/>
                <w:szCs w:val="18"/>
                <w:u w:val="single"/>
                <w:lang w:val="th-TH"/>
              </w:rPr>
            </w:pPr>
            <w:r w:rsidRPr="000E3E1F">
              <w:rPr>
                <w:rFonts w:ascii="Browallia New" w:hAnsi="Browallia New" w:cs="Browallia New"/>
                <w:sz w:val="24"/>
                <w:szCs w:val="24"/>
                <w:u w:val="single"/>
                <w:cs/>
                <w:lang w:val="th-TH"/>
              </w:rPr>
              <w:t>บริษัทที่เกี่ยวข้อง</w:t>
            </w:r>
          </w:p>
        </w:tc>
        <w:tc>
          <w:tcPr>
            <w:tcW w:w="1844" w:type="dxa"/>
          </w:tcPr>
          <w:p w14:paraId="7BFAF286" w14:textId="77777777" w:rsidR="00F403D8" w:rsidRPr="000E3E1F"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6536EA33" w14:textId="77777777" w:rsidR="00F403D8" w:rsidRPr="000E3E1F" w:rsidRDefault="00F403D8" w:rsidP="00F403D8">
            <w:pPr>
              <w:ind w:hanging="180"/>
              <w:jc w:val="center"/>
              <w:rPr>
                <w:rFonts w:ascii="Browallia New" w:hAnsi="Browallia New" w:cs="Browallia New"/>
                <w:sz w:val="18"/>
                <w:szCs w:val="18"/>
                <w:lang w:val="th-TH"/>
              </w:rPr>
            </w:pPr>
          </w:p>
        </w:tc>
        <w:tc>
          <w:tcPr>
            <w:tcW w:w="935" w:type="dxa"/>
          </w:tcPr>
          <w:p w14:paraId="06C3998C" w14:textId="77777777" w:rsidR="00F403D8" w:rsidRPr="000E3E1F" w:rsidRDefault="00F403D8" w:rsidP="00F403D8">
            <w:pPr>
              <w:ind w:right="81" w:hanging="180"/>
              <w:jc w:val="right"/>
              <w:rPr>
                <w:rFonts w:ascii="Browallia New" w:hAnsi="Browallia New" w:cs="Browallia New"/>
                <w:sz w:val="24"/>
                <w:szCs w:val="24"/>
                <w:lang w:val="th-TH"/>
              </w:rPr>
            </w:pPr>
          </w:p>
        </w:tc>
        <w:tc>
          <w:tcPr>
            <w:tcW w:w="189" w:type="dxa"/>
          </w:tcPr>
          <w:p w14:paraId="18E63C5F" w14:textId="77777777" w:rsidR="00F403D8" w:rsidRPr="000E3E1F" w:rsidRDefault="00F403D8" w:rsidP="00F403D8">
            <w:pPr>
              <w:ind w:right="81" w:hanging="180"/>
              <w:jc w:val="right"/>
              <w:rPr>
                <w:rFonts w:ascii="Browallia New" w:hAnsi="Browallia New" w:cs="Browallia New"/>
                <w:sz w:val="24"/>
                <w:szCs w:val="24"/>
                <w:lang w:val="th-TH"/>
              </w:rPr>
            </w:pPr>
          </w:p>
        </w:tc>
        <w:tc>
          <w:tcPr>
            <w:tcW w:w="933" w:type="dxa"/>
            <w:tcBorders>
              <w:left w:val="nil"/>
            </w:tcBorders>
          </w:tcPr>
          <w:p w14:paraId="53A6B7F1" w14:textId="77777777" w:rsidR="00F403D8" w:rsidRPr="000E3E1F" w:rsidRDefault="00F403D8" w:rsidP="00F403D8">
            <w:pPr>
              <w:ind w:right="81" w:hanging="180"/>
              <w:jc w:val="right"/>
              <w:rPr>
                <w:rFonts w:ascii="Browallia New" w:hAnsi="Browallia New" w:cs="Browallia New"/>
                <w:sz w:val="24"/>
                <w:szCs w:val="24"/>
                <w:lang w:val="th-TH"/>
              </w:rPr>
            </w:pPr>
          </w:p>
        </w:tc>
        <w:tc>
          <w:tcPr>
            <w:tcW w:w="180" w:type="dxa"/>
          </w:tcPr>
          <w:p w14:paraId="3DEB7191" w14:textId="77777777" w:rsidR="00F403D8" w:rsidRPr="000E3E1F" w:rsidRDefault="00F403D8" w:rsidP="00F403D8">
            <w:pPr>
              <w:ind w:right="72" w:hanging="180"/>
              <w:jc w:val="both"/>
              <w:rPr>
                <w:rFonts w:ascii="Browallia New" w:hAnsi="Browallia New" w:cs="Browallia New"/>
                <w:sz w:val="24"/>
                <w:szCs w:val="24"/>
                <w:lang w:val="th-TH"/>
              </w:rPr>
            </w:pPr>
          </w:p>
        </w:tc>
        <w:tc>
          <w:tcPr>
            <w:tcW w:w="942" w:type="dxa"/>
          </w:tcPr>
          <w:p w14:paraId="0C70996D" w14:textId="77777777" w:rsidR="00F403D8" w:rsidRPr="000E3E1F" w:rsidRDefault="00F403D8" w:rsidP="00F403D8">
            <w:pPr>
              <w:ind w:right="57" w:hanging="180"/>
              <w:jc w:val="right"/>
              <w:rPr>
                <w:rFonts w:ascii="Browallia New" w:hAnsi="Browallia New" w:cs="Browallia New"/>
                <w:sz w:val="24"/>
                <w:szCs w:val="24"/>
                <w:lang w:val="th-TH"/>
              </w:rPr>
            </w:pPr>
          </w:p>
        </w:tc>
        <w:tc>
          <w:tcPr>
            <w:tcW w:w="180" w:type="dxa"/>
          </w:tcPr>
          <w:p w14:paraId="56BAA497" w14:textId="77777777" w:rsidR="00F403D8" w:rsidRPr="000E3E1F" w:rsidRDefault="00F403D8" w:rsidP="00F403D8">
            <w:pPr>
              <w:ind w:right="72" w:hanging="180"/>
              <w:jc w:val="both"/>
              <w:rPr>
                <w:rFonts w:ascii="Browallia New" w:hAnsi="Browallia New" w:cs="Browallia New"/>
                <w:sz w:val="24"/>
                <w:szCs w:val="24"/>
                <w:lang w:val="th-TH"/>
              </w:rPr>
            </w:pPr>
          </w:p>
        </w:tc>
        <w:tc>
          <w:tcPr>
            <w:tcW w:w="1024" w:type="dxa"/>
          </w:tcPr>
          <w:p w14:paraId="51492552" w14:textId="77777777" w:rsidR="00F403D8" w:rsidRPr="000E3E1F" w:rsidRDefault="00F403D8" w:rsidP="00F403D8">
            <w:pPr>
              <w:ind w:right="57" w:hanging="180"/>
              <w:jc w:val="right"/>
              <w:rPr>
                <w:rFonts w:ascii="Browallia New" w:hAnsi="Browallia New" w:cs="Browallia New"/>
                <w:sz w:val="24"/>
                <w:szCs w:val="24"/>
                <w:lang w:val="th-TH"/>
              </w:rPr>
            </w:pPr>
          </w:p>
        </w:tc>
      </w:tr>
      <w:tr w:rsidR="00B47D19" w:rsidRPr="000E3E1F" w14:paraId="370424F4" w14:textId="77777777" w:rsidTr="000D1A9C">
        <w:trPr>
          <w:gridAfter w:val="1"/>
          <w:wAfter w:w="14" w:type="dxa"/>
          <w:cantSplit/>
        </w:trPr>
        <w:tc>
          <w:tcPr>
            <w:tcW w:w="2695" w:type="dxa"/>
            <w:shd w:val="clear" w:color="auto" w:fill="auto"/>
            <w:vAlign w:val="bottom"/>
          </w:tcPr>
          <w:p w14:paraId="5402963C" w14:textId="32DDE8F7" w:rsidR="00B47D19" w:rsidRPr="000E3E1F" w:rsidRDefault="00B47D19" w:rsidP="00B47D19">
            <w:pPr>
              <w:ind w:left="180" w:right="72" w:hanging="180"/>
              <w:rPr>
                <w:rFonts w:ascii="Browallia New" w:hAnsi="Browallia New" w:cs="Browallia New"/>
                <w:sz w:val="24"/>
                <w:szCs w:val="24"/>
                <w:cs/>
                <w:lang w:val="th-TH"/>
              </w:rPr>
            </w:pPr>
            <w:r w:rsidRPr="000E3E1F">
              <w:rPr>
                <w:rFonts w:ascii="Browallia New" w:hAnsi="Browallia New" w:cs="Browallia New"/>
                <w:sz w:val="24"/>
                <w:szCs w:val="24"/>
                <w:cs/>
                <w:lang w:val="th-TH"/>
              </w:rPr>
              <w:t xml:space="preserve">     ขายและรายได้จากงานบริการติดตั้ง</w:t>
            </w:r>
          </w:p>
        </w:tc>
        <w:tc>
          <w:tcPr>
            <w:tcW w:w="1844" w:type="dxa"/>
            <w:shd w:val="clear" w:color="auto" w:fill="auto"/>
            <w:vAlign w:val="bottom"/>
          </w:tcPr>
          <w:p w14:paraId="024A53C4" w14:textId="77777777" w:rsidR="00B47D19" w:rsidRPr="000E3E1F" w:rsidRDefault="00B47D19" w:rsidP="00B47D1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35" w:type="dxa"/>
            <w:shd w:val="clear" w:color="auto" w:fill="auto"/>
            <w:noWrap/>
          </w:tcPr>
          <w:p w14:paraId="5227C997" w14:textId="42447FE9"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35,201</w:t>
            </w:r>
          </w:p>
        </w:tc>
        <w:tc>
          <w:tcPr>
            <w:tcW w:w="189" w:type="dxa"/>
            <w:shd w:val="clear" w:color="auto" w:fill="auto"/>
          </w:tcPr>
          <w:p w14:paraId="5B6D81CB"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33" w:type="dxa"/>
            <w:tcBorders>
              <w:left w:val="nil"/>
            </w:tcBorders>
            <w:shd w:val="clear" w:color="auto" w:fill="auto"/>
          </w:tcPr>
          <w:p w14:paraId="13191DB8" w14:textId="58EBF199"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96,405</w:t>
            </w:r>
          </w:p>
        </w:tc>
        <w:tc>
          <w:tcPr>
            <w:tcW w:w="180" w:type="dxa"/>
            <w:shd w:val="clear" w:color="auto" w:fill="auto"/>
            <w:noWrap/>
          </w:tcPr>
          <w:p w14:paraId="4595CE92"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42" w:type="dxa"/>
            <w:shd w:val="clear" w:color="auto" w:fill="auto"/>
            <w:noWrap/>
          </w:tcPr>
          <w:p w14:paraId="1F228FC2" w14:textId="6EA06042"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35,201</w:t>
            </w:r>
          </w:p>
        </w:tc>
        <w:tc>
          <w:tcPr>
            <w:tcW w:w="180" w:type="dxa"/>
            <w:shd w:val="clear" w:color="auto" w:fill="auto"/>
            <w:noWrap/>
          </w:tcPr>
          <w:p w14:paraId="0BF1BB5A"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1024" w:type="dxa"/>
            <w:shd w:val="clear" w:color="auto" w:fill="auto"/>
            <w:noWrap/>
          </w:tcPr>
          <w:p w14:paraId="53AD362C" w14:textId="1999B07A"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96,405</w:t>
            </w:r>
          </w:p>
        </w:tc>
      </w:tr>
      <w:tr w:rsidR="00B47D19" w:rsidRPr="000E3E1F" w14:paraId="411374A0" w14:textId="77777777" w:rsidTr="00411DD1">
        <w:trPr>
          <w:gridAfter w:val="1"/>
          <w:wAfter w:w="14" w:type="dxa"/>
          <w:cantSplit/>
        </w:trPr>
        <w:tc>
          <w:tcPr>
            <w:tcW w:w="2695" w:type="dxa"/>
            <w:shd w:val="clear" w:color="auto" w:fill="auto"/>
            <w:vAlign w:val="bottom"/>
          </w:tcPr>
          <w:p w14:paraId="350A7EDB" w14:textId="19DC3225" w:rsidR="00B47D19" w:rsidRPr="000E3E1F" w:rsidRDefault="00B47D19" w:rsidP="00B47D19">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 xml:space="preserve">     รายได้ค่าบริการตัดเหล็กและ</w:t>
            </w:r>
          </w:p>
          <w:p w14:paraId="6EB165B5" w14:textId="0714FAC3" w:rsidR="00B47D19" w:rsidRPr="000E3E1F" w:rsidRDefault="00B47D19" w:rsidP="00B47D19">
            <w:pPr>
              <w:ind w:left="180" w:right="72" w:hanging="180"/>
              <w:rPr>
                <w:rFonts w:ascii="Browallia New" w:hAnsi="Browallia New" w:cs="Browallia New"/>
                <w:sz w:val="24"/>
                <w:szCs w:val="24"/>
                <w:lang w:val="th-TH"/>
              </w:rPr>
            </w:pPr>
            <w:r w:rsidRPr="000E3E1F">
              <w:rPr>
                <w:rFonts w:ascii="Browallia New" w:hAnsi="Browallia New" w:cs="Browallia New"/>
                <w:sz w:val="24"/>
                <w:szCs w:val="24"/>
                <w:lang w:val="th-TH"/>
              </w:rPr>
              <w:t xml:space="preserve"> </w:t>
            </w:r>
            <w:r w:rsidRPr="000E3E1F">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B47D19" w:rsidRPr="000E3E1F" w:rsidRDefault="00B47D19" w:rsidP="00B47D19">
            <w:pPr>
              <w:ind w:left="180" w:right="72" w:hanging="180"/>
              <w:jc w:val="center"/>
              <w:rPr>
                <w:rFonts w:ascii="Browallia New" w:hAnsi="Browallia New" w:cs="Browallia New"/>
                <w:sz w:val="24"/>
                <w:szCs w:val="24"/>
                <w:lang w:val="th-TH"/>
              </w:rPr>
            </w:pPr>
          </w:p>
          <w:p w14:paraId="26105D2B" w14:textId="7FB45499" w:rsidR="00B47D19" w:rsidRPr="000E3E1F" w:rsidRDefault="00B47D19" w:rsidP="00B47D1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5CD302B3" w14:textId="77777777" w:rsidR="00B47D19" w:rsidRPr="000E3E1F" w:rsidRDefault="00B47D19" w:rsidP="00B47D19">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3813EC65" w:rsidR="00B47D19" w:rsidRPr="000E3E1F" w:rsidRDefault="00B47D19" w:rsidP="00411DD1">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2,745</w:t>
            </w:r>
          </w:p>
        </w:tc>
        <w:tc>
          <w:tcPr>
            <w:tcW w:w="189" w:type="dxa"/>
            <w:shd w:val="clear" w:color="auto" w:fill="auto"/>
            <w:vAlign w:val="bottom"/>
          </w:tcPr>
          <w:p w14:paraId="0884B370" w14:textId="77777777" w:rsidR="00B47D19" w:rsidRPr="000E3E1F" w:rsidRDefault="00B47D19" w:rsidP="00411DD1">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5E491D9" w14:textId="6F60C1BE" w:rsidR="00B47D19" w:rsidRPr="000E3E1F" w:rsidRDefault="00B47D19" w:rsidP="00411DD1">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3,397</w:t>
            </w:r>
          </w:p>
        </w:tc>
        <w:tc>
          <w:tcPr>
            <w:tcW w:w="180" w:type="dxa"/>
            <w:shd w:val="clear" w:color="auto" w:fill="auto"/>
            <w:noWrap/>
            <w:vAlign w:val="bottom"/>
          </w:tcPr>
          <w:p w14:paraId="0CBC1A96" w14:textId="77777777" w:rsidR="00B47D19" w:rsidRPr="000E3E1F" w:rsidRDefault="00B47D19" w:rsidP="00411DD1">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6DF59B2B" w:rsidR="00B47D19" w:rsidRPr="000E3E1F" w:rsidRDefault="00B47D19" w:rsidP="00411DD1">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2,745</w:t>
            </w:r>
          </w:p>
        </w:tc>
        <w:tc>
          <w:tcPr>
            <w:tcW w:w="180" w:type="dxa"/>
            <w:shd w:val="clear" w:color="auto" w:fill="auto"/>
            <w:noWrap/>
            <w:vAlign w:val="bottom"/>
          </w:tcPr>
          <w:p w14:paraId="74280329" w14:textId="77777777" w:rsidR="00B47D19" w:rsidRPr="000E3E1F" w:rsidRDefault="00B47D19" w:rsidP="00411DD1">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024EB849" w:rsidR="00B47D19" w:rsidRPr="000E3E1F" w:rsidRDefault="00B47D19" w:rsidP="00411DD1">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3,397</w:t>
            </w:r>
          </w:p>
        </w:tc>
      </w:tr>
      <w:tr w:rsidR="00B47D19" w:rsidRPr="000E3E1F" w14:paraId="338C2129" w14:textId="77777777" w:rsidTr="000D1A9C">
        <w:trPr>
          <w:gridAfter w:val="1"/>
          <w:wAfter w:w="14" w:type="dxa"/>
          <w:cantSplit/>
        </w:trPr>
        <w:tc>
          <w:tcPr>
            <w:tcW w:w="2695" w:type="dxa"/>
            <w:shd w:val="clear" w:color="auto" w:fill="auto"/>
            <w:vAlign w:val="bottom"/>
          </w:tcPr>
          <w:p w14:paraId="226DF57E" w14:textId="7CFBD872" w:rsidR="00B47D19" w:rsidRPr="000E3E1F" w:rsidRDefault="00B47D19" w:rsidP="00B47D19">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 xml:space="preserve">     รายได้ค่าเช่า</w:t>
            </w:r>
          </w:p>
        </w:tc>
        <w:tc>
          <w:tcPr>
            <w:tcW w:w="1844" w:type="dxa"/>
            <w:shd w:val="clear" w:color="auto" w:fill="auto"/>
          </w:tcPr>
          <w:p w14:paraId="6F6FB4AB" w14:textId="77777777" w:rsidR="00B47D19" w:rsidRPr="000E3E1F" w:rsidRDefault="00B47D19" w:rsidP="00B47D1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B47D19" w:rsidRPr="000E3E1F" w:rsidRDefault="00B47D19" w:rsidP="00B47D19">
            <w:pPr>
              <w:ind w:left="180" w:right="72" w:hanging="180"/>
              <w:jc w:val="center"/>
              <w:rPr>
                <w:rFonts w:ascii="Browallia New" w:hAnsi="Browallia New" w:cs="Browallia New"/>
                <w:sz w:val="24"/>
                <w:szCs w:val="24"/>
                <w:lang w:val="th-TH"/>
              </w:rPr>
            </w:pPr>
          </w:p>
        </w:tc>
        <w:tc>
          <w:tcPr>
            <w:tcW w:w="935" w:type="dxa"/>
            <w:shd w:val="clear" w:color="auto" w:fill="auto"/>
            <w:noWrap/>
          </w:tcPr>
          <w:p w14:paraId="73CAB4BB" w14:textId="21007F25"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1,363</w:t>
            </w:r>
          </w:p>
        </w:tc>
        <w:tc>
          <w:tcPr>
            <w:tcW w:w="189" w:type="dxa"/>
            <w:shd w:val="clear" w:color="auto" w:fill="auto"/>
          </w:tcPr>
          <w:p w14:paraId="42845D2C" w14:textId="77777777" w:rsidR="00B47D19" w:rsidRPr="000E3E1F" w:rsidRDefault="00B47D19" w:rsidP="00B47D1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6AF748E8" w14:textId="2B1A71E1"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1,203</w:t>
            </w:r>
          </w:p>
        </w:tc>
        <w:tc>
          <w:tcPr>
            <w:tcW w:w="180" w:type="dxa"/>
            <w:shd w:val="clear" w:color="auto" w:fill="auto"/>
            <w:noWrap/>
          </w:tcPr>
          <w:p w14:paraId="2BB4EA03"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42" w:type="dxa"/>
            <w:shd w:val="clear" w:color="auto" w:fill="auto"/>
            <w:noWrap/>
          </w:tcPr>
          <w:p w14:paraId="56824723" w14:textId="308FA180"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1,363</w:t>
            </w:r>
          </w:p>
        </w:tc>
        <w:tc>
          <w:tcPr>
            <w:tcW w:w="180" w:type="dxa"/>
            <w:shd w:val="clear" w:color="auto" w:fill="auto"/>
            <w:noWrap/>
          </w:tcPr>
          <w:p w14:paraId="5EEFDF95"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1024" w:type="dxa"/>
            <w:shd w:val="clear" w:color="auto" w:fill="auto"/>
            <w:noWrap/>
          </w:tcPr>
          <w:p w14:paraId="3361371D" w14:textId="11338066"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1,203</w:t>
            </w:r>
          </w:p>
        </w:tc>
      </w:tr>
      <w:tr w:rsidR="00B47D19" w:rsidRPr="000E3E1F" w14:paraId="42F21284" w14:textId="77777777" w:rsidTr="000D1A9C">
        <w:trPr>
          <w:gridAfter w:val="1"/>
          <w:wAfter w:w="14" w:type="dxa"/>
          <w:cantSplit/>
        </w:trPr>
        <w:tc>
          <w:tcPr>
            <w:tcW w:w="2695" w:type="dxa"/>
            <w:shd w:val="clear" w:color="auto" w:fill="auto"/>
            <w:vAlign w:val="bottom"/>
          </w:tcPr>
          <w:p w14:paraId="21E102A1" w14:textId="4DDADA1F" w:rsidR="00B47D19" w:rsidRPr="000E3E1F" w:rsidRDefault="00B47D19" w:rsidP="00B47D19">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 xml:space="preserve">     ซื้อวัตถุดิบ</w:t>
            </w:r>
          </w:p>
        </w:tc>
        <w:tc>
          <w:tcPr>
            <w:tcW w:w="1844" w:type="dxa"/>
            <w:shd w:val="clear" w:color="auto" w:fill="auto"/>
          </w:tcPr>
          <w:p w14:paraId="502EA112" w14:textId="77777777" w:rsidR="00B47D19" w:rsidRPr="000E3E1F" w:rsidRDefault="00B47D19" w:rsidP="00B47D19">
            <w:pPr>
              <w:ind w:left="180" w:right="72" w:hanging="18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B47D19" w:rsidRPr="000E3E1F" w:rsidRDefault="00B47D19" w:rsidP="00B47D19">
            <w:pPr>
              <w:ind w:left="180" w:right="72" w:hanging="180"/>
              <w:jc w:val="center"/>
              <w:rPr>
                <w:rFonts w:ascii="Browallia New" w:hAnsi="Browallia New" w:cs="Browallia New"/>
                <w:sz w:val="24"/>
                <w:szCs w:val="24"/>
                <w:lang w:val="th-TH"/>
              </w:rPr>
            </w:pPr>
          </w:p>
        </w:tc>
        <w:tc>
          <w:tcPr>
            <w:tcW w:w="935" w:type="dxa"/>
            <w:shd w:val="clear" w:color="auto" w:fill="auto"/>
            <w:noWrap/>
          </w:tcPr>
          <w:p w14:paraId="3F9DD8ED" w14:textId="7FD174CF"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762,939</w:t>
            </w:r>
          </w:p>
        </w:tc>
        <w:tc>
          <w:tcPr>
            <w:tcW w:w="189" w:type="dxa"/>
            <w:shd w:val="clear" w:color="auto" w:fill="auto"/>
          </w:tcPr>
          <w:p w14:paraId="2597DD22" w14:textId="77777777" w:rsidR="00B47D19" w:rsidRPr="000E3E1F" w:rsidRDefault="00B47D19" w:rsidP="00B47D1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4E0B1D72" w14:textId="217B2C67"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882,817</w:t>
            </w:r>
          </w:p>
        </w:tc>
        <w:tc>
          <w:tcPr>
            <w:tcW w:w="180" w:type="dxa"/>
            <w:shd w:val="clear" w:color="auto" w:fill="auto"/>
            <w:noWrap/>
          </w:tcPr>
          <w:p w14:paraId="1B756BD1"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42" w:type="dxa"/>
            <w:shd w:val="clear" w:color="auto" w:fill="auto"/>
            <w:noWrap/>
          </w:tcPr>
          <w:p w14:paraId="02B5FCC2" w14:textId="0D6320FF"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762,939</w:t>
            </w:r>
          </w:p>
        </w:tc>
        <w:tc>
          <w:tcPr>
            <w:tcW w:w="180" w:type="dxa"/>
            <w:shd w:val="clear" w:color="auto" w:fill="auto"/>
            <w:noWrap/>
          </w:tcPr>
          <w:p w14:paraId="1AAE4B10"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1024" w:type="dxa"/>
            <w:shd w:val="clear" w:color="auto" w:fill="auto"/>
            <w:noWrap/>
          </w:tcPr>
          <w:p w14:paraId="2B825B37" w14:textId="2EF5853E"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882,817</w:t>
            </w:r>
          </w:p>
        </w:tc>
      </w:tr>
      <w:tr w:rsidR="00B47D19" w:rsidRPr="000E3E1F" w14:paraId="2806DCD3" w14:textId="77777777" w:rsidTr="000D1A9C">
        <w:trPr>
          <w:gridAfter w:val="1"/>
          <w:wAfter w:w="14" w:type="dxa"/>
          <w:cantSplit/>
        </w:trPr>
        <w:tc>
          <w:tcPr>
            <w:tcW w:w="2695" w:type="dxa"/>
            <w:shd w:val="clear" w:color="auto" w:fill="auto"/>
            <w:vAlign w:val="bottom"/>
          </w:tcPr>
          <w:p w14:paraId="5BBD1B02" w14:textId="4F68B3AC" w:rsidR="00B47D19" w:rsidRPr="000E3E1F" w:rsidRDefault="00B47D19" w:rsidP="00B47D19">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 xml:space="preserve">     ค่าใช้จ่ายและซื้ออื่นๆ</w:t>
            </w:r>
          </w:p>
        </w:tc>
        <w:tc>
          <w:tcPr>
            <w:tcW w:w="1844" w:type="dxa"/>
            <w:shd w:val="clear" w:color="auto" w:fill="auto"/>
          </w:tcPr>
          <w:p w14:paraId="00C1F964" w14:textId="77777777" w:rsidR="00B47D19" w:rsidRPr="000E3E1F" w:rsidRDefault="00B47D19" w:rsidP="00B47D1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B47D19" w:rsidRPr="000E3E1F" w:rsidRDefault="00B47D19" w:rsidP="00B47D19">
            <w:pPr>
              <w:ind w:left="180" w:right="72" w:hanging="180"/>
              <w:jc w:val="center"/>
              <w:rPr>
                <w:rFonts w:ascii="Browallia New" w:hAnsi="Browallia New" w:cs="Browallia New"/>
                <w:sz w:val="24"/>
                <w:szCs w:val="24"/>
                <w:lang w:val="th-TH"/>
              </w:rPr>
            </w:pPr>
          </w:p>
        </w:tc>
        <w:tc>
          <w:tcPr>
            <w:tcW w:w="935" w:type="dxa"/>
            <w:shd w:val="clear" w:color="auto" w:fill="auto"/>
            <w:noWrap/>
          </w:tcPr>
          <w:p w14:paraId="24A08126" w14:textId="1C05749E"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6,820</w:t>
            </w:r>
          </w:p>
        </w:tc>
        <w:tc>
          <w:tcPr>
            <w:tcW w:w="189" w:type="dxa"/>
            <w:shd w:val="clear" w:color="auto" w:fill="auto"/>
          </w:tcPr>
          <w:p w14:paraId="3C875546" w14:textId="77777777" w:rsidR="00B47D19" w:rsidRPr="000E3E1F" w:rsidRDefault="00B47D19" w:rsidP="00B47D1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2EDF450C" w14:textId="185783C1"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6,367</w:t>
            </w:r>
          </w:p>
        </w:tc>
        <w:tc>
          <w:tcPr>
            <w:tcW w:w="180" w:type="dxa"/>
            <w:shd w:val="clear" w:color="auto" w:fill="auto"/>
            <w:noWrap/>
          </w:tcPr>
          <w:p w14:paraId="46689AA7"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42" w:type="dxa"/>
            <w:shd w:val="clear" w:color="auto" w:fill="auto"/>
            <w:noWrap/>
          </w:tcPr>
          <w:p w14:paraId="3601C279" w14:textId="706638FC" w:rsidR="00B47D19" w:rsidRPr="000E3E1F"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6,820</w:t>
            </w:r>
          </w:p>
        </w:tc>
        <w:tc>
          <w:tcPr>
            <w:tcW w:w="180" w:type="dxa"/>
            <w:shd w:val="clear" w:color="auto" w:fill="auto"/>
            <w:noWrap/>
          </w:tcPr>
          <w:p w14:paraId="7C8E7292"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1024" w:type="dxa"/>
            <w:shd w:val="clear" w:color="auto" w:fill="auto"/>
            <w:noWrap/>
          </w:tcPr>
          <w:p w14:paraId="7FCE4A57" w14:textId="1CA50C64" w:rsidR="00B47D19" w:rsidRPr="000E3E1F" w:rsidRDefault="00B47D19" w:rsidP="00B47D19">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6,367</w:t>
            </w:r>
          </w:p>
        </w:tc>
      </w:tr>
      <w:tr w:rsidR="00B47D19" w:rsidRPr="000E3E1F" w14:paraId="35B99DF6" w14:textId="77777777" w:rsidTr="000D1A9C">
        <w:trPr>
          <w:gridAfter w:val="1"/>
          <w:wAfter w:w="14" w:type="dxa"/>
          <w:cantSplit/>
        </w:trPr>
        <w:tc>
          <w:tcPr>
            <w:tcW w:w="2695" w:type="dxa"/>
            <w:shd w:val="clear" w:color="auto" w:fill="auto"/>
            <w:vAlign w:val="bottom"/>
          </w:tcPr>
          <w:p w14:paraId="249A2F94" w14:textId="2630117F" w:rsidR="00B47D19" w:rsidRPr="000E3E1F" w:rsidRDefault="00B47D19" w:rsidP="00B47D19">
            <w:pPr>
              <w:ind w:left="180" w:right="72" w:hanging="180"/>
              <w:rPr>
                <w:rFonts w:ascii="Browallia New" w:hAnsi="Browallia New" w:cs="Browallia New"/>
                <w:sz w:val="24"/>
                <w:szCs w:val="24"/>
                <w:cs/>
                <w:lang w:val="th-TH"/>
              </w:rPr>
            </w:pPr>
            <w:r w:rsidRPr="000E3E1F">
              <w:rPr>
                <w:rFonts w:ascii="Browallia New" w:hAnsi="Browallia New" w:cs="Browallia New"/>
                <w:sz w:val="24"/>
                <w:szCs w:val="24"/>
                <w:cs/>
                <w:lang w:val="th-TH"/>
              </w:rPr>
              <w:t xml:space="preserve">     ซื้อสินทรัพย์</w:t>
            </w:r>
          </w:p>
        </w:tc>
        <w:tc>
          <w:tcPr>
            <w:tcW w:w="1844" w:type="dxa"/>
            <w:shd w:val="clear" w:color="auto" w:fill="auto"/>
          </w:tcPr>
          <w:p w14:paraId="4A200447" w14:textId="0B2B4B48" w:rsidR="00B47D19" w:rsidRPr="000E3E1F" w:rsidRDefault="00B47D19" w:rsidP="00B47D19">
            <w:pPr>
              <w:ind w:left="180" w:right="72" w:hanging="18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4950E485" w14:textId="77777777" w:rsidR="00B47D19" w:rsidRPr="000E3E1F" w:rsidRDefault="00B47D19" w:rsidP="00B47D19">
            <w:pPr>
              <w:ind w:left="180" w:right="72" w:hanging="180"/>
              <w:jc w:val="center"/>
              <w:rPr>
                <w:rFonts w:ascii="Browallia New" w:hAnsi="Browallia New" w:cs="Browallia New"/>
                <w:sz w:val="24"/>
                <w:szCs w:val="24"/>
                <w:lang w:val="th-TH"/>
              </w:rPr>
            </w:pPr>
          </w:p>
        </w:tc>
        <w:tc>
          <w:tcPr>
            <w:tcW w:w="935" w:type="dxa"/>
            <w:shd w:val="clear" w:color="auto" w:fill="auto"/>
            <w:noWrap/>
          </w:tcPr>
          <w:p w14:paraId="3F5B9C28" w14:textId="02D92116" w:rsidR="00B47D19" w:rsidRPr="000E3E1F" w:rsidDel="0022413E"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w:t>
            </w:r>
          </w:p>
        </w:tc>
        <w:tc>
          <w:tcPr>
            <w:tcW w:w="189" w:type="dxa"/>
            <w:shd w:val="clear" w:color="auto" w:fill="auto"/>
          </w:tcPr>
          <w:p w14:paraId="38827C34" w14:textId="77777777" w:rsidR="00B47D19" w:rsidRPr="000E3E1F" w:rsidRDefault="00B47D19" w:rsidP="00B47D1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00E3B049" w14:textId="5ED70AC7" w:rsidR="00B47D19" w:rsidRPr="000E3E1F" w:rsidRDefault="00B47D19" w:rsidP="00FD015B">
            <w:pPr>
              <w:ind w:right="81" w:hanging="180"/>
              <w:jc w:val="right"/>
              <w:rPr>
                <w:rFonts w:ascii="Browallia New" w:hAnsi="Browallia New" w:cs="Browallia New"/>
                <w:sz w:val="24"/>
                <w:szCs w:val="24"/>
              </w:rPr>
            </w:pPr>
            <w:r w:rsidRPr="000E3E1F">
              <w:rPr>
                <w:rFonts w:ascii="Browallia New" w:hAnsi="Browallia New" w:cs="Browallia New"/>
                <w:sz w:val="24"/>
                <w:szCs w:val="24"/>
              </w:rPr>
              <w:t xml:space="preserve">          74</w:t>
            </w:r>
          </w:p>
        </w:tc>
        <w:tc>
          <w:tcPr>
            <w:tcW w:w="180" w:type="dxa"/>
            <w:shd w:val="clear" w:color="auto" w:fill="auto"/>
            <w:noWrap/>
          </w:tcPr>
          <w:p w14:paraId="39EE8862"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942" w:type="dxa"/>
            <w:shd w:val="clear" w:color="auto" w:fill="auto"/>
            <w:noWrap/>
          </w:tcPr>
          <w:p w14:paraId="0EF2E35C" w14:textId="7AC56090" w:rsidR="00B47D19" w:rsidRPr="000E3E1F" w:rsidDel="0022413E" w:rsidRDefault="00B47D19" w:rsidP="00B47D1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w:t>
            </w:r>
          </w:p>
        </w:tc>
        <w:tc>
          <w:tcPr>
            <w:tcW w:w="180" w:type="dxa"/>
            <w:shd w:val="clear" w:color="auto" w:fill="auto"/>
            <w:noWrap/>
          </w:tcPr>
          <w:p w14:paraId="1708F181" w14:textId="77777777" w:rsidR="00B47D19" w:rsidRPr="000E3E1F" w:rsidRDefault="00B47D19" w:rsidP="00B47D19">
            <w:pPr>
              <w:ind w:left="180" w:right="72" w:hanging="180"/>
              <w:jc w:val="right"/>
              <w:rPr>
                <w:rFonts w:ascii="Browallia New" w:hAnsi="Browallia New" w:cs="Browallia New"/>
                <w:sz w:val="24"/>
                <w:szCs w:val="24"/>
                <w:lang w:val="th-TH"/>
              </w:rPr>
            </w:pPr>
          </w:p>
        </w:tc>
        <w:tc>
          <w:tcPr>
            <w:tcW w:w="1024" w:type="dxa"/>
            <w:shd w:val="clear" w:color="auto" w:fill="auto"/>
            <w:noWrap/>
          </w:tcPr>
          <w:p w14:paraId="4D25945D" w14:textId="01167737" w:rsidR="00B47D19" w:rsidRPr="000E3E1F" w:rsidRDefault="00B47D19" w:rsidP="00FD015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 xml:space="preserve">        74</w:t>
            </w:r>
          </w:p>
        </w:tc>
      </w:tr>
      <w:tr w:rsidR="00F403D8" w:rsidRPr="000E3E1F" w14:paraId="4F5ABB54" w14:textId="05C61AB9" w:rsidTr="006B725D">
        <w:trPr>
          <w:cantSplit/>
        </w:trPr>
        <w:tc>
          <w:tcPr>
            <w:tcW w:w="4539" w:type="dxa"/>
            <w:gridSpan w:val="2"/>
            <w:vAlign w:val="bottom"/>
          </w:tcPr>
          <w:p w14:paraId="0951E7BE" w14:textId="77777777" w:rsidR="00F403D8" w:rsidRPr="000E3E1F" w:rsidRDefault="00F403D8" w:rsidP="00F403D8">
            <w:pPr>
              <w:ind w:left="180" w:right="72" w:hanging="180"/>
              <w:rPr>
                <w:rFonts w:ascii="Browallia New" w:hAnsi="Browallia New" w:cs="Browallia New"/>
                <w:sz w:val="24"/>
                <w:szCs w:val="24"/>
                <w:cs/>
                <w:lang w:val="th-TH"/>
              </w:rPr>
            </w:pPr>
          </w:p>
        </w:tc>
        <w:tc>
          <w:tcPr>
            <w:tcW w:w="190" w:type="dxa"/>
            <w:gridSpan w:val="2"/>
          </w:tcPr>
          <w:p w14:paraId="263409DD" w14:textId="77777777" w:rsidR="00F403D8" w:rsidRPr="000E3E1F" w:rsidRDefault="00F403D8" w:rsidP="00F403D8">
            <w:pPr>
              <w:ind w:left="180" w:right="72" w:hanging="180"/>
              <w:rPr>
                <w:rFonts w:ascii="Browallia New" w:hAnsi="Browallia New" w:cs="Browallia New"/>
                <w:sz w:val="24"/>
                <w:szCs w:val="24"/>
                <w:lang w:val="th-TH"/>
              </w:rPr>
            </w:pPr>
          </w:p>
        </w:tc>
        <w:tc>
          <w:tcPr>
            <w:tcW w:w="935" w:type="dxa"/>
            <w:noWrap/>
            <w:vAlign w:val="bottom"/>
          </w:tcPr>
          <w:p w14:paraId="356B32B6" w14:textId="77777777" w:rsidR="00F403D8" w:rsidRPr="000E3E1F" w:rsidRDefault="00F403D8" w:rsidP="00F403D8">
            <w:pPr>
              <w:ind w:left="180" w:right="72" w:hanging="180"/>
              <w:rPr>
                <w:rFonts w:ascii="Browallia New" w:hAnsi="Browallia New" w:cs="Browallia New"/>
                <w:sz w:val="24"/>
                <w:szCs w:val="24"/>
                <w:lang w:val="th-TH"/>
              </w:rPr>
            </w:pPr>
          </w:p>
        </w:tc>
        <w:tc>
          <w:tcPr>
            <w:tcW w:w="189" w:type="dxa"/>
          </w:tcPr>
          <w:p w14:paraId="6C853845" w14:textId="77777777" w:rsidR="00F403D8" w:rsidRPr="000E3E1F" w:rsidRDefault="00F403D8" w:rsidP="00F403D8">
            <w:pPr>
              <w:ind w:left="180" w:right="72" w:hanging="180"/>
              <w:rPr>
                <w:rFonts w:ascii="Browallia New" w:hAnsi="Browallia New" w:cs="Browallia New"/>
                <w:sz w:val="24"/>
                <w:szCs w:val="24"/>
                <w:lang w:val="th-TH"/>
              </w:rPr>
            </w:pPr>
          </w:p>
        </w:tc>
        <w:tc>
          <w:tcPr>
            <w:tcW w:w="933" w:type="dxa"/>
            <w:tcBorders>
              <w:left w:val="nil"/>
            </w:tcBorders>
          </w:tcPr>
          <w:p w14:paraId="4DCCAC32" w14:textId="77777777" w:rsidR="00F403D8" w:rsidRPr="000E3E1F" w:rsidRDefault="00F403D8" w:rsidP="00F403D8">
            <w:pPr>
              <w:ind w:left="180" w:right="72" w:hanging="180"/>
              <w:rPr>
                <w:rFonts w:ascii="Browallia New" w:hAnsi="Browallia New" w:cs="Browallia New"/>
                <w:sz w:val="24"/>
                <w:szCs w:val="24"/>
                <w:lang w:val="th-TH"/>
              </w:rPr>
            </w:pPr>
          </w:p>
        </w:tc>
        <w:tc>
          <w:tcPr>
            <w:tcW w:w="180" w:type="dxa"/>
            <w:noWrap/>
            <w:vAlign w:val="bottom"/>
          </w:tcPr>
          <w:p w14:paraId="3FF6E131" w14:textId="77777777" w:rsidR="00F403D8" w:rsidRPr="000E3E1F" w:rsidRDefault="00F403D8" w:rsidP="00F403D8">
            <w:pPr>
              <w:ind w:left="180" w:right="72" w:hanging="180"/>
              <w:rPr>
                <w:rFonts w:ascii="Browallia New" w:hAnsi="Browallia New" w:cs="Browallia New"/>
                <w:sz w:val="24"/>
                <w:szCs w:val="24"/>
                <w:lang w:val="th-TH"/>
              </w:rPr>
            </w:pPr>
          </w:p>
        </w:tc>
        <w:tc>
          <w:tcPr>
            <w:tcW w:w="942" w:type="dxa"/>
            <w:noWrap/>
            <w:vAlign w:val="bottom"/>
          </w:tcPr>
          <w:p w14:paraId="7D29E545" w14:textId="77777777" w:rsidR="00F403D8" w:rsidRPr="000E3E1F" w:rsidRDefault="00F403D8" w:rsidP="00F403D8">
            <w:pPr>
              <w:ind w:left="180" w:right="72" w:hanging="180"/>
              <w:jc w:val="right"/>
              <w:rPr>
                <w:rFonts w:ascii="Browallia New" w:hAnsi="Browallia New" w:cs="Browallia New"/>
                <w:sz w:val="24"/>
                <w:szCs w:val="24"/>
              </w:rPr>
            </w:pPr>
          </w:p>
        </w:tc>
        <w:tc>
          <w:tcPr>
            <w:tcW w:w="180" w:type="dxa"/>
            <w:noWrap/>
          </w:tcPr>
          <w:p w14:paraId="4B4D8B6A" w14:textId="77777777" w:rsidR="00F403D8" w:rsidRPr="000E3E1F" w:rsidRDefault="00F403D8" w:rsidP="00F403D8">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F403D8" w:rsidRPr="000E3E1F" w:rsidRDefault="00F403D8" w:rsidP="00F403D8">
            <w:pPr>
              <w:ind w:right="72"/>
              <w:rPr>
                <w:rFonts w:ascii="Browallia New" w:hAnsi="Browallia New" w:cs="Browallia New"/>
                <w:sz w:val="24"/>
                <w:szCs w:val="24"/>
                <w:cs/>
                <w:lang w:val="th-TH"/>
              </w:rPr>
            </w:pPr>
          </w:p>
        </w:tc>
      </w:tr>
      <w:tr w:rsidR="00F403D8" w:rsidRPr="000E3E1F" w14:paraId="19B98C85" w14:textId="25CEF173" w:rsidTr="006B725D">
        <w:trPr>
          <w:cantSplit/>
        </w:trPr>
        <w:tc>
          <w:tcPr>
            <w:tcW w:w="4539" w:type="dxa"/>
            <w:gridSpan w:val="2"/>
            <w:vAlign w:val="bottom"/>
          </w:tcPr>
          <w:p w14:paraId="66D15F5A" w14:textId="77777777" w:rsidR="00F403D8" w:rsidRPr="000E3E1F" w:rsidRDefault="00F403D8" w:rsidP="00F403D8">
            <w:pPr>
              <w:ind w:left="180" w:right="72" w:hanging="180"/>
              <w:rPr>
                <w:rFonts w:ascii="Browallia New" w:hAnsi="Browallia New" w:cs="Browallia New"/>
                <w:sz w:val="24"/>
                <w:szCs w:val="24"/>
                <w:u w:val="single"/>
                <w:lang w:val="th-TH"/>
              </w:rPr>
            </w:pPr>
            <w:r w:rsidRPr="000E3E1F">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F403D8" w:rsidRPr="000E3E1F" w:rsidRDefault="00F403D8" w:rsidP="00F403D8">
            <w:pPr>
              <w:ind w:left="180" w:right="72" w:hanging="180"/>
              <w:rPr>
                <w:rFonts w:ascii="Browallia New" w:hAnsi="Browallia New" w:cs="Browallia New"/>
                <w:sz w:val="24"/>
                <w:szCs w:val="24"/>
                <w:lang w:val="th-TH"/>
              </w:rPr>
            </w:pPr>
          </w:p>
        </w:tc>
        <w:tc>
          <w:tcPr>
            <w:tcW w:w="935" w:type="dxa"/>
            <w:noWrap/>
            <w:vAlign w:val="bottom"/>
          </w:tcPr>
          <w:p w14:paraId="0F839A54" w14:textId="77777777" w:rsidR="00F403D8" w:rsidRPr="000E3E1F" w:rsidRDefault="00F403D8" w:rsidP="00F403D8">
            <w:pPr>
              <w:ind w:left="180" w:right="72" w:hanging="180"/>
              <w:rPr>
                <w:rFonts w:ascii="Browallia New" w:hAnsi="Browallia New" w:cs="Browallia New"/>
                <w:sz w:val="24"/>
                <w:szCs w:val="24"/>
                <w:lang w:val="th-TH"/>
              </w:rPr>
            </w:pPr>
          </w:p>
        </w:tc>
        <w:tc>
          <w:tcPr>
            <w:tcW w:w="189" w:type="dxa"/>
          </w:tcPr>
          <w:p w14:paraId="46C43061" w14:textId="77777777" w:rsidR="00F403D8" w:rsidRPr="000E3E1F" w:rsidRDefault="00F403D8" w:rsidP="00F403D8">
            <w:pPr>
              <w:ind w:left="180" w:right="72" w:hanging="180"/>
              <w:rPr>
                <w:rFonts w:ascii="Browallia New" w:hAnsi="Browallia New" w:cs="Browallia New"/>
                <w:sz w:val="24"/>
                <w:szCs w:val="24"/>
                <w:lang w:val="th-TH"/>
              </w:rPr>
            </w:pPr>
          </w:p>
        </w:tc>
        <w:tc>
          <w:tcPr>
            <w:tcW w:w="933" w:type="dxa"/>
            <w:tcBorders>
              <w:left w:val="nil"/>
            </w:tcBorders>
          </w:tcPr>
          <w:p w14:paraId="6F80C4FD" w14:textId="77777777" w:rsidR="00F403D8" w:rsidRPr="000E3E1F" w:rsidRDefault="00F403D8" w:rsidP="00F403D8">
            <w:pPr>
              <w:ind w:left="180" w:right="72" w:hanging="180"/>
              <w:rPr>
                <w:rFonts w:ascii="Browallia New" w:hAnsi="Browallia New" w:cs="Browallia New"/>
                <w:sz w:val="24"/>
                <w:szCs w:val="24"/>
                <w:lang w:val="th-TH"/>
              </w:rPr>
            </w:pPr>
          </w:p>
        </w:tc>
        <w:tc>
          <w:tcPr>
            <w:tcW w:w="180" w:type="dxa"/>
            <w:noWrap/>
            <w:vAlign w:val="bottom"/>
          </w:tcPr>
          <w:p w14:paraId="3A121040" w14:textId="77777777" w:rsidR="00F403D8" w:rsidRPr="000E3E1F" w:rsidRDefault="00F403D8" w:rsidP="00F403D8">
            <w:pPr>
              <w:ind w:left="180" w:right="72" w:hanging="180"/>
              <w:rPr>
                <w:rFonts w:ascii="Browallia New" w:hAnsi="Browallia New" w:cs="Browallia New"/>
                <w:sz w:val="24"/>
                <w:szCs w:val="24"/>
                <w:lang w:val="th-TH"/>
              </w:rPr>
            </w:pPr>
          </w:p>
        </w:tc>
        <w:tc>
          <w:tcPr>
            <w:tcW w:w="942" w:type="dxa"/>
            <w:noWrap/>
            <w:vAlign w:val="bottom"/>
          </w:tcPr>
          <w:p w14:paraId="62064848" w14:textId="77777777" w:rsidR="00F403D8" w:rsidRPr="000E3E1F" w:rsidRDefault="00F403D8" w:rsidP="00F403D8">
            <w:pPr>
              <w:ind w:left="180" w:right="72" w:hanging="180"/>
              <w:rPr>
                <w:rFonts w:ascii="Browallia New" w:hAnsi="Browallia New" w:cs="Browallia New"/>
                <w:sz w:val="24"/>
                <w:szCs w:val="24"/>
              </w:rPr>
            </w:pPr>
          </w:p>
        </w:tc>
        <w:tc>
          <w:tcPr>
            <w:tcW w:w="180" w:type="dxa"/>
            <w:noWrap/>
          </w:tcPr>
          <w:p w14:paraId="260FD49D" w14:textId="77777777" w:rsidR="00F403D8" w:rsidRPr="000E3E1F" w:rsidRDefault="00F403D8" w:rsidP="00F403D8">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F403D8" w:rsidRPr="000E3E1F" w:rsidRDefault="00F403D8" w:rsidP="00F403D8">
            <w:pPr>
              <w:ind w:left="180" w:right="72" w:hanging="180"/>
              <w:rPr>
                <w:rFonts w:ascii="Browallia New" w:hAnsi="Browallia New" w:cs="Browallia New"/>
                <w:sz w:val="24"/>
                <w:szCs w:val="24"/>
                <w:lang w:val="th-TH"/>
              </w:rPr>
            </w:pPr>
          </w:p>
        </w:tc>
      </w:tr>
      <w:tr w:rsidR="00E5418B" w:rsidRPr="000E3E1F" w14:paraId="474BE70F" w14:textId="31144A88" w:rsidTr="000D1A9C">
        <w:trPr>
          <w:cantSplit/>
        </w:trPr>
        <w:tc>
          <w:tcPr>
            <w:tcW w:w="4539" w:type="dxa"/>
            <w:gridSpan w:val="2"/>
            <w:vAlign w:val="bottom"/>
          </w:tcPr>
          <w:p w14:paraId="7E5076E5" w14:textId="77777777" w:rsidR="00E5418B" w:rsidRPr="000E3E1F" w:rsidRDefault="00E5418B" w:rsidP="00E5418B">
            <w:pPr>
              <w:ind w:left="180" w:right="72" w:firstLine="27"/>
              <w:rPr>
                <w:rFonts w:ascii="Browallia New" w:hAnsi="Browallia New" w:cs="Browallia New"/>
                <w:sz w:val="24"/>
                <w:szCs w:val="24"/>
                <w:lang w:val="th-TH"/>
              </w:rPr>
            </w:pPr>
            <w:r w:rsidRPr="000E3E1F">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E5418B" w:rsidRPr="000E3E1F" w:rsidRDefault="00E5418B" w:rsidP="00E5418B">
            <w:pPr>
              <w:ind w:left="180" w:right="72" w:hanging="180"/>
              <w:rPr>
                <w:rFonts w:ascii="Browallia New" w:hAnsi="Browallia New" w:cs="Browallia New"/>
                <w:sz w:val="24"/>
                <w:szCs w:val="24"/>
                <w:lang w:val="th-TH"/>
              </w:rPr>
            </w:pPr>
          </w:p>
        </w:tc>
        <w:tc>
          <w:tcPr>
            <w:tcW w:w="935" w:type="dxa"/>
            <w:noWrap/>
          </w:tcPr>
          <w:p w14:paraId="200D2279" w14:textId="5B0F4201"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6,273</w:t>
            </w:r>
          </w:p>
        </w:tc>
        <w:tc>
          <w:tcPr>
            <w:tcW w:w="189" w:type="dxa"/>
          </w:tcPr>
          <w:p w14:paraId="32F035BA"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933" w:type="dxa"/>
            <w:tcBorders>
              <w:left w:val="nil"/>
            </w:tcBorders>
          </w:tcPr>
          <w:p w14:paraId="4449FC22" w14:textId="3EA1154C" w:rsidR="00E5418B" w:rsidRPr="000E3E1F" w:rsidRDefault="00E5418B" w:rsidP="00E5418B">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6</w:t>
            </w:r>
            <w:r w:rsidR="00AD6122" w:rsidRPr="000E3E1F">
              <w:rPr>
                <w:rFonts w:ascii="Browallia New" w:hAnsi="Browallia New" w:cs="Browallia New"/>
                <w:sz w:val="24"/>
                <w:szCs w:val="24"/>
              </w:rPr>
              <w:t>,</w:t>
            </w:r>
            <w:r w:rsidRPr="000E3E1F">
              <w:rPr>
                <w:rFonts w:ascii="Browallia New" w:hAnsi="Browallia New" w:cs="Browallia New"/>
                <w:sz w:val="24"/>
                <w:szCs w:val="24"/>
              </w:rPr>
              <w:t>080</w:t>
            </w:r>
          </w:p>
        </w:tc>
        <w:tc>
          <w:tcPr>
            <w:tcW w:w="180" w:type="dxa"/>
            <w:noWrap/>
          </w:tcPr>
          <w:p w14:paraId="655A7CD7" w14:textId="136FA44A" w:rsidR="00E5418B" w:rsidRPr="000E3E1F" w:rsidRDefault="00E5418B" w:rsidP="00E5418B">
            <w:pPr>
              <w:ind w:left="180" w:right="72" w:hanging="180"/>
              <w:jc w:val="right"/>
              <w:rPr>
                <w:rFonts w:ascii="Browallia New" w:hAnsi="Browallia New" w:cs="Browallia New"/>
                <w:sz w:val="24"/>
                <w:szCs w:val="24"/>
                <w:lang w:val="th-TH"/>
              </w:rPr>
            </w:pPr>
          </w:p>
        </w:tc>
        <w:tc>
          <w:tcPr>
            <w:tcW w:w="942" w:type="dxa"/>
            <w:noWrap/>
          </w:tcPr>
          <w:p w14:paraId="5B7431CD" w14:textId="61E37C20"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6,273</w:t>
            </w:r>
          </w:p>
        </w:tc>
        <w:tc>
          <w:tcPr>
            <w:tcW w:w="180" w:type="dxa"/>
            <w:noWrap/>
          </w:tcPr>
          <w:p w14:paraId="13A75C51"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1038" w:type="dxa"/>
            <w:gridSpan w:val="2"/>
            <w:noWrap/>
          </w:tcPr>
          <w:p w14:paraId="168D56E9" w14:textId="6F1DB50F" w:rsidR="00E5418B" w:rsidRPr="000E3E1F" w:rsidRDefault="00E5418B" w:rsidP="00E5418B">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6,080</w:t>
            </w:r>
          </w:p>
        </w:tc>
      </w:tr>
      <w:tr w:rsidR="00E5418B" w:rsidRPr="000E3E1F" w14:paraId="5365A365" w14:textId="7A1610F3" w:rsidTr="006B725D">
        <w:trPr>
          <w:cantSplit/>
        </w:trPr>
        <w:tc>
          <w:tcPr>
            <w:tcW w:w="4539" w:type="dxa"/>
            <w:gridSpan w:val="2"/>
          </w:tcPr>
          <w:p w14:paraId="45EC100D" w14:textId="77777777" w:rsidR="00E5418B" w:rsidRPr="000E3E1F" w:rsidRDefault="00E5418B" w:rsidP="00E5418B">
            <w:pPr>
              <w:ind w:left="180" w:right="72" w:firstLine="27"/>
              <w:rPr>
                <w:rFonts w:ascii="Browallia New" w:hAnsi="Browallia New" w:cs="Browallia New"/>
                <w:sz w:val="24"/>
                <w:szCs w:val="24"/>
                <w:lang w:val="th-TH"/>
              </w:rPr>
            </w:pPr>
            <w:r w:rsidRPr="000E3E1F">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E5418B" w:rsidRPr="000E3E1F" w:rsidRDefault="00E5418B" w:rsidP="00E5418B">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61B7EDB1"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289</w:t>
            </w:r>
          </w:p>
        </w:tc>
        <w:tc>
          <w:tcPr>
            <w:tcW w:w="189" w:type="dxa"/>
          </w:tcPr>
          <w:p w14:paraId="1DEE50E2"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933" w:type="dxa"/>
            <w:tcBorders>
              <w:left w:val="nil"/>
              <w:bottom w:val="single" w:sz="4" w:space="0" w:color="auto"/>
            </w:tcBorders>
          </w:tcPr>
          <w:p w14:paraId="5AA1AA0B" w14:textId="68269935" w:rsidR="00E5418B" w:rsidRPr="000E3E1F" w:rsidRDefault="00E5418B" w:rsidP="00E5418B">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320</w:t>
            </w:r>
          </w:p>
        </w:tc>
        <w:tc>
          <w:tcPr>
            <w:tcW w:w="180" w:type="dxa"/>
            <w:noWrap/>
          </w:tcPr>
          <w:p w14:paraId="07054DD4" w14:textId="09875248" w:rsidR="00E5418B" w:rsidRPr="000E3E1F" w:rsidRDefault="00E5418B" w:rsidP="00E5418B">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2BD07466" w:rsidR="00E5418B" w:rsidRPr="000E3E1F" w:rsidRDefault="00E5418B" w:rsidP="00E5418B">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289</w:t>
            </w:r>
          </w:p>
        </w:tc>
        <w:tc>
          <w:tcPr>
            <w:tcW w:w="180" w:type="dxa"/>
            <w:noWrap/>
          </w:tcPr>
          <w:p w14:paraId="733C6A67"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FCAD54B" w14:textId="770E4757" w:rsidR="00E5418B" w:rsidRPr="000E3E1F" w:rsidRDefault="00E5418B" w:rsidP="00E5418B">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320</w:t>
            </w:r>
          </w:p>
        </w:tc>
      </w:tr>
      <w:tr w:rsidR="00E5418B" w:rsidRPr="000E3E1F" w14:paraId="0F192FE3" w14:textId="129965F4" w:rsidTr="006B725D">
        <w:trPr>
          <w:cantSplit/>
          <w:trHeight w:val="216"/>
        </w:trPr>
        <w:tc>
          <w:tcPr>
            <w:tcW w:w="4539" w:type="dxa"/>
            <w:gridSpan w:val="2"/>
          </w:tcPr>
          <w:p w14:paraId="7D3A2AFC" w14:textId="77777777" w:rsidR="00E5418B" w:rsidRPr="000E3E1F" w:rsidRDefault="00E5418B" w:rsidP="00E5418B">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รวม</w:t>
            </w:r>
          </w:p>
        </w:tc>
        <w:tc>
          <w:tcPr>
            <w:tcW w:w="190" w:type="dxa"/>
            <w:gridSpan w:val="2"/>
          </w:tcPr>
          <w:p w14:paraId="3B9008D2" w14:textId="77777777" w:rsidR="00E5418B" w:rsidRPr="000E3E1F" w:rsidRDefault="00E5418B" w:rsidP="00E5418B">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79D3D016"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6,562</w:t>
            </w:r>
          </w:p>
        </w:tc>
        <w:tc>
          <w:tcPr>
            <w:tcW w:w="189" w:type="dxa"/>
          </w:tcPr>
          <w:p w14:paraId="21AEC625"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933" w:type="dxa"/>
            <w:tcBorders>
              <w:top w:val="single" w:sz="4" w:space="0" w:color="auto"/>
              <w:left w:val="nil"/>
              <w:bottom w:val="single" w:sz="12" w:space="0" w:color="auto"/>
            </w:tcBorders>
          </w:tcPr>
          <w:p w14:paraId="48F430AA" w14:textId="4DE2C305" w:rsidR="00E5418B" w:rsidRPr="000E3E1F" w:rsidRDefault="00E5418B" w:rsidP="00E5418B">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6,400</w:t>
            </w:r>
          </w:p>
        </w:tc>
        <w:tc>
          <w:tcPr>
            <w:tcW w:w="180" w:type="dxa"/>
            <w:noWrap/>
          </w:tcPr>
          <w:p w14:paraId="5AFBBE93" w14:textId="009A5CCD" w:rsidR="00E5418B" w:rsidRPr="000E3E1F" w:rsidRDefault="00E5418B" w:rsidP="00E5418B">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0F60675E"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6,562</w:t>
            </w:r>
          </w:p>
        </w:tc>
        <w:tc>
          <w:tcPr>
            <w:tcW w:w="180" w:type="dxa"/>
            <w:noWrap/>
          </w:tcPr>
          <w:p w14:paraId="34A25E54" w14:textId="77777777" w:rsidR="00E5418B" w:rsidRPr="000E3E1F" w:rsidRDefault="00E5418B" w:rsidP="00E5418B">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tcPr>
          <w:p w14:paraId="54099801" w14:textId="006A3EBE" w:rsidR="00E5418B" w:rsidRPr="000E3E1F" w:rsidRDefault="00E5418B" w:rsidP="00E5418B">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6,400</w:t>
            </w:r>
          </w:p>
        </w:tc>
      </w:tr>
    </w:tbl>
    <w:p w14:paraId="30C13845" w14:textId="5AC851AF" w:rsidR="00E950B2" w:rsidRPr="000E3E1F" w:rsidRDefault="00E950B2" w:rsidP="00623927">
      <w:pPr>
        <w:rPr>
          <w:rFonts w:ascii="Browallia New" w:hAnsi="Browallia New" w:cs="Browallia New"/>
          <w:i/>
          <w:iCs/>
          <w:cs/>
        </w:rPr>
      </w:pPr>
    </w:p>
    <w:tbl>
      <w:tblPr>
        <w:tblW w:w="9093"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05"/>
      </w:tblGrid>
      <w:tr w:rsidR="00E950B2" w:rsidRPr="000E3E1F" w14:paraId="7760EBF3" w14:textId="77777777" w:rsidTr="00842469">
        <w:trPr>
          <w:cantSplit/>
          <w:tblHeader/>
        </w:trPr>
        <w:tc>
          <w:tcPr>
            <w:tcW w:w="2695" w:type="dxa"/>
          </w:tcPr>
          <w:p w14:paraId="33CE1718" w14:textId="77777777" w:rsidR="00E950B2" w:rsidRPr="000E3E1F" w:rsidRDefault="00E950B2">
            <w:pPr>
              <w:ind w:left="180" w:right="72" w:hanging="180"/>
              <w:rPr>
                <w:rFonts w:ascii="Browallia New" w:hAnsi="Browallia New" w:cs="Browallia New"/>
                <w:sz w:val="24"/>
                <w:szCs w:val="24"/>
                <w:cs/>
                <w:lang w:val="th-TH"/>
              </w:rPr>
            </w:pPr>
          </w:p>
        </w:tc>
        <w:tc>
          <w:tcPr>
            <w:tcW w:w="1844" w:type="dxa"/>
            <w:tcBorders>
              <w:left w:val="nil"/>
            </w:tcBorders>
          </w:tcPr>
          <w:p w14:paraId="0458D5CE" w14:textId="77777777" w:rsidR="00E950B2" w:rsidRPr="000E3E1F" w:rsidRDefault="00E950B2">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F0EF5E5" w14:textId="77777777" w:rsidR="00E950B2" w:rsidRPr="000E3E1F" w:rsidRDefault="00E950B2">
            <w:pPr>
              <w:rPr>
                <w:rFonts w:ascii="Browallia New" w:hAnsi="Browallia New" w:cs="Browallia New"/>
                <w:sz w:val="24"/>
                <w:szCs w:val="24"/>
                <w:lang w:val="th-TH"/>
              </w:rPr>
            </w:pPr>
          </w:p>
        </w:tc>
        <w:tc>
          <w:tcPr>
            <w:tcW w:w="4374" w:type="dxa"/>
            <w:gridSpan w:val="8"/>
          </w:tcPr>
          <w:p w14:paraId="5BFC4145" w14:textId="77777777" w:rsidR="00E950B2" w:rsidRPr="000E3E1F" w:rsidRDefault="00E950B2">
            <w:pPr>
              <w:ind w:right="20"/>
              <w:jc w:val="right"/>
              <w:rPr>
                <w:rFonts w:ascii="Browallia New" w:hAnsi="Browallia New" w:cs="Browallia New"/>
                <w:sz w:val="24"/>
                <w:szCs w:val="24"/>
                <w:lang w:val="th-TH"/>
              </w:rPr>
            </w:pPr>
            <w:r w:rsidRPr="000E3E1F">
              <w:rPr>
                <w:rFonts w:ascii="Browallia New" w:hAnsi="Browallia New" w:cs="Browallia New"/>
                <w:sz w:val="24"/>
                <w:szCs w:val="24"/>
                <w:lang w:val="th-TH"/>
              </w:rPr>
              <w:t xml:space="preserve">                                              </w:t>
            </w:r>
            <w:r w:rsidRPr="000E3E1F">
              <w:rPr>
                <w:rFonts w:ascii="Browallia New" w:hAnsi="Browallia New" w:cs="Browallia New"/>
                <w:sz w:val="24"/>
                <w:szCs w:val="24"/>
                <w:cs/>
                <w:lang w:val="th-TH"/>
              </w:rPr>
              <w:t>(หน่วย</w:t>
            </w:r>
            <w:r w:rsidRPr="000E3E1F">
              <w:rPr>
                <w:rFonts w:ascii="Browallia New" w:hAnsi="Browallia New" w:cs="Browallia New"/>
                <w:sz w:val="24"/>
                <w:szCs w:val="24"/>
                <w:lang w:val="th-TH"/>
              </w:rPr>
              <w:t xml:space="preserve"> : </w:t>
            </w:r>
            <w:r w:rsidRPr="000E3E1F">
              <w:rPr>
                <w:rFonts w:ascii="Browallia New" w:hAnsi="Browallia New" w:cs="Browallia New"/>
                <w:sz w:val="24"/>
                <w:szCs w:val="24"/>
                <w:cs/>
                <w:lang w:val="th-TH"/>
              </w:rPr>
              <w:t>พันบาท)</w:t>
            </w:r>
          </w:p>
        </w:tc>
      </w:tr>
      <w:tr w:rsidR="00E950B2" w:rsidRPr="000E3E1F" w14:paraId="02F86AEB" w14:textId="77777777" w:rsidTr="00842469">
        <w:trPr>
          <w:cantSplit/>
          <w:tblHeader/>
        </w:trPr>
        <w:tc>
          <w:tcPr>
            <w:tcW w:w="2695" w:type="dxa"/>
          </w:tcPr>
          <w:p w14:paraId="5C48BB18" w14:textId="77777777" w:rsidR="00E950B2" w:rsidRPr="000E3E1F" w:rsidRDefault="00E950B2">
            <w:pPr>
              <w:ind w:left="180" w:right="72" w:hanging="180"/>
              <w:rPr>
                <w:rFonts w:ascii="Browallia New" w:hAnsi="Browallia New" w:cs="Browallia New"/>
                <w:sz w:val="24"/>
                <w:szCs w:val="24"/>
                <w:cs/>
                <w:lang w:val="th-TH"/>
              </w:rPr>
            </w:pPr>
          </w:p>
        </w:tc>
        <w:tc>
          <w:tcPr>
            <w:tcW w:w="1844" w:type="dxa"/>
            <w:tcBorders>
              <w:left w:val="nil"/>
            </w:tcBorders>
          </w:tcPr>
          <w:p w14:paraId="6D3E5E42" w14:textId="77777777" w:rsidR="00E950B2" w:rsidRPr="000E3E1F" w:rsidRDefault="00E950B2">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0CB30251" w14:textId="77777777" w:rsidR="00E950B2" w:rsidRPr="000E3E1F" w:rsidRDefault="00E950B2">
            <w:pPr>
              <w:rPr>
                <w:rFonts w:ascii="Browallia New" w:hAnsi="Browallia New" w:cs="Browallia New"/>
                <w:sz w:val="24"/>
                <w:szCs w:val="24"/>
                <w:lang w:val="th-TH"/>
              </w:rPr>
            </w:pPr>
          </w:p>
        </w:tc>
        <w:tc>
          <w:tcPr>
            <w:tcW w:w="2067" w:type="dxa"/>
            <w:gridSpan w:val="4"/>
            <w:tcBorders>
              <w:bottom w:val="single" w:sz="4" w:space="0" w:color="auto"/>
            </w:tcBorders>
          </w:tcPr>
          <w:p w14:paraId="4A6C861D" w14:textId="77777777" w:rsidR="00E950B2" w:rsidRPr="000E3E1F" w:rsidRDefault="00E950B2">
            <w:pPr>
              <w:ind w:right="20"/>
              <w:jc w:val="center"/>
              <w:rPr>
                <w:rFonts w:ascii="Browallia New" w:hAnsi="Browallia New" w:cs="Browallia New"/>
                <w:sz w:val="24"/>
                <w:szCs w:val="24"/>
                <w:lang w:val="th-TH"/>
              </w:rPr>
            </w:pPr>
            <w:r w:rsidRPr="000E3E1F">
              <w:rPr>
                <w:rFonts w:ascii="Browallia New" w:hAnsi="Browallia New" w:cs="Browallia New"/>
                <w:sz w:val="24"/>
                <w:szCs w:val="24"/>
                <w:cs/>
                <w:lang w:val="th-TH"/>
              </w:rPr>
              <w:t>ข้อมูลทางการเงินรวม</w:t>
            </w:r>
          </w:p>
        </w:tc>
        <w:tc>
          <w:tcPr>
            <w:tcW w:w="180" w:type="dxa"/>
          </w:tcPr>
          <w:p w14:paraId="4061D237" w14:textId="77777777" w:rsidR="00E950B2" w:rsidRPr="000E3E1F" w:rsidRDefault="00E950B2">
            <w:pPr>
              <w:ind w:right="72"/>
              <w:jc w:val="center"/>
              <w:rPr>
                <w:rFonts w:ascii="Browallia New" w:hAnsi="Browallia New" w:cs="Browallia New"/>
                <w:sz w:val="24"/>
                <w:szCs w:val="24"/>
                <w:lang w:val="th-TH"/>
              </w:rPr>
            </w:pPr>
          </w:p>
        </w:tc>
        <w:tc>
          <w:tcPr>
            <w:tcW w:w="2127" w:type="dxa"/>
            <w:gridSpan w:val="3"/>
            <w:tcBorders>
              <w:bottom w:val="single" w:sz="4" w:space="0" w:color="auto"/>
            </w:tcBorders>
          </w:tcPr>
          <w:p w14:paraId="03CA4CFE" w14:textId="77777777" w:rsidR="00E950B2" w:rsidRPr="000E3E1F" w:rsidRDefault="00E950B2">
            <w:pPr>
              <w:ind w:right="20"/>
              <w:jc w:val="center"/>
              <w:rPr>
                <w:rFonts w:ascii="Browallia New" w:hAnsi="Browallia New" w:cs="Browallia New"/>
                <w:sz w:val="24"/>
                <w:szCs w:val="24"/>
                <w:lang w:val="th-TH"/>
              </w:rPr>
            </w:pPr>
            <w:r w:rsidRPr="000E3E1F">
              <w:rPr>
                <w:rFonts w:ascii="Browallia New" w:hAnsi="Browallia New" w:cs="Browallia New"/>
                <w:sz w:val="24"/>
                <w:szCs w:val="24"/>
                <w:cs/>
                <w:lang w:val="th-TH"/>
              </w:rPr>
              <w:t>ข้อมูลทางการเงินเฉพาะบริษัท</w:t>
            </w:r>
          </w:p>
        </w:tc>
      </w:tr>
      <w:tr w:rsidR="00E950B2" w:rsidRPr="000E3E1F" w14:paraId="3A138740" w14:textId="77777777" w:rsidTr="00842469">
        <w:trPr>
          <w:cantSplit/>
          <w:tblHeader/>
        </w:trPr>
        <w:tc>
          <w:tcPr>
            <w:tcW w:w="2695" w:type="dxa"/>
          </w:tcPr>
          <w:p w14:paraId="0F2A6728" w14:textId="77777777" w:rsidR="00E950B2" w:rsidRPr="000E3E1F" w:rsidRDefault="00E950B2">
            <w:pPr>
              <w:ind w:left="180" w:right="72" w:hanging="180"/>
              <w:rPr>
                <w:rFonts w:ascii="Browallia New" w:hAnsi="Browallia New" w:cs="Browallia New"/>
                <w:sz w:val="24"/>
                <w:szCs w:val="24"/>
                <w:cs/>
                <w:lang w:val="th-TH"/>
              </w:rPr>
            </w:pPr>
          </w:p>
        </w:tc>
        <w:tc>
          <w:tcPr>
            <w:tcW w:w="1844" w:type="dxa"/>
            <w:tcBorders>
              <w:left w:val="nil"/>
            </w:tcBorders>
          </w:tcPr>
          <w:p w14:paraId="68C41C55" w14:textId="77777777" w:rsidR="00E950B2" w:rsidRPr="000E3E1F" w:rsidRDefault="00E950B2">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67FDF91" w14:textId="77777777" w:rsidR="00E950B2" w:rsidRPr="000E3E1F" w:rsidRDefault="00E950B2">
            <w:pPr>
              <w:rPr>
                <w:rFonts w:ascii="Browallia New" w:hAnsi="Browallia New" w:cs="Browallia New"/>
                <w:sz w:val="24"/>
                <w:szCs w:val="24"/>
                <w:lang w:val="th-TH"/>
              </w:rPr>
            </w:pPr>
          </w:p>
        </w:tc>
        <w:tc>
          <w:tcPr>
            <w:tcW w:w="4374" w:type="dxa"/>
            <w:gridSpan w:val="8"/>
            <w:tcBorders>
              <w:bottom w:val="single" w:sz="4" w:space="0" w:color="auto"/>
            </w:tcBorders>
          </w:tcPr>
          <w:p w14:paraId="32B08CBA" w14:textId="27EFA4AC" w:rsidR="00E950B2" w:rsidRPr="000E3E1F" w:rsidRDefault="000403DA">
            <w:pPr>
              <w:ind w:right="2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สำหรับงวดเก้าเดือนสิ้นสุดวันที่</w:t>
            </w:r>
            <w:r w:rsidRPr="000E3E1F">
              <w:rPr>
                <w:rFonts w:ascii="Browallia New" w:hAnsi="Browallia New" w:cs="Browallia New"/>
                <w:sz w:val="24"/>
                <w:szCs w:val="24"/>
                <w:lang w:val="th-TH"/>
              </w:rPr>
              <w:t xml:space="preserve"> </w:t>
            </w:r>
            <w:r w:rsidRPr="000E3E1F">
              <w:rPr>
                <w:rFonts w:ascii="Browallia New" w:hAnsi="Browallia New" w:cs="Browallia New"/>
                <w:sz w:val="24"/>
                <w:szCs w:val="24"/>
              </w:rPr>
              <w:t>30</w:t>
            </w:r>
            <w:r w:rsidRPr="000E3E1F">
              <w:rPr>
                <w:rFonts w:ascii="Browallia New" w:hAnsi="Browallia New" w:cs="Browallia New"/>
                <w:sz w:val="24"/>
                <w:szCs w:val="24"/>
                <w:cs/>
                <w:lang w:val="th-TH"/>
              </w:rPr>
              <w:t xml:space="preserve"> </w:t>
            </w:r>
            <w:bookmarkStart w:id="2" w:name="_Hlk112837640"/>
            <w:r w:rsidRPr="000E3E1F">
              <w:rPr>
                <w:rFonts w:ascii="Browallia New" w:hAnsi="Browallia New" w:cs="Browallia New"/>
                <w:sz w:val="24"/>
                <w:szCs w:val="24"/>
                <w:cs/>
                <w:lang w:val="th-TH"/>
              </w:rPr>
              <w:t>กันยายน</w:t>
            </w:r>
            <w:bookmarkEnd w:id="2"/>
          </w:p>
        </w:tc>
      </w:tr>
      <w:tr w:rsidR="00E950B2" w:rsidRPr="000E3E1F" w14:paraId="57E43532" w14:textId="77777777" w:rsidTr="00842469">
        <w:trPr>
          <w:cantSplit/>
          <w:tblHeader/>
        </w:trPr>
        <w:tc>
          <w:tcPr>
            <w:tcW w:w="2695" w:type="dxa"/>
          </w:tcPr>
          <w:p w14:paraId="1A386743" w14:textId="77777777" w:rsidR="00E950B2" w:rsidRPr="000E3E1F" w:rsidRDefault="00E950B2">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00DE33FC" w14:textId="77777777" w:rsidR="00E950B2" w:rsidRPr="000E3E1F" w:rsidRDefault="00E950B2">
            <w:pPr>
              <w:pStyle w:val="3"/>
              <w:tabs>
                <w:tab w:val="clear" w:pos="360"/>
                <w:tab w:val="clear" w:pos="720"/>
              </w:tabs>
              <w:ind w:left="-157" w:right="-108"/>
              <w:jc w:val="center"/>
              <w:rPr>
                <w:rFonts w:ascii="Browallia New" w:hAnsi="Browallia New" w:cs="Browallia New"/>
                <w:sz w:val="24"/>
                <w:szCs w:val="24"/>
                <w:cs/>
                <w:lang w:val="th-TH" w:eastAsia="en-US"/>
              </w:rPr>
            </w:pPr>
            <w:r w:rsidRPr="000E3E1F">
              <w:rPr>
                <w:rFonts w:ascii="Browallia New" w:hAnsi="Browallia New" w:cs="Browallia New"/>
                <w:sz w:val="24"/>
                <w:szCs w:val="24"/>
                <w:cs/>
                <w:lang w:val="th-TH" w:eastAsia="en-US"/>
              </w:rPr>
              <w:t>นโยบายการกำหนดราคา</w:t>
            </w:r>
          </w:p>
        </w:tc>
        <w:tc>
          <w:tcPr>
            <w:tcW w:w="180" w:type="dxa"/>
            <w:vAlign w:val="bottom"/>
          </w:tcPr>
          <w:p w14:paraId="677CF853" w14:textId="77777777" w:rsidR="00E950B2" w:rsidRPr="000E3E1F" w:rsidRDefault="00E950B2">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404F87AF" w14:textId="77777777" w:rsidR="00E950B2" w:rsidRPr="000E3E1F" w:rsidRDefault="00E950B2">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Pr="000E3E1F">
              <w:rPr>
                <w:rFonts w:ascii="Browallia New" w:hAnsi="Browallia New" w:cs="Browallia New"/>
                <w:sz w:val="24"/>
                <w:szCs w:val="24"/>
              </w:rPr>
              <w:t>7</w:t>
            </w:r>
          </w:p>
        </w:tc>
        <w:tc>
          <w:tcPr>
            <w:tcW w:w="189" w:type="dxa"/>
            <w:tcBorders>
              <w:top w:val="single" w:sz="4" w:space="0" w:color="auto"/>
            </w:tcBorders>
          </w:tcPr>
          <w:p w14:paraId="4615095C" w14:textId="77777777" w:rsidR="00E950B2" w:rsidRPr="000E3E1F" w:rsidRDefault="00E950B2">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014DE86" w14:textId="77777777" w:rsidR="00E950B2" w:rsidRPr="000E3E1F" w:rsidRDefault="00E950B2">
            <w:pPr>
              <w:ind w:right="20"/>
              <w:jc w:val="center"/>
              <w:rPr>
                <w:rFonts w:ascii="Browallia New" w:hAnsi="Browallia New" w:cs="Browallia New"/>
                <w:sz w:val="24"/>
                <w:szCs w:val="24"/>
                <w:cs/>
                <w:lang w:val="th-TH"/>
              </w:rPr>
            </w:pPr>
            <w:r w:rsidRPr="000E3E1F">
              <w:rPr>
                <w:rFonts w:ascii="Browallia New" w:hAnsi="Browallia New" w:cs="Browallia New"/>
                <w:sz w:val="24"/>
                <w:szCs w:val="24"/>
                <w:lang w:val="th-TH"/>
              </w:rPr>
              <w:t>256</w:t>
            </w:r>
            <w:r w:rsidRPr="000E3E1F">
              <w:rPr>
                <w:rFonts w:ascii="Browallia New" w:hAnsi="Browallia New" w:cs="Browallia New"/>
                <w:sz w:val="24"/>
                <w:szCs w:val="24"/>
              </w:rPr>
              <w:t>6</w:t>
            </w:r>
          </w:p>
        </w:tc>
        <w:tc>
          <w:tcPr>
            <w:tcW w:w="180" w:type="dxa"/>
            <w:tcBorders>
              <w:top w:val="single" w:sz="4" w:space="0" w:color="auto"/>
            </w:tcBorders>
          </w:tcPr>
          <w:p w14:paraId="2BA974D3" w14:textId="77777777" w:rsidR="00E950B2" w:rsidRPr="000E3E1F" w:rsidRDefault="00E950B2">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1EF39AB2" w14:textId="77777777" w:rsidR="00E950B2" w:rsidRPr="000E3E1F" w:rsidRDefault="00E950B2">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Pr="000E3E1F">
              <w:rPr>
                <w:rFonts w:ascii="Browallia New" w:hAnsi="Browallia New" w:cs="Browallia New"/>
                <w:sz w:val="24"/>
                <w:szCs w:val="24"/>
              </w:rPr>
              <w:t>7</w:t>
            </w:r>
          </w:p>
        </w:tc>
        <w:tc>
          <w:tcPr>
            <w:tcW w:w="180" w:type="dxa"/>
            <w:tcBorders>
              <w:top w:val="single" w:sz="4" w:space="0" w:color="auto"/>
            </w:tcBorders>
          </w:tcPr>
          <w:p w14:paraId="0282628E" w14:textId="77777777" w:rsidR="00E950B2" w:rsidRPr="000E3E1F" w:rsidRDefault="00E950B2">
            <w:pPr>
              <w:ind w:right="72"/>
              <w:jc w:val="center"/>
              <w:rPr>
                <w:rFonts w:ascii="Browallia New" w:hAnsi="Browallia New" w:cs="Browallia New"/>
                <w:sz w:val="24"/>
                <w:szCs w:val="24"/>
                <w:lang w:val="th-TH"/>
              </w:rPr>
            </w:pPr>
          </w:p>
        </w:tc>
        <w:tc>
          <w:tcPr>
            <w:tcW w:w="1005" w:type="dxa"/>
            <w:tcBorders>
              <w:bottom w:val="single" w:sz="4" w:space="0" w:color="auto"/>
            </w:tcBorders>
          </w:tcPr>
          <w:p w14:paraId="5F0B846D" w14:textId="77777777" w:rsidR="00E950B2" w:rsidRPr="000E3E1F" w:rsidRDefault="00E950B2">
            <w:pPr>
              <w:ind w:right="20"/>
              <w:jc w:val="center"/>
              <w:rPr>
                <w:rFonts w:ascii="Browallia New" w:hAnsi="Browallia New" w:cs="Browallia New"/>
                <w:sz w:val="24"/>
                <w:szCs w:val="24"/>
                <w:lang w:val="th-TH"/>
              </w:rPr>
            </w:pPr>
            <w:r w:rsidRPr="000E3E1F">
              <w:rPr>
                <w:rFonts w:ascii="Browallia New" w:hAnsi="Browallia New" w:cs="Browallia New"/>
                <w:sz w:val="24"/>
                <w:szCs w:val="24"/>
                <w:lang w:val="th-TH"/>
              </w:rPr>
              <w:t>256</w:t>
            </w:r>
            <w:r w:rsidRPr="000E3E1F">
              <w:rPr>
                <w:rFonts w:ascii="Browallia New" w:hAnsi="Browallia New" w:cs="Browallia New"/>
                <w:sz w:val="24"/>
                <w:szCs w:val="24"/>
              </w:rPr>
              <w:t>6</w:t>
            </w:r>
          </w:p>
        </w:tc>
      </w:tr>
      <w:tr w:rsidR="00E950B2" w:rsidRPr="000E3E1F" w14:paraId="482F9DDF" w14:textId="77777777" w:rsidTr="00842469">
        <w:trPr>
          <w:cantSplit/>
          <w:trHeight w:val="77"/>
          <w:tblHeader/>
        </w:trPr>
        <w:tc>
          <w:tcPr>
            <w:tcW w:w="2695" w:type="dxa"/>
          </w:tcPr>
          <w:p w14:paraId="68D9A9B6" w14:textId="77777777" w:rsidR="00E950B2" w:rsidRPr="000E3E1F" w:rsidRDefault="00E950B2">
            <w:pPr>
              <w:ind w:left="180" w:right="72" w:hanging="180"/>
              <w:rPr>
                <w:rFonts w:ascii="Browallia New" w:hAnsi="Browallia New" w:cs="Browallia New"/>
                <w:sz w:val="18"/>
                <w:szCs w:val="18"/>
                <w:lang w:val="th-TH"/>
              </w:rPr>
            </w:pPr>
          </w:p>
        </w:tc>
        <w:tc>
          <w:tcPr>
            <w:tcW w:w="1844" w:type="dxa"/>
          </w:tcPr>
          <w:p w14:paraId="01509033" w14:textId="77777777" w:rsidR="00E950B2" w:rsidRPr="000E3E1F" w:rsidRDefault="00E950B2">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0AB8A948" w14:textId="77777777" w:rsidR="00E950B2" w:rsidRPr="000E3E1F" w:rsidRDefault="00E950B2">
            <w:pPr>
              <w:ind w:hanging="180"/>
              <w:jc w:val="center"/>
              <w:rPr>
                <w:rFonts w:ascii="Browallia New" w:hAnsi="Browallia New" w:cs="Browallia New"/>
                <w:sz w:val="18"/>
                <w:szCs w:val="18"/>
                <w:lang w:val="th-TH"/>
              </w:rPr>
            </w:pPr>
          </w:p>
        </w:tc>
        <w:tc>
          <w:tcPr>
            <w:tcW w:w="935" w:type="dxa"/>
          </w:tcPr>
          <w:p w14:paraId="6942DDD6" w14:textId="77777777" w:rsidR="00E950B2" w:rsidRPr="000E3E1F" w:rsidRDefault="00E950B2">
            <w:pPr>
              <w:ind w:right="81" w:hanging="180"/>
              <w:jc w:val="right"/>
              <w:rPr>
                <w:rFonts w:ascii="Browallia New" w:hAnsi="Browallia New" w:cs="Browallia New"/>
                <w:sz w:val="18"/>
                <w:szCs w:val="18"/>
                <w:lang w:val="th-TH"/>
              </w:rPr>
            </w:pPr>
          </w:p>
        </w:tc>
        <w:tc>
          <w:tcPr>
            <w:tcW w:w="189" w:type="dxa"/>
          </w:tcPr>
          <w:p w14:paraId="4545464D" w14:textId="77777777" w:rsidR="00E950B2" w:rsidRPr="000E3E1F" w:rsidRDefault="00E950B2">
            <w:pPr>
              <w:ind w:right="81" w:hanging="180"/>
              <w:jc w:val="right"/>
              <w:rPr>
                <w:rFonts w:ascii="Browallia New" w:hAnsi="Browallia New" w:cs="Browallia New"/>
                <w:sz w:val="18"/>
                <w:szCs w:val="18"/>
                <w:lang w:val="th-TH"/>
              </w:rPr>
            </w:pPr>
          </w:p>
        </w:tc>
        <w:tc>
          <w:tcPr>
            <w:tcW w:w="933" w:type="dxa"/>
            <w:tcBorders>
              <w:left w:val="nil"/>
            </w:tcBorders>
          </w:tcPr>
          <w:p w14:paraId="0DA6DB2E" w14:textId="77777777" w:rsidR="00E950B2" w:rsidRPr="000E3E1F" w:rsidRDefault="00E950B2">
            <w:pPr>
              <w:ind w:right="81" w:hanging="180"/>
              <w:jc w:val="right"/>
              <w:rPr>
                <w:rFonts w:ascii="Browallia New" w:hAnsi="Browallia New" w:cs="Browallia New"/>
                <w:sz w:val="18"/>
                <w:szCs w:val="18"/>
                <w:lang w:val="th-TH"/>
              </w:rPr>
            </w:pPr>
          </w:p>
        </w:tc>
        <w:tc>
          <w:tcPr>
            <w:tcW w:w="180" w:type="dxa"/>
          </w:tcPr>
          <w:p w14:paraId="55333A11" w14:textId="77777777" w:rsidR="00E950B2" w:rsidRPr="000E3E1F" w:rsidRDefault="00E950B2">
            <w:pPr>
              <w:ind w:right="72" w:hanging="180"/>
              <w:jc w:val="both"/>
              <w:rPr>
                <w:rFonts w:ascii="Browallia New" w:hAnsi="Browallia New" w:cs="Browallia New"/>
                <w:sz w:val="18"/>
                <w:szCs w:val="18"/>
                <w:lang w:val="th-TH"/>
              </w:rPr>
            </w:pPr>
          </w:p>
        </w:tc>
        <w:tc>
          <w:tcPr>
            <w:tcW w:w="942" w:type="dxa"/>
          </w:tcPr>
          <w:p w14:paraId="29478D85" w14:textId="77777777" w:rsidR="00E950B2" w:rsidRPr="000E3E1F" w:rsidRDefault="00E950B2">
            <w:pPr>
              <w:ind w:right="57" w:hanging="180"/>
              <w:jc w:val="right"/>
              <w:rPr>
                <w:rFonts w:ascii="Browallia New" w:hAnsi="Browallia New" w:cs="Browallia New"/>
                <w:sz w:val="18"/>
                <w:szCs w:val="18"/>
                <w:lang w:val="th-TH"/>
              </w:rPr>
            </w:pPr>
          </w:p>
        </w:tc>
        <w:tc>
          <w:tcPr>
            <w:tcW w:w="180" w:type="dxa"/>
          </w:tcPr>
          <w:p w14:paraId="390CFE02" w14:textId="77777777" w:rsidR="00E950B2" w:rsidRPr="000E3E1F" w:rsidRDefault="00E950B2">
            <w:pPr>
              <w:ind w:right="72" w:hanging="180"/>
              <w:jc w:val="both"/>
              <w:rPr>
                <w:rFonts w:ascii="Browallia New" w:hAnsi="Browallia New" w:cs="Browallia New"/>
                <w:sz w:val="18"/>
                <w:szCs w:val="18"/>
                <w:lang w:val="th-TH"/>
              </w:rPr>
            </w:pPr>
          </w:p>
        </w:tc>
        <w:tc>
          <w:tcPr>
            <w:tcW w:w="1005" w:type="dxa"/>
          </w:tcPr>
          <w:p w14:paraId="427972A3" w14:textId="77777777" w:rsidR="00E950B2" w:rsidRPr="000E3E1F" w:rsidRDefault="00E950B2">
            <w:pPr>
              <w:ind w:right="57" w:hanging="180"/>
              <w:jc w:val="right"/>
              <w:rPr>
                <w:rFonts w:ascii="Browallia New" w:hAnsi="Browallia New" w:cs="Browallia New"/>
                <w:sz w:val="18"/>
                <w:szCs w:val="18"/>
                <w:lang w:val="th-TH"/>
              </w:rPr>
            </w:pPr>
          </w:p>
        </w:tc>
      </w:tr>
      <w:tr w:rsidR="00E950B2" w:rsidRPr="000E3E1F" w14:paraId="4FA302E5" w14:textId="77777777" w:rsidTr="00610396">
        <w:trPr>
          <w:cantSplit/>
        </w:trPr>
        <w:tc>
          <w:tcPr>
            <w:tcW w:w="2695" w:type="dxa"/>
            <w:shd w:val="clear" w:color="auto" w:fill="auto"/>
            <w:vAlign w:val="bottom"/>
          </w:tcPr>
          <w:p w14:paraId="65C858DD" w14:textId="03C14BE1" w:rsidR="00E950B2" w:rsidRPr="000E3E1F" w:rsidRDefault="009C598F">
            <w:pPr>
              <w:ind w:left="180" w:right="72" w:hanging="180"/>
              <w:rPr>
                <w:rFonts w:ascii="Browallia New" w:hAnsi="Browallia New" w:cs="Browallia New"/>
                <w:sz w:val="24"/>
                <w:szCs w:val="24"/>
                <w:cs/>
                <w:lang w:val="th-TH"/>
              </w:rPr>
            </w:pPr>
            <w:r w:rsidRPr="000E3E1F">
              <w:rPr>
                <w:rFonts w:ascii="Browallia New" w:hAnsi="Browallia New" w:cs="Browallia New"/>
                <w:sz w:val="24"/>
                <w:szCs w:val="24"/>
                <w:u w:val="single"/>
                <w:cs/>
                <w:lang w:val="th-TH"/>
              </w:rPr>
              <w:t>บริษัทย่อย</w:t>
            </w:r>
          </w:p>
        </w:tc>
        <w:tc>
          <w:tcPr>
            <w:tcW w:w="1844" w:type="dxa"/>
            <w:shd w:val="clear" w:color="auto" w:fill="auto"/>
            <w:vAlign w:val="bottom"/>
          </w:tcPr>
          <w:p w14:paraId="520602DB" w14:textId="64A67FF6" w:rsidR="00E950B2" w:rsidRPr="000E3E1F" w:rsidRDefault="00E950B2">
            <w:pPr>
              <w:ind w:left="180" w:right="72" w:hanging="180"/>
              <w:jc w:val="center"/>
              <w:rPr>
                <w:rFonts w:ascii="Browallia New" w:hAnsi="Browallia New" w:cs="Browallia New"/>
                <w:sz w:val="24"/>
                <w:szCs w:val="24"/>
                <w:lang w:val="th-TH"/>
              </w:rPr>
            </w:pPr>
          </w:p>
        </w:tc>
        <w:tc>
          <w:tcPr>
            <w:tcW w:w="190" w:type="dxa"/>
            <w:gridSpan w:val="2"/>
            <w:shd w:val="clear" w:color="auto" w:fill="auto"/>
            <w:vAlign w:val="bottom"/>
          </w:tcPr>
          <w:p w14:paraId="4BA86CF7" w14:textId="77777777" w:rsidR="00E950B2" w:rsidRPr="000E3E1F" w:rsidRDefault="00E950B2">
            <w:pPr>
              <w:ind w:left="180" w:right="72" w:hanging="180"/>
              <w:jc w:val="right"/>
              <w:rPr>
                <w:rFonts w:ascii="Browallia New" w:hAnsi="Browallia New" w:cs="Browallia New"/>
                <w:sz w:val="24"/>
                <w:szCs w:val="24"/>
                <w:lang w:val="th-TH"/>
              </w:rPr>
            </w:pPr>
          </w:p>
        </w:tc>
        <w:tc>
          <w:tcPr>
            <w:tcW w:w="935" w:type="dxa"/>
            <w:shd w:val="clear" w:color="auto" w:fill="auto"/>
            <w:noWrap/>
          </w:tcPr>
          <w:p w14:paraId="17691EAB" w14:textId="5BEB158C" w:rsidR="00E950B2" w:rsidRPr="000E3E1F" w:rsidRDefault="00E950B2">
            <w:pPr>
              <w:ind w:left="180" w:right="72" w:hanging="180"/>
              <w:jc w:val="right"/>
              <w:rPr>
                <w:rFonts w:ascii="Browallia New" w:hAnsi="Browallia New" w:cs="Browallia New"/>
                <w:sz w:val="24"/>
                <w:szCs w:val="24"/>
              </w:rPr>
            </w:pPr>
          </w:p>
        </w:tc>
        <w:tc>
          <w:tcPr>
            <w:tcW w:w="189" w:type="dxa"/>
            <w:shd w:val="clear" w:color="auto" w:fill="auto"/>
            <w:vAlign w:val="bottom"/>
          </w:tcPr>
          <w:p w14:paraId="36CA3EEB" w14:textId="77777777" w:rsidR="00E950B2" w:rsidRPr="000E3E1F" w:rsidRDefault="00E950B2">
            <w:pPr>
              <w:ind w:left="180" w:right="72" w:hanging="180"/>
              <w:rPr>
                <w:rFonts w:ascii="Browallia New" w:hAnsi="Browallia New" w:cs="Browallia New"/>
                <w:sz w:val="24"/>
                <w:szCs w:val="24"/>
                <w:lang w:val="th-TH"/>
              </w:rPr>
            </w:pPr>
          </w:p>
        </w:tc>
        <w:tc>
          <w:tcPr>
            <w:tcW w:w="933" w:type="dxa"/>
            <w:tcBorders>
              <w:left w:val="nil"/>
            </w:tcBorders>
            <w:shd w:val="clear" w:color="auto" w:fill="auto"/>
            <w:vAlign w:val="bottom"/>
          </w:tcPr>
          <w:p w14:paraId="07DC8B13" w14:textId="619CEADD" w:rsidR="00E950B2" w:rsidRPr="000E3E1F" w:rsidRDefault="00E950B2">
            <w:pPr>
              <w:ind w:left="180" w:right="72" w:hanging="180"/>
              <w:jc w:val="right"/>
              <w:rPr>
                <w:rFonts w:ascii="Browallia New" w:hAnsi="Browallia New" w:cs="Browallia New"/>
                <w:sz w:val="24"/>
                <w:szCs w:val="24"/>
                <w:cs/>
                <w:lang w:val="th-TH"/>
              </w:rPr>
            </w:pPr>
          </w:p>
        </w:tc>
        <w:tc>
          <w:tcPr>
            <w:tcW w:w="180" w:type="dxa"/>
            <w:shd w:val="clear" w:color="auto" w:fill="auto"/>
            <w:noWrap/>
            <w:vAlign w:val="bottom"/>
          </w:tcPr>
          <w:p w14:paraId="32D0193E" w14:textId="77777777" w:rsidR="00E950B2" w:rsidRPr="000E3E1F" w:rsidRDefault="00E950B2">
            <w:pPr>
              <w:ind w:left="180" w:right="72" w:hanging="180"/>
              <w:jc w:val="right"/>
              <w:rPr>
                <w:rFonts w:ascii="Browallia New" w:hAnsi="Browallia New" w:cs="Browallia New"/>
                <w:sz w:val="24"/>
                <w:szCs w:val="24"/>
                <w:lang w:val="th-TH"/>
              </w:rPr>
            </w:pPr>
          </w:p>
        </w:tc>
        <w:tc>
          <w:tcPr>
            <w:tcW w:w="942" w:type="dxa"/>
            <w:shd w:val="clear" w:color="auto" w:fill="auto"/>
            <w:noWrap/>
          </w:tcPr>
          <w:p w14:paraId="746521FB" w14:textId="0DAA842A" w:rsidR="00E950B2" w:rsidRPr="000E3E1F" w:rsidRDefault="00E950B2">
            <w:pPr>
              <w:ind w:left="180" w:right="72" w:hanging="180"/>
              <w:jc w:val="right"/>
              <w:rPr>
                <w:rFonts w:ascii="Browallia New" w:hAnsi="Browallia New" w:cs="Browallia New"/>
                <w:sz w:val="24"/>
                <w:szCs w:val="24"/>
              </w:rPr>
            </w:pPr>
          </w:p>
        </w:tc>
        <w:tc>
          <w:tcPr>
            <w:tcW w:w="180" w:type="dxa"/>
            <w:shd w:val="clear" w:color="auto" w:fill="auto"/>
            <w:noWrap/>
            <w:vAlign w:val="bottom"/>
          </w:tcPr>
          <w:p w14:paraId="66D59ECE" w14:textId="77777777" w:rsidR="00E950B2" w:rsidRPr="000E3E1F" w:rsidRDefault="00E950B2">
            <w:pPr>
              <w:ind w:left="180" w:right="72" w:hanging="180"/>
              <w:rPr>
                <w:rFonts w:ascii="Browallia New" w:hAnsi="Browallia New" w:cs="Browallia New"/>
                <w:sz w:val="24"/>
                <w:szCs w:val="24"/>
                <w:lang w:val="th-TH"/>
              </w:rPr>
            </w:pPr>
          </w:p>
        </w:tc>
        <w:tc>
          <w:tcPr>
            <w:tcW w:w="1005" w:type="dxa"/>
            <w:shd w:val="clear" w:color="auto" w:fill="auto"/>
            <w:noWrap/>
            <w:vAlign w:val="bottom"/>
          </w:tcPr>
          <w:p w14:paraId="2C3A3228" w14:textId="21A68E36" w:rsidR="00E950B2" w:rsidRPr="000E3E1F" w:rsidRDefault="00E950B2">
            <w:pPr>
              <w:ind w:left="180" w:right="72" w:hanging="180"/>
              <w:jc w:val="right"/>
              <w:rPr>
                <w:rFonts w:ascii="Browallia New" w:hAnsi="Browallia New" w:cs="Browallia New"/>
                <w:sz w:val="24"/>
                <w:szCs w:val="24"/>
                <w:cs/>
                <w:lang w:val="th-TH"/>
              </w:rPr>
            </w:pPr>
          </w:p>
        </w:tc>
      </w:tr>
      <w:tr w:rsidR="00895C89" w:rsidRPr="000E3E1F" w14:paraId="42309ABC" w14:textId="77777777" w:rsidTr="000D1A9C">
        <w:trPr>
          <w:cantSplit/>
        </w:trPr>
        <w:tc>
          <w:tcPr>
            <w:tcW w:w="2695" w:type="dxa"/>
            <w:shd w:val="clear" w:color="auto" w:fill="auto"/>
            <w:vAlign w:val="bottom"/>
          </w:tcPr>
          <w:p w14:paraId="28EA787E" w14:textId="6EED3D5D" w:rsidR="00895C89" w:rsidRPr="000E3E1F" w:rsidRDefault="00895C89" w:rsidP="00895C89">
            <w:pPr>
              <w:ind w:left="180" w:right="72" w:hanging="180"/>
              <w:rPr>
                <w:rFonts w:ascii="Browallia New" w:hAnsi="Browallia New" w:cs="Browallia New"/>
                <w:sz w:val="24"/>
                <w:szCs w:val="24"/>
                <w:cs/>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461D321F" w14:textId="59112FED" w:rsidR="00895C89" w:rsidRPr="000E3E1F" w:rsidRDefault="00895C89" w:rsidP="00895C89">
            <w:pPr>
              <w:ind w:left="180" w:right="72" w:hanging="18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69189983" w14:textId="77777777" w:rsidR="00895C89" w:rsidRPr="000E3E1F" w:rsidRDefault="00895C89" w:rsidP="00895C89">
            <w:pPr>
              <w:ind w:left="180" w:right="72" w:hanging="180"/>
              <w:jc w:val="right"/>
              <w:rPr>
                <w:rFonts w:ascii="Browallia New" w:hAnsi="Browallia New" w:cs="Browallia New"/>
                <w:sz w:val="24"/>
                <w:szCs w:val="24"/>
                <w:lang w:val="th-TH"/>
              </w:rPr>
            </w:pPr>
          </w:p>
        </w:tc>
        <w:tc>
          <w:tcPr>
            <w:tcW w:w="935" w:type="dxa"/>
            <w:shd w:val="clear" w:color="auto" w:fill="auto"/>
            <w:noWrap/>
          </w:tcPr>
          <w:p w14:paraId="6FC63704" w14:textId="27CCDCE9" w:rsidR="00895C89" w:rsidRPr="000E3E1F" w:rsidRDefault="00895C89" w:rsidP="00895C89">
            <w:pPr>
              <w:ind w:left="180" w:right="72" w:hanging="180"/>
              <w:jc w:val="center"/>
              <w:rPr>
                <w:rFonts w:ascii="Browallia New" w:hAnsi="Browallia New" w:cs="Browallia New"/>
                <w:sz w:val="24"/>
                <w:szCs w:val="24"/>
              </w:rPr>
            </w:pPr>
            <w:r w:rsidRPr="000E3E1F">
              <w:rPr>
                <w:rFonts w:ascii="Browallia New" w:hAnsi="Browallia New" w:cs="Browallia New"/>
                <w:sz w:val="24"/>
                <w:szCs w:val="24"/>
              </w:rPr>
              <w:t xml:space="preserve">        -</w:t>
            </w:r>
          </w:p>
        </w:tc>
        <w:tc>
          <w:tcPr>
            <w:tcW w:w="189" w:type="dxa"/>
            <w:shd w:val="clear" w:color="auto" w:fill="auto"/>
          </w:tcPr>
          <w:p w14:paraId="22397B08" w14:textId="77777777" w:rsidR="00895C89" w:rsidRPr="000E3E1F" w:rsidRDefault="00895C89" w:rsidP="00895C89">
            <w:pPr>
              <w:ind w:left="180" w:right="72" w:hanging="180"/>
              <w:jc w:val="center"/>
              <w:rPr>
                <w:rFonts w:ascii="Browallia New" w:hAnsi="Browallia New" w:cs="Browallia New"/>
                <w:sz w:val="24"/>
                <w:szCs w:val="24"/>
              </w:rPr>
            </w:pPr>
          </w:p>
        </w:tc>
        <w:tc>
          <w:tcPr>
            <w:tcW w:w="933" w:type="dxa"/>
            <w:tcBorders>
              <w:left w:val="nil"/>
            </w:tcBorders>
            <w:shd w:val="clear" w:color="auto" w:fill="auto"/>
          </w:tcPr>
          <w:p w14:paraId="1231AF03" w14:textId="30A2241B" w:rsidR="00895C89" w:rsidRPr="000E3E1F" w:rsidRDefault="00895C89" w:rsidP="00895C89">
            <w:pPr>
              <w:ind w:left="180" w:right="72" w:hanging="180"/>
              <w:jc w:val="center"/>
              <w:rPr>
                <w:rFonts w:ascii="Browallia New" w:hAnsi="Browallia New" w:cs="Browallia New"/>
                <w:sz w:val="24"/>
                <w:szCs w:val="24"/>
              </w:rPr>
            </w:pPr>
            <w:r w:rsidRPr="000E3E1F">
              <w:rPr>
                <w:rFonts w:ascii="Browallia New" w:hAnsi="Browallia New" w:cs="Browallia New"/>
                <w:sz w:val="24"/>
                <w:szCs w:val="24"/>
              </w:rPr>
              <w:t xml:space="preserve">        -</w:t>
            </w:r>
          </w:p>
        </w:tc>
        <w:tc>
          <w:tcPr>
            <w:tcW w:w="180" w:type="dxa"/>
            <w:shd w:val="clear" w:color="auto" w:fill="auto"/>
            <w:noWrap/>
          </w:tcPr>
          <w:p w14:paraId="1713B60C" w14:textId="77777777" w:rsidR="00895C89" w:rsidRPr="000E3E1F" w:rsidRDefault="00895C89" w:rsidP="00895C89">
            <w:pPr>
              <w:ind w:left="180" w:right="72" w:hanging="180"/>
              <w:jc w:val="right"/>
              <w:rPr>
                <w:rFonts w:ascii="Browallia New" w:hAnsi="Browallia New" w:cs="Browallia New"/>
                <w:sz w:val="24"/>
                <w:szCs w:val="24"/>
              </w:rPr>
            </w:pPr>
          </w:p>
        </w:tc>
        <w:tc>
          <w:tcPr>
            <w:tcW w:w="942" w:type="dxa"/>
            <w:shd w:val="clear" w:color="auto" w:fill="auto"/>
            <w:noWrap/>
          </w:tcPr>
          <w:p w14:paraId="6A3BA76C" w14:textId="3F385D98" w:rsidR="00895C89" w:rsidRPr="000E3E1F" w:rsidRDefault="00895C89" w:rsidP="00895C8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536</w:t>
            </w:r>
          </w:p>
        </w:tc>
        <w:tc>
          <w:tcPr>
            <w:tcW w:w="180" w:type="dxa"/>
            <w:shd w:val="clear" w:color="auto" w:fill="auto"/>
            <w:noWrap/>
          </w:tcPr>
          <w:p w14:paraId="0D92DBDD" w14:textId="77777777" w:rsidR="00895C89" w:rsidRPr="000E3E1F" w:rsidRDefault="00895C89" w:rsidP="00895C89">
            <w:pPr>
              <w:ind w:left="180" w:right="72" w:hanging="180"/>
              <w:jc w:val="right"/>
              <w:rPr>
                <w:rFonts w:ascii="Browallia New" w:hAnsi="Browallia New" w:cs="Browallia New"/>
                <w:sz w:val="24"/>
                <w:szCs w:val="24"/>
              </w:rPr>
            </w:pPr>
          </w:p>
        </w:tc>
        <w:tc>
          <w:tcPr>
            <w:tcW w:w="1005" w:type="dxa"/>
            <w:shd w:val="clear" w:color="auto" w:fill="auto"/>
            <w:noWrap/>
          </w:tcPr>
          <w:p w14:paraId="560969E7" w14:textId="706B7153" w:rsidR="00895C89" w:rsidRPr="000E3E1F" w:rsidRDefault="00895C89" w:rsidP="00895C8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807</w:t>
            </w:r>
          </w:p>
        </w:tc>
      </w:tr>
      <w:tr w:rsidR="00895C89" w:rsidRPr="000E3E1F" w14:paraId="39DC884E" w14:textId="77777777" w:rsidTr="00895C89">
        <w:trPr>
          <w:cantSplit/>
        </w:trPr>
        <w:tc>
          <w:tcPr>
            <w:tcW w:w="2695" w:type="dxa"/>
            <w:shd w:val="clear" w:color="auto" w:fill="auto"/>
            <w:vAlign w:val="bottom"/>
          </w:tcPr>
          <w:p w14:paraId="3BB2E747" w14:textId="5CBE4DD7" w:rsidR="00895C89" w:rsidRPr="000E3E1F" w:rsidRDefault="00895C89" w:rsidP="00895C89">
            <w:pPr>
              <w:ind w:left="180" w:right="72" w:hanging="180"/>
              <w:rPr>
                <w:rFonts w:ascii="Browallia New" w:hAnsi="Browallia New" w:cs="Browallia New"/>
                <w:sz w:val="24"/>
                <w:szCs w:val="24"/>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รายได้ค่าบริการตัดเหล็กและ</w:t>
            </w:r>
          </w:p>
          <w:p w14:paraId="595F71B2" w14:textId="00131682" w:rsidR="00895C89" w:rsidRPr="000E3E1F" w:rsidRDefault="00895C89" w:rsidP="00895C89">
            <w:pPr>
              <w:ind w:left="180" w:right="72" w:hanging="180"/>
              <w:rPr>
                <w:rFonts w:ascii="Browallia New" w:hAnsi="Browallia New" w:cs="Browallia New"/>
                <w:sz w:val="24"/>
                <w:szCs w:val="24"/>
                <w:lang w:val="th-TH"/>
              </w:rPr>
            </w:pPr>
            <w:r w:rsidRPr="000E3E1F">
              <w:rPr>
                <w:rFonts w:ascii="Browallia New" w:hAnsi="Browallia New" w:cs="Browallia New"/>
                <w:sz w:val="24"/>
                <w:szCs w:val="24"/>
                <w:lang w:val="th-TH"/>
              </w:rPr>
              <w:t xml:space="preserve"> </w:t>
            </w:r>
            <w:r w:rsidRPr="000E3E1F">
              <w:rPr>
                <w:rFonts w:ascii="Browallia New" w:hAnsi="Browallia New" w:cs="Browallia New"/>
                <w:sz w:val="24"/>
                <w:szCs w:val="24"/>
                <w:cs/>
                <w:lang w:val="th-TH"/>
              </w:rPr>
              <w:t xml:space="preserve"> </w:t>
            </w: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รายได้อื่น</w:t>
            </w:r>
          </w:p>
        </w:tc>
        <w:tc>
          <w:tcPr>
            <w:tcW w:w="1844" w:type="dxa"/>
            <w:shd w:val="clear" w:color="auto" w:fill="auto"/>
          </w:tcPr>
          <w:p w14:paraId="3D99B0E0" w14:textId="77777777" w:rsidR="00895C89" w:rsidRPr="000E3E1F" w:rsidRDefault="00895C89" w:rsidP="00895C89">
            <w:pPr>
              <w:ind w:left="180" w:right="72" w:hanging="180"/>
              <w:jc w:val="center"/>
              <w:rPr>
                <w:rFonts w:ascii="Browallia New" w:hAnsi="Browallia New" w:cs="Browallia New"/>
                <w:sz w:val="24"/>
                <w:szCs w:val="24"/>
                <w:lang w:val="th-TH"/>
              </w:rPr>
            </w:pPr>
          </w:p>
          <w:p w14:paraId="4C235AD7" w14:textId="77777777" w:rsidR="00895C89" w:rsidRPr="000E3E1F" w:rsidRDefault="00895C89" w:rsidP="00895C8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0360BF4E" w14:textId="77777777" w:rsidR="00895C89" w:rsidRPr="000E3E1F" w:rsidRDefault="00895C89" w:rsidP="00895C89">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197B49B" w14:textId="251CE708" w:rsidR="00895C89" w:rsidRPr="000E3E1F" w:rsidRDefault="00895C89" w:rsidP="00895C89">
            <w:pPr>
              <w:ind w:left="180" w:right="72" w:hanging="180"/>
              <w:jc w:val="center"/>
              <w:rPr>
                <w:rFonts w:ascii="Browallia New" w:hAnsi="Browallia New" w:cs="Browallia New"/>
                <w:sz w:val="24"/>
                <w:szCs w:val="24"/>
              </w:rPr>
            </w:pPr>
            <w:r w:rsidRPr="000E3E1F">
              <w:rPr>
                <w:rFonts w:ascii="Browallia New" w:hAnsi="Browallia New" w:cs="Browallia New"/>
                <w:sz w:val="24"/>
                <w:szCs w:val="24"/>
              </w:rPr>
              <w:t xml:space="preserve">        -</w:t>
            </w:r>
          </w:p>
        </w:tc>
        <w:tc>
          <w:tcPr>
            <w:tcW w:w="189" w:type="dxa"/>
            <w:shd w:val="clear" w:color="auto" w:fill="auto"/>
            <w:vAlign w:val="bottom"/>
          </w:tcPr>
          <w:p w14:paraId="23F86AAA" w14:textId="77777777" w:rsidR="00895C89" w:rsidRPr="000E3E1F" w:rsidRDefault="00895C89" w:rsidP="00895C89">
            <w:pPr>
              <w:pStyle w:val="CharChar1CharCharCharCharCharCharCharCharCharCharCharCharCharCharCharCharCharCharChar2CharCharCharChar"/>
              <w:spacing w:after="0" w:line="240" w:lineRule="auto"/>
              <w:ind w:left="180" w:right="72" w:hanging="180"/>
              <w:jc w:val="center"/>
              <w:rPr>
                <w:rFonts w:ascii="Browallia New" w:hAnsi="Browallia New" w:cs="Browallia New"/>
                <w:sz w:val="24"/>
                <w:szCs w:val="24"/>
                <w:lang w:bidi="th-TH"/>
              </w:rPr>
            </w:pPr>
          </w:p>
        </w:tc>
        <w:tc>
          <w:tcPr>
            <w:tcW w:w="933" w:type="dxa"/>
            <w:tcBorders>
              <w:left w:val="nil"/>
            </w:tcBorders>
            <w:shd w:val="clear" w:color="auto" w:fill="auto"/>
            <w:vAlign w:val="bottom"/>
          </w:tcPr>
          <w:p w14:paraId="0C20B2C2" w14:textId="60D7DBB8" w:rsidR="00895C89" w:rsidRPr="000E3E1F" w:rsidRDefault="00895C89" w:rsidP="00895C89">
            <w:pPr>
              <w:ind w:left="180" w:right="72" w:hanging="180"/>
              <w:jc w:val="center"/>
              <w:rPr>
                <w:rFonts w:ascii="Browallia New" w:hAnsi="Browallia New" w:cs="Browallia New"/>
                <w:sz w:val="24"/>
                <w:szCs w:val="24"/>
                <w:cs/>
              </w:rPr>
            </w:pPr>
            <w:r w:rsidRPr="000E3E1F">
              <w:rPr>
                <w:rFonts w:ascii="Browallia New" w:hAnsi="Browallia New" w:cs="Browallia New"/>
                <w:sz w:val="24"/>
                <w:szCs w:val="24"/>
              </w:rPr>
              <w:t xml:space="preserve">        -</w:t>
            </w:r>
          </w:p>
        </w:tc>
        <w:tc>
          <w:tcPr>
            <w:tcW w:w="180" w:type="dxa"/>
            <w:shd w:val="clear" w:color="auto" w:fill="auto"/>
            <w:noWrap/>
            <w:vAlign w:val="bottom"/>
          </w:tcPr>
          <w:p w14:paraId="5D767C64" w14:textId="77777777" w:rsidR="00895C89" w:rsidRPr="000E3E1F" w:rsidRDefault="00895C89" w:rsidP="00895C89">
            <w:pPr>
              <w:ind w:left="180" w:right="72" w:hanging="180"/>
              <w:jc w:val="right"/>
              <w:rPr>
                <w:rFonts w:ascii="Browallia New" w:hAnsi="Browallia New" w:cs="Browallia New"/>
                <w:sz w:val="24"/>
                <w:szCs w:val="24"/>
              </w:rPr>
            </w:pPr>
          </w:p>
        </w:tc>
        <w:tc>
          <w:tcPr>
            <w:tcW w:w="942" w:type="dxa"/>
            <w:shd w:val="clear" w:color="auto" w:fill="auto"/>
            <w:noWrap/>
            <w:vAlign w:val="bottom"/>
          </w:tcPr>
          <w:p w14:paraId="258EDFD9" w14:textId="516C496E" w:rsidR="00895C89" w:rsidRPr="000E3E1F" w:rsidRDefault="00895C89" w:rsidP="00895C8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10</w:t>
            </w:r>
          </w:p>
        </w:tc>
        <w:tc>
          <w:tcPr>
            <w:tcW w:w="180" w:type="dxa"/>
            <w:shd w:val="clear" w:color="auto" w:fill="auto"/>
            <w:noWrap/>
            <w:vAlign w:val="bottom"/>
          </w:tcPr>
          <w:p w14:paraId="752E414D" w14:textId="77777777" w:rsidR="00895C89" w:rsidRPr="000E3E1F" w:rsidRDefault="00895C89" w:rsidP="00895C89">
            <w:pPr>
              <w:ind w:left="180" w:right="72" w:hanging="180"/>
              <w:jc w:val="right"/>
              <w:rPr>
                <w:rFonts w:ascii="Browallia New" w:hAnsi="Browallia New" w:cs="Browallia New"/>
                <w:sz w:val="24"/>
                <w:szCs w:val="24"/>
              </w:rPr>
            </w:pPr>
          </w:p>
        </w:tc>
        <w:tc>
          <w:tcPr>
            <w:tcW w:w="1005" w:type="dxa"/>
            <w:shd w:val="clear" w:color="auto" w:fill="auto"/>
            <w:noWrap/>
            <w:vAlign w:val="bottom"/>
          </w:tcPr>
          <w:p w14:paraId="0A8C0D07" w14:textId="25B8C6A1" w:rsidR="00895C89" w:rsidRPr="000E3E1F" w:rsidRDefault="00895C89" w:rsidP="00895C89">
            <w:pPr>
              <w:ind w:left="180" w:right="72" w:hanging="180"/>
              <w:jc w:val="center"/>
              <w:rPr>
                <w:rFonts w:ascii="Browallia New" w:hAnsi="Browallia New" w:cs="Browallia New"/>
                <w:sz w:val="24"/>
                <w:szCs w:val="24"/>
                <w:cs/>
              </w:rPr>
            </w:pPr>
            <w:r w:rsidRPr="000E3E1F">
              <w:rPr>
                <w:rFonts w:ascii="Browallia New" w:hAnsi="Browallia New" w:cs="Browallia New"/>
                <w:sz w:val="24"/>
                <w:szCs w:val="24"/>
              </w:rPr>
              <w:t xml:space="preserve">        -</w:t>
            </w:r>
          </w:p>
        </w:tc>
      </w:tr>
      <w:tr w:rsidR="00895C89" w:rsidRPr="000E3E1F" w14:paraId="17996111" w14:textId="77777777" w:rsidTr="000D1A9C">
        <w:trPr>
          <w:cantSplit/>
        </w:trPr>
        <w:tc>
          <w:tcPr>
            <w:tcW w:w="2695" w:type="dxa"/>
            <w:shd w:val="clear" w:color="auto" w:fill="auto"/>
            <w:vAlign w:val="bottom"/>
          </w:tcPr>
          <w:p w14:paraId="5FC52F0E" w14:textId="5A11D9B3" w:rsidR="00895C89" w:rsidRPr="000E3E1F" w:rsidRDefault="00895C89" w:rsidP="00895C89">
            <w:pPr>
              <w:ind w:left="180" w:right="72" w:hanging="180"/>
              <w:rPr>
                <w:rFonts w:ascii="Browallia New" w:hAnsi="Browallia New" w:cs="Browallia New"/>
                <w:sz w:val="24"/>
                <w:szCs w:val="24"/>
                <w:cs/>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ดอกเบี้ยรับ</w:t>
            </w:r>
          </w:p>
        </w:tc>
        <w:tc>
          <w:tcPr>
            <w:tcW w:w="1844" w:type="dxa"/>
            <w:shd w:val="clear" w:color="auto" w:fill="auto"/>
          </w:tcPr>
          <w:p w14:paraId="2AAB0926" w14:textId="79D98BAE" w:rsidR="00895C89" w:rsidRPr="000E3E1F" w:rsidRDefault="00895C89" w:rsidP="00895C89">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อัตราตามที่ตกลงกัน</w:t>
            </w:r>
          </w:p>
        </w:tc>
        <w:tc>
          <w:tcPr>
            <w:tcW w:w="190" w:type="dxa"/>
            <w:gridSpan w:val="2"/>
            <w:shd w:val="clear" w:color="auto" w:fill="auto"/>
            <w:vAlign w:val="bottom"/>
          </w:tcPr>
          <w:p w14:paraId="7E8ACCAB" w14:textId="77777777" w:rsidR="00895C89" w:rsidRPr="000E3E1F" w:rsidRDefault="00895C89" w:rsidP="00895C89">
            <w:pPr>
              <w:ind w:left="180" w:right="72" w:hanging="180"/>
              <w:jc w:val="center"/>
              <w:rPr>
                <w:rFonts w:ascii="Browallia New" w:hAnsi="Browallia New" w:cs="Browallia New"/>
                <w:sz w:val="24"/>
                <w:szCs w:val="24"/>
                <w:lang w:val="th-TH"/>
              </w:rPr>
            </w:pPr>
          </w:p>
        </w:tc>
        <w:tc>
          <w:tcPr>
            <w:tcW w:w="935" w:type="dxa"/>
            <w:shd w:val="clear" w:color="auto" w:fill="auto"/>
            <w:noWrap/>
          </w:tcPr>
          <w:p w14:paraId="2DDAC278" w14:textId="5965C778" w:rsidR="00895C89" w:rsidRPr="000E3E1F" w:rsidRDefault="00895C89" w:rsidP="00895C89">
            <w:pPr>
              <w:ind w:left="180" w:right="72" w:hanging="180"/>
              <w:jc w:val="center"/>
              <w:rPr>
                <w:rFonts w:ascii="Browallia New" w:hAnsi="Browallia New" w:cs="Browallia New"/>
                <w:sz w:val="24"/>
                <w:szCs w:val="24"/>
              </w:rPr>
            </w:pPr>
            <w:r w:rsidRPr="000E3E1F">
              <w:rPr>
                <w:rFonts w:ascii="Browallia New" w:hAnsi="Browallia New" w:cs="Browallia New"/>
                <w:sz w:val="24"/>
                <w:szCs w:val="24"/>
              </w:rPr>
              <w:t xml:space="preserve">        -</w:t>
            </w:r>
          </w:p>
        </w:tc>
        <w:tc>
          <w:tcPr>
            <w:tcW w:w="189" w:type="dxa"/>
            <w:shd w:val="clear" w:color="auto" w:fill="auto"/>
          </w:tcPr>
          <w:p w14:paraId="3C63434C" w14:textId="77777777" w:rsidR="00895C89" w:rsidRPr="000E3E1F" w:rsidRDefault="00895C89" w:rsidP="00895C89">
            <w:pPr>
              <w:pStyle w:val="CharChar1CharCharCharCharCharCharCharCharCharCharCharCharCharCharCharCharCharCharChar2CharCharCharChar"/>
              <w:spacing w:after="0" w:line="240" w:lineRule="auto"/>
              <w:ind w:left="180" w:right="72" w:hanging="180"/>
              <w:jc w:val="center"/>
              <w:rPr>
                <w:rFonts w:ascii="Browallia New" w:hAnsi="Browallia New" w:cs="Browallia New"/>
                <w:sz w:val="24"/>
                <w:szCs w:val="24"/>
                <w:lang w:bidi="th-TH"/>
              </w:rPr>
            </w:pPr>
          </w:p>
        </w:tc>
        <w:tc>
          <w:tcPr>
            <w:tcW w:w="933" w:type="dxa"/>
            <w:tcBorders>
              <w:left w:val="nil"/>
            </w:tcBorders>
            <w:shd w:val="clear" w:color="auto" w:fill="auto"/>
          </w:tcPr>
          <w:p w14:paraId="47197BF2" w14:textId="305D3BAC" w:rsidR="00895C89" w:rsidRPr="000E3E1F" w:rsidRDefault="00895C89" w:rsidP="00895C89">
            <w:pPr>
              <w:ind w:left="180" w:right="72" w:hanging="180"/>
              <w:jc w:val="center"/>
              <w:rPr>
                <w:rFonts w:ascii="Browallia New" w:hAnsi="Browallia New" w:cs="Browallia New"/>
                <w:sz w:val="24"/>
                <w:szCs w:val="24"/>
              </w:rPr>
            </w:pPr>
            <w:r w:rsidRPr="000E3E1F">
              <w:rPr>
                <w:rFonts w:ascii="Browallia New" w:hAnsi="Browallia New" w:cs="Browallia New"/>
                <w:sz w:val="24"/>
                <w:szCs w:val="24"/>
              </w:rPr>
              <w:t xml:space="preserve">        -</w:t>
            </w:r>
          </w:p>
        </w:tc>
        <w:tc>
          <w:tcPr>
            <w:tcW w:w="180" w:type="dxa"/>
            <w:shd w:val="clear" w:color="auto" w:fill="auto"/>
            <w:noWrap/>
          </w:tcPr>
          <w:p w14:paraId="37B4DBBD" w14:textId="77777777" w:rsidR="00895C89" w:rsidRPr="000E3E1F" w:rsidRDefault="00895C89" w:rsidP="00895C89">
            <w:pPr>
              <w:ind w:left="180" w:right="72" w:hanging="180"/>
              <w:jc w:val="right"/>
              <w:rPr>
                <w:rFonts w:ascii="Browallia New" w:hAnsi="Browallia New" w:cs="Browallia New"/>
                <w:sz w:val="24"/>
                <w:szCs w:val="24"/>
              </w:rPr>
            </w:pPr>
          </w:p>
        </w:tc>
        <w:tc>
          <w:tcPr>
            <w:tcW w:w="942" w:type="dxa"/>
            <w:shd w:val="clear" w:color="auto" w:fill="auto"/>
            <w:noWrap/>
          </w:tcPr>
          <w:p w14:paraId="305EBFEC" w14:textId="60514A15" w:rsidR="00895C89" w:rsidRPr="000E3E1F" w:rsidRDefault="00895C89" w:rsidP="00895C8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1,348</w:t>
            </w:r>
          </w:p>
        </w:tc>
        <w:tc>
          <w:tcPr>
            <w:tcW w:w="180" w:type="dxa"/>
            <w:shd w:val="clear" w:color="auto" w:fill="auto"/>
            <w:noWrap/>
          </w:tcPr>
          <w:p w14:paraId="3DF5878B" w14:textId="77777777" w:rsidR="00895C89" w:rsidRPr="000E3E1F" w:rsidRDefault="00895C89" w:rsidP="00895C89">
            <w:pPr>
              <w:ind w:left="180" w:right="72" w:hanging="180"/>
              <w:jc w:val="right"/>
              <w:rPr>
                <w:rFonts w:ascii="Browallia New" w:hAnsi="Browallia New" w:cs="Browallia New"/>
                <w:sz w:val="24"/>
                <w:szCs w:val="24"/>
              </w:rPr>
            </w:pPr>
          </w:p>
        </w:tc>
        <w:tc>
          <w:tcPr>
            <w:tcW w:w="1005" w:type="dxa"/>
            <w:shd w:val="clear" w:color="auto" w:fill="auto"/>
            <w:noWrap/>
          </w:tcPr>
          <w:p w14:paraId="0F5DABED" w14:textId="2993F267" w:rsidR="00895C89" w:rsidRPr="000E3E1F" w:rsidRDefault="00895C89" w:rsidP="00895C89">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906</w:t>
            </w:r>
          </w:p>
        </w:tc>
      </w:tr>
      <w:tr w:rsidR="00D15CBD" w:rsidRPr="000E3E1F" w14:paraId="5E93294F" w14:textId="77777777" w:rsidTr="000D1A9C">
        <w:trPr>
          <w:cantSplit/>
        </w:trPr>
        <w:tc>
          <w:tcPr>
            <w:tcW w:w="2695" w:type="dxa"/>
            <w:shd w:val="clear" w:color="auto" w:fill="auto"/>
            <w:vAlign w:val="bottom"/>
          </w:tcPr>
          <w:p w14:paraId="1DB2E228" w14:textId="77777777" w:rsidR="00D15CBD" w:rsidRPr="000E3E1F" w:rsidRDefault="00D15CBD" w:rsidP="00895C89">
            <w:pPr>
              <w:ind w:left="180" w:right="72" w:hanging="180"/>
              <w:rPr>
                <w:rFonts w:ascii="Browallia New" w:hAnsi="Browallia New" w:cs="Browallia New"/>
                <w:sz w:val="24"/>
                <w:szCs w:val="24"/>
              </w:rPr>
            </w:pPr>
          </w:p>
          <w:p w14:paraId="3A9C375A" w14:textId="77777777" w:rsidR="00D15CBD" w:rsidRPr="000E3E1F" w:rsidRDefault="00D15CBD" w:rsidP="00895C89">
            <w:pPr>
              <w:ind w:left="180" w:right="72" w:hanging="180"/>
              <w:rPr>
                <w:rFonts w:ascii="Browallia New" w:hAnsi="Browallia New" w:cs="Browallia New"/>
                <w:sz w:val="24"/>
                <w:szCs w:val="24"/>
              </w:rPr>
            </w:pPr>
          </w:p>
          <w:p w14:paraId="70FB0FDF" w14:textId="77777777" w:rsidR="00A5622F" w:rsidRPr="000E3E1F" w:rsidRDefault="00A5622F" w:rsidP="00895C89">
            <w:pPr>
              <w:ind w:left="180" w:right="72" w:hanging="180"/>
              <w:rPr>
                <w:rFonts w:ascii="Browallia New" w:hAnsi="Browallia New" w:cs="Browallia New"/>
                <w:sz w:val="24"/>
                <w:szCs w:val="24"/>
              </w:rPr>
            </w:pPr>
          </w:p>
          <w:p w14:paraId="1F16F4F4" w14:textId="77777777" w:rsidR="00A5622F" w:rsidRPr="000E3E1F" w:rsidRDefault="00A5622F" w:rsidP="00895C89">
            <w:pPr>
              <w:ind w:left="180" w:right="72" w:hanging="180"/>
              <w:rPr>
                <w:rFonts w:ascii="Browallia New" w:hAnsi="Browallia New" w:cs="Browallia New"/>
                <w:sz w:val="24"/>
                <w:szCs w:val="24"/>
              </w:rPr>
            </w:pPr>
          </w:p>
          <w:p w14:paraId="363DD5C8" w14:textId="77777777" w:rsidR="00A5622F" w:rsidRPr="000E3E1F" w:rsidRDefault="00A5622F" w:rsidP="00000FB5">
            <w:pPr>
              <w:ind w:right="72"/>
              <w:rPr>
                <w:rFonts w:ascii="Browallia New" w:hAnsi="Browallia New" w:cs="Browallia New"/>
                <w:sz w:val="24"/>
                <w:szCs w:val="24"/>
              </w:rPr>
            </w:pPr>
          </w:p>
          <w:p w14:paraId="7D2E7ABA" w14:textId="77777777" w:rsidR="00A5622F" w:rsidRPr="000E3E1F" w:rsidRDefault="00A5622F" w:rsidP="00895C89">
            <w:pPr>
              <w:ind w:left="180" w:right="72" w:hanging="180"/>
              <w:rPr>
                <w:rFonts w:ascii="Browallia New" w:hAnsi="Browallia New" w:cs="Browallia New"/>
                <w:sz w:val="24"/>
                <w:szCs w:val="24"/>
              </w:rPr>
            </w:pPr>
          </w:p>
          <w:p w14:paraId="52D29B27" w14:textId="77777777" w:rsidR="00D15CBD" w:rsidRPr="000E3E1F" w:rsidRDefault="00D15CBD" w:rsidP="00895C89">
            <w:pPr>
              <w:ind w:left="180" w:right="72" w:hanging="180"/>
              <w:rPr>
                <w:rFonts w:ascii="Browallia New" w:hAnsi="Browallia New" w:cs="Browallia New"/>
                <w:sz w:val="24"/>
                <w:szCs w:val="24"/>
              </w:rPr>
            </w:pPr>
          </w:p>
        </w:tc>
        <w:tc>
          <w:tcPr>
            <w:tcW w:w="1844" w:type="dxa"/>
            <w:shd w:val="clear" w:color="auto" w:fill="auto"/>
          </w:tcPr>
          <w:p w14:paraId="74971B14" w14:textId="77777777" w:rsidR="00D15CBD" w:rsidRPr="000E3E1F" w:rsidRDefault="00D15CBD" w:rsidP="00895C8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63F6CE64" w14:textId="77777777" w:rsidR="00D15CBD" w:rsidRPr="000E3E1F" w:rsidRDefault="00D15CBD" w:rsidP="00895C89">
            <w:pPr>
              <w:ind w:left="180" w:right="72" w:hanging="180"/>
              <w:jc w:val="center"/>
              <w:rPr>
                <w:rFonts w:ascii="Browallia New" w:hAnsi="Browallia New" w:cs="Browallia New"/>
                <w:sz w:val="24"/>
                <w:szCs w:val="24"/>
                <w:lang w:val="th-TH"/>
              </w:rPr>
            </w:pPr>
          </w:p>
        </w:tc>
        <w:tc>
          <w:tcPr>
            <w:tcW w:w="935" w:type="dxa"/>
            <w:shd w:val="clear" w:color="auto" w:fill="auto"/>
            <w:noWrap/>
          </w:tcPr>
          <w:p w14:paraId="0E58C38C" w14:textId="77777777" w:rsidR="00D15CBD" w:rsidRPr="000E3E1F" w:rsidRDefault="00D15CBD" w:rsidP="00895C89">
            <w:pPr>
              <w:ind w:left="180" w:right="72" w:hanging="180"/>
              <w:jc w:val="center"/>
              <w:rPr>
                <w:rFonts w:ascii="Browallia New" w:hAnsi="Browallia New" w:cs="Browallia New"/>
                <w:sz w:val="24"/>
                <w:szCs w:val="24"/>
              </w:rPr>
            </w:pPr>
          </w:p>
        </w:tc>
        <w:tc>
          <w:tcPr>
            <w:tcW w:w="189" w:type="dxa"/>
            <w:shd w:val="clear" w:color="auto" w:fill="auto"/>
          </w:tcPr>
          <w:p w14:paraId="7E5296F1" w14:textId="77777777" w:rsidR="00D15CBD" w:rsidRPr="000E3E1F" w:rsidRDefault="00D15CBD" w:rsidP="00895C89">
            <w:pPr>
              <w:pStyle w:val="CharChar1CharCharCharCharCharCharCharCharCharCharCharCharCharCharCharCharCharCharChar2CharCharCharChar"/>
              <w:spacing w:after="0" w:line="240" w:lineRule="auto"/>
              <w:ind w:left="180" w:right="72" w:hanging="180"/>
              <w:jc w:val="center"/>
              <w:rPr>
                <w:rFonts w:ascii="Browallia New" w:hAnsi="Browallia New" w:cs="Browallia New"/>
                <w:sz w:val="24"/>
                <w:szCs w:val="24"/>
                <w:lang w:bidi="th-TH"/>
              </w:rPr>
            </w:pPr>
          </w:p>
        </w:tc>
        <w:tc>
          <w:tcPr>
            <w:tcW w:w="933" w:type="dxa"/>
            <w:tcBorders>
              <w:left w:val="nil"/>
            </w:tcBorders>
            <w:shd w:val="clear" w:color="auto" w:fill="auto"/>
          </w:tcPr>
          <w:p w14:paraId="41758786" w14:textId="77777777" w:rsidR="00D15CBD" w:rsidRPr="000E3E1F" w:rsidRDefault="00D15CBD" w:rsidP="00895C89">
            <w:pPr>
              <w:ind w:left="180" w:right="72" w:hanging="180"/>
              <w:jc w:val="center"/>
              <w:rPr>
                <w:rFonts w:ascii="Browallia New" w:hAnsi="Browallia New" w:cs="Browallia New"/>
                <w:sz w:val="24"/>
                <w:szCs w:val="24"/>
              </w:rPr>
            </w:pPr>
          </w:p>
        </w:tc>
        <w:tc>
          <w:tcPr>
            <w:tcW w:w="180" w:type="dxa"/>
            <w:shd w:val="clear" w:color="auto" w:fill="auto"/>
            <w:noWrap/>
          </w:tcPr>
          <w:p w14:paraId="54DCEFC7" w14:textId="77777777" w:rsidR="00D15CBD" w:rsidRPr="000E3E1F" w:rsidRDefault="00D15CBD" w:rsidP="00895C89">
            <w:pPr>
              <w:ind w:left="180" w:right="72" w:hanging="180"/>
              <w:jc w:val="right"/>
              <w:rPr>
                <w:rFonts w:ascii="Browallia New" w:hAnsi="Browallia New" w:cs="Browallia New"/>
                <w:sz w:val="24"/>
                <w:szCs w:val="24"/>
              </w:rPr>
            </w:pPr>
          </w:p>
        </w:tc>
        <w:tc>
          <w:tcPr>
            <w:tcW w:w="942" w:type="dxa"/>
            <w:shd w:val="clear" w:color="auto" w:fill="auto"/>
            <w:noWrap/>
          </w:tcPr>
          <w:p w14:paraId="3AE785CD" w14:textId="77777777" w:rsidR="00D15CBD" w:rsidRPr="000E3E1F" w:rsidRDefault="00D15CBD" w:rsidP="00895C89">
            <w:pPr>
              <w:ind w:left="180" w:right="72" w:hanging="180"/>
              <w:jc w:val="right"/>
              <w:rPr>
                <w:rFonts w:ascii="Browallia New" w:hAnsi="Browallia New" w:cs="Browallia New"/>
                <w:sz w:val="24"/>
                <w:szCs w:val="24"/>
              </w:rPr>
            </w:pPr>
          </w:p>
        </w:tc>
        <w:tc>
          <w:tcPr>
            <w:tcW w:w="180" w:type="dxa"/>
            <w:shd w:val="clear" w:color="auto" w:fill="auto"/>
            <w:noWrap/>
          </w:tcPr>
          <w:p w14:paraId="5F04E183" w14:textId="77777777" w:rsidR="00D15CBD" w:rsidRPr="000E3E1F" w:rsidRDefault="00D15CBD" w:rsidP="00895C89">
            <w:pPr>
              <w:ind w:left="180" w:right="72" w:hanging="180"/>
              <w:jc w:val="right"/>
              <w:rPr>
                <w:rFonts w:ascii="Browallia New" w:hAnsi="Browallia New" w:cs="Browallia New"/>
                <w:sz w:val="24"/>
                <w:szCs w:val="24"/>
              </w:rPr>
            </w:pPr>
          </w:p>
        </w:tc>
        <w:tc>
          <w:tcPr>
            <w:tcW w:w="1005" w:type="dxa"/>
            <w:shd w:val="clear" w:color="auto" w:fill="auto"/>
            <w:noWrap/>
          </w:tcPr>
          <w:p w14:paraId="594C48D6" w14:textId="77777777" w:rsidR="00D15CBD" w:rsidRPr="000E3E1F" w:rsidRDefault="00D15CBD" w:rsidP="00895C89">
            <w:pPr>
              <w:ind w:left="180" w:right="72" w:hanging="180"/>
              <w:jc w:val="right"/>
              <w:rPr>
                <w:rFonts w:ascii="Browallia New" w:hAnsi="Browallia New" w:cs="Browallia New"/>
                <w:sz w:val="24"/>
                <w:szCs w:val="24"/>
              </w:rPr>
            </w:pPr>
          </w:p>
        </w:tc>
      </w:tr>
      <w:tr w:rsidR="00842469" w:rsidRPr="000E3E1F" w14:paraId="79B75539" w14:textId="77777777" w:rsidTr="00610396">
        <w:trPr>
          <w:cantSplit/>
        </w:trPr>
        <w:tc>
          <w:tcPr>
            <w:tcW w:w="2695" w:type="dxa"/>
            <w:shd w:val="clear" w:color="auto" w:fill="auto"/>
            <w:vAlign w:val="bottom"/>
          </w:tcPr>
          <w:p w14:paraId="51D37FBE" w14:textId="784EB11D" w:rsidR="00842469" w:rsidRPr="000E3E1F" w:rsidRDefault="00842469" w:rsidP="00842469">
            <w:pPr>
              <w:ind w:left="180" w:right="72" w:hanging="180"/>
              <w:rPr>
                <w:rFonts w:ascii="Browallia New" w:hAnsi="Browallia New" w:cs="Browallia New"/>
                <w:sz w:val="24"/>
                <w:szCs w:val="24"/>
                <w:cs/>
                <w:lang w:val="th-TH"/>
              </w:rPr>
            </w:pPr>
            <w:r w:rsidRPr="000E3E1F">
              <w:rPr>
                <w:rFonts w:ascii="Browallia New" w:hAnsi="Browallia New" w:cs="Browallia New"/>
                <w:sz w:val="24"/>
                <w:szCs w:val="24"/>
                <w:u w:val="single"/>
                <w:cs/>
                <w:lang w:val="th-TH"/>
              </w:rPr>
              <w:lastRenderedPageBreak/>
              <w:t>บริษัทที่เกี่ยวข้อง</w:t>
            </w:r>
          </w:p>
        </w:tc>
        <w:tc>
          <w:tcPr>
            <w:tcW w:w="1844" w:type="dxa"/>
            <w:shd w:val="clear" w:color="auto" w:fill="auto"/>
          </w:tcPr>
          <w:p w14:paraId="39D873EA" w14:textId="77777777" w:rsidR="00842469" w:rsidRPr="000E3E1F" w:rsidRDefault="00842469" w:rsidP="00842469">
            <w:pPr>
              <w:ind w:left="180" w:right="72" w:hanging="180"/>
              <w:jc w:val="center"/>
              <w:rPr>
                <w:rFonts w:ascii="Browallia New" w:hAnsi="Browallia New" w:cs="Browallia New"/>
                <w:sz w:val="24"/>
                <w:szCs w:val="24"/>
                <w:lang w:val="th-TH"/>
              </w:rPr>
            </w:pPr>
          </w:p>
        </w:tc>
        <w:tc>
          <w:tcPr>
            <w:tcW w:w="190" w:type="dxa"/>
            <w:gridSpan w:val="2"/>
            <w:shd w:val="clear" w:color="auto" w:fill="auto"/>
            <w:vAlign w:val="bottom"/>
          </w:tcPr>
          <w:p w14:paraId="3FE3B452" w14:textId="77777777" w:rsidR="00842469" w:rsidRPr="000E3E1F"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1D897F3D" w14:textId="77777777" w:rsidR="00842469" w:rsidRPr="000E3E1F"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3EE30BA5" w14:textId="77777777" w:rsidR="00842469" w:rsidRPr="000E3E1F"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27429388" w14:textId="77777777" w:rsidR="00842469" w:rsidRPr="000E3E1F"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40229309" w14:textId="77777777" w:rsidR="00842469" w:rsidRPr="000E3E1F"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096F96D1" w14:textId="77777777" w:rsidR="00842469" w:rsidRPr="000E3E1F"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18F97B89" w14:textId="77777777" w:rsidR="00842469" w:rsidRPr="000E3E1F"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vAlign w:val="bottom"/>
          </w:tcPr>
          <w:p w14:paraId="360505AC" w14:textId="77777777" w:rsidR="00842469" w:rsidRPr="000E3E1F" w:rsidRDefault="00842469" w:rsidP="00842469">
            <w:pPr>
              <w:ind w:left="180" w:right="72" w:hanging="180"/>
              <w:jc w:val="right"/>
              <w:rPr>
                <w:rFonts w:ascii="Browallia New" w:hAnsi="Browallia New" w:cs="Browallia New"/>
                <w:sz w:val="24"/>
                <w:szCs w:val="24"/>
              </w:rPr>
            </w:pPr>
          </w:p>
        </w:tc>
      </w:tr>
      <w:tr w:rsidR="00C92032" w:rsidRPr="000E3E1F" w14:paraId="424E38DA" w14:textId="77777777" w:rsidTr="000D1A9C">
        <w:trPr>
          <w:cantSplit/>
        </w:trPr>
        <w:tc>
          <w:tcPr>
            <w:tcW w:w="2695" w:type="dxa"/>
            <w:shd w:val="clear" w:color="auto" w:fill="auto"/>
            <w:vAlign w:val="bottom"/>
          </w:tcPr>
          <w:p w14:paraId="76AEE706" w14:textId="0BE8E676" w:rsidR="00C92032" w:rsidRPr="000E3E1F" w:rsidRDefault="00C92032" w:rsidP="00C92032">
            <w:pPr>
              <w:ind w:left="180" w:right="72" w:hanging="180"/>
              <w:rPr>
                <w:rFonts w:ascii="Browallia New" w:hAnsi="Browallia New" w:cs="Browallia New"/>
                <w:sz w:val="24"/>
                <w:szCs w:val="24"/>
                <w:u w:val="single"/>
                <w:cs/>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tcPr>
          <w:p w14:paraId="2EE1D820" w14:textId="169CCCE2" w:rsidR="00C92032" w:rsidRPr="000E3E1F" w:rsidRDefault="00C92032" w:rsidP="00C92032">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292D22B6"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tcPr>
          <w:p w14:paraId="439966D9" w14:textId="184A0C69"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113,313</w:t>
            </w:r>
          </w:p>
        </w:tc>
        <w:tc>
          <w:tcPr>
            <w:tcW w:w="189" w:type="dxa"/>
            <w:shd w:val="clear" w:color="auto" w:fill="auto"/>
          </w:tcPr>
          <w:p w14:paraId="6F0B7EA7"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tcPr>
          <w:p w14:paraId="2706B51F" w14:textId="6BCAE9F7"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231,929</w:t>
            </w:r>
          </w:p>
        </w:tc>
        <w:tc>
          <w:tcPr>
            <w:tcW w:w="180" w:type="dxa"/>
            <w:shd w:val="clear" w:color="auto" w:fill="auto"/>
            <w:noWrap/>
          </w:tcPr>
          <w:p w14:paraId="475F21D4"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tcPr>
          <w:p w14:paraId="27A1AB5E" w14:textId="627E900E"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113,313</w:t>
            </w:r>
          </w:p>
        </w:tc>
        <w:tc>
          <w:tcPr>
            <w:tcW w:w="180" w:type="dxa"/>
            <w:shd w:val="clear" w:color="auto" w:fill="auto"/>
            <w:noWrap/>
          </w:tcPr>
          <w:p w14:paraId="0037F777"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tcPr>
          <w:p w14:paraId="7E1D3A30" w14:textId="2C695582"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231,929</w:t>
            </w:r>
          </w:p>
        </w:tc>
      </w:tr>
      <w:tr w:rsidR="00C92032" w:rsidRPr="000E3E1F" w14:paraId="3B648BFE" w14:textId="77777777" w:rsidTr="00C92032">
        <w:trPr>
          <w:cantSplit/>
        </w:trPr>
        <w:tc>
          <w:tcPr>
            <w:tcW w:w="2695" w:type="dxa"/>
            <w:shd w:val="clear" w:color="auto" w:fill="auto"/>
            <w:vAlign w:val="bottom"/>
          </w:tcPr>
          <w:p w14:paraId="14C6CEBA" w14:textId="7755A5DA" w:rsidR="00C92032" w:rsidRPr="000E3E1F" w:rsidRDefault="00C92032" w:rsidP="00C92032">
            <w:pPr>
              <w:ind w:left="180" w:right="72" w:hanging="180"/>
              <w:rPr>
                <w:rFonts w:ascii="Browallia New" w:hAnsi="Browallia New" w:cs="Browallia New"/>
                <w:sz w:val="24"/>
                <w:szCs w:val="24"/>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รายได้ค่าบริการตัดเหล็กและ</w:t>
            </w:r>
          </w:p>
          <w:p w14:paraId="30B4C26D" w14:textId="7EA5D1F0" w:rsidR="00C92032" w:rsidRPr="000E3E1F" w:rsidRDefault="00C92032" w:rsidP="00C92032">
            <w:pPr>
              <w:ind w:left="180" w:right="72" w:hanging="180"/>
              <w:rPr>
                <w:rFonts w:ascii="Browallia New" w:hAnsi="Browallia New" w:cs="Browallia New"/>
                <w:sz w:val="24"/>
                <w:szCs w:val="24"/>
                <w:u w:val="single"/>
                <w:cs/>
                <w:lang w:val="th-TH"/>
              </w:rPr>
            </w:pPr>
            <w:r w:rsidRPr="000E3E1F">
              <w:rPr>
                <w:rFonts w:ascii="Browallia New" w:hAnsi="Browallia New" w:cs="Browallia New"/>
                <w:sz w:val="24"/>
                <w:szCs w:val="24"/>
                <w:lang w:val="th-TH"/>
              </w:rPr>
              <w:t xml:space="preserve"> </w:t>
            </w:r>
            <w:r w:rsidRPr="000E3E1F">
              <w:rPr>
                <w:rFonts w:ascii="Browallia New" w:hAnsi="Browallia New" w:cs="Browallia New"/>
                <w:sz w:val="24"/>
                <w:szCs w:val="24"/>
                <w:cs/>
                <w:lang w:val="th-TH"/>
              </w:rPr>
              <w:t xml:space="preserve"> </w:t>
            </w: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รายได้อื่น</w:t>
            </w:r>
          </w:p>
        </w:tc>
        <w:tc>
          <w:tcPr>
            <w:tcW w:w="1844" w:type="dxa"/>
            <w:shd w:val="clear" w:color="auto" w:fill="auto"/>
          </w:tcPr>
          <w:p w14:paraId="1D76CAFD" w14:textId="77777777" w:rsidR="00C92032" w:rsidRPr="000E3E1F" w:rsidRDefault="00C92032" w:rsidP="00C92032">
            <w:pPr>
              <w:ind w:left="180" w:right="72" w:hanging="180"/>
              <w:jc w:val="center"/>
              <w:rPr>
                <w:rFonts w:ascii="Browallia New" w:hAnsi="Browallia New" w:cs="Browallia New"/>
                <w:sz w:val="24"/>
                <w:szCs w:val="24"/>
              </w:rPr>
            </w:pPr>
          </w:p>
          <w:p w14:paraId="21938FD0" w14:textId="71561EB4" w:rsidR="00C92032" w:rsidRPr="000E3E1F" w:rsidRDefault="00C92032" w:rsidP="00C92032">
            <w:pPr>
              <w:ind w:left="180" w:right="72" w:hanging="180"/>
              <w:jc w:val="center"/>
              <w:rPr>
                <w:rFonts w:ascii="Browallia New" w:hAnsi="Browallia New" w:cs="Browallia New"/>
                <w:sz w:val="24"/>
                <w:szCs w:val="24"/>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3500EB97"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F5ACF33" w14:textId="60022FB2"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7,832</w:t>
            </w:r>
          </w:p>
        </w:tc>
        <w:tc>
          <w:tcPr>
            <w:tcW w:w="189" w:type="dxa"/>
            <w:shd w:val="clear" w:color="auto" w:fill="auto"/>
            <w:vAlign w:val="bottom"/>
          </w:tcPr>
          <w:p w14:paraId="59CBE571"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vAlign w:val="bottom"/>
          </w:tcPr>
          <w:p w14:paraId="7E2DFB16" w14:textId="4EECA6D7"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9,412</w:t>
            </w:r>
          </w:p>
        </w:tc>
        <w:tc>
          <w:tcPr>
            <w:tcW w:w="180" w:type="dxa"/>
            <w:shd w:val="clear" w:color="auto" w:fill="auto"/>
            <w:noWrap/>
            <w:vAlign w:val="bottom"/>
          </w:tcPr>
          <w:p w14:paraId="45066F6E"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vAlign w:val="bottom"/>
          </w:tcPr>
          <w:p w14:paraId="22EDB34B" w14:textId="67C96483"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7,832</w:t>
            </w:r>
          </w:p>
        </w:tc>
        <w:tc>
          <w:tcPr>
            <w:tcW w:w="180" w:type="dxa"/>
            <w:shd w:val="clear" w:color="auto" w:fill="auto"/>
            <w:noWrap/>
            <w:vAlign w:val="bottom"/>
          </w:tcPr>
          <w:p w14:paraId="1404000B"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vAlign w:val="bottom"/>
          </w:tcPr>
          <w:p w14:paraId="78825785" w14:textId="3421F0B3"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9,412</w:t>
            </w:r>
          </w:p>
        </w:tc>
      </w:tr>
      <w:tr w:rsidR="00C92032" w:rsidRPr="000E3E1F" w14:paraId="2699B29C" w14:textId="77777777" w:rsidTr="000D1A9C">
        <w:trPr>
          <w:cantSplit/>
        </w:trPr>
        <w:tc>
          <w:tcPr>
            <w:tcW w:w="2695" w:type="dxa"/>
            <w:shd w:val="clear" w:color="auto" w:fill="auto"/>
            <w:vAlign w:val="bottom"/>
          </w:tcPr>
          <w:p w14:paraId="5C65EC1B" w14:textId="31240F3D" w:rsidR="00C92032" w:rsidRPr="000E3E1F" w:rsidRDefault="00C92032" w:rsidP="00C92032">
            <w:pPr>
              <w:ind w:left="180" w:right="72" w:hanging="180"/>
              <w:rPr>
                <w:rFonts w:ascii="Browallia New" w:hAnsi="Browallia New" w:cs="Browallia New"/>
                <w:sz w:val="24"/>
                <w:szCs w:val="24"/>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รายได้ค่าเช่า</w:t>
            </w:r>
          </w:p>
        </w:tc>
        <w:tc>
          <w:tcPr>
            <w:tcW w:w="1844" w:type="dxa"/>
            <w:shd w:val="clear" w:color="auto" w:fill="auto"/>
          </w:tcPr>
          <w:p w14:paraId="4D1FA47F" w14:textId="77777777" w:rsidR="00C92032" w:rsidRPr="000E3E1F" w:rsidRDefault="00C92032" w:rsidP="00C92032">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51F66A10"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tcPr>
          <w:p w14:paraId="754FBE0D" w14:textId="151BC737"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3,960</w:t>
            </w:r>
          </w:p>
        </w:tc>
        <w:tc>
          <w:tcPr>
            <w:tcW w:w="189" w:type="dxa"/>
            <w:shd w:val="clear" w:color="auto" w:fill="auto"/>
          </w:tcPr>
          <w:p w14:paraId="0F3AFB8D"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tcPr>
          <w:p w14:paraId="64D10964" w14:textId="65B647B2"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3,406</w:t>
            </w:r>
          </w:p>
        </w:tc>
        <w:tc>
          <w:tcPr>
            <w:tcW w:w="180" w:type="dxa"/>
            <w:shd w:val="clear" w:color="auto" w:fill="auto"/>
            <w:noWrap/>
          </w:tcPr>
          <w:p w14:paraId="426231DF"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tcPr>
          <w:p w14:paraId="4C200B1B" w14:textId="1CE952C8"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3,960</w:t>
            </w:r>
          </w:p>
        </w:tc>
        <w:tc>
          <w:tcPr>
            <w:tcW w:w="180" w:type="dxa"/>
            <w:shd w:val="clear" w:color="auto" w:fill="auto"/>
            <w:noWrap/>
          </w:tcPr>
          <w:p w14:paraId="0456F583"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tcPr>
          <w:p w14:paraId="171548E2" w14:textId="3E197156"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3,406</w:t>
            </w:r>
          </w:p>
        </w:tc>
      </w:tr>
      <w:tr w:rsidR="00C92032" w:rsidRPr="000E3E1F" w14:paraId="0125C9FA" w14:textId="77777777" w:rsidTr="000D1A9C">
        <w:trPr>
          <w:cantSplit/>
        </w:trPr>
        <w:tc>
          <w:tcPr>
            <w:tcW w:w="2695" w:type="dxa"/>
            <w:shd w:val="clear" w:color="auto" w:fill="auto"/>
            <w:vAlign w:val="bottom"/>
          </w:tcPr>
          <w:p w14:paraId="7165E076" w14:textId="2FB1B2DC" w:rsidR="00C92032" w:rsidRPr="000E3E1F" w:rsidRDefault="00C92032" w:rsidP="00C92032">
            <w:pPr>
              <w:ind w:left="180" w:right="72" w:hanging="180"/>
              <w:rPr>
                <w:rFonts w:ascii="Browallia New" w:hAnsi="Browallia New" w:cs="Browallia New"/>
                <w:sz w:val="24"/>
                <w:szCs w:val="24"/>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ซื้อวัตถุดิบ</w:t>
            </w:r>
          </w:p>
        </w:tc>
        <w:tc>
          <w:tcPr>
            <w:tcW w:w="1844" w:type="dxa"/>
            <w:shd w:val="clear" w:color="auto" w:fill="auto"/>
          </w:tcPr>
          <w:p w14:paraId="6C610E3E" w14:textId="77777777" w:rsidR="00C92032" w:rsidRPr="000E3E1F" w:rsidRDefault="00C92032" w:rsidP="00C92032">
            <w:pPr>
              <w:ind w:left="180" w:right="72" w:hanging="18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626C58A2"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tcPr>
          <w:p w14:paraId="71911F48" w14:textId="711DD04C"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2,534,204</w:t>
            </w:r>
          </w:p>
        </w:tc>
        <w:tc>
          <w:tcPr>
            <w:tcW w:w="189" w:type="dxa"/>
            <w:shd w:val="clear" w:color="auto" w:fill="auto"/>
          </w:tcPr>
          <w:p w14:paraId="676A0497"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tcPr>
          <w:p w14:paraId="693F035F" w14:textId="1FCCEE92"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2,585,612</w:t>
            </w:r>
          </w:p>
        </w:tc>
        <w:tc>
          <w:tcPr>
            <w:tcW w:w="180" w:type="dxa"/>
            <w:shd w:val="clear" w:color="auto" w:fill="auto"/>
            <w:noWrap/>
          </w:tcPr>
          <w:p w14:paraId="317150A5"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tcPr>
          <w:p w14:paraId="632F8A74" w14:textId="13E90D5D"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2,534,204</w:t>
            </w:r>
          </w:p>
        </w:tc>
        <w:tc>
          <w:tcPr>
            <w:tcW w:w="180" w:type="dxa"/>
            <w:shd w:val="clear" w:color="auto" w:fill="auto"/>
            <w:noWrap/>
          </w:tcPr>
          <w:p w14:paraId="31DF6D0B"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tcPr>
          <w:p w14:paraId="6366FDDC" w14:textId="6EB276B5"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2,585,612</w:t>
            </w:r>
          </w:p>
        </w:tc>
      </w:tr>
      <w:tr w:rsidR="00C92032" w:rsidRPr="000E3E1F" w14:paraId="681C8FD7" w14:textId="77777777" w:rsidTr="000D1A9C">
        <w:trPr>
          <w:cantSplit/>
        </w:trPr>
        <w:tc>
          <w:tcPr>
            <w:tcW w:w="2695" w:type="dxa"/>
            <w:shd w:val="clear" w:color="auto" w:fill="auto"/>
            <w:vAlign w:val="bottom"/>
          </w:tcPr>
          <w:p w14:paraId="21C22243" w14:textId="3D9AF687" w:rsidR="00C92032" w:rsidRPr="000E3E1F" w:rsidRDefault="00C92032" w:rsidP="00C92032">
            <w:pPr>
              <w:ind w:left="180" w:right="72" w:hanging="180"/>
              <w:rPr>
                <w:rFonts w:ascii="Browallia New" w:hAnsi="Browallia New" w:cs="Browallia New"/>
                <w:sz w:val="24"/>
                <w:szCs w:val="24"/>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ค่าใช้จ่ายและซื้ออื่นๆ</w:t>
            </w:r>
          </w:p>
        </w:tc>
        <w:tc>
          <w:tcPr>
            <w:tcW w:w="1844" w:type="dxa"/>
            <w:shd w:val="clear" w:color="auto" w:fill="auto"/>
          </w:tcPr>
          <w:p w14:paraId="2FA91EC9" w14:textId="77777777" w:rsidR="00C92032" w:rsidRPr="000E3E1F" w:rsidRDefault="00C92032" w:rsidP="00C92032">
            <w:pPr>
              <w:ind w:left="180" w:right="72" w:hanging="180"/>
              <w:jc w:val="center"/>
              <w:rPr>
                <w:rFonts w:ascii="Browallia New" w:hAnsi="Browallia New" w:cs="Browallia New"/>
                <w:sz w:val="24"/>
                <w:szCs w:val="24"/>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060EDE13"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tcPr>
          <w:p w14:paraId="036A40F5" w14:textId="4F80FA5C"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20,430</w:t>
            </w:r>
          </w:p>
        </w:tc>
        <w:tc>
          <w:tcPr>
            <w:tcW w:w="189" w:type="dxa"/>
            <w:shd w:val="clear" w:color="auto" w:fill="auto"/>
          </w:tcPr>
          <w:p w14:paraId="1E4A9BC2"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tcPr>
          <w:p w14:paraId="2F462BC5" w14:textId="221177F6"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22,010</w:t>
            </w:r>
          </w:p>
        </w:tc>
        <w:tc>
          <w:tcPr>
            <w:tcW w:w="180" w:type="dxa"/>
            <w:shd w:val="clear" w:color="auto" w:fill="auto"/>
            <w:noWrap/>
          </w:tcPr>
          <w:p w14:paraId="3209EEEF"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tcPr>
          <w:p w14:paraId="42201829" w14:textId="1333D85C"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20,430</w:t>
            </w:r>
          </w:p>
        </w:tc>
        <w:tc>
          <w:tcPr>
            <w:tcW w:w="180" w:type="dxa"/>
            <w:shd w:val="clear" w:color="auto" w:fill="auto"/>
            <w:noWrap/>
          </w:tcPr>
          <w:p w14:paraId="644BAA1B"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tcPr>
          <w:p w14:paraId="45C9C1CC" w14:textId="46FFF98B" w:rsidR="00C92032" w:rsidRPr="000E3E1F" w:rsidRDefault="00C92032" w:rsidP="00C92032">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22,010</w:t>
            </w:r>
          </w:p>
        </w:tc>
      </w:tr>
      <w:tr w:rsidR="00C92032" w:rsidRPr="000E3E1F" w14:paraId="060C57DB" w14:textId="77777777" w:rsidTr="000D1A9C">
        <w:trPr>
          <w:cantSplit/>
        </w:trPr>
        <w:tc>
          <w:tcPr>
            <w:tcW w:w="2695" w:type="dxa"/>
            <w:shd w:val="clear" w:color="auto" w:fill="auto"/>
            <w:vAlign w:val="bottom"/>
          </w:tcPr>
          <w:p w14:paraId="2AC7180E" w14:textId="30A6BE6B" w:rsidR="00C92032" w:rsidRPr="000E3E1F" w:rsidRDefault="00C92032" w:rsidP="00C92032">
            <w:pPr>
              <w:ind w:left="180" w:right="72" w:hanging="180"/>
              <w:rPr>
                <w:rFonts w:ascii="Browallia New" w:hAnsi="Browallia New" w:cs="Browallia New"/>
                <w:sz w:val="24"/>
                <w:szCs w:val="24"/>
                <w:cs/>
                <w:lang w:val="th-TH"/>
              </w:rPr>
            </w:pPr>
            <w:r w:rsidRPr="000E3E1F">
              <w:rPr>
                <w:rFonts w:ascii="Browallia New" w:hAnsi="Browallia New" w:cs="Browallia New"/>
                <w:sz w:val="24"/>
                <w:szCs w:val="24"/>
              </w:rPr>
              <w:t xml:space="preserve">     </w:t>
            </w:r>
            <w:r w:rsidRPr="000E3E1F">
              <w:rPr>
                <w:rFonts w:ascii="Browallia New" w:hAnsi="Browallia New" w:cs="Browallia New"/>
                <w:sz w:val="24"/>
                <w:szCs w:val="24"/>
                <w:cs/>
                <w:lang w:val="th-TH"/>
              </w:rPr>
              <w:t>ซื้อสินทรัพย์</w:t>
            </w:r>
          </w:p>
        </w:tc>
        <w:tc>
          <w:tcPr>
            <w:tcW w:w="1844" w:type="dxa"/>
            <w:shd w:val="clear" w:color="auto" w:fill="auto"/>
          </w:tcPr>
          <w:p w14:paraId="32F2889C" w14:textId="77777777" w:rsidR="00C92032" w:rsidRPr="000E3E1F" w:rsidRDefault="00C92032" w:rsidP="00C92032">
            <w:pPr>
              <w:ind w:left="180" w:right="72" w:hanging="180"/>
              <w:jc w:val="center"/>
              <w:rPr>
                <w:rFonts w:ascii="Browallia New" w:hAnsi="Browallia New" w:cs="Browallia New"/>
                <w:sz w:val="24"/>
                <w:szCs w:val="24"/>
                <w:cs/>
                <w:lang w:val="th-TH"/>
              </w:rPr>
            </w:pPr>
            <w:r w:rsidRPr="000E3E1F">
              <w:rPr>
                <w:rFonts w:ascii="Browallia New" w:hAnsi="Browallia New" w:cs="Browallia New"/>
                <w:sz w:val="24"/>
                <w:szCs w:val="24"/>
                <w:cs/>
                <w:lang w:val="th-TH"/>
              </w:rPr>
              <w:t>ราคาตลาด</w:t>
            </w:r>
          </w:p>
        </w:tc>
        <w:tc>
          <w:tcPr>
            <w:tcW w:w="190" w:type="dxa"/>
            <w:gridSpan w:val="2"/>
            <w:shd w:val="clear" w:color="auto" w:fill="auto"/>
            <w:vAlign w:val="bottom"/>
          </w:tcPr>
          <w:p w14:paraId="1D6F9301" w14:textId="77777777" w:rsidR="00C92032" w:rsidRPr="000E3E1F" w:rsidRDefault="00C92032" w:rsidP="00C92032">
            <w:pPr>
              <w:ind w:left="180" w:right="72" w:hanging="180"/>
              <w:jc w:val="center"/>
              <w:rPr>
                <w:rFonts w:ascii="Browallia New" w:hAnsi="Browallia New" w:cs="Browallia New"/>
                <w:sz w:val="24"/>
                <w:szCs w:val="24"/>
                <w:lang w:val="th-TH"/>
              </w:rPr>
            </w:pPr>
          </w:p>
        </w:tc>
        <w:tc>
          <w:tcPr>
            <w:tcW w:w="935" w:type="dxa"/>
            <w:shd w:val="clear" w:color="auto" w:fill="auto"/>
            <w:noWrap/>
          </w:tcPr>
          <w:p w14:paraId="5C674808" w14:textId="65152535" w:rsidR="00C92032" w:rsidRPr="000E3E1F" w:rsidDel="0022413E"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141</w:t>
            </w:r>
          </w:p>
        </w:tc>
        <w:tc>
          <w:tcPr>
            <w:tcW w:w="189" w:type="dxa"/>
            <w:shd w:val="clear" w:color="auto" w:fill="auto"/>
          </w:tcPr>
          <w:p w14:paraId="01433D5E" w14:textId="77777777" w:rsidR="00C92032" w:rsidRPr="000E3E1F" w:rsidRDefault="00C92032" w:rsidP="00C92032">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bidi="th-TH"/>
              </w:rPr>
            </w:pPr>
          </w:p>
        </w:tc>
        <w:tc>
          <w:tcPr>
            <w:tcW w:w="933" w:type="dxa"/>
            <w:tcBorders>
              <w:left w:val="nil"/>
            </w:tcBorders>
            <w:shd w:val="clear" w:color="auto" w:fill="auto"/>
          </w:tcPr>
          <w:p w14:paraId="0B95E631" w14:textId="774148AE"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76</w:t>
            </w:r>
          </w:p>
        </w:tc>
        <w:tc>
          <w:tcPr>
            <w:tcW w:w="180" w:type="dxa"/>
            <w:shd w:val="clear" w:color="auto" w:fill="auto"/>
            <w:noWrap/>
          </w:tcPr>
          <w:p w14:paraId="10AC8B45" w14:textId="77777777" w:rsidR="00C92032" w:rsidRPr="000E3E1F" w:rsidRDefault="00C92032" w:rsidP="00C92032">
            <w:pPr>
              <w:ind w:left="180" w:right="72" w:hanging="180"/>
              <w:jc w:val="right"/>
              <w:rPr>
                <w:rFonts w:ascii="Browallia New" w:hAnsi="Browallia New" w:cs="Browallia New"/>
                <w:sz w:val="24"/>
                <w:szCs w:val="24"/>
              </w:rPr>
            </w:pPr>
          </w:p>
        </w:tc>
        <w:tc>
          <w:tcPr>
            <w:tcW w:w="942" w:type="dxa"/>
            <w:shd w:val="clear" w:color="auto" w:fill="auto"/>
            <w:noWrap/>
          </w:tcPr>
          <w:p w14:paraId="46678E26" w14:textId="1E8E20AB" w:rsidR="00C92032" w:rsidRPr="000E3E1F" w:rsidDel="0022413E"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141</w:t>
            </w:r>
          </w:p>
        </w:tc>
        <w:tc>
          <w:tcPr>
            <w:tcW w:w="180" w:type="dxa"/>
            <w:shd w:val="clear" w:color="auto" w:fill="auto"/>
            <w:noWrap/>
          </w:tcPr>
          <w:p w14:paraId="0DC53338" w14:textId="77777777" w:rsidR="00C92032" w:rsidRPr="000E3E1F" w:rsidRDefault="00C92032" w:rsidP="00C92032">
            <w:pPr>
              <w:ind w:left="180" w:right="72" w:hanging="180"/>
              <w:jc w:val="right"/>
              <w:rPr>
                <w:rFonts w:ascii="Browallia New" w:hAnsi="Browallia New" w:cs="Browallia New"/>
                <w:sz w:val="24"/>
                <w:szCs w:val="24"/>
              </w:rPr>
            </w:pPr>
          </w:p>
        </w:tc>
        <w:tc>
          <w:tcPr>
            <w:tcW w:w="1005" w:type="dxa"/>
            <w:shd w:val="clear" w:color="auto" w:fill="auto"/>
            <w:noWrap/>
          </w:tcPr>
          <w:p w14:paraId="614A9A3F" w14:textId="4D87F180" w:rsidR="00C92032" w:rsidRPr="000E3E1F" w:rsidRDefault="00C92032" w:rsidP="00C92032">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76</w:t>
            </w:r>
          </w:p>
        </w:tc>
      </w:tr>
      <w:tr w:rsidR="00842469" w:rsidRPr="000E3E1F" w14:paraId="62744A66" w14:textId="77777777" w:rsidTr="00610396">
        <w:trPr>
          <w:cantSplit/>
        </w:trPr>
        <w:tc>
          <w:tcPr>
            <w:tcW w:w="4539" w:type="dxa"/>
            <w:gridSpan w:val="2"/>
            <w:vAlign w:val="bottom"/>
          </w:tcPr>
          <w:p w14:paraId="43096010" w14:textId="77777777" w:rsidR="00842469" w:rsidRPr="000E3E1F" w:rsidRDefault="00842469" w:rsidP="00842469">
            <w:pPr>
              <w:ind w:left="180" w:right="72" w:hanging="180"/>
              <w:rPr>
                <w:rFonts w:ascii="Browallia New" w:hAnsi="Browallia New" w:cs="Browallia New"/>
                <w:sz w:val="24"/>
                <w:szCs w:val="24"/>
                <w:cs/>
                <w:lang w:val="th-TH"/>
              </w:rPr>
            </w:pPr>
          </w:p>
        </w:tc>
        <w:tc>
          <w:tcPr>
            <w:tcW w:w="190" w:type="dxa"/>
            <w:gridSpan w:val="2"/>
          </w:tcPr>
          <w:p w14:paraId="59B72F3C" w14:textId="77777777" w:rsidR="00842469" w:rsidRPr="000E3E1F" w:rsidRDefault="00842469" w:rsidP="00842469">
            <w:pPr>
              <w:ind w:left="180" w:right="72" w:hanging="180"/>
              <w:rPr>
                <w:rFonts w:ascii="Browallia New" w:hAnsi="Browallia New" w:cs="Browallia New"/>
                <w:sz w:val="24"/>
                <w:szCs w:val="24"/>
                <w:lang w:val="th-TH"/>
              </w:rPr>
            </w:pPr>
          </w:p>
        </w:tc>
        <w:tc>
          <w:tcPr>
            <w:tcW w:w="935" w:type="dxa"/>
            <w:noWrap/>
            <w:vAlign w:val="bottom"/>
          </w:tcPr>
          <w:p w14:paraId="639C0070" w14:textId="77777777" w:rsidR="00842469" w:rsidRPr="000E3E1F" w:rsidRDefault="00842469" w:rsidP="00842469">
            <w:pPr>
              <w:ind w:left="180" w:right="72" w:hanging="180"/>
              <w:rPr>
                <w:rFonts w:ascii="Browallia New" w:hAnsi="Browallia New" w:cs="Browallia New"/>
                <w:sz w:val="24"/>
                <w:szCs w:val="24"/>
                <w:lang w:val="th-TH"/>
              </w:rPr>
            </w:pPr>
          </w:p>
        </w:tc>
        <w:tc>
          <w:tcPr>
            <w:tcW w:w="189" w:type="dxa"/>
          </w:tcPr>
          <w:p w14:paraId="72C9BB40" w14:textId="77777777" w:rsidR="00842469" w:rsidRPr="000E3E1F" w:rsidRDefault="00842469" w:rsidP="00842469">
            <w:pPr>
              <w:ind w:left="180" w:right="72" w:hanging="180"/>
              <w:rPr>
                <w:rFonts w:ascii="Browallia New" w:hAnsi="Browallia New" w:cs="Browallia New"/>
                <w:sz w:val="24"/>
                <w:szCs w:val="24"/>
                <w:lang w:val="th-TH"/>
              </w:rPr>
            </w:pPr>
          </w:p>
        </w:tc>
        <w:tc>
          <w:tcPr>
            <w:tcW w:w="933" w:type="dxa"/>
            <w:tcBorders>
              <w:left w:val="nil"/>
            </w:tcBorders>
          </w:tcPr>
          <w:p w14:paraId="40217C0A" w14:textId="77777777" w:rsidR="00842469" w:rsidRPr="000E3E1F" w:rsidRDefault="00842469" w:rsidP="00842469">
            <w:pPr>
              <w:ind w:left="180" w:right="72" w:hanging="180"/>
              <w:rPr>
                <w:rFonts w:ascii="Browallia New" w:hAnsi="Browallia New" w:cs="Browallia New"/>
                <w:sz w:val="24"/>
                <w:szCs w:val="24"/>
                <w:lang w:val="th-TH"/>
              </w:rPr>
            </w:pPr>
          </w:p>
        </w:tc>
        <w:tc>
          <w:tcPr>
            <w:tcW w:w="180" w:type="dxa"/>
            <w:noWrap/>
            <w:vAlign w:val="bottom"/>
          </w:tcPr>
          <w:p w14:paraId="5FA053CA" w14:textId="77777777" w:rsidR="00842469" w:rsidRPr="000E3E1F" w:rsidRDefault="00842469" w:rsidP="00842469">
            <w:pPr>
              <w:ind w:left="180" w:right="72" w:hanging="180"/>
              <w:rPr>
                <w:rFonts w:ascii="Browallia New" w:hAnsi="Browallia New" w:cs="Browallia New"/>
                <w:sz w:val="24"/>
                <w:szCs w:val="24"/>
                <w:lang w:val="th-TH"/>
              </w:rPr>
            </w:pPr>
          </w:p>
        </w:tc>
        <w:tc>
          <w:tcPr>
            <w:tcW w:w="942" w:type="dxa"/>
            <w:noWrap/>
            <w:vAlign w:val="bottom"/>
          </w:tcPr>
          <w:p w14:paraId="24BB4327" w14:textId="77777777" w:rsidR="00842469" w:rsidRPr="000E3E1F" w:rsidRDefault="00842469" w:rsidP="00842469">
            <w:pPr>
              <w:ind w:left="180" w:right="72" w:hanging="180"/>
              <w:jc w:val="right"/>
              <w:rPr>
                <w:rFonts w:ascii="Browallia New" w:hAnsi="Browallia New" w:cs="Browallia New"/>
                <w:sz w:val="24"/>
                <w:szCs w:val="24"/>
              </w:rPr>
            </w:pPr>
          </w:p>
        </w:tc>
        <w:tc>
          <w:tcPr>
            <w:tcW w:w="180" w:type="dxa"/>
            <w:noWrap/>
          </w:tcPr>
          <w:p w14:paraId="3F0BEFAE" w14:textId="77777777" w:rsidR="00842469" w:rsidRPr="000E3E1F" w:rsidRDefault="00842469" w:rsidP="00842469">
            <w:pPr>
              <w:ind w:left="180" w:right="72" w:hanging="180"/>
              <w:rPr>
                <w:rFonts w:ascii="Browallia New" w:hAnsi="Browallia New" w:cs="Browallia New"/>
                <w:sz w:val="24"/>
                <w:szCs w:val="24"/>
                <w:lang w:val="th-TH"/>
              </w:rPr>
            </w:pPr>
          </w:p>
        </w:tc>
        <w:tc>
          <w:tcPr>
            <w:tcW w:w="1005" w:type="dxa"/>
            <w:noWrap/>
            <w:vAlign w:val="bottom"/>
          </w:tcPr>
          <w:p w14:paraId="47F6CF1C" w14:textId="77777777" w:rsidR="00842469" w:rsidRPr="000E3E1F" w:rsidRDefault="00842469" w:rsidP="00842469">
            <w:pPr>
              <w:ind w:right="72"/>
              <w:rPr>
                <w:rFonts w:ascii="Browallia New" w:hAnsi="Browallia New" w:cs="Browallia New"/>
                <w:sz w:val="24"/>
                <w:szCs w:val="24"/>
                <w:cs/>
                <w:lang w:val="th-TH"/>
              </w:rPr>
            </w:pPr>
          </w:p>
        </w:tc>
      </w:tr>
      <w:tr w:rsidR="00842469" w:rsidRPr="000E3E1F" w14:paraId="312FCFF2" w14:textId="77777777" w:rsidTr="00610396">
        <w:trPr>
          <w:cantSplit/>
        </w:trPr>
        <w:tc>
          <w:tcPr>
            <w:tcW w:w="4539" w:type="dxa"/>
            <w:gridSpan w:val="2"/>
            <w:vAlign w:val="bottom"/>
          </w:tcPr>
          <w:p w14:paraId="6F6AB50E" w14:textId="77777777" w:rsidR="00842469" w:rsidRPr="000E3E1F" w:rsidRDefault="00842469" w:rsidP="00842469">
            <w:pPr>
              <w:ind w:left="180" w:right="72" w:hanging="180"/>
              <w:rPr>
                <w:rFonts w:ascii="Browallia New" w:hAnsi="Browallia New" w:cs="Browallia New"/>
                <w:sz w:val="24"/>
                <w:szCs w:val="24"/>
                <w:u w:val="single"/>
                <w:lang w:val="th-TH"/>
              </w:rPr>
            </w:pPr>
            <w:r w:rsidRPr="000E3E1F">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6BB0DEB5" w14:textId="77777777" w:rsidR="00842469" w:rsidRPr="000E3E1F" w:rsidRDefault="00842469" w:rsidP="00842469">
            <w:pPr>
              <w:ind w:left="180" w:right="72" w:hanging="180"/>
              <w:rPr>
                <w:rFonts w:ascii="Browallia New" w:hAnsi="Browallia New" w:cs="Browallia New"/>
                <w:sz w:val="24"/>
                <w:szCs w:val="24"/>
                <w:lang w:val="th-TH"/>
              </w:rPr>
            </w:pPr>
          </w:p>
        </w:tc>
        <w:tc>
          <w:tcPr>
            <w:tcW w:w="935" w:type="dxa"/>
            <w:noWrap/>
            <w:vAlign w:val="bottom"/>
          </w:tcPr>
          <w:p w14:paraId="7B5CB312" w14:textId="77777777" w:rsidR="00842469" w:rsidRPr="000E3E1F" w:rsidRDefault="00842469" w:rsidP="00842469">
            <w:pPr>
              <w:ind w:left="180" w:right="72" w:hanging="180"/>
              <w:rPr>
                <w:rFonts w:ascii="Browallia New" w:hAnsi="Browallia New" w:cs="Browallia New"/>
                <w:sz w:val="24"/>
                <w:szCs w:val="24"/>
                <w:lang w:val="th-TH"/>
              </w:rPr>
            </w:pPr>
          </w:p>
        </w:tc>
        <w:tc>
          <w:tcPr>
            <w:tcW w:w="189" w:type="dxa"/>
          </w:tcPr>
          <w:p w14:paraId="2E4EBA58" w14:textId="77777777" w:rsidR="00842469" w:rsidRPr="000E3E1F" w:rsidRDefault="00842469" w:rsidP="00842469">
            <w:pPr>
              <w:ind w:left="180" w:right="72" w:hanging="180"/>
              <w:rPr>
                <w:rFonts w:ascii="Browallia New" w:hAnsi="Browallia New" w:cs="Browallia New"/>
                <w:sz w:val="24"/>
                <w:szCs w:val="24"/>
                <w:lang w:val="th-TH"/>
              </w:rPr>
            </w:pPr>
          </w:p>
        </w:tc>
        <w:tc>
          <w:tcPr>
            <w:tcW w:w="933" w:type="dxa"/>
            <w:tcBorders>
              <w:left w:val="nil"/>
            </w:tcBorders>
          </w:tcPr>
          <w:p w14:paraId="1D4F7EBD" w14:textId="77777777" w:rsidR="00842469" w:rsidRPr="000E3E1F" w:rsidRDefault="00842469" w:rsidP="00842469">
            <w:pPr>
              <w:ind w:left="180" w:right="72" w:hanging="180"/>
              <w:rPr>
                <w:rFonts w:ascii="Browallia New" w:hAnsi="Browallia New" w:cs="Browallia New"/>
                <w:sz w:val="24"/>
                <w:szCs w:val="24"/>
                <w:lang w:val="th-TH"/>
              </w:rPr>
            </w:pPr>
          </w:p>
        </w:tc>
        <w:tc>
          <w:tcPr>
            <w:tcW w:w="180" w:type="dxa"/>
            <w:noWrap/>
            <w:vAlign w:val="bottom"/>
          </w:tcPr>
          <w:p w14:paraId="0DBDD80E" w14:textId="77777777" w:rsidR="00842469" w:rsidRPr="000E3E1F" w:rsidRDefault="00842469" w:rsidP="00842469">
            <w:pPr>
              <w:ind w:left="180" w:right="72" w:hanging="180"/>
              <w:rPr>
                <w:rFonts w:ascii="Browallia New" w:hAnsi="Browallia New" w:cs="Browallia New"/>
                <w:sz w:val="24"/>
                <w:szCs w:val="24"/>
                <w:lang w:val="th-TH"/>
              </w:rPr>
            </w:pPr>
          </w:p>
        </w:tc>
        <w:tc>
          <w:tcPr>
            <w:tcW w:w="942" w:type="dxa"/>
            <w:noWrap/>
            <w:vAlign w:val="bottom"/>
          </w:tcPr>
          <w:p w14:paraId="471637D3" w14:textId="77777777" w:rsidR="00842469" w:rsidRPr="000E3E1F" w:rsidRDefault="00842469" w:rsidP="00842469">
            <w:pPr>
              <w:ind w:left="180" w:right="72" w:hanging="180"/>
              <w:rPr>
                <w:rFonts w:ascii="Browallia New" w:hAnsi="Browallia New" w:cs="Browallia New"/>
                <w:sz w:val="24"/>
                <w:szCs w:val="24"/>
              </w:rPr>
            </w:pPr>
          </w:p>
        </w:tc>
        <w:tc>
          <w:tcPr>
            <w:tcW w:w="180" w:type="dxa"/>
            <w:noWrap/>
          </w:tcPr>
          <w:p w14:paraId="3A686FF8" w14:textId="77777777" w:rsidR="00842469" w:rsidRPr="000E3E1F" w:rsidRDefault="00842469" w:rsidP="00842469">
            <w:pPr>
              <w:ind w:left="180" w:right="72" w:hanging="180"/>
              <w:rPr>
                <w:rFonts w:ascii="Browallia New" w:hAnsi="Browallia New" w:cs="Browallia New"/>
                <w:sz w:val="24"/>
                <w:szCs w:val="24"/>
                <w:lang w:val="th-TH"/>
              </w:rPr>
            </w:pPr>
          </w:p>
        </w:tc>
        <w:tc>
          <w:tcPr>
            <w:tcW w:w="1005" w:type="dxa"/>
            <w:noWrap/>
            <w:vAlign w:val="bottom"/>
          </w:tcPr>
          <w:p w14:paraId="539C6086" w14:textId="77777777" w:rsidR="00842469" w:rsidRPr="000E3E1F" w:rsidRDefault="00842469" w:rsidP="00842469">
            <w:pPr>
              <w:ind w:left="180" w:right="72" w:hanging="180"/>
              <w:rPr>
                <w:rFonts w:ascii="Browallia New" w:hAnsi="Browallia New" w:cs="Browallia New"/>
                <w:sz w:val="24"/>
                <w:szCs w:val="24"/>
                <w:lang w:val="th-TH"/>
              </w:rPr>
            </w:pPr>
          </w:p>
        </w:tc>
      </w:tr>
      <w:tr w:rsidR="00901A88" w:rsidRPr="000E3E1F" w14:paraId="050ED982" w14:textId="77777777" w:rsidTr="000D1A9C">
        <w:trPr>
          <w:cantSplit/>
        </w:trPr>
        <w:tc>
          <w:tcPr>
            <w:tcW w:w="4539" w:type="dxa"/>
            <w:gridSpan w:val="2"/>
            <w:vAlign w:val="bottom"/>
          </w:tcPr>
          <w:p w14:paraId="12493389" w14:textId="77777777" w:rsidR="00901A88" w:rsidRPr="000E3E1F" w:rsidRDefault="00901A88" w:rsidP="00901A88">
            <w:pPr>
              <w:ind w:left="180" w:right="72" w:firstLine="27"/>
              <w:rPr>
                <w:rFonts w:ascii="Browallia New" w:hAnsi="Browallia New" w:cs="Browallia New"/>
                <w:sz w:val="24"/>
                <w:szCs w:val="24"/>
                <w:lang w:val="th-TH"/>
              </w:rPr>
            </w:pPr>
            <w:r w:rsidRPr="000E3E1F">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1D4AC03A" w14:textId="77777777" w:rsidR="00901A88" w:rsidRPr="000E3E1F" w:rsidRDefault="00901A88" w:rsidP="00901A88">
            <w:pPr>
              <w:ind w:left="180" w:right="72" w:hanging="180"/>
              <w:rPr>
                <w:rFonts w:ascii="Browallia New" w:hAnsi="Browallia New" w:cs="Browallia New"/>
                <w:sz w:val="24"/>
                <w:szCs w:val="24"/>
                <w:lang w:val="th-TH"/>
              </w:rPr>
            </w:pPr>
          </w:p>
        </w:tc>
        <w:tc>
          <w:tcPr>
            <w:tcW w:w="935" w:type="dxa"/>
            <w:noWrap/>
          </w:tcPr>
          <w:p w14:paraId="57BD200D" w14:textId="74A51ED8"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18,871</w:t>
            </w:r>
          </w:p>
        </w:tc>
        <w:tc>
          <w:tcPr>
            <w:tcW w:w="189" w:type="dxa"/>
          </w:tcPr>
          <w:p w14:paraId="0D83684B" w14:textId="77777777" w:rsidR="00901A88" w:rsidRPr="000E3E1F" w:rsidRDefault="00901A88" w:rsidP="00901A88">
            <w:pPr>
              <w:ind w:left="180" w:right="72" w:hanging="180"/>
              <w:jc w:val="right"/>
              <w:rPr>
                <w:rFonts w:ascii="Browallia New" w:hAnsi="Browallia New" w:cs="Browallia New"/>
                <w:sz w:val="24"/>
                <w:szCs w:val="24"/>
              </w:rPr>
            </w:pPr>
          </w:p>
        </w:tc>
        <w:tc>
          <w:tcPr>
            <w:tcW w:w="933" w:type="dxa"/>
            <w:tcBorders>
              <w:left w:val="nil"/>
            </w:tcBorders>
          </w:tcPr>
          <w:p w14:paraId="0544C95C" w14:textId="7D9D4CFC" w:rsidR="00901A88" w:rsidRPr="000E3E1F" w:rsidRDefault="00901A88" w:rsidP="00901A88">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18,740</w:t>
            </w:r>
          </w:p>
        </w:tc>
        <w:tc>
          <w:tcPr>
            <w:tcW w:w="180" w:type="dxa"/>
            <w:noWrap/>
          </w:tcPr>
          <w:p w14:paraId="3AED862B" w14:textId="77777777" w:rsidR="00901A88" w:rsidRPr="000E3E1F" w:rsidRDefault="00901A88" w:rsidP="00901A88">
            <w:pPr>
              <w:ind w:left="180" w:right="72" w:hanging="180"/>
              <w:jc w:val="right"/>
              <w:rPr>
                <w:rFonts w:ascii="Browallia New" w:hAnsi="Browallia New" w:cs="Browallia New"/>
                <w:sz w:val="24"/>
                <w:szCs w:val="24"/>
              </w:rPr>
            </w:pPr>
          </w:p>
        </w:tc>
        <w:tc>
          <w:tcPr>
            <w:tcW w:w="942" w:type="dxa"/>
            <w:noWrap/>
          </w:tcPr>
          <w:p w14:paraId="4540FEDB" w14:textId="169F5DF4"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18,871</w:t>
            </w:r>
          </w:p>
        </w:tc>
        <w:tc>
          <w:tcPr>
            <w:tcW w:w="180" w:type="dxa"/>
            <w:noWrap/>
          </w:tcPr>
          <w:p w14:paraId="697DEC3A" w14:textId="77777777" w:rsidR="00901A88" w:rsidRPr="000E3E1F" w:rsidRDefault="00901A88" w:rsidP="00901A88">
            <w:pPr>
              <w:ind w:left="180" w:right="72" w:hanging="180"/>
              <w:jc w:val="right"/>
              <w:rPr>
                <w:rFonts w:ascii="Browallia New" w:hAnsi="Browallia New" w:cs="Browallia New"/>
                <w:sz w:val="24"/>
                <w:szCs w:val="24"/>
              </w:rPr>
            </w:pPr>
          </w:p>
        </w:tc>
        <w:tc>
          <w:tcPr>
            <w:tcW w:w="1005" w:type="dxa"/>
            <w:noWrap/>
          </w:tcPr>
          <w:p w14:paraId="1EDC50A7" w14:textId="7AE41D99" w:rsidR="00901A88" w:rsidRPr="000E3E1F" w:rsidRDefault="00901A88" w:rsidP="00901A88">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18,740</w:t>
            </w:r>
          </w:p>
        </w:tc>
      </w:tr>
      <w:tr w:rsidR="00901A88" w:rsidRPr="000E3E1F" w14:paraId="56AB9945" w14:textId="77777777" w:rsidTr="00610396">
        <w:trPr>
          <w:cantSplit/>
        </w:trPr>
        <w:tc>
          <w:tcPr>
            <w:tcW w:w="4539" w:type="dxa"/>
            <w:gridSpan w:val="2"/>
          </w:tcPr>
          <w:p w14:paraId="25BB049A" w14:textId="77777777" w:rsidR="00901A88" w:rsidRPr="000E3E1F" w:rsidRDefault="00901A88" w:rsidP="00901A88">
            <w:pPr>
              <w:ind w:left="180" w:right="72" w:firstLine="27"/>
              <w:rPr>
                <w:rFonts w:ascii="Browallia New" w:hAnsi="Browallia New" w:cs="Browallia New"/>
                <w:sz w:val="24"/>
                <w:szCs w:val="24"/>
                <w:lang w:val="th-TH"/>
              </w:rPr>
            </w:pPr>
            <w:r w:rsidRPr="000E3E1F">
              <w:rPr>
                <w:rFonts w:ascii="Browallia New" w:hAnsi="Browallia New" w:cs="Browallia New"/>
                <w:sz w:val="24"/>
                <w:szCs w:val="24"/>
                <w:cs/>
                <w:lang w:val="th-TH"/>
              </w:rPr>
              <w:t>ผลประโยชน์หลังออกจากงาน</w:t>
            </w:r>
          </w:p>
        </w:tc>
        <w:tc>
          <w:tcPr>
            <w:tcW w:w="190" w:type="dxa"/>
            <w:gridSpan w:val="2"/>
          </w:tcPr>
          <w:p w14:paraId="12AC6083" w14:textId="77777777" w:rsidR="00901A88" w:rsidRPr="000E3E1F" w:rsidRDefault="00901A88" w:rsidP="00901A88">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79FF4FE3" w14:textId="1C506D1F"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867</w:t>
            </w:r>
          </w:p>
        </w:tc>
        <w:tc>
          <w:tcPr>
            <w:tcW w:w="189" w:type="dxa"/>
          </w:tcPr>
          <w:p w14:paraId="52A8B08C" w14:textId="77777777" w:rsidR="00901A88" w:rsidRPr="000E3E1F" w:rsidRDefault="00901A88" w:rsidP="00901A88">
            <w:pPr>
              <w:ind w:left="180" w:right="72" w:hanging="180"/>
              <w:jc w:val="right"/>
              <w:rPr>
                <w:rFonts w:ascii="Browallia New" w:hAnsi="Browallia New" w:cs="Browallia New"/>
                <w:sz w:val="24"/>
                <w:szCs w:val="24"/>
              </w:rPr>
            </w:pPr>
          </w:p>
        </w:tc>
        <w:tc>
          <w:tcPr>
            <w:tcW w:w="933" w:type="dxa"/>
            <w:tcBorders>
              <w:left w:val="nil"/>
              <w:bottom w:val="single" w:sz="4" w:space="0" w:color="auto"/>
            </w:tcBorders>
          </w:tcPr>
          <w:p w14:paraId="2C89D915" w14:textId="5476FF86" w:rsidR="00901A88" w:rsidRPr="000E3E1F" w:rsidRDefault="00901A88" w:rsidP="00901A88">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961</w:t>
            </w:r>
          </w:p>
        </w:tc>
        <w:tc>
          <w:tcPr>
            <w:tcW w:w="180" w:type="dxa"/>
            <w:noWrap/>
          </w:tcPr>
          <w:p w14:paraId="3F59B586" w14:textId="77777777" w:rsidR="00901A88" w:rsidRPr="000E3E1F" w:rsidRDefault="00901A88" w:rsidP="00901A88">
            <w:pPr>
              <w:ind w:left="180" w:right="72" w:hanging="180"/>
              <w:jc w:val="right"/>
              <w:rPr>
                <w:rFonts w:ascii="Browallia New" w:hAnsi="Browallia New" w:cs="Browallia New"/>
                <w:sz w:val="24"/>
                <w:szCs w:val="24"/>
              </w:rPr>
            </w:pPr>
          </w:p>
        </w:tc>
        <w:tc>
          <w:tcPr>
            <w:tcW w:w="942" w:type="dxa"/>
            <w:tcBorders>
              <w:bottom w:val="single" w:sz="4" w:space="0" w:color="auto"/>
            </w:tcBorders>
            <w:noWrap/>
          </w:tcPr>
          <w:p w14:paraId="6F95A6AD" w14:textId="74359988" w:rsidR="00901A88" w:rsidRPr="000E3E1F" w:rsidRDefault="00901A88" w:rsidP="00901A88">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867</w:t>
            </w:r>
          </w:p>
        </w:tc>
        <w:tc>
          <w:tcPr>
            <w:tcW w:w="180" w:type="dxa"/>
            <w:noWrap/>
          </w:tcPr>
          <w:p w14:paraId="5B28223F" w14:textId="77777777" w:rsidR="00901A88" w:rsidRPr="000E3E1F" w:rsidRDefault="00901A88" w:rsidP="00901A88">
            <w:pPr>
              <w:ind w:left="180" w:right="72" w:hanging="180"/>
              <w:jc w:val="right"/>
              <w:rPr>
                <w:rFonts w:ascii="Browallia New" w:hAnsi="Browallia New" w:cs="Browallia New"/>
                <w:sz w:val="24"/>
                <w:szCs w:val="24"/>
              </w:rPr>
            </w:pPr>
          </w:p>
        </w:tc>
        <w:tc>
          <w:tcPr>
            <w:tcW w:w="1005" w:type="dxa"/>
            <w:tcBorders>
              <w:bottom w:val="single" w:sz="4" w:space="0" w:color="auto"/>
            </w:tcBorders>
            <w:noWrap/>
          </w:tcPr>
          <w:p w14:paraId="2DB6BE34" w14:textId="474FFF26" w:rsidR="00901A88" w:rsidRPr="000E3E1F" w:rsidRDefault="00901A88" w:rsidP="00901A88">
            <w:pPr>
              <w:ind w:left="180" w:right="72" w:hanging="180"/>
              <w:jc w:val="right"/>
              <w:rPr>
                <w:rFonts w:ascii="Browallia New" w:hAnsi="Browallia New" w:cs="Browallia New"/>
                <w:sz w:val="24"/>
                <w:szCs w:val="24"/>
                <w:cs/>
              </w:rPr>
            </w:pPr>
            <w:r w:rsidRPr="000E3E1F">
              <w:rPr>
                <w:rFonts w:ascii="Browallia New" w:hAnsi="Browallia New" w:cs="Browallia New"/>
                <w:sz w:val="24"/>
                <w:szCs w:val="24"/>
              </w:rPr>
              <w:t>961</w:t>
            </w:r>
          </w:p>
        </w:tc>
      </w:tr>
      <w:tr w:rsidR="00901A88" w:rsidRPr="000E3E1F" w14:paraId="3A6D8FD9" w14:textId="77777777" w:rsidTr="00610396">
        <w:trPr>
          <w:cantSplit/>
          <w:trHeight w:val="216"/>
        </w:trPr>
        <w:tc>
          <w:tcPr>
            <w:tcW w:w="4539" w:type="dxa"/>
            <w:gridSpan w:val="2"/>
          </w:tcPr>
          <w:p w14:paraId="1023D7BE" w14:textId="77777777" w:rsidR="00901A88" w:rsidRPr="000E3E1F" w:rsidRDefault="00901A88" w:rsidP="00901A88">
            <w:pPr>
              <w:ind w:left="180" w:right="72" w:hanging="180"/>
              <w:rPr>
                <w:rFonts w:ascii="Browallia New" w:hAnsi="Browallia New" w:cs="Browallia New"/>
                <w:sz w:val="24"/>
                <w:szCs w:val="24"/>
                <w:lang w:val="th-TH"/>
              </w:rPr>
            </w:pPr>
            <w:r w:rsidRPr="000E3E1F">
              <w:rPr>
                <w:rFonts w:ascii="Browallia New" w:hAnsi="Browallia New" w:cs="Browallia New"/>
                <w:sz w:val="24"/>
                <w:szCs w:val="24"/>
                <w:cs/>
                <w:lang w:val="th-TH"/>
              </w:rPr>
              <w:t>รวม</w:t>
            </w:r>
          </w:p>
        </w:tc>
        <w:tc>
          <w:tcPr>
            <w:tcW w:w="190" w:type="dxa"/>
            <w:gridSpan w:val="2"/>
          </w:tcPr>
          <w:p w14:paraId="4A18482C" w14:textId="77777777" w:rsidR="00901A88" w:rsidRPr="000E3E1F" w:rsidRDefault="00901A88" w:rsidP="00901A88">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2095AA03" w14:textId="62FC41AC"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19,738</w:t>
            </w:r>
          </w:p>
        </w:tc>
        <w:tc>
          <w:tcPr>
            <w:tcW w:w="189" w:type="dxa"/>
          </w:tcPr>
          <w:p w14:paraId="28A7E964" w14:textId="77777777" w:rsidR="00901A88" w:rsidRPr="000E3E1F" w:rsidRDefault="00901A88" w:rsidP="00901A88">
            <w:pPr>
              <w:ind w:left="180" w:right="72" w:hanging="180"/>
              <w:jc w:val="right"/>
              <w:rPr>
                <w:rFonts w:ascii="Browallia New" w:hAnsi="Browallia New" w:cs="Browallia New"/>
                <w:sz w:val="24"/>
                <w:szCs w:val="24"/>
                <w:lang w:val="th-TH"/>
              </w:rPr>
            </w:pPr>
          </w:p>
        </w:tc>
        <w:tc>
          <w:tcPr>
            <w:tcW w:w="933" w:type="dxa"/>
            <w:tcBorders>
              <w:top w:val="single" w:sz="4" w:space="0" w:color="auto"/>
              <w:left w:val="nil"/>
              <w:bottom w:val="single" w:sz="12" w:space="0" w:color="auto"/>
            </w:tcBorders>
          </w:tcPr>
          <w:p w14:paraId="4CB172ED" w14:textId="027060C5" w:rsidR="00901A88" w:rsidRPr="000E3E1F" w:rsidRDefault="00901A88" w:rsidP="00901A88">
            <w:pPr>
              <w:ind w:left="180" w:right="72" w:hanging="180"/>
              <w:jc w:val="right"/>
              <w:rPr>
                <w:rFonts w:ascii="Browallia New" w:hAnsi="Browallia New" w:cs="Browallia New"/>
                <w:sz w:val="24"/>
                <w:szCs w:val="24"/>
                <w:cs/>
                <w:lang w:val="th-TH"/>
              </w:rPr>
            </w:pPr>
            <w:r w:rsidRPr="000E3E1F">
              <w:rPr>
                <w:rFonts w:ascii="Browallia New" w:hAnsi="Browallia New" w:cs="Browallia New"/>
                <w:sz w:val="24"/>
                <w:szCs w:val="24"/>
              </w:rPr>
              <w:t>19,701</w:t>
            </w:r>
          </w:p>
        </w:tc>
        <w:tc>
          <w:tcPr>
            <w:tcW w:w="180" w:type="dxa"/>
            <w:noWrap/>
          </w:tcPr>
          <w:p w14:paraId="4E92C085" w14:textId="77777777" w:rsidR="00901A88" w:rsidRPr="000E3E1F" w:rsidRDefault="00901A88" w:rsidP="00901A88">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6EF080A9" w14:textId="2C3D0DA8"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19,738</w:t>
            </w:r>
          </w:p>
        </w:tc>
        <w:tc>
          <w:tcPr>
            <w:tcW w:w="180" w:type="dxa"/>
            <w:noWrap/>
          </w:tcPr>
          <w:p w14:paraId="1B84C523" w14:textId="77777777" w:rsidR="00901A88" w:rsidRPr="000E3E1F" w:rsidRDefault="00901A88" w:rsidP="00901A88">
            <w:pPr>
              <w:ind w:left="180" w:right="72" w:hanging="180"/>
              <w:jc w:val="right"/>
              <w:rPr>
                <w:rFonts w:ascii="Browallia New" w:hAnsi="Browallia New" w:cs="Browallia New"/>
                <w:sz w:val="24"/>
                <w:szCs w:val="24"/>
                <w:lang w:val="th-TH"/>
              </w:rPr>
            </w:pPr>
          </w:p>
        </w:tc>
        <w:tc>
          <w:tcPr>
            <w:tcW w:w="1005" w:type="dxa"/>
            <w:tcBorders>
              <w:top w:val="single" w:sz="4" w:space="0" w:color="auto"/>
              <w:bottom w:val="single" w:sz="12" w:space="0" w:color="auto"/>
            </w:tcBorders>
            <w:noWrap/>
          </w:tcPr>
          <w:p w14:paraId="4F8B9F5D" w14:textId="3D41A054" w:rsidR="00901A88" w:rsidRPr="000E3E1F" w:rsidRDefault="00901A88" w:rsidP="00901A88">
            <w:pPr>
              <w:ind w:left="180" w:right="72" w:hanging="180"/>
              <w:jc w:val="right"/>
              <w:rPr>
                <w:rFonts w:ascii="Browallia New" w:hAnsi="Browallia New" w:cs="Browallia New"/>
                <w:sz w:val="24"/>
                <w:szCs w:val="24"/>
              </w:rPr>
            </w:pPr>
            <w:r w:rsidRPr="000E3E1F">
              <w:rPr>
                <w:rFonts w:ascii="Browallia New" w:hAnsi="Browallia New" w:cs="Browallia New"/>
                <w:sz w:val="24"/>
                <w:szCs w:val="24"/>
              </w:rPr>
              <w:t>19,701</w:t>
            </w:r>
          </w:p>
        </w:tc>
      </w:tr>
    </w:tbl>
    <w:p w14:paraId="27F605AA" w14:textId="5096ED1B" w:rsidR="00FC074E" w:rsidRPr="000E3E1F" w:rsidRDefault="00FC074E">
      <w:pPr>
        <w:rPr>
          <w:rFonts w:ascii="Browallia New" w:hAnsi="Browallia New" w:cs="Browallia New"/>
          <w:cs/>
        </w:rPr>
      </w:pPr>
    </w:p>
    <w:p w14:paraId="485627C6" w14:textId="5FBA484A" w:rsidR="008D2366" w:rsidRPr="000E3E1F" w:rsidRDefault="008D2366" w:rsidP="00CB4821">
      <w:pPr>
        <w:ind w:left="387"/>
        <w:rPr>
          <w:rFonts w:ascii="Browallia New" w:hAnsi="Browallia New" w:cs="Browallia New"/>
        </w:rPr>
      </w:pPr>
      <w:r w:rsidRPr="000E3E1F">
        <w:rPr>
          <w:rFonts w:ascii="Browallia New" w:hAnsi="Browallia New" w:cs="Browallia New"/>
          <w:cs/>
        </w:rPr>
        <w:t>ณ</w:t>
      </w:r>
      <w:r w:rsidR="00F60E66" w:rsidRPr="000E3E1F">
        <w:rPr>
          <w:rFonts w:ascii="Browallia New" w:hAnsi="Browallia New" w:cs="Browallia New"/>
        </w:rPr>
        <w:t xml:space="preserve"> </w:t>
      </w:r>
      <w:r w:rsidRPr="000E3E1F">
        <w:rPr>
          <w:rFonts w:ascii="Browallia New" w:hAnsi="Browallia New" w:cs="Browallia New"/>
          <w:cs/>
        </w:rPr>
        <w:t>วันที่</w:t>
      </w:r>
      <w:r w:rsidR="00F60E66" w:rsidRPr="000E3E1F">
        <w:rPr>
          <w:rFonts w:ascii="Browallia New" w:hAnsi="Browallia New" w:cs="Browallia New"/>
        </w:rPr>
        <w:t xml:space="preserve"> </w:t>
      </w:r>
      <w:r w:rsidR="00A96935" w:rsidRPr="000E3E1F">
        <w:rPr>
          <w:rFonts w:ascii="Browallia New" w:hAnsi="Browallia New" w:cs="Browallia New"/>
        </w:rPr>
        <w:t>30</w:t>
      </w:r>
      <w:r w:rsidR="00A96935" w:rsidRPr="000E3E1F">
        <w:rPr>
          <w:rFonts w:ascii="Browallia New" w:hAnsi="Browallia New" w:cs="Browallia New"/>
          <w:cs/>
          <w:lang w:val="th-TH"/>
        </w:rPr>
        <w:t xml:space="preserve"> กันยายน</w:t>
      </w:r>
      <w:r w:rsidR="00BA6079" w:rsidRPr="000E3E1F">
        <w:rPr>
          <w:rFonts w:ascii="Browallia New" w:hAnsi="Browallia New" w:cs="Browallia New"/>
          <w:cs/>
          <w:lang w:val="th-TH"/>
        </w:rPr>
        <w:t xml:space="preserve"> </w:t>
      </w:r>
      <w:r w:rsidR="004A2315" w:rsidRPr="000E3E1F">
        <w:rPr>
          <w:rFonts w:ascii="Browallia New" w:hAnsi="Browallia New" w:cs="Browallia New"/>
          <w:spacing w:val="-4"/>
        </w:rPr>
        <w:t>256</w:t>
      </w:r>
      <w:r w:rsidR="00CF1B1B" w:rsidRPr="000E3E1F">
        <w:rPr>
          <w:rFonts w:ascii="Browallia New" w:hAnsi="Browallia New" w:cs="Browallia New"/>
          <w:spacing w:val="-4"/>
        </w:rPr>
        <w:t>7</w:t>
      </w:r>
      <w:r w:rsidR="00F60E66" w:rsidRPr="000E3E1F">
        <w:rPr>
          <w:rFonts w:ascii="Browallia New" w:hAnsi="Browallia New" w:cs="Browallia New"/>
        </w:rPr>
        <w:t xml:space="preserve"> </w:t>
      </w:r>
      <w:r w:rsidRPr="000E3E1F">
        <w:rPr>
          <w:rFonts w:ascii="Browallia New" w:hAnsi="Browallia New" w:cs="Browallia New"/>
          <w:cs/>
        </w:rPr>
        <w:t>และวันที่</w:t>
      </w:r>
      <w:r w:rsidR="00F60E66" w:rsidRPr="000E3E1F">
        <w:rPr>
          <w:rFonts w:ascii="Browallia New" w:hAnsi="Browallia New" w:cs="Browallia New"/>
        </w:rPr>
        <w:t xml:space="preserve"> </w:t>
      </w:r>
      <w:r w:rsidRPr="000E3E1F">
        <w:rPr>
          <w:rFonts w:ascii="Browallia New" w:hAnsi="Browallia New" w:cs="Browallia New"/>
        </w:rPr>
        <w:t xml:space="preserve">31 </w:t>
      </w:r>
      <w:r w:rsidRPr="000E3E1F">
        <w:rPr>
          <w:rFonts w:ascii="Browallia New" w:hAnsi="Browallia New" w:cs="Browallia New"/>
          <w:cs/>
        </w:rPr>
        <w:t>ธันวาคม</w:t>
      </w:r>
      <w:r w:rsidR="00F60E66" w:rsidRPr="000E3E1F">
        <w:rPr>
          <w:rFonts w:ascii="Browallia New" w:hAnsi="Browallia New" w:cs="Browallia New"/>
        </w:rPr>
        <w:t xml:space="preserve"> </w:t>
      </w:r>
      <w:r w:rsidRPr="000E3E1F">
        <w:rPr>
          <w:rFonts w:ascii="Browallia New" w:hAnsi="Browallia New" w:cs="Browallia New"/>
        </w:rPr>
        <w:t>25</w:t>
      </w:r>
      <w:r w:rsidR="008918B1" w:rsidRPr="000E3E1F">
        <w:rPr>
          <w:rFonts w:ascii="Browallia New" w:hAnsi="Browallia New" w:cs="Browallia New"/>
        </w:rPr>
        <w:t>6</w:t>
      </w:r>
      <w:r w:rsidR="00CF1B1B" w:rsidRPr="000E3E1F">
        <w:rPr>
          <w:rFonts w:ascii="Browallia New" w:hAnsi="Browallia New" w:cs="Browallia New"/>
        </w:rPr>
        <w:t>6</w:t>
      </w:r>
      <w:r w:rsidR="00594174" w:rsidRPr="000E3E1F">
        <w:rPr>
          <w:rFonts w:ascii="Browallia New" w:hAnsi="Browallia New" w:cs="Browallia New"/>
        </w:rPr>
        <w:t xml:space="preserve"> </w:t>
      </w:r>
      <w:r w:rsidRPr="000E3E1F">
        <w:rPr>
          <w:rFonts w:ascii="Browallia New" w:hAnsi="Browallia New" w:cs="Browallia New"/>
          <w:cs/>
        </w:rPr>
        <w:t>ยอดคงเหลือกับบริษัทที่เกี่ยวข้อง</w:t>
      </w:r>
      <w:r w:rsidR="00F60E66" w:rsidRPr="000E3E1F">
        <w:rPr>
          <w:rFonts w:ascii="Browallia New" w:hAnsi="Browallia New" w:cs="Browallia New"/>
        </w:rPr>
        <w:t xml:space="preserve"> </w:t>
      </w:r>
      <w:r w:rsidRPr="000E3E1F">
        <w:rPr>
          <w:rFonts w:ascii="Browallia New" w:hAnsi="Browallia New" w:cs="Browallia New"/>
          <w:cs/>
        </w:rPr>
        <w:t>มีดังนี้</w:t>
      </w:r>
    </w:p>
    <w:p w14:paraId="485627C7" w14:textId="77777777" w:rsidR="008D2366" w:rsidRPr="000E3E1F" w:rsidRDefault="008D2366" w:rsidP="00980FB4">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0E3E1F" w14:paraId="485627CC" w14:textId="77777777" w:rsidTr="008179FB">
        <w:trPr>
          <w:cantSplit/>
          <w:tblHeader/>
        </w:trPr>
        <w:tc>
          <w:tcPr>
            <w:tcW w:w="3892" w:type="dxa"/>
          </w:tcPr>
          <w:p w14:paraId="485627C8" w14:textId="77777777" w:rsidR="008D2366" w:rsidRPr="000E3E1F" w:rsidRDefault="008D2366" w:rsidP="003E0B20">
            <w:pPr>
              <w:jc w:val="thaiDistribute"/>
              <w:rPr>
                <w:rFonts w:ascii="Browallia New" w:hAnsi="Browallia New" w:cs="Browallia New"/>
              </w:rPr>
            </w:pPr>
          </w:p>
        </w:tc>
        <w:tc>
          <w:tcPr>
            <w:tcW w:w="1179" w:type="dxa"/>
          </w:tcPr>
          <w:p w14:paraId="485627C9" w14:textId="77777777" w:rsidR="008D2366" w:rsidRPr="000E3E1F" w:rsidRDefault="008D2366" w:rsidP="003E0B20">
            <w:pPr>
              <w:jc w:val="thaiDistribute"/>
              <w:rPr>
                <w:rFonts w:ascii="Browallia New" w:hAnsi="Browallia New" w:cs="Browallia New"/>
              </w:rPr>
            </w:pPr>
          </w:p>
        </w:tc>
        <w:tc>
          <w:tcPr>
            <w:tcW w:w="180" w:type="dxa"/>
          </w:tcPr>
          <w:p w14:paraId="485627CA" w14:textId="77777777" w:rsidR="008D2366" w:rsidRPr="000E3E1F" w:rsidRDefault="008D2366" w:rsidP="003E0B20">
            <w:pPr>
              <w:jc w:val="thaiDistribute"/>
              <w:rPr>
                <w:rFonts w:ascii="Browallia New" w:hAnsi="Browallia New" w:cs="Browallia New"/>
              </w:rPr>
            </w:pPr>
          </w:p>
        </w:tc>
        <w:tc>
          <w:tcPr>
            <w:tcW w:w="3797" w:type="dxa"/>
            <w:gridSpan w:val="7"/>
          </w:tcPr>
          <w:p w14:paraId="485627CB" w14:textId="6A6ABAAA" w:rsidR="008D2366" w:rsidRPr="000E3E1F" w:rsidRDefault="008D2366" w:rsidP="003E0B20">
            <w:pPr>
              <w:ind w:right="57"/>
              <w:jc w:val="right"/>
              <w:rPr>
                <w:rFonts w:ascii="Browallia New" w:hAnsi="Browallia New" w:cs="Browallia New"/>
                <w:lang w:val="en-GB"/>
              </w:rPr>
            </w:pPr>
            <w:r w:rsidRPr="000E3E1F">
              <w:rPr>
                <w:rFonts w:ascii="Browallia New" w:hAnsi="Browallia New" w:cs="Browallia New"/>
                <w:cs/>
              </w:rPr>
              <w:t>(หน่วย</w:t>
            </w:r>
            <w:r w:rsidR="00F60E66" w:rsidRPr="000E3E1F">
              <w:rPr>
                <w:rFonts w:ascii="Browallia New" w:hAnsi="Browallia New" w:cs="Browallia New"/>
              </w:rPr>
              <w:t xml:space="preserve"> </w:t>
            </w:r>
            <w:r w:rsidRPr="000E3E1F">
              <w:rPr>
                <w:rFonts w:ascii="Browallia New" w:hAnsi="Browallia New" w:cs="Browallia New"/>
                <w:lang w:val="en-GB"/>
              </w:rPr>
              <w:t>:</w:t>
            </w:r>
            <w:r w:rsidR="00F60E66" w:rsidRPr="000E3E1F">
              <w:rPr>
                <w:rFonts w:ascii="Browallia New" w:hAnsi="Browallia New" w:cs="Browallia New"/>
              </w:rPr>
              <w:t xml:space="preserve"> </w:t>
            </w:r>
            <w:r w:rsidRPr="000E3E1F">
              <w:rPr>
                <w:rFonts w:ascii="Browallia New" w:hAnsi="Browallia New" w:cs="Browallia New"/>
                <w:cs/>
                <w:lang w:val="en-GB"/>
              </w:rPr>
              <w:t>พันบาท</w:t>
            </w:r>
            <w:r w:rsidRPr="000E3E1F">
              <w:rPr>
                <w:rFonts w:ascii="Browallia New" w:hAnsi="Browallia New" w:cs="Browallia New"/>
                <w:lang w:val="en-GB"/>
              </w:rPr>
              <w:t>)</w:t>
            </w:r>
          </w:p>
        </w:tc>
      </w:tr>
      <w:tr w:rsidR="008D2366" w:rsidRPr="000E3E1F" w14:paraId="485627D1" w14:textId="77777777" w:rsidTr="008179FB">
        <w:trPr>
          <w:cantSplit/>
          <w:tblHeader/>
        </w:trPr>
        <w:tc>
          <w:tcPr>
            <w:tcW w:w="3892" w:type="dxa"/>
          </w:tcPr>
          <w:p w14:paraId="485627CD" w14:textId="77777777" w:rsidR="008D2366" w:rsidRPr="000E3E1F"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4473EF6B" w:rsidR="008D2366" w:rsidRPr="000E3E1F" w:rsidRDefault="00F848B3" w:rsidP="003E0B20">
            <w:pPr>
              <w:jc w:val="center"/>
              <w:rPr>
                <w:rFonts w:ascii="Browallia New" w:hAnsi="Browallia New" w:cs="Browallia New"/>
              </w:rPr>
            </w:pPr>
            <w:r w:rsidRPr="000E3E1F">
              <w:rPr>
                <w:rFonts w:ascii="Browallia New" w:hAnsi="Browallia New" w:cs="Browallia New"/>
                <w:cs/>
              </w:rPr>
              <w:t>ข้อมูลทางการ</w:t>
            </w:r>
            <w:r w:rsidR="008D2366" w:rsidRPr="000E3E1F">
              <w:rPr>
                <w:rFonts w:ascii="Browallia New" w:hAnsi="Browallia New" w:cs="Browallia New"/>
                <w:cs/>
              </w:rPr>
              <w:t>เงินรวม</w:t>
            </w:r>
          </w:p>
        </w:tc>
        <w:tc>
          <w:tcPr>
            <w:tcW w:w="189" w:type="dxa"/>
            <w:gridSpan w:val="2"/>
          </w:tcPr>
          <w:p w14:paraId="485627CF" w14:textId="77777777" w:rsidR="008D2366" w:rsidRPr="000E3E1F"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6B0159CD" w:rsidR="008D2366" w:rsidRPr="000E3E1F" w:rsidRDefault="00F848B3" w:rsidP="003E0B20">
            <w:pPr>
              <w:jc w:val="center"/>
              <w:rPr>
                <w:rFonts w:ascii="Browallia New" w:hAnsi="Browallia New" w:cs="Browallia New"/>
              </w:rPr>
            </w:pPr>
            <w:r w:rsidRPr="000E3E1F">
              <w:rPr>
                <w:rFonts w:ascii="Browallia New" w:hAnsi="Browallia New" w:cs="Browallia New"/>
                <w:cs/>
              </w:rPr>
              <w:t>ข้อมูลทางการ</w:t>
            </w:r>
            <w:r w:rsidR="008D2366" w:rsidRPr="000E3E1F">
              <w:rPr>
                <w:rFonts w:ascii="Browallia New" w:hAnsi="Browallia New" w:cs="Browallia New"/>
                <w:cs/>
              </w:rPr>
              <w:t>เงินเฉพาะบริษัท</w:t>
            </w:r>
          </w:p>
        </w:tc>
      </w:tr>
      <w:tr w:rsidR="004A2315" w:rsidRPr="000E3E1F" w14:paraId="485627DC" w14:textId="77777777" w:rsidTr="008179FB">
        <w:trPr>
          <w:cantSplit/>
          <w:tblHeader/>
        </w:trPr>
        <w:tc>
          <w:tcPr>
            <w:tcW w:w="3892" w:type="dxa"/>
          </w:tcPr>
          <w:p w14:paraId="485627D2" w14:textId="77777777" w:rsidR="004A2315" w:rsidRPr="000E3E1F"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637E7E4D" w:rsidR="004A2315" w:rsidRPr="000E3E1F" w:rsidRDefault="00BA6079" w:rsidP="004A2315">
            <w:pPr>
              <w:ind w:left="-105"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w:t>
            </w:r>
            <w:r w:rsidR="004A2315" w:rsidRPr="000E3E1F">
              <w:rPr>
                <w:rStyle w:val="normaltextrun"/>
                <w:rFonts w:ascii="Browallia New" w:hAnsi="Browallia New" w:cs="Browallia New"/>
                <w:cs/>
              </w:rPr>
              <w:br/>
            </w:r>
            <w:r w:rsidR="004A2315" w:rsidRPr="000E3E1F">
              <w:rPr>
                <w:rStyle w:val="normaltextrun"/>
                <w:rFonts w:ascii="Browallia New" w:hAnsi="Browallia New" w:cs="Browallia New"/>
              </w:rPr>
              <w:t>256</w:t>
            </w:r>
            <w:r w:rsidR="008D7CF1" w:rsidRPr="000E3E1F">
              <w:rPr>
                <w:rStyle w:val="normaltextrun"/>
                <w:rFonts w:ascii="Browallia New" w:hAnsi="Browallia New" w:cs="Browallia New"/>
              </w:rPr>
              <w:t>7</w:t>
            </w:r>
          </w:p>
        </w:tc>
        <w:tc>
          <w:tcPr>
            <w:tcW w:w="180" w:type="dxa"/>
            <w:tcBorders>
              <w:top w:val="single" w:sz="4" w:space="0" w:color="auto"/>
            </w:tcBorders>
            <w:vAlign w:val="bottom"/>
          </w:tcPr>
          <w:p w14:paraId="485627D4" w14:textId="77777777" w:rsidR="004A2315" w:rsidRPr="000E3E1F"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0E3E1F" w:rsidRDefault="004A2315" w:rsidP="004A2315">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7D6" w14:textId="6C8E5F02" w:rsidR="004A2315" w:rsidRPr="000E3E1F" w:rsidRDefault="004A2315" w:rsidP="004A2315">
            <w:pPr>
              <w:ind w:left="-105" w:right="-108"/>
              <w:jc w:val="center"/>
              <w:rPr>
                <w:rFonts w:ascii="Browallia New" w:hAnsi="Browallia New" w:cs="Browallia New"/>
                <w:cs/>
              </w:rPr>
            </w:pPr>
            <w:r w:rsidRPr="000E3E1F">
              <w:rPr>
                <w:rFonts w:ascii="Browallia New" w:hAnsi="Browallia New" w:cs="Browallia New"/>
              </w:rPr>
              <w:t>256</w:t>
            </w:r>
            <w:r w:rsidR="007B490B" w:rsidRPr="000E3E1F">
              <w:rPr>
                <w:rFonts w:ascii="Browallia New" w:hAnsi="Browallia New" w:cs="Browallia New"/>
              </w:rPr>
              <w:t>6</w:t>
            </w:r>
          </w:p>
        </w:tc>
        <w:tc>
          <w:tcPr>
            <w:tcW w:w="189" w:type="dxa"/>
            <w:gridSpan w:val="2"/>
          </w:tcPr>
          <w:p w14:paraId="485627D7" w14:textId="77777777" w:rsidR="004A2315" w:rsidRPr="000E3E1F"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39489403" w:rsidR="004A2315" w:rsidRPr="000E3E1F" w:rsidRDefault="00BA6079" w:rsidP="004A2315">
            <w:pPr>
              <w:ind w:left="-105" w:right="-108"/>
              <w:jc w:val="center"/>
              <w:rPr>
                <w:rFonts w:ascii="Browallia New" w:hAnsi="Browallia New" w:cs="Browallia New"/>
              </w:rPr>
            </w:pPr>
            <w:r w:rsidRPr="000E3E1F">
              <w:rPr>
                <w:rFonts w:ascii="Browallia New" w:hAnsi="Browallia New" w:cs="Browallia New"/>
              </w:rPr>
              <w:t>30</w:t>
            </w:r>
            <w:r w:rsidRPr="000E3E1F">
              <w:rPr>
                <w:rFonts w:ascii="Browallia New" w:hAnsi="Browallia New" w:cs="Browallia New"/>
                <w:cs/>
                <w:lang w:val="th-TH"/>
              </w:rPr>
              <w:t xml:space="preserve"> กันยายน</w:t>
            </w:r>
            <w:r w:rsidR="004A2315" w:rsidRPr="000E3E1F">
              <w:rPr>
                <w:rStyle w:val="normaltextrun"/>
                <w:rFonts w:ascii="Browallia New" w:hAnsi="Browallia New" w:cs="Browallia New"/>
                <w:cs/>
              </w:rPr>
              <w:br/>
            </w:r>
            <w:r w:rsidR="004A2315" w:rsidRPr="000E3E1F">
              <w:rPr>
                <w:rStyle w:val="normaltextrun"/>
                <w:rFonts w:ascii="Browallia New" w:hAnsi="Browallia New" w:cs="Browallia New"/>
              </w:rPr>
              <w:t>256</w:t>
            </w:r>
            <w:r w:rsidR="008D7CF1" w:rsidRPr="000E3E1F">
              <w:rPr>
                <w:rStyle w:val="normaltextrun"/>
                <w:rFonts w:ascii="Browallia New" w:hAnsi="Browallia New" w:cs="Browallia New"/>
              </w:rPr>
              <w:t>7</w:t>
            </w:r>
          </w:p>
        </w:tc>
        <w:tc>
          <w:tcPr>
            <w:tcW w:w="180" w:type="dxa"/>
            <w:vAlign w:val="bottom"/>
          </w:tcPr>
          <w:p w14:paraId="485627D9" w14:textId="77777777" w:rsidR="004A2315" w:rsidRPr="000E3E1F"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0E3E1F" w:rsidRDefault="004A2315" w:rsidP="004A2315">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7DB" w14:textId="1FBD4048" w:rsidR="004A2315" w:rsidRPr="000E3E1F" w:rsidRDefault="004A2315" w:rsidP="004A2315">
            <w:pPr>
              <w:ind w:left="-105" w:right="-108"/>
              <w:jc w:val="center"/>
              <w:rPr>
                <w:rFonts w:ascii="Browallia New" w:hAnsi="Browallia New" w:cs="Browallia New"/>
              </w:rPr>
            </w:pPr>
            <w:r w:rsidRPr="000E3E1F">
              <w:rPr>
                <w:rFonts w:ascii="Browallia New" w:hAnsi="Browallia New" w:cs="Browallia New"/>
              </w:rPr>
              <w:t>256</w:t>
            </w:r>
            <w:r w:rsidR="007B490B" w:rsidRPr="000E3E1F">
              <w:rPr>
                <w:rFonts w:ascii="Browallia New" w:hAnsi="Browallia New" w:cs="Browallia New"/>
              </w:rPr>
              <w:t>6</w:t>
            </w:r>
          </w:p>
        </w:tc>
      </w:tr>
      <w:tr w:rsidR="00946FA3" w:rsidRPr="000E3E1F" w14:paraId="19D60893" w14:textId="77777777" w:rsidTr="008179FB">
        <w:trPr>
          <w:cantSplit/>
        </w:trPr>
        <w:tc>
          <w:tcPr>
            <w:tcW w:w="3892" w:type="dxa"/>
          </w:tcPr>
          <w:p w14:paraId="39A60994" w14:textId="66FA21AE" w:rsidR="00946FA3" w:rsidRPr="000E3E1F" w:rsidRDefault="00946FA3" w:rsidP="003E0B20">
            <w:pPr>
              <w:ind w:right="230"/>
              <w:rPr>
                <w:rFonts w:ascii="Browallia New" w:hAnsi="Browallia New" w:cs="Browallia New"/>
                <w:u w:val="single"/>
                <w:cs/>
              </w:rPr>
            </w:pPr>
          </w:p>
        </w:tc>
        <w:tc>
          <w:tcPr>
            <w:tcW w:w="1179" w:type="dxa"/>
          </w:tcPr>
          <w:p w14:paraId="31CA451D" w14:textId="77777777" w:rsidR="00946FA3" w:rsidRPr="000E3E1F" w:rsidRDefault="00946FA3" w:rsidP="003E0B20">
            <w:pPr>
              <w:ind w:right="230"/>
              <w:rPr>
                <w:rFonts w:ascii="Browallia New" w:hAnsi="Browallia New" w:cs="Browallia New"/>
              </w:rPr>
            </w:pPr>
          </w:p>
        </w:tc>
        <w:tc>
          <w:tcPr>
            <w:tcW w:w="180" w:type="dxa"/>
          </w:tcPr>
          <w:p w14:paraId="37CA34EA" w14:textId="77777777" w:rsidR="00946FA3" w:rsidRPr="000E3E1F" w:rsidRDefault="00946FA3" w:rsidP="003E0B20">
            <w:pPr>
              <w:ind w:right="230"/>
              <w:rPr>
                <w:rFonts w:ascii="Browallia New" w:hAnsi="Browallia New" w:cs="Browallia New"/>
              </w:rPr>
            </w:pPr>
          </w:p>
        </w:tc>
        <w:tc>
          <w:tcPr>
            <w:tcW w:w="1116" w:type="dxa"/>
            <w:gridSpan w:val="2"/>
          </w:tcPr>
          <w:p w14:paraId="635CC481" w14:textId="77777777" w:rsidR="00946FA3" w:rsidRPr="000E3E1F" w:rsidRDefault="00946FA3" w:rsidP="003E0B20">
            <w:pPr>
              <w:ind w:right="230"/>
              <w:rPr>
                <w:rFonts w:ascii="Browallia New" w:hAnsi="Browallia New" w:cs="Browallia New"/>
              </w:rPr>
            </w:pPr>
          </w:p>
        </w:tc>
        <w:tc>
          <w:tcPr>
            <w:tcW w:w="189" w:type="dxa"/>
            <w:gridSpan w:val="2"/>
          </w:tcPr>
          <w:p w14:paraId="78EB7E59" w14:textId="77777777" w:rsidR="00946FA3" w:rsidRPr="000E3E1F" w:rsidRDefault="00946FA3" w:rsidP="003E0B20">
            <w:pPr>
              <w:ind w:right="230"/>
              <w:rPr>
                <w:rFonts w:ascii="Browallia New" w:hAnsi="Browallia New" w:cs="Browallia New"/>
              </w:rPr>
            </w:pPr>
          </w:p>
        </w:tc>
        <w:tc>
          <w:tcPr>
            <w:tcW w:w="1134" w:type="dxa"/>
          </w:tcPr>
          <w:p w14:paraId="7D5B1556" w14:textId="77777777" w:rsidR="00946FA3" w:rsidRPr="000E3E1F" w:rsidRDefault="00946FA3" w:rsidP="003E0B20">
            <w:pPr>
              <w:ind w:right="230"/>
              <w:rPr>
                <w:rFonts w:ascii="Browallia New" w:hAnsi="Browallia New" w:cs="Browallia New"/>
              </w:rPr>
            </w:pPr>
          </w:p>
        </w:tc>
        <w:tc>
          <w:tcPr>
            <w:tcW w:w="180" w:type="dxa"/>
          </w:tcPr>
          <w:p w14:paraId="2A4E91EF" w14:textId="77777777" w:rsidR="00946FA3" w:rsidRPr="000E3E1F" w:rsidRDefault="00946FA3" w:rsidP="003E0B20">
            <w:pPr>
              <w:ind w:right="230"/>
              <w:rPr>
                <w:rFonts w:ascii="Browallia New" w:hAnsi="Browallia New" w:cs="Browallia New"/>
              </w:rPr>
            </w:pPr>
          </w:p>
        </w:tc>
        <w:tc>
          <w:tcPr>
            <w:tcW w:w="1178" w:type="dxa"/>
          </w:tcPr>
          <w:p w14:paraId="234143E2" w14:textId="77777777" w:rsidR="00946FA3" w:rsidRPr="000E3E1F" w:rsidRDefault="00946FA3" w:rsidP="003E0B20">
            <w:pPr>
              <w:ind w:right="230"/>
              <w:rPr>
                <w:rFonts w:ascii="Browallia New" w:hAnsi="Browallia New" w:cs="Browallia New"/>
              </w:rPr>
            </w:pPr>
          </w:p>
        </w:tc>
      </w:tr>
      <w:tr w:rsidR="008C5CBB" w:rsidRPr="000E3E1F" w14:paraId="61798EA0" w14:textId="77777777" w:rsidTr="009A4C84">
        <w:trPr>
          <w:cantSplit/>
        </w:trPr>
        <w:tc>
          <w:tcPr>
            <w:tcW w:w="3892" w:type="dxa"/>
          </w:tcPr>
          <w:p w14:paraId="59D42399" w14:textId="24EAF25E" w:rsidR="008C5CBB" w:rsidRPr="000E3E1F" w:rsidRDefault="008C5CBB" w:rsidP="003E0B20">
            <w:pPr>
              <w:ind w:right="230"/>
              <w:rPr>
                <w:rFonts w:ascii="Browallia New" w:hAnsi="Browallia New" w:cs="Browallia New"/>
                <w:u w:val="single"/>
                <w:cs/>
              </w:rPr>
            </w:pPr>
            <w:r w:rsidRPr="000E3E1F">
              <w:rPr>
                <w:rFonts w:ascii="Browallia New" w:hAnsi="Browallia New" w:cs="Browallia New"/>
                <w:u w:val="single"/>
                <w:cs/>
              </w:rPr>
              <w:t>ลูกหนี้การค้า</w:t>
            </w:r>
          </w:p>
        </w:tc>
        <w:tc>
          <w:tcPr>
            <w:tcW w:w="1179" w:type="dxa"/>
          </w:tcPr>
          <w:p w14:paraId="3A668CE2" w14:textId="77777777" w:rsidR="008C5CBB" w:rsidRPr="000E3E1F" w:rsidRDefault="008C5CBB" w:rsidP="003E0B20">
            <w:pPr>
              <w:ind w:right="230"/>
              <w:rPr>
                <w:rFonts w:ascii="Browallia New" w:hAnsi="Browallia New" w:cs="Browallia New"/>
              </w:rPr>
            </w:pPr>
          </w:p>
        </w:tc>
        <w:tc>
          <w:tcPr>
            <w:tcW w:w="180" w:type="dxa"/>
          </w:tcPr>
          <w:p w14:paraId="0B378DF3" w14:textId="77777777" w:rsidR="008C5CBB" w:rsidRPr="000E3E1F" w:rsidRDefault="008C5CBB" w:rsidP="003E0B20">
            <w:pPr>
              <w:ind w:right="230"/>
              <w:rPr>
                <w:rFonts w:ascii="Browallia New" w:hAnsi="Browallia New" w:cs="Browallia New"/>
              </w:rPr>
            </w:pPr>
          </w:p>
        </w:tc>
        <w:tc>
          <w:tcPr>
            <w:tcW w:w="1116" w:type="dxa"/>
            <w:gridSpan w:val="2"/>
          </w:tcPr>
          <w:p w14:paraId="6D4D6091" w14:textId="77777777" w:rsidR="008C5CBB" w:rsidRPr="000E3E1F" w:rsidRDefault="008C5CBB" w:rsidP="003E0B20">
            <w:pPr>
              <w:ind w:right="230"/>
              <w:rPr>
                <w:rFonts w:ascii="Browallia New" w:hAnsi="Browallia New" w:cs="Browallia New"/>
              </w:rPr>
            </w:pPr>
          </w:p>
        </w:tc>
        <w:tc>
          <w:tcPr>
            <w:tcW w:w="189" w:type="dxa"/>
            <w:gridSpan w:val="2"/>
          </w:tcPr>
          <w:p w14:paraId="4C7E8AD8" w14:textId="77777777" w:rsidR="008C5CBB" w:rsidRPr="000E3E1F" w:rsidRDefault="008C5CBB" w:rsidP="003E0B20">
            <w:pPr>
              <w:ind w:right="230"/>
              <w:rPr>
                <w:rFonts w:ascii="Browallia New" w:hAnsi="Browallia New" w:cs="Browallia New"/>
              </w:rPr>
            </w:pPr>
          </w:p>
        </w:tc>
        <w:tc>
          <w:tcPr>
            <w:tcW w:w="1134" w:type="dxa"/>
          </w:tcPr>
          <w:p w14:paraId="2DA1572A" w14:textId="77777777" w:rsidR="008C5CBB" w:rsidRPr="000E3E1F" w:rsidRDefault="008C5CBB" w:rsidP="003E0B20">
            <w:pPr>
              <w:ind w:right="230"/>
              <w:rPr>
                <w:rFonts w:ascii="Browallia New" w:hAnsi="Browallia New" w:cs="Browallia New"/>
              </w:rPr>
            </w:pPr>
          </w:p>
        </w:tc>
        <w:tc>
          <w:tcPr>
            <w:tcW w:w="180" w:type="dxa"/>
          </w:tcPr>
          <w:p w14:paraId="21999FCE" w14:textId="77777777" w:rsidR="008C5CBB" w:rsidRPr="000E3E1F" w:rsidRDefault="008C5CBB" w:rsidP="003E0B20">
            <w:pPr>
              <w:ind w:right="230"/>
              <w:rPr>
                <w:rFonts w:ascii="Browallia New" w:hAnsi="Browallia New" w:cs="Browallia New"/>
              </w:rPr>
            </w:pPr>
          </w:p>
        </w:tc>
        <w:tc>
          <w:tcPr>
            <w:tcW w:w="1178" w:type="dxa"/>
          </w:tcPr>
          <w:p w14:paraId="1D94687F" w14:textId="77777777" w:rsidR="008C5CBB" w:rsidRPr="000E3E1F" w:rsidRDefault="008C5CBB" w:rsidP="003E0B20">
            <w:pPr>
              <w:ind w:right="230"/>
              <w:rPr>
                <w:rFonts w:ascii="Browallia New" w:hAnsi="Browallia New" w:cs="Browallia New"/>
              </w:rPr>
            </w:pPr>
          </w:p>
        </w:tc>
      </w:tr>
      <w:tr w:rsidR="006E6EAC" w:rsidRPr="000E3E1F" w14:paraId="734E0F84" w14:textId="77777777" w:rsidTr="003E7DCC">
        <w:trPr>
          <w:cantSplit/>
        </w:trPr>
        <w:tc>
          <w:tcPr>
            <w:tcW w:w="3892" w:type="dxa"/>
          </w:tcPr>
          <w:p w14:paraId="7B724146" w14:textId="15D38562" w:rsidR="006E6EAC" w:rsidRPr="000E3E1F" w:rsidRDefault="00BF5D12" w:rsidP="006E6EAC">
            <w:pPr>
              <w:tabs>
                <w:tab w:val="left" w:pos="540"/>
              </w:tabs>
              <w:ind w:left="283"/>
              <w:rPr>
                <w:rFonts w:ascii="Browallia New" w:hAnsi="Browallia New" w:cs="Browallia New"/>
                <w:cs/>
                <w:lang w:val="en-GB"/>
              </w:rPr>
            </w:pPr>
            <w:r w:rsidRPr="000E3E1F">
              <w:rPr>
                <w:rFonts w:ascii="Browallia New" w:hAnsi="Browallia New" w:cs="Browallia New"/>
                <w:cs/>
                <w:lang w:val="en-GB"/>
              </w:rPr>
              <w:t>บริษัทย่อย</w:t>
            </w:r>
          </w:p>
        </w:tc>
        <w:tc>
          <w:tcPr>
            <w:tcW w:w="1179" w:type="dxa"/>
            <w:vAlign w:val="center"/>
          </w:tcPr>
          <w:p w14:paraId="693F250B" w14:textId="14984643" w:rsidR="006E6EAC" w:rsidRPr="000E3E1F" w:rsidRDefault="003E7DCC" w:rsidP="003E7DCC">
            <w:pPr>
              <w:ind w:right="86"/>
              <w:jc w:val="center"/>
              <w:rPr>
                <w:rFonts w:ascii="Browallia New" w:hAnsi="Browallia New" w:cs="Browallia New"/>
              </w:rPr>
            </w:pPr>
            <w:r w:rsidRPr="000E3E1F">
              <w:rPr>
                <w:rFonts w:ascii="Browallia New" w:hAnsi="Browallia New" w:cs="Browallia New"/>
              </w:rPr>
              <w:t xml:space="preserve">         </w:t>
            </w:r>
            <w:r w:rsidR="00885FFB" w:rsidRPr="000E3E1F">
              <w:rPr>
                <w:rFonts w:ascii="Browallia New" w:hAnsi="Browallia New" w:cs="Browallia New"/>
              </w:rPr>
              <w:t>-</w:t>
            </w:r>
          </w:p>
        </w:tc>
        <w:tc>
          <w:tcPr>
            <w:tcW w:w="180" w:type="dxa"/>
            <w:vAlign w:val="center"/>
          </w:tcPr>
          <w:p w14:paraId="367D18B3" w14:textId="77777777" w:rsidR="006E6EAC" w:rsidRPr="000E3E1F" w:rsidRDefault="006E6EAC" w:rsidP="003E7DCC">
            <w:pPr>
              <w:ind w:right="86"/>
              <w:jc w:val="right"/>
              <w:rPr>
                <w:rFonts w:ascii="Browallia New" w:hAnsi="Browallia New" w:cs="Browallia New"/>
              </w:rPr>
            </w:pPr>
          </w:p>
        </w:tc>
        <w:tc>
          <w:tcPr>
            <w:tcW w:w="1116" w:type="dxa"/>
            <w:gridSpan w:val="2"/>
            <w:vAlign w:val="center"/>
          </w:tcPr>
          <w:p w14:paraId="78294E9C" w14:textId="79AC22C8" w:rsidR="006E6EAC" w:rsidRPr="000E3E1F" w:rsidRDefault="003E7DCC" w:rsidP="003E7DCC">
            <w:pPr>
              <w:ind w:right="86"/>
              <w:jc w:val="center"/>
              <w:rPr>
                <w:rFonts w:ascii="Browallia New" w:hAnsi="Browallia New" w:cs="Browallia New"/>
              </w:rPr>
            </w:pPr>
            <w:r w:rsidRPr="000E3E1F">
              <w:rPr>
                <w:rFonts w:ascii="Browallia New" w:hAnsi="Browallia New" w:cs="Browallia New"/>
              </w:rPr>
              <w:t xml:space="preserve">        </w:t>
            </w:r>
            <w:r w:rsidR="00885FFB" w:rsidRPr="000E3E1F">
              <w:rPr>
                <w:rFonts w:ascii="Browallia New" w:hAnsi="Browallia New" w:cs="Browallia New"/>
              </w:rPr>
              <w:t>-</w:t>
            </w:r>
          </w:p>
        </w:tc>
        <w:tc>
          <w:tcPr>
            <w:tcW w:w="189" w:type="dxa"/>
            <w:gridSpan w:val="2"/>
            <w:vAlign w:val="center"/>
          </w:tcPr>
          <w:p w14:paraId="63B9B0BA" w14:textId="77777777" w:rsidR="006E6EAC" w:rsidRPr="000E3E1F" w:rsidRDefault="006E6EAC" w:rsidP="003E7DCC">
            <w:pPr>
              <w:ind w:right="86"/>
              <w:jc w:val="right"/>
              <w:rPr>
                <w:rFonts w:ascii="Browallia New" w:hAnsi="Browallia New" w:cs="Browallia New"/>
              </w:rPr>
            </w:pPr>
          </w:p>
        </w:tc>
        <w:tc>
          <w:tcPr>
            <w:tcW w:w="1134" w:type="dxa"/>
            <w:vAlign w:val="center"/>
          </w:tcPr>
          <w:p w14:paraId="65BDCBB9" w14:textId="4EA22048" w:rsidR="006E6EAC" w:rsidRPr="000E3E1F" w:rsidRDefault="00885FFB" w:rsidP="003E7DCC">
            <w:pPr>
              <w:ind w:right="86"/>
              <w:jc w:val="right"/>
              <w:rPr>
                <w:rFonts w:ascii="Browallia New" w:hAnsi="Browallia New" w:cs="Browallia New"/>
              </w:rPr>
            </w:pPr>
            <w:r w:rsidRPr="000E3E1F">
              <w:rPr>
                <w:rFonts w:ascii="Browallia New" w:hAnsi="Browallia New" w:cs="Browallia New"/>
              </w:rPr>
              <w:t>524</w:t>
            </w:r>
          </w:p>
        </w:tc>
        <w:tc>
          <w:tcPr>
            <w:tcW w:w="180" w:type="dxa"/>
            <w:vAlign w:val="center"/>
          </w:tcPr>
          <w:p w14:paraId="3D3D7796" w14:textId="77777777" w:rsidR="006E6EAC" w:rsidRPr="000E3E1F" w:rsidRDefault="006E6EAC" w:rsidP="003E7DCC">
            <w:pPr>
              <w:ind w:right="86"/>
              <w:jc w:val="right"/>
              <w:rPr>
                <w:rFonts w:ascii="Browallia New" w:hAnsi="Browallia New" w:cs="Browallia New"/>
              </w:rPr>
            </w:pPr>
          </w:p>
        </w:tc>
        <w:tc>
          <w:tcPr>
            <w:tcW w:w="1178" w:type="dxa"/>
            <w:vAlign w:val="center"/>
          </w:tcPr>
          <w:p w14:paraId="7A21873C" w14:textId="68E23E93" w:rsidR="006E6EAC" w:rsidRPr="000E3E1F" w:rsidRDefault="003E7DCC" w:rsidP="003E7DCC">
            <w:pPr>
              <w:ind w:right="86"/>
              <w:jc w:val="center"/>
              <w:rPr>
                <w:rFonts w:ascii="Browallia New" w:hAnsi="Browallia New" w:cs="Browallia New"/>
              </w:rPr>
            </w:pPr>
            <w:r w:rsidRPr="000E3E1F">
              <w:rPr>
                <w:rFonts w:ascii="Browallia New" w:hAnsi="Browallia New" w:cs="Browallia New"/>
              </w:rPr>
              <w:t xml:space="preserve">        </w:t>
            </w:r>
            <w:r w:rsidR="00885FFB" w:rsidRPr="000E3E1F">
              <w:rPr>
                <w:rFonts w:ascii="Browallia New" w:hAnsi="Browallia New" w:cs="Browallia New"/>
              </w:rPr>
              <w:t>-</w:t>
            </w:r>
          </w:p>
        </w:tc>
      </w:tr>
      <w:tr w:rsidR="00BF5D12" w:rsidRPr="000E3E1F" w14:paraId="48562809" w14:textId="77777777" w:rsidTr="003E7DCC">
        <w:trPr>
          <w:cantSplit/>
          <w:trHeight w:hRule="exact" w:val="381"/>
        </w:trPr>
        <w:tc>
          <w:tcPr>
            <w:tcW w:w="3892" w:type="dxa"/>
          </w:tcPr>
          <w:p w14:paraId="48562801" w14:textId="5307B294" w:rsidR="00BF5D12" w:rsidRPr="000E3E1F" w:rsidRDefault="00BF5D12" w:rsidP="00BF5D12">
            <w:pPr>
              <w:tabs>
                <w:tab w:val="left" w:pos="540"/>
              </w:tabs>
              <w:ind w:left="283"/>
              <w:rPr>
                <w:rFonts w:ascii="Browallia New" w:hAnsi="Browallia New" w:cs="Browallia New"/>
                <w:sz w:val="16"/>
                <w:szCs w:val="16"/>
                <w:lang w:val="en-GB"/>
              </w:rPr>
            </w:pPr>
            <w:r w:rsidRPr="000E3E1F">
              <w:rPr>
                <w:rFonts w:ascii="Browallia New" w:hAnsi="Browallia New" w:cs="Browallia New"/>
                <w:cs/>
                <w:lang w:val="en-GB"/>
              </w:rPr>
              <w:t>บริษัทที่เกี่ยวข้อง</w:t>
            </w:r>
          </w:p>
        </w:tc>
        <w:tc>
          <w:tcPr>
            <w:tcW w:w="1179" w:type="dxa"/>
            <w:tcBorders>
              <w:bottom w:val="single" w:sz="4" w:space="0" w:color="auto"/>
            </w:tcBorders>
            <w:vAlign w:val="center"/>
          </w:tcPr>
          <w:p w14:paraId="48562802" w14:textId="695AB69F" w:rsidR="00BF5D12" w:rsidRPr="000E3E1F" w:rsidRDefault="00BF5D12" w:rsidP="003E7DCC">
            <w:pPr>
              <w:ind w:right="86"/>
              <w:jc w:val="right"/>
              <w:rPr>
                <w:rFonts w:ascii="Browallia New" w:hAnsi="Browallia New" w:cs="Browallia New"/>
              </w:rPr>
            </w:pPr>
            <w:r w:rsidRPr="000E3E1F">
              <w:rPr>
                <w:rFonts w:ascii="Browallia New" w:hAnsi="Browallia New" w:cs="Browallia New"/>
              </w:rPr>
              <w:t>35,182</w:t>
            </w:r>
          </w:p>
        </w:tc>
        <w:tc>
          <w:tcPr>
            <w:tcW w:w="180" w:type="dxa"/>
          </w:tcPr>
          <w:p w14:paraId="48562803" w14:textId="77777777" w:rsidR="00BF5D12" w:rsidRPr="000E3E1F" w:rsidRDefault="00BF5D12" w:rsidP="009A4C84">
            <w:pPr>
              <w:ind w:left="-108" w:right="86"/>
              <w:jc w:val="right"/>
              <w:rPr>
                <w:rFonts w:ascii="Browallia New" w:hAnsi="Browallia New" w:cs="Browallia New"/>
              </w:rPr>
            </w:pPr>
          </w:p>
        </w:tc>
        <w:tc>
          <w:tcPr>
            <w:tcW w:w="1116" w:type="dxa"/>
            <w:gridSpan w:val="2"/>
            <w:tcBorders>
              <w:bottom w:val="single" w:sz="4" w:space="0" w:color="auto"/>
            </w:tcBorders>
            <w:vAlign w:val="center"/>
          </w:tcPr>
          <w:p w14:paraId="48562804" w14:textId="581CF051" w:rsidR="00BF5D12" w:rsidRPr="000E3E1F" w:rsidRDefault="00BF5D12" w:rsidP="003E7DCC">
            <w:pPr>
              <w:ind w:right="86"/>
              <w:jc w:val="right"/>
              <w:rPr>
                <w:rFonts w:ascii="Browallia New" w:hAnsi="Browallia New" w:cs="Browallia New"/>
              </w:rPr>
            </w:pPr>
            <w:r w:rsidRPr="000E3E1F">
              <w:rPr>
                <w:rFonts w:ascii="Browallia New" w:hAnsi="Browallia New" w:cs="Browallia New"/>
              </w:rPr>
              <w:t>42,098</w:t>
            </w:r>
          </w:p>
        </w:tc>
        <w:tc>
          <w:tcPr>
            <w:tcW w:w="189" w:type="dxa"/>
            <w:gridSpan w:val="2"/>
            <w:vAlign w:val="center"/>
          </w:tcPr>
          <w:p w14:paraId="48562805" w14:textId="77777777" w:rsidR="00BF5D12" w:rsidRPr="000E3E1F" w:rsidRDefault="00BF5D12" w:rsidP="003E7DCC">
            <w:pPr>
              <w:ind w:left="-157" w:right="86"/>
              <w:jc w:val="right"/>
              <w:rPr>
                <w:rFonts w:ascii="Browallia New" w:hAnsi="Browallia New" w:cs="Browallia New"/>
              </w:rPr>
            </w:pPr>
          </w:p>
        </w:tc>
        <w:tc>
          <w:tcPr>
            <w:tcW w:w="1134" w:type="dxa"/>
            <w:tcBorders>
              <w:bottom w:val="single" w:sz="4" w:space="0" w:color="auto"/>
            </w:tcBorders>
            <w:vAlign w:val="center"/>
          </w:tcPr>
          <w:p w14:paraId="48562806" w14:textId="5721537A" w:rsidR="00BF5D12" w:rsidRPr="000E3E1F" w:rsidRDefault="00BF5D12" w:rsidP="003E7DCC">
            <w:pPr>
              <w:ind w:right="86"/>
              <w:jc w:val="right"/>
              <w:rPr>
                <w:rFonts w:ascii="Browallia New" w:hAnsi="Browallia New" w:cs="Browallia New"/>
              </w:rPr>
            </w:pPr>
            <w:r w:rsidRPr="000E3E1F">
              <w:rPr>
                <w:rFonts w:ascii="Browallia New" w:hAnsi="Browallia New" w:cs="Browallia New"/>
              </w:rPr>
              <w:t>35,</w:t>
            </w:r>
            <w:r w:rsidR="00CF1837" w:rsidRPr="000E3E1F">
              <w:rPr>
                <w:rFonts w:ascii="Browallia New" w:hAnsi="Browallia New" w:cs="Browallia New"/>
              </w:rPr>
              <w:t>182</w:t>
            </w:r>
          </w:p>
        </w:tc>
        <w:tc>
          <w:tcPr>
            <w:tcW w:w="180" w:type="dxa"/>
            <w:vAlign w:val="center"/>
          </w:tcPr>
          <w:p w14:paraId="48562807" w14:textId="77777777" w:rsidR="00BF5D12" w:rsidRPr="000E3E1F" w:rsidRDefault="00BF5D12" w:rsidP="003E7DCC">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Borders>
              <w:bottom w:val="single" w:sz="4" w:space="0" w:color="auto"/>
            </w:tcBorders>
            <w:vAlign w:val="center"/>
          </w:tcPr>
          <w:p w14:paraId="48562808" w14:textId="436DC937" w:rsidR="00BF5D12" w:rsidRPr="000E3E1F" w:rsidRDefault="00BF5D12" w:rsidP="003E7DCC">
            <w:pPr>
              <w:ind w:right="86"/>
              <w:jc w:val="right"/>
              <w:rPr>
                <w:rFonts w:ascii="Browallia New" w:hAnsi="Browallia New" w:cs="Browallia New"/>
              </w:rPr>
            </w:pPr>
            <w:r w:rsidRPr="000E3E1F">
              <w:rPr>
                <w:rFonts w:ascii="Browallia New" w:hAnsi="Browallia New" w:cs="Browallia New"/>
              </w:rPr>
              <w:t>42,098</w:t>
            </w:r>
          </w:p>
        </w:tc>
      </w:tr>
      <w:tr w:rsidR="00BF5D12" w:rsidRPr="000E3E1F" w14:paraId="4856281B" w14:textId="77777777" w:rsidTr="00273609">
        <w:trPr>
          <w:cantSplit/>
        </w:trPr>
        <w:tc>
          <w:tcPr>
            <w:tcW w:w="3892" w:type="dxa"/>
          </w:tcPr>
          <w:p w14:paraId="48562813" w14:textId="7BC48704" w:rsidR="00BF5D12" w:rsidRPr="000E3E1F" w:rsidRDefault="006133F4" w:rsidP="006133F4">
            <w:pPr>
              <w:tabs>
                <w:tab w:val="left" w:pos="540"/>
              </w:tabs>
              <w:rPr>
                <w:rFonts w:ascii="Browallia New" w:hAnsi="Browallia New" w:cs="Browallia New"/>
                <w:cs/>
                <w:lang w:val="en-GB"/>
              </w:rPr>
            </w:pPr>
            <w:r w:rsidRPr="000E3E1F">
              <w:rPr>
                <w:rFonts w:ascii="Browallia New" w:hAnsi="Browallia New" w:cs="Browallia New"/>
                <w:cs/>
                <w:lang w:val="en-GB"/>
              </w:rPr>
              <w:t>รวม</w:t>
            </w:r>
          </w:p>
        </w:tc>
        <w:tc>
          <w:tcPr>
            <w:tcW w:w="1179" w:type="dxa"/>
            <w:tcBorders>
              <w:top w:val="single" w:sz="4" w:space="0" w:color="auto"/>
            </w:tcBorders>
            <w:vAlign w:val="bottom"/>
          </w:tcPr>
          <w:p w14:paraId="48562814" w14:textId="3D38E539" w:rsidR="00BF5D12" w:rsidRPr="000E3E1F" w:rsidRDefault="00BF5D12" w:rsidP="009A4C84">
            <w:pPr>
              <w:ind w:right="86"/>
              <w:jc w:val="right"/>
              <w:rPr>
                <w:rFonts w:ascii="Browallia New" w:hAnsi="Browallia New" w:cs="Browallia New"/>
              </w:rPr>
            </w:pPr>
            <w:r w:rsidRPr="000E3E1F">
              <w:rPr>
                <w:rFonts w:ascii="Browallia New" w:hAnsi="Browallia New" w:cs="Browallia New"/>
              </w:rPr>
              <w:t xml:space="preserve">    </w:t>
            </w:r>
            <w:r w:rsidRPr="000E3E1F">
              <w:rPr>
                <w:rFonts w:ascii="Browallia New" w:hAnsi="Browallia New" w:cs="Browallia New"/>
                <w:cs/>
              </w:rPr>
              <w:t xml:space="preserve">  </w:t>
            </w:r>
            <w:r w:rsidR="006133F4" w:rsidRPr="000E3E1F">
              <w:rPr>
                <w:rFonts w:ascii="Browallia New" w:hAnsi="Browallia New" w:cs="Browallia New"/>
              </w:rPr>
              <w:t>35,182</w:t>
            </w:r>
          </w:p>
        </w:tc>
        <w:tc>
          <w:tcPr>
            <w:tcW w:w="180" w:type="dxa"/>
            <w:vAlign w:val="bottom"/>
          </w:tcPr>
          <w:p w14:paraId="48562815"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16" w:type="dxa"/>
            <w:gridSpan w:val="2"/>
            <w:tcBorders>
              <w:top w:val="single" w:sz="4" w:space="0" w:color="auto"/>
            </w:tcBorders>
            <w:vAlign w:val="bottom"/>
          </w:tcPr>
          <w:p w14:paraId="48562816" w14:textId="69ED6B5E" w:rsidR="00BF5D12" w:rsidRPr="000E3E1F" w:rsidRDefault="00BF5D12" w:rsidP="009A4C84">
            <w:pPr>
              <w:ind w:right="86"/>
              <w:jc w:val="right"/>
              <w:rPr>
                <w:rFonts w:ascii="Browallia New" w:hAnsi="Browallia New" w:cs="Browallia New"/>
              </w:rPr>
            </w:pPr>
            <w:r w:rsidRPr="000E3E1F">
              <w:rPr>
                <w:rFonts w:ascii="Browallia New" w:hAnsi="Browallia New" w:cs="Browallia New"/>
              </w:rPr>
              <w:t xml:space="preserve">     </w:t>
            </w:r>
            <w:r w:rsidRPr="000E3E1F">
              <w:rPr>
                <w:rFonts w:ascii="Browallia New" w:hAnsi="Browallia New" w:cs="Browallia New"/>
                <w:cs/>
              </w:rPr>
              <w:t xml:space="preserve"> </w:t>
            </w:r>
            <w:r w:rsidR="006133F4" w:rsidRPr="000E3E1F">
              <w:rPr>
                <w:rFonts w:ascii="Browallia New" w:hAnsi="Browallia New" w:cs="Browallia New"/>
              </w:rPr>
              <w:t>42,098</w:t>
            </w:r>
          </w:p>
        </w:tc>
        <w:tc>
          <w:tcPr>
            <w:tcW w:w="189" w:type="dxa"/>
            <w:gridSpan w:val="2"/>
          </w:tcPr>
          <w:p w14:paraId="48562817"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34" w:type="dxa"/>
            <w:tcBorders>
              <w:top w:val="single" w:sz="4" w:space="0" w:color="auto"/>
            </w:tcBorders>
            <w:vAlign w:val="bottom"/>
          </w:tcPr>
          <w:p w14:paraId="48562818" w14:textId="489D8BF7" w:rsidR="00BF5D12" w:rsidRPr="000E3E1F" w:rsidRDefault="009A4C84" w:rsidP="00BF5D12">
            <w:pPr>
              <w:ind w:right="86"/>
              <w:jc w:val="right"/>
              <w:rPr>
                <w:rFonts w:ascii="Browallia New" w:hAnsi="Browallia New" w:cs="Browallia New"/>
              </w:rPr>
            </w:pPr>
            <w:r w:rsidRPr="000E3E1F">
              <w:rPr>
                <w:rFonts w:ascii="Browallia New" w:hAnsi="Browallia New" w:cs="Browallia New"/>
              </w:rPr>
              <w:t>35,706</w:t>
            </w:r>
          </w:p>
        </w:tc>
        <w:tc>
          <w:tcPr>
            <w:tcW w:w="180" w:type="dxa"/>
          </w:tcPr>
          <w:p w14:paraId="48562819"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78" w:type="dxa"/>
            <w:tcBorders>
              <w:top w:val="single" w:sz="4" w:space="0" w:color="auto"/>
            </w:tcBorders>
            <w:vAlign w:val="bottom"/>
          </w:tcPr>
          <w:p w14:paraId="4856281A" w14:textId="1500A9A7" w:rsidR="00BF5D12" w:rsidRPr="000E3E1F" w:rsidRDefault="009A4C84" w:rsidP="00BF5D12">
            <w:pPr>
              <w:ind w:right="86"/>
              <w:jc w:val="right"/>
              <w:rPr>
                <w:rFonts w:ascii="Browallia New" w:hAnsi="Browallia New" w:cs="Browallia New"/>
              </w:rPr>
            </w:pPr>
            <w:r w:rsidRPr="000E3E1F">
              <w:rPr>
                <w:rFonts w:ascii="Browallia New" w:hAnsi="Browallia New" w:cs="Browallia New"/>
              </w:rPr>
              <w:t>42,098</w:t>
            </w:r>
          </w:p>
        </w:tc>
      </w:tr>
      <w:tr w:rsidR="00BF5D12" w:rsidRPr="000E3E1F" w14:paraId="48562836" w14:textId="77777777" w:rsidTr="0062175A">
        <w:trPr>
          <w:cantSplit/>
          <w:trHeight w:hRule="exact" w:val="390"/>
        </w:trPr>
        <w:tc>
          <w:tcPr>
            <w:tcW w:w="3892" w:type="dxa"/>
          </w:tcPr>
          <w:p w14:paraId="4856282E" w14:textId="77777777" w:rsidR="00BF5D12" w:rsidRPr="000E3E1F" w:rsidRDefault="00BF5D12" w:rsidP="00BF5D12">
            <w:pPr>
              <w:tabs>
                <w:tab w:val="left" w:pos="540"/>
              </w:tabs>
              <w:rPr>
                <w:rFonts w:ascii="Browallia New" w:hAnsi="Browallia New" w:cs="Browallia New"/>
                <w:sz w:val="16"/>
                <w:szCs w:val="16"/>
                <w:lang w:val="en-GB"/>
              </w:rPr>
            </w:pPr>
          </w:p>
        </w:tc>
        <w:tc>
          <w:tcPr>
            <w:tcW w:w="1179" w:type="dxa"/>
            <w:tcBorders>
              <w:top w:val="single" w:sz="12" w:space="0" w:color="auto"/>
            </w:tcBorders>
            <w:vAlign w:val="center"/>
          </w:tcPr>
          <w:p w14:paraId="4856282F" w14:textId="77777777" w:rsidR="00BF5D12" w:rsidRPr="000E3E1F" w:rsidRDefault="00BF5D12" w:rsidP="00BF5D12">
            <w:pPr>
              <w:ind w:right="86"/>
              <w:jc w:val="right"/>
              <w:rPr>
                <w:rFonts w:ascii="Browallia New" w:hAnsi="Browallia New" w:cs="Browallia New"/>
                <w:sz w:val="24"/>
                <w:szCs w:val="24"/>
              </w:rPr>
            </w:pPr>
          </w:p>
        </w:tc>
        <w:tc>
          <w:tcPr>
            <w:tcW w:w="180" w:type="dxa"/>
          </w:tcPr>
          <w:p w14:paraId="48562830" w14:textId="77777777" w:rsidR="00BF5D12" w:rsidRPr="000E3E1F" w:rsidRDefault="00BF5D12" w:rsidP="00BF5D12">
            <w:pPr>
              <w:tabs>
                <w:tab w:val="left" w:pos="1026"/>
              </w:tabs>
              <w:ind w:left="-87" w:right="86"/>
              <w:jc w:val="right"/>
              <w:rPr>
                <w:rFonts w:ascii="Browallia New" w:hAnsi="Browallia New" w:cs="Browallia New"/>
                <w:sz w:val="24"/>
                <w:szCs w:val="24"/>
              </w:rPr>
            </w:pPr>
          </w:p>
        </w:tc>
        <w:tc>
          <w:tcPr>
            <w:tcW w:w="1116" w:type="dxa"/>
            <w:gridSpan w:val="2"/>
            <w:tcBorders>
              <w:top w:val="single" w:sz="12" w:space="0" w:color="auto"/>
            </w:tcBorders>
          </w:tcPr>
          <w:p w14:paraId="48562831" w14:textId="77777777" w:rsidR="00BF5D12" w:rsidRPr="000E3E1F" w:rsidRDefault="00BF5D12" w:rsidP="00BF5D12">
            <w:pPr>
              <w:ind w:right="86"/>
              <w:jc w:val="right"/>
              <w:rPr>
                <w:rFonts w:ascii="Browallia New" w:hAnsi="Browallia New" w:cs="Browallia New"/>
                <w:sz w:val="24"/>
                <w:szCs w:val="24"/>
              </w:rPr>
            </w:pPr>
          </w:p>
        </w:tc>
        <w:tc>
          <w:tcPr>
            <w:tcW w:w="189" w:type="dxa"/>
            <w:gridSpan w:val="2"/>
          </w:tcPr>
          <w:p w14:paraId="48562832" w14:textId="77777777" w:rsidR="00BF5D12" w:rsidRPr="000E3E1F" w:rsidRDefault="00BF5D12" w:rsidP="00BF5D12">
            <w:pPr>
              <w:tabs>
                <w:tab w:val="left" w:pos="1026"/>
              </w:tabs>
              <w:ind w:left="-87" w:right="86"/>
              <w:jc w:val="right"/>
              <w:rPr>
                <w:rFonts w:ascii="Browallia New" w:hAnsi="Browallia New" w:cs="Browallia New"/>
                <w:sz w:val="24"/>
                <w:szCs w:val="24"/>
              </w:rPr>
            </w:pPr>
          </w:p>
        </w:tc>
        <w:tc>
          <w:tcPr>
            <w:tcW w:w="1134" w:type="dxa"/>
            <w:tcBorders>
              <w:top w:val="single" w:sz="12" w:space="0" w:color="auto"/>
            </w:tcBorders>
            <w:vAlign w:val="center"/>
          </w:tcPr>
          <w:p w14:paraId="48562833" w14:textId="77777777" w:rsidR="00BF5D12" w:rsidRPr="000E3E1F" w:rsidRDefault="00BF5D12" w:rsidP="00BF5D12">
            <w:pPr>
              <w:ind w:right="86"/>
              <w:jc w:val="right"/>
              <w:rPr>
                <w:rFonts w:ascii="Browallia New" w:hAnsi="Browallia New" w:cs="Browallia New"/>
                <w:sz w:val="24"/>
                <w:szCs w:val="24"/>
              </w:rPr>
            </w:pPr>
          </w:p>
        </w:tc>
        <w:tc>
          <w:tcPr>
            <w:tcW w:w="180" w:type="dxa"/>
          </w:tcPr>
          <w:p w14:paraId="48562834" w14:textId="77777777" w:rsidR="00BF5D12" w:rsidRPr="000E3E1F" w:rsidRDefault="00BF5D12" w:rsidP="00BF5D12">
            <w:pPr>
              <w:tabs>
                <w:tab w:val="left" w:pos="1026"/>
              </w:tabs>
              <w:ind w:left="-87" w:right="86"/>
              <w:jc w:val="right"/>
              <w:rPr>
                <w:rFonts w:ascii="Browallia New" w:hAnsi="Browallia New" w:cs="Browallia New"/>
                <w:sz w:val="24"/>
                <w:szCs w:val="24"/>
              </w:rPr>
            </w:pPr>
          </w:p>
        </w:tc>
        <w:tc>
          <w:tcPr>
            <w:tcW w:w="1178" w:type="dxa"/>
            <w:tcBorders>
              <w:top w:val="single" w:sz="12" w:space="0" w:color="auto"/>
            </w:tcBorders>
          </w:tcPr>
          <w:p w14:paraId="48562835" w14:textId="77777777" w:rsidR="00BF5D12" w:rsidRPr="000E3E1F" w:rsidRDefault="00BF5D12" w:rsidP="00BF5D12">
            <w:pPr>
              <w:ind w:right="86"/>
              <w:jc w:val="right"/>
              <w:rPr>
                <w:rFonts w:ascii="Browallia New" w:hAnsi="Browallia New" w:cs="Browallia New"/>
                <w:sz w:val="24"/>
                <w:szCs w:val="24"/>
              </w:rPr>
            </w:pPr>
          </w:p>
        </w:tc>
      </w:tr>
      <w:tr w:rsidR="001C5258" w:rsidRPr="000E3E1F" w14:paraId="49D60496" w14:textId="77777777" w:rsidTr="0062175A">
        <w:trPr>
          <w:cantSplit/>
          <w:trHeight w:hRule="exact" w:val="390"/>
        </w:trPr>
        <w:tc>
          <w:tcPr>
            <w:tcW w:w="3892" w:type="dxa"/>
          </w:tcPr>
          <w:p w14:paraId="2948EE25" w14:textId="03246FF7" w:rsidR="001C5258" w:rsidRPr="000E3E1F" w:rsidRDefault="005970CB" w:rsidP="005970CB">
            <w:pPr>
              <w:tabs>
                <w:tab w:val="left" w:pos="1026"/>
              </w:tabs>
              <w:ind w:right="72"/>
              <w:rPr>
                <w:rFonts w:ascii="Browallia New" w:hAnsi="Browallia New" w:cs="Browallia New"/>
                <w:u w:val="single"/>
                <w:cs/>
                <w:lang w:val="en-GB"/>
              </w:rPr>
            </w:pPr>
            <w:r w:rsidRPr="000E3E1F">
              <w:rPr>
                <w:rFonts w:ascii="Browallia New" w:hAnsi="Browallia New" w:cs="Browallia New"/>
                <w:u w:val="single"/>
                <w:cs/>
                <w:lang w:val="en-GB"/>
              </w:rPr>
              <w:t>ลูกหนี้อื่น</w:t>
            </w:r>
          </w:p>
        </w:tc>
        <w:tc>
          <w:tcPr>
            <w:tcW w:w="1179" w:type="dxa"/>
            <w:vAlign w:val="center"/>
          </w:tcPr>
          <w:p w14:paraId="6DE4D476" w14:textId="77777777" w:rsidR="001C5258" w:rsidRPr="000E3E1F" w:rsidRDefault="001C5258" w:rsidP="00BF5D12">
            <w:pPr>
              <w:ind w:right="86"/>
              <w:jc w:val="right"/>
              <w:rPr>
                <w:rFonts w:ascii="Browallia New" w:hAnsi="Browallia New" w:cs="Browallia New"/>
                <w:sz w:val="24"/>
                <w:szCs w:val="24"/>
              </w:rPr>
            </w:pPr>
          </w:p>
        </w:tc>
        <w:tc>
          <w:tcPr>
            <w:tcW w:w="180" w:type="dxa"/>
          </w:tcPr>
          <w:p w14:paraId="7EB79698" w14:textId="77777777" w:rsidR="001C5258" w:rsidRPr="000E3E1F" w:rsidRDefault="001C5258" w:rsidP="00BF5D12">
            <w:pPr>
              <w:tabs>
                <w:tab w:val="left" w:pos="1026"/>
              </w:tabs>
              <w:ind w:left="-87" w:right="86"/>
              <w:jc w:val="right"/>
              <w:rPr>
                <w:rFonts w:ascii="Browallia New" w:hAnsi="Browallia New" w:cs="Browallia New"/>
                <w:sz w:val="24"/>
                <w:szCs w:val="24"/>
              </w:rPr>
            </w:pPr>
          </w:p>
        </w:tc>
        <w:tc>
          <w:tcPr>
            <w:tcW w:w="1116" w:type="dxa"/>
            <w:gridSpan w:val="2"/>
          </w:tcPr>
          <w:p w14:paraId="64193C6E" w14:textId="77777777" w:rsidR="001C5258" w:rsidRPr="000E3E1F" w:rsidRDefault="001C5258" w:rsidP="00BF5D12">
            <w:pPr>
              <w:ind w:right="86"/>
              <w:jc w:val="right"/>
              <w:rPr>
                <w:rFonts w:ascii="Browallia New" w:hAnsi="Browallia New" w:cs="Browallia New"/>
                <w:sz w:val="24"/>
                <w:szCs w:val="24"/>
              </w:rPr>
            </w:pPr>
          </w:p>
        </w:tc>
        <w:tc>
          <w:tcPr>
            <w:tcW w:w="189" w:type="dxa"/>
            <w:gridSpan w:val="2"/>
          </w:tcPr>
          <w:p w14:paraId="37302180" w14:textId="77777777" w:rsidR="001C5258" w:rsidRPr="000E3E1F" w:rsidRDefault="001C5258" w:rsidP="00BF5D12">
            <w:pPr>
              <w:tabs>
                <w:tab w:val="left" w:pos="1026"/>
              </w:tabs>
              <w:ind w:left="-87" w:right="86"/>
              <w:jc w:val="right"/>
              <w:rPr>
                <w:rFonts w:ascii="Browallia New" w:hAnsi="Browallia New" w:cs="Browallia New"/>
                <w:sz w:val="24"/>
                <w:szCs w:val="24"/>
              </w:rPr>
            </w:pPr>
          </w:p>
        </w:tc>
        <w:tc>
          <w:tcPr>
            <w:tcW w:w="1134" w:type="dxa"/>
            <w:vAlign w:val="center"/>
          </w:tcPr>
          <w:p w14:paraId="4C8207A9" w14:textId="77777777" w:rsidR="001C5258" w:rsidRPr="000E3E1F" w:rsidRDefault="001C5258" w:rsidP="00BF5D12">
            <w:pPr>
              <w:ind w:right="86"/>
              <w:jc w:val="right"/>
              <w:rPr>
                <w:rFonts w:ascii="Browallia New" w:hAnsi="Browallia New" w:cs="Browallia New"/>
                <w:sz w:val="24"/>
                <w:szCs w:val="24"/>
              </w:rPr>
            </w:pPr>
          </w:p>
        </w:tc>
        <w:tc>
          <w:tcPr>
            <w:tcW w:w="180" w:type="dxa"/>
          </w:tcPr>
          <w:p w14:paraId="336CC845" w14:textId="77777777" w:rsidR="001C5258" w:rsidRPr="000E3E1F" w:rsidRDefault="001C5258" w:rsidP="00BF5D12">
            <w:pPr>
              <w:tabs>
                <w:tab w:val="left" w:pos="1026"/>
              </w:tabs>
              <w:ind w:left="-87" w:right="86"/>
              <w:jc w:val="right"/>
              <w:rPr>
                <w:rFonts w:ascii="Browallia New" w:hAnsi="Browallia New" w:cs="Browallia New"/>
                <w:sz w:val="24"/>
                <w:szCs w:val="24"/>
              </w:rPr>
            </w:pPr>
          </w:p>
        </w:tc>
        <w:tc>
          <w:tcPr>
            <w:tcW w:w="1178" w:type="dxa"/>
          </w:tcPr>
          <w:p w14:paraId="6F4BCBCA" w14:textId="77777777" w:rsidR="001C5258" w:rsidRPr="000E3E1F" w:rsidRDefault="001C5258" w:rsidP="00BF5D12">
            <w:pPr>
              <w:ind w:right="86"/>
              <w:jc w:val="right"/>
              <w:rPr>
                <w:rFonts w:ascii="Browallia New" w:hAnsi="Browallia New" w:cs="Browallia New"/>
                <w:sz w:val="24"/>
                <w:szCs w:val="24"/>
              </w:rPr>
            </w:pPr>
          </w:p>
        </w:tc>
      </w:tr>
      <w:tr w:rsidR="001C5258" w:rsidRPr="000E3E1F" w14:paraId="107E3DCF" w14:textId="77777777" w:rsidTr="00B07AAE">
        <w:trPr>
          <w:cantSplit/>
          <w:trHeight w:hRule="exact" w:val="390"/>
        </w:trPr>
        <w:tc>
          <w:tcPr>
            <w:tcW w:w="3892" w:type="dxa"/>
          </w:tcPr>
          <w:p w14:paraId="68ED98A9" w14:textId="4B0F7C25" w:rsidR="001C5258" w:rsidRPr="000E3E1F" w:rsidRDefault="0023273F" w:rsidP="0023273F">
            <w:pPr>
              <w:tabs>
                <w:tab w:val="left" w:pos="540"/>
              </w:tabs>
              <w:ind w:left="283"/>
              <w:rPr>
                <w:rFonts w:ascii="Browallia New" w:hAnsi="Browallia New" w:cs="Browallia New"/>
                <w:u w:val="single"/>
                <w:lang w:val="en-GB"/>
              </w:rPr>
            </w:pPr>
            <w:r w:rsidRPr="000E3E1F">
              <w:rPr>
                <w:rFonts w:ascii="Browallia New" w:hAnsi="Browallia New" w:cs="Browallia New"/>
                <w:cs/>
                <w:lang w:val="en-GB"/>
              </w:rPr>
              <w:t>บริษัทย่อย</w:t>
            </w:r>
          </w:p>
        </w:tc>
        <w:tc>
          <w:tcPr>
            <w:tcW w:w="1179" w:type="dxa"/>
            <w:vAlign w:val="bottom"/>
          </w:tcPr>
          <w:p w14:paraId="7E067604" w14:textId="7A42592A" w:rsidR="001C5258" w:rsidRPr="000E3E1F" w:rsidRDefault="007A40BA" w:rsidP="007A40BA">
            <w:pPr>
              <w:ind w:right="86"/>
              <w:jc w:val="center"/>
              <w:rPr>
                <w:rFonts w:ascii="Browallia New" w:hAnsi="Browallia New" w:cs="Browallia New"/>
              </w:rPr>
            </w:pPr>
            <w:r w:rsidRPr="000E3E1F">
              <w:rPr>
                <w:rFonts w:ascii="Browallia New" w:hAnsi="Browallia New" w:cs="Browallia New"/>
              </w:rPr>
              <w:t xml:space="preserve">         </w:t>
            </w:r>
            <w:r w:rsidR="00B07AAE" w:rsidRPr="000E3E1F">
              <w:rPr>
                <w:rFonts w:ascii="Browallia New" w:hAnsi="Browallia New" w:cs="Browallia New"/>
              </w:rPr>
              <w:t>-</w:t>
            </w:r>
          </w:p>
        </w:tc>
        <w:tc>
          <w:tcPr>
            <w:tcW w:w="180" w:type="dxa"/>
            <w:vAlign w:val="bottom"/>
          </w:tcPr>
          <w:p w14:paraId="58EA6380" w14:textId="77777777" w:rsidR="001C5258" w:rsidRPr="000E3E1F" w:rsidRDefault="001C5258" w:rsidP="00B07AAE">
            <w:pPr>
              <w:tabs>
                <w:tab w:val="left" w:pos="1026"/>
              </w:tabs>
              <w:ind w:left="-87" w:right="86"/>
              <w:jc w:val="center"/>
              <w:rPr>
                <w:rFonts w:ascii="Browallia New" w:hAnsi="Browallia New" w:cs="Browallia New"/>
              </w:rPr>
            </w:pPr>
          </w:p>
        </w:tc>
        <w:tc>
          <w:tcPr>
            <w:tcW w:w="1116" w:type="dxa"/>
            <w:gridSpan w:val="2"/>
            <w:vAlign w:val="bottom"/>
          </w:tcPr>
          <w:p w14:paraId="32F7FCA5" w14:textId="0F32B62B" w:rsidR="001C5258" w:rsidRPr="000E3E1F" w:rsidRDefault="00B07AAE" w:rsidP="007A40BA">
            <w:pPr>
              <w:ind w:right="86"/>
              <w:rPr>
                <w:rFonts w:ascii="Browallia New" w:hAnsi="Browallia New" w:cs="Browallia New"/>
              </w:rPr>
            </w:pPr>
            <w:r w:rsidRPr="000E3E1F">
              <w:rPr>
                <w:rFonts w:ascii="Browallia New" w:hAnsi="Browallia New" w:cs="Browallia New"/>
              </w:rPr>
              <w:t xml:space="preserve">          </w:t>
            </w:r>
            <w:r w:rsidR="007A40BA" w:rsidRPr="000E3E1F">
              <w:rPr>
                <w:rFonts w:ascii="Browallia New" w:hAnsi="Browallia New" w:cs="Browallia New"/>
                <w:cs/>
              </w:rPr>
              <w:t xml:space="preserve"> </w:t>
            </w:r>
            <w:r w:rsidRPr="000E3E1F">
              <w:rPr>
                <w:rFonts w:ascii="Browallia New" w:hAnsi="Browallia New" w:cs="Browallia New"/>
              </w:rPr>
              <w:t>-</w:t>
            </w:r>
          </w:p>
        </w:tc>
        <w:tc>
          <w:tcPr>
            <w:tcW w:w="189" w:type="dxa"/>
            <w:gridSpan w:val="2"/>
          </w:tcPr>
          <w:p w14:paraId="6EA402EE" w14:textId="77777777" w:rsidR="001C5258" w:rsidRPr="000E3E1F" w:rsidRDefault="001C5258" w:rsidP="00BF5D12">
            <w:pPr>
              <w:tabs>
                <w:tab w:val="left" w:pos="1026"/>
              </w:tabs>
              <w:ind w:left="-87" w:right="86"/>
              <w:jc w:val="right"/>
              <w:rPr>
                <w:rFonts w:ascii="Browallia New" w:hAnsi="Browallia New" w:cs="Browallia New"/>
              </w:rPr>
            </w:pPr>
          </w:p>
        </w:tc>
        <w:tc>
          <w:tcPr>
            <w:tcW w:w="1134" w:type="dxa"/>
            <w:vAlign w:val="bottom"/>
          </w:tcPr>
          <w:p w14:paraId="25115F1F" w14:textId="49E06A89" w:rsidR="001C5258" w:rsidRPr="000E3E1F" w:rsidRDefault="004B5D34" w:rsidP="004B5D34">
            <w:pPr>
              <w:ind w:right="86"/>
              <w:jc w:val="right"/>
              <w:rPr>
                <w:rFonts w:ascii="Browallia New" w:hAnsi="Browallia New" w:cs="Browallia New"/>
              </w:rPr>
            </w:pPr>
            <w:r w:rsidRPr="000E3E1F">
              <w:rPr>
                <w:rFonts w:ascii="Browallia New" w:hAnsi="Browallia New" w:cs="Browallia New"/>
              </w:rPr>
              <w:t>944</w:t>
            </w:r>
          </w:p>
        </w:tc>
        <w:tc>
          <w:tcPr>
            <w:tcW w:w="180" w:type="dxa"/>
            <w:vAlign w:val="bottom"/>
          </w:tcPr>
          <w:p w14:paraId="267AE914" w14:textId="77777777" w:rsidR="001C5258" w:rsidRPr="000E3E1F" w:rsidRDefault="001C5258" w:rsidP="004B5D34">
            <w:pPr>
              <w:tabs>
                <w:tab w:val="left" w:pos="1026"/>
              </w:tabs>
              <w:ind w:left="-87" w:right="86"/>
              <w:jc w:val="right"/>
              <w:rPr>
                <w:rFonts w:ascii="Browallia New" w:hAnsi="Browallia New" w:cs="Browallia New"/>
              </w:rPr>
            </w:pPr>
          </w:p>
        </w:tc>
        <w:tc>
          <w:tcPr>
            <w:tcW w:w="1178" w:type="dxa"/>
            <w:vAlign w:val="bottom"/>
          </w:tcPr>
          <w:p w14:paraId="544C5C50" w14:textId="37C7C066" w:rsidR="001C5258" w:rsidRPr="000E3E1F" w:rsidRDefault="004B5D34" w:rsidP="004B5D34">
            <w:pPr>
              <w:ind w:right="86"/>
              <w:jc w:val="right"/>
              <w:rPr>
                <w:rFonts w:ascii="Browallia New" w:hAnsi="Browallia New" w:cs="Browallia New"/>
              </w:rPr>
            </w:pPr>
            <w:r w:rsidRPr="000E3E1F">
              <w:rPr>
                <w:rFonts w:ascii="Browallia New" w:hAnsi="Browallia New" w:cs="Browallia New"/>
              </w:rPr>
              <w:t>627</w:t>
            </w:r>
          </w:p>
        </w:tc>
      </w:tr>
      <w:tr w:rsidR="0023273F" w:rsidRPr="000E3E1F" w14:paraId="5A85F856" w14:textId="77777777" w:rsidTr="00B07AAE">
        <w:trPr>
          <w:cantSplit/>
          <w:trHeight w:hRule="exact" w:val="390"/>
        </w:trPr>
        <w:tc>
          <w:tcPr>
            <w:tcW w:w="3892" w:type="dxa"/>
          </w:tcPr>
          <w:p w14:paraId="43CF7A33" w14:textId="77777777" w:rsidR="0023273F" w:rsidRPr="000E3E1F" w:rsidRDefault="0023273F" w:rsidP="0023273F">
            <w:pPr>
              <w:tabs>
                <w:tab w:val="left" w:pos="540"/>
              </w:tabs>
              <w:ind w:left="283"/>
              <w:rPr>
                <w:rFonts w:ascii="Browallia New" w:hAnsi="Browallia New" w:cs="Browallia New"/>
                <w:cs/>
                <w:lang w:val="en-GB"/>
              </w:rPr>
            </w:pPr>
          </w:p>
        </w:tc>
        <w:tc>
          <w:tcPr>
            <w:tcW w:w="1179" w:type="dxa"/>
            <w:tcBorders>
              <w:top w:val="single" w:sz="12" w:space="0" w:color="auto"/>
            </w:tcBorders>
            <w:vAlign w:val="bottom"/>
          </w:tcPr>
          <w:p w14:paraId="098FE01B" w14:textId="77777777" w:rsidR="0023273F" w:rsidRPr="000E3E1F" w:rsidRDefault="0023273F" w:rsidP="00B07AAE">
            <w:pPr>
              <w:ind w:right="86"/>
              <w:jc w:val="center"/>
              <w:rPr>
                <w:rFonts w:ascii="Browallia New" w:hAnsi="Browallia New" w:cs="Browallia New"/>
              </w:rPr>
            </w:pPr>
          </w:p>
        </w:tc>
        <w:tc>
          <w:tcPr>
            <w:tcW w:w="180" w:type="dxa"/>
            <w:vAlign w:val="bottom"/>
          </w:tcPr>
          <w:p w14:paraId="6F951CA9" w14:textId="77777777" w:rsidR="0023273F" w:rsidRPr="000E3E1F" w:rsidRDefault="0023273F" w:rsidP="00B07AAE">
            <w:pPr>
              <w:tabs>
                <w:tab w:val="left" w:pos="1026"/>
              </w:tabs>
              <w:ind w:left="-87" w:right="86"/>
              <w:jc w:val="center"/>
              <w:rPr>
                <w:rFonts w:ascii="Browallia New" w:hAnsi="Browallia New" w:cs="Browallia New"/>
              </w:rPr>
            </w:pPr>
          </w:p>
        </w:tc>
        <w:tc>
          <w:tcPr>
            <w:tcW w:w="1116" w:type="dxa"/>
            <w:gridSpan w:val="2"/>
            <w:tcBorders>
              <w:top w:val="single" w:sz="12" w:space="0" w:color="auto"/>
            </w:tcBorders>
          </w:tcPr>
          <w:p w14:paraId="467969B8" w14:textId="77777777" w:rsidR="0023273F" w:rsidRPr="000E3E1F" w:rsidRDefault="0023273F" w:rsidP="00BF5D12">
            <w:pPr>
              <w:ind w:right="86"/>
              <w:jc w:val="right"/>
              <w:rPr>
                <w:rFonts w:ascii="Browallia New" w:hAnsi="Browallia New" w:cs="Browallia New"/>
              </w:rPr>
            </w:pPr>
          </w:p>
        </w:tc>
        <w:tc>
          <w:tcPr>
            <w:tcW w:w="189" w:type="dxa"/>
            <w:gridSpan w:val="2"/>
          </w:tcPr>
          <w:p w14:paraId="3AD98818" w14:textId="77777777" w:rsidR="0023273F" w:rsidRPr="000E3E1F" w:rsidRDefault="0023273F" w:rsidP="00BF5D12">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646C8CD" w14:textId="77777777" w:rsidR="0023273F" w:rsidRPr="000E3E1F" w:rsidRDefault="0023273F" w:rsidP="00BF5D12">
            <w:pPr>
              <w:ind w:right="86"/>
              <w:jc w:val="right"/>
              <w:rPr>
                <w:rFonts w:ascii="Browallia New" w:hAnsi="Browallia New" w:cs="Browallia New"/>
              </w:rPr>
            </w:pPr>
          </w:p>
        </w:tc>
        <w:tc>
          <w:tcPr>
            <w:tcW w:w="180" w:type="dxa"/>
          </w:tcPr>
          <w:p w14:paraId="24923046" w14:textId="77777777" w:rsidR="0023273F" w:rsidRPr="000E3E1F" w:rsidRDefault="0023273F" w:rsidP="00BF5D12">
            <w:pPr>
              <w:tabs>
                <w:tab w:val="left" w:pos="1026"/>
              </w:tabs>
              <w:ind w:left="-87" w:right="86"/>
              <w:jc w:val="right"/>
              <w:rPr>
                <w:rFonts w:ascii="Browallia New" w:hAnsi="Browallia New" w:cs="Browallia New"/>
              </w:rPr>
            </w:pPr>
          </w:p>
        </w:tc>
        <w:tc>
          <w:tcPr>
            <w:tcW w:w="1178" w:type="dxa"/>
            <w:tcBorders>
              <w:top w:val="single" w:sz="12" w:space="0" w:color="auto"/>
            </w:tcBorders>
          </w:tcPr>
          <w:p w14:paraId="1752B211" w14:textId="77777777" w:rsidR="0023273F" w:rsidRPr="000E3E1F" w:rsidRDefault="0023273F" w:rsidP="00BF5D12">
            <w:pPr>
              <w:ind w:right="86"/>
              <w:jc w:val="right"/>
              <w:rPr>
                <w:rFonts w:ascii="Browallia New" w:hAnsi="Browallia New" w:cs="Browallia New"/>
              </w:rPr>
            </w:pPr>
          </w:p>
        </w:tc>
      </w:tr>
      <w:tr w:rsidR="00BF5D12" w:rsidRPr="000E3E1F" w14:paraId="4856283F" w14:textId="77777777" w:rsidTr="008179FB">
        <w:trPr>
          <w:cantSplit/>
        </w:trPr>
        <w:tc>
          <w:tcPr>
            <w:tcW w:w="3892" w:type="dxa"/>
          </w:tcPr>
          <w:p w14:paraId="48562837" w14:textId="77777777" w:rsidR="00BF5D12" w:rsidRPr="000E3E1F" w:rsidRDefault="00BF5D12" w:rsidP="00BF5D12">
            <w:pPr>
              <w:tabs>
                <w:tab w:val="left" w:pos="1026"/>
              </w:tabs>
              <w:ind w:right="72"/>
              <w:rPr>
                <w:rFonts w:ascii="Browallia New" w:hAnsi="Browallia New" w:cs="Browallia New"/>
                <w:u w:val="single"/>
                <w:lang w:val="en-GB"/>
              </w:rPr>
            </w:pPr>
            <w:r w:rsidRPr="000E3E1F">
              <w:rPr>
                <w:rFonts w:ascii="Browallia New" w:hAnsi="Browallia New" w:cs="Browallia New"/>
                <w:u w:val="single"/>
                <w:cs/>
                <w:lang w:val="en-GB"/>
              </w:rPr>
              <w:t>เงินให้กู้ยืมระยะสั้น</w:t>
            </w:r>
          </w:p>
        </w:tc>
        <w:tc>
          <w:tcPr>
            <w:tcW w:w="1179" w:type="dxa"/>
            <w:vAlign w:val="bottom"/>
          </w:tcPr>
          <w:p w14:paraId="48562838" w14:textId="77777777" w:rsidR="00BF5D12" w:rsidRPr="000E3E1F" w:rsidRDefault="00BF5D12" w:rsidP="00BF5D12">
            <w:pPr>
              <w:ind w:right="86"/>
              <w:jc w:val="right"/>
              <w:rPr>
                <w:rFonts w:ascii="Browallia New" w:hAnsi="Browallia New" w:cs="Browallia New"/>
              </w:rPr>
            </w:pPr>
          </w:p>
        </w:tc>
        <w:tc>
          <w:tcPr>
            <w:tcW w:w="180" w:type="dxa"/>
            <w:vAlign w:val="bottom"/>
          </w:tcPr>
          <w:p w14:paraId="48562839"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16" w:type="dxa"/>
            <w:gridSpan w:val="2"/>
          </w:tcPr>
          <w:p w14:paraId="4856283A" w14:textId="77777777" w:rsidR="00BF5D12" w:rsidRPr="000E3E1F" w:rsidRDefault="00BF5D12" w:rsidP="00BF5D12">
            <w:pPr>
              <w:ind w:right="86"/>
              <w:jc w:val="right"/>
              <w:rPr>
                <w:rFonts w:ascii="Browallia New" w:hAnsi="Browallia New" w:cs="Browallia New"/>
              </w:rPr>
            </w:pPr>
          </w:p>
        </w:tc>
        <w:tc>
          <w:tcPr>
            <w:tcW w:w="189" w:type="dxa"/>
            <w:gridSpan w:val="2"/>
          </w:tcPr>
          <w:p w14:paraId="4856283B"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BF5D12" w:rsidRPr="000E3E1F" w:rsidRDefault="00BF5D12" w:rsidP="00BF5D12">
            <w:pPr>
              <w:ind w:right="86"/>
              <w:jc w:val="right"/>
              <w:rPr>
                <w:rFonts w:ascii="Browallia New" w:hAnsi="Browallia New" w:cs="Browallia New"/>
              </w:rPr>
            </w:pPr>
          </w:p>
        </w:tc>
        <w:tc>
          <w:tcPr>
            <w:tcW w:w="180" w:type="dxa"/>
          </w:tcPr>
          <w:p w14:paraId="4856283D" w14:textId="77777777" w:rsidR="00BF5D12" w:rsidRPr="000E3E1F" w:rsidRDefault="00BF5D12" w:rsidP="00BF5D12">
            <w:pPr>
              <w:tabs>
                <w:tab w:val="left" w:pos="1026"/>
              </w:tabs>
              <w:ind w:right="86"/>
              <w:jc w:val="right"/>
              <w:rPr>
                <w:rFonts w:ascii="Browallia New" w:hAnsi="Browallia New" w:cs="Browallia New"/>
              </w:rPr>
            </w:pPr>
          </w:p>
        </w:tc>
        <w:tc>
          <w:tcPr>
            <w:tcW w:w="1178" w:type="dxa"/>
          </w:tcPr>
          <w:p w14:paraId="4856283E" w14:textId="77777777" w:rsidR="00BF5D12" w:rsidRPr="000E3E1F" w:rsidRDefault="00BF5D12" w:rsidP="00BF5D12">
            <w:pPr>
              <w:ind w:right="86"/>
              <w:jc w:val="right"/>
              <w:rPr>
                <w:rFonts w:ascii="Browallia New" w:hAnsi="Browallia New" w:cs="Browallia New"/>
              </w:rPr>
            </w:pPr>
          </w:p>
        </w:tc>
      </w:tr>
      <w:tr w:rsidR="00BF5D12" w:rsidRPr="000E3E1F" w14:paraId="48562848" w14:textId="77777777" w:rsidTr="0020210D">
        <w:trPr>
          <w:cantSplit/>
        </w:trPr>
        <w:tc>
          <w:tcPr>
            <w:tcW w:w="3892" w:type="dxa"/>
          </w:tcPr>
          <w:p w14:paraId="48562840" w14:textId="368CCB18" w:rsidR="00BF5D12" w:rsidRPr="000E3E1F" w:rsidRDefault="00BF5D12" w:rsidP="00BF5D12">
            <w:pPr>
              <w:tabs>
                <w:tab w:val="left" w:pos="1026"/>
              </w:tabs>
              <w:ind w:right="72"/>
              <w:rPr>
                <w:rFonts w:ascii="Browallia New" w:hAnsi="Browallia New" w:cs="Browallia New"/>
                <w:u w:val="single"/>
                <w:cs/>
                <w:lang w:val="en-GB"/>
              </w:rPr>
            </w:pPr>
            <w:r w:rsidRPr="000E3E1F">
              <w:rPr>
                <w:rFonts w:ascii="Browallia New" w:hAnsi="Browallia New" w:cs="Browallia New"/>
              </w:rPr>
              <w:t xml:space="preserve">     </w:t>
            </w:r>
            <w:r w:rsidRPr="000E3E1F">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70253999" w:rsidR="00BF5D12" w:rsidRPr="000E3E1F" w:rsidRDefault="007A40BA" w:rsidP="007A40BA">
            <w:pPr>
              <w:ind w:right="86"/>
              <w:jc w:val="center"/>
              <w:rPr>
                <w:rFonts w:ascii="Browallia New" w:hAnsi="Browallia New" w:cs="Browallia New"/>
              </w:rPr>
            </w:pPr>
            <w:r w:rsidRPr="000E3E1F">
              <w:rPr>
                <w:rFonts w:ascii="Browallia New" w:hAnsi="Browallia New" w:cs="Browallia New"/>
              </w:rPr>
              <w:t xml:space="preserve">         </w:t>
            </w:r>
            <w:r w:rsidR="00BF5D12" w:rsidRPr="000E3E1F">
              <w:rPr>
                <w:rFonts w:ascii="Browallia New" w:hAnsi="Browallia New" w:cs="Browallia New"/>
              </w:rPr>
              <w:t>-</w:t>
            </w:r>
          </w:p>
        </w:tc>
        <w:tc>
          <w:tcPr>
            <w:tcW w:w="180" w:type="dxa"/>
            <w:vAlign w:val="bottom"/>
          </w:tcPr>
          <w:p w14:paraId="48562842"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676BEC0E" w:rsidR="00BF5D12" w:rsidRPr="000E3E1F" w:rsidRDefault="007A40BA" w:rsidP="007A40BA">
            <w:pPr>
              <w:ind w:right="86"/>
              <w:jc w:val="center"/>
              <w:rPr>
                <w:rFonts w:ascii="Browallia New" w:hAnsi="Browallia New" w:cs="Browallia New"/>
              </w:rPr>
            </w:pPr>
            <w:r w:rsidRPr="000E3E1F">
              <w:rPr>
                <w:rFonts w:ascii="Browallia New" w:hAnsi="Browallia New" w:cs="Browallia New"/>
              </w:rPr>
              <w:t xml:space="preserve">         </w:t>
            </w:r>
            <w:r w:rsidR="00BF5D12" w:rsidRPr="000E3E1F">
              <w:rPr>
                <w:rFonts w:ascii="Browallia New" w:hAnsi="Browallia New" w:cs="Browallia New"/>
              </w:rPr>
              <w:t>-</w:t>
            </w:r>
          </w:p>
        </w:tc>
        <w:tc>
          <w:tcPr>
            <w:tcW w:w="189" w:type="dxa"/>
            <w:gridSpan w:val="2"/>
          </w:tcPr>
          <w:p w14:paraId="48562844" w14:textId="77777777" w:rsidR="00BF5D12" w:rsidRPr="000E3E1F" w:rsidRDefault="00BF5D12" w:rsidP="00BF5D12">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0ACA7F16" w:rsidR="00BF5D12" w:rsidRPr="000E3E1F" w:rsidRDefault="00BF5D12" w:rsidP="00BF5D12">
            <w:pPr>
              <w:ind w:right="86"/>
              <w:jc w:val="right"/>
              <w:rPr>
                <w:rFonts w:ascii="Browallia New" w:hAnsi="Browallia New" w:cs="Browallia New"/>
              </w:rPr>
            </w:pPr>
            <w:r w:rsidRPr="000E3E1F">
              <w:rPr>
                <w:rFonts w:ascii="Browallia New" w:hAnsi="Browallia New" w:cs="Browallia New"/>
              </w:rPr>
              <w:t>35,205</w:t>
            </w:r>
          </w:p>
        </w:tc>
        <w:tc>
          <w:tcPr>
            <w:tcW w:w="180" w:type="dxa"/>
          </w:tcPr>
          <w:p w14:paraId="48562846" w14:textId="77777777" w:rsidR="00BF5D12" w:rsidRPr="000E3E1F" w:rsidRDefault="00BF5D12" w:rsidP="00BF5D12">
            <w:pPr>
              <w:tabs>
                <w:tab w:val="left" w:pos="1026"/>
              </w:tabs>
              <w:ind w:right="86"/>
              <w:jc w:val="right"/>
              <w:rPr>
                <w:rFonts w:ascii="Browallia New" w:hAnsi="Browallia New" w:cs="Browallia New"/>
              </w:rPr>
            </w:pPr>
          </w:p>
        </w:tc>
        <w:tc>
          <w:tcPr>
            <w:tcW w:w="1178" w:type="dxa"/>
            <w:tcBorders>
              <w:bottom w:val="single" w:sz="12" w:space="0" w:color="auto"/>
            </w:tcBorders>
            <w:vAlign w:val="bottom"/>
          </w:tcPr>
          <w:p w14:paraId="48562847" w14:textId="4CBD8678" w:rsidR="00BF5D12" w:rsidRPr="000E3E1F" w:rsidRDefault="00BF5D12" w:rsidP="0020210D">
            <w:pPr>
              <w:ind w:right="86"/>
              <w:jc w:val="right"/>
              <w:rPr>
                <w:rFonts w:ascii="Browallia New" w:hAnsi="Browallia New" w:cs="Browallia New"/>
              </w:rPr>
            </w:pPr>
            <w:r w:rsidRPr="000E3E1F">
              <w:rPr>
                <w:rFonts w:ascii="Browallia New" w:hAnsi="Browallia New" w:cs="Browallia New"/>
              </w:rPr>
              <w:t>32,753</w:t>
            </w:r>
          </w:p>
        </w:tc>
      </w:tr>
    </w:tbl>
    <w:p w14:paraId="00C709C4" w14:textId="05CC1C10" w:rsidR="00153CFF" w:rsidRPr="000E3E1F" w:rsidRDefault="00153CFF">
      <w:pPr>
        <w:rPr>
          <w:rFonts w:ascii="Browallia New" w:hAnsi="Browallia New" w:cs="Browallia New"/>
          <w:spacing w:val="-6"/>
        </w:rPr>
      </w:pPr>
    </w:p>
    <w:p w14:paraId="41CBCCD1" w14:textId="77777777" w:rsidR="008E7E0B" w:rsidRPr="000E3E1F" w:rsidRDefault="008E7E0B">
      <w:pPr>
        <w:rPr>
          <w:rFonts w:ascii="Browallia New" w:hAnsi="Browallia New" w:cs="Browallia New"/>
          <w:spacing w:val="-6"/>
          <w:cs/>
        </w:rPr>
      </w:pPr>
      <w:r w:rsidRPr="000E3E1F">
        <w:rPr>
          <w:rFonts w:ascii="Browallia New" w:hAnsi="Browallia New" w:cs="Browallia New"/>
          <w:spacing w:val="-6"/>
          <w:cs/>
        </w:rPr>
        <w:br w:type="page"/>
      </w:r>
    </w:p>
    <w:p w14:paraId="4856284A" w14:textId="5C6BB026" w:rsidR="008D2366" w:rsidRPr="000E3E1F" w:rsidRDefault="008D2366" w:rsidP="003E0B20">
      <w:pPr>
        <w:ind w:left="374"/>
        <w:jc w:val="thaiDistribute"/>
        <w:rPr>
          <w:rFonts w:ascii="Browallia New" w:hAnsi="Browallia New" w:cs="Browallia New"/>
          <w:spacing w:val="-6"/>
        </w:rPr>
      </w:pPr>
      <w:r w:rsidRPr="000E3E1F">
        <w:rPr>
          <w:rFonts w:ascii="Browallia New" w:hAnsi="Browallia New" w:cs="Browallia New"/>
          <w:spacing w:val="-6"/>
          <w:cs/>
        </w:rPr>
        <w:lastRenderedPageBreak/>
        <w:t>ณ</w:t>
      </w:r>
      <w:r w:rsidR="00F60E66" w:rsidRPr="000E3E1F">
        <w:rPr>
          <w:rFonts w:ascii="Browallia New" w:hAnsi="Browallia New" w:cs="Browallia New"/>
          <w:spacing w:val="-6"/>
        </w:rPr>
        <w:t xml:space="preserve"> </w:t>
      </w:r>
      <w:r w:rsidRPr="000E3E1F">
        <w:rPr>
          <w:rFonts w:ascii="Browallia New" w:hAnsi="Browallia New" w:cs="Browallia New"/>
          <w:spacing w:val="-6"/>
          <w:cs/>
        </w:rPr>
        <w:t>วันที่</w:t>
      </w:r>
      <w:r w:rsidR="00F60E66" w:rsidRPr="000E3E1F">
        <w:rPr>
          <w:rFonts w:ascii="Browallia New" w:hAnsi="Browallia New" w:cs="Browallia New"/>
          <w:spacing w:val="-6"/>
        </w:rPr>
        <w:t xml:space="preserve"> </w:t>
      </w:r>
      <w:r w:rsidR="00EA5472" w:rsidRPr="000E3E1F">
        <w:rPr>
          <w:rFonts w:ascii="Browallia New" w:hAnsi="Browallia New" w:cs="Browallia New"/>
          <w:spacing w:val="-6"/>
        </w:rPr>
        <w:t>30</w:t>
      </w:r>
      <w:r w:rsidR="00EA5472" w:rsidRPr="000E3E1F">
        <w:rPr>
          <w:rFonts w:ascii="Browallia New" w:hAnsi="Browallia New" w:cs="Browallia New"/>
          <w:spacing w:val="-6"/>
          <w:cs/>
          <w:lang w:val="th-TH"/>
        </w:rPr>
        <w:t xml:space="preserve"> กันยายน </w:t>
      </w:r>
      <w:r w:rsidR="00ED2117" w:rsidRPr="000E3E1F">
        <w:rPr>
          <w:rFonts w:ascii="Browallia New" w:hAnsi="Browallia New" w:cs="Browallia New"/>
          <w:spacing w:val="-6"/>
        </w:rPr>
        <w:t xml:space="preserve">2567 </w:t>
      </w:r>
      <w:r w:rsidR="00361C8B" w:rsidRPr="000E3E1F">
        <w:rPr>
          <w:rFonts w:ascii="Browallia New" w:hAnsi="Browallia New" w:cs="Browallia New"/>
          <w:cs/>
        </w:rPr>
        <w:t>และวันที่</w:t>
      </w:r>
      <w:r w:rsidR="00361C8B" w:rsidRPr="000E3E1F">
        <w:rPr>
          <w:rFonts w:ascii="Browallia New" w:hAnsi="Browallia New" w:cs="Browallia New"/>
        </w:rPr>
        <w:t xml:space="preserve"> 31 </w:t>
      </w:r>
      <w:r w:rsidR="00361C8B" w:rsidRPr="000E3E1F">
        <w:rPr>
          <w:rFonts w:ascii="Browallia New" w:hAnsi="Browallia New" w:cs="Browallia New"/>
          <w:cs/>
        </w:rPr>
        <w:t>ธันวาคม</w:t>
      </w:r>
      <w:r w:rsidR="00361C8B" w:rsidRPr="000E3E1F">
        <w:rPr>
          <w:rFonts w:ascii="Browallia New" w:hAnsi="Browallia New" w:cs="Browallia New"/>
        </w:rPr>
        <w:t xml:space="preserve"> 256</w:t>
      </w:r>
      <w:r w:rsidR="00ED2117" w:rsidRPr="000E3E1F">
        <w:rPr>
          <w:rFonts w:ascii="Browallia New" w:hAnsi="Browallia New" w:cs="Browallia New"/>
        </w:rPr>
        <w:t>6</w:t>
      </w:r>
      <w:r w:rsidR="00F60E66" w:rsidRPr="000E3E1F">
        <w:rPr>
          <w:rFonts w:ascii="Browallia New" w:hAnsi="Browallia New" w:cs="Browallia New"/>
          <w:spacing w:val="-6"/>
        </w:rPr>
        <w:t xml:space="preserve"> </w:t>
      </w:r>
      <w:r w:rsidRPr="000E3E1F">
        <w:rPr>
          <w:rFonts w:ascii="Browallia New" w:hAnsi="Browallia New" w:cs="Browallia New"/>
          <w:spacing w:val="-6"/>
          <w:cs/>
        </w:rPr>
        <w:t>รายการเค</w:t>
      </w:r>
      <w:r w:rsidR="00E3172F" w:rsidRPr="000E3E1F">
        <w:rPr>
          <w:rFonts w:ascii="Browallia New" w:hAnsi="Browallia New" w:cs="Browallia New"/>
          <w:spacing w:val="-6"/>
          <w:cs/>
        </w:rPr>
        <w:t>ลื่</w:t>
      </w:r>
      <w:r w:rsidRPr="000E3E1F">
        <w:rPr>
          <w:rFonts w:ascii="Browallia New" w:hAnsi="Browallia New" w:cs="Browallia New"/>
          <w:spacing w:val="-6"/>
          <w:cs/>
        </w:rPr>
        <w:t>อนไหวของเงินให้กู้ยืม</w:t>
      </w:r>
      <w:r w:rsidR="00250D69" w:rsidRPr="000E3E1F">
        <w:rPr>
          <w:rFonts w:ascii="Browallia New" w:hAnsi="Browallia New" w:cs="Browallia New"/>
          <w:spacing w:val="-6"/>
          <w:cs/>
        </w:rPr>
        <w:t>ระยะสั้น</w:t>
      </w:r>
      <w:r w:rsidR="000E060E" w:rsidRPr="000E3E1F">
        <w:rPr>
          <w:rFonts w:ascii="Browallia New" w:hAnsi="Browallia New" w:cs="Browallia New"/>
          <w:spacing w:val="-6"/>
          <w:cs/>
        </w:rPr>
        <w:t>แก่</w:t>
      </w:r>
      <w:r w:rsidRPr="000E3E1F">
        <w:rPr>
          <w:rFonts w:ascii="Browallia New" w:hAnsi="Browallia New" w:cs="Browallia New"/>
          <w:spacing w:val="-6"/>
          <w:cs/>
        </w:rPr>
        <w:t>บริษัท</w:t>
      </w:r>
      <w:r w:rsidR="003C2FF5" w:rsidRPr="000E3E1F">
        <w:rPr>
          <w:rFonts w:ascii="Browallia New" w:hAnsi="Browallia New" w:cs="Browallia New"/>
          <w:spacing w:val="-6"/>
          <w:cs/>
        </w:rPr>
        <w:t>ย่อย</w:t>
      </w:r>
      <w:r w:rsidR="008D08AB" w:rsidRPr="000E3E1F">
        <w:rPr>
          <w:rFonts w:ascii="Browallia New" w:hAnsi="Browallia New" w:cs="Browallia New"/>
          <w:spacing w:val="-6"/>
          <w:cs/>
        </w:rPr>
        <w:t xml:space="preserve"> </w:t>
      </w:r>
      <w:r w:rsidR="00FD19E9" w:rsidRPr="000E3E1F">
        <w:rPr>
          <w:rFonts w:ascii="Browallia New" w:hAnsi="Browallia New" w:cs="Browallia New"/>
          <w:spacing w:val="-6"/>
        </w:rPr>
        <w:t xml:space="preserve">       </w:t>
      </w:r>
      <w:r w:rsidR="008D08AB" w:rsidRPr="000E3E1F">
        <w:rPr>
          <w:rFonts w:ascii="Browallia New" w:hAnsi="Browallia New" w:cs="Browallia New"/>
          <w:spacing w:val="-6"/>
          <w:cs/>
        </w:rPr>
        <w:t>(</w:t>
      </w:r>
      <w:r w:rsidR="008D08AB" w:rsidRPr="000E3E1F">
        <w:rPr>
          <w:rFonts w:ascii="Browallia New" w:hAnsi="Browallia New" w:cs="Browallia New"/>
          <w:cs/>
        </w:rPr>
        <w:t>บริษัท สยามสตีล เวียดนาม จำกัด)</w:t>
      </w:r>
      <w:r w:rsidR="00AF5A48" w:rsidRPr="000E3E1F">
        <w:rPr>
          <w:rFonts w:ascii="Browallia New" w:hAnsi="Browallia New" w:cs="Browallia New"/>
          <w:spacing w:val="-6"/>
          <w:cs/>
        </w:rPr>
        <w:t xml:space="preserve"> </w:t>
      </w:r>
      <w:r w:rsidRPr="000E3E1F">
        <w:rPr>
          <w:rFonts w:ascii="Browallia New" w:hAnsi="Browallia New" w:cs="Browallia New"/>
          <w:spacing w:val="-6"/>
          <w:cs/>
        </w:rPr>
        <w:t>มีดังนี้</w:t>
      </w:r>
    </w:p>
    <w:p w14:paraId="6FB3026A" w14:textId="77777777" w:rsidR="00721F93" w:rsidRPr="000E3E1F" w:rsidRDefault="00721F93" w:rsidP="003E0B20">
      <w:pPr>
        <w:ind w:left="374"/>
        <w:jc w:val="thaiDistribute"/>
        <w:rPr>
          <w:rFonts w:ascii="Browallia New" w:hAnsi="Browallia New" w:cs="Browallia New"/>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0E3E1F" w14:paraId="4856284D" w14:textId="77777777" w:rsidTr="008179FB">
        <w:trPr>
          <w:tblHeader/>
        </w:trPr>
        <w:tc>
          <w:tcPr>
            <w:tcW w:w="5677" w:type="dxa"/>
          </w:tcPr>
          <w:p w14:paraId="4856284B" w14:textId="77777777" w:rsidR="008F13C2" w:rsidRPr="000E3E1F" w:rsidRDefault="008F13C2" w:rsidP="00E809D4">
            <w:pPr>
              <w:tabs>
                <w:tab w:val="left" w:pos="540"/>
              </w:tabs>
              <w:rPr>
                <w:rFonts w:ascii="Browallia New" w:hAnsi="Browallia New" w:cs="Browallia New"/>
              </w:rPr>
            </w:pPr>
          </w:p>
        </w:tc>
        <w:tc>
          <w:tcPr>
            <w:tcW w:w="3402" w:type="dxa"/>
            <w:gridSpan w:val="4"/>
          </w:tcPr>
          <w:p w14:paraId="4856284C" w14:textId="23F77732" w:rsidR="008F13C2" w:rsidRPr="000E3E1F" w:rsidRDefault="008F13C2" w:rsidP="00E809D4">
            <w:pPr>
              <w:tabs>
                <w:tab w:val="left" w:pos="540"/>
              </w:tabs>
              <w:jc w:val="right"/>
              <w:rPr>
                <w:rFonts w:ascii="Browallia New" w:hAnsi="Browallia New" w:cs="Browallia New"/>
              </w:rPr>
            </w:pPr>
            <w:r w:rsidRPr="000E3E1F">
              <w:rPr>
                <w:rFonts w:ascii="Browallia New" w:hAnsi="Browallia New" w:cs="Browallia New"/>
                <w:cs/>
                <w:lang w:val="en-GB"/>
              </w:rPr>
              <w:t>(หน่วย</w:t>
            </w:r>
            <w:r w:rsidRPr="000E3E1F">
              <w:rPr>
                <w:rFonts w:ascii="Browallia New" w:hAnsi="Browallia New" w:cs="Browallia New"/>
              </w:rPr>
              <w:t xml:space="preserve"> </w:t>
            </w:r>
            <w:r w:rsidRPr="000E3E1F">
              <w:rPr>
                <w:rFonts w:ascii="Browallia New" w:hAnsi="Browallia New" w:cs="Browallia New"/>
                <w:cs/>
                <w:lang w:val="en-GB"/>
              </w:rPr>
              <w:t>:</w:t>
            </w:r>
            <w:r w:rsidRPr="000E3E1F">
              <w:rPr>
                <w:rFonts w:ascii="Browallia New" w:hAnsi="Browallia New" w:cs="Browallia New"/>
              </w:rPr>
              <w:t xml:space="preserve"> </w:t>
            </w:r>
            <w:r w:rsidRPr="000E3E1F">
              <w:rPr>
                <w:rFonts w:ascii="Browallia New" w:hAnsi="Browallia New" w:cs="Browallia New"/>
                <w:cs/>
                <w:lang w:val="en-GB"/>
              </w:rPr>
              <w:t>พันบาท)</w:t>
            </w:r>
          </w:p>
        </w:tc>
      </w:tr>
      <w:tr w:rsidR="008F13C2" w:rsidRPr="000E3E1F" w14:paraId="48562852" w14:textId="77777777" w:rsidTr="008179FB">
        <w:trPr>
          <w:tblHeader/>
        </w:trPr>
        <w:tc>
          <w:tcPr>
            <w:tcW w:w="5677" w:type="dxa"/>
          </w:tcPr>
          <w:p w14:paraId="4856284E" w14:textId="77777777" w:rsidR="008F13C2" w:rsidRPr="000E3E1F" w:rsidRDefault="008F13C2" w:rsidP="00E809D4">
            <w:pPr>
              <w:tabs>
                <w:tab w:val="left" w:pos="540"/>
              </w:tabs>
              <w:rPr>
                <w:rFonts w:ascii="Browallia New" w:hAnsi="Browallia New" w:cs="Browallia New"/>
              </w:rPr>
            </w:pPr>
          </w:p>
        </w:tc>
        <w:tc>
          <w:tcPr>
            <w:tcW w:w="141" w:type="dxa"/>
          </w:tcPr>
          <w:p w14:paraId="48562850" w14:textId="77777777" w:rsidR="008F13C2" w:rsidRPr="000E3E1F" w:rsidRDefault="008F13C2" w:rsidP="00E809D4">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2B6EFAF6" w:rsidR="008F13C2" w:rsidRPr="000E3E1F" w:rsidRDefault="00530EA9" w:rsidP="00E809D4">
            <w:pPr>
              <w:tabs>
                <w:tab w:val="left" w:pos="540"/>
              </w:tabs>
              <w:ind w:left="-95"/>
              <w:jc w:val="center"/>
              <w:rPr>
                <w:rFonts w:ascii="Browallia New" w:hAnsi="Browallia New" w:cs="Browallia New"/>
              </w:rPr>
            </w:pPr>
            <w:r w:rsidRPr="000E3E1F">
              <w:rPr>
                <w:rFonts w:ascii="Browallia New" w:hAnsi="Browallia New" w:cs="Browallia New"/>
                <w:cs/>
              </w:rPr>
              <w:t>ข้อมูลทางการ</w:t>
            </w:r>
            <w:r w:rsidR="008F13C2" w:rsidRPr="000E3E1F">
              <w:rPr>
                <w:rFonts w:ascii="Browallia New" w:hAnsi="Browallia New" w:cs="Browallia New"/>
                <w:cs/>
              </w:rPr>
              <w:t>เงินเฉพาะบริษัท</w:t>
            </w:r>
          </w:p>
        </w:tc>
      </w:tr>
      <w:tr w:rsidR="008F13C2" w:rsidRPr="000E3E1F" w14:paraId="4856285B" w14:textId="77777777" w:rsidTr="008179FB">
        <w:trPr>
          <w:tblHeader/>
        </w:trPr>
        <w:tc>
          <w:tcPr>
            <w:tcW w:w="5677" w:type="dxa"/>
          </w:tcPr>
          <w:p w14:paraId="48562853" w14:textId="77777777" w:rsidR="008F13C2" w:rsidRPr="000E3E1F" w:rsidRDefault="008F13C2" w:rsidP="00E809D4">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0E3E1F" w:rsidRDefault="008F13C2" w:rsidP="00E809D4">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273389AE" w:rsidR="008F13C2" w:rsidRPr="000E3E1F" w:rsidRDefault="00EA5472" w:rsidP="00E809D4">
            <w:pPr>
              <w:ind w:left="-108"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 </w:t>
            </w:r>
            <w:r w:rsidR="00ED2117" w:rsidRPr="000E3E1F">
              <w:rPr>
                <w:rFonts w:ascii="Browallia New" w:hAnsi="Browallia New" w:cs="Browallia New"/>
                <w:spacing w:val="-4"/>
              </w:rPr>
              <w:t>2567</w:t>
            </w:r>
          </w:p>
        </w:tc>
        <w:tc>
          <w:tcPr>
            <w:tcW w:w="143" w:type="dxa"/>
            <w:tcBorders>
              <w:top w:val="single" w:sz="4" w:space="0" w:color="auto"/>
              <w:left w:val="nil"/>
              <w:bottom w:val="nil"/>
              <w:right w:val="nil"/>
            </w:tcBorders>
            <w:vAlign w:val="bottom"/>
          </w:tcPr>
          <w:p w14:paraId="48562859" w14:textId="77777777" w:rsidR="008F13C2" w:rsidRPr="000E3E1F" w:rsidRDefault="008F13C2" w:rsidP="00E809D4">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2CD446A3" w:rsidR="008F13C2" w:rsidRPr="000E3E1F" w:rsidRDefault="008F13C2" w:rsidP="00E809D4">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ED2117" w:rsidRPr="000E3E1F">
              <w:rPr>
                <w:rFonts w:ascii="Browallia New" w:hAnsi="Browallia New" w:cs="Browallia New"/>
              </w:rPr>
              <w:t>6</w:t>
            </w:r>
          </w:p>
        </w:tc>
      </w:tr>
      <w:tr w:rsidR="008F13C2" w:rsidRPr="000E3E1F" w14:paraId="48562864" w14:textId="77777777" w:rsidTr="008179FB">
        <w:trPr>
          <w:trHeight w:val="279"/>
        </w:trPr>
        <w:tc>
          <w:tcPr>
            <w:tcW w:w="5677" w:type="dxa"/>
            <w:vAlign w:val="bottom"/>
          </w:tcPr>
          <w:p w14:paraId="4856285C" w14:textId="77777777" w:rsidR="008F13C2" w:rsidRPr="000E3E1F" w:rsidRDefault="008F13C2" w:rsidP="00E809D4">
            <w:pPr>
              <w:ind w:right="28"/>
              <w:rPr>
                <w:rFonts w:ascii="Browallia New" w:hAnsi="Browallia New" w:cs="Browallia New"/>
                <w:sz w:val="20"/>
                <w:szCs w:val="20"/>
                <w:cs/>
              </w:rPr>
            </w:pPr>
          </w:p>
        </w:tc>
        <w:tc>
          <w:tcPr>
            <w:tcW w:w="141" w:type="dxa"/>
          </w:tcPr>
          <w:p w14:paraId="48562860" w14:textId="77777777" w:rsidR="008F13C2" w:rsidRPr="000E3E1F" w:rsidRDefault="008F13C2" w:rsidP="00E809D4">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0E3E1F" w:rsidRDefault="008F13C2" w:rsidP="00E809D4">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0E3E1F" w:rsidRDefault="008F13C2" w:rsidP="00E809D4">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0E3E1F" w:rsidRDefault="008F13C2" w:rsidP="00E809D4">
            <w:pPr>
              <w:tabs>
                <w:tab w:val="left" w:pos="540"/>
              </w:tabs>
              <w:ind w:left="-108" w:right="3"/>
              <w:jc w:val="right"/>
              <w:rPr>
                <w:rFonts w:ascii="Browallia New" w:hAnsi="Browallia New" w:cs="Browallia New"/>
                <w:sz w:val="20"/>
                <w:szCs w:val="20"/>
              </w:rPr>
            </w:pPr>
          </w:p>
        </w:tc>
      </w:tr>
      <w:tr w:rsidR="00CB5884" w:rsidRPr="000E3E1F" w14:paraId="4856286D" w14:textId="77777777">
        <w:trPr>
          <w:trHeight w:val="279"/>
        </w:trPr>
        <w:tc>
          <w:tcPr>
            <w:tcW w:w="5677" w:type="dxa"/>
            <w:vAlign w:val="bottom"/>
            <w:hideMark/>
          </w:tcPr>
          <w:p w14:paraId="48562865" w14:textId="1F51EE73" w:rsidR="00CB5884" w:rsidRPr="000E3E1F" w:rsidRDefault="00CB5884" w:rsidP="00CB5884">
            <w:pPr>
              <w:ind w:right="28"/>
              <w:rPr>
                <w:rFonts w:ascii="Browallia New" w:hAnsi="Browallia New" w:cs="Browallia New"/>
                <w:lang w:val="en-GB"/>
              </w:rPr>
            </w:pPr>
            <w:r w:rsidRPr="000E3E1F">
              <w:rPr>
                <w:rFonts w:ascii="Browallia New" w:hAnsi="Browallia New" w:cs="Browallia New"/>
                <w:cs/>
              </w:rPr>
              <w:t>ยอดคงเหลือ ณ วันต้นงวด</w:t>
            </w:r>
          </w:p>
        </w:tc>
        <w:tc>
          <w:tcPr>
            <w:tcW w:w="141" w:type="dxa"/>
          </w:tcPr>
          <w:p w14:paraId="48562869" w14:textId="77777777" w:rsidR="00CB5884" w:rsidRPr="000E3E1F" w:rsidRDefault="00CB5884" w:rsidP="00CB5884">
            <w:pPr>
              <w:tabs>
                <w:tab w:val="left" w:pos="540"/>
              </w:tabs>
              <w:ind w:left="-108" w:right="3"/>
              <w:jc w:val="right"/>
              <w:rPr>
                <w:rFonts w:ascii="Browallia New" w:hAnsi="Browallia New" w:cs="Browallia New"/>
              </w:rPr>
            </w:pPr>
          </w:p>
        </w:tc>
        <w:tc>
          <w:tcPr>
            <w:tcW w:w="1560" w:type="dxa"/>
          </w:tcPr>
          <w:p w14:paraId="4856286A" w14:textId="2B3F42BD"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32,753</w:t>
            </w:r>
          </w:p>
        </w:tc>
        <w:tc>
          <w:tcPr>
            <w:tcW w:w="143" w:type="dxa"/>
          </w:tcPr>
          <w:p w14:paraId="4856286B" w14:textId="77777777" w:rsidR="00CB5884" w:rsidRPr="000E3E1F" w:rsidRDefault="00CB5884" w:rsidP="00CB5884">
            <w:pPr>
              <w:tabs>
                <w:tab w:val="left" w:pos="540"/>
              </w:tabs>
              <w:ind w:left="-108" w:right="3"/>
              <w:jc w:val="right"/>
              <w:rPr>
                <w:rFonts w:ascii="Browallia New" w:hAnsi="Browallia New" w:cs="Browallia New"/>
              </w:rPr>
            </w:pPr>
          </w:p>
        </w:tc>
        <w:tc>
          <w:tcPr>
            <w:tcW w:w="1558" w:type="dxa"/>
            <w:vAlign w:val="bottom"/>
          </w:tcPr>
          <w:p w14:paraId="4856286C" w14:textId="52BC134E"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17,196</w:t>
            </w:r>
          </w:p>
        </w:tc>
      </w:tr>
      <w:tr w:rsidR="00CB5884" w:rsidRPr="000E3E1F" w14:paraId="48562876" w14:textId="77777777">
        <w:tc>
          <w:tcPr>
            <w:tcW w:w="5677" w:type="dxa"/>
            <w:vAlign w:val="bottom"/>
            <w:hideMark/>
          </w:tcPr>
          <w:p w14:paraId="4856286E" w14:textId="7673F519" w:rsidR="00CB5884" w:rsidRPr="000E3E1F" w:rsidRDefault="00CB5884" w:rsidP="00CB5884">
            <w:pPr>
              <w:ind w:right="28"/>
              <w:rPr>
                <w:rFonts w:ascii="Browallia New" w:hAnsi="Browallia New" w:cs="Browallia New"/>
              </w:rPr>
            </w:pPr>
            <w:r w:rsidRPr="000E3E1F">
              <w:rPr>
                <w:rFonts w:ascii="Browallia New" w:hAnsi="Browallia New" w:cs="Browallia New"/>
                <w:u w:val="single"/>
                <w:cs/>
              </w:rPr>
              <w:t>บวก</w:t>
            </w:r>
            <w:r w:rsidRPr="000E3E1F">
              <w:rPr>
                <w:rFonts w:ascii="Browallia New" w:hAnsi="Browallia New" w:cs="Browallia New"/>
              </w:rPr>
              <w:t xml:space="preserve"> </w:t>
            </w:r>
            <w:r w:rsidRPr="000E3E1F">
              <w:rPr>
                <w:rFonts w:ascii="Browallia New" w:hAnsi="Browallia New" w:cs="Browallia New"/>
                <w:cs/>
              </w:rPr>
              <w:t>ให้กู้เพิ่มเติม</w:t>
            </w:r>
          </w:p>
        </w:tc>
        <w:tc>
          <w:tcPr>
            <w:tcW w:w="141" w:type="dxa"/>
          </w:tcPr>
          <w:p w14:paraId="48562872" w14:textId="77777777" w:rsidR="00CB5884" w:rsidRPr="000E3E1F" w:rsidRDefault="00CB5884" w:rsidP="00CB5884">
            <w:pPr>
              <w:tabs>
                <w:tab w:val="left" w:pos="540"/>
              </w:tabs>
              <w:ind w:left="-108" w:right="3"/>
              <w:jc w:val="right"/>
              <w:rPr>
                <w:rFonts w:ascii="Browallia New" w:hAnsi="Browallia New" w:cs="Browallia New"/>
              </w:rPr>
            </w:pPr>
          </w:p>
        </w:tc>
        <w:tc>
          <w:tcPr>
            <w:tcW w:w="1560" w:type="dxa"/>
          </w:tcPr>
          <w:p w14:paraId="48562873" w14:textId="34F01B30"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29,280</w:t>
            </w:r>
          </w:p>
        </w:tc>
        <w:tc>
          <w:tcPr>
            <w:tcW w:w="143" w:type="dxa"/>
          </w:tcPr>
          <w:p w14:paraId="48562874" w14:textId="77777777" w:rsidR="00CB5884" w:rsidRPr="000E3E1F" w:rsidRDefault="00CB5884" w:rsidP="00CB5884">
            <w:pPr>
              <w:tabs>
                <w:tab w:val="left" w:pos="540"/>
              </w:tabs>
              <w:ind w:left="-108" w:right="3"/>
              <w:jc w:val="right"/>
              <w:rPr>
                <w:rFonts w:ascii="Browallia New" w:hAnsi="Browallia New" w:cs="Browallia New"/>
                <w:b/>
                <w:bCs/>
                <w:u w:val="single"/>
              </w:rPr>
            </w:pPr>
          </w:p>
        </w:tc>
        <w:tc>
          <w:tcPr>
            <w:tcW w:w="1558" w:type="dxa"/>
            <w:vAlign w:val="bottom"/>
          </w:tcPr>
          <w:p w14:paraId="48562875" w14:textId="143D7094"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34,458</w:t>
            </w:r>
          </w:p>
        </w:tc>
      </w:tr>
      <w:tr w:rsidR="00CB5884" w:rsidRPr="000E3E1F" w14:paraId="4856287F" w14:textId="77777777">
        <w:tc>
          <w:tcPr>
            <w:tcW w:w="5677" w:type="dxa"/>
            <w:vAlign w:val="bottom"/>
            <w:hideMark/>
          </w:tcPr>
          <w:p w14:paraId="48562877" w14:textId="51E79C20" w:rsidR="00CB5884" w:rsidRPr="000E3E1F" w:rsidRDefault="00CB5884" w:rsidP="00CB5884">
            <w:pPr>
              <w:ind w:right="28"/>
              <w:rPr>
                <w:rFonts w:ascii="Browallia New" w:hAnsi="Browallia New" w:cs="Browallia New"/>
              </w:rPr>
            </w:pPr>
            <w:r w:rsidRPr="000E3E1F">
              <w:rPr>
                <w:rFonts w:ascii="Browallia New" w:hAnsi="Browallia New" w:cs="Browallia New"/>
                <w:u w:val="single"/>
                <w:cs/>
              </w:rPr>
              <w:t>หัก</w:t>
            </w:r>
            <w:r w:rsidRPr="000E3E1F">
              <w:rPr>
                <w:rFonts w:ascii="Browallia New" w:hAnsi="Browallia New" w:cs="Browallia New"/>
              </w:rPr>
              <w:t xml:space="preserve"> </w:t>
            </w:r>
            <w:r w:rsidRPr="000E3E1F">
              <w:rPr>
                <w:rFonts w:ascii="Browallia New" w:hAnsi="Browallia New" w:cs="Browallia New"/>
                <w:cs/>
              </w:rPr>
              <w:t xml:space="preserve">  รับชำระคืน</w:t>
            </w:r>
          </w:p>
        </w:tc>
        <w:tc>
          <w:tcPr>
            <w:tcW w:w="141" w:type="dxa"/>
          </w:tcPr>
          <w:p w14:paraId="4856287B" w14:textId="77777777" w:rsidR="00CB5884" w:rsidRPr="000E3E1F" w:rsidRDefault="00CB5884" w:rsidP="00CB5884">
            <w:pPr>
              <w:tabs>
                <w:tab w:val="left" w:pos="540"/>
              </w:tabs>
              <w:ind w:left="-108" w:right="3"/>
              <w:jc w:val="right"/>
              <w:rPr>
                <w:rFonts w:ascii="Browallia New" w:hAnsi="Browallia New" w:cs="Browallia New"/>
              </w:rPr>
            </w:pPr>
          </w:p>
        </w:tc>
        <w:tc>
          <w:tcPr>
            <w:tcW w:w="1560" w:type="dxa"/>
          </w:tcPr>
          <w:p w14:paraId="4856287C" w14:textId="7A4FC1B2"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(24,458)</w:t>
            </w:r>
          </w:p>
        </w:tc>
        <w:tc>
          <w:tcPr>
            <w:tcW w:w="143" w:type="dxa"/>
          </w:tcPr>
          <w:p w14:paraId="4856287D" w14:textId="77777777" w:rsidR="00CB5884" w:rsidRPr="000E3E1F" w:rsidRDefault="00CB5884" w:rsidP="00CB5884">
            <w:pPr>
              <w:tabs>
                <w:tab w:val="left" w:pos="540"/>
              </w:tabs>
              <w:ind w:left="-108" w:right="3"/>
              <w:jc w:val="right"/>
              <w:rPr>
                <w:rFonts w:ascii="Browallia New" w:hAnsi="Browallia New" w:cs="Browallia New"/>
              </w:rPr>
            </w:pPr>
          </w:p>
        </w:tc>
        <w:tc>
          <w:tcPr>
            <w:tcW w:w="1558" w:type="dxa"/>
            <w:vAlign w:val="bottom"/>
          </w:tcPr>
          <w:p w14:paraId="4856287E" w14:textId="14149E0F"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(17,956)</w:t>
            </w:r>
          </w:p>
        </w:tc>
      </w:tr>
      <w:tr w:rsidR="00CB5884" w:rsidRPr="000E3E1F" w14:paraId="48562889" w14:textId="77777777">
        <w:tc>
          <w:tcPr>
            <w:tcW w:w="5677" w:type="dxa"/>
            <w:vAlign w:val="bottom"/>
          </w:tcPr>
          <w:p w14:paraId="48562881" w14:textId="1BD92784" w:rsidR="00CB5884" w:rsidRPr="000E3E1F" w:rsidRDefault="00CB5884" w:rsidP="00CB5884">
            <w:pPr>
              <w:tabs>
                <w:tab w:val="left" w:pos="451"/>
              </w:tabs>
              <w:ind w:left="489" w:right="-228" w:hanging="142"/>
              <w:rPr>
                <w:rFonts w:ascii="Browallia New" w:hAnsi="Browallia New" w:cs="Browallia New"/>
              </w:rPr>
            </w:pPr>
            <w:r w:rsidRPr="000E3E1F">
              <w:rPr>
                <w:rFonts w:ascii="Browallia New" w:hAnsi="Browallia New" w:cs="Browallia New"/>
                <w:cs/>
              </w:rPr>
              <w:t xml:space="preserve"> ขาดทุนจากอัตราแลกเปลี่ยนที่ยังไม่เกิดขึ้นจริง</w:t>
            </w:r>
          </w:p>
        </w:tc>
        <w:tc>
          <w:tcPr>
            <w:tcW w:w="141" w:type="dxa"/>
          </w:tcPr>
          <w:p w14:paraId="48562885" w14:textId="77777777" w:rsidR="00CB5884" w:rsidRPr="000E3E1F" w:rsidRDefault="00CB5884" w:rsidP="00CB5884">
            <w:pPr>
              <w:tabs>
                <w:tab w:val="left" w:pos="540"/>
              </w:tabs>
              <w:ind w:left="-108" w:right="3"/>
              <w:jc w:val="right"/>
              <w:rPr>
                <w:rFonts w:ascii="Browallia New" w:hAnsi="Browallia New" w:cs="Browallia New"/>
              </w:rPr>
            </w:pPr>
          </w:p>
        </w:tc>
        <w:tc>
          <w:tcPr>
            <w:tcW w:w="1560" w:type="dxa"/>
          </w:tcPr>
          <w:p w14:paraId="48562886" w14:textId="60C6D1E2"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(2,370)</w:t>
            </w:r>
          </w:p>
        </w:tc>
        <w:tc>
          <w:tcPr>
            <w:tcW w:w="143" w:type="dxa"/>
          </w:tcPr>
          <w:p w14:paraId="48562887" w14:textId="77777777" w:rsidR="00CB5884" w:rsidRPr="000E3E1F" w:rsidRDefault="00CB5884" w:rsidP="00CB5884">
            <w:pPr>
              <w:tabs>
                <w:tab w:val="left" w:pos="540"/>
              </w:tabs>
              <w:ind w:left="-108" w:right="3"/>
              <w:jc w:val="right"/>
              <w:rPr>
                <w:rFonts w:ascii="Browallia New" w:hAnsi="Browallia New" w:cs="Browallia New"/>
              </w:rPr>
            </w:pPr>
          </w:p>
        </w:tc>
        <w:tc>
          <w:tcPr>
            <w:tcW w:w="1558" w:type="dxa"/>
            <w:vAlign w:val="bottom"/>
          </w:tcPr>
          <w:p w14:paraId="48562888" w14:textId="76005314"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(945)</w:t>
            </w:r>
          </w:p>
        </w:tc>
      </w:tr>
      <w:tr w:rsidR="00CB5884" w:rsidRPr="000E3E1F" w14:paraId="48562892" w14:textId="77777777">
        <w:tc>
          <w:tcPr>
            <w:tcW w:w="5677" w:type="dxa"/>
            <w:vAlign w:val="bottom"/>
            <w:hideMark/>
          </w:tcPr>
          <w:p w14:paraId="4856288A" w14:textId="6595AF96" w:rsidR="00CB5884" w:rsidRPr="000E3E1F" w:rsidRDefault="00CB5884" w:rsidP="00CB5884">
            <w:pPr>
              <w:ind w:right="28"/>
              <w:rPr>
                <w:rFonts w:ascii="Browallia New" w:hAnsi="Browallia New" w:cs="Browallia New"/>
                <w:u w:val="single"/>
                <w:cs/>
                <w:lang w:val="en-GB"/>
              </w:rPr>
            </w:pPr>
            <w:r w:rsidRPr="000E3E1F">
              <w:rPr>
                <w:rFonts w:ascii="Browallia New" w:hAnsi="Browallia New" w:cs="Browallia New"/>
                <w:cs/>
              </w:rPr>
              <w:t>ยอดคงเหลือ ณ วันสิ้นงวด</w:t>
            </w:r>
          </w:p>
        </w:tc>
        <w:tc>
          <w:tcPr>
            <w:tcW w:w="141" w:type="dxa"/>
          </w:tcPr>
          <w:p w14:paraId="4856288E" w14:textId="77777777" w:rsidR="00CB5884" w:rsidRPr="000E3E1F" w:rsidRDefault="00CB5884" w:rsidP="00CB5884">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4856288F" w14:textId="466EADA2"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35,205</w:t>
            </w:r>
          </w:p>
        </w:tc>
        <w:tc>
          <w:tcPr>
            <w:tcW w:w="143" w:type="dxa"/>
          </w:tcPr>
          <w:p w14:paraId="48562890" w14:textId="77777777" w:rsidR="00CB5884" w:rsidRPr="000E3E1F" w:rsidRDefault="00CB5884" w:rsidP="00CB5884">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058017DC" w:rsidR="00CB5884" w:rsidRPr="000E3E1F" w:rsidRDefault="00CB5884" w:rsidP="00CB5884">
            <w:pPr>
              <w:ind w:left="-157" w:right="-16"/>
              <w:jc w:val="right"/>
              <w:rPr>
                <w:rFonts w:ascii="Browallia New" w:hAnsi="Browallia New" w:cs="Browallia New"/>
              </w:rPr>
            </w:pPr>
            <w:r w:rsidRPr="000E3E1F">
              <w:rPr>
                <w:rFonts w:ascii="Browallia New" w:hAnsi="Browallia New" w:cs="Browallia New"/>
              </w:rPr>
              <w:t>32,753</w:t>
            </w:r>
          </w:p>
        </w:tc>
      </w:tr>
    </w:tbl>
    <w:p w14:paraId="7BBBF217" w14:textId="77777777" w:rsidR="00A156AE" w:rsidRPr="000E3E1F" w:rsidRDefault="00A156AE" w:rsidP="009838F0">
      <w:pPr>
        <w:ind w:left="374"/>
        <w:jc w:val="thaiDistribute"/>
        <w:rPr>
          <w:rFonts w:ascii="Browallia New" w:hAnsi="Browallia New" w:cs="Browallia New"/>
        </w:rPr>
      </w:pPr>
    </w:p>
    <w:p w14:paraId="48562894" w14:textId="40C21674" w:rsidR="002A7FFD" w:rsidRPr="000E3E1F" w:rsidRDefault="00531323" w:rsidP="003E0B20">
      <w:pPr>
        <w:ind w:left="374"/>
        <w:jc w:val="thaiDistribute"/>
        <w:rPr>
          <w:rFonts w:ascii="Browallia New" w:hAnsi="Browallia New" w:cs="Browallia New"/>
          <w:cs/>
        </w:rPr>
      </w:pPr>
      <w:r w:rsidRPr="000E3E1F">
        <w:rPr>
          <w:rFonts w:ascii="Browallia New" w:hAnsi="Browallia New" w:cs="Browallia New"/>
          <w:cs/>
        </w:rPr>
        <w:t>เ</w:t>
      </w:r>
      <w:r w:rsidR="00E56E8B" w:rsidRPr="000E3E1F">
        <w:rPr>
          <w:rFonts w:ascii="Browallia New" w:hAnsi="Browallia New" w:cs="Browallia New"/>
          <w:cs/>
        </w:rPr>
        <w:t>งิน</w:t>
      </w:r>
      <w:r w:rsidR="00291DDD" w:rsidRPr="000E3E1F">
        <w:rPr>
          <w:rFonts w:ascii="Browallia New" w:hAnsi="Browallia New" w:cs="Browallia New"/>
          <w:cs/>
        </w:rPr>
        <w:t>ให้</w:t>
      </w:r>
      <w:r w:rsidR="00E56E8B" w:rsidRPr="000E3E1F">
        <w:rPr>
          <w:rFonts w:ascii="Browallia New" w:hAnsi="Browallia New" w:cs="Browallia New"/>
          <w:cs/>
        </w:rPr>
        <w:t>กู้</w:t>
      </w:r>
      <w:r w:rsidR="008D2366" w:rsidRPr="000E3E1F">
        <w:rPr>
          <w:rFonts w:ascii="Browallia New" w:hAnsi="Browallia New" w:cs="Browallia New"/>
          <w:cs/>
        </w:rPr>
        <w:t>ยืม</w:t>
      </w:r>
      <w:r w:rsidR="00400287" w:rsidRPr="000E3E1F">
        <w:rPr>
          <w:rFonts w:ascii="Browallia New" w:hAnsi="Browallia New" w:cs="Browallia New"/>
          <w:cs/>
        </w:rPr>
        <w:t>ระยะสั้น</w:t>
      </w:r>
      <w:r w:rsidR="008D2366" w:rsidRPr="000E3E1F">
        <w:rPr>
          <w:rFonts w:ascii="Browallia New" w:hAnsi="Browallia New" w:cs="Browallia New"/>
          <w:cs/>
        </w:rPr>
        <w:t>แก่บริษัท</w:t>
      </w:r>
      <w:r w:rsidR="000623EF" w:rsidRPr="000E3E1F">
        <w:rPr>
          <w:rFonts w:ascii="Browallia New" w:hAnsi="Browallia New" w:cs="Browallia New"/>
          <w:cs/>
        </w:rPr>
        <w:t xml:space="preserve"> สยามสตีล เวียดนาม จำกัด</w:t>
      </w:r>
      <w:r w:rsidR="00EE61E1" w:rsidRPr="000E3E1F">
        <w:rPr>
          <w:rFonts w:ascii="Browallia New" w:hAnsi="Browallia New" w:cs="Browallia New"/>
          <w:cs/>
        </w:rPr>
        <w:t xml:space="preserve"> </w:t>
      </w:r>
      <w:r w:rsidR="008D2366" w:rsidRPr="000E3E1F">
        <w:rPr>
          <w:rFonts w:ascii="Browallia New" w:hAnsi="Browallia New" w:cs="Browallia New"/>
          <w:cs/>
        </w:rPr>
        <w:t>มีอัตราดอกเบี้ยร้อยละ</w:t>
      </w:r>
      <w:r w:rsidR="00F60E66" w:rsidRPr="000E3E1F">
        <w:rPr>
          <w:rFonts w:ascii="Browallia New" w:hAnsi="Browallia New" w:cs="Browallia New"/>
        </w:rPr>
        <w:t xml:space="preserve"> </w:t>
      </w:r>
      <w:r w:rsidR="00E01ACB" w:rsidRPr="000E3E1F">
        <w:rPr>
          <w:rFonts w:ascii="Browallia New" w:hAnsi="Browallia New" w:cs="Browallia New"/>
        </w:rPr>
        <w:t xml:space="preserve">3.25 - 4.50 </w:t>
      </w:r>
      <w:r w:rsidR="008D2366" w:rsidRPr="000E3E1F">
        <w:rPr>
          <w:rFonts w:ascii="Browallia New" w:hAnsi="Browallia New" w:cs="Browallia New"/>
          <w:cs/>
        </w:rPr>
        <w:t>ต่อปี</w:t>
      </w:r>
      <w:r w:rsidR="00EE61E1" w:rsidRPr="000E3E1F">
        <w:rPr>
          <w:rFonts w:ascii="Browallia New" w:hAnsi="Browallia New" w:cs="Browallia New"/>
          <w:cs/>
        </w:rPr>
        <w:t xml:space="preserve"> </w:t>
      </w:r>
      <w:r w:rsidR="00BC6070" w:rsidRPr="000E3E1F">
        <w:rPr>
          <w:rFonts w:ascii="Browallia New" w:hAnsi="Browallia New" w:cs="Browallia New"/>
          <w:cs/>
        </w:rPr>
        <w:t>โดยไ</w:t>
      </w:r>
      <w:r w:rsidR="00D51C8E" w:rsidRPr="000E3E1F">
        <w:rPr>
          <w:rFonts w:ascii="Browallia New" w:hAnsi="Browallia New" w:cs="Browallia New"/>
          <w:cs/>
        </w:rPr>
        <w:t>ม่</w:t>
      </w:r>
      <w:r w:rsidR="00BC6070" w:rsidRPr="000E3E1F">
        <w:rPr>
          <w:rFonts w:ascii="Browallia New" w:hAnsi="Browallia New" w:cs="Browallia New"/>
          <w:cs/>
        </w:rPr>
        <w:t>มีหลัก</w:t>
      </w:r>
      <w:r w:rsidR="008E748F" w:rsidRPr="000E3E1F">
        <w:rPr>
          <w:rFonts w:ascii="Browallia New" w:hAnsi="Browallia New" w:cs="Browallia New"/>
          <w:cs/>
        </w:rPr>
        <w:t>ทรัพย์ค้ำ</w:t>
      </w:r>
      <w:r w:rsidR="00BC6070" w:rsidRPr="000E3E1F">
        <w:rPr>
          <w:rFonts w:ascii="Browallia New" w:hAnsi="Browallia New" w:cs="Browallia New"/>
          <w:cs/>
        </w:rPr>
        <w:t>ประกัน</w:t>
      </w:r>
      <w:r w:rsidR="00EB6A3B" w:rsidRPr="000E3E1F">
        <w:rPr>
          <w:rFonts w:ascii="Browallia New" w:hAnsi="Browallia New" w:cs="Browallia New"/>
          <w:cs/>
        </w:rPr>
        <w:t xml:space="preserve"> </w:t>
      </w:r>
      <w:r w:rsidR="008D2366" w:rsidRPr="000E3E1F">
        <w:rPr>
          <w:rFonts w:ascii="Browallia New" w:hAnsi="Browallia New" w:cs="Browallia New"/>
          <w:cs/>
        </w:rPr>
        <w:t>เงินกู้ยืมดังกล่าวมีกำหนดชำระคืน</w:t>
      </w:r>
      <w:r w:rsidR="00EB2748" w:rsidRPr="000E3E1F">
        <w:rPr>
          <w:rFonts w:ascii="Browallia New" w:hAnsi="Browallia New" w:cs="Browallia New"/>
          <w:cs/>
        </w:rPr>
        <w:t>ภายใน</w:t>
      </w:r>
      <w:r w:rsidR="003B7FC4" w:rsidRPr="000E3E1F">
        <w:rPr>
          <w:rFonts w:ascii="Browallia New" w:hAnsi="Browallia New" w:cs="Browallia New"/>
          <w:cs/>
        </w:rPr>
        <w:t>หนึ่งปี</w:t>
      </w:r>
    </w:p>
    <w:p w14:paraId="6C18F397" w14:textId="6D4C5D94" w:rsidR="001E78F9" w:rsidRPr="000E3E1F" w:rsidRDefault="001E78F9" w:rsidP="00FC6C64">
      <w:pPr>
        <w:rPr>
          <w:rFonts w:ascii="Browallia New" w:hAnsi="Browallia New" w:cs="Browallia New"/>
        </w:rPr>
      </w:pPr>
    </w:p>
    <w:tbl>
      <w:tblPr>
        <w:tblW w:w="9108" w:type="dxa"/>
        <w:tblInd w:w="288" w:type="dxa"/>
        <w:tblLayout w:type="fixed"/>
        <w:tblLook w:val="04A0" w:firstRow="1" w:lastRow="0" w:firstColumn="1" w:lastColumn="0" w:noHBand="0" w:noVBand="1"/>
      </w:tblPr>
      <w:tblGrid>
        <w:gridCol w:w="3339"/>
        <w:gridCol w:w="1242"/>
        <w:gridCol w:w="239"/>
        <w:gridCol w:w="1273"/>
        <w:gridCol w:w="243"/>
        <w:gridCol w:w="1251"/>
        <w:gridCol w:w="236"/>
        <w:gridCol w:w="1285"/>
      </w:tblGrid>
      <w:tr w:rsidR="002638D9" w:rsidRPr="000E3E1F" w14:paraId="48562897" w14:textId="77777777" w:rsidTr="00CB4821">
        <w:trPr>
          <w:tblHeader/>
        </w:trPr>
        <w:tc>
          <w:tcPr>
            <w:tcW w:w="3339" w:type="dxa"/>
          </w:tcPr>
          <w:p w14:paraId="48562895" w14:textId="77777777" w:rsidR="002638D9" w:rsidRPr="000E3E1F" w:rsidRDefault="002638D9" w:rsidP="003E0B20">
            <w:pPr>
              <w:tabs>
                <w:tab w:val="left" w:pos="540"/>
              </w:tabs>
              <w:rPr>
                <w:rFonts w:ascii="Browallia New" w:hAnsi="Browallia New" w:cs="Browallia New"/>
              </w:rPr>
            </w:pPr>
          </w:p>
        </w:tc>
        <w:tc>
          <w:tcPr>
            <w:tcW w:w="5769" w:type="dxa"/>
            <w:gridSpan w:val="7"/>
            <w:hideMark/>
          </w:tcPr>
          <w:p w14:paraId="48562896" w14:textId="56E9B748" w:rsidR="002638D9" w:rsidRPr="000E3E1F" w:rsidRDefault="002638D9" w:rsidP="003E0B20">
            <w:pPr>
              <w:tabs>
                <w:tab w:val="left" w:pos="540"/>
              </w:tabs>
              <w:ind w:right="-74"/>
              <w:jc w:val="right"/>
              <w:rPr>
                <w:rFonts w:ascii="Browallia New" w:hAnsi="Browallia New" w:cs="Browallia New"/>
              </w:rPr>
            </w:pPr>
            <w:r w:rsidRPr="000E3E1F">
              <w:rPr>
                <w:rFonts w:ascii="Browallia New" w:hAnsi="Browallia New" w:cs="Browallia New"/>
                <w:cs/>
                <w:lang w:val="en-GB"/>
              </w:rPr>
              <w:t>(หน่วย</w:t>
            </w:r>
            <w:r w:rsidR="00F60E66" w:rsidRPr="000E3E1F">
              <w:rPr>
                <w:rFonts w:ascii="Browallia New" w:hAnsi="Browallia New" w:cs="Browallia New"/>
              </w:rPr>
              <w:t xml:space="preserve"> </w:t>
            </w:r>
            <w:r w:rsidRPr="000E3E1F">
              <w:rPr>
                <w:rFonts w:ascii="Browallia New" w:hAnsi="Browallia New" w:cs="Browallia New"/>
                <w:cs/>
                <w:lang w:val="en-GB"/>
              </w:rPr>
              <w:t>:</w:t>
            </w:r>
            <w:r w:rsidR="00F60E66" w:rsidRPr="000E3E1F">
              <w:rPr>
                <w:rFonts w:ascii="Browallia New" w:hAnsi="Browallia New" w:cs="Browallia New"/>
              </w:rPr>
              <w:t xml:space="preserve"> </w:t>
            </w:r>
            <w:r w:rsidRPr="000E3E1F">
              <w:rPr>
                <w:rFonts w:ascii="Browallia New" w:hAnsi="Browallia New" w:cs="Browallia New"/>
                <w:cs/>
                <w:lang w:val="en-GB"/>
              </w:rPr>
              <w:t>พันบาท)</w:t>
            </w:r>
          </w:p>
        </w:tc>
      </w:tr>
      <w:tr w:rsidR="002638D9" w:rsidRPr="000E3E1F" w14:paraId="4856289C" w14:textId="77777777" w:rsidTr="00CB4821">
        <w:trPr>
          <w:tblHeader/>
        </w:trPr>
        <w:tc>
          <w:tcPr>
            <w:tcW w:w="3339" w:type="dxa"/>
          </w:tcPr>
          <w:p w14:paraId="48562898" w14:textId="77777777" w:rsidR="002638D9" w:rsidRPr="000E3E1F" w:rsidRDefault="002638D9" w:rsidP="003E0B20">
            <w:pPr>
              <w:tabs>
                <w:tab w:val="left" w:pos="540"/>
              </w:tabs>
              <w:rPr>
                <w:rFonts w:ascii="Browallia New" w:hAnsi="Browallia New" w:cs="Browallia New"/>
              </w:rPr>
            </w:pPr>
          </w:p>
        </w:tc>
        <w:tc>
          <w:tcPr>
            <w:tcW w:w="2754" w:type="dxa"/>
            <w:gridSpan w:val="3"/>
            <w:tcBorders>
              <w:top w:val="nil"/>
              <w:left w:val="nil"/>
              <w:bottom w:val="single" w:sz="4" w:space="0" w:color="auto"/>
              <w:right w:val="nil"/>
            </w:tcBorders>
            <w:hideMark/>
          </w:tcPr>
          <w:p w14:paraId="48562899" w14:textId="5C18284A" w:rsidR="002638D9" w:rsidRPr="000E3E1F" w:rsidRDefault="00F55468" w:rsidP="003E0B20">
            <w:pPr>
              <w:tabs>
                <w:tab w:val="left" w:pos="540"/>
              </w:tabs>
              <w:ind w:right="109"/>
              <w:jc w:val="center"/>
              <w:rPr>
                <w:rFonts w:ascii="Browallia New" w:hAnsi="Browallia New" w:cs="Browallia New"/>
              </w:rPr>
            </w:pPr>
            <w:r w:rsidRPr="000E3E1F">
              <w:rPr>
                <w:rFonts w:ascii="Browallia New" w:hAnsi="Browallia New" w:cs="Browallia New"/>
                <w:cs/>
              </w:rPr>
              <w:t>ข้อมูลทางการ</w:t>
            </w:r>
            <w:r w:rsidR="002638D9" w:rsidRPr="000E3E1F">
              <w:rPr>
                <w:rFonts w:ascii="Browallia New" w:hAnsi="Browallia New" w:cs="Browallia New"/>
                <w:cs/>
              </w:rPr>
              <w:t>เงินรวม</w:t>
            </w:r>
          </w:p>
        </w:tc>
        <w:tc>
          <w:tcPr>
            <w:tcW w:w="243" w:type="dxa"/>
          </w:tcPr>
          <w:p w14:paraId="4856289A" w14:textId="77777777" w:rsidR="002638D9" w:rsidRPr="000E3E1F" w:rsidRDefault="002638D9" w:rsidP="003E0B20">
            <w:pPr>
              <w:ind w:left="-108" w:right="-108"/>
              <w:jc w:val="center"/>
              <w:rPr>
                <w:rFonts w:ascii="Browallia New" w:hAnsi="Browallia New" w:cs="Browallia New"/>
              </w:rPr>
            </w:pPr>
          </w:p>
        </w:tc>
        <w:tc>
          <w:tcPr>
            <w:tcW w:w="2772" w:type="dxa"/>
            <w:gridSpan w:val="3"/>
            <w:tcBorders>
              <w:top w:val="nil"/>
              <w:left w:val="nil"/>
              <w:bottom w:val="single" w:sz="4" w:space="0" w:color="auto"/>
              <w:right w:val="nil"/>
            </w:tcBorders>
            <w:hideMark/>
          </w:tcPr>
          <w:p w14:paraId="4856289B" w14:textId="3C22CAEB" w:rsidR="002638D9" w:rsidRPr="000E3E1F" w:rsidRDefault="00F55468" w:rsidP="003E0B20">
            <w:pPr>
              <w:tabs>
                <w:tab w:val="left" w:pos="540"/>
              </w:tabs>
              <w:ind w:left="-95"/>
              <w:jc w:val="center"/>
              <w:rPr>
                <w:rFonts w:ascii="Browallia New" w:hAnsi="Browallia New" w:cs="Browallia New"/>
              </w:rPr>
            </w:pPr>
            <w:r w:rsidRPr="000E3E1F">
              <w:rPr>
                <w:rFonts w:ascii="Browallia New" w:hAnsi="Browallia New" w:cs="Browallia New"/>
                <w:cs/>
              </w:rPr>
              <w:t>ข้อมูลทางการ</w:t>
            </w:r>
            <w:r w:rsidR="002638D9" w:rsidRPr="000E3E1F">
              <w:rPr>
                <w:rFonts w:ascii="Browallia New" w:hAnsi="Browallia New" w:cs="Browallia New"/>
                <w:cs/>
              </w:rPr>
              <w:t>เงินเฉพาะบริษัท</w:t>
            </w:r>
          </w:p>
        </w:tc>
      </w:tr>
      <w:tr w:rsidR="004F6935" w:rsidRPr="000E3E1F" w14:paraId="485628A5" w14:textId="77777777" w:rsidTr="00CB4821">
        <w:trPr>
          <w:tblHeader/>
        </w:trPr>
        <w:tc>
          <w:tcPr>
            <w:tcW w:w="3339" w:type="dxa"/>
          </w:tcPr>
          <w:p w14:paraId="4856289D" w14:textId="77777777" w:rsidR="004F6935" w:rsidRPr="000E3E1F" w:rsidRDefault="004F6935" w:rsidP="004F6935">
            <w:pPr>
              <w:pStyle w:val="a3"/>
              <w:tabs>
                <w:tab w:val="clear" w:pos="360"/>
                <w:tab w:val="left" w:pos="540"/>
              </w:tabs>
              <w:rPr>
                <w:rFonts w:ascii="Browallia New" w:hAnsi="Browallia New" w:cs="Browallia New"/>
              </w:rPr>
            </w:pPr>
          </w:p>
        </w:tc>
        <w:tc>
          <w:tcPr>
            <w:tcW w:w="1242" w:type="dxa"/>
            <w:tcBorders>
              <w:top w:val="single" w:sz="4" w:space="0" w:color="auto"/>
              <w:left w:val="nil"/>
              <w:bottom w:val="single" w:sz="4" w:space="0" w:color="auto"/>
              <w:right w:val="nil"/>
            </w:tcBorders>
            <w:vAlign w:val="bottom"/>
            <w:hideMark/>
          </w:tcPr>
          <w:p w14:paraId="4856289E" w14:textId="7FFB495A" w:rsidR="004F6935" w:rsidRPr="000E3E1F" w:rsidRDefault="009D5259" w:rsidP="004F6935">
            <w:pPr>
              <w:ind w:left="-108"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 </w:t>
            </w:r>
            <w:r w:rsidR="00C15348" w:rsidRPr="000E3E1F">
              <w:rPr>
                <w:rFonts w:ascii="Browallia New" w:hAnsi="Browallia New" w:cs="Browallia New"/>
                <w:spacing w:val="-4"/>
              </w:rPr>
              <w:t>2567</w:t>
            </w:r>
          </w:p>
        </w:tc>
        <w:tc>
          <w:tcPr>
            <w:tcW w:w="239" w:type="dxa"/>
            <w:tcBorders>
              <w:top w:val="single" w:sz="4" w:space="0" w:color="auto"/>
              <w:left w:val="nil"/>
              <w:bottom w:val="nil"/>
              <w:right w:val="nil"/>
            </w:tcBorders>
            <w:vAlign w:val="bottom"/>
          </w:tcPr>
          <w:p w14:paraId="4856289F" w14:textId="77777777" w:rsidR="004F6935" w:rsidRPr="000E3E1F" w:rsidRDefault="004F6935" w:rsidP="004F6935">
            <w:pPr>
              <w:ind w:left="-108" w:right="-108"/>
              <w:jc w:val="center"/>
              <w:rPr>
                <w:rFonts w:ascii="Browallia New" w:hAnsi="Browallia New" w:cs="Browallia New"/>
                <w:cs/>
              </w:rPr>
            </w:pPr>
          </w:p>
        </w:tc>
        <w:tc>
          <w:tcPr>
            <w:tcW w:w="1273" w:type="dxa"/>
            <w:tcBorders>
              <w:top w:val="single" w:sz="4" w:space="0" w:color="auto"/>
              <w:left w:val="nil"/>
              <w:bottom w:val="single" w:sz="4" w:space="0" w:color="auto"/>
              <w:right w:val="nil"/>
            </w:tcBorders>
            <w:vAlign w:val="bottom"/>
            <w:hideMark/>
          </w:tcPr>
          <w:p w14:paraId="1C8DDE79" w14:textId="77777777" w:rsidR="004F6935" w:rsidRPr="000E3E1F" w:rsidRDefault="004F6935" w:rsidP="004F6935">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8A0" w14:textId="3CF33B8F" w:rsidR="004F6935" w:rsidRPr="000E3E1F" w:rsidRDefault="004F6935" w:rsidP="004F6935">
            <w:pPr>
              <w:ind w:left="-108" w:right="-108"/>
              <w:jc w:val="center"/>
              <w:rPr>
                <w:rFonts w:ascii="Browallia New" w:hAnsi="Browallia New" w:cs="Browallia New"/>
                <w:cs/>
              </w:rPr>
            </w:pPr>
            <w:r w:rsidRPr="000E3E1F">
              <w:rPr>
                <w:rFonts w:ascii="Browallia New" w:hAnsi="Browallia New" w:cs="Browallia New"/>
              </w:rPr>
              <w:t>256</w:t>
            </w:r>
            <w:r w:rsidR="00C15348" w:rsidRPr="000E3E1F">
              <w:rPr>
                <w:rFonts w:ascii="Browallia New" w:hAnsi="Browallia New" w:cs="Browallia New"/>
              </w:rPr>
              <w:t>6</w:t>
            </w:r>
          </w:p>
        </w:tc>
        <w:tc>
          <w:tcPr>
            <w:tcW w:w="243" w:type="dxa"/>
            <w:vAlign w:val="bottom"/>
          </w:tcPr>
          <w:p w14:paraId="485628A1" w14:textId="77777777" w:rsidR="004F6935" w:rsidRPr="000E3E1F" w:rsidRDefault="004F6935" w:rsidP="004F6935">
            <w:pPr>
              <w:ind w:left="-108" w:right="-108"/>
              <w:jc w:val="center"/>
              <w:rPr>
                <w:rFonts w:ascii="Browallia New" w:hAnsi="Browallia New" w:cs="Browallia New"/>
                <w:cs/>
              </w:rPr>
            </w:pPr>
          </w:p>
        </w:tc>
        <w:tc>
          <w:tcPr>
            <w:tcW w:w="1251" w:type="dxa"/>
            <w:tcBorders>
              <w:top w:val="nil"/>
              <w:left w:val="nil"/>
              <w:bottom w:val="single" w:sz="4" w:space="0" w:color="auto"/>
              <w:right w:val="nil"/>
            </w:tcBorders>
            <w:vAlign w:val="bottom"/>
            <w:hideMark/>
          </w:tcPr>
          <w:p w14:paraId="485628A2" w14:textId="4E06624A" w:rsidR="004F6935" w:rsidRPr="000E3E1F" w:rsidRDefault="009D5259" w:rsidP="004F6935">
            <w:pPr>
              <w:ind w:left="-108"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 </w:t>
            </w:r>
            <w:r w:rsidR="00C15348" w:rsidRPr="000E3E1F">
              <w:rPr>
                <w:rFonts w:ascii="Browallia New" w:hAnsi="Browallia New" w:cs="Browallia New"/>
                <w:spacing w:val="-4"/>
              </w:rPr>
              <w:t>2567</w:t>
            </w:r>
          </w:p>
        </w:tc>
        <w:tc>
          <w:tcPr>
            <w:tcW w:w="236" w:type="dxa"/>
            <w:tcBorders>
              <w:top w:val="single" w:sz="4" w:space="0" w:color="auto"/>
              <w:left w:val="nil"/>
              <w:bottom w:val="nil"/>
              <w:right w:val="nil"/>
            </w:tcBorders>
            <w:vAlign w:val="bottom"/>
          </w:tcPr>
          <w:p w14:paraId="485628A3" w14:textId="77777777" w:rsidR="004F6935" w:rsidRPr="000E3E1F" w:rsidRDefault="004F6935" w:rsidP="004F6935">
            <w:pPr>
              <w:ind w:left="-108" w:right="-108"/>
              <w:jc w:val="center"/>
              <w:rPr>
                <w:rFonts w:ascii="Browallia New" w:hAnsi="Browallia New" w:cs="Browallia New"/>
                <w:cs/>
              </w:rPr>
            </w:pPr>
          </w:p>
        </w:tc>
        <w:tc>
          <w:tcPr>
            <w:tcW w:w="1285" w:type="dxa"/>
            <w:tcBorders>
              <w:top w:val="single" w:sz="4" w:space="0" w:color="auto"/>
              <w:left w:val="nil"/>
              <w:bottom w:val="single" w:sz="4" w:space="0" w:color="auto"/>
              <w:right w:val="nil"/>
            </w:tcBorders>
            <w:vAlign w:val="bottom"/>
            <w:hideMark/>
          </w:tcPr>
          <w:p w14:paraId="5365958D" w14:textId="77777777" w:rsidR="004F6935" w:rsidRPr="000E3E1F" w:rsidRDefault="004F6935" w:rsidP="004F6935">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8A4" w14:textId="09B3A8ED" w:rsidR="004F6935" w:rsidRPr="000E3E1F" w:rsidRDefault="004F6935" w:rsidP="004F6935">
            <w:pPr>
              <w:ind w:left="-108" w:right="-108"/>
              <w:jc w:val="center"/>
              <w:rPr>
                <w:rFonts w:ascii="Browallia New" w:hAnsi="Browallia New" w:cs="Browallia New"/>
              </w:rPr>
            </w:pPr>
            <w:r w:rsidRPr="000E3E1F">
              <w:rPr>
                <w:rFonts w:ascii="Browallia New" w:hAnsi="Browallia New" w:cs="Browallia New"/>
              </w:rPr>
              <w:t>256</w:t>
            </w:r>
            <w:r w:rsidR="00C15348" w:rsidRPr="000E3E1F">
              <w:rPr>
                <w:rFonts w:ascii="Browallia New" w:hAnsi="Browallia New" w:cs="Browallia New"/>
              </w:rPr>
              <w:t>6</w:t>
            </w:r>
          </w:p>
        </w:tc>
      </w:tr>
      <w:tr w:rsidR="008C5CBB" w:rsidRPr="000E3E1F" w14:paraId="114D3D21" w14:textId="77777777" w:rsidTr="00CB4821">
        <w:trPr>
          <w:trHeight w:val="279"/>
        </w:trPr>
        <w:tc>
          <w:tcPr>
            <w:tcW w:w="3339" w:type="dxa"/>
            <w:vAlign w:val="bottom"/>
          </w:tcPr>
          <w:p w14:paraId="0DE3E693" w14:textId="61BEAF6B" w:rsidR="008C5CBB" w:rsidRPr="000E3E1F" w:rsidRDefault="008C5CBB" w:rsidP="003E0B20">
            <w:pPr>
              <w:ind w:right="28"/>
              <w:rPr>
                <w:rFonts w:ascii="Browallia New" w:hAnsi="Browallia New" w:cs="Browallia New"/>
                <w:sz w:val="16"/>
                <w:szCs w:val="16"/>
                <w:u w:val="single"/>
                <w:cs/>
              </w:rPr>
            </w:pPr>
          </w:p>
        </w:tc>
        <w:tc>
          <w:tcPr>
            <w:tcW w:w="1242" w:type="dxa"/>
            <w:tcBorders>
              <w:top w:val="nil"/>
              <w:left w:val="nil"/>
              <w:right w:val="nil"/>
            </w:tcBorders>
            <w:vAlign w:val="bottom"/>
          </w:tcPr>
          <w:p w14:paraId="7B1146C7" w14:textId="77777777" w:rsidR="008C5CBB" w:rsidRPr="000E3E1F" w:rsidRDefault="008C5CBB" w:rsidP="003E0B20">
            <w:pPr>
              <w:tabs>
                <w:tab w:val="left" w:pos="720"/>
              </w:tabs>
              <w:ind w:left="-108" w:right="3"/>
              <w:jc w:val="right"/>
              <w:rPr>
                <w:rFonts w:ascii="Browallia New" w:hAnsi="Browallia New" w:cs="Browallia New"/>
                <w:sz w:val="20"/>
                <w:szCs w:val="20"/>
              </w:rPr>
            </w:pPr>
          </w:p>
        </w:tc>
        <w:tc>
          <w:tcPr>
            <w:tcW w:w="239" w:type="dxa"/>
            <w:vAlign w:val="bottom"/>
          </w:tcPr>
          <w:p w14:paraId="60D53508" w14:textId="77777777" w:rsidR="008C5CBB" w:rsidRPr="000E3E1F" w:rsidRDefault="008C5CBB" w:rsidP="003E0B20">
            <w:pPr>
              <w:tabs>
                <w:tab w:val="left" w:pos="540"/>
              </w:tabs>
              <w:ind w:left="-108" w:right="3"/>
              <w:jc w:val="right"/>
              <w:rPr>
                <w:rFonts w:ascii="Browallia New" w:hAnsi="Browallia New" w:cs="Browallia New"/>
                <w:sz w:val="20"/>
                <w:szCs w:val="20"/>
              </w:rPr>
            </w:pPr>
          </w:p>
        </w:tc>
        <w:tc>
          <w:tcPr>
            <w:tcW w:w="1273" w:type="dxa"/>
            <w:tcBorders>
              <w:top w:val="nil"/>
              <w:left w:val="nil"/>
              <w:right w:val="nil"/>
            </w:tcBorders>
            <w:vAlign w:val="bottom"/>
          </w:tcPr>
          <w:p w14:paraId="6E604DBE" w14:textId="77777777" w:rsidR="008C5CBB" w:rsidRPr="000E3E1F" w:rsidRDefault="008C5CBB" w:rsidP="003E0B20">
            <w:pPr>
              <w:tabs>
                <w:tab w:val="left" w:pos="522"/>
              </w:tabs>
              <w:ind w:left="-108" w:right="68"/>
              <w:jc w:val="center"/>
              <w:rPr>
                <w:rFonts w:ascii="Browallia New" w:hAnsi="Browallia New" w:cs="Browallia New"/>
                <w:sz w:val="20"/>
                <w:szCs w:val="20"/>
              </w:rPr>
            </w:pPr>
          </w:p>
        </w:tc>
        <w:tc>
          <w:tcPr>
            <w:tcW w:w="243" w:type="dxa"/>
          </w:tcPr>
          <w:p w14:paraId="7F936A0E" w14:textId="77777777" w:rsidR="008C5CBB" w:rsidRPr="000E3E1F" w:rsidRDefault="008C5CBB" w:rsidP="003E0B20">
            <w:pPr>
              <w:tabs>
                <w:tab w:val="left" w:pos="540"/>
              </w:tabs>
              <w:ind w:left="-108" w:right="3"/>
              <w:jc w:val="right"/>
              <w:rPr>
                <w:rFonts w:ascii="Browallia New" w:hAnsi="Browallia New" w:cs="Browallia New"/>
                <w:sz w:val="20"/>
                <w:szCs w:val="20"/>
              </w:rPr>
            </w:pPr>
          </w:p>
        </w:tc>
        <w:tc>
          <w:tcPr>
            <w:tcW w:w="1251" w:type="dxa"/>
            <w:tcBorders>
              <w:top w:val="nil"/>
              <w:left w:val="nil"/>
              <w:right w:val="nil"/>
            </w:tcBorders>
            <w:vAlign w:val="bottom"/>
          </w:tcPr>
          <w:p w14:paraId="55589AFD" w14:textId="77777777" w:rsidR="008C5CBB" w:rsidRPr="000E3E1F" w:rsidRDefault="008C5CBB" w:rsidP="003E0B20">
            <w:pPr>
              <w:tabs>
                <w:tab w:val="left" w:pos="720"/>
              </w:tabs>
              <w:ind w:left="-108" w:right="3"/>
              <w:jc w:val="right"/>
              <w:rPr>
                <w:rFonts w:ascii="Browallia New" w:hAnsi="Browallia New" w:cs="Browallia New"/>
                <w:sz w:val="20"/>
                <w:szCs w:val="20"/>
              </w:rPr>
            </w:pPr>
          </w:p>
        </w:tc>
        <w:tc>
          <w:tcPr>
            <w:tcW w:w="236" w:type="dxa"/>
            <w:vAlign w:val="bottom"/>
          </w:tcPr>
          <w:p w14:paraId="433EB826" w14:textId="77777777" w:rsidR="008C5CBB" w:rsidRPr="000E3E1F" w:rsidRDefault="008C5CBB" w:rsidP="003E0B20">
            <w:pPr>
              <w:tabs>
                <w:tab w:val="left" w:pos="540"/>
              </w:tabs>
              <w:ind w:left="-108" w:right="3"/>
              <w:jc w:val="right"/>
              <w:rPr>
                <w:rFonts w:ascii="Browallia New" w:hAnsi="Browallia New" w:cs="Browallia New"/>
                <w:sz w:val="20"/>
                <w:szCs w:val="20"/>
              </w:rPr>
            </w:pPr>
          </w:p>
        </w:tc>
        <w:tc>
          <w:tcPr>
            <w:tcW w:w="1285" w:type="dxa"/>
            <w:tcBorders>
              <w:top w:val="nil"/>
              <w:left w:val="nil"/>
              <w:right w:val="nil"/>
            </w:tcBorders>
            <w:vAlign w:val="bottom"/>
          </w:tcPr>
          <w:p w14:paraId="582B5448" w14:textId="77777777" w:rsidR="008C5CBB" w:rsidRPr="000E3E1F" w:rsidRDefault="008C5CBB" w:rsidP="003E0B20">
            <w:pPr>
              <w:tabs>
                <w:tab w:val="left" w:pos="540"/>
              </w:tabs>
              <w:ind w:left="-108" w:right="3"/>
              <w:jc w:val="right"/>
              <w:rPr>
                <w:rFonts w:ascii="Browallia New" w:hAnsi="Browallia New" w:cs="Browallia New"/>
                <w:sz w:val="20"/>
                <w:szCs w:val="20"/>
              </w:rPr>
            </w:pPr>
          </w:p>
        </w:tc>
      </w:tr>
      <w:tr w:rsidR="00DA25AB" w:rsidRPr="000E3E1F" w14:paraId="425B7B87" w14:textId="77777777" w:rsidTr="00CB4821">
        <w:trPr>
          <w:trHeight w:val="279"/>
        </w:trPr>
        <w:tc>
          <w:tcPr>
            <w:tcW w:w="3339" w:type="dxa"/>
            <w:vAlign w:val="bottom"/>
          </w:tcPr>
          <w:p w14:paraId="051A4199" w14:textId="3032F10C" w:rsidR="00DA25AB" w:rsidRPr="000E3E1F" w:rsidRDefault="00DA25AB" w:rsidP="003E0B20">
            <w:pPr>
              <w:ind w:right="28"/>
              <w:rPr>
                <w:rFonts w:ascii="Browallia New" w:hAnsi="Browallia New" w:cs="Browallia New"/>
                <w:u w:val="single"/>
                <w:cs/>
              </w:rPr>
            </w:pPr>
            <w:r w:rsidRPr="000E3E1F">
              <w:rPr>
                <w:rFonts w:ascii="Browallia New" w:hAnsi="Browallia New" w:cs="Browallia New"/>
                <w:u w:val="single"/>
                <w:cs/>
              </w:rPr>
              <w:t>เจ้าหนี้การค้า</w:t>
            </w:r>
          </w:p>
        </w:tc>
        <w:tc>
          <w:tcPr>
            <w:tcW w:w="1242" w:type="dxa"/>
            <w:tcBorders>
              <w:top w:val="nil"/>
              <w:left w:val="nil"/>
              <w:right w:val="nil"/>
            </w:tcBorders>
            <w:vAlign w:val="bottom"/>
          </w:tcPr>
          <w:p w14:paraId="5B53342A" w14:textId="77777777" w:rsidR="00DA25AB" w:rsidRPr="000E3E1F" w:rsidRDefault="00DA25AB" w:rsidP="003E0B20">
            <w:pPr>
              <w:tabs>
                <w:tab w:val="left" w:pos="720"/>
              </w:tabs>
              <w:ind w:left="-108" w:right="3"/>
              <w:jc w:val="right"/>
              <w:rPr>
                <w:rFonts w:ascii="Browallia New" w:hAnsi="Browallia New" w:cs="Browallia New"/>
              </w:rPr>
            </w:pPr>
          </w:p>
        </w:tc>
        <w:tc>
          <w:tcPr>
            <w:tcW w:w="239" w:type="dxa"/>
            <w:vAlign w:val="bottom"/>
          </w:tcPr>
          <w:p w14:paraId="22052832" w14:textId="77777777" w:rsidR="00DA25AB" w:rsidRPr="000E3E1F" w:rsidRDefault="00DA25AB" w:rsidP="003E0B20">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3AE3C016" w14:textId="77777777" w:rsidR="00DA25AB" w:rsidRPr="000E3E1F" w:rsidRDefault="00DA25AB" w:rsidP="003E0B20">
            <w:pPr>
              <w:tabs>
                <w:tab w:val="left" w:pos="522"/>
              </w:tabs>
              <w:ind w:left="-108" w:right="68"/>
              <w:jc w:val="center"/>
              <w:rPr>
                <w:rFonts w:ascii="Browallia New" w:hAnsi="Browallia New" w:cs="Browallia New"/>
              </w:rPr>
            </w:pPr>
          </w:p>
        </w:tc>
        <w:tc>
          <w:tcPr>
            <w:tcW w:w="243" w:type="dxa"/>
          </w:tcPr>
          <w:p w14:paraId="4E4CCF21" w14:textId="77777777" w:rsidR="00DA25AB" w:rsidRPr="000E3E1F" w:rsidRDefault="00DA25AB" w:rsidP="003E0B20">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73B2F53C" w14:textId="77777777" w:rsidR="00DA25AB" w:rsidRPr="000E3E1F"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0E3E1F" w:rsidRDefault="00DA25AB" w:rsidP="003E0B20">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74783378" w14:textId="77777777" w:rsidR="00DA25AB" w:rsidRPr="000E3E1F" w:rsidRDefault="00DA25AB" w:rsidP="003E0B20">
            <w:pPr>
              <w:tabs>
                <w:tab w:val="left" w:pos="540"/>
              </w:tabs>
              <w:ind w:left="-108" w:right="3"/>
              <w:jc w:val="right"/>
              <w:rPr>
                <w:rFonts w:ascii="Browallia New" w:hAnsi="Browallia New" w:cs="Browallia New"/>
              </w:rPr>
            </w:pPr>
          </w:p>
        </w:tc>
      </w:tr>
      <w:tr w:rsidR="004A51B0" w:rsidRPr="000E3E1F" w14:paraId="485628C0" w14:textId="77777777" w:rsidTr="00CB4821">
        <w:tc>
          <w:tcPr>
            <w:tcW w:w="3339" w:type="dxa"/>
            <w:vAlign w:val="bottom"/>
          </w:tcPr>
          <w:p w14:paraId="485628B8" w14:textId="77777777" w:rsidR="004A51B0" w:rsidRPr="000E3E1F" w:rsidRDefault="004A51B0" w:rsidP="004A51B0">
            <w:pPr>
              <w:ind w:right="28"/>
              <w:rPr>
                <w:rFonts w:ascii="Browallia New" w:hAnsi="Browallia New" w:cs="Browallia New"/>
                <w:u w:val="single"/>
                <w:cs/>
              </w:rPr>
            </w:pPr>
            <w:r w:rsidRPr="000E3E1F">
              <w:rPr>
                <w:rFonts w:ascii="Browallia New" w:hAnsi="Browallia New" w:cs="Browallia New"/>
                <w:lang w:val="en-GB"/>
              </w:rPr>
              <w:t xml:space="preserve">    </w:t>
            </w:r>
            <w:r w:rsidRPr="000E3E1F">
              <w:rPr>
                <w:rFonts w:ascii="Browallia New" w:hAnsi="Browallia New" w:cs="Browallia New"/>
                <w:cs/>
                <w:lang w:val="en-GB"/>
              </w:rPr>
              <w:t>บริษัทที่เกี่ยวข้อง</w:t>
            </w:r>
          </w:p>
        </w:tc>
        <w:tc>
          <w:tcPr>
            <w:tcW w:w="1242" w:type="dxa"/>
            <w:tcBorders>
              <w:bottom w:val="single" w:sz="12" w:space="0" w:color="auto"/>
            </w:tcBorders>
            <w:vAlign w:val="bottom"/>
          </w:tcPr>
          <w:p w14:paraId="485628B9" w14:textId="0980A2CE" w:rsidR="004A51B0" w:rsidRPr="000E3E1F" w:rsidRDefault="00A10A5B" w:rsidP="004A51B0">
            <w:pPr>
              <w:ind w:left="-108" w:right="-24"/>
              <w:jc w:val="right"/>
              <w:rPr>
                <w:rFonts w:ascii="Browallia New" w:hAnsi="Browallia New" w:cs="Browallia New"/>
              </w:rPr>
            </w:pPr>
            <w:r w:rsidRPr="000E3E1F">
              <w:rPr>
                <w:rFonts w:ascii="Browallia New" w:hAnsi="Browallia New" w:cs="Browallia New"/>
              </w:rPr>
              <w:t>121,603</w:t>
            </w:r>
          </w:p>
        </w:tc>
        <w:tc>
          <w:tcPr>
            <w:tcW w:w="239" w:type="dxa"/>
            <w:vAlign w:val="bottom"/>
          </w:tcPr>
          <w:p w14:paraId="485628BA" w14:textId="77777777" w:rsidR="004A51B0" w:rsidRPr="000E3E1F" w:rsidRDefault="004A51B0" w:rsidP="004A51B0">
            <w:pPr>
              <w:tabs>
                <w:tab w:val="left" w:pos="540"/>
              </w:tabs>
              <w:ind w:left="-108" w:right="3"/>
              <w:jc w:val="right"/>
              <w:rPr>
                <w:rFonts w:ascii="Browallia New" w:hAnsi="Browallia New" w:cs="Browallia New"/>
              </w:rPr>
            </w:pPr>
          </w:p>
        </w:tc>
        <w:tc>
          <w:tcPr>
            <w:tcW w:w="1273" w:type="dxa"/>
            <w:tcBorders>
              <w:bottom w:val="single" w:sz="12" w:space="0" w:color="auto"/>
            </w:tcBorders>
            <w:vAlign w:val="bottom"/>
          </w:tcPr>
          <w:p w14:paraId="485628BB" w14:textId="3DE0C90C" w:rsidR="004A51B0" w:rsidRPr="000E3E1F" w:rsidRDefault="004A51B0" w:rsidP="004A51B0">
            <w:pPr>
              <w:ind w:left="-108" w:right="-24"/>
              <w:jc w:val="right"/>
              <w:rPr>
                <w:rFonts w:ascii="Browallia New" w:hAnsi="Browallia New" w:cs="Browallia New"/>
              </w:rPr>
            </w:pPr>
            <w:r w:rsidRPr="000E3E1F">
              <w:rPr>
                <w:rFonts w:ascii="Browallia New" w:hAnsi="Browallia New" w:cs="Browallia New"/>
              </w:rPr>
              <w:t>89,875</w:t>
            </w:r>
          </w:p>
        </w:tc>
        <w:tc>
          <w:tcPr>
            <w:tcW w:w="243" w:type="dxa"/>
          </w:tcPr>
          <w:p w14:paraId="485628BC" w14:textId="77777777" w:rsidR="004A51B0" w:rsidRPr="000E3E1F" w:rsidRDefault="004A51B0" w:rsidP="004A51B0">
            <w:pPr>
              <w:tabs>
                <w:tab w:val="left" w:pos="540"/>
              </w:tabs>
              <w:ind w:left="-108" w:right="3"/>
              <w:jc w:val="right"/>
              <w:rPr>
                <w:rFonts w:ascii="Browallia New" w:hAnsi="Browallia New" w:cs="Browallia New"/>
              </w:rPr>
            </w:pPr>
          </w:p>
        </w:tc>
        <w:tc>
          <w:tcPr>
            <w:tcW w:w="1251" w:type="dxa"/>
            <w:tcBorders>
              <w:bottom w:val="single" w:sz="12" w:space="0" w:color="auto"/>
            </w:tcBorders>
            <w:vAlign w:val="bottom"/>
          </w:tcPr>
          <w:p w14:paraId="485628BD" w14:textId="2195E449" w:rsidR="004A51B0" w:rsidRPr="000E3E1F" w:rsidRDefault="003A2A0F" w:rsidP="004A51B0">
            <w:pPr>
              <w:ind w:left="-108" w:right="-24"/>
              <w:jc w:val="right"/>
              <w:rPr>
                <w:rFonts w:ascii="Browallia New" w:hAnsi="Browallia New" w:cs="Browallia New"/>
              </w:rPr>
            </w:pPr>
            <w:r w:rsidRPr="000E3E1F">
              <w:rPr>
                <w:rFonts w:ascii="Browallia New" w:hAnsi="Browallia New" w:cs="Browallia New"/>
              </w:rPr>
              <w:t>119,373</w:t>
            </w:r>
          </w:p>
        </w:tc>
        <w:tc>
          <w:tcPr>
            <w:tcW w:w="236" w:type="dxa"/>
            <w:vAlign w:val="bottom"/>
          </w:tcPr>
          <w:p w14:paraId="485628BE" w14:textId="77777777" w:rsidR="004A51B0" w:rsidRPr="000E3E1F" w:rsidRDefault="004A51B0" w:rsidP="004A51B0">
            <w:pPr>
              <w:tabs>
                <w:tab w:val="left" w:pos="540"/>
              </w:tabs>
              <w:ind w:left="-108" w:right="3"/>
              <w:jc w:val="right"/>
              <w:rPr>
                <w:rFonts w:ascii="Browallia New" w:hAnsi="Browallia New" w:cs="Browallia New"/>
              </w:rPr>
            </w:pPr>
          </w:p>
        </w:tc>
        <w:tc>
          <w:tcPr>
            <w:tcW w:w="1285" w:type="dxa"/>
            <w:tcBorders>
              <w:bottom w:val="single" w:sz="12" w:space="0" w:color="auto"/>
            </w:tcBorders>
            <w:vAlign w:val="bottom"/>
          </w:tcPr>
          <w:p w14:paraId="485628BF" w14:textId="20106C0E" w:rsidR="004A51B0" w:rsidRPr="000E3E1F" w:rsidRDefault="004A51B0" w:rsidP="004A51B0">
            <w:pPr>
              <w:ind w:left="-108" w:right="-24"/>
              <w:jc w:val="right"/>
              <w:rPr>
                <w:rFonts w:ascii="Browallia New" w:hAnsi="Browallia New" w:cs="Browallia New"/>
              </w:rPr>
            </w:pPr>
            <w:r w:rsidRPr="000E3E1F">
              <w:rPr>
                <w:rFonts w:ascii="Browallia New" w:hAnsi="Browallia New" w:cs="Browallia New"/>
              </w:rPr>
              <w:t>86,678</w:t>
            </w:r>
          </w:p>
        </w:tc>
      </w:tr>
      <w:tr w:rsidR="004A51B0" w:rsidRPr="000E3E1F" w14:paraId="485628C9" w14:textId="77777777" w:rsidTr="00CB4821">
        <w:trPr>
          <w:trHeight w:hRule="exact" w:val="372"/>
        </w:trPr>
        <w:tc>
          <w:tcPr>
            <w:tcW w:w="3339" w:type="dxa"/>
            <w:vAlign w:val="bottom"/>
          </w:tcPr>
          <w:p w14:paraId="485628C1" w14:textId="77777777" w:rsidR="004A51B0" w:rsidRPr="000E3E1F" w:rsidRDefault="004A51B0" w:rsidP="004A51B0">
            <w:pPr>
              <w:ind w:right="28"/>
              <w:rPr>
                <w:rFonts w:ascii="Browallia New" w:hAnsi="Browallia New" w:cs="Browallia New"/>
                <w:sz w:val="16"/>
                <w:szCs w:val="16"/>
                <w:lang w:val="en-GB"/>
              </w:rPr>
            </w:pPr>
          </w:p>
        </w:tc>
        <w:tc>
          <w:tcPr>
            <w:tcW w:w="1242" w:type="dxa"/>
            <w:tcBorders>
              <w:top w:val="single" w:sz="12" w:space="0" w:color="auto"/>
            </w:tcBorders>
            <w:vAlign w:val="bottom"/>
          </w:tcPr>
          <w:p w14:paraId="485628C2" w14:textId="77777777" w:rsidR="004A51B0" w:rsidRPr="000E3E1F" w:rsidRDefault="004A51B0" w:rsidP="004A51B0">
            <w:pPr>
              <w:ind w:left="-108" w:right="-24"/>
              <w:jc w:val="right"/>
              <w:rPr>
                <w:rFonts w:ascii="Browallia New" w:hAnsi="Browallia New" w:cs="Browallia New"/>
                <w:sz w:val="20"/>
                <w:szCs w:val="20"/>
              </w:rPr>
            </w:pPr>
          </w:p>
        </w:tc>
        <w:tc>
          <w:tcPr>
            <w:tcW w:w="239" w:type="dxa"/>
            <w:vAlign w:val="bottom"/>
          </w:tcPr>
          <w:p w14:paraId="485628C3" w14:textId="77777777" w:rsidR="004A51B0" w:rsidRPr="000E3E1F" w:rsidRDefault="004A51B0" w:rsidP="004A51B0">
            <w:pPr>
              <w:tabs>
                <w:tab w:val="left" w:pos="540"/>
              </w:tabs>
              <w:ind w:left="-108" w:right="3"/>
              <w:jc w:val="right"/>
              <w:rPr>
                <w:rFonts w:ascii="Browallia New" w:hAnsi="Browallia New" w:cs="Browallia New"/>
                <w:sz w:val="20"/>
                <w:szCs w:val="20"/>
              </w:rPr>
            </w:pPr>
          </w:p>
        </w:tc>
        <w:tc>
          <w:tcPr>
            <w:tcW w:w="1273" w:type="dxa"/>
            <w:tcBorders>
              <w:top w:val="single" w:sz="12" w:space="0" w:color="auto"/>
            </w:tcBorders>
            <w:vAlign w:val="bottom"/>
          </w:tcPr>
          <w:p w14:paraId="485628C4" w14:textId="77777777" w:rsidR="004A51B0" w:rsidRPr="000E3E1F" w:rsidRDefault="004A51B0" w:rsidP="004A51B0">
            <w:pPr>
              <w:ind w:left="-108" w:right="-24"/>
              <w:jc w:val="right"/>
              <w:rPr>
                <w:rFonts w:ascii="Browallia New" w:hAnsi="Browallia New" w:cs="Browallia New"/>
                <w:sz w:val="20"/>
                <w:szCs w:val="20"/>
              </w:rPr>
            </w:pPr>
          </w:p>
        </w:tc>
        <w:tc>
          <w:tcPr>
            <w:tcW w:w="243" w:type="dxa"/>
          </w:tcPr>
          <w:p w14:paraId="485628C5" w14:textId="77777777" w:rsidR="004A51B0" w:rsidRPr="000E3E1F" w:rsidRDefault="004A51B0" w:rsidP="004A51B0">
            <w:pPr>
              <w:tabs>
                <w:tab w:val="left" w:pos="540"/>
              </w:tabs>
              <w:ind w:left="-108" w:right="3"/>
              <w:jc w:val="right"/>
              <w:rPr>
                <w:rFonts w:ascii="Browallia New" w:hAnsi="Browallia New" w:cs="Browallia New"/>
                <w:sz w:val="20"/>
                <w:szCs w:val="20"/>
              </w:rPr>
            </w:pPr>
          </w:p>
        </w:tc>
        <w:tc>
          <w:tcPr>
            <w:tcW w:w="1251" w:type="dxa"/>
            <w:tcBorders>
              <w:top w:val="single" w:sz="12" w:space="0" w:color="auto"/>
            </w:tcBorders>
            <w:vAlign w:val="bottom"/>
          </w:tcPr>
          <w:p w14:paraId="485628C6" w14:textId="77777777" w:rsidR="004A51B0" w:rsidRPr="000E3E1F" w:rsidRDefault="004A51B0" w:rsidP="004A51B0">
            <w:pPr>
              <w:ind w:left="-108" w:right="-24"/>
              <w:jc w:val="right"/>
              <w:rPr>
                <w:rFonts w:ascii="Browallia New" w:hAnsi="Browallia New" w:cs="Browallia New"/>
                <w:sz w:val="20"/>
                <w:szCs w:val="20"/>
              </w:rPr>
            </w:pPr>
          </w:p>
        </w:tc>
        <w:tc>
          <w:tcPr>
            <w:tcW w:w="236" w:type="dxa"/>
            <w:vAlign w:val="bottom"/>
          </w:tcPr>
          <w:p w14:paraId="485628C7" w14:textId="77777777" w:rsidR="004A51B0" w:rsidRPr="000E3E1F" w:rsidRDefault="004A51B0" w:rsidP="004A51B0">
            <w:pPr>
              <w:tabs>
                <w:tab w:val="left" w:pos="540"/>
              </w:tabs>
              <w:ind w:left="-108" w:right="3"/>
              <w:jc w:val="right"/>
              <w:rPr>
                <w:rFonts w:ascii="Browallia New" w:hAnsi="Browallia New" w:cs="Browallia New"/>
                <w:sz w:val="20"/>
                <w:szCs w:val="20"/>
              </w:rPr>
            </w:pPr>
          </w:p>
        </w:tc>
        <w:tc>
          <w:tcPr>
            <w:tcW w:w="1285" w:type="dxa"/>
            <w:tcBorders>
              <w:top w:val="single" w:sz="12" w:space="0" w:color="auto"/>
            </w:tcBorders>
            <w:vAlign w:val="bottom"/>
          </w:tcPr>
          <w:p w14:paraId="485628C8" w14:textId="77777777" w:rsidR="004A51B0" w:rsidRPr="000E3E1F" w:rsidRDefault="004A51B0" w:rsidP="004A51B0">
            <w:pPr>
              <w:ind w:left="-108" w:right="-24"/>
              <w:jc w:val="right"/>
              <w:rPr>
                <w:rFonts w:ascii="Browallia New" w:hAnsi="Browallia New" w:cs="Browallia New"/>
                <w:sz w:val="20"/>
                <w:szCs w:val="20"/>
              </w:rPr>
            </w:pPr>
          </w:p>
        </w:tc>
      </w:tr>
      <w:tr w:rsidR="004A51B0" w:rsidRPr="000E3E1F" w14:paraId="485628D2" w14:textId="77777777" w:rsidTr="00CB4821">
        <w:tc>
          <w:tcPr>
            <w:tcW w:w="3339" w:type="dxa"/>
            <w:vAlign w:val="bottom"/>
            <w:hideMark/>
          </w:tcPr>
          <w:p w14:paraId="485628CA" w14:textId="77777777" w:rsidR="004A51B0" w:rsidRPr="000E3E1F" w:rsidRDefault="004A51B0" w:rsidP="004A51B0">
            <w:pPr>
              <w:ind w:right="28"/>
              <w:rPr>
                <w:rFonts w:ascii="Browallia New" w:hAnsi="Browallia New" w:cs="Browallia New"/>
                <w:u w:val="single"/>
                <w:lang w:val="en-GB"/>
              </w:rPr>
            </w:pPr>
            <w:r w:rsidRPr="000E3E1F">
              <w:rPr>
                <w:rFonts w:ascii="Browallia New" w:hAnsi="Browallia New" w:cs="Browallia New"/>
                <w:u w:val="single"/>
                <w:cs/>
              </w:rPr>
              <w:t>ค่าตอบแทนผู้บริหารที่สำคัญ</w:t>
            </w:r>
          </w:p>
        </w:tc>
        <w:tc>
          <w:tcPr>
            <w:tcW w:w="1242" w:type="dxa"/>
            <w:vAlign w:val="bottom"/>
          </w:tcPr>
          <w:p w14:paraId="485628CB" w14:textId="77777777" w:rsidR="004A51B0" w:rsidRPr="000E3E1F" w:rsidRDefault="004A51B0" w:rsidP="004A51B0">
            <w:pPr>
              <w:ind w:left="-108" w:right="-24"/>
              <w:jc w:val="right"/>
              <w:rPr>
                <w:rFonts w:ascii="Browallia New" w:hAnsi="Browallia New" w:cs="Browallia New"/>
              </w:rPr>
            </w:pPr>
          </w:p>
        </w:tc>
        <w:tc>
          <w:tcPr>
            <w:tcW w:w="239" w:type="dxa"/>
            <w:vAlign w:val="bottom"/>
          </w:tcPr>
          <w:p w14:paraId="485628CC" w14:textId="77777777" w:rsidR="004A51B0" w:rsidRPr="000E3E1F" w:rsidRDefault="004A51B0" w:rsidP="004A51B0">
            <w:pPr>
              <w:tabs>
                <w:tab w:val="left" w:pos="540"/>
              </w:tabs>
              <w:ind w:left="-108" w:right="3"/>
              <w:jc w:val="right"/>
              <w:rPr>
                <w:rFonts w:ascii="Browallia New" w:hAnsi="Browallia New" w:cs="Browallia New"/>
              </w:rPr>
            </w:pPr>
          </w:p>
        </w:tc>
        <w:tc>
          <w:tcPr>
            <w:tcW w:w="1273" w:type="dxa"/>
            <w:vAlign w:val="bottom"/>
          </w:tcPr>
          <w:p w14:paraId="485628CD" w14:textId="77777777" w:rsidR="004A51B0" w:rsidRPr="000E3E1F" w:rsidRDefault="004A51B0" w:rsidP="004A51B0">
            <w:pPr>
              <w:ind w:left="-108" w:right="-24"/>
              <w:jc w:val="right"/>
              <w:rPr>
                <w:rFonts w:ascii="Browallia New" w:hAnsi="Browallia New" w:cs="Browallia New"/>
              </w:rPr>
            </w:pPr>
          </w:p>
        </w:tc>
        <w:tc>
          <w:tcPr>
            <w:tcW w:w="243" w:type="dxa"/>
          </w:tcPr>
          <w:p w14:paraId="485628CE" w14:textId="77777777" w:rsidR="004A51B0" w:rsidRPr="000E3E1F" w:rsidRDefault="004A51B0" w:rsidP="004A51B0">
            <w:pPr>
              <w:tabs>
                <w:tab w:val="left" w:pos="540"/>
              </w:tabs>
              <w:ind w:left="-108" w:right="3"/>
              <w:jc w:val="right"/>
              <w:rPr>
                <w:rFonts w:ascii="Browallia New" w:hAnsi="Browallia New" w:cs="Browallia New"/>
              </w:rPr>
            </w:pPr>
          </w:p>
        </w:tc>
        <w:tc>
          <w:tcPr>
            <w:tcW w:w="1251" w:type="dxa"/>
            <w:vAlign w:val="bottom"/>
          </w:tcPr>
          <w:p w14:paraId="485628CF" w14:textId="77777777" w:rsidR="004A51B0" w:rsidRPr="000E3E1F" w:rsidRDefault="004A51B0" w:rsidP="004A51B0">
            <w:pPr>
              <w:ind w:left="-108" w:right="-24"/>
              <w:jc w:val="right"/>
              <w:rPr>
                <w:rFonts w:ascii="Browallia New" w:hAnsi="Browallia New" w:cs="Browallia New"/>
              </w:rPr>
            </w:pPr>
          </w:p>
        </w:tc>
        <w:tc>
          <w:tcPr>
            <w:tcW w:w="236" w:type="dxa"/>
            <w:vAlign w:val="bottom"/>
          </w:tcPr>
          <w:p w14:paraId="485628D0" w14:textId="77777777" w:rsidR="004A51B0" w:rsidRPr="000E3E1F" w:rsidRDefault="004A51B0" w:rsidP="004A51B0">
            <w:pPr>
              <w:tabs>
                <w:tab w:val="left" w:pos="540"/>
              </w:tabs>
              <w:ind w:left="-108" w:right="3"/>
              <w:jc w:val="right"/>
              <w:rPr>
                <w:rFonts w:ascii="Browallia New" w:hAnsi="Browallia New" w:cs="Browallia New"/>
              </w:rPr>
            </w:pPr>
          </w:p>
        </w:tc>
        <w:tc>
          <w:tcPr>
            <w:tcW w:w="1285" w:type="dxa"/>
            <w:vAlign w:val="bottom"/>
          </w:tcPr>
          <w:p w14:paraId="485628D1" w14:textId="77777777" w:rsidR="004A51B0" w:rsidRPr="000E3E1F" w:rsidRDefault="004A51B0" w:rsidP="004A51B0">
            <w:pPr>
              <w:ind w:left="-108" w:right="-24"/>
              <w:jc w:val="right"/>
              <w:rPr>
                <w:rFonts w:ascii="Browallia New" w:hAnsi="Browallia New" w:cs="Browallia New"/>
              </w:rPr>
            </w:pPr>
          </w:p>
        </w:tc>
      </w:tr>
      <w:tr w:rsidR="004A51B0" w:rsidRPr="000E3E1F" w14:paraId="485628DB" w14:textId="77777777" w:rsidTr="00CB4821">
        <w:tc>
          <w:tcPr>
            <w:tcW w:w="3339" w:type="dxa"/>
            <w:vAlign w:val="bottom"/>
            <w:hideMark/>
          </w:tcPr>
          <w:p w14:paraId="485628D3" w14:textId="77777777" w:rsidR="004A51B0" w:rsidRPr="000E3E1F" w:rsidRDefault="004A51B0" w:rsidP="004A51B0">
            <w:pPr>
              <w:ind w:right="28" w:firstLine="311"/>
              <w:rPr>
                <w:rFonts w:ascii="Browallia New" w:hAnsi="Browallia New" w:cs="Browallia New"/>
                <w:cs/>
                <w:lang w:val="en-GB"/>
              </w:rPr>
            </w:pPr>
            <w:r w:rsidRPr="000E3E1F">
              <w:rPr>
                <w:rFonts w:ascii="Browallia New" w:hAnsi="Browallia New" w:cs="Browallia New"/>
                <w:cs/>
                <w:lang w:val="en-GB"/>
              </w:rPr>
              <w:t>ผลประโยชน์หลังออกจากงาน</w:t>
            </w:r>
          </w:p>
        </w:tc>
        <w:tc>
          <w:tcPr>
            <w:tcW w:w="1242" w:type="dxa"/>
            <w:tcBorders>
              <w:top w:val="nil"/>
              <w:left w:val="nil"/>
              <w:bottom w:val="single" w:sz="12" w:space="0" w:color="auto"/>
              <w:right w:val="nil"/>
            </w:tcBorders>
            <w:shd w:val="clear" w:color="auto" w:fill="auto"/>
            <w:vAlign w:val="bottom"/>
          </w:tcPr>
          <w:p w14:paraId="485628D4" w14:textId="465C295C" w:rsidR="004A51B0" w:rsidRPr="000E3E1F" w:rsidRDefault="0033783B" w:rsidP="004A51B0">
            <w:pPr>
              <w:ind w:left="-108" w:right="-24"/>
              <w:jc w:val="right"/>
              <w:rPr>
                <w:rFonts w:ascii="Browallia New" w:hAnsi="Browallia New" w:cs="Browallia New"/>
              </w:rPr>
            </w:pPr>
            <w:r w:rsidRPr="000E3E1F">
              <w:rPr>
                <w:rFonts w:ascii="Browallia New" w:hAnsi="Browallia New" w:cs="Browallia New"/>
              </w:rPr>
              <w:t>17,637</w:t>
            </w:r>
          </w:p>
        </w:tc>
        <w:tc>
          <w:tcPr>
            <w:tcW w:w="239" w:type="dxa"/>
            <w:shd w:val="clear" w:color="auto" w:fill="auto"/>
            <w:vAlign w:val="bottom"/>
          </w:tcPr>
          <w:p w14:paraId="485628D5" w14:textId="77777777" w:rsidR="004A51B0" w:rsidRPr="000E3E1F" w:rsidRDefault="004A51B0" w:rsidP="004A51B0">
            <w:pPr>
              <w:tabs>
                <w:tab w:val="left" w:pos="540"/>
              </w:tabs>
              <w:ind w:left="-108" w:right="3"/>
              <w:jc w:val="right"/>
              <w:rPr>
                <w:rFonts w:ascii="Browallia New" w:hAnsi="Browallia New" w:cs="Browallia New"/>
              </w:rPr>
            </w:pPr>
          </w:p>
        </w:tc>
        <w:tc>
          <w:tcPr>
            <w:tcW w:w="1273" w:type="dxa"/>
            <w:tcBorders>
              <w:top w:val="nil"/>
              <w:left w:val="nil"/>
              <w:bottom w:val="single" w:sz="12" w:space="0" w:color="auto"/>
              <w:right w:val="nil"/>
            </w:tcBorders>
            <w:shd w:val="clear" w:color="auto" w:fill="auto"/>
            <w:vAlign w:val="bottom"/>
          </w:tcPr>
          <w:p w14:paraId="485628D6" w14:textId="738DAE6B" w:rsidR="004A51B0" w:rsidRPr="000E3E1F" w:rsidRDefault="004A51B0" w:rsidP="004A51B0">
            <w:pPr>
              <w:ind w:left="-108" w:right="-24"/>
              <w:jc w:val="right"/>
              <w:rPr>
                <w:rFonts w:ascii="Browallia New" w:hAnsi="Browallia New" w:cs="Browallia New"/>
              </w:rPr>
            </w:pPr>
            <w:r w:rsidRPr="000E3E1F">
              <w:rPr>
                <w:rFonts w:ascii="Browallia New" w:hAnsi="Browallia New" w:cs="Browallia New"/>
              </w:rPr>
              <w:t>18,599</w:t>
            </w:r>
          </w:p>
        </w:tc>
        <w:tc>
          <w:tcPr>
            <w:tcW w:w="243" w:type="dxa"/>
            <w:shd w:val="clear" w:color="auto" w:fill="auto"/>
          </w:tcPr>
          <w:p w14:paraId="485628D7" w14:textId="77777777" w:rsidR="004A51B0" w:rsidRPr="000E3E1F" w:rsidRDefault="004A51B0" w:rsidP="004A51B0">
            <w:pPr>
              <w:tabs>
                <w:tab w:val="left" w:pos="540"/>
              </w:tabs>
              <w:ind w:left="-108" w:right="3"/>
              <w:jc w:val="right"/>
              <w:rPr>
                <w:rFonts w:ascii="Browallia New" w:hAnsi="Browallia New" w:cs="Browallia New"/>
              </w:rPr>
            </w:pPr>
          </w:p>
        </w:tc>
        <w:tc>
          <w:tcPr>
            <w:tcW w:w="1251" w:type="dxa"/>
            <w:tcBorders>
              <w:top w:val="nil"/>
              <w:left w:val="nil"/>
              <w:bottom w:val="single" w:sz="12" w:space="0" w:color="auto"/>
              <w:right w:val="nil"/>
            </w:tcBorders>
            <w:shd w:val="clear" w:color="auto" w:fill="auto"/>
            <w:vAlign w:val="bottom"/>
          </w:tcPr>
          <w:p w14:paraId="485628D8" w14:textId="4B4A2538" w:rsidR="004A51B0" w:rsidRPr="000E3E1F" w:rsidRDefault="00AA103A" w:rsidP="004A51B0">
            <w:pPr>
              <w:ind w:left="-108" w:right="-24"/>
              <w:jc w:val="right"/>
              <w:rPr>
                <w:rFonts w:ascii="Browallia New" w:hAnsi="Browallia New" w:cs="Browallia New"/>
              </w:rPr>
            </w:pPr>
            <w:r w:rsidRPr="000E3E1F">
              <w:rPr>
                <w:rFonts w:ascii="Browallia New" w:hAnsi="Browallia New" w:cs="Browallia New"/>
              </w:rPr>
              <w:t>17,637</w:t>
            </w:r>
          </w:p>
        </w:tc>
        <w:tc>
          <w:tcPr>
            <w:tcW w:w="236" w:type="dxa"/>
            <w:shd w:val="clear" w:color="auto" w:fill="auto"/>
            <w:vAlign w:val="bottom"/>
          </w:tcPr>
          <w:p w14:paraId="485628D9" w14:textId="77777777" w:rsidR="004A51B0" w:rsidRPr="000E3E1F" w:rsidRDefault="004A51B0" w:rsidP="004A51B0">
            <w:pPr>
              <w:tabs>
                <w:tab w:val="left" w:pos="540"/>
              </w:tabs>
              <w:ind w:left="-108" w:right="3"/>
              <w:jc w:val="right"/>
              <w:rPr>
                <w:rFonts w:ascii="Browallia New" w:hAnsi="Browallia New" w:cs="Browallia New"/>
              </w:rPr>
            </w:pPr>
          </w:p>
        </w:tc>
        <w:tc>
          <w:tcPr>
            <w:tcW w:w="1285" w:type="dxa"/>
            <w:tcBorders>
              <w:top w:val="nil"/>
              <w:left w:val="nil"/>
              <w:bottom w:val="single" w:sz="12" w:space="0" w:color="auto"/>
              <w:right w:val="nil"/>
            </w:tcBorders>
            <w:shd w:val="clear" w:color="auto" w:fill="auto"/>
            <w:vAlign w:val="bottom"/>
          </w:tcPr>
          <w:p w14:paraId="485628DA" w14:textId="310E160D" w:rsidR="004A51B0" w:rsidRPr="000E3E1F" w:rsidRDefault="004A51B0" w:rsidP="004A51B0">
            <w:pPr>
              <w:ind w:left="-108" w:right="-24"/>
              <w:jc w:val="right"/>
              <w:rPr>
                <w:rFonts w:ascii="Browallia New" w:hAnsi="Browallia New" w:cs="Browallia New"/>
              </w:rPr>
            </w:pPr>
            <w:r w:rsidRPr="000E3E1F">
              <w:rPr>
                <w:rFonts w:ascii="Browallia New" w:hAnsi="Browallia New" w:cs="Browallia New"/>
              </w:rPr>
              <w:t>18,599</w:t>
            </w:r>
          </w:p>
        </w:tc>
      </w:tr>
    </w:tbl>
    <w:p w14:paraId="2D514CF6" w14:textId="6703A4B2" w:rsidR="001E78F9" w:rsidRPr="000E3E1F" w:rsidRDefault="001E78F9" w:rsidP="001E78F9">
      <w:pPr>
        <w:tabs>
          <w:tab w:val="left" w:pos="426"/>
        </w:tabs>
        <w:ind w:left="360"/>
        <w:jc w:val="thaiDistribute"/>
        <w:rPr>
          <w:rFonts w:ascii="Browallia New" w:hAnsi="Browallia New" w:cs="Browallia New"/>
          <w:b/>
          <w:bCs/>
        </w:rPr>
      </w:pPr>
    </w:p>
    <w:p w14:paraId="6D28213D" w14:textId="77777777" w:rsidR="000651D8" w:rsidRPr="000E3E1F" w:rsidRDefault="000651D8">
      <w:pPr>
        <w:rPr>
          <w:rFonts w:ascii="Browallia New" w:hAnsi="Browallia New" w:cs="Browallia New"/>
          <w:b/>
          <w:bCs/>
          <w:cs/>
        </w:rPr>
      </w:pPr>
      <w:r w:rsidRPr="000E3E1F">
        <w:rPr>
          <w:rFonts w:ascii="Browallia New" w:hAnsi="Browallia New" w:cs="Browallia New"/>
          <w:b/>
          <w:bCs/>
          <w:cs/>
        </w:rPr>
        <w:br w:type="page"/>
      </w:r>
    </w:p>
    <w:p w14:paraId="48562975" w14:textId="45EB40F7" w:rsidR="002037AC" w:rsidRPr="000E3E1F"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lastRenderedPageBreak/>
        <w:t>สินค้าคงเหลือ</w:t>
      </w:r>
      <w:r w:rsidR="0026270B" w:rsidRPr="000E3E1F">
        <w:rPr>
          <w:rFonts w:ascii="Browallia New" w:hAnsi="Browallia New" w:cs="Browallia New"/>
          <w:b/>
          <w:bCs/>
        </w:rPr>
        <w:t xml:space="preserve"> - </w:t>
      </w:r>
      <w:r w:rsidR="0026270B" w:rsidRPr="000E3E1F">
        <w:rPr>
          <w:rFonts w:ascii="Browallia New" w:hAnsi="Browallia New" w:cs="Browallia New"/>
          <w:b/>
          <w:bCs/>
          <w:cs/>
        </w:rPr>
        <w:t>สุทธิ</w:t>
      </w:r>
    </w:p>
    <w:p w14:paraId="7CD20345" w14:textId="77777777" w:rsidR="003A5EBE" w:rsidRPr="000E3E1F" w:rsidRDefault="003A5EBE" w:rsidP="00DC495D">
      <w:pPr>
        <w:pStyle w:val="ListParagraph"/>
        <w:spacing w:after="0" w:line="240" w:lineRule="auto"/>
        <w:ind w:left="360"/>
        <w:jc w:val="thaiDistribute"/>
        <w:rPr>
          <w:rFonts w:ascii="Browallia New" w:hAnsi="Browallia New" w:cs="Browallia New"/>
          <w:sz w:val="28"/>
        </w:rPr>
      </w:pPr>
    </w:p>
    <w:tbl>
      <w:tblPr>
        <w:tblW w:w="9019" w:type="dxa"/>
        <w:tblInd w:w="378" w:type="dxa"/>
        <w:tblLayout w:type="fixed"/>
        <w:tblLook w:val="0000" w:firstRow="0" w:lastRow="0" w:firstColumn="0" w:lastColumn="0" w:noHBand="0" w:noVBand="0"/>
      </w:tblPr>
      <w:tblGrid>
        <w:gridCol w:w="3249"/>
        <w:gridCol w:w="1260"/>
        <w:gridCol w:w="239"/>
        <w:gridCol w:w="1257"/>
        <w:gridCol w:w="236"/>
        <w:gridCol w:w="1260"/>
        <w:gridCol w:w="236"/>
        <w:gridCol w:w="1282"/>
      </w:tblGrid>
      <w:tr w:rsidR="003E4706" w:rsidRPr="000E3E1F" w14:paraId="4856297A" w14:textId="77777777" w:rsidTr="007F4BD2">
        <w:trPr>
          <w:cantSplit/>
          <w:trHeight w:val="20"/>
        </w:trPr>
        <w:tc>
          <w:tcPr>
            <w:tcW w:w="3249" w:type="dxa"/>
            <w:vAlign w:val="bottom"/>
          </w:tcPr>
          <w:p w14:paraId="48562976" w14:textId="77777777" w:rsidR="003E4706" w:rsidRPr="000E3E1F"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0E3E1F"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0E3E1F"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0E3E1F" w:rsidRDefault="003E4706" w:rsidP="003E0B20">
            <w:pPr>
              <w:pStyle w:val="3"/>
              <w:tabs>
                <w:tab w:val="clear" w:pos="360"/>
                <w:tab w:val="clear" w:pos="720"/>
              </w:tabs>
              <w:jc w:val="right"/>
              <w:rPr>
                <w:rFonts w:ascii="Browallia New" w:hAnsi="Browallia New" w:cs="Browallia New"/>
                <w:sz w:val="28"/>
                <w:szCs w:val="28"/>
              </w:rPr>
            </w:pPr>
            <w:r w:rsidRPr="000E3E1F">
              <w:rPr>
                <w:rFonts w:ascii="Browallia New" w:hAnsi="Browallia New" w:cs="Browallia New"/>
                <w:sz w:val="28"/>
                <w:szCs w:val="28"/>
              </w:rPr>
              <w:t>(</w:t>
            </w:r>
            <w:proofErr w:type="gramStart"/>
            <w:r w:rsidRPr="000E3E1F">
              <w:rPr>
                <w:rFonts w:ascii="Browallia New" w:hAnsi="Browallia New" w:cs="Browallia New"/>
                <w:sz w:val="28"/>
                <w:szCs w:val="28"/>
                <w:cs/>
              </w:rPr>
              <w:t>หน่วย</w:t>
            </w:r>
            <w:r w:rsidR="00F60E66" w:rsidRPr="000E3E1F">
              <w:rPr>
                <w:rFonts w:ascii="Browallia New" w:hAnsi="Browallia New" w:cs="Browallia New"/>
                <w:sz w:val="28"/>
                <w:szCs w:val="28"/>
              </w:rPr>
              <w:t xml:space="preserve"> </w:t>
            </w:r>
            <w:r w:rsidRPr="000E3E1F">
              <w:rPr>
                <w:rFonts w:ascii="Browallia New" w:hAnsi="Browallia New" w:cs="Browallia New"/>
                <w:sz w:val="28"/>
                <w:szCs w:val="28"/>
                <w:lang w:val="en-GB"/>
              </w:rPr>
              <w:t>:</w:t>
            </w:r>
            <w:proofErr w:type="gramEnd"/>
            <w:r w:rsidR="00F60E66" w:rsidRPr="000E3E1F">
              <w:rPr>
                <w:rFonts w:ascii="Browallia New" w:hAnsi="Browallia New" w:cs="Browallia New"/>
                <w:sz w:val="28"/>
                <w:szCs w:val="28"/>
              </w:rPr>
              <w:t xml:space="preserve"> </w:t>
            </w:r>
            <w:r w:rsidRPr="000E3E1F">
              <w:rPr>
                <w:rFonts w:ascii="Browallia New" w:hAnsi="Browallia New" w:cs="Browallia New"/>
                <w:sz w:val="28"/>
                <w:szCs w:val="28"/>
                <w:cs/>
                <w:lang w:val="en-GB"/>
              </w:rPr>
              <w:t>พัน</w:t>
            </w:r>
            <w:r w:rsidRPr="000E3E1F">
              <w:rPr>
                <w:rFonts w:ascii="Browallia New" w:hAnsi="Browallia New" w:cs="Browallia New"/>
                <w:sz w:val="28"/>
                <w:szCs w:val="28"/>
                <w:cs/>
              </w:rPr>
              <w:t>บาท)</w:t>
            </w:r>
          </w:p>
        </w:tc>
      </w:tr>
      <w:tr w:rsidR="003E4706" w:rsidRPr="000E3E1F" w14:paraId="4856297F" w14:textId="77777777" w:rsidTr="007F4BD2">
        <w:trPr>
          <w:cantSplit/>
          <w:trHeight w:val="20"/>
        </w:trPr>
        <w:tc>
          <w:tcPr>
            <w:tcW w:w="3249" w:type="dxa"/>
            <w:vAlign w:val="bottom"/>
          </w:tcPr>
          <w:p w14:paraId="4856297B" w14:textId="77777777" w:rsidR="003E4706" w:rsidRPr="000E3E1F" w:rsidRDefault="003E4706" w:rsidP="003E0B20">
            <w:pPr>
              <w:pStyle w:val="3"/>
              <w:tabs>
                <w:tab w:val="clear" w:pos="360"/>
                <w:tab w:val="clear" w:pos="720"/>
              </w:tabs>
              <w:jc w:val="center"/>
              <w:rPr>
                <w:rFonts w:ascii="Browallia New" w:hAnsi="Browallia New" w:cs="Browallia New"/>
                <w:sz w:val="28"/>
                <w:szCs w:val="28"/>
              </w:rPr>
            </w:pPr>
            <w:r w:rsidRPr="000E3E1F">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1F88DAF6" w:rsidR="003E4706" w:rsidRPr="000E3E1F" w:rsidRDefault="00892FB5" w:rsidP="003E0B20">
            <w:pPr>
              <w:jc w:val="center"/>
              <w:rPr>
                <w:rFonts w:ascii="Browallia New" w:hAnsi="Browallia New" w:cs="Browallia New"/>
              </w:rPr>
            </w:pPr>
            <w:r w:rsidRPr="000E3E1F">
              <w:rPr>
                <w:rFonts w:ascii="Browallia New" w:hAnsi="Browallia New" w:cs="Browallia New"/>
                <w:cs/>
              </w:rPr>
              <w:t>ข้อมูล</w:t>
            </w:r>
            <w:r w:rsidR="004A6DA0" w:rsidRPr="000E3E1F">
              <w:rPr>
                <w:rFonts w:ascii="Browallia New" w:hAnsi="Browallia New" w:cs="Browallia New"/>
                <w:cs/>
              </w:rPr>
              <w:t>ทาง</w:t>
            </w:r>
            <w:r w:rsidR="003E4706" w:rsidRPr="000E3E1F">
              <w:rPr>
                <w:rFonts w:ascii="Browallia New" w:hAnsi="Browallia New" w:cs="Browallia New"/>
                <w:cs/>
              </w:rPr>
              <w:t>การเงินรวม</w:t>
            </w:r>
          </w:p>
        </w:tc>
        <w:tc>
          <w:tcPr>
            <w:tcW w:w="236" w:type="dxa"/>
            <w:tcBorders>
              <w:left w:val="nil"/>
            </w:tcBorders>
            <w:vAlign w:val="bottom"/>
          </w:tcPr>
          <w:p w14:paraId="4856297D" w14:textId="77777777" w:rsidR="003E4706" w:rsidRPr="000E3E1F"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2C1E2972" w:rsidR="003E4706" w:rsidRPr="000E3E1F" w:rsidRDefault="000B2410" w:rsidP="003E0B20">
            <w:pPr>
              <w:ind w:right="72"/>
              <w:jc w:val="center"/>
              <w:rPr>
                <w:rFonts w:ascii="Browallia New" w:hAnsi="Browallia New" w:cs="Browallia New"/>
                <w:cs/>
              </w:rPr>
            </w:pPr>
            <w:r w:rsidRPr="000E3E1F">
              <w:rPr>
                <w:rFonts w:ascii="Browallia New" w:hAnsi="Browallia New" w:cs="Browallia New"/>
                <w:cs/>
              </w:rPr>
              <w:t>ข้อมูลทาง</w:t>
            </w:r>
            <w:r w:rsidR="003E4706" w:rsidRPr="000E3E1F">
              <w:rPr>
                <w:rFonts w:ascii="Browallia New" w:hAnsi="Browallia New" w:cs="Browallia New"/>
                <w:cs/>
              </w:rPr>
              <w:t>การเงินเฉพาะบริษัท</w:t>
            </w:r>
          </w:p>
        </w:tc>
      </w:tr>
      <w:tr w:rsidR="00CD32AB" w:rsidRPr="000E3E1F" w14:paraId="4856298C" w14:textId="77777777" w:rsidTr="007F4BD2">
        <w:trPr>
          <w:cantSplit/>
          <w:trHeight w:val="20"/>
        </w:trPr>
        <w:tc>
          <w:tcPr>
            <w:tcW w:w="3249" w:type="dxa"/>
            <w:vAlign w:val="bottom"/>
          </w:tcPr>
          <w:p w14:paraId="48562980" w14:textId="77777777" w:rsidR="00CD32AB" w:rsidRPr="000E3E1F" w:rsidRDefault="00CD32AB" w:rsidP="00CD32A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7AE942A6" w:rsidR="00CD32AB" w:rsidRPr="000E3E1F" w:rsidRDefault="00C862D4" w:rsidP="00CD32AB">
            <w:pPr>
              <w:ind w:left="-105"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 </w:t>
            </w:r>
            <w:r w:rsidR="009A7E95" w:rsidRPr="000E3E1F">
              <w:rPr>
                <w:rFonts w:ascii="Browallia New" w:hAnsi="Browallia New" w:cs="Browallia New"/>
              </w:rPr>
              <w:t>2567</w:t>
            </w:r>
          </w:p>
        </w:tc>
        <w:tc>
          <w:tcPr>
            <w:tcW w:w="239" w:type="dxa"/>
            <w:tcBorders>
              <w:top w:val="single" w:sz="4" w:space="0" w:color="auto"/>
              <w:left w:val="nil"/>
            </w:tcBorders>
            <w:vAlign w:val="bottom"/>
          </w:tcPr>
          <w:p w14:paraId="48562983" w14:textId="77777777" w:rsidR="00CD32AB" w:rsidRPr="000E3E1F" w:rsidRDefault="00CD32AB" w:rsidP="00CD32AB">
            <w:pPr>
              <w:ind w:left="-105" w:right="-108"/>
              <w:jc w:val="right"/>
              <w:rPr>
                <w:rFonts w:ascii="Browallia New" w:hAnsi="Browallia New" w:cs="Browallia New"/>
                <w:u w:val="single"/>
              </w:rPr>
            </w:pPr>
          </w:p>
        </w:tc>
        <w:tc>
          <w:tcPr>
            <w:tcW w:w="1257" w:type="dxa"/>
            <w:tcBorders>
              <w:top w:val="single" w:sz="4" w:space="0" w:color="auto"/>
              <w:bottom w:val="single" w:sz="4" w:space="0" w:color="auto"/>
            </w:tcBorders>
            <w:vAlign w:val="bottom"/>
          </w:tcPr>
          <w:p w14:paraId="50EE021B" w14:textId="77777777" w:rsidR="00CD32AB" w:rsidRPr="000E3E1F" w:rsidRDefault="00CD32AB" w:rsidP="00CD32AB">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985" w14:textId="74D27769" w:rsidR="00CD32AB" w:rsidRPr="000E3E1F" w:rsidRDefault="00CD32AB" w:rsidP="00CD32AB">
            <w:pPr>
              <w:ind w:left="-105" w:right="-108"/>
              <w:jc w:val="center"/>
              <w:rPr>
                <w:rFonts w:ascii="Browallia New" w:hAnsi="Browallia New" w:cs="Browallia New"/>
                <w:cs/>
              </w:rPr>
            </w:pPr>
            <w:r w:rsidRPr="000E3E1F">
              <w:rPr>
                <w:rFonts w:ascii="Browallia New" w:hAnsi="Browallia New" w:cs="Browallia New"/>
              </w:rPr>
              <w:t>256</w:t>
            </w:r>
            <w:r w:rsidR="009A7E95" w:rsidRPr="000E3E1F">
              <w:rPr>
                <w:rFonts w:ascii="Browallia New" w:hAnsi="Browallia New" w:cs="Browallia New"/>
              </w:rPr>
              <w:t>6</w:t>
            </w:r>
          </w:p>
        </w:tc>
        <w:tc>
          <w:tcPr>
            <w:tcW w:w="236" w:type="dxa"/>
            <w:tcBorders>
              <w:left w:val="nil"/>
            </w:tcBorders>
            <w:vAlign w:val="bottom"/>
          </w:tcPr>
          <w:p w14:paraId="48562986" w14:textId="77777777" w:rsidR="00CD32AB" w:rsidRPr="000E3E1F"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5279B365" w:rsidR="00CD32AB" w:rsidRPr="000E3E1F" w:rsidRDefault="00C862D4" w:rsidP="00CD32AB">
            <w:pPr>
              <w:ind w:left="-105"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lang w:val="th-TH"/>
              </w:rPr>
              <w:t xml:space="preserve"> กันยายน </w:t>
            </w:r>
            <w:r w:rsidR="009A7E95" w:rsidRPr="000E3E1F">
              <w:rPr>
                <w:rFonts w:ascii="Browallia New" w:hAnsi="Browallia New" w:cs="Browallia New"/>
              </w:rPr>
              <w:t>2567</w:t>
            </w:r>
          </w:p>
        </w:tc>
        <w:tc>
          <w:tcPr>
            <w:tcW w:w="236" w:type="dxa"/>
            <w:tcBorders>
              <w:top w:val="single" w:sz="4" w:space="0" w:color="auto"/>
            </w:tcBorders>
            <w:vAlign w:val="bottom"/>
          </w:tcPr>
          <w:p w14:paraId="48562989" w14:textId="77777777" w:rsidR="00CD32AB" w:rsidRPr="000E3E1F"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0E3E1F" w:rsidRDefault="00CD32AB" w:rsidP="00CD32AB">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w:t>
            </w:r>
          </w:p>
          <w:p w14:paraId="4856298B" w14:textId="1DEB934E" w:rsidR="00CD32AB" w:rsidRPr="000E3E1F" w:rsidRDefault="00CD32AB" w:rsidP="00CD32AB">
            <w:pPr>
              <w:ind w:left="-105" w:right="-108"/>
              <w:jc w:val="center"/>
              <w:rPr>
                <w:rFonts w:ascii="Browallia New" w:hAnsi="Browallia New" w:cs="Browallia New"/>
                <w:cs/>
              </w:rPr>
            </w:pPr>
            <w:r w:rsidRPr="000E3E1F">
              <w:rPr>
                <w:rFonts w:ascii="Browallia New" w:hAnsi="Browallia New" w:cs="Browallia New"/>
              </w:rPr>
              <w:t>256</w:t>
            </w:r>
            <w:r w:rsidR="009A7E95" w:rsidRPr="000E3E1F">
              <w:rPr>
                <w:rFonts w:ascii="Browallia New" w:hAnsi="Browallia New" w:cs="Browallia New"/>
              </w:rPr>
              <w:t>6</w:t>
            </w:r>
          </w:p>
        </w:tc>
      </w:tr>
      <w:tr w:rsidR="003E4706" w:rsidRPr="000E3E1F" w14:paraId="48562995" w14:textId="77777777" w:rsidTr="00CB4821">
        <w:trPr>
          <w:cantSplit/>
          <w:trHeight w:val="199"/>
        </w:trPr>
        <w:tc>
          <w:tcPr>
            <w:tcW w:w="3249" w:type="dxa"/>
            <w:vAlign w:val="bottom"/>
          </w:tcPr>
          <w:p w14:paraId="4856298D" w14:textId="77777777" w:rsidR="003E4706" w:rsidRPr="000E3E1F"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0E3E1F" w:rsidRDefault="003E4706" w:rsidP="003E0B20">
            <w:pPr>
              <w:jc w:val="right"/>
              <w:rPr>
                <w:rFonts w:ascii="Browallia New" w:hAnsi="Browallia New" w:cs="Browallia New"/>
              </w:rPr>
            </w:pPr>
          </w:p>
        </w:tc>
        <w:tc>
          <w:tcPr>
            <w:tcW w:w="239" w:type="dxa"/>
            <w:tcBorders>
              <w:left w:val="nil"/>
            </w:tcBorders>
            <w:vAlign w:val="bottom"/>
          </w:tcPr>
          <w:p w14:paraId="4856298F" w14:textId="77777777" w:rsidR="003E4706" w:rsidRPr="000E3E1F" w:rsidRDefault="003E4706" w:rsidP="003E0B20">
            <w:pPr>
              <w:rPr>
                <w:rFonts w:ascii="Browallia New" w:hAnsi="Browallia New" w:cs="Browallia New"/>
              </w:rPr>
            </w:pPr>
          </w:p>
        </w:tc>
        <w:tc>
          <w:tcPr>
            <w:tcW w:w="1257" w:type="dxa"/>
            <w:vAlign w:val="bottom"/>
          </w:tcPr>
          <w:p w14:paraId="48562990" w14:textId="77777777" w:rsidR="003E4706" w:rsidRPr="000E3E1F"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0E3E1F" w:rsidRDefault="003E4706" w:rsidP="003E0B20">
            <w:pPr>
              <w:rPr>
                <w:rFonts w:ascii="Browallia New" w:hAnsi="Browallia New" w:cs="Browallia New"/>
              </w:rPr>
            </w:pPr>
          </w:p>
        </w:tc>
        <w:tc>
          <w:tcPr>
            <w:tcW w:w="1260" w:type="dxa"/>
            <w:vAlign w:val="bottom"/>
          </w:tcPr>
          <w:p w14:paraId="48562992" w14:textId="77777777" w:rsidR="003E4706" w:rsidRPr="000E3E1F" w:rsidRDefault="003E4706" w:rsidP="003E0B20">
            <w:pPr>
              <w:jc w:val="right"/>
              <w:rPr>
                <w:rFonts w:ascii="Browallia New" w:hAnsi="Browallia New" w:cs="Browallia New"/>
              </w:rPr>
            </w:pPr>
          </w:p>
        </w:tc>
        <w:tc>
          <w:tcPr>
            <w:tcW w:w="236" w:type="dxa"/>
            <w:vAlign w:val="bottom"/>
          </w:tcPr>
          <w:p w14:paraId="48562993" w14:textId="77777777" w:rsidR="003E4706" w:rsidRPr="000E3E1F"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0E3E1F" w:rsidRDefault="003E4706" w:rsidP="003E0B20">
            <w:pPr>
              <w:jc w:val="right"/>
              <w:rPr>
                <w:rFonts w:ascii="Browallia New" w:hAnsi="Browallia New" w:cs="Browallia New"/>
              </w:rPr>
            </w:pPr>
          </w:p>
        </w:tc>
      </w:tr>
      <w:tr w:rsidR="004C26D4" w:rsidRPr="000E3E1F" w14:paraId="6D221981" w14:textId="77777777" w:rsidTr="007F4BD2">
        <w:trPr>
          <w:cantSplit/>
          <w:trHeight w:val="20"/>
        </w:trPr>
        <w:tc>
          <w:tcPr>
            <w:tcW w:w="3249" w:type="dxa"/>
            <w:vAlign w:val="bottom"/>
          </w:tcPr>
          <w:p w14:paraId="596C6EEF" w14:textId="6B9E0C65"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วัตถุดิบ</w:t>
            </w:r>
          </w:p>
        </w:tc>
        <w:tc>
          <w:tcPr>
            <w:tcW w:w="1260" w:type="dxa"/>
            <w:tcBorders>
              <w:left w:val="nil"/>
            </w:tcBorders>
          </w:tcPr>
          <w:p w14:paraId="2FE8B139" w14:textId="309A4247" w:rsidR="004C26D4" w:rsidRPr="000E3E1F" w:rsidRDefault="00D6580C" w:rsidP="004C26D4">
            <w:pPr>
              <w:jc w:val="right"/>
              <w:rPr>
                <w:rFonts w:ascii="Browallia New" w:hAnsi="Browallia New" w:cs="Browallia New"/>
              </w:rPr>
            </w:pPr>
            <w:r w:rsidRPr="000E3E1F">
              <w:rPr>
                <w:rFonts w:ascii="Browallia New" w:hAnsi="Browallia New" w:cs="Browallia New"/>
              </w:rPr>
              <w:t>1,071,077</w:t>
            </w:r>
          </w:p>
        </w:tc>
        <w:tc>
          <w:tcPr>
            <w:tcW w:w="239" w:type="dxa"/>
            <w:tcBorders>
              <w:left w:val="nil"/>
            </w:tcBorders>
            <w:vAlign w:val="bottom"/>
          </w:tcPr>
          <w:p w14:paraId="0CE3AEDA" w14:textId="77777777" w:rsidR="004C26D4" w:rsidRPr="000E3E1F" w:rsidRDefault="004C26D4" w:rsidP="004C26D4">
            <w:pPr>
              <w:rPr>
                <w:rFonts w:ascii="Browallia New" w:hAnsi="Browallia New" w:cs="Browallia New"/>
              </w:rPr>
            </w:pPr>
          </w:p>
        </w:tc>
        <w:tc>
          <w:tcPr>
            <w:tcW w:w="1257" w:type="dxa"/>
          </w:tcPr>
          <w:p w14:paraId="15B79E31" w14:textId="5500C104" w:rsidR="004C26D4" w:rsidRPr="000E3E1F" w:rsidRDefault="004C26D4" w:rsidP="004C26D4">
            <w:pPr>
              <w:jc w:val="right"/>
              <w:rPr>
                <w:rFonts w:ascii="Browallia New" w:hAnsi="Browallia New" w:cs="Browallia New"/>
              </w:rPr>
            </w:pPr>
            <w:r w:rsidRPr="000E3E1F">
              <w:rPr>
                <w:rFonts w:ascii="Browallia New" w:hAnsi="Browallia New" w:cs="Browallia New"/>
              </w:rPr>
              <w:t>932</w:t>
            </w:r>
            <w:r w:rsidRPr="000E3E1F">
              <w:rPr>
                <w:rFonts w:ascii="Browallia New" w:hAnsi="Browallia New" w:cs="Browallia New"/>
                <w:cs/>
                <w:lang w:val="th-TH"/>
              </w:rPr>
              <w:t>,</w:t>
            </w:r>
            <w:r w:rsidRPr="000E3E1F">
              <w:rPr>
                <w:rFonts w:ascii="Browallia New" w:hAnsi="Browallia New" w:cs="Browallia New"/>
              </w:rPr>
              <w:t>583</w:t>
            </w:r>
          </w:p>
        </w:tc>
        <w:tc>
          <w:tcPr>
            <w:tcW w:w="236" w:type="dxa"/>
            <w:tcBorders>
              <w:left w:val="nil"/>
            </w:tcBorders>
            <w:vAlign w:val="bottom"/>
          </w:tcPr>
          <w:p w14:paraId="403C6BBB" w14:textId="77777777" w:rsidR="004C26D4" w:rsidRPr="000E3E1F" w:rsidRDefault="004C26D4" w:rsidP="004C26D4">
            <w:pPr>
              <w:ind w:right="30"/>
              <w:rPr>
                <w:rFonts w:ascii="Browallia New" w:hAnsi="Browallia New" w:cs="Browallia New"/>
              </w:rPr>
            </w:pPr>
          </w:p>
        </w:tc>
        <w:tc>
          <w:tcPr>
            <w:tcW w:w="1260" w:type="dxa"/>
          </w:tcPr>
          <w:p w14:paraId="68FDCC08" w14:textId="181325AE" w:rsidR="004C26D4" w:rsidRPr="000E3E1F" w:rsidRDefault="00C531F4" w:rsidP="004C26D4">
            <w:pPr>
              <w:jc w:val="right"/>
              <w:rPr>
                <w:rFonts w:ascii="Browallia New" w:hAnsi="Browallia New" w:cs="Browallia New"/>
              </w:rPr>
            </w:pPr>
            <w:r w:rsidRPr="000E3E1F">
              <w:rPr>
                <w:rFonts w:ascii="Browallia New" w:hAnsi="Browallia New" w:cs="Browallia New"/>
              </w:rPr>
              <w:t>1,057,942</w:t>
            </w:r>
          </w:p>
        </w:tc>
        <w:tc>
          <w:tcPr>
            <w:tcW w:w="236" w:type="dxa"/>
            <w:vAlign w:val="bottom"/>
          </w:tcPr>
          <w:p w14:paraId="6B894CB5" w14:textId="77777777" w:rsidR="004C26D4" w:rsidRPr="000E3E1F" w:rsidRDefault="004C26D4" w:rsidP="004C26D4">
            <w:pPr>
              <w:pStyle w:val="a"/>
              <w:ind w:left="-157" w:right="30"/>
              <w:rPr>
                <w:rFonts w:ascii="Browallia New" w:hAnsi="Browallia New" w:cs="Browallia New"/>
                <w:sz w:val="28"/>
                <w:szCs w:val="28"/>
              </w:rPr>
            </w:pPr>
          </w:p>
        </w:tc>
        <w:tc>
          <w:tcPr>
            <w:tcW w:w="1282" w:type="dxa"/>
          </w:tcPr>
          <w:p w14:paraId="0D50BAFC" w14:textId="6819660A" w:rsidR="004C26D4" w:rsidRPr="000E3E1F" w:rsidRDefault="004C26D4" w:rsidP="004C26D4">
            <w:pPr>
              <w:jc w:val="right"/>
              <w:rPr>
                <w:rFonts w:ascii="Browallia New" w:hAnsi="Browallia New" w:cs="Browallia New"/>
                <w:cs/>
              </w:rPr>
            </w:pPr>
            <w:r w:rsidRPr="000E3E1F">
              <w:rPr>
                <w:rFonts w:ascii="Browallia New" w:hAnsi="Browallia New" w:cs="Browallia New"/>
              </w:rPr>
              <w:t>918</w:t>
            </w:r>
            <w:r w:rsidRPr="000E3E1F">
              <w:rPr>
                <w:rFonts w:ascii="Browallia New" w:hAnsi="Browallia New" w:cs="Browallia New"/>
                <w:cs/>
                <w:lang w:val="th-TH"/>
              </w:rPr>
              <w:t>,</w:t>
            </w:r>
            <w:r w:rsidRPr="000E3E1F">
              <w:rPr>
                <w:rFonts w:ascii="Browallia New" w:hAnsi="Browallia New" w:cs="Browallia New"/>
              </w:rPr>
              <w:t>027</w:t>
            </w:r>
          </w:p>
        </w:tc>
      </w:tr>
      <w:tr w:rsidR="004C26D4" w:rsidRPr="000E3E1F" w14:paraId="485629A7" w14:textId="77777777" w:rsidTr="007F4BD2">
        <w:trPr>
          <w:cantSplit/>
          <w:trHeight w:val="20"/>
        </w:trPr>
        <w:tc>
          <w:tcPr>
            <w:tcW w:w="3249" w:type="dxa"/>
            <w:vAlign w:val="bottom"/>
          </w:tcPr>
          <w:p w14:paraId="4856299F" w14:textId="0E4E68F6"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สินค้าสำเร็จรูป</w:t>
            </w:r>
          </w:p>
        </w:tc>
        <w:tc>
          <w:tcPr>
            <w:tcW w:w="1260" w:type="dxa"/>
            <w:tcBorders>
              <w:left w:val="nil"/>
            </w:tcBorders>
          </w:tcPr>
          <w:p w14:paraId="485629A0" w14:textId="77C80745" w:rsidR="004C26D4" w:rsidRPr="000E3E1F" w:rsidRDefault="00D6580C" w:rsidP="004C26D4">
            <w:pPr>
              <w:jc w:val="right"/>
              <w:rPr>
                <w:rFonts w:ascii="Browallia New" w:hAnsi="Browallia New" w:cs="Browallia New"/>
              </w:rPr>
            </w:pPr>
            <w:r w:rsidRPr="000E3E1F">
              <w:rPr>
                <w:rFonts w:ascii="Browallia New" w:hAnsi="Browallia New" w:cs="Browallia New"/>
              </w:rPr>
              <w:t>157,</w:t>
            </w:r>
            <w:r w:rsidR="008A5D86" w:rsidRPr="000E3E1F">
              <w:rPr>
                <w:rFonts w:ascii="Browallia New" w:hAnsi="Browallia New" w:cs="Browallia New"/>
              </w:rPr>
              <w:t>886</w:t>
            </w:r>
          </w:p>
        </w:tc>
        <w:tc>
          <w:tcPr>
            <w:tcW w:w="239" w:type="dxa"/>
            <w:tcBorders>
              <w:left w:val="nil"/>
            </w:tcBorders>
            <w:vAlign w:val="bottom"/>
          </w:tcPr>
          <w:p w14:paraId="485629A1" w14:textId="77777777" w:rsidR="004C26D4" w:rsidRPr="000E3E1F" w:rsidRDefault="004C26D4" w:rsidP="004C26D4">
            <w:pPr>
              <w:rPr>
                <w:rFonts w:ascii="Browallia New" w:hAnsi="Browallia New" w:cs="Browallia New"/>
              </w:rPr>
            </w:pPr>
          </w:p>
        </w:tc>
        <w:tc>
          <w:tcPr>
            <w:tcW w:w="1257" w:type="dxa"/>
          </w:tcPr>
          <w:p w14:paraId="485629A2" w14:textId="18F9AB7E" w:rsidR="004C26D4" w:rsidRPr="000E3E1F" w:rsidRDefault="004C26D4" w:rsidP="004C26D4">
            <w:pPr>
              <w:jc w:val="right"/>
              <w:rPr>
                <w:rFonts w:ascii="Browallia New" w:hAnsi="Browallia New" w:cs="Browallia New"/>
              </w:rPr>
            </w:pPr>
            <w:r w:rsidRPr="000E3E1F">
              <w:rPr>
                <w:rFonts w:ascii="Browallia New" w:hAnsi="Browallia New" w:cs="Browallia New"/>
              </w:rPr>
              <w:t>202</w:t>
            </w:r>
            <w:r w:rsidRPr="000E3E1F">
              <w:rPr>
                <w:rFonts w:ascii="Browallia New" w:hAnsi="Browallia New" w:cs="Browallia New"/>
                <w:cs/>
                <w:lang w:val="th-TH"/>
              </w:rPr>
              <w:t>,</w:t>
            </w:r>
            <w:r w:rsidRPr="000E3E1F">
              <w:rPr>
                <w:rFonts w:ascii="Browallia New" w:hAnsi="Browallia New" w:cs="Browallia New"/>
              </w:rPr>
              <w:t>133</w:t>
            </w:r>
          </w:p>
        </w:tc>
        <w:tc>
          <w:tcPr>
            <w:tcW w:w="236" w:type="dxa"/>
            <w:tcBorders>
              <w:left w:val="nil"/>
            </w:tcBorders>
            <w:vAlign w:val="bottom"/>
          </w:tcPr>
          <w:p w14:paraId="485629A3" w14:textId="77777777" w:rsidR="004C26D4" w:rsidRPr="000E3E1F" w:rsidRDefault="004C26D4" w:rsidP="004C26D4">
            <w:pPr>
              <w:ind w:right="30"/>
              <w:rPr>
                <w:rFonts w:ascii="Browallia New" w:hAnsi="Browallia New" w:cs="Browallia New"/>
              </w:rPr>
            </w:pPr>
          </w:p>
        </w:tc>
        <w:tc>
          <w:tcPr>
            <w:tcW w:w="1260" w:type="dxa"/>
          </w:tcPr>
          <w:p w14:paraId="485629A4" w14:textId="34112C3B" w:rsidR="004C26D4" w:rsidRPr="000E3E1F" w:rsidRDefault="00C531F4" w:rsidP="004C26D4">
            <w:pPr>
              <w:jc w:val="right"/>
              <w:rPr>
                <w:rFonts w:ascii="Browallia New" w:hAnsi="Browallia New" w:cs="Browallia New"/>
              </w:rPr>
            </w:pPr>
            <w:r w:rsidRPr="000E3E1F">
              <w:rPr>
                <w:rFonts w:ascii="Browallia New" w:hAnsi="Browallia New" w:cs="Browallia New"/>
              </w:rPr>
              <w:t>157,886</w:t>
            </w:r>
          </w:p>
        </w:tc>
        <w:tc>
          <w:tcPr>
            <w:tcW w:w="236" w:type="dxa"/>
            <w:vAlign w:val="bottom"/>
          </w:tcPr>
          <w:p w14:paraId="485629A5" w14:textId="77777777" w:rsidR="004C26D4" w:rsidRPr="000E3E1F" w:rsidRDefault="004C26D4" w:rsidP="004C26D4">
            <w:pPr>
              <w:pStyle w:val="a"/>
              <w:ind w:left="-157" w:right="30"/>
              <w:rPr>
                <w:rFonts w:ascii="Browallia New" w:hAnsi="Browallia New" w:cs="Browallia New"/>
                <w:sz w:val="28"/>
                <w:szCs w:val="28"/>
              </w:rPr>
            </w:pPr>
          </w:p>
        </w:tc>
        <w:tc>
          <w:tcPr>
            <w:tcW w:w="1282" w:type="dxa"/>
          </w:tcPr>
          <w:p w14:paraId="485629A6" w14:textId="316C79AE" w:rsidR="004C26D4" w:rsidRPr="000E3E1F" w:rsidRDefault="004C26D4" w:rsidP="004C26D4">
            <w:pPr>
              <w:jc w:val="right"/>
              <w:rPr>
                <w:rFonts w:ascii="Browallia New" w:hAnsi="Browallia New" w:cs="Browallia New"/>
              </w:rPr>
            </w:pPr>
            <w:r w:rsidRPr="000E3E1F">
              <w:rPr>
                <w:rFonts w:ascii="Browallia New" w:hAnsi="Browallia New" w:cs="Browallia New"/>
              </w:rPr>
              <w:t>202</w:t>
            </w:r>
            <w:r w:rsidRPr="000E3E1F">
              <w:rPr>
                <w:rFonts w:ascii="Browallia New" w:hAnsi="Browallia New" w:cs="Browallia New"/>
                <w:cs/>
                <w:lang w:val="th-TH"/>
              </w:rPr>
              <w:t>,</w:t>
            </w:r>
            <w:r w:rsidRPr="000E3E1F">
              <w:rPr>
                <w:rFonts w:ascii="Browallia New" w:hAnsi="Browallia New" w:cs="Browallia New"/>
              </w:rPr>
              <w:t>133</w:t>
            </w:r>
          </w:p>
        </w:tc>
      </w:tr>
      <w:tr w:rsidR="004C26D4" w:rsidRPr="000E3E1F" w14:paraId="559332B3" w14:textId="77777777" w:rsidTr="007F4BD2">
        <w:trPr>
          <w:cantSplit/>
          <w:trHeight w:val="20"/>
        </w:trPr>
        <w:tc>
          <w:tcPr>
            <w:tcW w:w="3249" w:type="dxa"/>
            <w:vAlign w:val="bottom"/>
          </w:tcPr>
          <w:p w14:paraId="1B1023C5" w14:textId="36650329"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งานระหว่างทำ</w:t>
            </w:r>
          </w:p>
        </w:tc>
        <w:tc>
          <w:tcPr>
            <w:tcW w:w="1260" w:type="dxa"/>
            <w:tcBorders>
              <w:left w:val="nil"/>
            </w:tcBorders>
          </w:tcPr>
          <w:p w14:paraId="553908FE" w14:textId="1623EA3C" w:rsidR="004C26D4" w:rsidRPr="000E3E1F" w:rsidRDefault="008A5D86" w:rsidP="004C26D4">
            <w:pPr>
              <w:jc w:val="right"/>
              <w:rPr>
                <w:rFonts w:ascii="Browallia New" w:hAnsi="Browallia New" w:cs="Browallia New"/>
              </w:rPr>
            </w:pPr>
            <w:r w:rsidRPr="000E3E1F">
              <w:rPr>
                <w:rFonts w:ascii="Browallia New" w:hAnsi="Browallia New" w:cs="Browallia New"/>
              </w:rPr>
              <w:t>94,988</w:t>
            </w:r>
          </w:p>
        </w:tc>
        <w:tc>
          <w:tcPr>
            <w:tcW w:w="239" w:type="dxa"/>
            <w:tcBorders>
              <w:left w:val="nil"/>
            </w:tcBorders>
            <w:vAlign w:val="bottom"/>
          </w:tcPr>
          <w:p w14:paraId="081ADC9B" w14:textId="77777777" w:rsidR="004C26D4" w:rsidRPr="000E3E1F" w:rsidRDefault="004C26D4" w:rsidP="004C26D4">
            <w:pPr>
              <w:rPr>
                <w:rFonts w:ascii="Browallia New" w:hAnsi="Browallia New" w:cs="Browallia New"/>
              </w:rPr>
            </w:pPr>
          </w:p>
        </w:tc>
        <w:tc>
          <w:tcPr>
            <w:tcW w:w="1257" w:type="dxa"/>
          </w:tcPr>
          <w:p w14:paraId="098DE21B" w14:textId="3D34CFF9" w:rsidR="004C26D4" w:rsidRPr="000E3E1F" w:rsidRDefault="004C26D4" w:rsidP="004C26D4">
            <w:pPr>
              <w:jc w:val="right"/>
              <w:rPr>
                <w:rFonts w:ascii="Browallia New" w:hAnsi="Browallia New" w:cs="Browallia New"/>
              </w:rPr>
            </w:pPr>
            <w:r w:rsidRPr="000E3E1F">
              <w:rPr>
                <w:rFonts w:ascii="Browallia New" w:hAnsi="Browallia New" w:cs="Browallia New"/>
              </w:rPr>
              <w:t>100</w:t>
            </w:r>
            <w:r w:rsidRPr="000E3E1F">
              <w:rPr>
                <w:rFonts w:ascii="Browallia New" w:hAnsi="Browallia New" w:cs="Browallia New"/>
                <w:cs/>
                <w:lang w:val="th-TH"/>
              </w:rPr>
              <w:t>,</w:t>
            </w:r>
            <w:r w:rsidRPr="000E3E1F">
              <w:rPr>
                <w:rFonts w:ascii="Browallia New" w:hAnsi="Browallia New" w:cs="Browallia New"/>
              </w:rPr>
              <w:t>828</w:t>
            </w:r>
          </w:p>
        </w:tc>
        <w:tc>
          <w:tcPr>
            <w:tcW w:w="236" w:type="dxa"/>
            <w:tcBorders>
              <w:left w:val="nil"/>
            </w:tcBorders>
            <w:vAlign w:val="bottom"/>
          </w:tcPr>
          <w:p w14:paraId="2327D757" w14:textId="77777777" w:rsidR="004C26D4" w:rsidRPr="000E3E1F" w:rsidRDefault="004C26D4" w:rsidP="004C26D4">
            <w:pPr>
              <w:ind w:right="30"/>
              <w:rPr>
                <w:rFonts w:ascii="Browallia New" w:hAnsi="Browallia New" w:cs="Browallia New"/>
              </w:rPr>
            </w:pPr>
          </w:p>
        </w:tc>
        <w:tc>
          <w:tcPr>
            <w:tcW w:w="1260" w:type="dxa"/>
          </w:tcPr>
          <w:p w14:paraId="4A7CDA8E" w14:textId="213297D4" w:rsidR="004C26D4" w:rsidRPr="000E3E1F" w:rsidRDefault="00C531F4" w:rsidP="004C26D4">
            <w:pPr>
              <w:jc w:val="right"/>
              <w:rPr>
                <w:rFonts w:ascii="Browallia New" w:hAnsi="Browallia New" w:cs="Browallia New"/>
              </w:rPr>
            </w:pPr>
            <w:r w:rsidRPr="000E3E1F">
              <w:rPr>
                <w:rFonts w:ascii="Browallia New" w:hAnsi="Browallia New" w:cs="Browallia New"/>
              </w:rPr>
              <w:t>85,195</w:t>
            </w:r>
          </w:p>
        </w:tc>
        <w:tc>
          <w:tcPr>
            <w:tcW w:w="236" w:type="dxa"/>
            <w:vAlign w:val="bottom"/>
          </w:tcPr>
          <w:p w14:paraId="32D94B09" w14:textId="77777777" w:rsidR="004C26D4" w:rsidRPr="000E3E1F" w:rsidRDefault="004C26D4" w:rsidP="004C26D4">
            <w:pPr>
              <w:pStyle w:val="a"/>
              <w:ind w:left="-157" w:right="30"/>
              <w:rPr>
                <w:rFonts w:ascii="Browallia New" w:hAnsi="Browallia New" w:cs="Browallia New"/>
                <w:sz w:val="28"/>
                <w:szCs w:val="28"/>
              </w:rPr>
            </w:pPr>
          </w:p>
        </w:tc>
        <w:tc>
          <w:tcPr>
            <w:tcW w:w="1282" w:type="dxa"/>
          </w:tcPr>
          <w:p w14:paraId="55205CC1" w14:textId="2984DF34" w:rsidR="004C26D4" w:rsidRPr="000E3E1F" w:rsidRDefault="004C26D4" w:rsidP="004C26D4">
            <w:pPr>
              <w:jc w:val="right"/>
              <w:rPr>
                <w:rFonts w:ascii="Browallia New" w:hAnsi="Browallia New" w:cs="Browallia New"/>
              </w:rPr>
            </w:pPr>
            <w:r w:rsidRPr="000E3E1F">
              <w:rPr>
                <w:rFonts w:ascii="Browallia New" w:hAnsi="Browallia New" w:cs="Browallia New"/>
              </w:rPr>
              <w:t>100</w:t>
            </w:r>
            <w:r w:rsidRPr="000E3E1F">
              <w:rPr>
                <w:rFonts w:ascii="Browallia New" w:hAnsi="Browallia New" w:cs="Browallia New"/>
                <w:cs/>
                <w:lang w:val="th-TH"/>
              </w:rPr>
              <w:t>,</w:t>
            </w:r>
            <w:r w:rsidRPr="000E3E1F">
              <w:rPr>
                <w:rFonts w:ascii="Browallia New" w:hAnsi="Browallia New" w:cs="Browallia New"/>
              </w:rPr>
              <w:t>320</w:t>
            </w:r>
          </w:p>
        </w:tc>
      </w:tr>
      <w:tr w:rsidR="004C26D4" w:rsidRPr="000E3E1F" w14:paraId="485629B9" w14:textId="77777777" w:rsidTr="007F4BD2">
        <w:trPr>
          <w:cantSplit/>
          <w:trHeight w:val="20"/>
        </w:trPr>
        <w:tc>
          <w:tcPr>
            <w:tcW w:w="3249" w:type="dxa"/>
            <w:vAlign w:val="bottom"/>
          </w:tcPr>
          <w:p w14:paraId="485629B1" w14:textId="77777777"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อะไหล่และวัสดุ</w:t>
            </w:r>
          </w:p>
        </w:tc>
        <w:tc>
          <w:tcPr>
            <w:tcW w:w="1260" w:type="dxa"/>
            <w:tcBorders>
              <w:left w:val="nil"/>
            </w:tcBorders>
          </w:tcPr>
          <w:p w14:paraId="485629B2" w14:textId="1F0AF449" w:rsidR="004C26D4" w:rsidRPr="000E3E1F" w:rsidRDefault="008A5D86" w:rsidP="004C26D4">
            <w:pPr>
              <w:jc w:val="right"/>
              <w:rPr>
                <w:rFonts w:ascii="Browallia New" w:hAnsi="Browallia New" w:cs="Browallia New"/>
              </w:rPr>
            </w:pPr>
            <w:r w:rsidRPr="000E3E1F">
              <w:rPr>
                <w:rFonts w:ascii="Browallia New" w:hAnsi="Browallia New" w:cs="Browallia New"/>
              </w:rPr>
              <w:t>50,012</w:t>
            </w:r>
          </w:p>
        </w:tc>
        <w:tc>
          <w:tcPr>
            <w:tcW w:w="239" w:type="dxa"/>
            <w:tcBorders>
              <w:left w:val="nil"/>
            </w:tcBorders>
            <w:vAlign w:val="bottom"/>
          </w:tcPr>
          <w:p w14:paraId="485629B3" w14:textId="77777777" w:rsidR="004C26D4" w:rsidRPr="000E3E1F" w:rsidRDefault="004C26D4" w:rsidP="004C26D4">
            <w:pPr>
              <w:rPr>
                <w:rFonts w:ascii="Browallia New" w:hAnsi="Browallia New" w:cs="Browallia New"/>
              </w:rPr>
            </w:pPr>
          </w:p>
        </w:tc>
        <w:tc>
          <w:tcPr>
            <w:tcW w:w="1257" w:type="dxa"/>
          </w:tcPr>
          <w:p w14:paraId="485629B4" w14:textId="2E1B5D13" w:rsidR="004C26D4" w:rsidRPr="000E3E1F" w:rsidRDefault="004C26D4" w:rsidP="004C26D4">
            <w:pPr>
              <w:jc w:val="right"/>
              <w:rPr>
                <w:rFonts w:ascii="Browallia New" w:hAnsi="Browallia New" w:cs="Browallia New"/>
              </w:rPr>
            </w:pPr>
            <w:r w:rsidRPr="000E3E1F">
              <w:rPr>
                <w:rFonts w:ascii="Browallia New" w:hAnsi="Browallia New" w:cs="Browallia New"/>
              </w:rPr>
              <w:t>47</w:t>
            </w:r>
            <w:r w:rsidRPr="000E3E1F">
              <w:rPr>
                <w:rFonts w:ascii="Browallia New" w:hAnsi="Browallia New" w:cs="Browallia New"/>
                <w:cs/>
                <w:lang w:val="th-TH"/>
              </w:rPr>
              <w:t>,</w:t>
            </w:r>
            <w:r w:rsidRPr="000E3E1F">
              <w:rPr>
                <w:rFonts w:ascii="Browallia New" w:hAnsi="Browallia New" w:cs="Browallia New"/>
              </w:rPr>
              <w:t>916</w:t>
            </w:r>
          </w:p>
        </w:tc>
        <w:tc>
          <w:tcPr>
            <w:tcW w:w="236" w:type="dxa"/>
            <w:tcBorders>
              <w:left w:val="nil"/>
            </w:tcBorders>
            <w:vAlign w:val="bottom"/>
          </w:tcPr>
          <w:p w14:paraId="485629B5" w14:textId="77777777" w:rsidR="004C26D4" w:rsidRPr="000E3E1F" w:rsidRDefault="004C26D4" w:rsidP="004C26D4">
            <w:pPr>
              <w:ind w:right="30"/>
              <w:rPr>
                <w:rFonts w:ascii="Browallia New" w:hAnsi="Browallia New" w:cs="Browallia New"/>
              </w:rPr>
            </w:pPr>
          </w:p>
        </w:tc>
        <w:tc>
          <w:tcPr>
            <w:tcW w:w="1260" w:type="dxa"/>
          </w:tcPr>
          <w:p w14:paraId="485629B6" w14:textId="3689B9B2" w:rsidR="004C26D4" w:rsidRPr="000E3E1F" w:rsidRDefault="00C531F4" w:rsidP="004C26D4">
            <w:pPr>
              <w:jc w:val="right"/>
              <w:rPr>
                <w:rFonts w:ascii="Browallia New" w:hAnsi="Browallia New" w:cs="Browallia New"/>
              </w:rPr>
            </w:pPr>
            <w:r w:rsidRPr="000E3E1F">
              <w:rPr>
                <w:rFonts w:ascii="Browallia New" w:hAnsi="Browallia New" w:cs="Browallia New"/>
              </w:rPr>
              <w:t>50,012</w:t>
            </w:r>
          </w:p>
        </w:tc>
        <w:tc>
          <w:tcPr>
            <w:tcW w:w="236" w:type="dxa"/>
            <w:vAlign w:val="bottom"/>
          </w:tcPr>
          <w:p w14:paraId="485629B7" w14:textId="77777777" w:rsidR="004C26D4" w:rsidRPr="000E3E1F" w:rsidRDefault="004C26D4" w:rsidP="004C26D4">
            <w:pPr>
              <w:pStyle w:val="a"/>
              <w:ind w:left="-157" w:right="30"/>
              <w:rPr>
                <w:rFonts w:ascii="Browallia New" w:hAnsi="Browallia New" w:cs="Browallia New"/>
                <w:sz w:val="28"/>
                <w:szCs w:val="28"/>
              </w:rPr>
            </w:pPr>
          </w:p>
        </w:tc>
        <w:tc>
          <w:tcPr>
            <w:tcW w:w="1282" w:type="dxa"/>
          </w:tcPr>
          <w:p w14:paraId="485629B8" w14:textId="6973A34F" w:rsidR="004C26D4" w:rsidRPr="000E3E1F" w:rsidRDefault="004C26D4" w:rsidP="004C26D4">
            <w:pPr>
              <w:jc w:val="right"/>
              <w:rPr>
                <w:rFonts w:ascii="Browallia New" w:hAnsi="Browallia New" w:cs="Browallia New"/>
              </w:rPr>
            </w:pPr>
            <w:r w:rsidRPr="000E3E1F">
              <w:rPr>
                <w:rFonts w:ascii="Browallia New" w:hAnsi="Browallia New" w:cs="Browallia New"/>
              </w:rPr>
              <w:t>47</w:t>
            </w:r>
            <w:r w:rsidRPr="000E3E1F">
              <w:rPr>
                <w:rFonts w:ascii="Browallia New" w:hAnsi="Browallia New" w:cs="Browallia New"/>
                <w:cs/>
                <w:lang w:val="th-TH"/>
              </w:rPr>
              <w:t>,</w:t>
            </w:r>
            <w:r w:rsidRPr="000E3E1F">
              <w:rPr>
                <w:rFonts w:ascii="Browallia New" w:hAnsi="Browallia New" w:cs="Browallia New"/>
              </w:rPr>
              <w:t>916</w:t>
            </w:r>
          </w:p>
        </w:tc>
      </w:tr>
      <w:tr w:rsidR="004C26D4" w:rsidRPr="000E3E1F" w14:paraId="485629C2" w14:textId="77777777" w:rsidTr="007F4BD2">
        <w:trPr>
          <w:cantSplit/>
          <w:trHeight w:val="20"/>
        </w:trPr>
        <w:tc>
          <w:tcPr>
            <w:tcW w:w="3249" w:type="dxa"/>
            <w:vAlign w:val="bottom"/>
          </w:tcPr>
          <w:p w14:paraId="485629BA" w14:textId="77777777" w:rsidR="004C26D4" w:rsidRPr="000E3E1F" w:rsidRDefault="004C26D4" w:rsidP="004C26D4">
            <w:pPr>
              <w:tabs>
                <w:tab w:val="left" w:pos="540"/>
              </w:tabs>
              <w:ind w:left="-108"/>
              <w:rPr>
                <w:rFonts w:ascii="Browallia New" w:hAnsi="Browallia New" w:cs="Browallia New"/>
              </w:rPr>
            </w:pPr>
            <w:r w:rsidRPr="000E3E1F">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1C1BF3AF" w:rsidR="004C26D4" w:rsidRPr="000E3E1F" w:rsidRDefault="008A5D86" w:rsidP="004C26D4">
            <w:pPr>
              <w:jc w:val="right"/>
              <w:rPr>
                <w:rFonts w:ascii="Browallia New" w:hAnsi="Browallia New" w:cs="Browallia New"/>
              </w:rPr>
            </w:pPr>
            <w:r w:rsidRPr="000E3E1F">
              <w:rPr>
                <w:rFonts w:ascii="Browallia New" w:hAnsi="Browallia New" w:cs="Browallia New"/>
              </w:rPr>
              <w:t>43,728</w:t>
            </w:r>
          </w:p>
        </w:tc>
        <w:tc>
          <w:tcPr>
            <w:tcW w:w="239" w:type="dxa"/>
            <w:tcBorders>
              <w:left w:val="nil"/>
            </w:tcBorders>
            <w:vAlign w:val="bottom"/>
          </w:tcPr>
          <w:p w14:paraId="485629BC" w14:textId="77777777" w:rsidR="004C26D4" w:rsidRPr="000E3E1F" w:rsidRDefault="004C26D4" w:rsidP="004C26D4">
            <w:pPr>
              <w:rPr>
                <w:rFonts w:ascii="Browallia New" w:hAnsi="Browallia New" w:cs="Browallia New"/>
              </w:rPr>
            </w:pPr>
          </w:p>
        </w:tc>
        <w:tc>
          <w:tcPr>
            <w:tcW w:w="1257" w:type="dxa"/>
            <w:tcBorders>
              <w:bottom w:val="single" w:sz="4" w:space="0" w:color="auto"/>
            </w:tcBorders>
          </w:tcPr>
          <w:p w14:paraId="485629BD" w14:textId="6ACE5EAB" w:rsidR="004C26D4" w:rsidRPr="000E3E1F" w:rsidRDefault="004C26D4" w:rsidP="004C26D4">
            <w:pPr>
              <w:jc w:val="right"/>
              <w:rPr>
                <w:rFonts w:ascii="Browallia New" w:hAnsi="Browallia New" w:cs="Browallia New"/>
              </w:rPr>
            </w:pPr>
            <w:r w:rsidRPr="000E3E1F">
              <w:rPr>
                <w:rFonts w:ascii="Browallia New" w:hAnsi="Browallia New" w:cs="Browallia New"/>
              </w:rPr>
              <w:t>52</w:t>
            </w:r>
            <w:r w:rsidRPr="000E3E1F">
              <w:rPr>
                <w:rFonts w:ascii="Browallia New" w:hAnsi="Browallia New" w:cs="Browallia New"/>
                <w:cs/>
                <w:lang w:val="th-TH"/>
              </w:rPr>
              <w:t>,</w:t>
            </w:r>
            <w:r w:rsidRPr="000E3E1F">
              <w:rPr>
                <w:rFonts w:ascii="Browallia New" w:hAnsi="Browallia New" w:cs="Browallia New"/>
              </w:rPr>
              <w:t>336</w:t>
            </w:r>
          </w:p>
        </w:tc>
        <w:tc>
          <w:tcPr>
            <w:tcW w:w="236" w:type="dxa"/>
            <w:tcBorders>
              <w:left w:val="nil"/>
            </w:tcBorders>
            <w:vAlign w:val="bottom"/>
          </w:tcPr>
          <w:p w14:paraId="485629BE" w14:textId="77777777" w:rsidR="004C26D4" w:rsidRPr="000E3E1F" w:rsidRDefault="004C26D4" w:rsidP="004C26D4">
            <w:pPr>
              <w:ind w:right="30"/>
              <w:rPr>
                <w:rFonts w:ascii="Browallia New" w:hAnsi="Browallia New" w:cs="Browallia New"/>
              </w:rPr>
            </w:pPr>
          </w:p>
        </w:tc>
        <w:tc>
          <w:tcPr>
            <w:tcW w:w="1260" w:type="dxa"/>
            <w:tcBorders>
              <w:bottom w:val="single" w:sz="4" w:space="0" w:color="auto"/>
            </w:tcBorders>
          </w:tcPr>
          <w:p w14:paraId="485629BF" w14:textId="62D57A01" w:rsidR="004C26D4" w:rsidRPr="000E3E1F" w:rsidRDefault="00C531F4" w:rsidP="004C26D4">
            <w:pPr>
              <w:jc w:val="right"/>
              <w:rPr>
                <w:rFonts w:ascii="Browallia New" w:hAnsi="Browallia New" w:cs="Browallia New"/>
              </w:rPr>
            </w:pPr>
            <w:r w:rsidRPr="000E3E1F">
              <w:rPr>
                <w:rFonts w:ascii="Browallia New" w:hAnsi="Browallia New" w:cs="Browallia New"/>
              </w:rPr>
              <w:t>43,</w:t>
            </w:r>
            <w:r w:rsidR="00904529" w:rsidRPr="000E3E1F">
              <w:rPr>
                <w:rFonts w:ascii="Browallia New" w:hAnsi="Browallia New" w:cs="Browallia New"/>
              </w:rPr>
              <w:t>728</w:t>
            </w:r>
          </w:p>
        </w:tc>
        <w:tc>
          <w:tcPr>
            <w:tcW w:w="236" w:type="dxa"/>
            <w:vAlign w:val="bottom"/>
          </w:tcPr>
          <w:p w14:paraId="485629C0" w14:textId="77777777" w:rsidR="004C26D4" w:rsidRPr="000E3E1F"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144CEA3D" w:rsidR="004C26D4" w:rsidRPr="000E3E1F" w:rsidRDefault="004C26D4" w:rsidP="004C26D4">
            <w:pPr>
              <w:jc w:val="right"/>
              <w:rPr>
                <w:rFonts w:ascii="Browallia New" w:hAnsi="Browallia New" w:cs="Browallia New"/>
              </w:rPr>
            </w:pPr>
            <w:r w:rsidRPr="000E3E1F">
              <w:rPr>
                <w:rFonts w:ascii="Browallia New" w:hAnsi="Browallia New" w:cs="Browallia New"/>
              </w:rPr>
              <w:t>52</w:t>
            </w:r>
            <w:r w:rsidRPr="000E3E1F">
              <w:rPr>
                <w:rFonts w:ascii="Browallia New" w:hAnsi="Browallia New" w:cs="Browallia New"/>
                <w:cs/>
                <w:lang w:val="th-TH"/>
              </w:rPr>
              <w:t>,</w:t>
            </w:r>
            <w:r w:rsidRPr="000E3E1F">
              <w:rPr>
                <w:rFonts w:ascii="Browallia New" w:hAnsi="Browallia New" w:cs="Browallia New"/>
              </w:rPr>
              <w:t>336</w:t>
            </w:r>
          </w:p>
        </w:tc>
      </w:tr>
      <w:tr w:rsidR="004C26D4" w:rsidRPr="000E3E1F" w14:paraId="485629CB" w14:textId="77777777" w:rsidTr="007F4BD2">
        <w:trPr>
          <w:cantSplit/>
          <w:trHeight w:val="20"/>
        </w:trPr>
        <w:tc>
          <w:tcPr>
            <w:tcW w:w="3249" w:type="dxa"/>
            <w:vAlign w:val="bottom"/>
          </w:tcPr>
          <w:p w14:paraId="485629C3" w14:textId="77777777"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รวม</w:t>
            </w:r>
          </w:p>
        </w:tc>
        <w:tc>
          <w:tcPr>
            <w:tcW w:w="1260" w:type="dxa"/>
            <w:tcBorders>
              <w:top w:val="single" w:sz="4" w:space="0" w:color="auto"/>
              <w:left w:val="nil"/>
            </w:tcBorders>
          </w:tcPr>
          <w:p w14:paraId="485629C4" w14:textId="56EBC793" w:rsidR="004C26D4" w:rsidRPr="000E3E1F" w:rsidRDefault="00237F86" w:rsidP="004C26D4">
            <w:pPr>
              <w:jc w:val="right"/>
              <w:rPr>
                <w:rFonts w:ascii="Browallia New" w:hAnsi="Browallia New" w:cs="Browallia New"/>
              </w:rPr>
            </w:pPr>
            <w:r w:rsidRPr="000E3E1F">
              <w:rPr>
                <w:rFonts w:ascii="Browallia New" w:hAnsi="Browallia New" w:cs="Browallia New"/>
              </w:rPr>
              <w:t>1,41</w:t>
            </w:r>
            <w:r w:rsidR="00460977" w:rsidRPr="000E3E1F">
              <w:rPr>
                <w:rFonts w:ascii="Browallia New" w:hAnsi="Browallia New" w:cs="Browallia New"/>
              </w:rPr>
              <w:t>7</w:t>
            </w:r>
            <w:r w:rsidR="00C531F4" w:rsidRPr="000E3E1F">
              <w:rPr>
                <w:rFonts w:ascii="Browallia New" w:hAnsi="Browallia New" w:cs="Browallia New"/>
              </w:rPr>
              <w:t>,</w:t>
            </w:r>
            <w:r w:rsidR="00460977" w:rsidRPr="000E3E1F">
              <w:rPr>
                <w:rFonts w:ascii="Browallia New" w:hAnsi="Browallia New" w:cs="Browallia New"/>
              </w:rPr>
              <w:t>691</w:t>
            </w:r>
          </w:p>
        </w:tc>
        <w:tc>
          <w:tcPr>
            <w:tcW w:w="239" w:type="dxa"/>
            <w:tcBorders>
              <w:left w:val="nil"/>
            </w:tcBorders>
            <w:vAlign w:val="bottom"/>
          </w:tcPr>
          <w:p w14:paraId="485629C5" w14:textId="77777777" w:rsidR="004C26D4" w:rsidRPr="000E3E1F" w:rsidRDefault="004C26D4" w:rsidP="004C26D4">
            <w:pPr>
              <w:rPr>
                <w:rFonts w:ascii="Browallia New" w:hAnsi="Browallia New" w:cs="Browallia New"/>
              </w:rPr>
            </w:pPr>
          </w:p>
        </w:tc>
        <w:tc>
          <w:tcPr>
            <w:tcW w:w="1257" w:type="dxa"/>
            <w:tcBorders>
              <w:top w:val="single" w:sz="4" w:space="0" w:color="auto"/>
            </w:tcBorders>
          </w:tcPr>
          <w:p w14:paraId="485629C6" w14:textId="0A12ABE1" w:rsidR="004C26D4" w:rsidRPr="000E3E1F" w:rsidRDefault="004C26D4" w:rsidP="004C26D4">
            <w:pPr>
              <w:jc w:val="right"/>
              <w:rPr>
                <w:rFonts w:ascii="Browallia New" w:hAnsi="Browallia New" w:cs="Browallia New"/>
              </w:rPr>
            </w:pPr>
            <w:r w:rsidRPr="000E3E1F">
              <w:rPr>
                <w:rFonts w:ascii="Browallia New" w:hAnsi="Browallia New" w:cs="Browallia New"/>
              </w:rPr>
              <w:t>1</w:t>
            </w:r>
            <w:r w:rsidRPr="000E3E1F">
              <w:rPr>
                <w:rFonts w:ascii="Browallia New" w:hAnsi="Browallia New" w:cs="Browallia New"/>
                <w:cs/>
                <w:lang w:val="th-TH"/>
              </w:rPr>
              <w:t>,</w:t>
            </w:r>
            <w:r w:rsidRPr="000E3E1F">
              <w:rPr>
                <w:rFonts w:ascii="Browallia New" w:hAnsi="Browallia New" w:cs="Browallia New"/>
              </w:rPr>
              <w:t>335</w:t>
            </w:r>
            <w:r w:rsidRPr="000E3E1F">
              <w:rPr>
                <w:rFonts w:ascii="Browallia New" w:hAnsi="Browallia New" w:cs="Browallia New"/>
                <w:cs/>
                <w:lang w:val="th-TH"/>
              </w:rPr>
              <w:t>,</w:t>
            </w:r>
            <w:r w:rsidRPr="000E3E1F">
              <w:rPr>
                <w:rFonts w:ascii="Browallia New" w:hAnsi="Browallia New" w:cs="Browallia New"/>
              </w:rPr>
              <w:t>796</w:t>
            </w:r>
          </w:p>
        </w:tc>
        <w:tc>
          <w:tcPr>
            <w:tcW w:w="236" w:type="dxa"/>
            <w:tcBorders>
              <w:left w:val="nil"/>
            </w:tcBorders>
            <w:vAlign w:val="bottom"/>
          </w:tcPr>
          <w:p w14:paraId="485629C7" w14:textId="77777777" w:rsidR="004C26D4" w:rsidRPr="000E3E1F" w:rsidRDefault="004C26D4" w:rsidP="004C26D4">
            <w:pPr>
              <w:ind w:right="30"/>
              <w:rPr>
                <w:rFonts w:ascii="Browallia New" w:hAnsi="Browallia New" w:cs="Browallia New"/>
              </w:rPr>
            </w:pPr>
          </w:p>
        </w:tc>
        <w:tc>
          <w:tcPr>
            <w:tcW w:w="1260" w:type="dxa"/>
            <w:tcBorders>
              <w:top w:val="single" w:sz="4" w:space="0" w:color="auto"/>
            </w:tcBorders>
          </w:tcPr>
          <w:p w14:paraId="485629C8" w14:textId="0756137C" w:rsidR="004C26D4" w:rsidRPr="000E3E1F" w:rsidRDefault="00904529" w:rsidP="004C26D4">
            <w:pPr>
              <w:jc w:val="right"/>
              <w:rPr>
                <w:rFonts w:ascii="Browallia New" w:hAnsi="Browallia New" w:cs="Browallia New"/>
              </w:rPr>
            </w:pPr>
            <w:r w:rsidRPr="000E3E1F">
              <w:rPr>
                <w:rFonts w:ascii="Browallia New" w:hAnsi="Browallia New" w:cs="Browallia New"/>
              </w:rPr>
              <w:t>1,394,763</w:t>
            </w:r>
          </w:p>
        </w:tc>
        <w:tc>
          <w:tcPr>
            <w:tcW w:w="236" w:type="dxa"/>
            <w:vAlign w:val="bottom"/>
          </w:tcPr>
          <w:p w14:paraId="485629C9" w14:textId="77777777" w:rsidR="004C26D4" w:rsidRPr="000E3E1F" w:rsidRDefault="004C26D4" w:rsidP="004C26D4">
            <w:pPr>
              <w:pStyle w:val="a"/>
              <w:ind w:left="-157" w:right="30"/>
              <w:rPr>
                <w:rFonts w:ascii="Browallia New" w:hAnsi="Browallia New" w:cs="Browallia New"/>
                <w:sz w:val="28"/>
                <w:szCs w:val="28"/>
              </w:rPr>
            </w:pPr>
          </w:p>
        </w:tc>
        <w:tc>
          <w:tcPr>
            <w:tcW w:w="1282" w:type="dxa"/>
            <w:tcBorders>
              <w:top w:val="single" w:sz="4" w:space="0" w:color="auto"/>
            </w:tcBorders>
          </w:tcPr>
          <w:p w14:paraId="485629CA" w14:textId="65C2E626" w:rsidR="004C26D4" w:rsidRPr="000E3E1F" w:rsidRDefault="004C26D4" w:rsidP="004C26D4">
            <w:pPr>
              <w:jc w:val="right"/>
              <w:rPr>
                <w:rFonts w:ascii="Browallia New" w:hAnsi="Browallia New" w:cs="Browallia New"/>
              </w:rPr>
            </w:pPr>
            <w:r w:rsidRPr="000E3E1F">
              <w:rPr>
                <w:rFonts w:ascii="Browallia New" w:hAnsi="Browallia New" w:cs="Browallia New"/>
              </w:rPr>
              <w:t>1</w:t>
            </w:r>
            <w:r w:rsidRPr="000E3E1F">
              <w:rPr>
                <w:rFonts w:ascii="Browallia New" w:hAnsi="Browallia New" w:cs="Browallia New"/>
                <w:cs/>
                <w:lang w:val="th-TH"/>
              </w:rPr>
              <w:t>,</w:t>
            </w:r>
            <w:r w:rsidRPr="000E3E1F">
              <w:rPr>
                <w:rFonts w:ascii="Browallia New" w:hAnsi="Browallia New" w:cs="Browallia New"/>
              </w:rPr>
              <w:t>320</w:t>
            </w:r>
            <w:r w:rsidRPr="000E3E1F">
              <w:rPr>
                <w:rFonts w:ascii="Browallia New" w:hAnsi="Browallia New" w:cs="Browallia New"/>
                <w:cs/>
                <w:lang w:val="th-TH"/>
              </w:rPr>
              <w:t>,</w:t>
            </w:r>
            <w:r w:rsidRPr="000E3E1F">
              <w:rPr>
                <w:rFonts w:ascii="Browallia New" w:hAnsi="Browallia New" w:cs="Browallia New"/>
              </w:rPr>
              <w:t>732</w:t>
            </w:r>
          </w:p>
        </w:tc>
      </w:tr>
      <w:tr w:rsidR="004C26D4" w:rsidRPr="000E3E1F" w14:paraId="5FED9DD9" w14:textId="77777777" w:rsidTr="007F4BD2">
        <w:trPr>
          <w:cantSplit/>
          <w:trHeight w:val="20"/>
        </w:trPr>
        <w:tc>
          <w:tcPr>
            <w:tcW w:w="3249" w:type="dxa"/>
            <w:vAlign w:val="bottom"/>
          </w:tcPr>
          <w:p w14:paraId="10DA30A1" w14:textId="41E0F39B"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u w:val="single"/>
                <w:cs/>
                <w:lang w:val="th-TH"/>
              </w:rPr>
              <w:t>หัก</w:t>
            </w:r>
            <w:r w:rsidRPr="000E3E1F">
              <w:rPr>
                <w:rFonts w:ascii="Browallia New" w:hAnsi="Browallia New" w:cs="Browallia New"/>
                <w:cs/>
                <w:lang w:val="th-TH"/>
              </w:rPr>
              <w:t xml:space="preserve"> ค่าเผื่อการลดมูลค่าของสินค้า</w:t>
            </w:r>
          </w:p>
        </w:tc>
        <w:tc>
          <w:tcPr>
            <w:tcW w:w="1260" w:type="dxa"/>
            <w:tcBorders>
              <w:left w:val="nil"/>
              <w:bottom w:val="single" w:sz="4" w:space="0" w:color="auto"/>
            </w:tcBorders>
          </w:tcPr>
          <w:p w14:paraId="1D884A7C" w14:textId="5D5B5F74" w:rsidR="004C26D4" w:rsidRPr="000E3E1F" w:rsidDel="00CD32AB" w:rsidRDefault="006F6525" w:rsidP="004C26D4">
            <w:pPr>
              <w:jc w:val="right"/>
              <w:rPr>
                <w:rFonts w:ascii="Browallia New" w:hAnsi="Browallia New" w:cs="Browallia New"/>
                <w:cs/>
              </w:rPr>
            </w:pPr>
            <w:r w:rsidRPr="000E3E1F">
              <w:rPr>
                <w:rFonts w:ascii="Browallia New" w:hAnsi="Browallia New" w:cs="Browallia New"/>
              </w:rPr>
              <w:t>(1</w:t>
            </w:r>
            <w:r w:rsidR="000F5265" w:rsidRPr="000E3E1F">
              <w:rPr>
                <w:rFonts w:ascii="Browallia New" w:hAnsi="Browallia New" w:cs="Browallia New"/>
              </w:rPr>
              <w:t>,</w:t>
            </w:r>
            <w:r w:rsidRPr="000E3E1F">
              <w:rPr>
                <w:rFonts w:ascii="Browallia New" w:hAnsi="Browallia New" w:cs="Browallia New"/>
              </w:rPr>
              <w:t>320</w:t>
            </w:r>
            <w:r w:rsidR="00460977" w:rsidRPr="000E3E1F">
              <w:rPr>
                <w:rFonts w:ascii="Browallia New" w:hAnsi="Browallia New" w:cs="Browallia New"/>
              </w:rPr>
              <w:t>)</w:t>
            </w:r>
          </w:p>
        </w:tc>
        <w:tc>
          <w:tcPr>
            <w:tcW w:w="239" w:type="dxa"/>
            <w:tcBorders>
              <w:left w:val="nil"/>
            </w:tcBorders>
            <w:vAlign w:val="bottom"/>
          </w:tcPr>
          <w:p w14:paraId="109E4127" w14:textId="77777777" w:rsidR="004C26D4" w:rsidRPr="000E3E1F" w:rsidRDefault="004C26D4" w:rsidP="004C26D4">
            <w:pPr>
              <w:rPr>
                <w:rFonts w:ascii="Browallia New" w:hAnsi="Browallia New" w:cs="Browallia New"/>
              </w:rPr>
            </w:pPr>
          </w:p>
        </w:tc>
        <w:tc>
          <w:tcPr>
            <w:tcW w:w="1257" w:type="dxa"/>
            <w:tcBorders>
              <w:bottom w:val="single" w:sz="4" w:space="0" w:color="auto"/>
            </w:tcBorders>
          </w:tcPr>
          <w:p w14:paraId="2236414C" w14:textId="0127D4F4" w:rsidR="004C26D4" w:rsidRPr="000E3E1F" w:rsidRDefault="004C26D4" w:rsidP="004C26D4">
            <w:pPr>
              <w:jc w:val="center"/>
              <w:rPr>
                <w:rFonts w:ascii="Browallia New" w:hAnsi="Browallia New" w:cs="Browallia New"/>
                <w:cs/>
              </w:rPr>
            </w:pPr>
            <w:r w:rsidRPr="000E3E1F">
              <w:rPr>
                <w:rFonts w:ascii="Browallia New" w:hAnsi="Browallia New" w:cs="Browallia New"/>
              </w:rPr>
              <w:t xml:space="preserve">   </w:t>
            </w:r>
            <w:r w:rsidR="00CB4821" w:rsidRPr="000E3E1F">
              <w:rPr>
                <w:rFonts w:ascii="Browallia New" w:hAnsi="Browallia New" w:cs="Browallia New"/>
              </w:rPr>
              <w:t xml:space="preserve"> </w:t>
            </w:r>
            <w:r w:rsidRPr="000E3E1F">
              <w:rPr>
                <w:rFonts w:ascii="Browallia New" w:hAnsi="Browallia New" w:cs="Browallia New"/>
              </w:rPr>
              <w:t xml:space="preserve">   -</w:t>
            </w:r>
          </w:p>
        </w:tc>
        <w:tc>
          <w:tcPr>
            <w:tcW w:w="236" w:type="dxa"/>
            <w:tcBorders>
              <w:left w:val="nil"/>
            </w:tcBorders>
            <w:vAlign w:val="bottom"/>
          </w:tcPr>
          <w:p w14:paraId="1673C911" w14:textId="77777777" w:rsidR="004C26D4" w:rsidRPr="000E3E1F" w:rsidRDefault="004C26D4" w:rsidP="004C26D4">
            <w:pPr>
              <w:ind w:right="30"/>
              <w:rPr>
                <w:rFonts w:ascii="Browallia New" w:hAnsi="Browallia New" w:cs="Browallia New"/>
              </w:rPr>
            </w:pPr>
          </w:p>
        </w:tc>
        <w:tc>
          <w:tcPr>
            <w:tcW w:w="1260" w:type="dxa"/>
            <w:tcBorders>
              <w:bottom w:val="single" w:sz="4" w:space="0" w:color="auto"/>
            </w:tcBorders>
          </w:tcPr>
          <w:p w14:paraId="72F55D73" w14:textId="1435571B" w:rsidR="004C26D4" w:rsidRPr="000E3E1F" w:rsidDel="00CD32AB" w:rsidRDefault="000F5265" w:rsidP="004C26D4">
            <w:pPr>
              <w:jc w:val="right"/>
              <w:rPr>
                <w:rFonts w:ascii="Browallia New" w:hAnsi="Browallia New" w:cs="Browallia New"/>
                <w:cs/>
              </w:rPr>
            </w:pPr>
            <w:r w:rsidRPr="000E3E1F">
              <w:rPr>
                <w:rFonts w:ascii="Browallia New" w:hAnsi="Browallia New" w:cs="Browallia New"/>
              </w:rPr>
              <w:t>(1,320)</w:t>
            </w:r>
          </w:p>
        </w:tc>
        <w:tc>
          <w:tcPr>
            <w:tcW w:w="236" w:type="dxa"/>
            <w:vAlign w:val="bottom"/>
          </w:tcPr>
          <w:p w14:paraId="4A0F0188" w14:textId="77777777" w:rsidR="004C26D4" w:rsidRPr="000E3E1F"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3CBAA8E1" w14:textId="70213EBF" w:rsidR="004C26D4" w:rsidRPr="000E3E1F" w:rsidRDefault="004C26D4" w:rsidP="004C26D4">
            <w:pPr>
              <w:jc w:val="center"/>
              <w:rPr>
                <w:rFonts w:ascii="Browallia New" w:hAnsi="Browallia New" w:cs="Browallia New"/>
                <w:cs/>
                <w:lang w:val="th-TH"/>
              </w:rPr>
            </w:pPr>
            <w:r w:rsidRPr="000E3E1F">
              <w:rPr>
                <w:rFonts w:ascii="Browallia New" w:hAnsi="Browallia New" w:cs="Browallia New"/>
              </w:rPr>
              <w:t xml:space="preserve">    </w:t>
            </w:r>
            <w:r w:rsidR="00CB4821" w:rsidRPr="000E3E1F">
              <w:rPr>
                <w:rFonts w:ascii="Browallia New" w:hAnsi="Browallia New" w:cs="Browallia New"/>
              </w:rPr>
              <w:t xml:space="preserve"> </w:t>
            </w:r>
            <w:r w:rsidRPr="000E3E1F">
              <w:rPr>
                <w:rFonts w:ascii="Browallia New" w:hAnsi="Browallia New" w:cs="Browallia New"/>
              </w:rPr>
              <w:t xml:space="preserve">  -</w:t>
            </w:r>
          </w:p>
        </w:tc>
      </w:tr>
      <w:tr w:rsidR="004C26D4" w:rsidRPr="000E3E1F" w14:paraId="2BE4634E" w14:textId="77777777" w:rsidTr="007F4BD2">
        <w:trPr>
          <w:cantSplit/>
          <w:trHeight w:val="20"/>
        </w:trPr>
        <w:tc>
          <w:tcPr>
            <w:tcW w:w="3249" w:type="dxa"/>
            <w:vAlign w:val="bottom"/>
          </w:tcPr>
          <w:p w14:paraId="40CB169C" w14:textId="04122FD4" w:rsidR="004C26D4" w:rsidRPr="000E3E1F" w:rsidRDefault="004C26D4" w:rsidP="004C26D4">
            <w:pPr>
              <w:tabs>
                <w:tab w:val="left" w:pos="540"/>
              </w:tabs>
              <w:ind w:left="-108"/>
              <w:rPr>
                <w:rFonts w:ascii="Browallia New" w:hAnsi="Browallia New" w:cs="Browallia New"/>
                <w:cs/>
                <w:lang w:val="th-TH"/>
              </w:rPr>
            </w:pPr>
            <w:r w:rsidRPr="000E3E1F">
              <w:rPr>
                <w:rFonts w:ascii="Browallia New" w:hAnsi="Browallia New" w:cs="Browallia New"/>
                <w:cs/>
                <w:lang w:val="th-TH"/>
              </w:rPr>
              <w:t>สุทธิ</w:t>
            </w:r>
          </w:p>
        </w:tc>
        <w:tc>
          <w:tcPr>
            <w:tcW w:w="1260" w:type="dxa"/>
            <w:tcBorders>
              <w:top w:val="single" w:sz="4" w:space="0" w:color="auto"/>
              <w:left w:val="nil"/>
              <w:bottom w:val="single" w:sz="12" w:space="0" w:color="auto"/>
            </w:tcBorders>
          </w:tcPr>
          <w:p w14:paraId="4A2F28C7" w14:textId="089FF1FF" w:rsidR="004C26D4" w:rsidRPr="000E3E1F" w:rsidDel="00CD32AB" w:rsidRDefault="00460977" w:rsidP="004C26D4">
            <w:pPr>
              <w:jc w:val="right"/>
              <w:rPr>
                <w:rFonts w:ascii="Browallia New" w:hAnsi="Browallia New" w:cs="Browallia New"/>
                <w:cs/>
              </w:rPr>
            </w:pPr>
            <w:r w:rsidRPr="000E3E1F">
              <w:rPr>
                <w:rFonts w:ascii="Browallia New" w:hAnsi="Browallia New" w:cs="Browallia New"/>
              </w:rPr>
              <w:t>1,416,371</w:t>
            </w:r>
          </w:p>
        </w:tc>
        <w:tc>
          <w:tcPr>
            <w:tcW w:w="239" w:type="dxa"/>
            <w:tcBorders>
              <w:left w:val="nil"/>
            </w:tcBorders>
            <w:vAlign w:val="bottom"/>
          </w:tcPr>
          <w:p w14:paraId="0E3C266C" w14:textId="77777777" w:rsidR="004C26D4" w:rsidRPr="000E3E1F" w:rsidRDefault="004C26D4" w:rsidP="004C26D4">
            <w:pPr>
              <w:rPr>
                <w:rFonts w:ascii="Browallia New" w:hAnsi="Browallia New" w:cs="Browallia New"/>
              </w:rPr>
            </w:pPr>
          </w:p>
        </w:tc>
        <w:tc>
          <w:tcPr>
            <w:tcW w:w="1257" w:type="dxa"/>
            <w:tcBorders>
              <w:top w:val="single" w:sz="4" w:space="0" w:color="auto"/>
              <w:bottom w:val="single" w:sz="12" w:space="0" w:color="auto"/>
            </w:tcBorders>
          </w:tcPr>
          <w:p w14:paraId="349AC5B1" w14:textId="6A8E9F1C" w:rsidR="004C26D4" w:rsidRPr="000E3E1F" w:rsidRDefault="004C26D4" w:rsidP="00C83F83">
            <w:pPr>
              <w:tabs>
                <w:tab w:val="left" w:pos="242"/>
                <w:tab w:val="center" w:pos="522"/>
              </w:tabs>
              <w:jc w:val="right"/>
              <w:rPr>
                <w:rFonts w:ascii="Browallia New" w:hAnsi="Browallia New" w:cs="Browallia New"/>
                <w:cs/>
              </w:rPr>
            </w:pPr>
            <w:r w:rsidRPr="000E3E1F">
              <w:rPr>
                <w:rFonts w:ascii="Browallia New" w:hAnsi="Browallia New" w:cs="Browallia New"/>
              </w:rPr>
              <w:t xml:space="preserve"> </w:t>
            </w:r>
            <w:r w:rsidR="00C83F83" w:rsidRPr="000E3E1F">
              <w:rPr>
                <w:rFonts w:ascii="Browallia New" w:hAnsi="Browallia New" w:cs="Browallia New"/>
              </w:rPr>
              <w:t>1,335,796</w:t>
            </w:r>
            <w:r w:rsidRPr="000E3E1F">
              <w:rPr>
                <w:rFonts w:ascii="Browallia New" w:hAnsi="Browallia New" w:cs="Browallia New"/>
              </w:rPr>
              <w:t xml:space="preserve">  </w:t>
            </w:r>
          </w:p>
        </w:tc>
        <w:tc>
          <w:tcPr>
            <w:tcW w:w="236" w:type="dxa"/>
            <w:tcBorders>
              <w:left w:val="nil"/>
            </w:tcBorders>
            <w:vAlign w:val="bottom"/>
          </w:tcPr>
          <w:p w14:paraId="309EE394" w14:textId="77777777" w:rsidR="004C26D4" w:rsidRPr="000E3E1F" w:rsidRDefault="004C26D4" w:rsidP="004C26D4">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05CA30D5" w:rsidR="004C26D4" w:rsidRPr="000E3E1F" w:rsidDel="00CD32AB" w:rsidRDefault="00024EDE" w:rsidP="004C26D4">
            <w:pPr>
              <w:jc w:val="right"/>
              <w:rPr>
                <w:rFonts w:ascii="Browallia New" w:hAnsi="Browallia New" w:cs="Browallia New"/>
              </w:rPr>
            </w:pPr>
            <w:r w:rsidRPr="000E3E1F">
              <w:rPr>
                <w:rFonts w:ascii="Browallia New" w:hAnsi="Browallia New" w:cs="Browallia New"/>
              </w:rPr>
              <w:t>1,393,443</w:t>
            </w:r>
          </w:p>
        </w:tc>
        <w:tc>
          <w:tcPr>
            <w:tcW w:w="236" w:type="dxa"/>
            <w:vAlign w:val="bottom"/>
          </w:tcPr>
          <w:p w14:paraId="00BA97EF" w14:textId="77777777" w:rsidR="004C26D4" w:rsidRPr="000E3E1F" w:rsidRDefault="004C26D4" w:rsidP="004C26D4">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365E5DAA" w:rsidR="004C26D4" w:rsidRPr="000E3E1F" w:rsidRDefault="004C26D4" w:rsidP="00C83F83">
            <w:pPr>
              <w:jc w:val="right"/>
              <w:rPr>
                <w:rFonts w:ascii="Browallia New" w:hAnsi="Browallia New" w:cs="Browallia New"/>
                <w:cs/>
                <w:lang w:val="th-TH"/>
              </w:rPr>
            </w:pPr>
            <w:r w:rsidRPr="000E3E1F">
              <w:rPr>
                <w:rFonts w:ascii="Browallia New" w:hAnsi="Browallia New" w:cs="Browallia New"/>
              </w:rPr>
              <w:t xml:space="preserve">  </w:t>
            </w:r>
            <w:r w:rsidR="00C83F83" w:rsidRPr="000E3E1F">
              <w:rPr>
                <w:rFonts w:ascii="Browallia New" w:hAnsi="Browallia New" w:cs="Browallia New"/>
              </w:rPr>
              <w:t>1</w:t>
            </w:r>
            <w:r w:rsidR="00C83F83" w:rsidRPr="000E3E1F">
              <w:rPr>
                <w:rFonts w:ascii="Browallia New" w:hAnsi="Browallia New" w:cs="Browallia New"/>
                <w:cs/>
                <w:lang w:val="th-TH"/>
              </w:rPr>
              <w:t>,</w:t>
            </w:r>
            <w:r w:rsidR="00C83F83" w:rsidRPr="000E3E1F">
              <w:rPr>
                <w:rFonts w:ascii="Browallia New" w:hAnsi="Browallia New" w:cs="Browallia New"/>
              </w:rPr>
              <w:t>320</w:t>
            </w:r>
            <w:r w:rsidR="00C83F83" w:rsidRPr="000E3E1F">
              <w:rPr>
                <w:rFonts w:ascii="Browallia New" w:hAnsi="Browallia New" w:cs="Browallia New"/>
                <w:cs/>
                <w:lang w:val="th-TH"/>
              </w:rPr>
              <w:t>,</w:t>
            </w:r>
            <w:r w:rsidR="00C83F83" w:rsidRPr="000E3E1F">
              <w:rPr>
                <w:rFonts w:ascii="Browallia New" w:hAnsi="Browallia New" w:cs="Browallia New"/>
              </w:rPr>
              <w:t>732</w:t>
            </w:r>
          </w:p>
        </w:tc>
      </w:tr>
    </w:tbl>
    <w:p w14:paraId="45B1BD4D" w14:textId="5B64FC51" w:rsidR="00557EDF" w:rsidRPr="000E3E1F" w:rsidRDefault="00557EDF">
      <w:pPr>
        <w:rPr>
          <w:rFonts w:ascii="Browallia New" w:hAnsi="Browallia New" w:cs="Browallia New"/>
          <w:cs/>
          <w:lang w:val="en-GB"/>
        </w:rPr>
      </w:pPr>
    </w:p>
    <w:p w14:paraId="7D197CCA" w14:textId="4A085946" w:rsidR="006A0F2F" w:rsidRPr="000E3E1F" w:rsidRDefault="006A0F2F" w:rsidP="00661E79">
      <w:pPr>
        <w:tabs>
          <w:tab w:val="left" w:pos="7655"/>
          <w:tab w:val="left" w:pos="7797"/>
          <w:tab w:val="left" w:pos="7938"/>
        </w:tabs>
        <w:ind w:left="378"/>
        <w:jc w:val="thaiDistribute"/>
        <w:rPr>
          <w:rFonts w:ascii="Browallia New" w:hAnsi="Browallia New" w:cs="Browallia New"/>
          <w:lang w:val="en-GB"/>
        </w:rPr>
      </w:pPr>
      <w:r w:rsidRPr="000E3E1F">
        <w:rPr>
          <w:rFonts w:ascii="Browallia New" w:hAnsi="Browallia New" w:cs="Browallia New"/>
          <w:cs/>
          <w:lang w:val="en-GB"/>
        </w:rPr>
        <w:t>บริษัทและบริษัทย่อยมีรายการเคล</w:t>
      </w:r>
      <w:r w:rsidR="00A731C7" w:rsidRPr="000E3E1F">
        <w:rPr>
          <w:rFonts w:ascii="Browallia New" w:hAnsi="Browallia New" w:cs="Browallia New"/>
          <w:cs/>
          <w:lang w:val="en-GB"/>
        </w:rPr>
        <w:t>ื่</w:t>
      </w:r>
      <w:r w:rsidRPr="000E3E1F">
        <w:rPr>
          <w:rFonts w:ascii="Browallia New" w:hAnsi="Browallia New" w:cs="Browallia New"/>
          <w:cs/>
          <w:lang w:val="en-GB"/>
        </w:rPr>
        <w:t>อนไหวของค่าเผื่อ</w:t>
      </w:r>
      <w:r w:rsidR="00CA736D" w:rsidRPr="000E3E1F">
        <w:rPr>
          <w:rFonts w:ascii="Browallia New" w:hAnsi="Browallia New" w:cs="Browallia New"/>
          <w:cs/>
          <w:lang w:val="en-GB"/>
        </w:rPr>
        <w:t>การลด</w:t>
      </w:r>
      <w:r w:rsidRPr="000E3E1F">
        <w:rPr>
          <w:rFonts w:ascii="Browallia New" w:hAnsi="Browallia New" w:cs="Browallia New"/>
          <w:cs/>
          <w:lang w:val="en-GB"/>
        </w:rPr>
        <w:t>มูลค่า</w:t>
      </w:r>
      <w:r w:rsidR="00CA736D" w:rsidRPr="000E3E1F">
        <w:rPr>
          <w:rFonts w:ascii="Browallia New" w:hAnsi="Browallia New" w:cs="Browallia New"/>
          <w:cs/>
          <w:lang w:val="en-GB"/>
        </w:rPr>
        <w:t>ของ</w:t>
      </w:r>
      <w:r w:rsidRPr="000E3E1F">
        <w:rPr>
          <w:rFonts w:ascii="Browallia New" w:hAnsi="Browallia New" w:cs="Browallia New"/>
          <w:cs/>
          <w:lang w:val="en-GB"/>
        </w:rPr>
        <w:t>สินค้า</w:t>
      </w:r>
      <w:r w:rsidR="00B50D61" w:rsidRPr="000E3E1F">
        <w:rPr>
          <w:rFonts w:ascii="Browallia New" w:hAnsi="Browallia New" w:cs="Browallia New"/>
          <w:cs/>
          <w:lang w:val="en-GB"/>
        </w:rPr>
        <w:t>เพิ่มขึ้น</w:t>
      </w:r>
      <w:r w:rsidR="00564E78" w:rsidRPr="000E3E1F">
        <w:rPr>
          <w:rFonts w:ascii="Browallia New" w:hAnsi="Browallia New" w:cs="Browallia New"/>
          <w:cs/>
          <w:lang w:val="en-GB"/>
        </w:rPr>
        <w:t>สำหรับงวดเก้าเดือนสิ้นสุดวันที่</w:t>
      </w:r>
      <w:r w:rsidR="00564E78" w:rsidRPr="000E3E1F">
        <w:rPr>
          <w:rFonts w:ascii="Browallia New" w:hAnsi="Browallia New" w:cs="Browallia New"/>
        </w:rPr>
        <w:t xml:space="preserve"> </w:t>
      </w:r>
      <w:r w:rsidR="00564E78" w:rsidRPr="000E3E1F">
        <w:rPr>
          <w:rFonts w:ascii="Browallia New" w:hAnsi="Browallia New" w:cs="Browallia New"/>
          <w:cs/>
          <w:lang w:val="en-GB"/>
        </w:rPr>
        <w:t xml:space="preserve">   </w:t>
      </w:r>
      <w:r w:rsidR="00564E78" w:rsidRPr="000E3E1F">
        <w:rPr>
          <w:rFonts w:ascii="Browallia New" w:hAnsi="Browallia New" w:cs="Browallia New"/>
        </w:rPr>
        <w:t>30</w:t>
      </w:r>
      <w:r w:rsidR="00564E78" w:rsidRPr="000E3E1F">
        <w:rPr>
          <w:rFonts w:ascii="Browallia New" w:hAnsi="Browallia New" w:cs="Browallia New"/>
          <w:cs/>
          <w:lang w:val="en-GB"/>
        </w:rPr>
        <w:t xml:space="preserve"> กันยายน </w:t>
      </w:r>
      <w:r w:rsidRPr="000E3E1F">
        <w:rPr>
          <w:rFonts w:ascii="Browallia New" w:hAnsi="Browallia New" w:cs="Browallia New"/>
          <w:lang w:val="en-GB"/>
        </w:rPr>
        <w:t>256</w:t>
      </w:r>
      <w:r w:rsidR="00D03FB4" w:rsidRPr="000E3E1F">
        <w:rPr>
          <w:rFonts w:ascii="Browallia New" w:hAnsi="Browallia New" w:cs="Browallia New"/>
          <w:lang w:val="en-GB"/>
        </w:rPr>
        <w:t>7</w:t>
      </w:r>
      <w:r w:rsidRPr="000E3E1F">
        <w:rPr>
          <w:rFonts w:ascii="Browallia New" w:hAnsi="Browallia New" w:cs="Browallia New"/>
          <w:lang w:val="en-GB"/>
        </w:rPr>
        <w:t xml:space="preserve"> </w:t>
      </w:r>
      <w:r w:rsidRPr="000E3E1F">
        <w:rPr>
          <w:rFonts w:ascii="Browallia New" w:hAnsi="Browallia New" w:cs="Browallia New"/>
          <w:cs/>
          <w:lang w:val="en-GB"/>
        </w:rPr>
        <w:t>ดังต่อไปนี้</w:t>
      </w:r>
    </w:p>
    <w:p w14:paraId="4E776CA7" w14:textId="77777777" w:rsidR="00287A5E" w:rsidRPr="000E3E1F" w:rsidRDefault="00287A5E" w:rsidP="00661E79">
      <w:pPr>
        <w:tabs>
          <w:tab w:val="left" w:pos="7655"/>
          <w:tab w:val="left" w:pos="7797"/>
          <w:tab w:val="left" w:pos="7938"/>
        </w:tabs>
        <w:ind w:left="378"/>
        <w:jc w:val="thaiDistribute"/>
        <w:rPr>
          <w:rFonts w:ascii="Browallia New" w:hAnsi="Browallia New" w:cs="Browallia New"/>
          <w:lang w:val="en-GB"/>
        </w:rPr>
      </w:pPr>
    </w:p>
    <w:p w14:paraId="70747E2B" w14:textId="77777777" w:rsidR="006A0F2F" w:rsidRPr="000E3E1F" w:rsidRDefault="006A0F2F" w:rsidP="00287A5E">
      <w:pPr>
        <w:ind w:left="6906" w:right="57" w:firstLine="294"/>
        <w:jc w:val="right"/>
        <w:rPr>
          <w:rFonts w:ascii="Browallia New" w:hAnsi="Browallia New" w:cs="Browallia New"/>
        </w:rPr>
      </w:pPr>
      <w:r w:rsidRPr="000E3E1F">
        <w:rPr>
          <w:rFonts w:ascii="Browallia New" w:hAnsi="Browallia New" w:cs="Browallia New"/>
          <w:cs/>
        </w:rPr>
        <w:t xml:space="preserve">(หน่วย </w:t>
      </w:r>
      <w:r w:rsidRPr="000E3E1F">
        <w:rPr>
          <w:rFonts w:ascii="Browallia New" w:hAnsi="Browallia New" w:cs="Browallia New"/>
          <w:lang w:val="en-GB"/>
        </w:rPr>
        <w:t>:</w:t>
      </w:r>
      <w:r w:rsidRPr="000E3E1F">
        <w:rPr>
          <w:rFonts w:ascii="Browallia New" w:hAnsi="Browallia New" w:cs="Browallia New"/>
          <w:cs/>
        </w:rPr>
        <w:t xml:space="preserve"> พันบาท)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0E3E1F" w14:paraId="55ACAB0E" w14:textId="77777777" w:rsidTr="00623927">
        <w:trPr>
          <w:cantSplit/>
          <w:trHeight w:val="258"/>
        </w:trPr>
        <w:tc>
          <w:tcPr>
            <w:tcW w:w="6030" w:type="dxa"/>
          </w:tcPr>
          <w:p w14:paraId="4019368D" w14:textId="77777777" w:rsidR="006A0F2F" w:rsidRPr="000E3E1F" w:rsidRDefault="006A0F2F" w:rsidP="00A000AD">
            <w:pPr>
              <w:pStyle w:val="3"/>
              <w:tabs>
                <w:tab w:val="clear" w:pos="360"/>
                <w:tab w:val="clear" w:pos="720"/>
              </w:tabs>
              <w:rPr>
                <w:rFonts w:ascii="Browallia New" w:hAnsi="Browallia New" w:cs="Browallia New"/>
                <w:sz w:val="28"/>
                <w:szCs w:val="28"/>
              </w:rPr>
            </w:pPr>
          </w:p>
        </w:tc>
        <w:tc>
          <w:tcPr>
            <w:tcW w:w="270" w:type="dxa"/>
          </w:tcPr>
          <w:p w14:paraId="224E8DAD" w14:textId="77777777" w:rsidR="006A0F2F" w:rsidRPr="000E3E1F" w:rsidRDefault="006A0F2F" w:rsidP="00A000AD">
            <w:pPr>
              <w:ind w:right="-108"/>
              <w:rPr>
                <w:rFonts w:ascii="Browallia New" w:hAnsi="Browallia New" w:cs="Browallia New"/>
                <w:cs/>
              </w:rPr>
            </w:pPr>
          </w:p>
        </w:tc>
        <w:tc>
          <w:tcPr>
            <w:tcW w:w="2745" w:type="dxa"/>
            <w:tcBorders>
              <w:bottom w:val="single" w:sz="4" w:space="0" w:color="auto"/>
            </w:tcBorders>
            <w:vAlign w:val="bottom"/>
          </w:tcPr>
          <w:p w14:paraId="3A9DE024" w14:textId="09D937A4" w:rsidR="006A0F2F" w:rsidRPr="000E3E1F" w:rsidRDefault="00C16120" w:rsidP="00A000AD">
            <w:pPr>
              <w:ind w:left="-105" w:right="-108"/>
              <w:jc w:val="center"/>
              <w:rPr>
                <w:rFonts w:ascii="Browallia New" w:hAnsi="Browallia New" w:cs="Browallia New"/>
                <w:cs/>
              </w:rPr>
            </w:pPr>
            <w:r w:rsidRPr="000E3E1F">
              <w:rPr>
                <w:rFonts w:ascii="Browallia New" w:hAnsi="Browallia New" w:cs="Browallia New"/>
                <w:cs/>
              </w:rPr>
              <w:t>ข้อมูลทาง</w:t>
            </w:r>
            <w:r w:rsidR="006A0F2F" w:rsidRPr="000E3E1F">
              <w:rPr>
                <w:rFonts w:ascii="Browallia New" w:hAnsi="Browallia New" w:cs="Browallia New"/>
                <w:cs/>
              </w:rPr>
              <w:t>การเงินรวม</w:t>
            </w:r>
            <w:r w:rsidR="00F76CD5" w:rsidRPr="000E3E1F">
              <w:rPr>
                <w:rFonts w:ascii="Browallia New" w:hAnsi="Browallia New" w:cs="Browallia New"/>
                <w:cs/>
              </w:rPr>
              <w:br/>
            </w:r>
            <w:r w:rsidR="006A0F2F" w:rsidRPr="000E3E1F">
              <w:rPr>
                <w:rFonts w:ascii="Browallia New" w:hAnsi="Browallia New" w:cs="Browallia New"/>
                <w:cs/>
              </w:rPr>
              <w:t>และเฉพาะบริษัท</w:t>
            </w:r>
          </w:p>
        </w:tc>
      </w:tr>
      <w:tr w:rsidR="006A0F2F" w:rsidRPr="000E3E1F" w14:paraId="12DAE37C" w14:textId="77777777" w:rsidTr="00623927">
        <w:trPr>
          <w:cantSplit/>
          <w:trHeight w:val="258"/>
        </w:trPr>
        <w:tc>
          <w:tcPr>
            <w:tcW w:w="6030" w:type="dxa"/>
          </w:tcPr>
          <w:p w14:paraId="5C2B1A17" w14:textId="77777777" w:rsidR="006A0F2F" w:rsidRPr="000E3E1F" w:rsidRDefault="006A0F2F" w:rsidP="00A000AD">
            <w:pPr>
              <w:pStyle w:val="3"/>
              <w:tabs>
                <w:tab w:val="clear" w:pos="360"/>
                <w:tab w:val="clear" w:pos="720"/>
              </w:tabs>
              <w:rPr>
                <w:rFonts w:ascii="Browallia New" w:hAnsi="Browallia New" w:cs="Browallia New"/>
                <w:sz w:val="28"/>
                <w:szCs w:val="28"/>
              </w:rPr>
            </w:pPr>
          </w:p>
        </w:tc>
        <w:tc>
          <w:tcPr>
            <w:tcW w:w="270" w:type="dxa"/>
          </w:tcPr>
          <w:p w14:paraId="7C94D4AB" w14:textId="77777777" w:rsidR="006A0F2F" w:rsidRPr="000E3E1F" w:rsidRDefault="006A0F2F" w:rsidP="00A000AD">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10A53E53" w:rsidR="006A0F2F" w:rsidRPr="000E3E1F" w:rsidRDefault="006A0F2F" w:rsidP="00A000AD">
            <w:pPr>
              <w:ind w:left="-105" w:right="-108"/>
              <w:jc w:val="center"/>
              <w:rPr>
                <w:rFonts w:ascii="Browallia New" w:hAnsi="Browallia New" w:cs="Browallia New"/>
                <w:cs/>
              </w:rPr>
            </w:pPr>
            <w:r w:rsidRPr="000E3E1F">
              <w:rPr>
                <w:rFonts w:ascii="Browallia New" w:hAnsi="Browallia New" w:cs="Browallia New"/>
              </w:rPr>
              <w:t>256</w:t>
            </w:r>
            <w:r w:rsidR="008D203A" w:rsidRPr="000E3E1F">
              <w:rPr>
                <w:rFonts w:ascii="Browallia New" w:hAnsi="Browallia New" w:cs="Browallia New"/>
              </w:rPr>
              <w:t>7</w:t>
            </w:r>
          </w:p>
        </w:tc>
      </w:tr>
      <w:tr w:rsidR="006A0F2F" w:rsidRPr="000E3E1F" w14:paraId="25C12826" w14:textId="77777777" w:rsidTr="00287A5E">
        <w:trPr>
          <w:cantSplit/>
          <w:trHeight w:val="323"/>
        </w:trPr>
        <w:tc>
          <w:tcPr>
            <w:tcW w:w="6030" w:type="dxa"/>
          </w:tcPr>
          <w:p w14:paraId="7255BF38" w14:textId="77777777" w:rsidR="006A0F2F" w:rsidRPr="000E3E1F" w:rsidRDefault="006A0F2F" w:rsidP="00A000AD">
            <w:pPr>
              <w:pStyle w:val="3"/>
              <w:tabs>
                <w:tab w:val="clear" w:pos="360"/>
                <w:tab w:val="clear" w:pos="720"/>
              </w:tabs>
              <w:rPr>
                <w:rFonts w:ascii="Browallia New" w:hAnsi="Browallia New" w:cs="Browallia New"/>
                <w:sz w:val="16"/>
                <w:szCs w:val="16"/>
                <w:u w:val="single"/>
                <w:cs/>
              </w:rPr>
            </w:pPr>
          </w:p>
        </w:tc>
        <w:tc>
          <w:tcPr>
            <w:tcW w:w="270" w:type="dxa"/>
          </w:tcPr>
          <w:p w14:paraId="5E95C9DE" w14:textId="77777777" w:rsidR="006A0F2F" w:rsidRPr="000E3E1F" w:rsidRDefault="006A0F2F" w:rsidP="00A000AD">
            <w:pPr>
              <w:pStyle w:val="3"/>
              <w:tabs>
                <w:tab w:val="clear" w:pos="360"/>
                <w:tab w:val="clear" w:pos="720"/>
              </w:tabs>
              <w:jc w:val="center"/>
              <w:rPr>
                <w:rFonts w:ascii="Browallia New" w:hAnsi="Browallia New" w:cs="Browallia New"/>
                <w:sz w:val="16"/>
                <w:szCs w:val="16"/>
                <w:lang w:val="en-GB"/>
              </w:rPr>
            </w:pPr>
          </w:p>
        </w:tc>
        <w:tc>
          <w:tcPr>
            <w:tcW w:w="2745" w:type="dxa"/>
          </w:tcPr>
          <w:p w14:paraId="336E33AC" w14:textId="77777777" w:rsidR="006A0F2F" w:rsidRPr="000E3E1F" w:rsidRDefault="006A0F2F" w:rsidP="00A000AD">
            <w:pPr>
              <w:pStyle w:val="3"/>
              <w:tabs>
                <w:tab w:val="clear" w:pos="360"/>
                <w:tab w:val="clear" w:pos="720"/>
              </w:tabs>
              <w:jc w:val="center"/>
              <w:rPr>
                <w:rFonts w:ascii="Browallia New" w:hAnsi="Browallia New" w:cs="Browallia New"/>
                <w:sz w:val="16"/>
                <w:szCs w:val="16"/>
                <w:lang w:val="en-GB"/>
              </w:rPr>
            </w:pPr>
          </w:p>
        </w:tc>
      </w:tr>
      <w:tr w:rsidR="006A0F2F" w:rsidRPr="000E3E1F" w14:paraId="4EA10F85" w14:textId="77777777" w:rsidTr="00623927">
        <w:trPr>
          <w:cantSplit/>
          <w:trHeight w:val="258"/>
        </w:trPr>
        <w:tc>
          <w:tcPr>
            <w:tcW w:w="6030" w:type="dxa"/>
          </w:tcPr>
          <w:p w14:paraId="7E2E0B66" w14:textId="74CF2650" w:rsidR="006A0F2F" w:rsidRPr="000E3E1F" w:rsidRDefault="006A0F2F" w:rsidP="00A000AD">
            <w:pPr>
              <w:tabs>
                <w:tab w:val="left" w:pos="540"/>
              </w:tabs>
              <w:jc w:val="thaiDistribute"/>
              <w:rPr>
                <w:rFonts w:ascii="Browallia New" w:hAnsi="Browallia New" w:cs="Browallia New"/>
              </w:rPr>
            </w:pPr>
            <w:r w:rsidRPr="000E3E1F">
              <w:rPr>
                <w:rFonts w:ascii="Browallia New" w:hAnsi="Browallia New" w:cs="Browallia New"/>
                <w:cs/>
                <w:lang w:val="en-GB"/>
              </w:rPr>
              <w:t xml:space="preserve">ยอดคงเหลือ ณ วันที่ </w:t>
            </w:r>
            <w:r w:rsidRPr="000E3E1F">
              <w:rPr>
                <w:rFonts w:ascii="Browallia New" w:hAnsi="Browallia New" w:cs="Browallia New"/>
              </w:rPr>
              <w:t>1</w:t>
            </w:r>
            <w:r w:rsidRPr="000E3E1F">
              <w:rPr>
                <w:rFonts w:ascii="Browallia New" w:hAnsi="Browallia New" w:cs="Browallia New"/>
                <w:lang w:val="en-GB"/>
              </w:rPr>
              <w:t xml:space="preserve"> </w:t>
            </w:r>
            <w:r w:rsidRPr="000E3E1F">
              <w:rPr>
                <w:rFonts w:ascii="Browallia New" w:hAnsi="Browallia New" w:cs="Browallia New"/>
                <w:cs/>
                <w:lang w:val="en-GB"/>
              </w:rPr>
              <w:t xml:space="preserve">มกราคม </w:t>
            </w:r>
            <w:r w:rsidRPr="000E3E1F">
              <w:rPr>
                <w:rFonts w:ascii="Browallia New" w:hAnsi="Browallia New" w:cs="Browallia New"/>
              </w:rPr>
              <w:t>256</w:t>
            </w:r>
            <w:r w:rsidR="007934A1" w:rsidRPr="000E3E1F">
              <w:rPr>
                <w:rFonts w:ascii="Browallia New" w:hAnsi="Browallia New" w:cs="Browallia New"/>
              </w:rPr>
              <w:t>7</w:t>
            </w:r>
          </w:p>
        </w:tc>
        <w:tc>
          <w:tcPr>
            <w:tcW w:w="270" w:type="dxa"/>
          </w:tcPr>
          <w:p w14:paraId="477840D7" w14:textId="77777777" w:rsidR="006A0F2F" w:rsidRPr="000E3E1F" w:rsidRDefault="006A0F2F" w:rsidP="00A000AD">
            <w:pPr>
              <w:jc w:val="right"/>
              <w:rPr>
                <w:rFonts w:ascii="Browallia New" w:hAnsi="Browallia New" w:cs="Browallia New"/>
                <w:cs/>
              </w:rPr>
            </w:pPr>
          </w:p>
        </w:tc>
        <w:tc>
          <w:tcPr>
            <w:tcW w:w="2745" w:type="dxa"/>
          </w:tcPr>
          <w:p w14:paraId="6B5C4A73" w14:textId="418F819E" w:rsidR="00C770D3" w:rsidRPr="000E3E1F" w:rsidRDefault="00415A19" w:rsidP="00C770D3">
            <w:pPr>
              <w:jc w:val="center"/>
              <w:rPr>
                <w:rFonts w:ascii="Browallia New" w:hAnsi="Browallia New" w:cs="Browallia New"/>
              </w:rPr>
            </w:pPr>
            <w:r w:rsidRPr="000E3E1F">
              <w:rPr>
                <w:rFonts w:ascii="Browallia New" w:hAnsi="Browallia New" w:cs="Browallia New"/>
              </w:rPr>
              <w:t xml:space="preserve">                          </w:t>
            </w:r>
            <w:r w:rsidR="00FD34E4" w:rsidRPr="000E3E1F">
              <w:rPr>
                <w:rFonts w:ascii="Browallia New" w:hAnsi="Browallia New" w:cs="Browallia New"/>
              </w:rPr>
              <w:t xml:space="preserve">     </w:t>
            </w:r>
            <w:r w:rsidR="00C770D3" w:rsidRPr="000E3E1F">
              <w:rPr>
                <w:rFonts w:ascii="Browallia New" w:hAnsi="Browallia New" w:cs="Browallia New"/>
              </w:rPr>
              <w:t>-</w:t>
            </w:r>
          </w:p>
        </w:tc>
      </w:tr>
      <w:tr w:rsidR="006A0F2F" w:rsidRPr="000E3E1F" w14:paraId="712407CD" w14:textId="77777777" w:rsidTr="00623927">
        <w:trPr>
          <w:cantSplit/>
          <w:trHeight w:val="258"/>
        </w:trPr>
        <w:tc>
          <w:tcPr>
            <w:tcW w:w="6030" w:type="dxa"/>
          </w:tcPr>
          <w:p w14:paraId="13DD30F8" w14:textId="4B0D46A1" w:rsidR="006A0F2F" w:rsidRPr="000E3E1F" w:rsidRDefault="00F740BD" w:rsidP="00A000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sidRPr="000E3E1F">
              <w:rPr>
                <w:rFonts w:ascii="Browallia New" w:hAnsi="Browallia New" w:cs="Browallia New"/>
                <w:cs/>
              </w:rPr>
              <w:t>เพิ่มขึ้น</w:t>
            </w:r>
          </w:p>
        </w:tc>
        <w:tc>
          <w:tcPr>
            <w:tcW w:w="270" w:type="dxa"/>
          </w:tcPr>
          <w:p w14:paraId="27AC50CB" w14:textId="77777777" w:rsidR="006A0F2F" w:rsidRPr="000E3E1F" w:rsidRDefault="006A0F2F" w:rsidP="00A000AD">
            <w:pPr>
              <w:jc w:val="right"/>
              <w:rPr>
                <w:rFonts w:ascii="Browallia New" w:hAnsi="Browallia New" w:cs="Browallia New"/>
              </w:rPr>
            </w:pPr>
          </w:p>
        </w:tc>
        <w:tc>
          <w:tcPr>
            <w:tcW w:w="2745" w:type="dxa"/>
            <w:tcBorders>
              <w:bottom w:val="single" w:sz="4" w:space="0" w:color="auto"/>
            </w:tcBorders>
          </w:tcPr>
          <w:p w14:paraId="18A44627" w14:textId="110ADCF4" w:rsidR="006A0F2F" w:rsidRPr="000E3E1F" w:rsidRDefault="00024EDE" w:rsidP="00024EDE">
            <w:pPr>
              <w:tabs>
                <w:tab w:val="left" w:pos="699"/>
                <w:tab w:val="right" w:pos="2529"/>
              </w:tabs>
              <w:jc w:val="right"/>
              <w:rPr>
                <w:rFonts w:ascii="Browallia New" w:hAnsi="Browallia New" w:cs="Browallia New"/>
              </w:rPr>
            </w:pPr>
            <w:r w:rsidRPr="000E3E1F">
              <w:rPr>
                <w:rFonts w:ascii="Browallia New" w:hAnsi="Browallia New" w:cs="Browallia New"/>
              </w:rPr>
              <w:t>1,320</w:t>
            </w:r>
          </w:p>
        </w:tc>
      </w:tr>
      <w:tr w:rsidR="006A0F2F" w:rsidRPr="000E3E1F" w14:paraId="4A49EC09" w14:textId="77777777" w:rsidTr="00623927">
        <w:trPr>
          <w:cantSplit/>
          <w:trHeight w:val="247"/>
        </w:trPr>
        <w:tc>
          <w:tcPr>
            <w:tcW w:w="6030" w:type="dxa"/>
          </w:tcPr>
          <w:p w14:paraId="0E4C482D" w14:textId="0142DAEB" w:rsidR="006A0F2F" w:rsidRPr="000E3E1F" w:rsidRDefault="006A0F2F" w:rsidP="00A000AD">
            <w:pPr>
              <w:tabs>
                <w:tab w:val="left" w:pos="540"/>
              </w:tabs>
              <w:jc w:val="thaiDistribute"/>
              <w:rPr>
                <w:rFonts w:ascii="Browallia New" w:hAnsi="Browallia New" w:cs="Browallia New"/>
                <w:cs/>
                <w:lang w:val="en-GB"/>
              </w:rPr>
            </w:pPr>
            <w:r w:rsidRPr="000E3E1F">
              <w:rPr>
                <w:rFonts w:ascii="Browallia New" w:hAnsi="Browallia New" w:cs="Browallia New"/>
                <w:cs/>
                <w:lang w:val="en-GB"/>
              </w:rPr>
              <w:t xml:space="preserve">ยอดคงเหลือ ณ วันที่ </w:t>
            </w:r>
            <w:r w:rsidR="00564E78" w:rsidRPr="000E3E1F">
              <w:rPr>
                <w:rFonts w:ascii="Browallia New" w:hAnsi="Browallia New" w:cs="Browallia New"/>
              </w:rPr>
              <w:t>30</w:t>
            </w:r>
            <w:r w:rsidR="00564E78" w:rsidRPr="000E3E1F">
              <w:rPr>
                <w:rFonts w:ascii="Browallia New" w:hAnsi="Browallia New" w:cs="Browallia New"/>
                <w:cs/>
              </w:rPr>
              <w:t xml:space="preserve"> กันยายน </w:t>
            </w:r>
            <w:r w:rsidR="00D03FB4" w:rsidRPr="000E3E1F">
              <w:rPr>
                <w:rFonts w:ascii="Browallia New" w:hAnsi="Browallia New" w:cs="Browallia New"/>
              </w:rPr>
              <w:t>2567</w:t>
            </w:r>
          </w:p>
        </w:tc>
        <w:tc>
          <w:tcPr>
            <w:tcW w:w="270" w:type="dxa"/>
          </w:tcPr>
          <w:p w14:paraId="1F798DD6" w14:textId="77777777" w:rsidR="006A0F2F" w:rsidRPr="000E3E1F" w:rsidRDefault="006A0F2F" w:rsidP="00A000AD">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57A6AA2D" w:rsidR="006A0F2F" w:rsidRPr="000E3E1F" w:rsidRDefault="00024EDE" w:rsidP="00024EDE">
            <w:pPr>
              <w:tabs>
                <w:tab w:val="left" w:pos="699"/>
                <w:tab w:val="right" w:pos="2529"/>
              </w:tabs>
              <w:jc w:val="right"/>
              <w:rPr>
                <w:rFonts w:ascii="Browallia New" w:hAnsi="Browallia New" w:cs="Browallia New"/>
              </w:rPr>
            </w:pPr>
            <w:r w:rsidRPr="000E3E1F">
              <w:rPr>
                <w:rFonts w:ascii="Browallia New" w:hAnsi="Browallia New" w:cs="Browallia New"/>
              </w:rPr>
              <w:t>1,320</w:t>
            </w:r>
          </w:p>
        </w:tc>
      </w:tr>
    </w:tbl>
    <w:p w14:paraId="6EA07060" w14:textId="1E29610C" w:rsidR="00222E10" w:rsidRPr="000E3E1F" w:rsidRDefault="00222E10" w:rsidP="001F44C7">
      <w:pPr>
        <w:tabs>
          <w:tab w:val="left" w:pos="7655"/>
          <w:tab w:val="left" w:pos="7797"/>
          <w:tab w:val="left" w:pos="7938"/>
        </w:tabs>
        <w:ind w:left="378"/>
        <w:jc w:val="thaiDistribute"/>
        <w:rPr>
          <w:rFonts w:ascii="Browallia New" w:hAnsi="Browallia New" w:cs="Browallia New"/>
          <w:lang w:val="en-GB"/>
        </w:rPr>
      </w:pPr>
    </w:p>
    <w:p w14:paraId="06D82DED" w14:textId="071648BF" w:rsidR="006A0F2F" w:rsidRPr="000E3E1F" w:rsidRDefault="006A0F2F" w:rsidP="001F44C7">
      <w:pPr>
        <w:tabs>
          <w:tab w:val="left" w:pos="7655"/>
          <w:tab w:val="left" w:pos="7797"/>
          <w:tab w:val="left" w:pos="7938"/>
        </w:tabs>
        <w:ind w:left="378"/>
        <w:jc w:val="thaiDistribute"/>
        <w:rPr>
          <w:rFonts w:ascii="Browallia New" w:hAnsi="Browallia New" w:cs="Browallia New"/>
        </w:rPr>
      </w:pPr>
      <w:r w:rsidRPr="000E3E1F">
        <w:rPr>
          <w:rFonts w:ascii="Browallia New" w:hAnsi="Browallia New" w:cs="Browallia New"/>
          <w:cs/>
          <w:lang w:val="en-GB"/>
        </w:rPr>
        <w:t>ต้นทุนสินค้าที่บันทึกเป็นค่าใช้จ่าย</w:t>
      </w:r>
      <w:r w:rsidR="00564E78" w:rsidRPr="000E3E1F">
        <w:rPr>
          <w:rFonts w:ascii="Browallia New" w:hAnsi="Browallia New" w:cs="Browallia New"/>
          <w:cs/>
          <w:lang w:val="en-GB"/>
        </w:rPr>
        <w:t>สำหรับงวดเก้าเดือนสิ้นสุดวันที่</w:t>
      </w:r>
      <w:r w:rsidR="00564E78" w:rsidRPr="000E3E1F">
        <w:rPr>
          <w:rFonts w:ascii="Browallia New" w:hAnsi="Browallia New" w:cs="Browallia New"/>
        </w:rPr>
        <w:t xml:space="preserve"> 30</w:t>
      </w:r>
      <w:r w:rsidR="00564E78" w:rsidRPr="000E3E1F">
        <w:rPr>
          <w:rFonts w:ascii="Browallia New" w:hAnsi="Browallia New" w:cs="Browallia New"/>
          <w:cs/>
          <w:lang w:val="en-GB"/>
        </w:rPr>
        <w:t xml:space="preserve"> กันยายน</w:t>
      </w:r>
      <w:r w:rsidR="00564E78" w:rsidRPr="000E3E1F">
        <w:rPr>
          <w:rFonts w:ascii="Browallia New" w:hAnsi="Browallia New" w:cs="Browallia New"/>
          <w:lang w:val="en-GB"/>
        </w:rPr>
        <w:t xml:space="preserve"> </w:t>
      </w:r>
      <w:r w:rsidR="00795836" w:rsidRPr="000E3E1F">
        <w:rPr>
          <w:rFonts w:ascii="Browallia New" w:hAnsi="Browallia New" w:cs="Browallia New"/>
        </w:rPr>
        <w:t>256</w:t>
      </w:r>
      <w:r w:rsidR="0060604F" w:rsidRPr="000E3E1F">
        <w:rPr>
          <w:rFonts w:ascii="Browallia New" w:hAnsi="Browallia New" w:cs="Browallia New"/>
        </w:rPr>
        <w:t>7</w:t>
      </w:r>
      <w:r w:rsidR="00795836" w:rsidRPr="000E3E1F">
        <w:rPr>
          <w:rFonts w:ascii="Browallia New" w:hAnsi="Browallia New" w:cs="Browallia New"/>
        </w:rPr>
        <w:t xml:space="preserve"> </w:t>
      </w:r>
      <w:r w:rsidRPr="000E3E1F">
        <w:rPr>
          <w:rFonts w:ascii="Browallia New" w:hAnsi="Browallia New" w:cs="Browallia New"/>
          <w:cs/>
          <w:lang w:val="en-GB"/>
        </w:rPr>
        <w:t xml:space="preserve">และ </w:t>
      </w:r>
      <w:r w:rsidRPr="000E3E1F">
        <w:rPr>
          <w:rFonts w:ascii="Browallia New" w:hAnsi="Browallia New" w:cs="Browallia New"/>
        </w:rPr>
        <w:t>256</w:t>
      </w:r>
      <w:r w:rsidR="0060604F" w:rsidRPr="000E3E1F">
        <w:rPr>
          <w:rFonts w:ascii="Browallia New" w:hAnsi="Browallia New" w:cs="Browallia New"/>
        </w:rPr>
        <w:t>6</w:t>
      </w:r>
      <w:r w:rsidRPr="000E3E1F">
        <w:rPr>
          <w:rFonts w:ascii="Browallia New" w:hAnsi="Browallia New" w:cs="Browallia New"/>
          <w:lang w:val="en-GB"/>
        </w:rPr>
        <w:t xml:space="preserve"> </w:t>
      </w:r>
      <w:r w:rsidRPr="000E3E1F">
        <w:rPr>
          <w:rFonts w:ascii="Browallia New" w:hAnsi="Browallia New" w:cs="Browallia New"/>
          <w:cs/>
          <w:lang w:val="en-GB"/>
        </w:rPr>
        <w:t>มีดังนี้</w:t>
      </w:r>
    </w:p>
    <w:p w14:paraId="2E668051" w14:textId="77777777" w:rsidR="006A0F2F" w:rsidRPr="000E3E1F"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0E3E1F" w14:paraId="5CB70A65" w14:textId="77777777" w:rsidTr="00623927">
        <w:trPr>
          <w:cantSplit/>
        </w:trPr>
        <w:tc>
          <w:tcPr>
            <w:tcW w:w="3636" w:type="dxa"/>
          </w:tcPr>
          <w:p w14:paraId="2D556524" w14:textId="77777777" w:rsidR="006A0F2F" w:rsidRPr="000E3E1F" w:rsidRDefault="006A0F2F" w:rsidP="00A000AD">
            <w:pPr>
              <w:pStyle w:val="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0E3E1F" w:rsidRDefault="006A0F2F" w:rsidP="00A000AD">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0E3E1F" w:rsidRDefault="006A0F2F" w:rsidP="00A000AD">
            <w:pPr>
              <w:pStyle w:val="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0E3E1F" w:rsidRDefault="006A0F2F" w:rsidP="00A000AD">
            <w:pPr>
              <w:pStyle w:val="3"/>
              <w:tabs>
                <w:tab w:val="clear" w:pos="360"/>
                <w:tab w:val="clear" w:pos="720"/>
              </w:tabs>
              <w:jc w:val="right"/>
              <w:rPr>
                <w:rFonts w:ascii="Browallia New" w:hAnsi="Browallia New" w:cs="Browallia New"/>
                <w:sz w:val="28"/>
                <w:szCs w:val="28"/>
              </w:rPr>
            </w:pPr>
            <w:r w:rsidRPr="000E3E1F">
              <w:rPr>
                <w:rFonts w:ascii="Browallia New" w:hAnsi="Browallia New" w:cs="Browallia New"/>
                <w:sz w:val="28"/>
                <w:szCs w:val="28"/>
              </w:rPr>
              <w:t>(</w:t>
            </w:r>
            <w:proofErr w:type="gramStart"/>
            <w:r w:rsidRPr="000E3E1F">
              <w:rPr>
                <w:rFonts w:ascii="Browallia New" w:hAnsi="Browallia New" w:cs="Browallia New"/>
                <w:sz w:val="28"/>
                <w:szCs w:val="28"/>
                <w:cs/>
              </w:rPr>
              <w:t xml:space="preserve">หน่วย </w:t>
            </w:r>
            <w:r w:rsidRPr="000E3E1F">
              <w:rPr>
                <w:rFonts w:ascii="Browallia New" w:hAnsi="Browallia New" w:cs="Browallia New"/>
                <w:sz w:val="28"/>
                <w:szCs w:val="28"/>
                <w:lang w:val="en-GB"/>
              </w:rPr>
              <w:t>:</w:t>
            </w:r>
            <w:proofErr w:type="gramEnd"/>
            <w:r w:rsidRPr="000E3E1F">
              <w:rPr>
                <w:rFonts w:ascii="Browallia New" w:hAnsi="Browallia New" w:cs="Browallia New"/>
                <w:sz w:val="28"/>
                <w:szCs w:val="28"/>
                <w:cs/>
                <w:lang w:val="en-GB"/>
              </w:rPr>
              <w:t xml:space="preserve"> พัน</w:t>
            </w:r>
            <w:r w:rsidRPr="000E3E1F">
              <w:rPr>
                <w:rFonts w:ascii="Browallia New" w:hAnsi="Browallia New" w:cs="Browallia New"/>
                <w:sz w:val="28"/>
                <w:szCs w:val="28"/>
                <w:cs/>
              </w:rPr>
              <w:t>บาท)</w:t>
            </w:r>
          </w:p>
        </w:tc>
      </w:tr>
      <w:tr w:rsidR="006A0F2F" w:rsidRPr="000E3E1F" w14:paraId="5FF82EB0" w14:textId="77777777" w:rsidTr="00623927">
        <w:trPr>
          <w:cantSplit/>
        </w:trPr>
        <w:tc>
          <w:tcPr>
            <w:tcW w:w="3636" w:type="dxa"/>
          </w:tcPr>
          <w:p w14:paraId="7516B515" w14:textId="77777777" w:rsidR="006A0F2F" w:rsidRPr="000E3E1F" w:rsidRDefault="006A0F2F" w:rsidP="00A000AD">
            <w:pPr>
              <w:pStyle w:val="3"/>
              <w:tabs>
                <w:tab w:val="clear" w:pos="360"/>
                <w:tab w:val="clear" w:pos="720"/>
              </w:tabs>
              <w:jc w:val="center"/>
              <w:rPr>
                <w:rFonts w:ascii="Browallia New" w:hAnsi="Browallia New" w:cs="Browallia New"/>
                <w:sz w:val="28"/>
                <w:szCs w:val="28"/>
              </w:rPr>
            </w:pPr>
            <w:r w:rsidRPr="000E3E1F">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56348F28" w:rsidR="006A0F2F" w:rsidRPr="000E3E1F" w:rsidRDefault="0018447B" w:rsidP="00A000AD">
            <w:pPr>
              <w:jc w:val="center"/>
              <w:rPr>
                <w:rFonts w:ascii="Browallia New" w:hAnsi="Browallia New" w:cs="Browallia New"/>
              </w:rPr>
            </w:pPr>
            <w:r w:rsidRPr="000E3E1F">
              <w:rPr>
                <w:rFonts w:ascii="Browallia New" w:hAnsi="Browallia New" w:cs="Browallia New"/>
                <w:cs/>
              </w:rPr>
              <w:t>ข้อมูลทาง</w:t>
            </w:r>
            <w:r w:rsidR="006A0F2F" w:rsidRPr="000E3E1F">
              <w:rPr>
                <w:rFonts w:ascii="Browallia New" w:hAnsi="Browallia New" w:cs="Browallia New"/>
                <w:cs/>
              </w:rPr>
              <w:t>การเงินรวม</w:t>
            </w:r>
          </w:p>
        </w:tc>
        <w:tc>
          <w:tcPr>
            <w:tcW w:w="236" w:type="dxa"/>
            <w:tcBorders>
              <w:left w:val="nil"/>
            </w:tcBorders>
          </w:tcPr>
          <w:p w14:paraId="0FE3EED3" w14:textId="77777777" w:rsidR="006A0F2F" w:rsidRPr="000E3E1F" w:rsidRDefault="006A0F2F" w:rsidP="00A000AD">
            <w:pPr>
              <w:ind w:right="72"/>
              <w:rPr>
                <w:rFonts w:ascii="Browallia New" w:hAnsi="Browallia New" w:cs="Browallia New"/>
              </w:rPr>
            </w:pPr>
          </w:p>
        </w:tc>
        <w:tc>
          <w:tcPr>
            <w:tcW w:w="2633" w:type="dxa"/>
            <w:gridSpan w:val="3"/>
            <w:tcBorders>
              <w:bottom w:val="single" w:sz="4" w:space="0" w:color="auto"/>
            </w:tcBorders>
          </w:tcPr>
          <w:p w14:paraId="364DC12A" w14:textId="6660FC9A" w:rsidR="006A0F2F" w:rsidRPr="000E3E1F" w:rsidRDefault="00391BB8" w:rsidP="00A000AD">
            <w:pPr>
              <w:ind w:right="72"/>
              <w:jc w:val="center"/>
              <w:rPr>
                <w:rFonts w:ascii="Browallia New" w:hAnsi="Browallia New" w:cs="Browallia New"/>
              </w:rPr>
            </w:pPr>
            <w:r w:rsidRPr="000E3E1F">
              <w:rPr>
                <w:rFonts w:ascii="Browallia New" w:hAnsi="Browallia New" w:cs="Browallia New"/>
                <w:cs/>
              </w:rPr>
              <w:t>ข้อมูลทาง</w:t>
            </w:r>
            <w:r w:rsidR="006A0F2F" w:rsidRPr="000E3E1F">
              <w:rPr>
                <w:rFonts w:ascii="Browallia New" w:hAnsi="Browallia New" w:cs="Browallia New"/>
                <w:cs/>
              </w:rPr>
              <w:t>การเงินเฉพาะบริษัท</w:t>
            </w:r>
          </w:p>
        </w:tc>
      </w:tr>
      <w:tr w:rsidR="006A0F2F" w:rsidRPr="000E3E1F" w14:paraId="250B73B3" w14:textId="77777777" w:rsidTr="00623927">
        <w:trPr>
          <w:cantSplit/>
        </w:trPr>
        <w:tc>
          <w:tcPr>
            <w:tcW w:w="3636" w:type="dxa"/>
          </w:tcPr>
          <w:p w14:paraId="4F240C40" w14:textId="77777777" w:rsidR="006A0F2F" w:rsidRPr="000E3E1F" w:rsidRDefault="006A0F2F" w:rsidP="00A000AD">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105CAA3A" w:rsidR="006A0F2F" w:rsidRPr="000E3E1F" w:rsidRDefault="006A0F2F" w:rsidP="00A000AD">
            <w:pPr>
              <w:ind w:left="-105" w:right="-108"/>
              <w:jc w:val="center"/>
              <w:rPr>
                <w:rFonts w:ascii="Browallia New" w:hAnsi="Browallia New" w:cs="Browallia New"/>
              </w:rPr>
            </w:pPr>
            <w:r w:rsidRPr="000E3E1F">
              <w:rPr>
                <w:rFonts w:ascii="Browallia New" w:hAnsi="Browallia New" w:cs="Browallia New"/>
              </w:rPr>
              <w:t>256</w:t>
            </w:r>
            <w:r w:rsidR="00AE1C17" w:rsidRPr="000E3E1F">
              <w:rPr>
                <w:rFonts w:ascii="Browallia New" w:hAnsi="Browallia New" w:cs="Browallia New"/>
              </w:rPr>
              <w:t>7</w:t>
            </w:r>
          </w:p>
        </w:tc>
        <w:tc>
          <w:tcPr>
            <w:tcW w:w="236" w:type="dxa"/>
            <w:tcBorders>
              <w:top w:val="single" w:sz="4" w:space="0" w:color="auto"/>
              <w:left w:val="nil"/>
            </w:tcBorders>
            <w:vAlign w:val="bottom"/>
          </w:tcPr>
          <w:p w14:paraId="7A0FE992" w14:textId="77777777" w:rsidR="006A0F2F" w:rsidRPr="000E3E1F" w:rsidRDefault="006A0F2F" w:rsidP="00A000AD">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3A415528" w:rsidR="006A0F2F" w:rsidRPr="000E3E1F" w:rsidRDefault="006A0F2F" w:rsidP="00A000AD">
            <w:pPr>
              <w:ind w:left="-105" w:right="-108"/>
              <w:jc w:val="center"/>
              <w:rPr>
                <w:rFonts w:ascii="Browallia New" w:hAnsi="Browallia New" w:cs="Browallia New"/>
              </w:rPr>
            </w:pPr>
            <w:r w:rsidRPr="000E3E1F">
              <w:rPr>
                <w:rFonts w:ascii="Browallia New" w:hAnsi="Browallia New" w:cs="Browallia New"/>
              </w:rPr>
              <w:t>256</w:t>
            </w:r>
            <w:r w:rsidR="00AE1C17" w:rsidRPr="000E3E1F">
              <w:rPr>
                <w:rFonts w:ascii="Browallia New" w:hAnsi="Browallia New" w:cs="Browallia New"/>
              </w:rPr>
              <w:t>6</w:t>
            </w:r>
          </w:p>
        </w:tc>
        <w:tc>
          <w:tcPr>
            <w:tcW w:w="236" w:type="dxa"/>
            <w:tcBorders>
              <w:left w:val="nil"/>
            </w:tcBorders>
          </w:tcPr>
          <w:p w14:paraId="0D43D162" w14:textId="77777777" w:rsidR="006A0F2F" w:rsidRPr="000E3E1F" w:rsidRDefault="006A0F2F" w:rsidP="00A000AD">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0BCE6F0" w:rsidR="006A0F2F" w:rsidRPr="000E3E1F" w:rsidRDefault="006A0F2F" w:rsidP="00A000AD">
            <w:pPr>
              <w:ind w:left="-105" w:right="-108"/>
              <w:jc w:val="center"/>
              <w:rPr>
                <w:rFonts w:ascii="Browallia New" w:hAnsi="Browallia New" w:cs="Browallia New"/>
              </w:rPr>
            </w:pPr>
            <w:r w:rsidRPr="000E3E1F">
              <w:rPr>
                <w:rFonts w:ascii="Browallia New" w:hAnsi="Browallia New" w:cs="Browallia New"/>
              </w:rPr>
              <w:t>256</w:t>
            </w:r>
            <w:r w:rsidR="00AE1C17" w:rsidRPr="000E3E1F">
              <w:rPr>
                <w:rFonts w:ascii="Browallia New" w:hAnsi="Browallia New" w:cs="Browallia New"/>
              </w:rPr>
              <w:t>7</w:t>
            </w:r>
          </w:p>
        </w:tc>
        <w:tc>
          <w:tcPr>
            <w:tcW w:w="236" w:type="dxa"/>
            <w:tcBorders>
              <w:top w:val="single" w:sz="4" w:space="0" w:color="auto"/>
            </w:tcBorders>
            <w:vAlign w:val="bottom"/>
          </w:tcPr>
          <w:p w14:paraId="72575D5F" w14:textId="77777777" w:rsidR="006A0F2F" w:rsidRPr="000E3E1F" w:rsidRDefault="006A0F2F" w:rsidP="00A000AD">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79C9DC71" w:rsidR="006A0F2F" w:rsidRPr="000E3E1F" w:rsidRDefault="006A0F2F" w:rsidP="00A000AD">
            <w:pPr>
              <w:ind w:left="-105" w:right="-108"/>
              <w:jc w:val="center"/>
              <w:rPr>
                <w:rFonts w:ascii="Browallia New" w:hAnsi="Browallia New" w:cs="Browallia New"/>
              </w:rPr>
            </w:pPr>
            <w:r w:rsidRPr="000E3E1F">
              <w:rPr>
                <w:rFonts w:ascii="Browallia New" w:hAnsi="Browallia New" w:cs="Browallia New"/>
              </w:rPr>
              <w:t>256</w:t>
            </w:r>
            <w:r w:rsidR="00AE1C17" w:rsidRPr="000E3E1F">
              <w:rPr>
                <w:rFonts w:ascii="Browallia New" w:hAnsi="Browallia New" w:cs="Browallia New"/>
              </w:rPr>
              <w:t>6</w:t>
            </w:r>
          </w:p>
        </w:tc>
      </w:tr>
      <w:tr w:rsidR="006A0F2F" w:rsidRPr="000E3E1F" w14:paraId="5F1C18A3" w14:textId="77777777" w:rsidTr="00623927">
        <w:trPr>
          <w:cantSplit/>
          <w:trHeight w:val="368"/>
        </w:trPr>
        <w:tc>
          <w:tcPr>
            <w:tcW w:w="3636" w:type="dxa"/>
            <w:vAlign w:val="bottom"/>
          </w:tcPr>
          <w:p w14:paraId="43625F43" w14:textId="77777777" w:rsidR="006A0F2F" w:rsidRPr="000E3E1F" w:rsidRDefault="006A0F2F" w:rsidP="00A000AD">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0E3E1F" w:rsidRDefault="006A0F2F" w:rsidP="00A000AD">
            <w:pPr>
              <w:jc w:val="right"/>
              <w:rPr>
                <w:rFonts w:ascii="Browallia New" w:hAnsi="Browallia New" w:cs="Browallia New"/>
                <w:sz w:val="20"/>
                <w:szCs w:val="20"/>
              </w:rPr>
            </w:pPr>
          </w:p>
        </w:tc>
        <w:tc>
          <w:tcPr>
            <w:tcW w:w="236" w:type="dxa"/>
            <w:tcBorders>
              <w:left w:val="nil"/>
            </w:tcBorders>
          </w:tcPr>
          <w:p w14:paraId="40AAAC3F" w14:textId="77777777" w:rsidR="006A0F2F" w:rsidRPr="000E3E1F" w:rsidRDefault="006A0F2F" w:rsidP="00A000AD">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0E3E1F" w:rsidRDefault="006A0F2F" w:rsidP="00A000AD">
            <w:pPr>
              <w:jc w:val="right"/>
              <w:rPr>
                <w:rFonts w:ascii="Browallia New" w:hAnsi="Browallia New" w:cs="Browallia New"/>
                <w:sz w:val="20"/>
                <w:szCs w:val="20"/>
              </w:rPr>
            </w:pPr>
          </w:p>
        </w:tc>
        <w:tc>
          <w:tcPr>
            <w:tcW w:w="236" w:type="dxa"/>
            <w:tcBorders>
              <w:left w:val="nil"/>
            </w:tcBorders>
          </w:tcPr>
          <w:p w14:paraId="5C4BDE77" w14:textId="77777777" w:rsidR="006A0F2F" w:rsidRPr="000E3E1F" w:rsidRDefault="006A0F2F" w:rsidP="00A000AD">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0E3E1F" w:rsidRDefault="006A0F2F" w:rsidP="00A000AD">
            <w:pPr>
              <w:jc w:val="right"/>
              <w:rPr>
                <w:rFonts w:ascii="Browallia New" w:hAnsi="Browallia New" w:cs="Browallia New"/>
                <w:sz w:val="20"/>
                <w:szCs w:val="20"/>
              </w:rPr>
            </w:pPr>
          </w:p>
        </w:tc>
        <w:tc>
          <w:tcPr>
            <w:tcW w:w="236" w:type="dxa"/>
          </w:tcPr>
          <w:p w14:paraId="21A04E74" w14:textId="77777777" w:rsidR="006A0F2F" w:rsidRPr="000E3E1F" w:rsidRDefault="006A0F2F" w:rsidP="00A000AD">
            <w:pPr>
              <w:pStyle w:val="a"/>
              <w:ind w:left="-157" w:right="0"/>
              <w:rPr>
                <w:rFonts w:ascii="Browallia New" w:hAnsi="Browallia New" w:cs="Browallia New"/>
                <w:sz w:val="20"/>
                <w:szCs w:val="20"/>
              </w:rPr>
            </w:pPr>
          </w:p>
        </w:tc>
        <w:tc>
          <w:tcPr>
            <w:tcW w:w="1204" w:type="dxa"/>
          </w:tcPr>
          <w:p w14:paraId="1DEE6EC4" w14:textId="77777777" w:rsidR="006A0F2F" w:rsidRPr="000E3E1F" w:rsidRDefault="006A0F2F" w:rsidP="00A000AD">
            <w:pPr>
              <w:jc w:val="right"/>
              <w:rPr>
                <w:rFonts w:ascii="Browallia New" w:hAnsi="Browallia New" w:cs="Browallia New"/>
                <w:sz w:val="20"/>
                <w:szCs w:val="20"/>
              </w:rPr>
            </w:pPr>
          </w:p>
        </w:tc>
      </w:tr>
      <w:tr w:rsidR="0029621F" w:rsidRPr="000E3E1F" w14:paraId="39D102E6" w14:textId="77777777" w:rsidTr="00623927">
        <w:trPr>
          <w:cantSplit/>
        </w:trPr>
        <w:tc>
          <w:tcPr>
            <w:tcW w:w="3636" w:type="dxa"/>
          </w:tcPr>
          <w:p w14:paraId="53EA1156" w14:textId="77777777" w:rsidR="0029621F" w:rsidRPr="000E3E1F" w:rsidRDefault="0029621F" w:rsidP="0029621F">
            <w:pPr>
              <w:tabs>
                <w:tab w:val="left" w:pos="540"/>
              </w:tabs>
              <w:ind w:left="-108"/>
              <w:rPr>
                <w:rFonts w:ascii="Browallia New" w:hAnsi="Browallia New" w:cs="Browallia New"/>
                <w:cs/>
                <w:lang w:val="th-TH"/>
              </w:rPr>
            </w:pPr>
            <w:r w:rsidRPr="000E3E1F">
              <w:rPr>
                <w:rFonts w:ascii="Browallia New" w:hAnsi="Browallia New" w:cs="Browallia New"/>
                <w:cs/>
              </w:rPr>
              <w:t>ต้นทุนขายสินค้า</w:t>
            </w:r>
          </w:p>
        </w:tc>
        <w:tc>
          <w:tcPr>
            <w:tcW w:w="1134" w:type="dxa"/>
            <w:tcBorders>
              <w:left w:val="nil"/>
            </w:tcBorders>
          </w:tcPr>
          <w:p w14:paraId="55A7EE34" w14:textId="21F22DBC" w:rsidR="0029621F" w:rsidRPr="000E3E1F" w:rsidRDefault="00270415" w:rsidP="0029621F">
            <w:pPr>
              <w:jc w:val="right"/>
              <w:rPr>
                <w:rFonts w:ascii="Browallia New" w:hAnsi="Browallia New" w:cs="Browallia New"/>
              </w:rPr>
            </w:pPr>
            <w:r w:rsidRPr="000E3E1F">
              <w:rPr>
                <w:rFonts w:ascii="Browallia New" w:hAnsi="Browallia New" w:cs="Browallia New"/>
              </w:rPr>
              <w:t>3,319,779</w:t>
            </w:r>
          </w:p>
        </w:tc>
        <w:tc>
          <w:tcPr>
            <w:tcW w:w="236" w:type="dxa"/>
            <w:tcBorders>
              <w:left w:val="nil"/>
            </w:tcBorders>
          </w:tcPr>
          <w:p w14:paraId="266A1231" w14:textId="77777777" w:rsidR="0029621F" w:rsidRPr="000E3E1F" w:rsidRDefault="0029621F" w:rsidP="0029621F">
            <w:pPr>
              <w:rPr>
                <w:rFonts w:ascii="Browallia New" w:hAnsi="Browallia New" w:cs="Browallia New"/>
              </w:rPr>
            </w:pPr>
          </w:p>
        </w:tc>
        <w:tc>
          <w:tcPr>
            <w:tcW w:w="1134" w:type="dxa"/>
          </w:tcPr>
          <w:p w14:paraId="4E489859" w14:textId="6C22B604" w:rsidR="0029621F" w:rsidRPr="000E3E1F" w:rsidRDefault="0029621F" w:rsidP="0029621F">
            <w:pPr>
              <w:jc w:val="right"/>
              <w:rPr>
                <w:rFonts w:ascii="Browallia New" w:hAnsi="Browallia New" w:cs="Browallia New"/>
              </w:rPr>
            </w:pPr>
            <w:r w:rsidRPr="000E3E1F">
              <w:rPr>
                <w:rFonts w:ascii="Browallia New" w:hAnsi="Browallia New" w:cs="Browallia New"/>
              </w:rPr>
              <w:t>3,602,684</w:t>
            </w:r>
          </w:p>
        </w:tc>
        <w:tc>
          <w:tcPr>
            <w:tcW w:w="236" w:type="dxa"/>
            <w:tcBorders>
              <w:left w:val="nil"/>
            </w:tcBorders>
          </w:tcPr>
          <w:p w14:paraId="52097129" w14:textId="77777777" w:rsidR="0029621F" w:rsidRPr="000E3E1F" w:rsidRDefault="0029621F" w:rsidP="0029621F">
            <w:pPr>
              <w:ind w:right="30"/>
              <w:rPr>
                <w:rFonts w:ascii="Browallia New" w:hAnsi="Browallia New" w:cs="Browallia New"/>
              </w:rPr>
            </w:pPr>
          </w:p>
        </w:tc>
        <w:tc>
          <w:tcPr>
            <w:tcW w:w="1193" w:type="dxa"/>
          </w:tcPr>
          <w:p w14:paraId="4F472223" w14:textId="4138F1C0" w:rsidR="0029621F" w:rsidRPr="000E3E1F" w:rsidRDefault="00B10589" w:rsidP="0029621F">
            <w:pPr>
              <w:jc w:val="right"/>
              <w:rPr>
                <w:rFonts w:ascii="Browallia New" w:hAnsi="Browallia New" w:cs="Browallia New"/>
              </w:rPr>
            </w:pPr>
            <w:r w:rsidRPr="000E3E1F">
              <w:rPr>
                <w:rFonts w:ascii="Browallia New" w:hAnsi="Browallia New" w:cs="Browallia New"/>
              </w:rPr>
              <w:t>3,276,67</w:t>
            </w:r>
            <w:r w:rsidR="00E23CCD" w:rsidRPr="000E3E1F">
              <w:rPr>
                <w:rFonts w:ascii="Browallia New" w:hAnsi="Browallia New" w:cs="Browallia New"/>
              </w:rPr>
              <w:t>1</w:t>
            </w:r>
          </w:p>
        </w:tc>
        <w:tc>
          <w:tcPr>
            <w:tcW w:w="236" w:type="dxa"/>
          </w:tcPr>
          <w:p w14:paraId="76F5764C" w14:textId="77777777" w:rsidR="0029621F" w:rsidRPr="000E3E1F" w:rsidRDefault="0029621F" w:rsidP="0029621F">
            <w:pPr>
              <w:pStyle w:val="a"/>
              <w:ind w:left="-157" w:right="30"/>
              <w:rPr>
                <w:rFonts w:ascii="Browallia New" w:hAnsi="Browallia New" w:cs="Browallia New"/>
                <w:sz w:val="28"/>
                <w:szCs w:val="28"/>
              </w:rPr>
            </w:pPr>
          </w:p>
        </w:tc>
        <w:tc>
          <w:tcPr>
            <w:tcW w:w="1204" w:type="dxa"/>
          </w:tcPr>
          <w:p w14:paraId="41C83CCB" w14:textId="5A5618F3" w:rsidR="0029621F" w:rsidRPr="000E3E1F" w:rsidRDefault="0029621F" w:rsidP="0029621F">
            <w:pPr>
              <w:jc w:val="right"/>
              <w:rPr>
                <w:rFonts w:ascii="Browallia New" w:hAnsi="Browallia New" w:cs="Browallia New"/>
              </w:rPr>
            </w:pPr>
            <w:r w:rsidRPr="000E3E1F">
              <w:rPr>
                <w:rFonts w:ascii="Browallia New" w:hAnsi="Browallia New" w:cs="Browallia New"/>
              </w:rPr>
              <w:t>3,551,815</w:t>
            </w:r>
          </w:p>
        </w:tc>
      </w:tr>
      <w:tr w:rsidR="0029621F" w:rsidRPr="000E3E1F" w14:paraId="75E70E37" w14:textId="77777777" w:rsidTr="00AB35C6">
        <w:trPr>
          <w:cantSplit/>
        </w:trPr>
        <w:tc>
          <w:tcPr>
            <w:tcW w:w="3636" w:type="dxa"/>
          </w:tcPr>
          <w:p w14:paraId="22691284" w14:textId="1A140AA0" w:rsidR="0029621F" w:rsidRPr="000E3E1F" w:rsidRDefault="0029621F" w:rsidP="0029621F">
            <w:pPr>
              <w:tabs>
                <w:tab w:val="left" w:pos="1451"/>
              </w:tabs>
              <w:ind w:left="99" w:right="-7" w:hanging="207"/>
              <w:rPr>
                <w:rFonts w:ascii="Browallia New" w:hAnsi="Browallia New" w:cs="Browallia New"/>
              </w:rPr>
            </w:pPr>
            <w:r w:rsidRPr="000E3E1F">
              <w:rPr>
                <w:rFonts w:ascii="Browallia New" w:hAnsi="Browallia New" w:cs="Browallia New"/>
                <w:cs/>
              </w:rPr>
              <w:t>ค่าเผื่อการลดมูลค่าของสินค้า</w:t>
            </w:r>
          </w:p>
        </w:tc>
        <w:tc>
          <w:tcPr>
            <w:tcW w:w="1134" w:type="dxa"/>
            <w:tcBorders>
              <w:left w:val="nil"/>
              <w:bottom w:val="single" w:sz="4" w:space="0" w:color="auto"/>
            </w:tcBorders>
            <w:vAlign w:val="bottom"/>
          </w:tcPr>
          <w:p w14:paraId="33F80714" w14:textId="5D7B0290" w:rsidR="0029621F" w:rsidRPr="000E3E1F" w:rsidRDefault="00270415" w:rsidP="0029621F">
            <w:pPr>
              <w:jc w:val="right"/>
              <w:rPr>
                <w:rFonts w:ascii="Browallia New" w:hAnsi="Browallia New" w:cs="Browallia New"/>
              </w:rPr>
            </w:pPr>
            <w:r w:rsidRPr="000E3E1F">
              <w:rPr>
                <w:rFonts w:ascii="Browallia New" w:hAnsi="Browallia New" w:cs="Browallia New"/>
              </w:rPr>
              <w:t>1,320</w:t>
            </w:r>
          </w:p>
        </w:tc>
        <w:tc>
          <w:tcPr>
            <w:tcW w:w="236" w:type="dxa"/>
            <w:tcBorders>
              <w:left w:val="nil"/>
            </w:tcBorders>
            <w:vAlign w:val="bottom"/>
          </w:tcPr>
          <w:p w14:paraId="4D345BCA" w14:textId="77777777" w:rsidR="0029621F" w:rsidRPr="000E3E1F" w:rsidRDefault="0029621F" w:rsidP="0029621F">
            <w:pPr>
              <w:jc w:val="right"/>
              <w:rPr>
                <w:rFonts w:ascii="Browallia New" w:hAnsi="Browallia New" w:cs="Browallia New"/>
              </w:rPr>
            </w:pPr>
          </w:p>
        </w:tc>
        <w:tc>
          <w:tcPr>
            <w:tcW w:w="1134" w:type="dxa"/>
            <w:tcBorders>
              <w:bottom w:val="single" w:sz="4" w:space="0" w:color="auto"/>
            </w:tcBorders>
            <w:vAlign w:val="bottom"/>
          </w:tcPr>
          <w:p w14:paraId="6CB21FD5" w14:textId="0AADA91F" w:rsidR="0029621F" w:rsidRPr="000E3E1F" w:rsidRDefault="0029621F" w:rsidP="0029621F">
            <w:pPr>
              <w:jc w:val="right"/>
              <w:rPr>
                <w:rFonts w:ascii="Browallia New" w:hAnsi="Browallia New" w:cs="Browallia New"/>
              </w:rPr>
            </w:pPr>
            <w:r w:rsidRPr="000E3E1F">
              <w:rPr>
                <w:rFonts w:ascii="Browallia New" w:hAnsi="Browallia New" w:cs="Browallia New"/>
              </w:rPr>
              <w:t>5,930</w:t>
            </w:r>
          </w:p>
        </w:tc>
        <w:tc>
          <w:tcPr>
            <w:tcW w:w="236" w:type="dxa"/>
            <w:tcBorders>
              <w:left w:val="nil"/>
            </w:tcBorders>
            <w:vAlign w:val="bottom"/>
          </w:tcPr>
          <w:p w14:paraId="087C2B37" w14:textId="77777777" w:rsidR="0029621F" w:rsidRPr="000E3E1F" w:rsidRDefault="0029621F" w:rsidP="0029621F">
            <w:pPr>
              <w:ind w:right="30"/>
              <w:jc w:val="right"/>
              <w:rPr>
                <w:rFonts w:ascii="Browallia New" w:hAnsi="Browallia New" w:cs="Browallia New"/>
              </w:rPr>
            </w:pPr>
          </w:p>
        </w:tc>
        <w:tc>
          <w:tcPr>
            <w:tcW w:w="1193" w:type="dxa"/>
            <w:tcBorders>
              <w:bottom w:val="single" w:sz="4" w:space="0" w:color="auto"/>
            </w:tcBorders>
            <w:vAlign w:val="bottom"/>
          </w:tcPr>
          <w:p w14:paraId="1E9281C6" w14:textId="5EBE3CF7" w:rsidR="0029621F" w:rsidRPr="000E3E1F" w:rsidRDefault="00B10589" w:rsidP="0029621F">
            <w:pPr>
              <w:jc w:val="right"/>
              <w:rPr>
                <w:rFonts w:ascii="Browallia New" w:hAnsi="Browallia New" w:cs="Browallia New"/>
              </w:rPr>
            </w:pPr>
            <w:r w:rsidRPr="000E3E1F">
              <w:rPr>
                <w:rFonts w:ascii="Browallia New" w:hAnsi="Browallia New" w:cs="Browallia New"/>
              </w:rPr>
              <w:t>1,320</w:t>
            </w:r>
          </w:p>
        </w:tc>
        <w:tc>
          <w:tcPr>
            <w:tcW w:w="236" w:type="dxa"/>
            <w:vAlign w:val="bottom"/>
          </w:tcPr>
          <w:p w14:paraId="75894385" w14:textId="77777777" w:rsidR="0029621F" w:rsidRPr="000E3E1F" w:rsidRDefault="0029621F" w:rsidP="0029621F">
            <w:pPr>
              <w:pStyle w:val="a"/>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3408014A" w:rsidR="0029621F" w:rsidRPr="000E3E1F" w:rsidRDefault="0029621F" w:rsidP="0029621F">
            <w:pPr>
              <w:jc w:val="right"/>
              <w:rPr>
                <w:rFonts w:ascii="Browallia New" w:hAnsi="Browallia New" w:cs="Browallia New"/>
              </w:rPr>
            </w:pPr>
            <w:r w:rsidRPr="000E3E1F">
              <w:rPr>
                <w:rFonts w:ascii="Browallia New" w:hAnsi="Browallia New" w:cs="Browallia New"/>
              </w:rPr>
              <w:t>5,930</w:t>
            </w:r>
          </w:p>
        </w:tc>
      </w:tr>
      <w:tr w:rsidR="0029621F" w:rsidRPr="000E3E1F" w14:paraId="226A8000" w14:textId="77777777" w:rsidTr="00AB35C6">
        <w:trPr>
          <w:cantSplit/>
        </w:trPr>
        <w:tc>
          <w:tcPr>
            <w:tcW w:w="3636" w:type="dxa"/>
          </w:tcPr>
          <w:p w14:paraId="3C194CC4" w14:textId="77777777" w:rsidR="0029621F" w:rsidRPr="000E3E1F" w:rsidRDefault="0029621F" w:rsidP="0029621F">
            <w:pPr>
              <w:tabs>
                <w:tab w:val="left" w:pos="540"/>
              </w:tabs>
              <w:ind w:left="-108"/>
              <w:rPr>
                <w:rFonts w:ascii="Browallia New" w:hAnsi="Browallia New" w:cs="Browallia New"/>
              </w:rPr>
            </w:pPr>
            <w:r w:rsidRPr="000E3E1F">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751EB198" w:rsidR="0029621F" w:rsidRPr="000E3E1F" w:rsidRDefault="00270415" w:rsidP="0029621F">
            <w:pPr>
              <w:jc w:val="right"/>
              <w:rPr>
                <w:rFonts w:ascii="Browallia New" w:hAnsi="Browallia New" w:cs="Browallia New"/>
              </w:rPr>
            </w:pPr>
            <w:r w:rsidRPr="000E3E1F">
              <w:rPr>
                <w:rFonts w:ascii="Browallia New" w:hAnsi="Browallia New" w:cs="Browallia New"/>
              </w:rPr>
              <w:t>3,321,099</w:t>
            </w:r>
          </w:p>
        </w:tc>
        <w:tc>
          <w:tcPr>
            <w:tcW w:w="236" w:type="dxa"/>
            <w:tcBorders>
              <w:left w:val="nil"/>
            </w:tcBorders>
          </w:tcPr>
          <w:p w14:paraId="4DB4659A" w14:textId="77777777" w:rsidR="0029621F" w:rsidRPr="000E3E1F" w:rsidRDefault="0029621F" w:rsidP="0029621F">
            <w:pPr>
              <w:rPr>
                <w:rFonts w:ascii="Browallia New" w:hAnsi="Browallia New" w:cs="Browallia New"/>
              </w:rPr>
            </w:pPr>
          </w:p>
        </w:tc>
        <w:tc>
          <w:tcPr>
            <w:tcW w:w="1134" w:type="dxa"/>
            <w:tcBorders>
              <w:top w:val="single" w:sz="4" w:space="0" w:color="auto"/>
              <w:bottom w:val="single" w:sz="12" w:space="0" w:color="auto"/>
            </w:tcBorders>
          </w:tcPr>
          <w:p w14:paraId="1CAA9472" w14:textId="433DD2DE" w:rsidR="0029621F" w:rsidRPr="000E3E1F" w:rsidRDefault="0029621F" w:rsidP="0029621F">
            <w:pPr>
              <w:jc w:val="right"/>
              <w:rPr>
                <w:rFonts w:ascii="Browallia New" w:hAnsi="Browallia New" w:cs="Browallia New"/>
              </w:rPr>
            </w:pPr>
            <w:r w:rsidRPr="000E3E1F">
              <w:rPr>
                <w:rFonts w:ascii="Browallia New" w:hAnsi="Browallia New" w:cs="Browallia New"/>
              </w:rPr>
              <w:t>3,608,614</w:t>
            </w:r>
          </w:p>
        </w:tc>
        <w:tc>
          <w:tcPr>
            <w:tcW w:w="236" w:type="dxa"/>
            <w:tcBorders>
              <w:left w:val="nil"/>
            </w:tcBorders>
          </w:tcPr>
          <w:p w14:paraId="570DA88A" w14:textId="77777777" w:rsidR="0029621F" w:rsidRPr="000E3E1F" w:rsidRDefault="0029621F" w:rsidP="0029621F">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372D9B21" w:rsidR="0029621F" w:rsidRPr="000E3E1F" w:rsidRDefault="00B10589" w:rsidP="0029621F">
            <w:pPr>
              <w:jc w:val="right"/>
              <w:rPr>
                <w:rFonts w:ascii="Browallia New" w:hAnsi="Browallia New" w:cs="Browallia New"/>
              </w:rPr>
            </w:pPr>
            <w:r w:rsidRPr="000E3E1F">
              <w:rPr>
                <w:rFonts w:ascii="Browallia New" w:hAnsi="Browallia New" w:cs="Browallia New"/>
              </w:rPr>
              <w:t>3,277,99</w:t>
            </w:r>
            <w:r w:rsidR="00E23CCD" w:rsidRPr="000E3E1F">
              <w:rPr>
                <w:rFonts w:ascii="Browallia New" w:hAnsi="Browallia New" w:cs="Browallia New"/>
              </w:rPr>
              <w:t>1</w:t>
            </w:r>
          </w:p>
        </w:tc>
        <w:tc>
          <w:tcPr>
            <w:tcW w:w="236" w:type="dxa"/>
          </w:tcPr>
          <w:p w14:paraId="3617218C" w14:textId="77777777" w:rsidR="0029621F" w:rsidRPr="000E3E1F" w:rsidRDefault="0029621F" w:rsidP="0029621F">
            <w:pPr>
              <w:pStyle w:val="a"/>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322633A6" w:rsidR="0029621F" w:rsidRPr="000E3E1F" w:rsidRDefault="0029621F" w:rsidP="0029621F">
            <w:pPr>
              <w:jc w:val="right"/>
              <w:rPr>
                <w:rFonts w:ascii="Browallia New" w:hAnsi="Browallia New" w:cs="Browallia New"/>
              </w:rPr>
            </w:pPr>
            <w:r w:rsidRPr="000E3E1F">
              <w:rPr>
                <w:rFonts w:ascii="Browallia New" w:hAnsi="Browallia New" w:cs="Browallia New"/>
              </w:rPr>
              <w:t>3,557,745</w:t>
            </w:r>
          </w:p>
        </w:tc>
      </w:tr>
    </w:tbl>
    <w:p w14:paraId="485629FF" w14:textId="115AE3EC" w:rsidR="004C0874" w:rsidRPr="000E3E1F" w:rsidRDefault="004C0874" w:rsidP="00287A5E">
      <w:pPr>
        <w:numPr>
          <w:ilvl w:val="0"/>
          <w:numId w:val="1"/>
        </w:numPr>
        <w:tabs>
          <w:tab w:val="clear" w:pos="360"/>
          <w:tab w:val="left" w:pos="990"/>
        </w:tabs>
        <w:jc w:val="thaiDistribute"/>
        <w:rPr>
          <w:rFonts w:ascii="Browallia New" w:hAnsi="Browallia New" w:cs="Browallia New"/>
          <w:b/>
          <w:bCs/>
        </w:rPr>
      </w:pPr>
      <w:r w:rsidRPr="000E3E1F">
        <w:rPr>
          <w:rFonts w:ascii="Browallia New" w:hAnsi="Browallia New" w:cs="Browallia New"/>
          <w:b/>
          <w:bCs/>
          <w:cs/>
        </w:rPr>
        <w:lastRenderedPageBreak/>
        <w:t>เงินลงทุนในบริษัทย่อย</w:t>
      </w:r>
    </w:p>
    <w:p w14:paraId="3180BA96" w14:textId="77777777" w:rsidR="00B85B71" w:rsidRPr="000E3E1F" w:rsidRDefault="00B85B71" w:rsidP="00C3162A">
      <w:pPr>
        <w:ind w:left="360"/>
        <w:jc w:val="thaiDistribute"/>
        <w:rPr>
          <w:rFonts w:ascii="Browallia New" w:hAnsi="Browallia New" w:cs="Browallia New"/>
          <w:sz w:val="24"/>
          <w:szCs w:val="24"/>
        </w:rPr>
      </w:pPr>
    </w:p>
    <w:tbl>
      <w:tblPr>
        <w:tblW w:w="9210" w:type="dxa"/>
        <w:tblInd w:w="270" w:type="dxa"/>
        <w:tblLayout w:type="fixed"/>
        <w:tblLook w:val="0000" w:firstRow="0" w:lastRow="0" w:firstColumn="0" w:lastColumn="0" w:noHBand="0" w:noVBand="0"/>
      </w:tblPr>
      <w:tblGrid>
        <w:gridCol w:w="2331"/>
        <w:gridCol w:w="2490"/>
        <w:gridCol w:w="981"/>
        <w:gridCol w:w="236"/>
        <w:gridCol w:w="614"/>
        <w:gridCol w:w="426"/>
        <w:gridCol w:w="425"/>
        <w:gridCol w:w="850"/>
        <w:gridCol w:w="857"/>
      </w:tblGrid>
      <w:tr w:rsidR="00C3162A" w:rsidRPr="000E3E1F" w14:paraId="3A159717" w14:textId="77777777" w:rsidTr="00436F61">
        <w:trPr>
          <w:cantSplit/>
        </w:trPr>
        <w:tc>
          <w:tcPr>
            <w:tcW w:w="2331" w:type="dxa"/>
          </w:tcPr>
          <w:p w14:paraId="7BE8F738" w14:textId="77777777" w:rsidR="00C3162A" w:rsidRPr="000E3E1F"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0E3E1F"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0E3E1F"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0E3E1F"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0E3E1F"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0E3E1F" w:rsidRDefault="00C3162A" w:rsidP="0010534A">
            <w:pPr>
              <w:tabs>
                <w:tab w:val="left" w:pos="540"/>
              </w:tabs>
              <w:ind w:right="-90"/>
              <w:jc w:val="right"/>
              <w:rPr>
                <w:rFonts w:ascii="Browallia New" w:hAnsi="Browallia New" w:cs="Browallia New"/>
                <w:sz w:val="20"/>
                <w:szCs w:val="20"/>
              </w:rPr>
            </w:pPr>
            <w:r w:rsidRPr="000E3E1F">
              <w:rPr>
                <w:rFonts w:ascii="Browallia New" w:hAnsi="Browallia New" w:cs="Browallia New"/>
                <w:sz w:val="20"/>
                <w:szCs w:val="20"/>
              </w:rPr>
              <w:t>(</w:t>
            </w:r>
            <w:proofErr w:type="gramStart"/>
            <w:r w:rsidRPr="000E3E1F">
              <w:rPr>
                <w:rFonts w:ascii="Browallia New" w:hAnsi="Browallia New" w:cs="Browallia New"/>
                <w:sz w:val="20"/>
                <w:szCs w:val="20"/>
                <w:cs/>
              </w:rPr>
              <w:t>หน่วย</w:t>
            </w:r>
            <w:r w:rsidRPr="000E3E1F">
              <w:rPr>
                <w:rFonts w:ascii="Browallia New" w:hAnsi="Browallia New" w:cs="Browallia New"/>
                <w:sz w:val="20"/>
                <w:szCs w:val="20"/>
              </w:rPr>
              <w:t xml:space="preserve"> </w:t>
            </w:r>
            <w:r w:rsidRPr="000E3E1F">
              <w:rPr>
                <w:rFonts w:ascii="Browallia New" w:hAnsi="Browallia New" w:cs="Browallia New"/>
                <w:sz w:val="20"/>
                <w:szCs w:val="20"/>
                <w:lang w:val="en-GB"/>
              </w:rPr>
              <w:t>:</w:t>
            </w:r>
            <w:proofErr w:type="gramEnd"/>
            <w:r w:rsidRPr="000E3E1F">
              <w:rPr>
                <w:rFonts w:ascii="Browallia New" w:hAnsi="Browallia New" w:cs="Browallia New"/>
                <w:sz w:val="20"/>
                <w:szCs w:val="20"/>
              </w:rPr>
              <w:t xml:space="preserve"> </w:t>
            </w:r>
            <w:r w:rsidRPr="000E3E1F">
              <w:rPr>
                <w:rFonts w:ascii="Browallia New" w:hAnsi="Browallia New" w:cs="Browallia New"/>
                <w:sz w:val="20"/>
                <w:szCs w:val="20"/>
                <w:cs/>
              </w:rPr>
              <w:t>พันบาท</w:t>
            </w:r>
            <w:r w:rsidRPr="000E3E1F">
              <w:rPr>
                <w:rFonts w:ascii="Browallia New" w:hAnsi="Browallia New" w:cs="Browallia New"/>
                <w:sz w:val="20"/>
                <w:szCs w:val="20"/>
              </w:rPr>
              <w:t>)</w:t>
            </w:r>
          </w:p>
        </w:tc>
      </w:tr>
      <w:tr w:rsidR="00C3162A" w:rsidRPr="000E3E1F" w14:paraId="1DAD75C5" w14:textId="77777777" w:rsidTr="00436F61">
        <w:trPr>
          <w:cantSplit/>
          <w:trHeight w:val="226"/>
        </w:trPr>
        <w:tc>
          <w:tcPr>
            <w:tcW w:w="2331" w:type="dxa"/>
          </w:tcPr>
          <w:p w14:paraId="69520F24" w14:textId="77777777" w:rsidR="00C3162A" w:rsidRPr="000E3E1F"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0E3E1F"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0E3E1F" w:rsidRDefault="00C3162A" w:rsidP="0010534A">
            <w:pPr>
              <w:ind w:right="-90"/>
              <w:jc w:val="center"/>
              <w:rPr>
                <w:rFonts w:ascii="Browallia New" w:hAnsi="Browallia New" w:cs="Browallia New"/>
                <w:sz w:val="20"/>
                <w:szCs w:val="20"/>
              </w:rPr>
            </w:pPr>
          </w:p>
          <w:p w14:paraId="16EC7E7E" w14:textId="77777777" w:rsidR="00C3162A" w:rsidRPr="000E3E1F"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0E3E1F"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0E3E1F" w:rsidRDefault="00C3162A" w:rsidP="0010534A">
            <w:pPr>
              <w:pBdr>
                <w:bottom w:val="single" w:sz="4" w:space="1" w:color="auto"/>
              </w:pBdr>
              <w:ind w:right="-90"/>
              <w:jc w:val="center"/>
              <w:rPr>
                <w:rFonts w:ascii="Browallia New" w:hAnsi="Browallia New" w:cs="Browallia New"/>
                <w:sz w:val="20"/>
                <w:szCs w:val="20"/>
                <w:lang w:val="en-GB"/>
              </w:rPr>
            </w:pPr>
            <w:r w:rsidRPr="000E3E1F">
              <w:rPr>
                <w:rFonts w:ascii="Browallia New" w:hAnsi="Browallia New" w:cs="Browallia New"/>
                <w:sz w:val="20"/>
                <w:szCs w:val="20"/>
                <w:cs/>
              </w:rPr>
              <w:t>สัดส่วนการถือหุ้น</w:t>
            </w:r>
            <w:r w:rsidRPr="000E3E1F">
              <w:rPr>
                <w:rFonts w:ascii="Browallia New" w:hAnsi="Browallia New" w:cs="Browallia New"/>
                <w:sz w:val="20"/>
                <w:szCs w:val="20"/>
              </w:rPr>
              <w:t xml:space="preserve"> </w:t>
            </w:r>
            <w:r w:rsidRPr="000E3E1F">
              <w:rPr>
                <w:rFonts w:ascii="Browallia New" w:hAnsi="Browallia New" w:cs="Browallia New"/>
                <w:sz w:val="20"/>
                <w:szCs w:val="20"/>
                <w:cs/>
              </w:rPr>
              <w:t>(ร้อยละ)</w:t>
            </w:r>
          </w:p>
        </w:tc>
        <w:tc>
          <w:tcPr>
            <w:tcW w:w="1707" w:type="dxa"/>
            <w:gridSpan w:val="2"/>
            <w:vAlign w:val="bottom"/>
          </w:tcPr>
          <w:p w14:paraId="541DFE31" w14:textId="5A3A69DF" w:rsidR="00C3162A" w:rsidRPr="000E3E1F" w:rsidRDefault="00086A91" w:rsidP="001B532E">
            <w:pPr>
              <w:pBdr>
                <w:bottom w:val="single" w:sz="4" w:space="1" w:color="auto"/>
              </w:pBdr>
              <w:tabs>
                <w:tab w:val="left" w:pos="540"/>
              </w:tabs>
              <w:ind w:right="-90"/>
              <w:jc w:val="center"/>
              <w:rPr>
                <w:rFonts w:ascii="Browallia New" w:hAnsi="Browallia New" w:cs="Browallia New"/>
                <w:sz w:val="20"/>
                <w:szCs w:val="20"/>
              </w:rPr>
            </w:pPr>
            <w:r w:rsidRPr="000E3E1F">
              <w:rPr>
                <w:rFonts w:ascii="Browallia New" w:hAnsi="Browallia New" w:cs="Browallia New"/>
                <w:sz w:val="20"/>
                <w:szCs w:val="20"/>
                <w:cs/>
              </w:rPr>
              <w:t>ข้อมูล</w:t>
            </w:r>
            <w:r w:rsidR="00501223" w:rsidRPr="000E3E1F">
              <w:rPr>
                <w:rFonts w:ascii="Browallia New" w:hAnsi="Browallia New" w:cs="Browallia New"/>
                <w:sz w:val="20"/>
                <w:szCs w:val="20"/>
                <w:cs/>
              </w:rPr>
              <w:t>ทาง</w:t>
            </w:r>
            <w:r w:rsidR="00C3162A" w:rsidRPr="000E3E1F">
              <w:rPr>
                <w:rFonts w:ascii="Browallia New" w:hAnsi="Browallia New" w:cs="Browallia New"/>
                <w:sz w:val="20"/>
                <w:szCs w:val="20"/>
                <w:cs/>
              </w:rPr>
              <w:t>การเงิน</w:t>
            </w:r>
            <w:r w:rsidR="001B532E" w:rsidRPr="000E3E1F">
              <w:rPr>
                <w:rFonts w:ascii="Browallia New" w:hAnsi="Browallia New" w:cs="Browallia New"/>
                <w:sz w:val="20"/>
                <w:szCs w:val="20"/>
                <w:cs/>
              </w:rPr>
              <w:br/>
            </w:r>
            <w:r w:rsidR="00C3162A" w:rsidRPr="000E3E1F">
              <w:rPr>
                <w:rFonts w:ascii="Browallia New" w:hAnsi="Browallia New" w:cs="Browallia New"/>
                <w:sz w:val="20"/>
                <w:szCs w:val="20"/>
                <w:cs/>
              </w:rPr>
              <w:t>เฉพาะบริษัท</w:t>
            </w:r>
          </w:p>
        </w:tc>
      </w:tr>
      <w:tr w:rsidR="00C50BBE" w:rsidRPr="000E3E1F" w14:paraId="0806F19F" w14:textId="77777777" w:rsidTr="00436F61">
        <w:trPr>
          <w:cantSplit/>
        </w:trPr>
        <w:tc>
          <w:tcPr>
            <w:tcW w:w="2331" w:type="dxa"/>
            <w:vAlign w:val="bottom"/>
          </w:tcPr>
          <w:p w14:paraId="228BC37C" w14:textId="77777777" w:rsidR="00C50BBE" w:rsidRPr="000E3E1F" w:rsidRDefault="00C50BBE" w:rsidP="00C50BBE">
            <w:pPr>
              <w:pBdr>
                <w:bottom w:val="single" w:sz="4" w:space="1" w:color="auto"/>
              </w:pBdr>
              <w:ind w:right="-12"/>
              <w:jc w:val="center"/>
              <w:rPr>
                <w:rFonts w:ascii="Browallia New" w:hAnsi="Browallia New" w:cs="Browallia New"/>
                <w:sz w:val="20"/>
                <w:szCs w:val="20"/>
                <w:lang w:val="en-GB"/>
              </w:rPr>
            </w:pPr>
            <w:r w:rsidRPr="000E3E1F">
              <w:rPr>
                <w:rFonts w:ascii="Browallia New" w:hAnsi="Browallia New" w:cs="Browallia New"/>
                <w:sz w:val="20"/>
                <w:szCs w:val="20"/>
                <w:cs/>
              </w:rPr>
              <w:t>บริษัท</w:t>
            </w:r>
          </w:p>
        </w:tc>
        <w:tc>
          <w:tcPr>
            <w:tcW w:w="2487" w:type="dxa"/>
            <w:vAlign w:val="bottom"/>
          </w:tcPr>
          <w:p w14:paraId="66D7395F" w14:textId="77777777" w:rsidR="00C50BBE" w:rsidRPr="000E3E1F" w:rsidRDefault="00C50BBE" w:rsidP="00C50BBE">
            <w:pPr>
              <w:pBdr>
                <w:bottom w:val="single" w:sz="4" w:space="1" w:color="auto"/>
              </w:pBdr>
              <w:ind w:right="-12"/>
              <w:jc w:val="center"/>
              <w:rPr>
                <w:rFonts w:ascii="Browallia New" w:hAnsi="Browallia New" w:cs="Browallia New"/>
                <w:sz w:val="20"/>
                <w:szCs w:val="20"/>
                <w:cs/>
              </w:rPr>
            </w:pPr>
            <w:r w:rsidRPr="000E3E1F">
              <w:rPr>
                <w:rFonts w:ascii="Browallia New" w:hAnsi="Browallia New" w:cs="Browallia New"/>
                <w:sz w:val="20"/>
                <w:szCs w:val="20"/>
                <w:cs/>
              </w:rPr>
              <w:t>ประเภทกิจการ</w:t>
            </w:r>
          </w:p>
        </w:tc>
        <w:tc>
          <w:tcPr>
            <w:tcW w:w="981" w:type="dxa"/>
            <w:vAlign w:val="bottom"/>
          </w:tcPr>
          <w:p w14:paraId="69C0DCBB" w14:textId="77777777" w:rsidR="00C50BBE" w:rsidRPr="000E3E1F" w:rsidRDefault="00C50BBE" w:rsidP="00C50BBE">
            <w:pPr>
              <w:pBdr>
                <w:bottom w:val="single" w:sz="4" w:space="1" w:color="auto"/>
              </w:pBdr>
              <w:ind w:right="-12"/>
              <w:jc w:val="center"/>
              <w:rPr>
                <w:rFonts w:ascii="Browallia New" w:hAnsi="Browallia New" w:cs="Browallia New"/>
                <w:sz w:val="20"/>
                <w:szCs w:val="20"/>
              </w:rPr>
            </w:pPr>
            <w:r w:rsidRPr="000E3E1F">
              <w:rPr>
                <w:rFonts w:ascii="Browallia New" w:hAnsi="Browallia New" w:cs="Browallia New"/>
                <w:sz w:val="20"/>
                <w:szCs w:val="20"/>
                <w:cs/>
              </w:rPr>
              <w:t>ทุนชำระแล้ว</w:t>
            </w:r>
          </w:p>
        </w:tc>
        <w:tc>
          <w:tcPr>
            <w:tcW w:w="850" w:type="dxa"/>
            <w:gridSpan w:val="2"/>
            <w:vAlign w:val="bottom"/>
          </w:tcPr>
          <w:p w14:paraId="26E0EF5E" w14:textId="5E524C5C" w:rsidR="00C50BBE" w:rsidRPr="000E3E1F" w:rsidRDefault="003D240C" w:rsidP="00C50BBE">
            <w:pPr>
              <w:pBdr>
                <w:bottom w:val="single" w:sz="4" w:space="1" w:color="auto"/>
              </w:pBdr>
              <w:ind w:right="-12"/>
              <w:jc w:val="center"/>
              <w:rPr>
                <w:rFonts w:ascii="Browallia New" w:hAnsi="Browallia New" w:cs="Browallia New"/>
                <w:sz w:val="20"/>
                <w:szCs w:val="20"/>
                <w:lang w:val="en-GB"/>
              </w:rPr>
            </w:pPr>
            <w:r w:rsidRPr="000E3E1F">
              <w:rPr>
                <w:rFonts w:ascii="Browallia New" w:hAnsi="Browallia New" w:cs="Browallia New"/>
                <w:sz w:val="20"/>
                <w:szCs w:val="20"/>
              </w:rPr>
              <w:t>30</w:t>
            </w:r>
            <w:r w:rsidRPr="000E3E1F">
              <w:rPr>
                <w:rFonts w:ascii="Browallia New" w:hAnsi="Browallia New" w:cs="Browallia New"/>
                <w:sz w:val="20"/>
                <w:szCs w:val="20"/>
                <w:cs/>
              </w:rPr>
              <w:t xml:space="preserve"> ก.ย.</w:t>
            </w:r>
            <w:r w:rsidR="00C50BBE" w:rsidRPr="000E3E1F">
              <w:rPr>
                <w:rFonts w:ascii="Browallia New" w:hAnsi="Browallia New" w:cs="Browallia New"/>
                <w:sz w:val="20"/>
                <w:szCs w:val="20"/>
                <w:cs/>
              </w:rPr>
              <w:br/>
            </w:r>
            <w:r w:rsidR="00C50BBE" w:rsidRPr="000E3E1F">
              <w:rPr>
                <w:rFonts w:ascii="Browallia New" w:hAnsi="Browallia New" w:cs="Browallia New"/>
                <w:sz w:val="20"/>
                <w:szCs w:val="20"/>
              </w:rPr>
              <w:t>2567</w:t>
            </w:r>
          </w:p>
        </w:tc>
        <w:tc>
          <w:tcPr>
            <w:tcW w:w="851" w:type="dxa"/>
            <w:gridSpan w:val="2"/>
            <w:vAlign w:val="bottom"/>
          </w:tcPr>
          <w:p w14:paraId="1E4B9F2D" w14:textId="2F081E92" w:rsidR="00C50BBE" w:rsidRPr="000E3E1F" w:rsidRDefault="00C50BBE" w:rsidP="00C50BBE">
            <w:pPr>
              <w:pBdr>
                <w:bottom w:val="single" w:sz="4" w:space="1" w:color="auto"/>
              </w:pBdr>
              <w:ind w:right="-12"/>
              <w:jc w:val="center"/>
              <w:rPr>
                <w:rFonts w:ascii="Browallia New" w:hAnsi="Browallia New" w:cs="Browallia New"/>
                <w:sz w:val="20"/>
                <w:szCs w:val="20"/>
              </w:rPr>
            </w:pPr>
            <w:r w:rsidRPr="000E3E1F">
              <w:rPr>
                <w:rFonts w:ascii="Browallia New" w:hAnsi="Browallia New" w:cs="Browallia New"/>
                <w:sz w:val="20"/>
                <w:szCs w:val="20"/>
              </w:rPr>
              <w:t xml:space="preserve">31 </w:t>
            </w:r>
            <w:r w:rsidRPr="000E3E1F">
              <w:rPr>
                <w:rFonts w:ascii="Browallia New" w:hAnsi="Browallia New" w:cs="Browallia New"/>
                <w:sz w:val="20"/>
                <w:szCs w:val="20"/>
                <w:cs/>
              </w:rPr>
              <w:t>ธ.ค.</w:t>
            </w:r>
            <w:r w:rsidRPr="000E3E1F">
              <w:rPr>
                <w:rFonts w:ascii="Browallia New" w:hAnsi="Browallia New" w:cs="Browallia New"/>
                <w:sz w:val="20"/>
                <w:szCs w:val="20"/>
              </w:rPr>
              <w:t xml:space="preserve"> 256</w:t>
            </w:r>
            <w:r w:rsidR="002B15EF" w:rsidRPr="000E3E1F">
              <w:rPr>
                <w:rFonts w:ascii="Browallia New" w:hAnsi="Browallia New" w:cs="Browallia New"/>
                <w:sz w:val="20"/>
                <w:szCs w:val="20"/>
              </w:rPr>
              <w:t>6</w:t>
            </w:r>
          </w:p>
        </w:tc>
        <w:tc>
          <w:tcPr>
            <w:tcW w:w="850" w:type="dxa"/>
            <w:vAlign w:val="bottom"/>
          </w:tcPr>
          <w:p w14:paraId="56263366" w14:textId="713C4AF5" w:rsidR="00C50BBE" w:rsidRPr="000E3E1F" w:rsidRDefault="003D240C" w:rsidP="00C50BBE">
            <w:pPr>
              <w:pBdr>
                <w:bottom w:val="single" w:sz="4" w:space="1" w:color="auto"/>
              </w:pBdr>
              <w:ind w:right="-12"/>
              <w:jc w:val="center"/>
              <w:rPr>
                <w:rFonts w:ascii="Browallia New" w:hAnsi="Browallia New" w:cs="Browallia New"/>
                <w:sz w:val="20"/>
                <w:szCs w:val="20"/>
                <w:lang w:val="en-GB"/>
              </w:rPr>
            </w:pPr>
            <w:r w:rsidRPr="000E3E1F">
              <w:rPr>
                <w:rFonts w:ascii="Browallia New" w:hAnsi="Browallia New" w:cs="Browallia New"/>
                <w:sz w:val="20"/>
                <w:szCs w:val="20"/>
              </w:rPr>
              <w:t>30</w:t>
            </w:r>
            <w:r w:rsidRPr="000E3E1F">
              <w:rPr>
                <w:rFonts w:ascii="Browallia New" w:hAnsi="Browallia New" w:cs="Browallia New"/>
                <w:sz w:val="20"/>
                <w:szCs w:val="20"/>
                <w:cs/>
              </w:rPr>
              <w:t xml:space="preserve"> ก.ย.</w:t>
            </w:r>
            <w:r w:rsidR="00C50BBE" w:rsidRPr="000E3E1F">
              <w:rPr>
                <w:rFonts w:ascii="Browallia New" w:hAnsi="Browallia New" w:cs="Browallia New"/>
                <w:sz w:val="20"/>
                <w:szCs w:val="20"/>
                <w:cs/>
              </w:rPr>
              <w:br/>
            </w:r>
            <w:r w:rsidR="00C50BBE" w:rsidRPr="000E3E1F">
              <w:rPr>
                <w:rFonts w:ascii="Browallia New" w:hAnsi="Browallia New" w:cs="Browallia New"/>
                <w:sz w:val="20"/>
                <w:szCs w:val="20"/>
              </w:rPr>
              <w:t>2567</w:t>
            </w:r>
          </w:p>
        </w:tc>
        <w:tc>
          <w:tcPr>
            <w:tcW w:w="857" w:type="dxa"/>
            <w:vAlign w:val="bottom"/>
          </w:tcPr>
          <w:p w14:paraId="128EB6C9" w14:textId="6B611F1F" w:rsidR="00C50BBE" w:rsidRPr="000E3E1F" w:rsidRDefault="00C50BBE" w:rsidP="00C50BBE">
            <w:pPr>
              <w:pBdr>
                <w:bottom w:val="single" w:sz="4" w:space="1" w:color="auto"/>
              </w:pBdr>
              <w:ind w:right="-12"/>
              <w:jc w:val="center"/>
              <w:rPr>
                <w:rFonts w:ascii="Browallia New" w:hAnsi="Browallia New" w:cs="Browallia New"/>
                <w:sz w:val="20"/>
                <w:szCs w:val="20"/>
              </w:rPr>
            </w:pPr>
            <w:r w:rsidRPr="000E3E1F">
              <w:rPr>
                <w:rFonts w:ascii="Browallia New" w:hAnsi="Browallia New" w:cs="Browallia New"/>
                <w:sz w:val="20"/>
                <w:szCs w:val="20"/>
              </w:rPr>
              <w:t xml:space="preserve">31 </w:t>
            </w:r>
            <w:r w:rsidRPr="000E3E1F">
              <w:rPr>
                <w:rFonts w:ascii="Browallia New" w:hAnsi="Browallia New" w:cs="Browallia New"/>
                <w:sz w:val="20"/>
                <w:szCs w:val="20"/>
                <w:cs/>
              </w:rPr>
              <w:t>ธ.ค.</w:t>
            </w:r>
            <w:r w:rsidRPr="000E3E1F">
              <w:rPr>
                <w:rFonts w:ascii="Browallia New" w:hAnsi="Browallia New" w:cs="Browallia New"/>
                <w:sz w:val="20"/>
                <w:szCs w:val="20"/>
              </w:rPr>
              <w:t xml:space="preserve"> 256</w:t>
            </w:r>
            <w:r w:rsidR="002B15EF" w:rsidRPr="000E3E1F">
              <w:rPr>
                <w:rFonts w:ascii="Browallia New" w:hAnsi="Browallia New" w:cs="Browallia New"/>
                <w:sz w:val="20"/>
                <w:szCs w:val="20"/>
              </w:rPr>
              <w:t>6</w:t>
            </w:r>
          </w:p>
        </w:tc>
      </w:tr>
      <w:tr w:rsidR="00C3162A" w:rsidRPr="000E3E1F" w14:paraId="23243AAC" w14:textId="77777777" w:rsidTr="00436F61">
        <w:trPr>
          <w:cantSplit/>
          <w:trHeight w:hRule="exact" w:val="202"/>
        </w:trPr>
        <w:tc>
          <w:tcPr>
            <w:tcW w:w="4821" w:type="dxa"/>
            <w:gridSpan w:val="2"/>
          </w:tcPr>
          <w:p w14:paraId="0D7027DF" w14:textId="77777777" w:rsidR="00C3162A" w:rsidRPr="000E3E1F"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0E3E1F"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0E3E1F"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0E3E1F"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0E3E1F"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0E3E1F" w:rsidRDefault="00C3162A" w:rsidP="0010534A">
            <w:pPr>
              <w:tabs>
                <w:tab w:val="left" w:pos="540"/>
              </w:tabs>
              <w:ind w:left="-108" w:right="62"/>
              <w:jc w:val="right"/>
              <w:rPr>
                <w:rFonts w:ascii="Browallia New" w:hAnsi="Browallia New" w:cs="Browallia New"/>
                <w:sz w:val="20"/>
                <w:szCs w:val="20"/>
              </w:rPr>
            </w:pPr>
          </w:p>
        </w:tc>
      </w:tr>
      <w:tr w:rsidR="00C3162A" w:rsidRPr="000E3E1F" w14:paraId="0BA3C377" w14:textId="77777777" w:rsidTr="00436F61">
        <w:trPr>
          <w:cantSplit/>
        </w:trPr>
        <w:tc>
          <w:tcPr>
            <w:tcW w:w="4821" w:type="dxa"/>
            <w:gridSpan w:val="2"/>
          </w:tcPr>
          <w:p w14:paraId="3FEBA357" w14:textId="77777777" w:rsidR="00C3162A" w:rsidRPr="000E3E1F" w:rsidRDefault="00C3162A" w:rsidP="0010534A">
            <w:pPr>
              <w:pStyle w:val="a"/>
              <w:tabs>
                <w:tab w:val="left" w:pos="540"/>
              </w:tabs>
              <w:ind w:right="0"/>
              <w:jc w:val="left"/>
              <w:rPr>
                <w:rFonts w:ascii="Browallia New" w:hAnsi="Browallia New" w:cs="Browallia New"/>
                <w:sz w:val="20"/>
                <w:szCs w:val="20"/>
                <w:lang w:val="en-GB"/>
              </w:rPr>
            </w:pPr>
            <w:r w:rsidRPr="000E3E1F">
              <w:rPr>
                <w:rFonts w:ascii="Browallia New" w:hAnsi="Browallia New" w:cs="Browallia New"/>
                <w:sz w:val="20"/>
                <w:szCs w:val="20"/>
                <w:u w:val="single"/>
                <w:cs/>
              </w:rPr>
              <w:t>เงินลงทุนในบริษัท</w:t>
            </w:r>
            <w:r w:rsidRPr="000E3E1F">
              <w:rPr>
                <w:rFonts w:ascii="Browallia New" w:hAnsi="Browallia New" w:cs="Browallia New"/>
                <w:sz w:val="20"/>
                <w:szCs w:val="20"/>
                <w:u w:val="single"/>
                <w:cs/>
                <w:lang w:val="en-GB"/>
              </w:rPr>
              <w:t>ย่อย</w:t>
            </w:r>
          </w:p>
        </w:tc>
        <w:tc>
          <w:tcPr>
            <w:tcW w:w="981" w:type="dxa"/>
          </w:tcPr>
          <w:p w14:paraId="4DE605B0" w14:textId="77777777" w:rsidR="00C3162A" w:rsidRPr="000E3E1F"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0E3E1F"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0E3E1F"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0E3E1F"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0E3E1F" w:rsidRDefault="00C3162A" w:rsidP="0010534A">
            <w:pPr>
              <w:tabs>
                <w:tab w:val="left" w:pos="540"/>
              </w:tabs>
              <w:ind w:left="-108" w:right="62"/>
              <w:jc w:val="right"/>
              <w:rPr>
                <w:rFonts w:ascii="Browallia New" w:hAnsi="Browallia New" w:cs="Browallia New"/>
                <w:sz w:val="20"/>
                <w:szCs w:val="20"/>
              </w:rPr>
            </w:pPr>
          </w:p>
        </w:tc>
      </w:tr>
      <w:tr w:rsidR="003424F9" w:rsidRPr="000E3E1F" w14:paraId="4573F1F6" w14:textId="77777777" w:rsidTr="00436F61">
        <w:trPr>
          <w:cantSplit/>
          <w:trHeight w:val="69"/>
        </w:trPr>
        <w:tc>
          <w:tcPr>
            <w:tcW w:w="2331" w:type="dxa"/>
          </w:tcPr>
          <w:p w14:paraId="248E5299" w14:textId="77777777" w:rsidR="003424F9" w:rsidRPr="000E3E1F" w:rsidRDefault="003424F9" w:rsidP="003424F9">
            <w:pPr>
              <w:tabs>
                <w:tab w:val="left" w:pos="540"/>
              </w:tabs>
              <w:ind w:left="214" w:right="-108" w:hanging="214"/>
              <w:rPr>
                <w:rFonts w:ascii="Browallia New" w:hAnsi="Browallia New" w:cs="Browallia New"/>
                <w:sz w:val="20"/>
                <w:szCs w:val="20"/>
              </w:rPr>
            </w:pPr>
            <w:r w:rsidRPr="000E3E1F">
              <w:rPr>
                <w:rFonts w:ascii="Browallia New" w:hAnsi="Browallia New" w:cs="Browallia New"/>
                <w:sz w:val="20"/>
                <w:szCs w:val="20"/>
                <w:cs/>
              </w:rPr>
              <w:t>บริษัท</w:t>
            </w:r>
            <w:r w:rsidRPr="000E3E1F">
              <w:rPr>
                <w:rFonts w:ascii="Browallia New" w:hAnsi="Browallia New" w:cs="Browallia New"/>
                <w:sz w:val="20"/>
                <w:szCs w:val="20"/>
              </w:rPr>
              <w:t xml:space="preserve"> </w:t>
            </w:r>
            <w:r w:rsidRPr="000E3E1F">
              <w:rPr>
                <w:rFonts w:ascii="Browallia New" w:hAnsi="Browallia New" w:cs="Browallia New"/>
                <w:sz w:val="20"/>
                <w:szCs w:val="20"/>
                <w:cs/>
              </w:rPr>
              <w:t>สยามสตีล</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เวียดนาม</w:t>
            </w:r>
            <w:r w:rsidRPr="000E3E1F">
              <w:rPr>
                <w:rFonts w:ascii="Browallia New" w:hAnsi="Browallia New" w:cs="Browallia New"/>
                <w:sz w:val="20"/>
                <w:szCs w:val="20"/>
              </w:rPr>
              <w:t xml:space="preserve"> </w:t>
            </w:r>
            <w:r w:rsidRPr="000E3E1F">
              <w:rPr>
                <w:rFonts w:ascii="Browallia New" w:hAnsi="Browallia New" w:cs="Browallia New"/>
                <w:sz w:val="20"/>
                <w:szCs w:val="20"/>
                <w:cs/>
              </w:rPr>
              <w:t>จำกัด</w:t>
            </w:r>
          </w:p>
        </w:tc>
        <w:tc>
          <w:tcPr>
            <w:tcW w:w="2487" w:type="dxa"/>
          </w:tcPr>
          <w:p w14:paraId="03036B10" w14:textId="549ECF2C" w:rsidR="003424F9" w:rsidRPr="000E3E1F" w:rsidRDefault="003424F9" w:rsidP="008C319A">
            <w:pPr>
              <w:pStyle w:val="a"/>
              <w:ind w:left="82" w:right="-58" w:hanging="180"/>
              <w:jc w:val="left"/>
              <w:rPr>
                <w:rFonts w:ascii="Browallia New" w:hAnsi="Browallia New" w:cs="Browallia New"/>
                <w:sz w:val="20"/>
                <w:szCs w:val="20"/>
              </w:rPr>
            </w:pPr>
            <w:r w:rsidRPr="000E3E1F">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เฟอร์นิเจอร์ ยานยนต์และอิเล็กทรอนิกส์</w:t>
            </w:r>
          </w:p>
        </w:tc>
        <w:tc>
          <w:tcPr>
            <w:tcW w:w="981" w:type="dxa"/>
            <w:vAlign w:val="bottom"/>
          </w:tcPr>
          <w:p w14:paraId="352EF01F" w14:textId="767CB10D" w:rsidR="003424F9" w:rsidRPr="000E3E1F" w:rsidRDefault="00B14C9E" w:rsidP="0036153A">
            <w:pPr>
              <w:tabs>
                <w:tab w:val="left" w:pos="540"/>
              </w:tabs>
              <w:ind w:left="-108" w:right="-36" w:firstLine="32"/>
              <w:jc w:val="right"/>
              <w:rPr>
                <w:rFonts w:ascii="Browallia New" w:hAnsi="Browallia New" w:cs="Browallia New"/>
                <w:sz w:val="20"/>
                <w:szCs w:val="20"/>
              </w:rPr>
            </w:pPr>
            <w:r w:rsidRPr="000E3E1F">
              <w:rPr>
                <w:rFonts w:ascii="Browallia New" w:hAnsi="Browallia New" w:cs="Browallia New"/>
                <w:sz w:val="20"/>
                <w:szCs w:val="20"/>
              </w:rPr>
              <w:t>26,698</w:t>
            </w:r>
          </w:p>
        </w:tc>
        <w:tc>
          <w:tcPr>
            <w:tcW w:w="850" w:type="dxa"/>
            <w:gridSpan w:val="2"/>
            <w:vAlign w:val="bottom"/>
          </w:tcPr>
          <w:p w14:paraId="64BEAEA7" w14:textId="1AFEBAF5" w:rsidR="003424F9" w:rsidRPr="000E3E1F" w:rsidRDefault="00131B82" w:rsidP="00623927">
            <w:pPr>
              <w:ind w:right="-12"/>
              <w:jc w:val="right"/>
              <w:rPr>
                <w:rFonts w:ascii="Browallia New" w:hAnsi="Browallia New" w:cs="Browallia New"/>
                <w:sz w:val="20"/>
                <w:szCs w:val="20"/>
              </w:rPr>
            </w:pPr>
            <w:r w:rsidRPr="000E3E1F">
              <w:rPr>
                <w:rFonts w:ascii="Browallia New" w:hAnsi="Browallia New" w:cs="Browallia New"/>
                <w:sz w:val="20"/>
                <w:szCs w:val="20"/>
              </w:rPr>
              <w:t>90.00</w:t>
            </w:r>
          </w:p>
        </w:tc>
        <w:tc>
          <w:tcPr>
            <w:tcW w:w="851" w:type="dxa"/>
            <w:gridSpan w:val="2"/>
            <w:vAlign w:val="bottom"/>
          </w:tcPr>
          <w:p w14:paraId="023F21E6" w14:textId="2CF58054" w:rsidR="003424F9" w:rsidRPr="000E3E1F" w:rsidRDefault="003424F9" w:rsidP="0036153A">
            <w:pPr>
              <w:ind w:right="-12"/>
              <w:jc w:val="right"/>
              <w:rPr>
                <w:rFonts w:ascii="Browallia New" w:hAnsi="Browallia New" w:cs="Browallia New"/>
                <w:sz w:val="20"/>
                <w:szCs w:val="20"/>
              </w:rPr>
            </w:pPr>
            <w:r w:rsidRPr="000E3E1F">
              <w:rPr>
                <w:rFonts w:ascii="Browallia New" w:hAnsi="Browallia New" w:cs="Browallia New"/>
                <w:sz w:val="20"/>
                <w:szCs w:val="20"/>
              </w:rPr>
              <w:t>90.00</w:t>
            </w:r>
          </w:p>
        </w:tc>
        <w:tc>
          <w:tcPr>
            <w:tcW w:w="850" w:type="dxa"/>
            <w:vAlign w:val="bottom"/>
          </w:tcPr>
          <w:p w14:paraId="4B04373E" w14:textId="431F71AA" w:rsidR="003424F9" w:rsidRPr="000E3E1F" w:rsidRDefault="00131B82" w:rsidP="0036153A">
            <w:pPr>
              <w:pBdr>
                <w:bottom w:val="single" w:sz="4" w:space="1" w:color="auto"/>
              </w:pBdr>
              <w:ind w:right="-12"/>
              <w:jc w:val="right"/>
              <w:rPr>
                <w:rFonts w:ascii="Browallia New" w:hAnsi="Browallia New" w:cs="Browallia New"/>
                <w:sz w:val="20"/>
                <w:szCs w:val="20"/>
              </w:rPr>
            </w:pPr>
            <w:r w:rsidRPr="000E3E1F">
              <w:rPr>
                <w:rFonts w:ascii="Browallia New" w:hAnsi="Browallia New" w:cs="Browallia New"/>
                <w:sz w:val="20"/>
                <w:szCs w:val="20"/>
              </w:rPr>
              <w:t>24,029</w:t>
            </w:r>
          </w:p>
        </w:tc>
        <w:tc>
          <w:tcPr>
            <w:tcW w:w="857" w:type="dxa"/>
            <w:vAlign w:val="bottom"/>
          </w:tcPr>
          <w:p w14:paraId="7BC81253" w14:textId="261EDCE9" w:rsidR="003424F9" w:rsidRPr="000E3E1F" w:rsidRDefault="003424F9" w:rsidP="0036153A">
            <w:pPr>
              <w:pBdr>
                <w:bottom w:val="single" w:sz="4" w:space="1" w:color="auto"/>
              </w:pBdr>
              <w:ind w:right="-12"/>
              <w:jc w:val="right"/>
              <w:rPr>
                <w:rFonts w:ascii="Browallia New" w:hAnsi="Browallia New" w:cs="Browallia New"/>
                <w:sz w:val="20"/>
                <w:szCs w:val="20"/>
              </w:rPr>
            </w:pPr>
            <w:r w:rsidRPr="000E3E1F">
              <w:rPr>
                <w:rFonts w:ascii="Browallia New" w:hAnsi="Browallia New" w:cs="Browallia New"/>
                <w:sz w:val="20"/>
                <w:szCs w:val="20"/>
              </w:rPr>
              <w:t>24,029</w:t>
            </w:r>
          </w:p>
        </w:tc>
      </w:tr>
      <w:tr w:rsidR="003424F9" w:rsidRPr="000E3E1F" w14:paraId="3B6EE4CA" w14:textId="77777777" w:rsidTr="00436F61">
        <w:trPr>
          <w:cantSplit/>
          <w:trHeight w:val="66"/>
        </w:trPr>
        <w:tc>
          <w:tcPr>
            <w:tcW w:w="4821" w:type="dxa"/>
            <w:gridSpan w:val="2"/>
            <w:vAlign w:val="center"/>
          </w:tcPr>
          <w:p w14:paraId="0C16554B" w14:textId="77777777" w:rsidR="003424F9" w:rsidRPr="000E3E1F" w:rsidRDefault="003424F9" w:rsidP="003424F9">
            <w:pPr>
              <w:tabs>
                <w:tab w:val="left" w:pos="540"/>
              </w:tabs>
              <w:ind w:right="31"/>
              <w:rPr>
                <w:rFonts w:ascii="Browallia New" w:hAnsi="Browallia New" w:cs="Browallia New"/>
                <w:sz w:val="20"/>
                <w:szCs w:val="20"/>
              </w:rPr>
            </w:pPr>
            <w:r w:rsidRPr="000E3E1F">
              <w:rPr>
                <w:rFonts w:ascii="Browallia New" w:hAnsi="Browallia New" w:cs="Browallia New"/>
                <w:sz w:val="20"/>
                <w:szCs w:val="20"/>
                <w:cs/>
              </w:rPr>
              <w:t>รวม</w:t>
            </w:r>
          </w:p>
        </w:tc>
        <w:tc>
          <w:tcPr>
            <w:tcW w:w="981" w:type="dxa"/>
            <w:vAlign w:val="bottom"/>
          </w:tcPr>
          <w:p w14:paraId="4FD2D970" w14:textId="77777777" w:rsidR="003424F9" w:rsidRPr="000E3E1F"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0E3E1F"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0E3E1F"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05C06ACC" w:rsidR="003424F9" w:rsidRPr="000E3E1F" w:rsidRDefault="00131B82" w:rsidP="0036153A">
            <w:pPr>
              <w:pBdr>
                <w:bottom w:val="single" w:sz="12" w:space="1" w:color="auto"/>
              </w:pBdr>
              <w:ind w:right="-12"/>
              <w:jc w:val="right"/>
              <w:rPr>
                <w:rFonts w:ascii="Browallia New" w:hAnsi="Browallia New" w:cs="Browallia New"/>
                <w:sz w:val="20"/>
                <w:szCs w:val="20"/>
              </w:rPr>
            </w:pPr>
            <w:r w:rsidRPr="000E3E1F">
              <w:rPr>
                <w:rFonts w:ascii="Browallia New" w:hAnsi="Browallia New" w:cs="Browallia New"/>
                <w:sz w:val="20"/>
                <w:szCs w:val="20"/>
              </w:rPr>
              <w:t>24,029</w:t>
            </w:r>
          </w:p>
        </w:tc>
        <w:tc>
          <w:tcPr>
            <w:tcW w:w="857" w:type="dxa"/>
            <w:vAlign w:val="bottom"/>
          </w:tcPr>
          <w:p w14:paraId="34299CBE" w14:textId="6A06897D" w:rsidR="003424F9" w:rsidRPr="000E3E1F" w:rsidRDefault="003424F9" w:rsidP="0036153A">
            <w:pPr>
              <w:pBdr>
                <w:bottom w:val="single" w:sz="12" w:space="1" w:color="auto"/>
              </w:pBdr>
              <w:ind w:right="-12"/>
              <w:jc w:val="right"/>
              <w:rPr>
                <w:rFonts w:ascii="Browallia New" w:hAnsi="Browallia New" w:cs="Browallia New"/>
                <w:sz w:val="20"/>
                <w:szCs w:val="20"/>
                <w:cs/>
              </w:rPr>
            </w:pPr>
            <w:r w:rsidRPr="000E3E1F">
              <w:rPr>
                <w:rFonts w:ascii="Browallia New" w:hAnsi="Browallia New" w:cs="Browallia New"/>
                <w:sz w:val="20"/>
                <w:szCs w:val="20"/>
              </w:rPr>
              <w:t xml:space="preserve">     24,029</w:t>
            </w:r>
          </w:p>
        </w:tc>
      </w:tr>
    </w:tbl>
    <w:p w14:paraId="25975CB3" w14:textId="64D3F032" w:rsidR="002D7317" w:rsidRPr="000E3E1F" w:rsidRDefault="002D7317">
      <w:pPr>
        <w:rPr>
          <w:rFonts w:ascii="Browallia New" w:hAnsi="Browallia New" w:cs="Browallia New"/>
          <w:b/>
          <w:bCs/>
        </w:rPr>
      </w:pPr>
    </w:p>
    <w:p w14:paraId="48562A63" w14:textId="21C7DACC" w:rsidR="003E4706" w:rsidRPr="000E3E1F"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ที่ดิน</w:t>
      </w:r>
      <w:r w:rsidR="00F60E66" w:rsidRPr="000E3E1F">
        <w:rPr>
          <w:rFonts w:ascii="Browallia New" w:hAnsi="Browallia New" w:cs="Browallia New"/>
          <w:b/>
          <w:bCs/>
        </w:rPr>
        <w:t xml:space="preserve"> </w:t>
      </w:r>
      <w:r w:rsidRPr="000E3E1F">
        <w:rPr>
          <w:rFonts w:ascii="Browallia New" w:hAnsi="Browallia New" w:cs="Browallia New"/>
          <w:b/>
          <w:bCs/>
          <w:cs/>
        </w:rPr>
        <w:t>อาคาร</w:t>
      </w:r>
      <w:r w:rsidR="00A704FE" w:rsidRPr="000E3E1F">
        <w:rPr>
          <w:rFonts w:ascii="Browallia New" w:hAnsi="Browallia New" w:cs="Browallia New"/>
          <w:b/>
          <w:bCs/>
          <w:cs/>
        </w:rPr>
        <w:t xml:space="preserve"> </w:t>
      </w:r>
      <w:r w:rsidRPr="000E3E1F">
        <w:rPr>
          <w:rFonts w:ascii="Browallia New" w:hAnsi="Browallia New" w:cs="Browallia New"/>
          <w:b/>
          <w:bCs/>
          <w:cs/>
        </w:rPr>
        <w:t>และอุปกรณ์</w:t>
      </w:r>
      <w:r w:rsidRPr="000E3E1F">
        <w:rPr>
          <w:rFonts w:ascii="Browallia New" w:hAnsi="Browallia New" w:cs="Browallia New"/>
          <w:b/>
          <w:bCs/>
        </w:rPr>
        <w:t xml:space="preserve"> </w:t>
      </w:r>
      <w:r w:rsidR="00681FD5" w:rsidRPr="000E3E1F">
        <w:rPr>
          <w:rFonts w:ascii="Browallia New" w:hAnsi="Browallia New" w:cs="Browallia New"/>
          <w:b/>
          <w:bCs/>
        </w:rPr>
        <w:t xml:space="preserve">- </w:t>
      </w:r>
      <w:r w:rsidR="00681FD5" w:rsidRPr="000E3E1F">
        <w:rPr>
          <w:rFonts w:ascii="Browallia New" w:hAnsi="Browallia New" w:cs="Browallia New"/>
          <w:b/>
          <w:bCs/>
          <w:cs/>
        </w:rPr>
        <w:t>สุทธิ</w:t>
      </w:r>
    </w:p>
    <w:p w14:paraId="48562A64" w14:textId="77777777" w:rsidR="00B07976" w:rsidRPr="000E3E1F" w:rsidRDefault="00B07976" w:rsidP="00C3162A">
      <w:pPr>
        <w:ind w:left="360"/>
        <w:jc w:val="thaiDistribute"/>
        <w:rPr>
          <w:rFonts w:ascii="Browallia New" w:hAnsi="Browallia New" w:cs="Browallia New"/>
          <w:sz w:val="24"/>
          <w:szCs w:val="24"/>
        </w:rPr>
      </w:pPr>
    </w:p>
    <w:p w14:paraId="48562A65" w14:textId="44D15AB8" w:rsidR="004A75BC" w:rsidRPr="000E3E1F" w:rsidRDefault="003B4502" w:rsidP="00C3162A">
      <w:pPr>
        <w:ind w:left="360"/>
        <w:jc w:val="thaiDistribute"/>
        <w:rPr>
          <w:rFonts w:ascii="Browallia New" w:hAnsi="Browallia New" w:cs="Browallia New"/>
        </w:rPr>
      </w:pPr>
      <w:r w:rsidRPr="000E3E1F">
        <w:rPr>
          <w:rFonts w:ascii="Browallia New" w:hAnsi="Browallia New" w:cs="Browallia New"/>
          <w:cs/>
        </w:rPr>
        <w:t>รายการเคล</w:t>
      </w:r>
      <w:r w:rsidR="00492A1A" w:rsidRPr="000E3E1F">
        <w:rPr>
          <w:rFonts w:ascii="Browallia New" w:hAnsi="Browallia New" w:cs="Browallia New"/>
          <w:cs/>
        </w:rPr>
        <w:t>ื่</w:t>
      </w:r>
      <w:r w:rsidRPr="000E3E1F">
        <w:rPr>
          <w:rFonts w:ascii="Browallia New" w:hAnsi="Browallia New" w:cs="Browallia New"/>
          <w:cs/>
        </w:rPr>
        <w:t>อนไหวอย่างย่อของที่ดิน</w:t>
      </w:r>
      <w:r w:rsidR="00F60E66" w:rsidRPr="000E3E1F">
        <w:rPr>
          <w:rFonts w:ascii="Browallia New" w:hAnsi="Browallia New" w:cs="Browallia New"/>
        </w:rPr>
        <w:t xml:space="preserve"> </w:t>
      </w:r>
      <w:r w:rsidRPr="000E3E1F">
        <w:rPr>
          <w:rFonts w:ascii="Browallia New" w:hAnsi="Browallia New" w:cs="Browallia New"/>
          <w:cs/>
        </w:rPr>
        <w:t>อาคาร</w:t>
      </w:r>
      <w:r w:rsidR="00F60E66" w:rsidRPr="000E3E1F">
        <w:rPr>
          <w:rFonts w:ascii="Browallia New" w:hAnsi="Browallia New" w:cs="Browallia New"/>
        </w:rPr>
        <w:t xml:space="preserve"> </w:t>
      </w:r>
      <w:r w:rsidRPr="000E3E1F">
        <w:rPr>
          <w:rFonts w:ascii="Browallia New" w:hAnsi="Browallia New" w:cs="Browallia New"/>
          <w:cs/>
        </w:rPr>
        <w:t>และอุปกรณ์</w:t>
      </w:r>
      <w:r w:rsidR="00F60E66" w:rsidRPr="000E3E1F">
        <w:rPr>
          <w:rFonts w:ascii="Browallia New" w:hAnsi="Browallia New" w:cs="Browallia New"/>
        </w:rPr>
        <w:t xml:space="preserve"> </w:t>
      </w:r>
      <w:r w:rsidRPr="000E3E1F">
        <w:rPr>
          <w:rFonts w:ascii="Browallia New" w:hAnsi="Browallia New" w:cs="Browallia New"/>
          <w:cs/>
        </w:rPr>
        <w:t>โดยรวม</w:t>
      </w:r>
      <w:r w:rsidR="002661D7" w:rsidRPr="000E3E1F">
        <w:rPr>
          <w:rFonts w:ascii="Browallia New" w:hAnsi="Browallia New" w:cs="Browallia New"/>
          <w:cs/>
        </w:rPr>
        <w:t>สำหรับงวดเก้าเดือนสิ้นสุดวันที่</w:t>
      </w:r>
      <w:r w:rsidR="002661D7" w:rsidRPr="000E3E1F">
        <w:rPr>
          <w:rFonts w:ascii="Browallia New" w:hAnsi="Browallia New" w:cs="Browallia New"/>
        </w:rPr>
        <w:t xml:space="preserve"> 30</w:t>
      </w:r>
      <w:r w:rsidR="002661D7" w:rsidRPr="000E3E1F">
        <w:rPr>
          <w:rFonts w:ascii="Browallia New" w:hAnsi="Browallia New" w:cs="Browallia New"/>
          <w:cs/>
        </w:rPr>
        <w:t xml:space="preserve"> กันยายน </w:t>
      </w:r>
      <w:r w:rsidR="000969BB" w:rsidRPr="000E3E1F">
        <w:rPr>
          <w:rFonts w:ascii="Browallia New" w:hAnsi="Browallia New" w:cs="Browallia New"/>
          <w:spacing w:val="-4"/>
        </w:rPr>
        <w:t>256</w:t>
      </w:r>
      <w:r w:rsidR="00350AC7" w:rsidRPr="000E3E1F">
        <w:rPr>
          <w:rFonts w:ascii="Browallia New" w:hAnsi="Browallia New" w:cs="Browallia New"/>
          <w:spacing w:val="-4"/>
        </w:rPr>
        <w:t>7</w:t>
      </w:r>
      <w:r w:rsidR="00A70A06" w:rsidRPr="000E3E1F">
        <w:rPr>
          <w:rFonts w:ascii="Browallia New" w:hAnsi="Browallia New" w:cs="Browallia New"/>
          <w:cs/>
        </w:rPr>
        <w:t xml:space="preserve">          </w:t>
      </w:r>
      <w:r w:rsidR="004A75BC" w:rsidRPr="000E3E1F">
        <w:rPr>
          <w:rFonts w:ascii="Browallia New" w:hAnsi="Browallia New" w:cs="Browallia New"/>
        </w:rPr>
        <w:t xml:space="preserve">  </w:t>
      </w:r>
      <w:r w:rsidRPr="000E3E1F">
        <w:rPr>
          <w:rFonts w:ascii="Browallia New" w:hAnsi="Browallia New" w:cs="Browallia New"/>
          <w:cs/>
        </w:rPr>
        <w:t>มีดังนี้</w:t>
      </w:r>
    </w:p>
    <w:p w14:paraId="48562A66" w14:textId="77777777" w:rsidR="002A7FFD" w:rsidRPr="000E3E1F" w:rsidRDefault="002A7FFD" w:rsidP="00C3162A">
      <w:pPr>
        <w:ind w:left="360"/>
        <w:jc w:val="thaiDistribute"/>
        <w:rPr>
          <w:rFonts w:ascii="Browallia New" w:hAnsi="Browallia New" w:cs="Browallia New"/>
          <w:sz w:val="16"/>
          <w:szCs w:val="16"/>
        </w:rPr>
      </w:pPr>
    </w:p>
    <w:tbl>
      <w:tblPr>
        <w:tblW w:w="9114" w:type="dxa"/>
        <w:tblInd w:w="270" w:type="dxa"/>
        <w:tblLayout w:type="fixed"/>
        <w:tblLook w:val="0000" w:firstRow="0" w:lastRow="0" w:firstColumn="0" w:lastColumn="0" w:noHBand="0" w:noVBand="0"/>
      </w:tblPr>
      <w:tblGrid>
        <w:gridCol w:w="711"/>
        <w:gridCol w:w="3414"/>
        <w:gridCol w:w="2310"/>
        <w:gridCol w:w="241"/>
        <w:gridCol w:w="2438"/>
      </w:tblGrid>
      <w:tr w:rsidR="003B4502" w:rsidRPr="000E3E1F" w14:paraId="48562A6B" w14:textId="77777777" w:rsidTr="00534A1C">
        <w:tc>
          <w:tcPr>
            <w:tcW w:w="4125" w:type="dxa"/>
            <w:gridSpan w:val="2"/>
          </w:tcPr>
          <w:p w14:paraId="48562A67" w14:textId="77777777" w:rsidR="003B4502" w:rsidRPr="000E3E1F" w:rsidRDefault="003B4502" w:rsidP="003E0B20">
            <w:pPr>
              <w:tabs>
                <w:tab w:val="left" w:pos="3090"/>
                <w:tab w:val="left" w:pos="4860"/>
              </w:tabs>
              <w:rPr>
                <w:rFonts w:ascii="Browallia New" w:hAnsi="Browallia New" w:cs="Browallia New"/>
                <w:snapToGrid w:val="0"/>
                <w:lang w:eastAsia="th-TH"/>
              </w:rPr>
            </w:pPr>
          </w:p>
        </w:tc>
        <w:tc>
          <w:tcPr>
            <w:tcW w:w="2310" w:type="dxa"/>
          </w:tcPr>
          <w:p w14:paraId="48562A68" w14:textId="77777777" w:rsidR="003B4502" w:rsidRPr="000E3E1F" w:rsidRDefault="003B4502" w:rsidP="003E0B20">
            <w:pPr>
              <w:tabs>
                <w:tab w:val="left" w:pos="3090"/>
                <w:tab w:val="left" w:pos="4860"/>
              </w:tabs>
              <w:rPr>
                <w:rFonts w:ascii="Browallia New" w:hAnsi="Browallia New" w:cs="Browallia New"/>
                <w:snapToGrid w:val="0"/>
                <w:lang w:eastAsia="th-TH"/>
              </w:rPr>
            </w:pPr>
          </w:p>
        </w:tc>
        <w:tc>
          <w:tcPr>
            <w:tcW w:w="241" w:type="dxa"/>
          </w:tcPr>
          <w:p w14:paraId="48562A69" w14:textId="77777777" w:rsidR="003B4502" w:rsidRPr="000E3E1F" w:rsidRDefault="003B4502" w:rsidP="003E0B20">
            <w:pPr>
              <w:tabs>
                <w:tab w:val="left" w:pos="3090"/>
                <w:tab w:val="left" w:pos="4860"/>
              </w:tabs>
              <w:rPr>
                <w:rFonts w:ascii="Browallia New" w:hAnsi="Browallia New" w:cs="Browallia New"/>
                <w:snapToGrid w:val="0"/>
                <w:lang w:eastAsia="th-TH"/>
              </w:rPr>
            </w:pPr>
          </w:p>
        </w:tc>
        <w:tc>
          <w:tcPr>
            <w:tcW w:w="2438" w:type="dxa"/>
          </w:tcPr>
          <w:p w14:paraId="48562A6A" w14:textId="6E016CD6" w:rsidR="003B4502" w:rsidRPr="000E3E1F" w:rsidRDefault="003B4502" w:rsidP="003E0B20">
            <w:pPr>
              <w:tabs>
                <w:tab w:val="left" w:pos="3090"/>
                <w:tab w:val="left" w:pos="4860"/>
              </w:tabs>
              <w:ind w:right="-59"/>
              <w:jc w:val="right"/>
              <w:rPr>
                <w:rFonts w:ascii="Browallia New" w:hAnsi="Browallia New" w:cs="Browallia New"/>
                <w:snapToGrid w:val="0"/>
                <w:cs/>
                <w:lang w:eastAsia="th-TH"/>
              </w:rPr>
            </w:pPr>
            <w:r w:rsidRPr="000E3E1F">
              <w:rPr>
                <w:rFonts w:ascii="Browallia New" w:hAnsi="Browallia New" w:cs="Browallia New"/>
                <w:snapToGrid w:val="0"/>
                <w:lang w:eastAsia="th-TH"/>
              </w:rPr>
              <w:t>(</w:t>
            </w:r>
            <w:proofErr w:type="gramStart"/>
            <w:r w:rsidRPr="000E3E1F">
              <w:rPr>
                <w:rFonts w:ascii="Browallia New" w:hAnsi="Browallia New" w:cs="Browallia New"/>
                <w:snapToGrid w:val="0"/>
                <w:cs/>
                <w:lang w:eastAsia="th-TH"/>
              </w:rPr>
              <w:t>หน่วย</w:t>
            </w:r>
            <w:r w:rsidR="00F60E66" w:rsidRPr="000E3E1F">
              <w:rPr>
                <w:rFonts w:ascii="Browallia New" w:hAnsi="Browallia New" w:cs="Browallia New"/>
                <w:snapToGrid w:val="0"/>
                <w:lang w:eastAsia="th-TH"/>
              </w:rPr>
              <w:t xml:space="preserve"> </w:t>
            </w:r>
            <w:r w:rsidRPr="000E3E1F">
              <w:rPr>
                <w:rFonts w:ascii="Browallia New" w:hAnsi="Browallia New" w:cs="Browallia New"/>
                <w:snapToGrid w:val="0"/>
                <w:lang w:eastAsia="th-TH"/>
              </w:rPr>
              <w:t>:</w:t>
            </w:r>
            <w:proofErr w:type="gramEnd"/>
            <w:r w:rsidR="00F60E66"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พันบาท)</w:t>
            </w:r>
          </w:p>
        </w:tc>
      </w:tr>
      <w:tr w:rsidR="003B4502" w:rsidRPr="000E3E1F" w14:paraId="48562A70" w14:textId="77777777" w:rsidTr="00534A1C">
        <w:tc>
          <w:tcPr>
            <w:tcW w:w="4125" w:type="dxa"/>
            <w:gridSpan w:val="2"/>
          </w:tcPr>
          <w:p w14:paraId="48562A6C" w14:textId="77777777" w:rsidR="003B4502" w:rsidRPr="000E3E1F" w:rsidRDefault="003B4502" w:rsidP="003E0B20">
            <w:pPr>
              <w:tabs>
                <w:tab w:val="left" w:pos="3090"/>
                <w:tab w:val="left" w:pos="4860"/>
              </w:tabs>
              <w:rPr>
                <w:rFonts w:ascii="Browallia New" w:hAnsi="Browallia New" w:cs="Browallia New"/>
                <w:snapToGrid w:val="0"/>
                <w:lang w:eastAsia="th-TH"/>
              </w:rPr>
            </w:pPr>
          </w:p>
        </w:tc>
        <w:tc>
          <w:tcPr>
            <w:tcW w:w="2310" w:type="dxa"/>
            <w:tcBorders>
              <w:bottom w:val="single" w:sz="4" w:space="0" w:color="auto"/>
            </w:tcBorders>
          </w:tcPr>
          <w:p w14:paraId="48562A6D" w14:textId="06F12E79" w:rsidR="003B4502" w:rsidRPr="000E3E1F" w:rsidRDefault="00EE56FB" w:rsidP="004B2BE1">
            <w:pPr>
              <w:tabs>
                <w:tab w:val="left" w:pos="3090"/>
                <w:tab w:val="left" w:pos="4860"/>
              </w:tabs>
              <w:jc w:val="center"/>
              <w:rPr>
                <w:rFonts w:ascii="Browallia New" w:hAnsi="Browallia New" w:cs="Browallia New"/>
                <w:snapToGrid w:val="0"/>
                <w:lang w:eastAsia="th-TH"/>
              </w:rPr>
            </w:pPr>
            <w:r w:rsidRPr="000E3E1F">
              <w:rPr>
                <w:rFonts w:ascii="Browallia New" w:hAnsi="Browallia New" w:cs="Browallia New"/>
                <w:snapToGrid w:val="0"/>
                <w:cs/>
                <w:lang w:eastAsia="th-TH"/>
              </w:rPr>
              <w:t>ข้อมูลทาง</w:t>
            </w:r>
            <w:r w:rsidR="003B4502" w:rsidRPr="000E3E1F">
              <w:rPr>
                <w:rFonts w:ascii="Browallia New" w:hAnsi="Browallia New" w:cs="Browallia New"/>
                <w:snapToGrid w:val="0"/>
                <w:cs/>
                <w:lang w:eastAsia="th-TH"/>
              </w:rPr>
              <w:t>การเงินรวม</w:t>
            </w:r>
          </w:p>
        </w:tc>
        <w:tc>
          <w:tcPr>
            <w:tcW w:w="241" w:type="dxa"/>
          </w:tcPr>
          <w:p w14:paraId="48562A6E" w14:textId="77777777" w:rsidR="003B4502" w:rsidRPr="000E3E1F" w:rsidRDefault="003B4502" w:rsidP="003E0B20">
            <w:pPr>
              <w:tabs>
                <w:tab w:val="left" w:pos="3090"/>
                <w:tab w:val="left" w:pos="4860"/>
              </w:tabs>
              <w:rPr>
                <w:rFonts w:ascii="Browallia New" w:hAnsi="Browallia New" w:cs="Browallia New"/>
                <w:snapToGrid w:val="0"/>
                <w:lang w:eastAsia="th-TH"/>
              </w:rPr>
            </w:pPr>
          </w:p>
        </w:tc>
        <w:tc>
          <w:tcPr>
            <w:tcW w:w="2438" w:type="dxa"/>
            <w:tcBorders>
              <w:bottom w:val="single" w:sz="4" w:space="0" w:color="auto"/>
            </w:tcBorders>
          </w:tcPr>
          <w:p w14:paraId="48562A6F" w14:textId="64013FC0" w:rsidR="003B4502" w:rsidRPr="000E3E1F" w:rsidRDefault="00EE56FB" w:rsidP="003E0B20">
            <w:pPr>
              <w:tabs>
                <w:tab w:val="left" w:pos="3090"/>
                <w:tab w:val="left" w:pos="4860"/>
              </w:tabs>
              <w:ind w:left="-108" w:right="-108"/>
              <w:jc w:val="center"/>
              <w:rPr>
                <w:rFonts w:ascii="Browallia New" w:hAnsi="Browallia New" w:cs="Browallia New"/>
                <w:snapToGrid w:val="0"/>
                <w:lang w:eastAsia="th-TH"/>
              </w:rPr>
            </w:pPr>
            <w:r w:rsidRPr="000E3E1F">
              <w:rPr>
                <w:rFonts w:ascii="Browallia New" w:hAnsi="Browallia New" w:cs="Browallia New"/>
                <w:snapToGrid w:val="0"/>
                <w:cs/>
                <w:lang w:eastAsia="th-TH"/>
              </w:rPr>
              <w:t>ข้อมูลทาง</w:t>
            </w:r>
            <w:r w:rsidR="003B4502" w:rsidRPr="000E3E1F">
              <w:rPr>
                <w:rFonts w:ascii="Browallia New" w:hAnsi="Browallia New" w:cs="Browallia New"/>
                <w:snapToGrid w:val="0"/>
                <w:cs/>
                <w:lang w:eastAsia="th-TH"/>
              </w:rPr>
              <w:t>การเงินเฉพาะบริษัท</w:t>
            </w:r>
          </w:p>
        </w:tc>
      </w:tr>
      <w:tr w:rsidR="003C6EC4" w:rsidRPr="000E3E1F" w14:paraId="77B9AA63" w14:textId="77777777" w:rsidTr="00534A1C">
        <w:trPr>
          <w:trHeight w:val="58"/>
        </w:trPr>
        <w:tc>
          <w:tcPr>
            <w:tcW w:w="4125" w:type="dxa"/>
            <w:gridSpan w:val="2"/>
          </w:tcPr>
          <w:p w14:paraId="55155F26" w14:textId="77777777" w:rsidR="003C6EC4" w:rsidRPr="000E3E1F" w:rsidRDefault="003C6EC4" w:rsidP="003E0B20">
            <w:pPr>
              <w:tabs>
                <w:tab w:val="left" w:pos="3090"/>
                <w:tab w:val="left" w:pos="4860"/>
              </w:tabs>
              <w:rPr>
                <w:rFonts w:ascii="Browallia New" w:hAnsi="Browallia New" w:cs="Browallia New"/>
                <w:snapToGrid w:val="0"/>
                <w:sz w:val="16"/>
                <w:szCs w:val="16"/>
                <w:lang w:eastAsia="th-TH"/>
              </w:rPr>
            </w:pPr>
          </w:p>
        </w:tc>
        <w:tc>
          <w:tcPr>
            <w:tcW w:w="2310" w:type="dxa"/>
          </w:tcPr>
          <w:p w14:paraId="2FF00DBF" w14:textId="77777777" w:rsidR="003C6EC4" w:rsidRPr="000E3E1F" w:rsidRDefault="003C6EC4" w:rsidP="003E0B20">
            <w:pPr>
              <w:tabs>
                <w:tab w:val="left" w:pos="3090"/>
                <w:tab w:val="left" w:pos="4860"/>
              </w:tabs>
              <w:jc w:val="center"/>
              <w:rPr>
                <w:rFonts w:ascii="Browallia New" w:hAnsi="Browallia New" w:cs="Browallia New"/>
                <w:snapToGrid w:val="0"/>
                <w:sz w:val="16"/>
                <w:szCs w:val="16"/>
                <w:cs/>
                <w:lang w:eastAsia="th-TH"/>
              </w:rPr>
            </w:pPr>
          </w:p>
        </w:tc>
        <w:tc>
          <w:tcPr>
            <w:tcW w:w="241" w:type="dxa"/>
          </w:tcPr>
          <w:p w14:paraId="274C232B" w14:textId="77777777" w:rsidR="003C6EC4" w:rsidRPr="000E3E1F" w:rsidRDefault="003C6EC4" w:rsidP="003E0B20">
            <w:pPr>
              <w:tabs>
                <w:tab w:val="left" w:pos="3090"/>
                <w:tab w:val="left" w:pos="4860"/>
              </w:tabs>
              <w:rPr>
                <w:rFonts w:ascii="Browallia New" w:hAnsi="Browallia New" w:cs="Browallia New"/>
                <w:snapToGrid w:val="0"/>
                <w:sz w:val="16"/>
                <w:szCs w:val="16"/>
                <w:lang w:eastAsia="th-TH"/>
              </w:rPr>
            </w:pPr>
          </w:p>
        </w:tc>
        <w:tc>
          <w:tcPr>
            <w:tcW w:w="2438" w:type="dxa"/>
          </w:tcPr>
          <w:p w14:paraId="2EEDE6BD" w14:textId="77777777" w:rsidR="003C6EC4" w:rsidRPr="000E3E1F" w:rsidRDefault="003C6EC4" w:rsidP="003E0B20">
            <w:pPr>
              <w:tabs>
                <w:tab w:val="left" w:pos="3090"/>
                <w:tab w:val="left" w:pos="4860"/>
              </w:tabs>
              <w:ind w:left="-108" w:right="-108"/>
              <w:jc w:val="center"/>
              <w:rPr>
                <w:rFonts w:ascii="Browallia New" w:hAnsi="Browallia New" w:cs="Browallia New"/>
                <w:snapToGrid w:val="0"/>
                <w:sz w:val="16"/>
                <w:szCs w:val="16"/>
                <w:cs/>
                <w:lang w:eastAsia="th-TH"/>
              </w:rPr>
            </w:pPr>
          </w:p>
        </w:tc>
      </w:tr>
      <w:tr w:rsidR="00412226" w:rsidRPr="000E3E1F" w14:paraId="48562A7A" w14:textId="77777777" w:rsidTr="00534A1C">
        <w:tc>
          <w:tcPr>
            <w:tcW w:w="4125" w:type="dxa"/>
            <w:gridSpan w:val="2"/>
          </w:tcPr>
          <w:p w14:paraId="48562A76" w14:textId="60A52042" w:rsidR="00412226" w:rsidRPr="000E3E1F" w:rsidRDefault="00412226" w:rsidP="003E0B20">
            <w:pPr>
              <w:tabs>
                <w:tab w:val="left" w:pos="3090"/>
                <w:tab w:val="left" w:pos="4860"/>
              </w:tabs>
              <w:rPr>
                <w:rFonts w:ascii="Browallia New" w:hAnsi="Browallia New" w:cs="Browallia New"/>
                <w:snapToGrid w:val="0"/>
                <w:lang w:eastAsia="th-TH"/>
              </w:rPr>
            </w:pPr>
            <w:r w:rsidRPr="000E3E1F">
              <w:rPr>
                <w:rFonts w:ascii="Browallia New" w:hAnsi="Browallia New" w:cs="Browallia New"/>
                <w:snapToGrid w:val="0"/>
                <w:cs/>
                <w:lang w:eastAsia="th-TH"/>
              </w:rPr>
              <w:t>มูลค่าสุทธิ</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ณ</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วันที่</w:t>
            </w:r>
            <w:r w:rsidRPr="000E3E1F">
              <w:rPr>
                <w:rFonts w:ascii="Browallia New" w:hAnsi="Browallia New" w:cs="Browallia New"/>
                <w:snapToGrid w:val="0"/>
                <w:lang w:eastAsia="th-TH"/>
              </w:rPr>
              <w:t xml:space="preserve"> 1 </w:t>
            </w:r>
            <w:r w:rsidRPr="000E3E1F">
              <w:rPr>
                <w:rFonts w:ascii="Browallia New" w:hAnsi="Browallia New" w:cs="Browallia New"/>
                <w:snapToGrid w:val="0"/>
                <w:cs/>
                <w:lang w:eastAsia="th-TH"/>
              </w:rPr>
              <w:t>มกราคม</w:t>
            </w:r>
            <w:r w:rsidRPr="000E3E1F">
              <w:rPr>
                <w:rFonts w:ascii="Browallia New" w:hAnsi="Browallia New" w:cs="Browallia New"/>
                <w:snapToGrid w:val="0"/>
                <w:lang w:eastAsia="th-TH"/>
              </w:rPr>
              <w:t xml:space="preserve"> 256</w:t>
            </w:r>
            <w:r w:rsidR="002E1275" w:rsidRPr="000E3E1F">
              <w:rPr>
                <w:rFonts w:ascii="Browallia New" w:hAnsi="Browallia New" w:cs="Browallia New"/>
                <w:snapToGrid w:val="0"/>
                <w:lang w:eastAsia="th-TH"/>
              </w:rPr>
              <w:t>7</w:t>
            </w:r>
          </w:p>
        </w:tc>
        <w:tc>
          <w:tcPr>
            <w:tcW w:w="2310" w:type="dxa"/>
          </w:tcPr>
          <w:p w14:paraId="48562A77" w14:textId="1EA4035A" w:rsidR="00412226" w:rsidRPr="000E3E1F" w:rsidRDefault="00C82347" w:rsidP="003E0B20">
            <w:pPr>
              <w:tabs>
                <w:tab w:val="left" w:pos="3090"/>
                <w:tab w:val="left" w:pos="4860"/>
              </w:tabs>
              <w:ind w:left="-108" w:right="-33"/>
              <w:jc w:val="right"/>
              <w:rPr>
                <w:rFonts w:ascii="Browallia New" w:hAnsi="Browallia New" w:cs="Browallia New"/>
                <w:snapToGrid w:val="0"/>
                <w:lang w:eastAsia="th-TH"/>
              </w:rPr>
            </w:pPr>
            <w:r w:rsidRPr="000E3E1F">
              <w:rPr>
                <w:rFonts w:ascii="Browallia New" w:hAnsi="Browallia New" w:cs="Browallia New"/>
                <w:lang w:val="en-GB"/>
              </w:rPr>
              <w:t>1,026,120</w:t>
            </w:r>
          </w:p>
        </w:tc>
        <w:tc>
          <w:tcPr>
            <w:tcW w:w="241" w:type="dxa"/>
          </w:tcPr>
          <w:p w14:paraId="48562A78" w14:textId="77777777" w:rsidR="00412226" w:rsidRPr="000E3E1F" w:rsidRDefault="00412226" w:rsidP="003E0B20">
            <w:pPr>
              <w:tabs>
                <w:tab w:val="left" w:pos="3090"/>
                <w:tab w:val="left" w:pos="4860"/>
              </w:tabs>
              <w:ind w:right="-33"/>
              <w:jc w:val="right"/>
              <w:rPr>
                <w:rFonts w:ascii="Browallia New" w:hAnsi="Browallia New" w:cs="Browallia New"/>
                <w:snapToGrid w:val="0"/>
                <w:lang w:eastAsia="th-TH"/>
              </w:rPr>
            </w:pPr>
          </w:p>
        </w:tc>
        <w:tc>
          <w:tcPr>
            <w:tcW w:w="2438" w:type="dxa"/>
          </w:tcPr>
          <w:p w14:paraId="48562A79" w14:textId="60332155" w:rsidR="00412226" w:rsidRPr="000E3E1F" w:rsidRDefault="00FE0C0F" w:rsidP="003E0B20">
            <w:pPr>
              <w:tabs>
                <w:tab w:val="left" w:pos="3090"/>
                <w:tab w:val="left" w:pos="4860"/>
              </w:tabs>
              <w:ind w:left="-159" w:right="-33"/>
              <w:jc w:val="right"/>
              <w:rPr>
                <w:rFonts w:ascii="Browallia New" w:hAnsi="Browallia New" w:cs="Browallia New"/>
                <w:snapToGrid w:val="0"/>
                <w:lang w:eastAsia="th-TH"/>
              </w:rPr>
            </w:pPr>
            <w:r w:rsidRPr="000E3E1F">
              <w:rPr>
                <w:rFonts w:ascii="Browallia New" w:hAnsi="Browallia New" w:cs="Browallia New"/>
                <w:lang w:val="en-GB"/>
              </w:rPr>
              <w:t>1,014,796</w:t>
            </w:r>
          </w:p>
        </w:tc>
      </w:tr>
      <w:tr w:rsidR="00F91956" w:rsidRPr="000E3E1F" w14:paraId="48562A80" w14:textId="77777777" w:rsidTr="00534A1C">
        <w:tc>
          <w:tcPr>
            <w:tcW w:w="711" w:type="dxa"/>
          </w:tcPr>
          <w:p w14:paraId="48562A7B" w14:textId="77777777" w:rsidR="00F91956" w:rsidRPr="000E3E1F" w:rsidRDefault="00F91956" w:rsidP="00F91956">
            <w:pPr>
              <w:tabs>
                <w:tab w:val="left" w:pos="266"/>
                <w:tab w:val="left" w:pos="1470"/>
              </w:tabs>
              <w:rPr>
                <w:rFonts w:ascii="Browallia New" w:hAnsi="Browallia New" w:cs="Browallia New"/>
                <w:snapToGrid w:val="0"/>
                <w:u w:val="single"/>
                <w:lang w:eastAsia="th-TH"/>
              </w:rPr>
            </w:pPr>
            <w:r w:rsidRPr="000E3E1F">
              <w:rPr>
                <w:rFonts w:ascii="Browallia New" w:hAnsi="Browallia New" w:cs="Browallia New"/>
                <w:snapToGrid w:val="0"/>
                <w:u w:val="single"/>
                <w:cs/>
                <w:lang w:eastAsia="th-TH"/>
              </w:rPr>
              <w:t>บวก</w:t>
            </w:r>
          </w:p>
        </w:tc>
        <w:tc>
          <w:tcPr>
            <w:tcW w:w="3414" w:type="dxa"/>
          </w:tcPr>
          <w:p w14:paraId="48562A7C" w14:textId="066E7755" w:rsidR="00F91956" w:rsidRPr="000E3E1F" w:rsidRDefault="00F91956" w:rsidP="00F91956">
            <w:pPr>
              <w:tabs>
                <w:tab w:val="left" w:pos="453"/>
                <w:tab w:val="left" w:pos="1470"/>
              </w:tabs>
              <w:ind w:left="-108"/>
              <w:rPr>
                <w:rFonts w:ascii="Browallia New" w:hAnsi="Browallia New" w:cs="Browallia New"/>
                <w:snapToGrid w:val="0"/>
                <w:cs/>
                <w:lang w:eastAsia="th-TH"/>
              </w:rPr>
            </w:pPr>
            <w:r w:rsidRPr="000E3E1F">
              <w:rPr>
                <w:rFonts w:ascii="Browallia New" w:hAnsi="Browallia New" w:cs="Browallia New"/>
                <w:snapToGrid w:val="0"/>
                <w:cs/>
                <w:lang w:eastAsia="th-TH"/>
              </w:rPr>
              <w:t>ซื้อสินทรัพย์</w:t>
            </w:r>
            <w:r w:rsidR="00387127" w:rsidRPr="000E3E1F">
              <w:rPr>
                <w:rFonts w:ascii="Browallia New" w:hAnsi="Browallia New" w:cs="Browallia New"/>
                <w:snapToGrid w:val="0"/>
                <w:cs/>
                <w:lang w:eastAsia="th-TH"/>
              </w:rPr>
              <w:t>เพิ่ม</w:t>
            </w:r>
          </w:p>
        </w:tc>
        <w:tc>
          <w:tcPr>
            <w:tcW w:w="2310" w:type="dxa"/>
          </w:tcPr>
          <w:p w14:paraId="48562A7D" w14:textId="4792DE2E" w:rsidR="00F91956" w:rsidRPr="000E3E1F" w:rsidRDefault="00625E4C" w:rsidP="00F91956">
            <w:pPr>
              <w:tabs>
                <w:tab w:val="left" w:pos="1470"/>
              </w:tabs>
              <w:ind w:left="-108" w:right="-33"/>
              <w:jc w:val="right"/>
              <w:rPr>
                <w:rFonts w:ascii="Browallia New" w:hAnsi="Browallia New" w:cs="Browallia New"/>
                <w:snapToGrid w:val="0"/>
                <w:lang w:eastAsia="th-TH"/>
              </w:rPr>
            </w:pPr>
            <w:r w:rsidRPr="000E3E1F">
              <w:rPr>
                <w:rFonts w:ascii="Browallia New" w:hAnsi="Browallia New" w:cs="Browallia New"/>
                <w:snapToGrid w:val="0"/>
                <w:lang w:eastAsia="th-TH"/>
              </w:rPr>
              <w:t>22,198</w:t>
            </w:r>
          </w:p>
        </w:tc>
        <w:tc>
          <w:tcPr>
            <w:tcW w:w="241" w:type="dxa"/>
          </w:tcPr>
          <w:p w14:paraId="48562A7E" w14:textId="77777777" w:rsidR="00F91956" w:rsidRPr="000E3E1F" w:rsidRDefault="00F91956" w:rsidP="00F91956">
            <w:pPr>
              <w:tabs>
                <w:tab w:val="left" w:pos="1470"/>
              </w:tabs>
              <w:ind w:right="-33"/>
              <w:jc w:val="right"/>
              <w:rPr>
                <w:rFonts w:ascii="Browallia New" w:hAnsi="Browallia New" w:cs="Browallia New"/>
                <w:snapToGrid w:val="0"/>
                <w:lang w:eastAsia="th-TH"/>
              </w:rPr>
            </w:pPr>
          </w:p>
        </w:tc>
        <w:tc>
          <w:tcPr>
            <w:tcW w:w="2438" w:type="dxa"/>
          </w:tcPr>
          <w:p w14:paraId="48562A7F" w14:textId="6F70AB79" w:rsidR="00F91956" w:rsidRPr="000E3E1F" w:rsidRDefault="00625E4C" w:rsidP="00F91956">
            <w:pPr>
              <w:tabs>
                <w:tab w:val="left" w:pos="3090"/>
                <w:tab w:val="left" w:pos="4860"/>
              </w:tabs>
              <w:ind w:left="-159" w:right="-33"/>
              <w:jc w:val="right"/>
              <w:rPr>
                <w:rFonts w:ascii="Browallia New" w:hAnsi="Browallia New" w:cs="Browallia New"/>
                <w:snapToGrid w:val="0"/>
                <w:lang w:eastAsia="th-TH"/>
              </w:rPr>
            </w:pPr>
            <w:r w:rsidRPr="000E3E1F">
              <w:rPr>
                <w:rFonts w:ascii="Browallia New" w:hAnsi="Browallia New" w:cs="Browallia New"/>
                <w:snapToGrid w:val="0"/>
                <w:lang w:eastAsia="th-TH"/>
              </w:rPr>
              <w:t>21,477</w:t>
            </w:r>
          </w:p>
        </w:tc>
      </w:tr>
      <w:tr w:rsidR="00F91956" w:rsidRPr="000E3E1F" w14:paraId="48562A86" w14:textId="77777777" w:rsidTr="00534A1C">
        <w:tc>
          <w:tcPr>
            <w:tcW w:w="711" w:type="dxa"/>
          </w:tcPr>
          <w:p w14:paraId="48562A81" w14:textId="77777777" w:rsidR="00F91956" w:rsidRPr="000E3E1F" w:rsidRDefault="00F91956" w:rsidP="00F91956">
            <w:pPr>
              <w:tabs>
                <w:tab w:val="left" w:pos="453"/>
                <w:tab w:val="left" w:pos="3090"/>
                <w:tab w:val="left" w:pos="4860"/>
              </w:tabs>
              <w:rPr>
                <w:rFonts w:ascii="Browallia New" w:hAnsi="Browallia New" w:cs="Browallia New"/>
                <w:snapToGrid w:val="0"/>
                <w:u w:val="single"/>
                <w:lang w:eastAsia="th-TH"/>
              </w:rPr>
            </w:pPr>
            <w:r w:rsidRPr="000E3E1F">
              <w:rPr>
                <w:rFonts w:ascii="Browallia New" w:hAnsi="Browallia New" w:cs="Browallia New"/>
                <w:snapToGrid w:val="0"/>
                <w:u w:val="single"/>
                <w:cs/>
                <w:lang w:eastAsia="th-TH"/>
              </w:rPr>
              <w:t>หัก</w:t>
            </w:r>
          </w:p>
        </w:tc>
        <w:tc>
          <w:tcPr>
            <w:tcW w:w="3414" w:type="dxa"/>
          </w:tcPr>
          <w:p w14:paraId="48562A82" w14:textId="7D1C6895" w:rsidR="00F91956" w:rsidRPr="000E3E1F" w:rsidRDefault="00F91956" w:rsidP="00F91956">
            <w:pPr>
              <w:tabs>
                <w:tab w:val="left" w:pos="453"/>
                <w:tab w:val="left" w:pos="3090"/>
                <w:tab w:val="left" w:pos="4860"/>
              </w:tabs>
              <w:ind w:left="-108"/>
              <w:rPr>
                <w:rFonts w:ascii="Browallia New" w:hAnsi="Browallia New" w:cs="Browallia New"/>
                <w:snapToGrid w:val="0"/>
                <w:lang w:eastAsia="th-TH"/>
              </w:rPr>
            </w:pPr>
            <w:r w:rsidRPr="000E3E1F">
              <w:rPr>
                <w:rFonts w:ascii="Browallia New" w:hAnsi="Browallia New" w:cs="Browallia New"/>
                <w:snapToGrid w:val="0"/>
                <w:cs/>
                <w:lang w:eastAsia="th-TH"/>
              </w:rPr>
              <w:t>ขายและตัดจำหน่ายสินทรัพย์</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สุทธิ</w:t>
            </w:r>
          </w:p>
        </w:tc>
        <w:tc>
          <w:tcPr>
            <w:tcW w:w="2310" w:type="dxa"/>
          </w:tcPr>
          <w:p w14:paraId="48562A83" w14:textId="33E495C6" w:rsidR="00F91956" w:rsidRPr="000E3E1F" w:rsidRDefault="00902218" w:rsidP="00F91956">
            <w:pPr>
              <w:tabs>
                <w:tab w:val="left" w:pos="3090"/>
                <w:tab w:val="left" w:pos="4860"/>
              </w:tabs>
              <w:ind w:left="-108" w:right="-33"/>
              <w:jc w:val="right"/>
              <w:rPr>
                <w:rFonts w:ascii="Browallia New" w:hAnsi="Browallia New" w:cs="Browallia New"/>
                <w:snapToGrid w:val="0"/>
                <w:lang w:eastAsia="th-TH"/>
              </w:rPr>
            </w:pPr>
            <w:r w:rsidRPr="000E3E1F">
              <w:rPr>
                <w:rFonts w:ascii="Browallia New" w:hAnsi="Browallia New" w:cs="Browallia New"/>
                <w:snapToGrid w:val="0"/>
                <w:lang w:eastAsia="th-TH"/>
              </w:rPr>
              <w:t>(549)</w:t>
            </w:r>
          </w:p>
        </w:tc>
        <w:tc>
          <w:tcPr>
            <w:tcW w:w="241" w:type="dxa"/>
          </w:tcPr>
          <w:p w14:paraId="48562A84" w14:textId="77777777" w:rsidR="00F91956" w:rsidRPr="000E3E1F" w:rsidRDefault="00F91956" w:rsidP="00F91956">
            <w:pPr>
              <w:tabs>
                <w:tab w:val="left" w:pos="3090"/>
                <w:tab w:val="left" w:pos="4860"/>
              </w:tabs>
              <w:ind w:right="-33"/>
              <w:jc w:val="right"/>
              <w:rPr>
                <w:rFonts w:ascii="Browallia New" w:hAnsi="Browallia New" w:cs="Browallia New"/>
                <w:snapToGrid w:val="0"/>
                <w:lang w:eastAsia="th-TH"/>
              </w:rPr>
            </w:pPr>
          </w:p>
        </w:tc>
        <w:tc>
          <w:tcPr>
            <w:tcW w:w="2438" w:type="dxa"/>
          </w:tcPr>
          <w:p w14:paraId="48562A85" w14:textId="485B9BA6" w:rsidR="00F91956" w:rsidRPr="000E3E1F" w:rsidRDefault="00902218" w:rsidP="00F91956">
            <w:pPr>
              <w:tabs>
                <w:tab w:val="left" w:pos="3090"/>
                <w:tab w:val="left" w:pos="4860"/>
              </w:tabs>
              <w:ind w:left="-159" w:right="-33"/>
              <w:jc w:val="right"/>
              <w:rPr>
                <w:rFonts w:ascii="Browallia New" w:hAnsi="Browallia New" w:cs="Browallia New"/>
                <w:snapToGrid w:val="0"/>
                <w:lang w:eastAsia="th-TH"/>
              </w:rPr>
            </w:pPr>
            <w:r w:rsidRPr="000E3E1F">
              <w:rPr>
                <w:rFonts w:ascii="Browallia New" w:hAnsi="Browallia New" w:cs="Browallia New"/>
                <w:snapToGrid w:val="0"/>
                <w:lang w:eastAsia="th-TH"/>
              </w:rPr>
              <w:t>(549)</w:t>
            </w:r>
          </w:p>
        </w:tc>
      </w:tr>
      <w:tr w:rsidR="00F91956" w:rsidRPr="000E3E1F" w14:paraId="48562A8C" w14:textId="77777777" w:rsidTr="00534A1C">
        <w:tc>
          <w:tcPr>
            <w:tcW w:w="711" w:type="dxa"/>
          </w:tcPr>
          <w:p w14:paraId="48562A87" w14:textId="77777777" w:rsidR="00F91956" w:rsidRPr="000E3E1F" w:rsidRDefault="00F91956" w:rsidP="00F91956">
            <w:pPr>
              <w:tabs>
                <w:tab w:val="left" w:pos="453"/>
                <w:tab w:val="left" w:pos="3090"/>
                <w:tab w:val="left" w:pos="4860"/>
              </w:tabs>
              <w:rPr>
                <w:rFonts w:ascii="Browallia New" w:hAnsi="Browallia New" w:cs="Browallia New"/>
                <w:snapToGrid w:val="0"/>
                <w:lang w:val="en-GB" w:eastAsia="th-TH"/>
              </w:rPr>
            </w:pPr>
          </w:p>
        </w:tc>
        <w:tc>
          <w:tcPr>
            <w:tcW w:w="3414" w:type="dxa"/>
          </w:tcPr>
          <w:p w14:paraId="0902C3A3" w14:textId="1AEF7273" w:rsidR="00F91956" w:rsidRPr="000E3E1F" w:rsidRDefault="00F91956" w:rsidP="00F91956">
            <w:pPr>
              <w:tabs>
                <w:tab w:val="left" w:pos="453"/>
                <w:tab w:val="left" w:pos="3090"/>
                <w:tab w:val="left" w:pos="4860"/>
              </w:tabs>
              <w:ind w:left="-108"/>
              <w:rPr>
                <w:rFonts w:ascii="Browallia New" w:hAnsi="Browallia New" w:cs="Browallia New"/>
                <w:snapToGrid w:val="0"/>
                <w:lang w:val="en-GB" w:eastAsia="th-TH"/>
              </w:rPr>
            </w:pPr>
            <w:r w:rsidRPr="000E3E1F">
              <w:rPr>
                <w:rFonts w:ascii="Browallia New" w:hAnsi="Browallia New" w:cs="Browallia New"/>
                <w:snapToGrid w:val="0"/>
                <w:cs/>
                <w:lang w:val="en-GB" w:eastAsia="th-TH"/>
              </w:rPr>
              <w:t>ค่าเสื่อมราคาสำหรับงวด</w:t>
            </w:r>
          </w:p>
          <w:p w14:paraId="3D209554" w14:textId="77777777" w:rsidR="00DF6519" w:rsidRPr="000E3E1F" w:rsidRDefault="00157105" w:rsidP="0040488A">
            <w:pPr>
              <w:tabs>
                <w:tab w:val="left" w:pos="453"/>
                <w:tab w:val="left" w:pos="3090"/>
                <w:tab w:val="left" w:pos="4860"/>
              </w:tabs>
              <w:ind w:left="-108"/>
              <w:rPr>
                <w:rFonts w:ascii="Browallia New" w:hAnsi="Browallia New" w:cs="Browallia New"/>
                <w:snapToGrid w:val="0"/>
                <w:lang w:val="en-GB" w:eastAsia="th-TH"/>
              </w:rPr>
            </w:pPr>
            <w:r w:rsidRPr="000E3E1F">
              <w:rPr>
                <w:rFonts w:ascii="Browallia New" w:hAnsi="Browallia New" w:cs="Browallia New"/>
                <w:snapToGrid w:val="0"/>
                <w:cs/>
                <w:lang w:val="en-GB" w:eastAsia="th-TH"/>
              </w:rPr>
              <w:t>ค่าเสื่อมราคาสะสม</w:t>
            </w:r>
            <w:r w:rsidR="00E01D9A" w:rsidRPr="000E3E1F">
              <w:rPr>
                <w:rFonts w:ascii="Browallia New" w:hAnsi="Browallia New" w:cs="Browallia New"/>
                <w:snapToGrid w:val="0"/>
                <w:cs/>
                <w:lang w:val="en-GB" w:eastAsia="th-TH"/>
              </w:rPr>
              <w:t>ของ</w:t>
            </w:r>
            <w:r w:rsidRPr="000E3E1F">
              <w:rPr>
                <w:rFonts w:ascii="Browallia New" w:hAnsi="Browallia New" w:cs="Browallia New"/>
                <w:snapToGrid w:val="0"/>
                <w:cs/>
                <w:lang w:val="en-GB" w:eastAsia="th-TH"/>
              </w:rPr>
              <w:t>สินทรัพย์ที่จำหน่า</w:t>
            </w:r>
            <w:r w:rsidR="0040488A" w:rsidRPr="000E3E1F">
              <w:rPr>
                <w:rFonts w:ascii="Browallia New" w:hAnsi="Browallia New" w:cs="Browallia New"/>
                <w:snapToGrid w:val="0"/>
                <w:cs/>
                <w:lang w:val="en-GB" w:eastAsia="th-TH"/>
              </w:rPr>
              <w:t>ย</w:t>
            </w:r>
          </w:p>
          <w:p w14:paraId="48562A88" w14:textId="481F42DC" w:rsidR="00DF6519" w:rsidRPr="000E3E1F" w:rsidRDefault="00E87CDD" w:rsidP="0040488A">
            <w:pPr>
              <w:tabs>
                <w:tab w:val="left" w:pos="453"/>
                <w:tab w:val="left" w:pos="3090"/>
                <w:tab w:val="left" w:pos="4860"/>
              </w:tabs>
              <w:ind w:left="-108"/>
              <w:rPr>
                <w:rFonts w:ascii="Browallia New" w:hAnsi="Browallia New" w:cs="Browallia New"/>
                <w:snapToGrid w:val="0"/>
                <w:cs/>
                <w:lang w:val="en-GB" w:eastAsia="th-TH"/>
              </w:rPr>
            </w:pPr>
            <w:r w:rsidRPr="000E3E1F">
              <w:rPr>
                <w:rFonts w:ascii="Browallia New" w:hAnsi="Browallia New" w:cs="Browallia New"/>
                <w:snapToGrid w:val="0"/>
                <w:cs/>
                <w:lang w:val="en-GB" w:eastAsia="th-TH"/>
              </w:rPr>
              <w:t>ผลต่างจากอัตราแลกเปลี่ยน</w:t>
            </w:r>
          </w:p>
        </w:tc>
        <w:tc>
          <w:tcPr>
            <w:tcW w:w="2310" w:type="dxa"/>
          </w:tcPr>
          <w:p w14:paraId="09881C8D" w14:textId="77777777" w:rsidR="003C7B13" w:rsidRPr="000E3E1F" w:rsidRDefault="00902218" w:rsidP="00EC2718">
            <w:pPr>
              <w:tabs>
                <w:tab w:val="left" w:pos="3090"/>
                <w:tab w:val="left" w:pos="4860"/>
              </w:tabs>
              <w:ind w:left="-108" w:right="-33"/>
              <w:jc w:val="right"/>
              <w:rPr>
                <w:rFonts w:ascii="Browallia New" w:hAnsi="Browallia New" w:cs="Browallia New"/>
                <w:snapToGrid w:val="0"/>
                <w:lang w:eastAsia="th-TH"/>
              </w:rPr>
            </w:pPr>
            <w:r w:rsidRPr="000E3E1F">
              <w:rPr>
                <w:rFonts w:ascii="Browallia New" w:hAnsi="Browallia New" w:cs="Browallia New"/>
                <w:snapToGrid w:val="0"/>
                <w:lang w:eastAsia="th-TH"/>
              </w:rPr>
              <w:t>(44</w:t>
            </w:r>
            <w:r w:rsidR="005152D7" w:rsidRPr="000E3E1F">
              <w:rPr>
                <w:rFonts w:ascii="Browallia New" w:hAnsi="Browallia New" w:cs="Browallia New"/>
                <w:snapToGrid w:val="0"/>
                <w:lang w:eastAsia="th-TH"/>
              </w:rPr>
              <w:t>,368)</w:t>
            </w:r>
          </w:p>
          <w:p w14:paraId="39FC530E" w14:textId="77777777" w:rsidR="005152D7" w:rsidRPr="000E3E1F" w:rsidRDefault="005152D7" w:rsidP="00EC2718">
            <w:pPr>
              <w:tabs>
                <w:tab w:val="left" w:pos="3090"/>
                <w:tab w:val="left" w:pos="4860"/>
              </w:tabs>
              <w:ind w:left="-108" w:right="-33"/>
              <w:jc w:val="right"/>
              <w:rPr>
                <w:rFonts w:ascii="Browallia New" w:hAnsi="Browallia New" w:cs="Browallia New"/>
                <w:snapToGrid w:val="0"/>
                <w:lang w:eastAsia="th-TH"/>
              </w:rPr>
            </w:pPr>
            <w:r w:rsidRPr="000E3E1F">
              <w:rPr>
                <w:rFonts w:ascii="Browallia New" w:hAnsi="Browallia New" w:cs="Browallia New"/>
                <w:snapToGrid w:val="0"/>
                <w:lang w:eastAsia="th-TH"/>
              </w:rPr>
              <w:t>496</w:t>
            </w:r>
          </w:p>
          <w:p w14:paraId="48562A89" w14:textId="6193FCE2" w:rsidR="003C7B13" w:rsidRPr="000E3E1F" w:rsidRDefault="00D134E0" w:rsidP="00EC2718">
            <w:pPr>
              <w:tabs>
                <w:tab w:val="left" w:pos="3090"/>
                <w:tab w:val="left" w:pos="4860"/>
              </w:tabs>
              <w:ind w:left="-108" w:right="-33"/>
              <w:jc w:val="right"/>
              <w:rPr>
                <w:rFonts w:ascii="Browallia New" w:hAnsi="Browallia New" w:cs="Browallia New"/>
                <w:snapToGrid w:val="0"/>
                <w:lang w:eastAsia="th-TH"/>
              </w:rPr>
            </w:pPr>
            <w:r w:rsidRPr="000E3E1F">
              <w:rPr>
                <w:rFonts w:ascii="Browallia New" w:hAnsi="Browallia New" w:cs="Browallia New"/>
                <w:snapToGrid w:val="0"/>
                <w:lang w:eastAsia="th-TH"/>
              </w:rPr>
              <w:t>(755)</w:t>
            </w:r>
          </w:p>
        </w:tc>
        <w:tc>
          <w:tcPr>
            <w:tcW w:w="241" w:type="dxa"/>
          </w:tcPr>
          <w:p w14:paraId="7E495B9B" w14:textId="77777777" w:rsidR="00F91956" w:rsidRPr="000E3E1F" w:rsidRDefault="00F91956" w:rsidP="00F91956">
            <w:pPr>
              <w:rPr>
                <w:rFonts w:ascii="Browallia New" w:hAnsi="Browallia New" w:cs="Browallia New"/>
              </w:rPr>
            </w:pPr>
          </w:p>
          <w:p w14:paraId="48562A8A" w14:textId="77777777" w:rsidR="00F91956" w:rsidRPr="000E3E1F" w:rsidRDefault="00F91956" w:rsidP="00F91956">
            <w:pPr>
              <w:rPr>
                <w:rFonts w:ascii="Browallia New" w:hAnsi="Browallia New" w:cs="Browallia New"/>
              </w:rPr>
            </w:pPr>
          </w:p>
        </w:tc>
        <w:tc>
          <w:tcPr>
            <w:tcW w:w="2438" w:type="dxa"/>
          </w:tcPr>
          <w:p w14:paraId="34C3BDB3" w14:textId="77777777" w:rsidR="00850C9D" w:rsidRPr="000E3E1F" w:rsidRDefault="005152D7" w:rsidP="00D134E0">
            <w:pPr>
              <w:tabs>
                <w:tab w:val="left" w:pos="1596"/>
                <w:tab w:val="left" w:pos="3090"/>
                <w:tab w:val="left" w:pos="4860"/>
              </w:tabs>
              <w:ind w:right="-33"/>
              <w:jc w:val="right"/>
              <w:rPr>
                <w:rFonts w:ascii="Browallia New" w:hAnsi="Browallia New" w:cs="Browallia New"/>
                <w:snapToGrid w:val="0"/>
                <w:lang w:eastAsia="th-TH"/>
              </w:rPr>
            </w:pPr>
            <w:r w:rsidRPr="000E3E1F">
              <w:rPr>
                <w:rFonts w:ascii="Browallia New" w:hAnsi="Browallia New" w:cs="Browallia New"/>
                <w:snapToGrid w:val="0"/>
                <w:lang w:eastAsia="th-TH"/>
              </w:rPr>
              <w:t>(43,442)</w:t>
            </w:r>
          </w:p>
          <w:p w14:paraId="5019BD7C" w14:textId="77777777" w:rsidR="005152D7" w:rsidRPr="000E3E1F" w:rsidRDefault="00D134E0" w:rsidP="00D134E0">
            <w:pPr>
              <w:tabs>
                <w:tab w:val="left" w:pos="1596"/>
                <w:tab w:val="left" w:pos="3090"/>
                <w:tab w:val="left" w:pos="4860"/>
              </w:tabs>
              <w:ind w:right="-33"/>
              <w:jc w:val="right"/>
              <w:rPr>
                <w:rFonts w:ascii="Browallia New" w:hAnsi="Browallia New" w:cs="Browallia New"/>
                <w:snapToGrid w:val="0"/>
                <w:lang w:eastAsia="th-TH"/>
              </w:rPr>
            </w:pPr>
            <w:r w:rsidRPr="000E3E1F">
              <w:rPr>
                <w:rFonts w:ascii="Browallia New" w:hAnsi="Browallia New" w:cs="Browallia New"/>
                <w:snapToGrid w:val="0"/>
                <w:lang w:eastAsia="th-TH"/>
              </w:rPr>
              <w:t>496</w:t>
            </w:r>
          </w:p>
          <w:p w14:paraId="48562A8B" w14:textId="7A5480BD" w:rsidR="00850C9D" w:rsidRPr="000E3E1F" w:rsidRDefault="00D134E0" w:rsidP="004516A0">
            <w:pPr>
              <w:tabs>
                <w:tab w:val="left" w:pos="1596"/>
                <w:tab w:val="left" w:pos="3090"/>
                <w:tab w:val="left" w:pos="4860"/>
              </w:tabs>
              <w:ind w:right="-33"/>
              <w:jc w:val="center"/>
              <w:rPr>
                <w:rFonts w:ascii="Browallia New" w:hAnsi="Browallia New" w:cs="Browallia New"/>
                <w:snapToGrid w:val="0"/>
                <w:lang w:eastAsia="th-TH"/>
              </w:rPr>
            </w:pPr>
            <w:r w:rsidRPr="000E3E1F">
              <w:rPr>
                <w:rFonts w:ascii="Browallia New" w:hAnsi="Browallia New" w:cs="Browallia New"/>
                <w:snapToGrid w:val="0"/>
                <w:lang w:eastAsia="th-TH"/>
              </w:rPr>
              <w:t xml:space="preserve">                            -</w:t>
            </w:r>
          </w:p>
        </w:tc>
      </w:tr>
      <w:tr w:rsidR="008F6009" w:rsidRPr="000E3E1F" w14:paraId="48562A9D" w14:textId="77777777" w:rsidTr="00534A1C">
        <w:trPr>
          <w:trHeight w:val="263"/>
        </w:trPr>
        <w:tc>
          <w:tcPr>
            <w:tcW w:w="4125" w:type="dxa"/>
            <w:gridSpan w:val="2"/>
          </w:tcPr>
          <w:p w14:paraId="48562A99" w14:textId="2E9E7A71" w:rsidR="008F6009" w:rsidRPr="000E3E1F" w:rsidRDefault="008F6009" w:rsidP="008F6009">
            <w:pPr>
              <w:tabs>
                <w:tab w:val="left" w:pos="3090"/>
                <w:tab w:val="left" w:pos="4860"/>
              </w:tabs>
              <w:rPr>
                <w:rFonts w:ascii="Browallia New" w:hAnsi="Browallia New" w:cs="Browallia New"/>
                <w:snapToGrid w:val="0"/>
                <w:lang w:eastAsia="th-TH"/>
              </w:rPr>
            </w:pPr>
            <w:r w:rsidRPr="000E3E1F">
              <w:rPr>
                <w:rFonts w:ascii="Browallia New" w:hAnsi="Browallia New" w:cs="Browallia New"/>
                <w:snapToGrid w:val="0"/>
                <w:cs/>
                <w:lang w:eastAsia="th-TH"/>
              </w:rPr>
              <w:t>มูลค่าสุทธิ</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ณ</w:t>
            </w:r>
            <w:r w:rsidRPr="000E3E1F">
              <w:rPr>
                <w:rFonts w:ascii="Browallia New" w:hAnsi="Browallia New" w:cs="Browallia New"/>
                <w:snapToGrid w:val="0"/>
                <w:lang w:eastAsia="th-TH"/>
              </w:rPr>
              <w:t xml:space="preserve"> </w:t>
            </w:r>
            <w:r w:rsidRPr="000E3E1F">
              <w:rPr>
                <w:rFonts w:ascii="Browallia New" w:hAnsi="Browallia New" w:cs="Browallia New"/>
                <w:snapToGrid w:val="0"/>
                <w:cs/>
                <w:lang w:eastAsia="th-TH"/>
              </w:rPr>
              <w:t>วันที่</w:t>
            </w:r>
            <w:r w:rsidRPr="000E3E1F">
              <w:rPr>
                <w:rFonts w:ascii="Browallia New" w:hAnsi="Browallia New" w:cs="Browallia New"/>
                <w:snapToGrid w:val="0"/>
                <w:lang w:eastAsia="th-TH"/>
              </w:rPr>
              <w:t xml:space="preserve"> </w:t>
            </w:r>
            <w:r w:rsidR="002661D7" w:rsidRPr="000E3E1F">
              <w:rPr>
                <w:rFonts w:ascii="Browallia New" w:hAnsi="Browallia New" w:cs="Browallia New"/>
                <w:spacing w:val="-4"/>
              </w:rPr>
              <w:t>30</w:t>
            </w:r>
            <w:r w:rsidR="002661D7" w:rsidRPr="000E3E1F">
              <w:rPr>
                <w:rFonts w:ascii="Browallia New" w:hAnsi="Browallia New" w:cs="Browallia New"/>
                <w:spacing w:val="-4"/>
                <w:cs/>
              </w:rPr>
              <w:t xml:space="preserve"> กันยายน </w:t>
            </w:r>
            <w:r w:rsidR="000969BB" w:rsidRPr="000E3E1F">
              <w:rPr>
                <w:rFonts w:ascii="Browallia New" w:hAnsi="Browallia New" w:cs="Browallia New"/>
                <w:spacing w:val="-4"/>
              </w:rPr>
              <w:t>256</w:t>
            </w:r>
            <w:r w:rsidR="00943FA8" w:rsidRPr="000E3E1F">
              <w:rPr>
                <w:rFonts w:ascii="Browallia New" w:hAnsi="Browallia New" w:cs="Browallia New"/>
                <w:spacing w:val="-4"/>
              </w:rPr>
              <w:t>7</w:t>
            </w:r>
          </w:p>
        </w:tc>
        <w:tc>
          <w:tcPr>
            <w:tcW w:w="2310" w:type="dxa"/>
            <w:tcBorders>
              <w:top w:val="single" w:sz="4" w:space="0" w:color="auto"/>
              <w:bottom w:val="single" w:sz="12" w:space="0" w:color="auto"/>
            </w:tcBorders>
          </w:tcPr>
          <w:p w14:paraId="48562A9A" w14:textId="46FCC590" w:rsidR="008F6009" w:rsidRPr="000E3E1F" w:rsidRDefault="00032EC3" w:rsidP="008F6009">
            <w:pPr>
              <w:tabs>
                <w:tab w:val="left" w:pos="3090"/>
                <w:tab w:val="left" w:pos="4860"/>
              </w:tabs>
              <w:ind w:left="-108" w:right="-33"/>
              <w:jc w:val="right"/>
              <w:rPr>
                <w:rFonts w:ascii="Browallia New" w:hAnsi="Browallia New" w:cs="Browallia New"/>
                <w:snapToGrid w:val="0"/>
                <w:cs/>
                <w:lang w:eastAsia="th-TH"/>
              </w:rPr>
            </w:pPr>
            <w:r w:rsidRPr="000E3E1F">
              <w:rPr>
                <w:rFonts w:ascii="Browallia New" w:hAnsi="Browallia New" w:cs="Browallia New"/>
                <w:snapToGrid w:val="0"/>
                <w:lang w:eastAsia="th-TH"/>
              </w:rPr>
              <w:t>1,003,142</w:t>
            </w:r>
          </w:p>
        </w:tc>
        <w:tc>
          <w:tcPr>
            <w:tcW w:w="241" w:type="dxa"/>
            <w:vAlign w:val="bottom"/>
          </w:tcPr>
          <w:p w14:paraId="48562A9B" w14:textId="77777777" w:rsidR="008F6009" w:rsidRPr="000E3E1F" w:rsidRDefault="008F6009" w:rsidP="008F6009">
            <w:pPr>
              <w:tabs>
                <w:tab w:val="left" w:pos="3090"/>
                <w:tab w:val="left" w:pos="4860"/>
              </w:tabs>
              <w:ind w:right="-33"/>
              <w:jc w:val="right"/>
              <w:rPr>
                <w:rFonts w:ascii="Browallia New" w:hAnsi="Browallia New" w:cs="Browallia New"/>
                <w:snapToGrid w:val="0"/>
                <w:lang w:eastAsia="th-TH"/>
              </w:rPr>
            </w:pPr>
          </w:p>
        </w:tc>
        <w:tc>
          <w:tcPr>
            <w:tcW w:w="2438" w:type="dxa"/>
            <w:tcBorders>
              <w:top w:val="single" w:sz="4" w:space="0" w:color="auto"/>
              <w:bottom w:val="single" w:sz="12" w:space="0" w:color="auto"/>
            </w:tcBorders>
            <w:vAlign w:val="bottom"/>
          </w:tcPr>
          <w:p w14:paraId="48562A9C" w14:textId="45BB0768" w:rsidR="008F6009" w:rsidRPr="000E3E1F" w:rsidRDefault="00032EC3" w:rsidP="008F6009">
            <w:pPr>
              <w:tabs>
                <w:tab w:val="left" w:pos="3090"/>
                <w:tab w:val="left" w:pos="4860"/>
              </w:tabs>
              <w:ind w:left="-159" w:right="-33"/>
              <w:jc w:val="right"/>
              <w:rPr>
                <w:rFonts w:ascii="Browallia New" w:hAnsi="Browallia New" w:cs="Browallia New"/>
                <w:snapToGrid w:val="0"/>
                <w:lang w:eastAsia="th-TH"/>
              </w:rPr>
            </w:pPr>
            <w:r w:rsidRPr="000E3E1F">
              <w:rPr>
                <w:rFonts w:ascii="Browallia New" w:hAnsi="Browallia New" w:cs="Browallia New"/>
                <w:snapToGrid w:val="0"/>
                <w:lang w:eastAsia="th-TH"/>
              </w:rPr>
              <w:t>992,778</w:t>
            </w:r>
          </w:p>
        </w:tc>
      </w:tr>
    </w:tbl>
    <w:p w14:paraId="4E097690" w14:textId="6F3CC711" w:rsidR="00D52106" w:rsidRPr="000E3E1F" w:rsidRDefault="00D52106" w:rsidP="00D52106">
      <w:pPr>
        <w:rPr>
          <w:rFonts w:ascii="Browallia New" w:hAnsi="Browallia New" w:cs="Browallia New"/>
          <w:b/>
          <w:bCs/>
          <w:lang w:val="en-GB"/>
        </w:rPr>
      </w:pPr>
    </w:p>
    <w:p w14:paraId="48562A9F" w14:textId="0A6B5AE1" w:rsidR="003E4706" w:rsidRPr="000E3E1F"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เงิน</w:t>
      </w:r>
      <w:r w:rsidR="001344A8" w:rsidRPr="000E3E1F">
        <w:rPr>
          <w:rFonts w:ascii="Browallia New" w:hAnsi="Browallia New" w:cs="Browallia New"/>
          <w:b/>
          <w:bCs/>
          <w:cs/>
        </w:rPr>
        <w:t>เบิกเกินบัญชีและเงินกู</w:t>
      </w:r>
      <w:r w:rsidR="00F11E88" w:rsidRPr="000E3E1F">
        <w:rPr>
          <w:rFonts w:ascii="Browallia New" w:hAnsi="Browallia New" w:cs="Browallia New"/>
          <w:b/>
          <w:bCs/>
          <w:cs/>
        </w:rPr>
        <w:t>้ยืมระยะสั้นจากสถาบันการเงิน</w:t>
      </w:r>
    </w:p>
    <w:p w14:paraId="5DC31CD7" w14:textId="77777777" w:rsidR="000A4FF2" w:rsidRPr="000E3E1F" w:rsidRDefault="000A4FF2" w:rsidP="000A4FF2">
      <w:pPr>
        <w:pStyle w:val="ListParagraph"/>
        <w:spacing w:after="0" w:line="240" w:lineRule="auto"/>
        <w:ind w:left="360"/>
        <w:rPr>
          <w:rFonts w:ascii="Browallia New" w:hAnsi="Browallia New" w:cs="Browallia New"/>
          <w:b/>
          <w:bCs/>
          <w:sz w:val="20"/>
          <w:szCs w:val="20"/>
          <w:highlight w:val="yellow"/>
        </w:rPr>
      </w:pPr>
    </w:p>
    <w:tbl>
      <w:tblPr>
        <w:tblW w:w="9090" w:type="dxa"/>
        <w:tblInd w:w="270" w:type="dxa"/>
        <w:tblLayout w:type="fixed"/>
        <w:tblLook w:val="0000" w:firstRow="0" w:lastRow="0" w:firstColumn="0" w:lastColumn="0" w:noHBand="0" w:noVBand="0"/>
      </w:tblPr>
      <w:tblGrid>
        <w:gridCol w:w="2957"/>
        <w:gridCol w:w="1263"/>
        <w:gridCol w:w="236"/>
        <w:gridCol w:w="1293"/>
        <w:gridCol w:w="239"/>
        <w:gridCol w:w="1368"/>
        <w:gridCol w:w="49"/>
        <w:gridCol w:w="203"/>
        <w:gridCol w:w="33"/>
        <w:gridCol w:w="1440"/>
        <w:gridCol w:w="9"/>
      </w:tblGrid>
      <w:tr w:rsidR="004548B9" w:rsidRPr="000E3E1F" w14:paraId="677F9E5C" w14:textId="77777777" w:rsidTr="00727E31">
        <w:trPr>
          <w:gridAfter w:val="1"/>
          <w:wAfter w:w="9" w:type="dxa"/>
          <w:cantSplit/>
        </w:trPr>
        <w:tc>
          <w:tcPr>
            <w:tcW w:w="2957" w:type="dxa"/>
          </w:tcPr>
          <w:p w14:paraId="1F3F9570" w14:textId="77777777" w:rsidR="004548B9" w:rsidRPr="000E3E1F" w:rsidRDefault="004548B9" w:rsidP="00A000AD">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6554BD88" w14:textId="77777777" w:rsidR="004548B9" w:rsidRPr="000E3E1F" w:rsidRDefault="004548B9" w:rsidP="00A000AD">
            <w:pPr>
              <w:pStyle w:val="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0E3E1F" w:rsidRDefault="004548B9" w:rsidP="00A000AD">
            <w:pPr>
              <w:pStyle w:val="3"/>
              <w:tabs>
                <w:tab w:val="clear" w:pos="360"/>
                <w:tab w:val="clear" w:pos="720"/>
              </w:tabs>
              <w:jc w:val="center"/>
              <w:rPr>
                <w:rFonts w:ascii="Browallia New" w:hAnsi="Browallia New" w:cs="Browallia New"/>
                <w:sz w:val="28"/>
                <w:szCs w:val="28"/>
              </w:rPr>
            </w:pPr>
          </w:p>
        </w:tc>
        <w:tc>
          <w:tcPr>
            <w:tcW w:w="1293" w:type="dxa"/>
          </w:tcPr>
          <w:p w14:paraId="0874A59F" w14:textId="77777777" w:rsidR="004548B9" w:rsidRPr="000E3E1F" w:rsidRDefault="004548B9" w:rsidP="00A000AD">
            <w:pPr>
              <w:pStyle w:val="3"/>
              <w:tabs>
                <w:tab w:val="clear" w:pos="360"/>
                <w:tab w:val="clear" w:pos="720"/>
              </w:tabs>
              <w:jc w:val="right"/>
              <w:rPr>
                <w:rFonts w:ascii="Browallia New" w:hAnsi="Browallia New" w:cs="Browallia New"/>
                <w:sz w:val="28"/>
                <w:szCs w:val="28"/>
              </w:rPr>
            </w:pPr>
          </w:p>
        </w:tc>
        <w:tc>
          <w:tcPr>
            <w:tcW w:w="239" w:type="dxa"/>
          </w:tcPr>
          <w:p w14:paraId="7E027516" w14:textId="77777777" w:rsidR="004548B9" w:rsidRPr="000E3E1F" w:rsidRDefault="004548B9" w:rsidP="00A000AD">
            <w:pPr>
              <w:pStyle w:val="3"/>
              <w:tabs>
                <w:tab w:val="clear" w:pos="360"/>
                <w:tab w:val="clear" w:pos="720"/>
              </w:tabs>
              <w:jc w:val="right"/>
              <w:rPr>
                <w:rFonts w:ascii="Browallia New" w:hAnsi="Browallia New" w:cs="Browallia New"/>
                <w:sz w:val="28"/>
                <w:szCs w:val="28"/>
              </w:rPr>
            </w:pPr>
          </w:p>
        </w:tc>
        <w:tc>
          <w:tcPr>
            <w:tcW w:w="3093" w:type="dxa"/>
            <w:gridSpan w:val="5"/>
          </w:tcPr>
          <w:p w14:paraId="3F52D344" w14:textId="77777777" w:rsidR="004548B9" w:rsidRPr="000E3E1F" w:rsidRDefault="004548B9" w:rsidP="00A000AD">
            <w:pPr>
              <w:pStyle w:val="3"/>
              <w:tabs>
                <w:tab w:val="clear" w:pos="360"/>
                <w:tab w:val="clear" w:pos="720"/>
              </w:tabs>
              <w:jc w:val="right"/>
              <w:rPr>
                <w:rFonts w:ascii="Browallia New" w:hAnsi="Browallia New" w:cs="Browallia New"/>
                <w:sz w:val="28"/>
                <w:szCs w:val="28"/>
              </w:rPr>
            </w:pPr>
            <w:r w:rsidRPr="000E3E1F">
              <w:rPr>
                <w:rFonts w:ascii="Browallia New" w:hAnsi="Browallia New" w:cs="Browallia New"/>
                <w:sz w:val="28"/>
                <w:szCs w:val="28"/>
              </w:rPr>
              <w:t>(</w:t>
            </w:r>
            <w:proofErr w:type="gramStart"/>
            <w:r w:rsidRPr="000E3E1F">
              <w:rPr>
                <w:rFonts w:ascii="Browallia New" w:hAnsi="Browallia New" w:cs="Browallia New"/>
                <w:sz w:val="28"/>
                <w:szCs w:val="28"/>
                <w:cs/>
              </w:rPr>
              <w:t xml:space="preserve">หน่วย </w:t>
            </w:r>
            <w:r w:rsidRPr="000E3E1F">
              <w:rPr>
                <w:rFonts w:ascii="Browallia New" w:hAnsi="Browallia New" w:cs="Browallia New"/>
                <w:sz w:val="28"/>
                <w:szCs w:val="28"/>
                <w:lang w:val="en-GB"/>
              </w:rPr>
              <w:t>:</w:t>
            </w:r>
            <w:proofErr w:type="gramEnd"/>
            <w:r w:rsidRPr="000E3E1F">
              <w:rPr>
                <w:rFonts w:ascii="Browallia New" w:hAnsi="Browallia New" w:cs="Browallia New"/>
                <w:sz w:val="28"/>
                <w:szCs w:val="28"/>
                <w:cs/>
                <w:lang w:val="en-GB"/>
              </w:rPr>
              <w:t xml:space="preserve"> พัน</w:t>
            </w:r>
            <w:r w:rsidRPr="000E3E1F">
              <w:rPr>
                <w:rFonts w:ascii="Browallia New" w:hAnsi="Browallia New" w:cs="Browallia New"/>
                <w:sz w:val="28"/>
                <w:szCs w:val="28"/>
                <w:cs/>
              </w:rPr>
              <w:t>บาท)</w:t>
            </w:r>
          </w:p>
        </w:tc>
      </w:tr>
      <w:tr w:rsidR="004548B9" w:rsidRPr="000E3E1F" w14:paraId="062C7EA5" w14:textId="77777777" w:rsidTr="00727E31">
        <w:trPr>
          <w:gridAfter w:val="1"/>
          <w:wAfter w:w="9" w:type="dxa"/>
          <w:cantSplit/>
        </w:trPr>
        <w:tc>
          <w:tcPr>
            <w:tcW w:w="2957" w:type="dxa"/>
          </w:tcPr>
          <w:p w14:paraId="25EB1447" w14:textId="77777777" w:rsidR="004548B9" w:rsidRPr="000E3E1F" w:rsidRDefault="004548B9" w:rsidP="00A000AD">
            <w:pPr>
              <w:pStyle w:val="3"/>
              <w:tabs>
                <w:tab w:val="clear" w:pos="360"/>
                <w:tab w:val="clear" w:pos="720"/>
              </w:tabs>
              <w:jc w:val="center"/>
              <w:rPr>
                <w:rFonts w:ascii="Browallia New" w:hAnsi="Browallia New" w:cs="Browallia New"/>
                <w:sz w:val="28"/>
                <w:szCs w:val="28"/>
              </w:rPr>
            </w:pPr>
            <w:r w:rsidRPr="000E3E1F">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4675AE00" w14:textId="77777777" w:rsidR="004548B9" w:rsidRPr="000E3E1F" w:rsidRDefault="004548B9" w:rsidP="00A000AD">
            <w:pPr>
              <w:ind w:right="72"/>
              <w:jc w:val="center"/>
              <w:rPr>
                <w:rFonts w:ascii="Browallia New" w:hAnsi="Browallia New" w:cs="Browallia New"/>
                <w:color w:val="000000"/>
                <w:cs/>
              </w:rPr>
            </w:pPr>
            <w:r w:rsidRPr="000E3E1F">
              <w:rPr>
                <w:rFonts w:ascii="Browallia New" w:hAnsi="Browallia New" w:cs="Browallia New"/>
                <w:cs/>
              </w:rPr>
              <w:t>อัตราดอกเบี้ยร้อยละต่อปี</w:t>
            </w:r>
          </w:p>
        </w:tc>
        <w:tc>
          <w:tcPr>
            <w:tcW w:w="239" w:type="dxa"/>
          </w:tcPr>
          <w:p w14:paraId="2BA11769" w14:textId="77777777" w:rsidR="004548B9" w:rsidRPr="000E3E1F" w:rsidRDefault="004548B9" w:rsidP="00A000AD">
            <w:pPr>
              <w:ind w:right="72"/>
              <w:jc w:val="center"/>
              <w:rPr>
                <w:rFonts w:ascii="Browallia New" w:hAnsi="Browallia New" w:cs="Browallia New"/>
                <w:color w:val="000000"/>
                <w:cs/>
              </w:rPr>
            </w:pPr>
          </w:p>
        </w:tc>
        <w:tc>
          <w:tcPr>
            <w:tcW w:w="3093" w:type="dxa"/>
            <w:gridSpan w:val="5"/>
            <w:tcBorders>
              <w:bottom w:val="single" w:sz="4" w:space="0" w:color="auto"/>
            </w:tcBorders>
          </w:tcPr>
          <w:p w14:paraId="5E0BCFB7" w14:textId="52FE2FDA" w:rsidR="004548B9" w:rsidRPr="000E3E1F" w:rsidRDefault="009106A9" w:rsidP="00A000AD">
            <w:pPr>
              <w:ind w:right="72"/>
              <w:jc w:val="center"/>
              <w:rPr>
                <w:rFonts w:ascii="Browallia New" w:hAnsi="Browallia New" w:cs="Browallia New"/>
              </w:rPr>
            </w:pPr>
            <w:r w:rsidRPr="000E3E1F">
              <w:rPr>
                <w:rFonts w:ascii="Browallia New" w:hAnsi="Browallia New" w:cs="Browallia New"/>
                <w:color w:val="000000"/>
                <w:cs/>
              </w:rPr>
              <w:t>ข้อมูลทาง</w:t>
            </w:r>
            <w:r w:rsidR="004548B9" w:rsidRPr="000E3E1F">
              <w:rPr>
                <w:rFonts w:ascii="Browallia New" w:hAnsi="Browallia New" w:cs="Browallia New"/>
                <w:color w:val="000000"/>
                <w:cs/>
              </w:rPr>
              <w:t>การเงินรวม</w:t>
            </w:r>
          </w:p>
        </w:tc>
      </w:tr>
      <w:tr w:rsidR="00E16333" w:rsidRPr="000E3E1F" w14:paraId="0F1E8615" w14:textId="77777777" w:rsidTr="00727E31">
        <w:trPr>
          <w:gridAfter w:val="1"/>
          <w:wAfter w:w="9" w:type="dxa"/>
          <w:cantSplit/>
        </w:trPr>
        <w:tc>
          <w:tcPr>
            <w:tcW w:w="2957" w:type="dxa"/>
          </w:tcPr>
          <w:p w14:paraId="74032747" w14:textId="77777777" w:rsidR="00E16333" w:rsidRPr="000E3E1F" w:rsidRDefault="00E16333" w:rsidP="00E16333">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tcPr>
          <w:p w14:paraId="3806B67F" w14:textId="03863875" w:rsidR="00E16333" w:rsidRPr="000E3E1F" w:rsidRDefault="006D439F" w:rsidP="00E16333">
            <w:pPr>
              <w:ind w:right="72"/>
              <w:jc w:val="center"/>
              <w:rPr>
                <w:rFonts w:ascii="Browallia New" w:hAnsi="Browallia New" w:cs="Browallia New"/>
              </w:rPr>
            </w:pPr>
            <w:r w:rsidRPr="000E3E1F">
              <w:rPr>
                <w:rFonts w:ascii="Browallia New" w:hAnsi="Browallia New" w:cs="Browallia New"/>
              </w:rPr>
              <w:t>30</w:t>
            </w:r>
            <w:r w:rsidRPr="000E3E1F">
              <w:rPr>
                <w:rFonts w:ascii="Browallia New" w:hAnsi="Browallia New" w:cs="Browallia New"/>
                <w:cs/>
              </w:rPr>
              <w:t xml:space="preserve"> กันยายน </w:t>
            </w:r>
            <w:r w:rsidR="00B61BA2" w:rsidRPr="000E3E1F">
              <w:rPr>
                <w:rFonts w:ascii="Browallia New" w:hAnsi="Browallia New" w:cs="Browallia New"/>
              </w:rPr>
              <w:t>2567</w:t>
            </w:r>
            <w:r w:rsidR="00B61BA2" w:rsidRPr="000E3E1F">
              <w:rPr>
                <w:rFonts w:ascii="Browallia New" w:hAnsi="Browallia New" w:cs="Browallia New"/>
                <w:cs/>
              </w:rPr>
              <w:t xml:space="preserve">          </w:t>
            </w:r>
            <w:r w:rsidR="00B61BA2" w:rsidRPr="000E3E1F">
              <w:rPr>
                <w:rFonts w:ascii="Browallia New" w:hAnsi="Browallia New" w:cs="Browallia New"/>
              </w:rPr>
              <w:t xml:space="preserve">  </w:t>
            </w:r>
          </w:p>
        </w:tc>
        <w:tc>
          <w:tcPr>
            <w:tcW w:w="236" w:type="dxa"/>
          </w:tcPr>
          <w:p w14:paraId="7493E898" w14:textId="77777777" w:rsidR="00E16333" w:rsidRPr="000E3E1F" w:rsidRDefault="00E16333" w:rsidP="00E16333">
            <w:pPr>
              <w:ind w:right="72"/>
              <w:jc w:val="center"/>
              <w:rPr>
                <w:rFonts w:ascii="Browallia New" w:hAnsi="Browallia New" w:cs="Browallia New"/>
              </w:rPr>
            </w:pPr>
          </w:p>
        </w:tc>
        <w:tc>
          <w:tcPr>
            <w:tcW w:w="1293" w:type="dxa"/>
            <w:tcBorders>
              <w:bottom w:val="single" w:sz="4" w:space="0" w:color="auto"/>
            </w:tcBorders>
          </w:tcPr>
          <w:p w14:paraId="694F13D7" w14:textId="0FF06AB9" w:rsidR="00E16333" w:rsidRPr="000E3E1F" w:rsidRDefault="00E16333" w:rsidP="00E16333">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B31E1C" w:rsidRPr="000E3E1F">
              <w:rPr>
                <w:rFonts w:ascii="Browallia New" w:hAnsi="Browallia New" w:cs="Browallia New"/>
              </w:rPr>
              <w:t>6</w:t>
            </w:r>
          </w:p>
        </w:tc>
        <w:tc>
          <w:tcPr>
            <w:tcW w:w="239" w:type="dxa"/>
          </w:tcPr>
          <w:p w14:paraId="19B90C6E" w14:textId="77777777" w:rsidR="00E16333" w:rsidRPr="000E3E1F" w:rsidRDefault="00E16333" w:rsidP="00E16333">
            <w:pPr>
              <w:ind w:left="-105" w:right="-108"/>
              <w:jc w:val="center"/>
              <w:rPr>
                <w:rFonts w:ascii="Browallia New" w:hAnsi="Browallia New" w:cs="Browallia New"/>
              </w:rPr>
            </w:pPr>
          </w:p>
        </w:tc>
        <w:tc>
          <w:tcPr>
            <w:tcW w:w="1417" w:type="dxa"/>
            <w:gridSpan w:val="2"/>
            <w:tcBorders>
              <w:top w:val="single" w:sz="4" w:space="0" w:color="auto"/>
              <w:bottom w:val="single" w:sz="4" w:space="0" w:color="auto"/>
            </w:tcBorders>
          </w:tcPr>
          <w:p w14:paraId="6B1E8BF5" w14:textId="5F153F31" w:rsidR="00E16333" w:rsidRPr="000E3E1F" w:rsidRDefault="006D439F" w:rsidP="00E16333">
            <w:pPr>
              <w:ind w:left="-105" w:right="-108"/>
              <w:jc w:val="center"/>
              <w:rPr>
                <w:rFonts w:ascii="Browallia New" w:hAnsi="Browallia New" w:cs="Browallia New"/>
              </w:rPr>
            </w:pPr>
            <w:r w:rsidRPr="000E3E1F">
              <w:rPr>
                <w:rFonts w:ascii="Browallia New" w:hAnsi="Browallia New" w:cs="Browallia New"/>
              </w:rPr>
              <w:t>30</w:t>
            </w:r>
            <w:r w:rsidRPr="000E3E1F">
              <w:rPr>
                <w:rFonts w:ascii="Browallia New" w:hAnsi="Browallia New" w:cs="Browallia New"/>
                <w:cs/>
              </w:rPr>
              <w:t xml:space="preserve"> กันยายน </w:t>
            </w:r>
            <w:r w:rsidR="00B61BA2" w:rsidRPr="000E3E1F">
              <w:rPr>
                <w:rFonts w:ascii="Browallia New" w:hAnsi="Browallia New" w:cs="Browallia New"/>
              </w:rPr>
              <w:t>2567</w:t>
            </w:r>
            <w:r w:rsidR="00B61BA2" w:rsidRPr="000E3E1F">
              <w:rPr>
                <w:rFonts w:ascii="Browallia New" w:hAnsi="Browallia New" w:cs="Browallia New"/>
                <w:cs/>
              </w:rPr>
              <w:t xml:space="preserve">          </w:t>
            </w:r>
            <w:r w:rsidR="00B61BA2" w:rsidRPr="000E3E1F">
              <w:rPr>
                <w:rFonts w:ascii="Browallia New" w:hAnsi="Browallia New" w:cs="Browallia New"/>
              </w:rPr>
              <w:t xml:space="preserve">  </w:t>
            </w:r>
          </w:p>
        </w:tc>
        <w:tc>
          <w:tcPr>
            <w:tcW w:w="236" w:type="dxa"/>
            <w:gridSpan w:val="2"/>
            <w:tcBorders>
              <w:top w:val="single" w:sz="4" w:space="0" w:color="auto"/>
            </w:tcBorders>
          </w:tcPr>
          <w:p w14:paraId="0DEC3875" w14:textId="77777777" w:rsidR="00E16333" w:rsidRPr="000E3E1F" w:rsidRDefault="00E16333" w:rsidP="00E16333">
            <w:pPr>
              <w:ind w:left="-105" w:right="-108"/>
              <w:jc w:val="right"/>
              <w:rPr>
                <w:rFonts w:ascii="Browallia New" w:hAnsi="Browallia New" w:cs="Browallia New"/>
                <w:u w:val="single"/>
              </w:rPr>
            </w:pPr>
          </w:p>
        </w:tc>
        <w:tc>
          <w:tcPr>
            <w:tcW w:w="1440" w:type="dxa"/>
            <w:tcBorders>
              <w:top w:val="single" w:sz="4" w:space="0" w:color="auto"/>
              <w:bottom w:val="single" w:sz="4" w:space="0" w:color="auto"/>
            </w:tcBorders>
          </w:tcPr>
          <w:p w14:paraId="3A3E9D1F" w14:textId="4334AD5B" w:rsidR="00E16333" w:rsidRPr="000E3E1F" w:rsidRDefault="00E16333" w:rsidP="00E16333">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A0792F" w:rsidRPr="000E3E1F">
              <w:rPr>
                <w:rFonts w:ascii="Browallia New" w:hAnsi="Browallia New" w:cs="Browallia New"/>
              </w:rPr>
              <w:t>6</w:t>
            </w:r>
          </w:p>
        </w:tc>
      </w:tr>
      <w:tr w:rsidR="005D25B0" w:rsidRPr="000E3E1F" w14:paraId="0AA4BA63" w14:textId="77777777" w:rsidTr="00727E31">
        <w:trPr>
          <w:gridAfter w:val="1"/>
          <w:wAfter w:w="9" w:type="dxa"/>
          <w:cantSplit/>
        </w:trPr>
        <w:tc>
          <w:tcPr>
            <w:tcW w:w="2957" w:type="dxa"/>
          </w:tcPr>
          <w:p w14:paraId="027BE2C7" w14:textId="77777777" w:rsidR="005D25B0" w:rsidRPr="000E3E1F" w:rsidRDefault="005D25B0" w:rsidP="00E16333">
            <w:pPr>
              <w:pStyle w:val="3"/>
              <w:tabs>
                <w:tab w:val="clear" w:pos="360"/>
                <w:tab w:val="clear" w:pos="720"/>
              </w:tabs>
              <w:rPr>
                <w:rFonts w:ascii="Browallia New" w:hAnsi="Browallia New" w:cs="Browallia New"/>
                <w:sz w:val="28"/>
                <w:szCs w:val="28"/>
              </w:rPr>
            </w:pPr>
          </w:p>
        </w:tc>
        <w:tc>
          <w:tcPr>
            <w:tcW w:w="1263" w:type="dxa"/>
            <w:tcBorders>
              <w:left w:val="nil"/>
            </w:tcBorders>
          </w:tcPr>
          <w:p w14:paraId="65B7A623" w14:textId="77777777" w:rsidR="005D25B0" w:rsidRPr="000E3E1F" w:rsidRDefault="005D25B0" w:rsidP="00E16333">
            <w:pPr>
              <w:ind w:right="72"/>
              <w:jc w:val="center"/>
              <w:rPr>
                <w:rFonts w:ascii="Browallia New" w:hAnsi="Browallia New" w:cs="Browallia New"/>
              </w:rPr>
            </w:pPr>
          </w:p>
        </w:tc>
        <w:tc>
          <w:tcPr>
            <w:tcW w:w="236" w:type="dxa"/>
          </w:tcPr>
          <w:p w14:paraId="516D6F3F" w14:textId="77777777" w:rsidR="005D25B0" w:rsidRPr="000E3E1F" w:rsidRDefault="005D25B0" w:rsidP="00E16333">
            <w:pPr>
              <w:ind w:right="72"/>
              <w:jc w:val="center"/>
              <w:rPr>
                <w:rFonts w:ascii="Browallia New" w:hAnsi="Browallia New" w:cs="Browallia New"/>
              </w:rPr>
            </w:pPr>
          </w:p>
        </w:tc>
        <w:tc>
          <w:tcPr>
            <w:tcW w:w="1293" w:type="dxa"/>
          </w:tcPr>
          <w:p w14:paraId="6E51AF42" w14:textId="77777777" w:rsidR="005D25B0" w:rsidRPr="000E3E1F" w:rsidRDefault="005D25B0" w:rsidP="00E16333">
            <w:pPr>
              <w:ind w:left="-105" w:right="-108"/>
              <w:jc w:val="center"/>
              <w:rPr>
                <w:rFonts w:ascii="Browallia New" w:hAnsi="Browallia New" w:cs="Browallia New"/>
              </w:rPr>
            </w:pPr>
          </w:p>
        </w:tc>
        <w:tc>
          <w:tcPr>
            <w:tcW w:w="239" w:type="dxa"/>
          </w:tcPr>
          <w:p w14:paraId="4EBD5BFB" w14:textId="77777777" w:rsidR="005D25B0" w:rsidRPr="000E3E1F" w:rsidRDefault="005D25B0" w:rsidP="00E16333">
            <w:pPr>
              <w:ind w:left="-105" w:right="-108"/>
              <w:jc w:val="center"/>
              <w:rPr>
                <w:rFonts w:ascii="Browallia New" w:hAnsi="Browallia New" w:cs="Browallia New"/>
              </w:rPr>
            </w:pPr>
          </w:p>
        </w:tc>
        <w:tc>
          <w:tcPr>
            <w:tcW w:w="1417" w:type="dxa"/>
            <w:gridSpan w:val="2"/>
            <w:tcBorders>
              <w:top w:val="single" w:sz="4" w:space="0" w:color="auto"/>
            </w:tcBorders>
          </w:tcPr>
          <w:p w14:paraId="517E8054" w14:textId="77777777" w:rsidR="005D25B0" w:rsidRPr="000E3E1F" w:rsidRDefault="005D25B0" w:rsidP="00E16333">
            <w:pPr>
              <w:ind w:left="-105" w:right="-108"/>
              <w:jc w:val="center"/>
              <w:rPr>
                <w:rFonts w:ascii="Browallia New" w:hAnsi="Browallia New" w:cs="Browallia New"/>
              </w:rPr>
            </w:pPr>
          </w:p>
        </w:tc>
        <w:tc>
          <w:tcPr>
            <w:tcW w:w="236" w:type="dxa"/>
            <w:gridSpan w:val="2"/>
          </w:tcPr>
          <w:p w14:paraId="7D0DEFAD" w14:textId="77777777" w:rsidR="005D25B0" w:rsidRPr="000E3E1F" w:rsidRDefault="005D25B0" w:rsidP="00E16333">
            <w:pPr>
              <w:ind w:left="-105" w:right="-108"/>
              <w:jc w:val="right"/>
              <w:rPr>
                <w:rFonts w:ascii="Browallia New" w:hAnsi="Browallia New" w:cs="Browallia New"/>
                <w:u w:val="single"/>
              </w:rPr>
            </w:pPr>
          </w:p>
        </w:tc>
        <w:tc>
          <w:tcPr>
            <w:tcW w:w="1440" w:type="dxa"/>
            <w:tcBorders>
              <w:top w:val="single" w:sz="4" w:space="0" w:color="auto"/>
            </w:tcBorders>
          </w:tcPr>
          <w:p w14:paraId="1AB0C5E6" w14:textId="77777777" w:rsidR="005D25B0" w:rsidRPr="000E3E1F" w:rsidRDefault="005D25B0" w:rsidP="00E16333">
            <w:pPr>
              <w:ind w:left="-105" w:right="-108"/>
              <w:jc w:val="center"/>
              <w:rPr>
                <w:rFonts w:ascii="Browallia New" w:hAnsi="Browallia New" w:cs="Browallia New"/>
              </w:rPr>
            </w:pPr>
          </w:p>
        </w:tc>
      </w:tr>
      <w:tr w:rsidR="0082498D" w:rsidRPr="000E3E1F" w14:paraId="36388CF9" w14:textId="77777777" w:rsidTr="00727E31">
        <w:trPr>
          <w:gridAfter w:val="1"/>
          <w:wAfter w:w="9" w:type="dxa"/>
          <w:cantSplit/>
        </w:trPr>
        <w:tc>
          <w:tcPr>
            <w:tcW w:w="2957" w:type="dxa"/>
            <w:vAlign w:val="bottom"/>
          </w:tcPr>
          <w:p w14:paraId="4E5F6856" w14:textId="77777777" w:rsidR="0082498D" w:rsidRPr="000E3E1F" w:rsidRDefault="0082498D" w:rsidP="0082498D">
            <w:pPr>
              <w:rPr>
                <w:rFonts w:ascii="Browallia New" w:hAnsi="Browallia New" w:cs="Browallia New"/>
              </w:rPr>
            </w:pPr>
            <w:r w:rsidRPr="000E3E1F">
              <w:rPr>
                <w:rFonts w:ascii="Browallia New" w:hAnsi="Browallia New" w:cs="Browallia New"/>
                <w:cs/>
              </w:rPr>
              <w:t>เงินเบิกเกินบัญชีธนาคาร</w:t>
            </w:r>
          </w:p>
        </w:tc>
        <w:tc>
          <w:tcPr>
            <w:tcW w:w="1263" w:type="dxa"/>
            <w:tcBorders>
              <w:left w:val="nil"/>
            </w:tcBorders>
          </w:tcPr>
          <w:p w14:paraId="3D32798B" w14:textId="43EC9A7F" w:rsidR="0082498D" w:rsidRPr="000E3E1F" w:rsidRDefault="00DA1CAE" w:rsidP="0082498D">
            <w:pPr>
              <w:jc w:val="center"/>
              <w:rPr>
                <w:rFonts w:ascii="Browallia New" w:hAnsi="Browallia New" w:cs="Browallia New"/>
                <w:color w:val="000000" w:themeColor="text1"/>
              </w:rPr>
            </w:pPr>
            <w:r w:rsidRPr="000E3E1F">
              <w:rPr>
                <w:rFonts w:ascii="Browallia New" w:hAnsi="Browallia New" w:cs="Browallia New"/>
                <w:color w:val="000000" w:themeColor="text1"/>
              </w:rPr>
              <w:t xml:space="preserve">7.52 </w:t>
            </w:r>
            <w:r w:rsidR="001D7C6B" w:rsidRPr="000E3E1F">
              <w:rPr>
                <w:rFonts w:ascii="Browallia New" w:hAnsi="Browallia New" w:cs="Browallia New"/>
                <w:color w:val="000000" w:themeColor="text1"/>
              </w:rPr>
              <w:t>-</w:t>
            </w:r>
            <w:r w:rsidRPr="000E3E1F">
              <w:rPr>
                <w:rFonts w:ascii="Browallia New" w:hAnsi="Browallia New" w:cs="Browallia New"/>
                <w:color w:val="000000" w:themeColor="text1"/>
              </w:rPr>
              <w:t xml:space="preserve"> </w:t>
            </w:r>
            <w:r w:rsidR="001D7C6B" w:rsidRPr="000E3E1F">
              <w:rPr>
                <w:rFonts w:ascii="Browallia New" w:hAnsi="Browallia New" w:cs="Browallia New"/>
                <w:color w:val="000000" w:themeColor="text1"/>
              </w:rPr>
              <w:t>7.58</w:t>
            </w:r>
          </w:p>
        </w:tc>
        <w:tc>
          <w:tcPr>
            <w:tcW w:w="236" w:type="dxa"/>
          </w:tcPr>
          <w:p w14:paraId="546D9C37" w14:textId="77777777" w:rsidR="0082498D" w:rsidRPr="000E3E1F" w:rsidRDefault="0082498D" w:rsidP="0082498D">
            <w:pPr>
              <w:rPr>
                <w:rFonts w:ascii="Browallia New" w:hAnsi="Browallia New" w:cs="Browallia New"/>
              </w:rPr>
            </w:pPr>
          </w:p>
        </w:tc>
        <w:tc>
          <w:tcPr>
            <w:tcW w:w="1293" w:type="dxa"/>
          </w:tcPr>
          <w:p w14:paraId="0C0ED834" w14:textId="6D6C8A7B" w:rsidR="0082498D" w:rsidRPr="000E3E1F" w:rsidRDefault="0082498D" w:rsidP="0082498D">
            <w:pPr>
              <w:jc w:val="center"/>
              <w:rPr>
                <w:rFonts w:ascii="Browallia New" w:hAnsi="Browallia New" w:cs="Browallia New"/>
                <w:highlight w:val="yellow"/>
              </w:rPr>
            </w:pPr>
            <w:r w:rsidRPr="000E3E1F">
              <w:rPr>
                <w:rFonts w:ascii="Browallia New" w:hAnsi="Browallia New" w:cs="Browallia New"/>
                <w:color w:val="000000" w:themeColor="text1"/>
              </w:rPr>
              <w:t xml:space="preserve">7.52 </w:t>
            </w:r>
            <w:r w:rsidR="004C7FD5" w:rsidRPr="000E3E1F">
              <w:rPr>
                <w:rFonts w:ascii="Browallia New" w:hAnsi="Browallia New" w:cs="Browallia New"/>
                <w:color w:val="000000" w:themeColor="text1"/>
              </w:rPr>
              <w:t>-</w:t>
            </w:r>
            <w:r w:rsidRPr="000E3E1F">
              <w:rPr>
                <w:rFonts w:ascii="Browallia New" w:hAnsi="Browallia New" w:cs="Browallia New"/>
                <w:color w:val="000000" w:themeColor="text1"/>
              </w:rPr>
              <w:t xml:space="preserve"> 7.58</w:t>
            </w:r>
          </w:p>
        </w:tc>
        <w:tc>
          <w:tcPr>
            <w:tcW w:w="239" w:type="dxa"/>
          </w:tcPr>
          <w:p w14:paraId="3088FDC9" w14:textId="77777777" w:rsidR="0082498D" w:rsidRPr="000E3E1F" w:rsidRDefault="0082498D" w:rsidP="0082498D">
            <w:pPr>
              <w:jc w:val="right"/>
              <w:rPr>
                <w:rFonts w:ascii="Browallia New" w:hAnsi="Browallia New" w:cs="Browallia New"/>
              </w:rPr>
            </w:pPr>
          </w:p>
        </w:tc>
        <w:tc>
          <w:tcPr>
            <w:tcW w:w="1417" w:type="dxa"/>
            <w:gridSpan w:val="2"/>
          </w:tcPr>
          <w:p w14:paraId="127CD905" w14:textId="6342B571" w:rsidR="0082498D" w:rsidRPr="000E3E1F" w:rsidRDefault="001059FA" w:rsidP="0082498D">
            <w:pPr>
              <w:jc w:val="right"/>
              <w:rPr>
                <w:rFonts w:ascii="Browallia New" w:hAnsi="Browallia New" w:cs="Browallia New"/>
              </w:rPr>
            </w:pPr>
            <w:r w:rsidRPr="000E3E1F">
              <w:rPr>
                <w:rFonts w:ascii="Browallia New" w:hAnsi="Browallia New" w:cs="Browallia New"/>
              </w:rPr>
              <w:t>1,205</w:t>
            </w:r>
          </w:p>
        </w:tc>
        <w:tc>
          <w:tcPr>
            <w:tcW w:w="236" w:type="dxa"/>
            <w:gridSpan w:val="2"/>
          </w:tcPr>
          <w:p w14:paraId="5A9E55DA" w14:textId="77777777" w:rsidR="0082498D" w:rsidRPr="000E3E1F" w:rsidRDefault="0082498D" w:rsidP="0082498D">
            <w:pPr>
              <w:pStyle w:val="a"/>
              <w:ind w:left="-157" w:right="0"/>
              <w:rPr>
                <w:rFonts w:ascii="Browallia New" w:hAnsi="Browallia New" w:cs="Browallia New"/>
                <w:sz w:val="28"/>
                <w:szCs w:val="28"/>
              </w:rPr>
            </w:pPr>
          </w:p>
        </w:tc>
        <w:tc>
          <w:tcPr>
            <w:tcW w:w="1440" w:type="dxa"/>
          </w:tcPr>
          <w:p w14:paraId="07507F84" w14:textId="777B2C99" w:rsidR="0082498D" w:rsidRPr="000E3E1F" w:rsidRDefault="0082498D" w:rsidP="0082498D">
            <w:pPr>
              <w:jc w:val="right"/>
              <w:rPr>
                <w:rFonts w:ascii="Browallia New" w:hAnsi="Browallia New" w:cs="Browallia New"/>
              </w:rPr>
            </w:pPr>
            <w:r w:rsidRPr="000E3E1F">
              <w:rPr>
                <w:rFonts w:ascii="Browallia New" w:hAnsi="Browallia New" w:cs="Browallia New"/>
              </w:rPr>
              <w:t>872</w:t>
            </w:r>
          </w:p>
        </w:tc>
      </w:tr>
      <w:tr w:rsidR="0082498D" w:rsidRPr="000E3E1F" w14:paraId="454E35D2" w14:textId="77777777" w:rsidTr="00727E31">
        <w:trPr>
          <w:gridAfter w:val="1"/>
          <w:wAfter w:w="9" w:type="dxa"/>
          <w:cantSplit/>
        </w:trPr>
        <w:tc>
          <w:tcPr>
            <w:tcW w:w="2957" w:type="dxa"/>
          </w:tcPr>
          <w:p w14:paraId="3284F1C4" w14:textId="77777777" w:rsidR="0082498D" w:rsidRPr="000E3E1F" w:rsidRDefault="0082498D" w:rsidP="0082498D">
            <w:pPr>
              <w:tabs>
                <w:tab w:val="left" w:pos="540"/>
              </w:tabs>
              <w:ind w:right="-108"/>
              <w:rPr>
                <w:rFonts w:ascii="Browallia New" w:hAnsi="Browallia New" w:cs="Browallia New"/>
                <w:lang w:val="en-GB"/>
              </w:rPr>
            </w:pPr>
            <w:r w:rsidRPr="000E3E1F">
              <w:rPr>
                <w:rFonts w:ascii="Browallia New" w:hAnsi="Browallia New" w:cs="Browallia New"/>
                <w:cs/>
              </w:rPr>
              <w:t>หนี้สินภายใต้สัญญาท</w:t>
            </w:r>
            <w:proofErr w:type="spellStart"/>
            <w:r w:rsidRPr="000E3E1F">
              <w:rPr>
                <w:rFonts w:ascii="Browallia New" w:hAnsi="Browallia New" w:cs="Browallia New"/>
                <w:cs/>
              </w:rPr>
              <w:t>รั</w:t>
            </w:r>
            <w:proofErr w:type="spellEnd"/>
            <w:r w:rsidRPr="000E3E1F">
              <w:rPr>
                <w:rFonts w:ascii="Browallia New" w:hAnsi="Browallia New" w:cs="Browallia New"/>
                <w:cs/>
              </w:rPr>
              <w:t>สต์รี</w:t>
            </w:r>
            <w:proofErr w:type="spellStart"/>
            <w:r w:rsidRPr="000E3E1F">
              <w:rPr>
                <w:rFonts w:ascii="Browallia New" w:hAnsi="Browallia New" w:cs="Browallia New"/>
                <w:cs/>
              </w:rPr>
              <w:t>ซีทส์</w:t>
            </w:r>
            <w:proofErr w:type="spellEnd"/>
          </w:p>
        </w:tc>
        <w:tc>
          <w:tcPr>
            <w:tcW w:w="1263" w:type="dxa"/>
            <w:tcBorders>
              <w:left w:val="nil"/>
            </w:tcBorders>
          </w:tcPr>
          <w:p w14:paraId="313BC6B8" w14:textId="23E9E03C" w:rsidR="0082498D" w:rsidRPr="000E3E1F" w:rsidRDefault="008F1F54" w:rsidP="0082498D">
            <w:pPr>
              <w:jc w:val="center"/>
              <w:rPr>
                <w:rFonts w:ascii="Browallia New" w:hAnsi="Browallia New" w:cs="Browallia New"/>
                <w:color w:val="000000" w:themeColor="text1"/>
              </w:rPr>
            </w:pPr>
            <w:r w:rsidRPr="000E3E1F">
              <w:rPr>
                <w:rFonts w:ascii="Browallia New" w:hAnsi="Browallia New" w:cs="Browallia New"/>
                <w:color w:val="000000" w:themeColor="text1"/>
              </w:rPr>
              <w:t xml:space="preserve">2.93 - </w:t>
            </w:r>
            <w:r w:rsidR="001D7C6B" w:rsidRPr="000E3E1F">
              <w:rPr>
                <w:rFonts w:ascii="Browallia New" w:hAnsi="Browallia New" w:cs="Browallia New"/>
                <w:color w:val="000000" w:themeColor="text1"/>
              </w:rPr>
              <w:t>2.95</w:t>
            </w:r>
          </w:p>
        </w:tc>
        <w:tc>
          <w:tcPr>
            <w:tcW w:w="236" w:type="dxa"/>
          </w:tcPr>
          <w:p w14:paraId="5D434481" w14:textId="77777777" w:rsidR="0082498D" w:rsidRPr="000E3E1F" w:rsidRDefault="0082498D" w:rsidP="0082498D">
            <w:pPr>
              <w:rPr>
                <w:rFonts w:ascii="Browallia New" w:hAnsi="Browallia New" w:cs="Browallia New"/>
              </w:rPr>
            </w:pPr>
          </w:p>
        </w:tc>
        <w:tc>
          <w:tcPr>
            <w:tcW w:w="1293" w:type="dxa"/>
          </w:tcPr>
          <w:p w14:paraId="78A7E386" w14:textId="54267E56" w:rsidR="0082498D" w:rsidRPr="000E3E1F" w:rsidRDefault="0082498D" w:rsidP="0082498D">
            <w:pPr>
              <w:jc w:val="center"/>
              <w:rPr>
                <w:rFonts w:ascii="Browallia New" w:hAnsi="Browallia New" w:cs="Browallia New"/>
                <w:highlight w:val="yellow"/>
              </w:rPr>
            </w:pPr>
            <w:r w:rsidRPr="000E3E1F">
              <w:rPr>
                <w:rFonts w:ascii="Browallia New" w:hAnsi="Browallia New" w:cs="Browallia New"/>
                <w:color w:val="000000" w:themeColor="text1"/>
              </w:rPr>
              <w:t>2.93</w:t>
            </w:r>
          </w:p>
        </w:tc>
        <w:tc>
          <w:tcPr>
            <w:tcW w:w="239" w:type="dxa"/>
          </w:tcPr>
          <w:p w14:paraId="5BD083A3" w14:textId="77777777" w:rsidR="0082498D" w:rsidRPr="000E3E1F" w:rsidRDefault="0082498D" w:rsidP="0082498D">
            <w:pPr>
              <w:jc w:val="right"/>
              <w:rPr>
                <w:rFonts w:ascii="Browallia New" w:hAnsi="Browallia New" w:cs="Browallia New"/>
              </w:rPr>
            </w:pPr>
          </w:p>
        </w:tc>
        <w:tc>
          <w:tcPr>
            <w:tcW w:w="1417" w:type="dxa"/>
            <w:gridSpan w:val="2"/>
          </w:tcPr>
          <w:p w14:paraId="6956FD12" w14:textId="7BF42FB9" w:rsidR="0082498D" w:rsidRPr="000E3E1F" w:rsidRDefault="001059FA" w:rsidP="0082498D">
            <w:pPr>
              <w:jc w:val="right"/>
              <w:rPr>
                <w:rFonts w:ascii="Browallia New" w:hAnsi="Browallia New" w:cs="Browallia New"/>
              </w:rPr>
            </w:pPr>
            <w:r w:rsidRPr="000E3E1F">
              <w:rPr>
                <w:rFonts w:ascii="Browallia New" w:hAnsi="Browallia New" w:cs="Browallia New"/>
              </w:rPr>
              <w:t>81,526</w:t>
            </w:r>
          </w:p>
        </w:tc>
        <w:tc>
          <w:tcPr>
            <w:tcW w:w="236" w:type="dxa"/>
            <w:gridSpan w:val="2"/>
          </w:tcPr>
          <w:p w14:paraId="49379B37" w14:textId="77777777" w:rsidR="0082498D" w:rsidRPr="000E3E1F" w:rsidRDefault="0082498D" w:rsidP="0082498D">
            <w:pPr>
              <w:pStyle w:val="a"/>
              <w:ind w:left="-157" w:right="0"/>
              <w:rPr>
                <w:rFonts w:ascii="Browallia New" w:hAnsi="Browallia New" w:cs="Browallia New"/>
                <w:sz w:val="28"/>
                <w:szCs w:val="28"/>
                <w:lang w:eastAsia="en-US"/>
              </w:rPr>
            </w:pPr>
          </w:p>
        </w:tc>
        <w:tc>
          <w:tcPr>
            <w:tcW w:w="1440" w:type="dxa"/>
          </w:tcPr>
          <w:p w14:paraId="754A7A99" w14:textId="4B6AEC8E" w:rsidR="0082498D" w:rsidRPr="000E3E1F" w:rsidRDefault="0082498D" w:rsidP="0082498D">
            <w:pPr>
              <w:jc w:val="right"/>
              <w:rPr>
                <w:rFonts w:ascii="Browallia New" w:hAnsi="Browallia New" w:cs="Browallia New"/>
              </w:rPr>
            </w:pPr>
            <w:r w:rsidRPr="000E3E1F">
              <w:rPr>
                <w:rFonts w:ascii="Browallia New" w:hAnsi="Browallia New" w:cs="Browallia New"/>
              </w:rPr>
              <w:t>23,566</w:t>
            </w:r>
          </w:p>
        </w:tc>
      </w:tr>
      <w:tr w:rsidR="0082498D" w:rsidRPr="000E3E1F" w14:paraId="63707221" w14:textId="77777777" w:rsidTr="00727E31">
        <w:trPr>
          <w:gridAfter w:val="1"/>
          <w:wAfter w:w="9" w:type="dxa"/>
          <w:cantSplit/>
        </w:trPr>
        <w:tc>
          <w:tcPr>
            <w:tcW w:w="2957" w:type="dxa"/>
          </w:tcPr>
          <w:p w14:paraId="6473850A" w14:textId="77777777" w:rsidR="0082498D" w:rsidRPr="000E3E1F" w:rsidRDefault="0082498D" w:rsidP="0082498D">
            <w:pPr>
              <w:tabs>
                <w:tab w:val="left" w:pos="540"/>
              </w:tabs>
              <w:ind w:right="-108"/>
              <w:rPr>
                <w:rFonts w:ascii="Browallia New" w:hAnsi="Browallia New" w:cs="Browallia New"/>
              </w:rPr>
            </w:pPr>
            <w:r w:rsidRPr="000E3E1F">
              <w:rPr>
                <w:rFonts w:ascii="Browallia New" w:hAnsi="Browallia New" w:cs="Browallia New"/>
                <w:cs/>
              </w:rPr>
              <w:t>เงินกู้ยืมระยะสั้น</w:t>
            </w:r>
          </w:p>
        </w:tc>
        <w:tc>
          <w:tcPr>
            <w:tcW w:w="1263" w:type="dxa"/>
            <w:tcBorders>
              <w:left w:val="nil"/>
            </w:tcBorders>
          </w:tcPr>
          <w:p w14:paraId="3EC3C2F9" w14:textId="374B10F7" w:rsidR="0082498D" w:rsidRPr="000E3E1F" w:rsidRDefault="001D7C6B" w:rsidP="0082498D">
            <w:pPr>
              <w:jc w:val="center"/>
              <w:rPr>
                <w:rFonts w:ascii="Browallia New" w:hAnsi="Browallia New" w:cs="Browallia New"/>
                <w:color w:val="000000" w:themeColor="text1"/>
              </w:rPr>
            </w:pPr>
            <w:r w:rsidRPr="000E3E1F">
              <w:rPr>
                <w:rFonts w:ascii="Browallia New" w:hAnsi="Browallia New" w:cs="Browallia New"/>
                <w:color w:val="000000" w:themeColor="text1"/>
              </w:rPr>
              <w:t xml:space="preserve">2.85 </w:t>
            </w:r>
            <w:r w:rsidR="00E23CCD" w:rsidRPr="000E3E1F">
              <w:rPr>
                <w:rFonts w:ascii="Browallia New" w:hAnsi="Browallia New" w:cs="Browallia New"/>
                <w:color w:val="000000" w:themeColor="text1"/>
              </w:rPr>
              <w:t>-</w:t>
            </w:r>
            <w:r w:rsidRPr="000E3E1F">
              <w:rPr>
                <w:rFonts w:ascii="Browallia New" w:hAnsi="Browallia New" w:cs="Browallia New"/>
                <w:color w:val="000000" w:themeColor="text1"/>
              </w:rPr>
              <w:t xml:space="preserve"> </w:t>
            </w:r>
            <w:r w:rsidR="0043057F" w:rsidRPr="000E3E1F">
              <w:rPr>
                <w:rFonts w:ascii="Browallia New" w:hAnsi="Browallia New" w:cs="Browallia New"/>
                <w:color w:val="000000" w:themeColor="text1"/>
              </w:rPr>
              <w:t>7.00</w:t>
            </w:r>
          </w:p>
        </w:tc>
        <w:tc>
          <w:tcPr>
            <w:tcW w:w="236" w:type="dxa"/>
          </w:tcPr>
          <w:p w14:paraId="771BAB56" w14:textId="77777777" w:rsidR="0082498D" w:rsidRPr="000E3E1F" w:rsidRDefault="0082498D" w:rsidP="0082498D">
            <w:pPr>
              <w:rPr>
                <w:rFonts w:ascii="Browallia New" w:hAnsi="Browallia New" w:cs="Browallia New"/>
              </w:rPr>
            </w:pPr>
          </w:p>
        </w:tc>
        <w:tc>
          <w:tcPr>
            <w:tcW w:w="1293" w:type="dxa"/>
          </w:tcPr>
          <w:p w14:paraId="7B88FD1F" w14:textId="7746D310" w:rsidR="0082498D" w:rsidRPr="000E3E1F" w:rsidRDefault="0082498D" w:rsidP="0082498D">
            <w:pPr>
              <w:jc w:val="center"/>
              <w:rPr>
                <w:rFonts w:ascii="Browallia New" w:hAnsi="Browallia New" w:cs="Browallia New"/>
                <w:highlight w:val="yellow"/>
              </w:rPr>
            </w:pPr>
            <w:r w:rsidRPr="000E3E1F">
              <w:rPr>
                <w:rFonts w:ascii="Browallia New" w:hAnsi="Browallia New" w:cs="Browallia New"/>
                <w:color w:val="000000" w:themeColor="text1"/>
              </w:rPr>
              <w:t xml:space="preserve">2.86 </w:t>
            </w:r>
            <w:r w:rsidR="004C7FD5" w:rsidRPr="000E3E1F">
              <w:rPr>
                <w:rFonts w:ascii="Browallia New" w:hAnsi="Browallia New" w:cs="Browallia New"/>
                <w:color w:val="000000" w:themeColor="text1"/>
              </w:rPr>
              <w:t>-</w:t>
            </w:r>
            <w:r w:rsidRPr="000E3E1F">
              <w:rPr>
                <w:rFonts w:ascii="Browallia New" w:hAnsi="Browallia New" w:cs="Browallia New"/>
                <w:color w:val="000000" w:themeColor="text1"/>
              </w:rPr>
              <w:t xml:space="preserve"> 7.00</w:t>
            </w:r>
          </w:p>
        </w:tc>
        <w:tc>
          <w:tcPr>
            <w:tcW w:w="239" w:type="dxa"/>
          </w:tcPr>
          <w:p w14:paraId="51638A44" w14:textId="77777777" w:rsidR="0082498D" w:rsidRPr="000E3E1F" w:rsidRDefault="0082498D" w:rsidP="0082498D">
            <w:pPr>
              <w:jc w:val="right"/>
              <w:rPr>
                <w:rFonts w:ascii="Browallia New" w:hAnsi="Browallia New" w:cs="Browallia New"/>
              </w:rPr>
            </w:pPr>
          </w:p>
        </w:tc>
        <w:tc>
          <w:tcPr>
            <w:tcW w:w="1417" w:type="dxa"/>
            <w:gridSpan w:val="2"/>
          </w:tcPr>
          <w:p w14:paraId="72BC4437" w14:textId="54D70FF4" w:rsidR="0082498D" w:rsidRPr="000E3E1F" w:rsidRDefault="00D15318" w:rsidP="0082498D">
            <w:pPr>
              <w:jc w:val="right"/>
              <w:rPr>
                <w:rFonts w:ascii="Browallia New" w:hAnsi="Browallia New" w:cs="Browallia New"/>
              </w:rPr>
            </w:pPr>
            <w:r w:rsidRPr="000E3E1F">
              <w:rPr>
                <w:rFonts w:ascii="Browallia New" w:hAnsi="Browallia New" w:cs="Browallia New"/>
              </w:rPr>
              <w:t>215,</w:t>
            </w:r>
            <w:r w:rsidR="008A3F60" w:rsidRPr="000E3E1F">
              <w:rPr>
                <w:rFonts w:ascii="Browallia New" w:hAnsi="Browallia New" w:cs="Browallia New"/>
              </w:rPr>
              <w:t>128</w:t>
            </w:r>
          </w:p>
        </w:tc>
        <w:tc>
          <w:tcPr>
            <w:tcW w:w="236" w:type="dxa"/>
            <w:gridSpan w:val="2"/>
          </w:tcPr>
          <w:p w14:paraId="3B91F94D" w14:textId="77777777" w:rsidR="0082498D" w:rsidRPr="000E3E1F" w:rsidRDefault="0082498D" w:rsidP="0082498D">
            <w:pPr>
              <w:pStyle w:val="a"/>
              <w:ind w:left="-157" w:right="0"/>
              <w:rPr>
                <w:rFonts w:ascii="Browallia New" w:hAnsi="Browallia New" w:cs="Browallia New"/>
                <w:sz w:val="28"/>
                <w:szCs w:val="28"/>
                <w:lang w:eastAsia="en-US"/>
              </w:rPr>
            </w:pPr>
          </w:p>
        </w:tc>
        <w:tc>
          <w:tcPr>
            <w:tcW w:w="1440" w:type="dxa"/>
          </w:tcPr>
          <w:p w14:paraId="6A15DA9C" w14:textId="6001F0E8" w:rsidR="0082498D" w:rsidRPr="000E3E1F" w:rsidRDefault="0082498D" w:rsidP="0082498D">
            <w:pPr>
              <w:jc w:val="right"/>
              <w:rPr>
                <w:rFonts w:ascii="Browallia New" w:hAnsi="Browallia New" w:cs="Browallia New"/>
              </w:rPr>
            </w:pPr>
            <w:r w:rsidRPr="000E3E1F">
              <w:rPr>
                <w:rFonts w:ascii="Browallia New" w:hAnsi="Browallia New" w:cs="Browallia New"/>
              </w:rPr>
              <w:t>167,000</w:t>
            </w:r>
          </w:p>
        </w:tc>
      </w:tr>
      <w:tr w:rsidR="004044A0" w:rsidRPr="000E3E1F" w14:paraId="34B70073" w14:textId="77777777" w:rsidTr="00727E31">
        <w:trPr>
          <w:gridAfter w:val="1"/>
          <w:wAfter w:w="9" w:type="dxa"/>
          <w:cantSplit/>
          <w:trHeight w:val="58"/>
        </w:trPr>
        <w:tc>
          <w:tcPr>
            <w:tcW w:w="2957" w:type="dxa"/>
          </w:tcPr>
          <w:p w14:paraId="6BD7458F" w14:textId="77777777" w:rsidR="004044A0" w:rsidRPr="000E3E1F" w:rsidRDefault="004044A0" w:rsidP="004044A0">
            <w:pPr>
              <w:tabs>
                <w:tab w:val="left" w:pos="540"/>
              </w:tabs>
              <w:ind w:left="266"/>
              <w:rPr>
                <w:rFonts w:ascii="Browallia New" w:hAnsi="Browallia New" w:cs="Browallia New"/>
                <w:cs/>
                <w:lang w:val="th-TH"/>
              </w:rPr>
            </w:pPr>
            <w:r w:rsidRPr="000E3E1F">
              <w:rPr>
                <w:rFonts w:ascii="Browallia New" w:hAnsi="Browallia New" w:cs="Browallia New"/>
                <w:cs/>
              </w:rPr>
              <w:t>รวม</w:t>
            </w:r>
          </w:p>
        </w:tc>
        <w:tc>
          <w:tcPr>
            <w:tcW w:w="1263" w:type="dxa"/>
            <w:tcBorders>
              <w:left w:val="nil"/>
            </w:tcBorders>
          </w:tcPr>
          <w:p w14:paraId="3C947C88" w14:textId="77777777" w:rsidR="004044A0" w:rsidRPr="000E3E1F" w:rsidRDefault="004044A0" w:rsidP="004044A0">
            <w:pPr>
              <w:rPr>
                <w:rFonts w:ascii="Browallia New" w:hAnsi="Browallia New" w:cs="Browallia New"/>
              </w:rPr>
            </w:pPr>
          </w:p>
        </w:tc>
        <w:tc>
          <w:tcPr>
            <w:tcW w:w="236" w:type="dxa"/>
          </w:tcPr>
          <w:p w14:paraId="277A315E" w14:textId="77777777" w:rsidR="004044A0" w:rsidRPr="000E3E1F" w:rsidRDefault="004044A0" w:rsidP="004044A0">
            <w:pPr>
              <w:rPr>
                <w:rFonts w:ascii="Browallia New" w:hAnsi="Browallia New" w:cs="Browallia New"/>
              </w:rPr>
            </w:pPr>
          </w:p>
        </w:tc>
        <w:tc>
          <w:tcPr>
            <w:tcW w:w="1293" w:type="dxa"/>
          </w:tcPr>
          <w:p w14:paraId="15C4B353" w14:textId="77777777" w:rsidR="004044A0" w:rsidRPr="000E3E1F" w:rsidRDefault="004044A0" w:rsidP="004044A0">
            <w:pPr>
              <w:jc w:val="right"/>
              <w:rPr>
                <w:rFonts w:ascii="Browallia New" w:hAnsi="Browallia New" w:cs="Browallia New"/>
              </w:rPr>
            </w:pPr>
          </w:p>
        </w:tc>
        <w:tc>
          <w:tcPr>
            <w:tcW w:w="239" w:type="dxa"/>
          </w:tcPr>
          <w:p w14:paraId="36203844" w14:textId="77777777" w:rsidR="004044A0" w:rsidRPr="000E3E1F" w:rsidRDefault="004044A0" w:rsidP="004044A0">
            <w:pPr>
              <w:jc w:val="right"/>
              <w:rPr>
                <w:rFonts w:ascii="Browallia New" w:hAnsi="Browallia New" w:cs="Browallia New"/>
              </w:rPr>
            </w:pPr>
          </w:p>
        </w:tc>
        <w:tc>
          <w:tcPr>
            <w:tcW w:w="1417" w:type="dxa"/>
            <w:gridSpan w:val="2"/>
            <w:tcBorders>
              <w:top w:val="single" w:sz="4" w:space="0" w:color="auto"/>
              <w:bottom w:val="single" w:sz="12" w:space="0" w:color="auto"/>
            </w:tcBorders>
          </w:tcPr>
          <w:p w14:paraId="0D1B5CA0" w14:textId="7F9F03D0" w:rsidR="004044A0" w:rsidRPr="000E3E1F" w:rsidRDefault="001059FA" w:rsidP="004044A0">
            <w:pPr>
              <w:jc w:val="right"/>
              <w:rPr>
                <w:rFonts w:ascii="Browallia New" w:hAnsi="Browallia New" w:cs="Browallia New"/>
              </w:rPr>
            </w:pPr>
            <w:r w:rsidRPr="000E3E1F">
              <w:rPr>
                <w:rFonts w:ascii="Browallia New" w:hAnsi="Browallia New" w:cs="Browallia New"/>
              </w:rPr>
              <w:t>2</w:t>
            </w:r>
            <w:r w:rsidR="001D36B5" w:rsidRPr="000E3E1F">
              <w:rPr>
                <w:rFonts w:ascii="Browallia New" w:hAnsi="Browallia New" w:cs="Browallia New"/>
              </w:rPr>
              <w:t>97</w:t>
            </w:r>
            <w:r w:rsidR="002754D0" w:rsidRPr="000E3E1F">
              <w:rPr>
                <w:rFonts w:ascii="Browallia New" w:hAnsi="Browallia New" w:cs="Browallia New"/>
              </w:rPr>
              <w:t>,859</w:t>
            </w:r>
          </w:p>
        </w:tc>
        <w:tc>
          <w:tcPr>
            <w:tcW w:w="236" w:type="dxa"/>
            <w:gridSpan w:val="2"/>
          </w:tcPr>
          <w:p w14:paraId="6DBD2A62" w14:textId="77777777" w:rsidR="004044A0" w:rsidRPr="000E3E1F" w:rsidRDefault="004044A0" w:rsidP="004044A0">
            <w:pPr>
              <w:pStyle w:val="a"/>
              <w:ind w:left="-157" w:right="0"/>
              <w:rPr>
                <w:rFonts w:ascii="Browallia New" w:hAnsi="Browallia New" w:cs="Browallia New"/>
                <w:sz w:val="28"/>
                <w:szCs w:val="28"/>
                <w:lang w:eastAsia="en-US"/>
              </w:rPr>
            </w:pPr>
          </w:p>
        </w:tc>
        <w:tc>
          <w:tcPr>
            <w:tcW w:w="1440" w:type="dxa"/>
            <w:tcBorders>
              <w:top w:val="single" w:sz="4" w:space="0" w:color="auto"/>
              <w:bottom w:val="single" w:sz="12" w:space="0" w:color="auto"/>
            </w:tcBorders>
          </w:tcPr>
          <w:p w14:paraId="0D0FDDA7" w14:textId="4583CEA5" w:rsidR="004044A0" w:rsidRPr="000E3E1F" w:rsidRDefault="004044A0" w:rsidP="004044A0">
            <w:pPr>
              <w:jc w:val="right"/>
              <w:rPr>
                <w:rFonts w:ascii="Browallia New" w:hAnsi="Browallia New" w:cs="Browallia New"/>
                <w:cs/>
              </w:rPr>
            </w:pPr>
            <w:r w:rsidRPr="000E3E1F">
              <w:rPr>
                <w:rFonts w:ascii="Browallia New" w:hAnsi="Browallia New" w:cs="Browallia New"/>
              </w:rPr>
              <w:t>191,438</w:t>
            </w:r>
          </w:p>
        </w:tc>
      </w:tr>
      <w:tr w:rsidR="009201A5" w:rsidRPr="000E3E1F" w14:paraId="0B6B383C" w14:textId="77777777" w:rsidTr="00727E31">
        <w:trPr>
          <w:cantSplit/>
        </w:trPr>
        <w:tc>
          <w:tcPr>
            <w:tcW w:w="2957" w:type="dxa"/>
          </w:tcPr>
          <w:p w14:paraId="4165A0B0" w14:textId="77777777" w:rsidR="009201A5" w:rsidRPr="000E3E1F" w:rsidRDefault="009201A5" w:rsidP="00A000AD">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72D24E16" w14:textId="77777777" w:rsidR="009201A5" w:rsidRPr="000E3E1F" w:rsidRDefault="009201A5" w:rsidP="00A000AD">
            <w:pPr>
              <w:pStyle w:val="3"/>
              <w:tabs>
                <w:tab w:val="clear" w:pos="360"/>
                <w:tab w:val="clear" w:pos="720"/>
              </w:tabs>
              <w:jc w:val="center"/>
              <w:rPr>
                <w:rFonts w:ascii="Browallia New" w:hAnsi="Browallia New" w:cs="Browallia New"/>
                <w:sz w:val="28"/>
                <w:szCs w:val="28"/>
              </w:rPr>
            </w:pPr>
          </w:p>
        </w:tc>
        <w:tc>
          <w:tcPr>
            <w:tcW w:w="236" w:type="dxa"/>
          </w:tcPr>
          <w:p w14:paraId="090A989B" w14:textId="77777777" w:rsidR="009201A5" w:rsidRPr="000E3E1F" w:rsidRDefault="009201A5" w:rsidP="00A000AD">
            <w:pPr>
              <w:pStyle w:val="3"/>
              <w:tabs>
                <w:tab w:val="clear" w:pos="360"/>
                <w:tab w:val="clear" w:pos="720"/>
              </w:tabs>
              <w:jc w:val="center"/>
              <w:rPr>
                <w:rFonts w:ascii="Browallia New" w:hAnsi="Browallia New" w:cs="Browallia New"/>
                <w:sz w:val="28"/>
                <w:szCs w:val="28"/>
              </w:rPr>
            </w:pPr>
          </w:p>
        </w:tc>
        <w:tc>
          <w:tcPr>
            <w:tcW w:w="1293" w:type="dxa"/>
          </w:tcPr>
          <w:p w14:paraId="768D3A76" w14:textId="77777777" w:rsidR="009201A5" w:rsidRPr="000E3E1F" w:rsidRDefault="009201A5" w:rsidP="00A000AD">
            <w:pPr>
              <w:pStyle w:val="3"/>
              <w:tabs>
                <w:tab w:val="clear" w:pos="360"/>
                <w:tab w:val="clear" w:pos="720"/>
              </w:tabs>
              <w:jc w:val="center"/>
              <w:rPr>
                <w:rFonts w:ascii="Browallia New" w:hAnsi="Browallia New" w:cs="Browallia New"/>
                <w:sz w:val="28"/>
                <w:szCs w:val="28"/>
              </w:rPr>
            </w:pPr>
          </w:p>
        </w:tc>
        <w:tc>
          <w:tcPr>
            <w:tcW w:w="239" w:type="dxa"/>
          </w:tcPr>
          <w:p w14:paraId="2308BE00" w14:textId="77777777" w:rsidR="009201A5" w:rsidRPr="000E3E1F" w:rsidRDefault="009201A5" w:rsidP="00A000AD">
            <w:pPr>
              <w:pStyle w:val="3"/>
              <w:tabs>
                <w:tab w:val="clear" w:pos="360"/>
                <w:tab w:val="clear" w:pos="720"/>
              </w:tabs>
              <w:jc w:val="right"/>
              <w:rPr>
                <w:rFonts w:ascii="Browallia New" w:hAnsi="Browallia New" w:cs="Browallia New"/>
                <w:sz w:val="28"/>
                <w:szCs w:val="28"/>
              </w:rPr>
            </w:pPr>
          </w:p>
        </w:tc>
        <w:tc>
          <w:tcPr>
            <w:tcW w:w="3102" w:type="dxa"/>
            <w:gridSpan w:val="6"/>
          </w:tcPr>
          <w:p w14:paraId="216DC6AA" w14:textId="77777777" w:rsidR="009201A5" w:rsidRPr="000E3E1F" w:rsidRDefault="009201A5" w:rsidP="00A000AD">
            <w:pPr>
              <w:pStyle w:val="3"/>
              <w:tabs>
                <w:tab w:val="clear" w:pos="360"/>
                <w:tab w:val="clear" w:pos="720"/>
              </w:tabs>
              <w:jc w:val="right"/>
              <w:rPr>
                <w:rFonts w:ascii="Browallia New" w:hAnsi="Browallia New" w:cs="Browallia New"/>
                <w:sz w:val="28"/>
                <w:szCs w:val="28"/>
                <w:cs/>
              </w:rPr>
            </w:pPr>
            <w:r w:rsidRPr="000E3E1F">
              <w:rPr>
                <w:rFonts w:ascii="Browallia New" w:hAnsi="Browallia New" w:cs="Browallia New"/>
                <w:sz w:val="28"/>
                <w:szCs w:val="28"/>
              </w:rPr>
              <w:t>(</w:t>
            </w:r>
            <w:proofErr w:type="gramStart"/>
            <w:r w:rsidRPr="000E3E1F">
              <w:rPr>
                <w:rFonts w:ascii="Browallia New" w:hAnsi="Browallia New" w:cs="Browallia New"/>
                <w:sz w:val="28"/>
                <w:szCs w:val="28"/>
                <w:cs/>
              </w:rPr>
              <w:t xml:space="preserve">หน่วย </w:t>
            </w:r>
            <w:r w:rsidRPr="000E3E1F">
              <w:rPr>
                <w:rFonts w:ascii="Browallia New" w:hAnsi="Browallia New" w:cs="Browallia New"/>
                <w:sz w:val="28"/>
                <w:szCs w:val="28"/>
                <w:lang w:val="en-GB"/>
              </w:rPr>
              <w:t>:</w:t>
            </w:r>
            <w:proofErr w:type="gramEnd"/>
            <w:r w:rsidRPr="000E3E1F">
              <w:rPr>
                <w:rFonts w:ascii="Browallia New" w:hAnsi="Browallia New" w:cs="Browallia New"/>
                <w:sz w:val="28"/>
                <w:szCs w:val="28"/>
                <w:cs/>
                <w:lang w:val="en-GB"/>
              </w:rPr>
              <w:t xml:space="preserve"> พัน</w:t>
            </w:r>
            <w:r w:rsidRPr="000E3E1F">
              <w:rPr>
                <w:rFonts w:ascii="Browallia New" w:hAnsi="Browallia New" w:cs="Browallia New"/>
                <w:sz w:val="28"/>
                <w:szCs w:val="28"/>
                <w:cs/>
              </w:rPr>
              <w:t>บาท)</w:t>
            </w:r>
          </w:p>
        </w:tc>
      </w:tr>
      <w:tr w:rsidR="009201A5" w:rsidRPr="000E3E1F" w14:paraId="48E3607E" w14:textId="77777777" w:rsidTr="00727E31">
        <w:trPr>
          <w:cantSplit/>
        </w:trPr>
        <w:tc>
          <w:tcPr>
            <w:tcW w:w="2957" w:type="dxa"/>
          </w:tcPr>
          <w:p w14:paraId="2B590C6C" w14:textId="77777777" w:rsidR="009201A5" w:rsidRPr="000E3E1F" w:rsidRDefault="009201A5" w:rsidP="00A000AD">
            <w:pPr>
              <w:pStyle w:val="3"/>
              <w:tabs>
                <w:tab w:val="clear" w:pos="360"/>
                <w:tab w:val="clear" w:pos="720"/>
              </w:tabs>
              <w:jc w:val="center"/>
              <w:rPr>
                <w:rFonts w:ascii="Browallia New" w:hAnsi="Browallia New" w:cs="Browallia New"/>
                <w:sz w:val="28"/>
                <w:szCs w:val="28"/>
              </w:rPr>
            </w:pPr>
            <w:r w:rsidRPr="000E3E1F">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123E4EAC" w14:textId="77777777" w:rsidR="009201A5" w:rsidRPr="000E3E1F" w:rsidRDefault="009201A5" w:rsidP="00A000AD">
            <w:pPr>
              <w:ind w:right="72"/>
              <w:jc w:val="center"/>
              <w:rPr>
                <w:rFonts w:ascii="Browallia New" w:hAnsi="Browallia New" w:cs="Browallia New"/>
              </w:rPr>
            </w:pPr>
            <w:r w:rsidRPr="000E3E1F">
              <w:rPr>
                <w:rFonts w:ascii="Browallia New" w:hAnsi="Browallia New" w:cs="Browallia New"/>
                <w:cs/>
              </w:rPr>
              <w:t>อัตราดอกเบี้ยร้อยละต่อปี</w:t>
            </w:r>
          </w:p>
        </w:tc>
        <w:tc>
          <w:tcPr>
            <w:tcW w:w="239" w:type="dxa"/>
          </w:tcPr>
          <w:p w14:paraId="7B5CE23D" w14:textId="77777777" w:rsidR="009201A5" w:rsidRPr="000E3E1F" w:rsidRDefault="009201A5" w:rsidP="00A000AD">
            <w:pPr>
              <w:ind w:right="72"/>
              <w:jc w:val="center"/>
              <w:rPr>
                <w:rFonts w:ascii="Browallia New" w:hAnsi="Browallia New" w:cs="Browallia New"/>
                <w:color w:val="000000"/>
                <w:cs/>
              </w:rPr>
            </w:pPr>
          </w:p>
        </w:tc>
        <w:tc>
          <w:tcPr>
            <w:tcW w:w="3102" w:type="dxa"/>
            <w:gridSpan w:val="6"/>
            <w:tcBorders>
              <w:bottom w:val="single" w:sz="4" w:space="0" w:color="auto"/>
            </w:tcBorders>
          </w:tcPr>
          <w:p w14:paraId="3560427C" w14:textId="4476A3B8" w:rsidR="009201A5" w:rsidRPr="000E3E1F" w:rsidRDefault="009106A9" w:rsidP="00A000AD">
            <w:pPr>
              <w:ind w:right="72"/>
              <w:jc w:val="center"/>
              <w:rPr>
                <w:rFonts w:ascii="Browallia New" w:hAnsi="Browallia New" w:cs="Browallia New"/>
              </w:rPr>
            </w:pPr>
            <w:r w:rsidRPr="000E3E1F">
              <w:rPr>
                <w:rFonts w:ascii="Browallia New" w:hAnsi="Browallia New" w:cs="Browallia New"/>
                <w:color w:val="000000"/>
                <w:cs/>
              </w:rPr>
              <w:t>ข้อมูลทาง</w:t>
            </w:r>
            <w:r w:rsidR="009201A5" w:rsidRPr="000E3E1F">
              <w:rPr>
                <w:rFonts w:ascii="Browallia New" w:hAnsi="Browallia New" w:cs="Browallia New"/>
                <w:color w:val="000000"/>
                <w:cs/>
              </w:rPr>
              <w:t>การเงินเฉพาะบริษัท</w:t>
            </w:r>
          </w:p>
        </w:tc>
      </w:tr>
      <w:tr w:rsidR="009201A5" w:rsidRPr="000E3E1F" w14:paraId="5246DE58" w14:textId="77777777" w:rsidTr="00727E31">
        <w:trPr>
          <w:cantSplit/>
        </w:trPr>
        <w:tc>
          <w:tcPr>
            <w:tcW w:w="2957" w:type="dxa"/>
          </w:tcPr>
          <w:p w14:paraId="55F9AC9F" w14:textId="77777777" w:rsidR="009201A5" w:rsidRPr="000E3E1F" w:rsidRDefault="009201A5" w:rsidP="00A000AD">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tcPr>
          <w:p w14:paraId="66602A59" w14:textId="57000B51" w:rsidR="009201A5" w:rsidRPr="000E3E1F" w:rsidRDefault="00EF5E4F" w:rsidP="00A000AD">
            <w:pPr>
              <w:ind w:right="72"/>
              <w:jc w:val="center"/>
              <w:rPr>
                <w:rFonts w:ascii="Browallia New" w:hAnsi="Browallia New" w:cs="Browallia New"/>
              </w:rPr>
            </w:pPr>
            <w:r w:rsidRPr="000E3E1F">
              <w:rPr>
                <w:rFonts w:ascii="Browallia New" w:hAnsi="Browallia New" w:cs="Browallia New"/>
              </w:rPr>
              <w:t>30</w:t>
            </w:r>
            <w:r w:rsidRPr="000E3E1F">
              <w:rPr>
                <w:rFonts w:ascii="Browallia New" w:hAnsi="Browallia New" w:cs="Browallia New"/>
                <w:cs/>
              </w:rPr>
              <w:t xml:space="preserve"> กันยายน </w:t>
            </w:r>
            <w:r w:rsidR="009054E2" w:rsidRPr="000E3E1F">
              <w:rPr>
                <w:rFonts w:ascii="Browallia New" w:hAnsi="Browallia New" w:cs="Browallia New"/>
              </w:rPr>
              <w:t>2567</w:t>
            </w:r>
            <w:r w:rsidR="009054E2" w:rsidRPr="000E3E1F">
              <w:rPr>
                <w:rFonts w:ascii="Browallia New" w:hAnsi="Browallia New" w:cs="Browallia New"/>
                <w:cs/>
              </w:rPr>
              <w:t xml:space="preserve">          </w:t>
            </w:r>
            <w:r w:rsidR="009054E2" w:rsidRPr="000E3E1F">
              <w:rPr>
                <w:rFonts w:ascii="Browallia New" w:hAnsi="Browallia New" w:cs="Browallia New"/>
              </w:rPr>
              <w:t xml:space="preserve">  </w:t>
            </w:r>
          </w:p>
        </w:tc>
        <w:tc>
          <w:tcPr>
            <w:tcW w:w="236" w:type="dxa"/>
          </w:tcPr>
          <w:p w14:paraId="12458954" w14:textId="77777777" w:rsidR="009201A5" w:rsidRPr="000E3E1F" w:rsidRDefault="009201A5" w:rsidP="00A000AD">
            <w:pPr>
              <w:ind w:right="72"/>
              <w:jc w:val="center"/>
              <w:rPr>
                <w:rFonts w:ascii="Browallia New" w:hAnsi="Browallia New" w:cs="Browallia New"/>
              </w:rPr>
            </w:pPr>
          </w:p>
        </w:tc>
        <w:tc>
          <w:tcPr>
            <w:tcW w:w="1293" w:type="dxa"/>
            <w:tcBorders>
              <w:bottom w:val="single" w:sz="4" w:space="0" w:color="auto"/>
            </w:tcBorders>
          </w:tcPr>
          <w:p w14:paraId="10B20BB3" w14:textId="123B2934" w:rsidR="009201A5" w:rsidRPr="000E3E1F" w:rsidRDefault="009201A5" w:rsidP="009201A5">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B31E1C" w:rsidRPr="000E3E1F">
              <w:rPr>
                <w:rFonts w:ascii="Browallia New" w:hAnsi="Browallia New" w:cs="Browallia New"/>
              </w:rPr>
              <w:t>6</w:t>
            </w:r>
          </w:p>
        </w:tc>
        <w:tc>
          <w:tcPr>
            <w:tcW w:w="239" w:type="dxa"/>
          </w:tcPr>
          <w:p w14:paraId="19777DA3" w14:textId="77777777" w:rsidR="009201A5" w:rsidRPr="000E3E1F" w:rsidRDefault="009201A5" w:rsidP="00A000AD">
            <w:pPr>
              <w:ind w:left="-105" w:right="-108"/>
              <w:jc w:val="center"/>
              <w:rPr>
                <w:rFonts w:ascii="Browallia New" w:hAnsi="Browallia New" w:cs="Browallia New"/>
              </w:rPr>
            </w:pPr>
          </w:p>
        </w:tc>
        <w:tc>
          <w:tcPr>
            <w:tcW w:w="1368" w:type="dxa"/>
            <w:tcBorders>
              <w:top w:val="single" w:sz="4" w:space="0" w:color="auto"/>
              <w:bottom w:val="single" w:sz="4" w:space="0" w:color="auto"/>
            </w:tcBorders>
          </w:tcPr>
          <w:p w14:paraId="181BA51E" w14:textId="45F9ECE2" w:rsidR="009201A5" w:rsidRPr="000E3E1F" w:rsidRDefault="00EF5E4F" w:rsidP="00A000AD">
            <w:pPr>
              <w:ind w:left="-105" w:right="-108"/>
              <w:jc w:val="center"/>
              <w:rPr>
                <w:rFonts w:ascii="Browallia New" w:hAnsi="Browallia New" w:cs="Browallia New"/>
                <w:cs/>
              </w:rPr>
            </w:pPr>
            <w:r w:rsidRPr="000E3E1F">
              <w:rPr>
                <w:rFonts w:ascii="Browallia New" w:hAnsi="Browallia New" w:cs="Browallia New"/>
              </w:rPr>
              <w:t>30</w:t>
            </w:r>
            <w:r w:rsidRPr="000E3E1F">
              <w:rPr>
                <w:rFonts w:ascii="Browallia New" w:hAnsi="Browallia New" w:cs="Browallia New"/>
                <w:cs/>
              </w:rPr>
              <w:t xml:space="preserve"> กันยายน </w:t>
            </w:r>
            <w:r w:rsidR="009054E2" w:rsidRPr="000E3E1F">
              <w:rPr>
                <w:rFonts w:ascii="Browallia New" w:hAnsi="Browallia New" w:cs="Browallia New"/>
              </w:rPr>
              <w:t>2567</w:t>
            </w:r>
            <w:r w:rsidR="009054E2" w:rsidRPr="000E3E1F">
              <w:rPr>
                <w:rFonts w:ascii="Browallia New" w:hAnsi="Browallia New" w:cs="Browallia New"/>
                <w:cs/>
              </w:rPr>
              <w:t xml:space="preserve">          </w:t>
            </w:r>
            <w:r w:rsidR="009054E2" w:rsidRPr="000E3E1F">
              <w:rPr>
                <w:rFonts w:ascii="Browallia New" w:hAnsi="Browallia New" w:cs="Browallia New"/>
              </w:rPr>
              <w:t xml:space="preserve">  </w:t>
            </w:r>
          </w:p>
        </w:tc>
        <w:tc>
          <w:tcPr>
            <w:tcW w:w="252" w:type="dxa"/>
            <w:gridSpan w:val="2"/>
            <w:tcBorders>
              <w:top w:val="single" w:sz="4" w:space="0" w:color="auto"/>
            </w:tcBorders>
          </w:tcPr>
          <w:p w14:paraId="779A2DA3" w14:textId="77777777" w:rsidR="009201A5" w:rsidRPr="000E3E1F" w:rsidRDefault="009201A5" w:rsidP="00A000AD">
            <w:pPr>
              <w:ind w:left="-105" w:right="-108"/>
              <w:jc w:val="right"/>
              <w:rPr>
                <w:rFonts w:ascii="Browallia New" w:hAnsi="Browallia New" w:cs="Browallia New"/>
                <w:u w:val="single"/>
              </w:rPr>
            </w:pPr>
          </w:p>
        </w:tc>
        <w:tc>
          <w:tcPr>
            <w:tcW w:w="1482" w:type="dxa"/>
            <w:gridSpan w:val="3"/>
            <w:tcBorders>
              <w:top w:val="single" w:sz="4" w:space="0" w:color="auto"/>
              <w:bottom w:val="single" w:sz="4" w:space="0" w:color="auto"/>
            </w:tcBorders>
          </w:tcPr>
          <w:p w14:paraId="70D5B9D4" w14:textId="3C886952" w:rsidR="009201A5" w:rsidRPr="000E3E1F" w:rsidRDefault="009201A5" w:rsidP="00A000AD">
            <w:pPr>
              <w:ind w:left="-105" w:right="-108"/>
              <w:jc w:val="center"/>
              <w:rPr>
                <w:rFonts w:ascii="Browallia New" w:hAnsi="Browallia New" w:cs="Browallia New"/>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A0792F" w:rsidRPr="000E3E1F">
              <w:rPr>
                <w:rFonts w:ascii="Browallia New" w:hAnsi="Browallia New" w:cs="Browallia New"/>
              </w:rPr>
              <w:t>6</w:t>
            </w:r>
          </w:p>
        </w:tc>
      </w:tr>
      <w:tr w:rsidR="005D25B0" w:rsidRPr="000E3E1F" w14:paraId="30C14C79" w14:textId="77777777" w:rsidTr="00727E31">
        <w:trPr>
          <w:cantSplit/>
        </w:trPr>
        <w:tc>
          <w:tcPr>
            <w:tcW w:w="2957" w:type="dxa"/>
          </w:tcPr>
          <w:p w14:paraId="57EB8938" w14:textId="77777777" w:rsidR="005D25B0" w:rsidRPr="000E3E1F" w:rsidRDefault="005D25B0" w:rsidP="00A000AD">
            <w:pPr>
              <w:pStyle w:val="3"/>
              <w:tabs>
                <w:tab w:val="clear" w:pos="360"/>
                <w:tab w:val="clear" w:pos="720"/>
              </w:tabs>
              <w:rPr>
                <w:rFonts w:ascii="Browallia New" w:hAnsi="Browallia New" w:cs="Browallia New"/>
                <w:sz w:val="28"/>
                <w:szCs w:val="28"/>
              </w:rPr>
            </w:pPr>
          </w:p>
        </w:tc>
        <w:tc>
          <w:tcPr>
            <w:tcW w:w="1263" w:type="dxa"/>
            <w:tcBorders>
              <w:left w:val="nil"/>
            </w:tcBorders>
          </w:tcPr>
          <w:p w14:paraId="01FC17B8" w14:textId="77777777" w:rsidR="005D25B0" w:rsidRPr="000E3E1F" w:rsidRDefault="005D25B0" w:rsidP="00A000AD">
            <w:pPr>
              <w:ind w:right="72"/>
              <w:jc w:val="center"/>
              <w:rPr>
                <w:rFonts w:ascii="Browallia New" w:hAnsi="Browallia New" w:cs="Browallia New"/>
              </w:rPr>
            </w:pPr>
          </w:p>
        </w:tc>
        <w:tc>
          <w:tcPr>
            <w:tcW w:w="236" w:type="dxa"/>
          </w:tcPr>
          <w:p w14:paraId="3F269050" w14:textId="77777777" w:rsidR="005D25B0" w:rsidRPr="000E3E1F" w:rsidRDefault="005D25B0" w:rsidP="00A000AD">
            <w:pPr>
              <w:ind w:right="72"/>
              <w:jc w:val="center"/>
              <w:rPr>
                <w:rFonts w:ascii="Browallia New" w:hAnsi="Browallia New" w:cs="Browallia New"/>
              </w:rPr>
            </w:pPr>
          </w:p>
        </w:tc>
        <w:tc>
          <w:tcPr>
            <w:tcW w:w="1293" w:type="dxa"/>
          </w:tcPr>
          <w:p w14:paraId="457B15D2" w14:textId="77777777" w:rsidR="005D25B0" w:rsidRPr="000E3E1F" w:rsidRDefault="005D25B0" w:rsidP="009201A5">
            <w:pPr>
              <w:ind w:left="-105" w:right="-108"/>
              <w:jc w:val="center"/>
              <w:rPr>
                <w:rFonts w:ascii="Browallia New" w:hAnsi="Browallia New" w:cs="Browallia New"/>
              </w:rPr>
            </w:pPr>
          </w:p>
        </w:tc>
        <w:tc>
          <w:tcPr>
            <w:tcW w:w="239" w:type="dxa"/>
          </w:tcPr>
          <w:p w14:paraId="1E00F215" w14:textId="77777777" w:rsidR="005D25B0" w:rsidRPr="000E3E1F" w:rsidRDefault="005D25B0" w:rsidP="00A000AD">
            <w:pPr>
              <w:ind w:left="-105" w:right="-108"/>
              <w:jc w:val="center"/>
              <w:rPr>
                <w:rFonts w:ascii="Browallia New" w:hAnsi="Browallia New" w:cs="Browallia New"/>
              </w:rPr>
            </w:pPr>
          </w:p>
        </w:tc>
        <w:tc>
          <w:tcPr>
            <w:tcW w:w="1368" w:type="dxa"/>
            <w:tcBorders>
              <w:top w:val="single" w:sz="4" w:space="0" w:color="auto"/>
            </w:tcBorders>
          </w:tcPr>
          <w:p w14:paraId="2553CC79" w14:textId="77777777" w:rsidR="005D25B0" w:rsidRPr="000E3E1F" w:rsidRDefault="005D25B0" w:rsidP="00A000AD">
            <w:pPr>
              <w:ind w:left="-105" w:right="-108"/>
              <w:jc w:val="center"/>
              <w:rPr>
                <w:rFonts w:ascii="Browallia New" w:hAnsi="Browallia New" w:cs="Browallia New"/>
              </w:rPr>
            </w:pPr>
          </w:p>
        </w:tc>
        <w:tc>
          <w:tcPr>
            <w:tcW w:w="252" w:type="dxa"/>
            <w:gridSpan w:val="2"/>
          </w:tcPr>
          <w:p w14:paraId="1AD80451" w14:textId="77777777" w:rsidR="005D25B0" w:rsidRPr="000E3E1F" w:rsidRDefault="005D25B0" w:rsidP="00A000AD">
            <w:pPr>
              <w:ind w:left="-105" w:right="-108"/>
              <w:jc w:val="right"/>
              <w:rPr>
                <w:rFonts w:ascii="Browallia New" w:hAnsi="Browallia New" w:cs="Browallia New"/>
                <w:u w:val="single"/>
              </w:rPr>
            </w:pPr>
          </w:p>
        </w:tc>
        <w:tc>
          <w:tcPr>
            <w:tcW w:w="1482" w:type="dxa"/>
            <w:gridSpan w:val="3"/>
            <w:tcBorders>
              <w:top w:val="single" w:sz="4" w:space="0" w:color="auto"/>
            </w:tcBorders>
          </w:tcPr>
          <w:p w14:paraId="6C2A6067" w14:textId="77777777" w:rsidR="005D25B0" w:rsidRPr="000E3E1F" w:rsidRDefault="005D25B0" w:rsidP="00A000AD">
            <w:pPr>
              <w:ind w:left="-105" w:right="-108"/>
              <w:jc w:val="center"/>
              <w:rPr>
                <w:rFonts w:ascii="Browallia New" w:hAnsi="Browallia New" w:cs="Browallia New"/>
              </w:rPr>
            </w:pPr>
          </w:p>
        </w:tc>
      </w:tr>
      <w:tr w:rsidR="00E30638" w:rsidRPr="000E3E1F" w14:paraId="15B9070D" w14:textId="77777777" w:rsidTr="00727E31">
        <w:trPr>
          <w:cantSplit/>
        </w:trPr>
        <w:tc>
          <w:tcPr>
            <w:tcW w:w="2957" w:type="dxa"/>
            <w:vAlign w:val="bottom"/>
          </w:tcPr>
          <w:p w14:paraId="300AD3C2" w14:textId="77777777" w:rsidR="00E30638" w:rsidRPr="000E3E1F" w:rsidRDefault="00E30638" w:rsidP="00E30638">
            <w:pPr>
              <w:rPr>
                <w:rFonts w:ascii="Browallia New" w:hAnsi="Browallia New" w:cs="Browallia New"/>
              </w:rPr>
            </w:pPr>
            <w:r w:rsidRPr="000E3E1F">
              <w:rPr>
                <w:rFonts w:ascii="Browallia New" w:hAnsi="Browallia New" w:cs="Browallia New"/>
                <w:cs/>
              </w:rPr>
              <w:t>เงินเบิกเกินบัญชีธนาคาร</w:t>
            </w:r>
          </w:p>
        </w:tc>
        <w:tc>
          <w:tcPr>
            <w:tcW w:w="1263" w:type="dxa"/>
            <w:tcBorders>
              <w:left w:val="nil"/>
            </w:tcBorders>
          </w:tcPr>
          <w:p w14:paraId="2A6A8E86" w14:textId="7CE88967" w:rsidR="00E30638" w:rsidRPr="000E3E1F" w:rsidRDefault="0080158D" w:rsidP="00E30638">
            <w:pPr>
              <w:jc w:val="center"/>
              <w:rPr>
                <w:rFonts w:ascii="Browallia New" w:hAnsi="Browallia New" w:cs="Browallia New"/>
                <w:color w:val="000000" w:themeColor="text1"/>
              </w:rPr>
            </w:pPr>
            <w:r w:rsidRPr="000E3E1F">
              <w:rPr>
                <w:rFonts w:ascii="Browallia New" w:hAnsi="Browallia New" w:cs="Browallia New"/>
                <w:color w:val="000000" w:themeColor="text1"/>
              </w:rPr>
              <w:t>7.52 - 7.58</w:t>
            </w:r>
          </w:p>
        </w:tc>
        <w:tc>
          <w:tcPr>
            <w:tcW w:w="236" w:type="dxa"/>
          </w:tcPr>
          <w:p w14:paraId="54EA6460" w14:textId="77777777" w:rsidR="00E30638" w:rsidRPr="000E3E1F" w:rsidRDefault="00E30638" w:rsidP="00E30638">
            <w:pPr>
              <w:rPr>
                <w:rFonts w:ascii="Browallia New" w:hAnsi="Browallia New" w:cs="Browallia New"/>
              </w:rPr>
            </w:pPr>
          </w:p>
        </w:tc>
        <w:tc>
          <w:tcPr>
            <w:tcW w:w="1293" w:type="dxa"/>
          </w:tcPr>
          <w:p w14:paraId="3F198B78" w14:textId="053E71CA" w:rsidR="00E30638" w:rsidRPr="000E3E1F" w:rsidRDefault="00E30638" w:rsidP="00E30638">
            <w:pPr>
              <w:jc w:val="center"/>
              <w:rPr>
                <w:rFonts w:ascii="Browallia New" w:hAnsi="Browallia New" w:cs="Browallia New"/>
              </w:rPr>
            </w:pPr>
            <w:r w:rsidRPr="000E3E1F">
              <w:rPr>
                <w:rFonts w:ascii="Browallia New" w:hAnsi="Browallia New" w:cs="Browallia New"/>
                <w:color w:val="000000" w:themeColor="text1"/>
              </w:rPr>
              <w:t>7.52 - 7.58</w:t>
            </w:r>
          </w:p>
        </w:tc>
        <w:tc>
          <w:tcPr>
            <w:tcW w:w="239" w:type="dxa"/>
          </w:tcPr>
          <w:p w14:paraId="52085734" w14:textId="77777777" w:rsidR="00E30638" w:rsidRPr="000E3E1F" w:rsidRDefault="00E30638" w:rsidP="00E30638">
            <w:pPr>
              <w:jc w:val="right"/>
              <w:rPr>
                <w:rFonts w:ascii="Browallia New" w:hAnsi="Browallia New" w:cs="Browallia New"/>
              </w:rPr>
            </w:pPr>
          </w:p>
        </w:tc>
        <w:tc>
          <w:tcPr>
            <w:tcW w:w="1368" w:type="dxa"/>
          </w:tcPr>
          <w:p w14:paraId="25065337" w14:textId="17DEF0F4" w:rsidR="00E30638" w:rsidRPr="000E3E1F" w:rsidRDefault="00901A7F" w:rsidP="00E30638">
            <w:pPr>
              <w:jc w:val="right"/>
              <w:rPr>
                <w:rFonts w:ascii="Browallia New" w:hAnsi="Browallia New" w:cs="Browallia New"/>
              </w:rPr>
            </w:pPr>
            <w:r w:rsidRPr="000E3E1F">
              <w:rPr>
                <w:rFonts w:ascii="Browallia New" w:hAnsi="Browallia New" w:cs="Browallia New"/>
              </w:rPr>
              <w:t>1,205</w:t>
            </w:r>
          </w:p>
        </w:tc>
        <w:tc>
          <w:tcPr>
            <w:tcW w:w="252" w:type="dxa"/>
            <w:gridSpan w:val="2"/>
          </w:tcPr>
          <w:p w14:paraId="7EB318FA" w14:textId="77777777" w:rsidR="00E30638" w:rsidRPr="000E3E1F" w:rsidRDefault="00E30638" w:rsidP="00E30638">
            <w:pPr>
              <w:pStyle w:val="a"/>
              <w:ind w:left="-157" w:right="0"/>
              <w:rPr>
                <w:rFonts w:ascii="Browallia New" w:hAnsi="Browallia New" w:cs="Browallia New"/>
                <w:sz w:val="28"/>
                <w:szCs w:val="28"/>
              </w:rPr>
            </w:pPr>
          </w:p>
        </w:tc>
        <w:tc>
          <w:tcPr>
            <w:tcW w:w="1482" w:type="dxa"/>
            <w:gridSpan w:val="3"/>
          </w:tcPr>
          <w:p w14:paraId="37D23145" w14:textId="07E94FAE" w:rsidR="00E30638" w:rsidRPr="000E3E1F" w:rsidRDefault="00E30638" w:rsidP="00E30638">
            <w:pPr>
              <w:jc w:val="right"/>
              <w:rPr>
                <w:rFonts w:ascii="Browallia New" w:hAnsi="Browallia New" w:cs="Browallia New"/>
              </w:rPr>
            </w:pPr>
            <w:r w:rsidRPr="000E3E1F">
              <w:rPr>
                <w:rFonts w:ascii="Browallia New" w:hAnsi="Browallia New" w:cs="Browallia New"/>
              </w:rPr>
              <w:t>872</w:t>
            </w:r>
          </w:p>
        </w:tc>
      </w:tr>
      <w:tr w:rsidR="00E30638" w:rsidRPr="000E3E1F" w14:paraId="6DED9223" w14:textId="77777777" w:rsidTr="00727E31">
        <w:trPr>
          <w:cantSplit/>
        </w:trPr>
        <w:tc>
          <w:tcPr>
            <w:tcW w:w="2957" w:type="dxa"/>
          </w:tcPr>
          <w:p w14:paraId="76502F2C" w14:textId="77777777" w:rsidR="00E30638" w:rsidRPr="000E3E1F" w:rsidRDefault="00E30638" w:rsidP="00E30638">
            <w:pPr>
              <w:tabs>
                <w:tab w:val="left" w:pos="540"/>
              </w:tabs>
              <w:ind w:right="-108"/>
              <w:rPr>
                <w:rFonts w:ascii="Browallia New" w:hAnsi="Browallia New" w:cs="Browallia New"/>
                <w:lang w:val="en-GB"/>
              </w:rPr>
            </w:pPr>
            <w:r w:rsidRPr="000E3E1F">
              <w:rPr>
                <w:rFonts w:ascii="Browallia New" w:hAnsi="Browallia New" w:cs="Browallia New"/>
                <w:cs/>
              </w:rPr>
              <w:t>หนี้สินภายใต้สัญญาท</w:t>
            </w:r>
            <w:proofErr w:type="spellStart"/>
            <w:r w:rsidRPr="000E3E1F">
              <w:rPr>
                <w:rFonts w:ascii="Browallia New" w:hAnsi="Browallia New" w:cs="Browallia New"/>
                <w:cs/>
              </w:rPr>
              <w:t>รั</w:t>
            </w:r>
            <w:proofErr w:type="spellEnd"/>
            <w:r w:rsidRPr="000E3E1F">
              <w:rPr>
                <w:rFonts w:ascii="Browallia New" w:hAnsi="Browallia New" w:cs="Browallia New"/>
                <w:cs/>
              </w:rPr>
              <w:t>สต์รี</w:t>
            </w:r>
            <w:proofErr w:type="spellStart"/>
            <w:r w:rsidRPr="000E3E1F">
              <w:rPr>
                <w:rFonts w:ascii="Browallia New" w:hAnsi="Browallia New" w:cs="Browallia New"/>
                <w:cs/>
              </w:rPr>
              <w:t>ซีทส์</w:t>
            </w:r>
            <w:proofErr w:type="spellEnd"/>
          </w:p>
        </w:tc>
        <w:tc>
          <w:tcPr>
            <w:tcW w:w="1263" w:type="dxa"/>
            <w:tcBorders>
              <w:left w:val="nil"/>
            </w:tcBorders>
          </w:tcPr>
          <w:p w14:paraId="7D2EA6B0" w14:textId="45F85BFC" w:rsidR="00E30638" w:rsidRPr="000E3E1F" w:rsidRDefault="00766EF8" w:rsidP="00E30638">
            <w:pPr>
              <w:jc w:val="center"/>
              <w:rPr>
                <w:rFonts w:ascii="Browallia New" w:hAnsi="Browallia New" w:cs="Browallia New"/>
                <w:color w:val="000000" w:themeColor="text1"/>
              </w:rPr>
            </w:pPr>
            <w:r w:rsidRPr="000E3E1F">
              <w:rPr>
                <w:rFonts w:ascii="Browallia New" w:hAnsi="Browallia New" w:cs="Browallia New"/>
                <w:color w:val="000000" w:themeColor="text1"/>
              </w:rPr>
              <w:t xml:space="preserve">2.93 - </w:t>
            </w:r>
            <w:r w:rsidR="0080158D" w:rsidRPr="000E3E1F">
              <w:rPr>
                <w:rFonts w:ascii="Browallia New" w:hAnsi="Browallia New" w:cs="Browallia New"/>
                <w:color w:val="000000" w:themeColor="text1"/>
              </w:rPr>
              <w:t>2.95</w:t>
            </w:r>
          </w:p>
        </w:tc>
        <w:tc>
          <w:tcPr>
            <w:tcW w:w="236" w:type="dxa"/>
          </w:tcPr>
          <w:p w14:paraId="01BDA9F3" w14:textId="77777777" w:rsidR="00E30638" w:rsidRPr="000E3E1F" w:rsidRDefault="00E30638" w:rsidP="00E30638">
            <w:pPr>
              <w:rPr>
                <w:rFonts w:ascii="Browallia New" w:hAnsi="Browallia New" w:cs="Browallia New"/>
              </w:rPr>
            </w:pPr>
          </w:p>
        </w:tc>
        <w:tc>
          <w:tcPr>
            <w:tcW w:w="1293" w:type="dxa"/>
          </w:tcPr>
          <w:p w14:paraId="642D7411" w14:textId="2A8EFB75" w:rsidR="00E30638" w:rsidRPr="000E3E1F" w:rsidRDefault="00E30638" w:rsidP="00E30638">
            <w:pPr>
              <w:jc w:val="center"/>
              <w:rPr>
                <w:rFonts w:ascii="Browallia New" w:hAnsi="Browallia New" w:cs="Browallia New"/>
              </w:rPr>
            </w:pPr>
            <w:r w:rsidRPr="000E3E1F">
              <w:rPr>
                <w:rFonts w:ascii="Browallia New" w:hAnsi="Browallia New" w:cs="Browallia New"/>
                <w:color w:val="000000" w:themeColor="text1"/>
              </w:rPr>
              <w:t>2.93</w:t>
            </w:r>
          </w:p>
        </w:tc>
        <w:tc>
          <w:tcPr>
            <w:tcW w:w="239" w:type="dxa"/>
          </w:tcPr>
          <w:p w14:paraId="3ECA9123" w14:textId="77777777" w:rsidR="00E30638" w:rsidRPr="000E3E1F" w:rsidRDefault="00E30638" w:rsidP="00E30638">
            <w:pPr>
              <w:jc w:val="right"/>
              <w:rPr>
                <w:rFonts w:ascii="Browallia New" w:hAnsi="Browallia New" w:cs="Browallia New"/>
              </w:rPr>
            </w:pPr>
          </w:p>
        </w:tc>
        <w:tc>
          <w:tcPr>
            <w:tcW w:w="1368" w:type="dxa"/>
          </w:tcPr>
          <w:p w14:paraId="7C2EB7D7" w14:textId="1B2595F3" w:rsidR="00E30638" w:rsidRPr="000E3E1F" w:rsidRDefault="00901A7F" w:rsidP="00E30638">
            <w:pPr>
              <w:jc w:val="right"/>
              <w:rPr>
                <w:rFonts w:ascii="Browallia New" w:hAnsi="Browallia New" w:cs="Browallia New"/>
              </w:rPr>
            </w:pPr>
            <w:r w:rsidRPr="000E3E1F">
              <w:rPr>
                <w:rFonts w:ascii="Browallia New" w:hAnsi="Browallia New" w:cs="Browallia New"/>
              </w:rPr>
              <w:t>81,526</w:t>
            </w:r>
          </w:p>
        </w:tc>
        <w:tc>
          <w:tcPr>
            <w:tcW w:w="252" w:type="dxa"/>
            <w:gridSpan w:val="2"/>
          </w:tcPr>
          <w:p w14:paraId="274FA1ED" w14:textId="77777777" w:rsidR="00E30638" w:rsidRPr="000E3E1F" w:rsidRDefault="00E30638" w:rsidP="00E30638">
            <w:pPr>
              <w:pStyle w:val="a"/>
              <w:ind w:left="-157" w:right="0"/>
              <w:rPr>
                <w:rFonts w:ascii="Browallia New" w:hAnsi="Browallia New" w:cs="Browallia New"/>
                <w:sz w:val="28"/>
                <w:szCs w:val="28"/>
                <w:lang w:eastAsia="en-US"/>
              </w:rPr>
            </w:pPr>
          </w:p>
        </w:tc>
        <w:tc>
          <w:tcPr>
            <w:tcW w:w="1482" w:type="dxa"/>
            <w:gridSpan w:val="3"/>
          </w:tcPr>
          <w:p w14:paraId="3503CD73" w14:textId="1CA2889A" w:rsidR="00E30638" w:rsidRPr="000E3E1F" w:rsidRDefault="00E30638" w:rsidP="00E30638">
            <w:pPr>
              <w:jc w:val="right"/>
              <w:rPr>
                <w:rFonts w:ascii="Browallia New" w:hAnsi="Browallia New" w:cs="Browallia New"/>
              </w:rPr>
            </w:pPr>
            <w:r w:rsidRPr="000E3E1F">
              <w:rPr>
                <w:rFonts w:ascii="Browallia New" w:hAnsi="Browallia New" w:cs="Browallia New"/>
              </w:rPr>
              <w:t>23,566</w:t>
            </w:r>
          </w:p>
        </w:tc>
      </w:tr>
      <w:tr w:rsidR="00E30638" w:rsidRPr="000E3E1F" w14:paraId="7BC568FB" w14:textId="77777777" w:rsidTr="00727E31">
        <w:trPr>
          <w:cantSplit/>
        </w:trPr>
        <w:tc>
          <w:tcPr>
            <w:tcW w:w="2957" w:type="dxa"/>
          </w:tcPr>
          <w:p w14:paraId="4E0C2EFE" w14:textId="77777777" w:rsidR="00E30638" w:rsidRPr="000E3E1F" w:rsidRDefault="00E30638" w:rsidP="00E30638">
            <w:pPr>
              <w:tabs>
                <w:tab w:val="left" w:pos="540"/>
              </w:tabs>
              <w:ind w:right="-108"/>
              <w:rPr>
                <w:rFonts w:ascii="Browallia New" w:hAnsi="Browallia New" w:cs="Browallia New"/>
              </w:rPr>
            </w:pPr>
            <w:r w:rsidRPr="000E3E1F">
              <w:rPr>
                <w:rFonts w:ascii="Browallia New" w:hAnsi="Browallia New" w:cs="Browallia New"/>
                <w:cs/>
              </w:rPr>
              <w:t>เงินกู้ยืมระยะสั้น</w:t>
            </w:r>
          </w:p>
        </w:tc>
        <w:tc>
          <w:tcPr>
            <w:tcW w:w="1263" w:type="dxa"/>
            <w:tcBorders>
              <w:left w:val="nil"/>
            </w:tcBorders>
          </w:tcPr>
          <w:p w14:paraId="44739DDD" w14:textId="216F832C" w:rsidR="00E30638" w:rsidRPr="000E3E1F" w:rsidRDefault="0080158D" w:rsidP="00E30638">
            <w:pPr>
              <w:jc w:val="center"/>
              <w:rPr>
                <w:rFonts w:ascii="Browallia New" w:hAnsi="Browallia New" w:cs="Browallia New"/>
                <w:color w:val="000000" w:themeColor="text1"/>
                <w:cs/>
              </w:rPr>
            </w:pPr>
            <w:r w:rsidRPr="000E3E1F">
              <w:rPr>
                <w:rFonts w:ascii="Browallia New" w:hAnsi="Browallia New" w:cs="Browallia New"/>
                <w:color w:val="000000" w:themeColor="text1"/>
              </w:rPr>
              <w:t>2.85 - 2.86</w:t>
            </w:r>
          </w:p>
        </w:tc>
        <w:tc>
          <w:tcPr>
            <w:tcW w:w="236" w:type="dxa"/>
          </w:tcPr>
          <w:p w14:paraId="227C0E17" w14:textId="77777777" w:rsidR="00E30638" w:rsidRPr="000E3E1F" w:rsidRDefault="00E30638" w:rsidP="00E30638">
            <w:pPr>
              <w:rPr>
                <w:rFonts w:ascii="Browallia New" w:hAnsi="Browallia New" w:cs="Browallia New"/>
              </w:rPr>
            </w:pPr>
          </w:p>
        </w:tc>
        <w:tc>
          <w:tcPr>
            <w:tcW w:w="1293" w:type="dxa"/>
          </w:tcPr>
          <w:p w14:paraId="0C3543ED" w14:textId="2C2EDF9D" w:rsidR="00E30638" w:rsidRPr="000E3E1F" w:rsidRDefault="00E30638" w:rsidP="00E30638">
            <w:pPr>
              <w:jc w:val="center"/>
              <w:rPr>
                <w:rFonts w:ascii="Browallia New" w:hAnsi="Browallia New" w:cs="Browallia New"/>
              </w:rPr>
            </w:pPr>
            <w:r w:rsidRPr="000E3E1F">
              <w:rPr>
                <w:rFonts w:ascii="Browallia New" w:hAnsi="Browallia New" w:cs="Browallia New"/>
                <w:color w:val="000000" w:themeColor="text1"/>
              </w:rPr>
              <w:t>2.83 - 2.93</w:t>
            </w:r>
          </w:p>
        </w:tc>
        <w:tc>
          <w:tcPr>
            <w:tcW w:w="239" w:type="dxa"/>
          </w:tcPr>
          <w:p w14:paraId="727B9E15" w14:textId="77777777" w:rsidR="00E30638" w:rsidRPr="000E3E1F" w:rsidRDefault="00E30638" w:rsidP="00E30638">
            <w:pPr>
              <w:jc w:val="right"/>
              <w:rPr>
                <w:rFonts w:ascii="Browallia New" w:hAnsi="Browallia New" w:cs="Browallia New"/>
              </w:rPr>
            </w:pPr>
          </w:p>
        </w:tc>
        <w:tc>
          <w:tcPr>
            <w:tcW w:w="1368" w:type="dxa"/>
          </w:tcPr>
          <w:p w14:paraId="0B6C744F" w14:textId="442CA494" w:rsidR="00E30638" w:rsidRPr="000E3E1F" w:rsidRDefault="00901A7F" w:rsidP="00E30638">
            <w:pPr>
              <w:jc w:val="right"/>
              <w:rPr>
                <w:rFonts w:ascii="Browallia New" w:hAnsi="Browallia New" w:cs="Browallia New"/>
              </w:rPr>
            </w:pPr>
            <w:r w:rsidRPr="000E3E1F">
              <w:rPr>
                <w:rFonts w:ascii="Browallia New" w:hAnsi="Browallia New" w:cs="Browallia New"/>
              </w:rPr>
              <w:t>198,000</w:t>
            </w:r>
          </w:p>
        </w:tc>
        <w:tc>
          <w:tcPr>
            <w:tcW w:w="252" w:type="dxa"/>
            <w:gridSpan w:val="2"/>
          </w:tcPr>
          <w:p w14:paraId="5AB6A4BC" w14:textId="77777777" w:rsidR="00E30638" w:rsidRPr="000E3E1F" w:rsidRDefault="00E30638" w:rsidP="00E30638">
            <w:pPr>
              <w:pStyle w:val="a"/>
              <w:ind w:left="-157" w:right="0"/>
              <w:rPr>
                <w:rFonts w:ascii="Browallia New" w:hAnsi="Browallia New" w:cs="Browallia New"/>
                <w:sz w:val="28"/>
                <w:szCs w:val="28"/>
                <w:lang w:eastAsia="en-US"/>
              </w:rPr>
            </w:pPr>
          </w:p>
        </w:tc>
        <w:tc>
          <w:tcPr>
            <w:tcW w:w="1482" w:type="dxa"/>
            <w:gridSpan w:val="3"/>
          </w:tcPr>
          <w:p w14:paraId="2BDA9651" w14:textId="225F2CE0" w:rsidR="00E30638" w:rsidRPr="000E3E1F" w:rsidRDefault="00E30638" w:rsidP="00E30638">
            <w:pPr>
              <w:jc w:val="right"/>
              <w:rPr>
                <w:rFonts w:ascii="Browallia New" w:hAnsi="Browallia New" w:cs="Browallia New"/>
              </w:rPr>
            </w:pPr>
            <w:r w:rsidRPr="000E3E1F">
              <w:rPr>
                <w:rFonts w:ascii="Browallia New" w:hAnsi="Browallia New" w:cs="Browallia New"/>
              </w:rPr>
              <w:t>160,000</w:t>
            </w:r>
          </w:p>
        </w:tc>
      </w:tr>
      <w:tr w:rsidR="00B31E1C" w:rsidRPr="000E3E1F" w14:paraId="23B97DDE" w14:textId="77777777" w:rsidTr="00727E31">
        <w:trPr>
          <w:cantSplit/>
        </w:trPr>
        <w:tc>
          <w:tcPr>
            <w:tcW w:w="2957" w:type="dxa"/>
          </w:tcPr>
          <w:p w14:paraId="5F5950EE" w14:textId="77777777" w:rsidR="00B31E1C" w:rsidRPr="000E3E1F" w:rsidRDefault="00B31E1C" w:rsidP="00B31E1C">
            <w:pPr>
              <w:tabs>
                <w:tab w:val="left" w:pos="540"/>
              </w:tabs>
              <w:ind w:left="266"/>
              <w:rPr>
                <w:rFonts w:ascii="Browallia New" w:hAnsi="Browallia New" w:cs="Browallia New"/>
                <w:cs/>
                <w:lang w:val="th-TH"/>
              </w:rPr>
            </w:pPr>
            <w:r w:rsidRPr="000E3E1F">
              <w:rPr>
                <w:rFonts w:ascii="Browallia New" w:hAnsi="Browallia New" w:cs="Browallia New"/>
                <w:cs/>
              </w:rPr>
              <w:t>รวม</w:t>
            </w:r>
          </w:p>
        </w:tc>
        <w:tc>
          <w:tcPr>
            <w:tcW w:w="1263" w:type="dxa"/>
            <w:tcBorders>
              <w:left w:val="nil"/>
            </w:tcBorders>
          </w:tcPr>
          <w:p w14:paraId="00829C19" w14:textId="77777777" w:rsidR="00B31E1C" w:rsidRPr="000E3E1F" w:rsidRDefault="00B31E1C" w:rsidP="00B31E1C">
            <w:pPr>
              <w:rPr>
                <w:rFonts w:ascii="Browallia New" w:hAnsi="Browallia New" w:cs="Browallia New"/>
              </w:rPr>
            </w:pPr>
          </w:p>
        </w:tc>
        <w:tc>
          <w:tcPr>
            <w:tcW w:w="236" w:type="dxa"/>
          </w:tcPr>
          <w:p w14:paraId="2DAB1232" w14:textId="77777777" w:rsidR="00B31E1C" w:rsidRPr="000E3E1F" w:rsidRDefault="00B31E1C" w:rsidP="00B31E1C">
            <w:pPr>
              <w:rPr>
                <w:rFonts w:ascii="Browallia New" w:hAnsi="Browallia New" w:cs="Browallia New"/>
              </w:rPr>
            </w:pPr>
          </w:p>
        </w:tc>
        <w:tc>
          <w:tcPr>
            <w:tcW w:w="1293" w:type="dxa"/>
          </w:tcPr>
          <w:p w14:paraId="16E5DAF7" w14:textId="77777777" w:rsidR="00B31E1C" w:rsidRPr="000E3E1F" w:rsidRDefault="00B31E1C" w:rsidP="00B31E1C">
            <w:pPr>
              <w:rPr>
                <w:rFonts w:ascii="Browallia New" w:hAnsi="Browallia New" w:cs="Browallia New"/>
              </w:rPr>
            </w:pPr>
          </w:p>
        </w:tc>
        <w:tc>
          <w:tcPr>
            <w:tcW w:w="239" w:type="dxa"/>
          </w:tcPr>
          <w:p w14:paraId="0B0DE9B2" w14:textId="77777777" w:rsidR="00B31E1C" w:rsidRPr="000E3E1F" w:rsidRDefault="00B31E1C" w:rsidP="00B31E1C">
            <w:pPr>
              <w:jc w:val="right"/>
              <w:rPr>
                <w:rFonts w:ascii="Browallia New" w:hAnsi="Browallia New" w:cs="Browallia New"/>
              </w:rPr>
            </w:pPr>
          </w:p>
        </w:tc>
        <w:tc>
          <w:tcPr>
            <w:tcW w:w="1368" w:type="dxa"/>
            <w:tcBorders>
              <w:top w:val="single" w:sz="4" w:space="0" w:color="auto"/>
              <w:bottom w:val="single" w:sz="12" w:space="0" w:color="auto"/>
            </w:tcBorders>
          </w:tcPr>
          <w:p w14:paraId="2FCB1716" w14:textId="03B8BAE8" w:rsidR="00B31E1C" w:rsidRPr="000E3E1F" w:rsidRDefault="00901A7F" w:rsidP="00B31E1C">
            <w:pPr>
              <w:jc w:val="right"/>
              <w:rPr>
                <w:rFonts w:ascii="Browallia New" w:hAnsi="Browallia New" w:cs="Browallia New"/>
                <w:cs/>
              </w:rPr>
            </w:pPr>
            <w:r w:rsidRPr="000E3E1F">
              <w:rPr>
                <w:rFonts w:ascii="Browallia New" w:hAnsi="Browallia New" w:cs="Browallia New"/>
              </w:rPr>
              <w:t>280,731</w:t>
            </w:r>
          </w:p>
        </w:tc>
        <w:tc>
          <w:tcPr>
            <w:tcW w:w="252" w:type="dxa"/>
            <w:gridSpan w:val="2"/>
          </w:tcPr>
          <w:p w14:paraId="1D4178C7" w14:textId="77777777" w:rsidR="00B31E1C" w:rsidRPr="000E3E1F" w:rsidRDefault="00B31E1C" w:rsidP="00B31E1C">
            <w:pPr>
              <w:pStyle w:val="a"/>
              <w:ind w:left="-157" w:right="0"/>
              <w:rPr>
                <w:rFonts w:ascii="Browallia New" w:hAnsi="Browallia New" w:cs="Browallia New"/>
                <w:sz w:val="28"/>
                <w:szCs w:val="28"/>
                <w:lang w:eastAsia="en-US"/>
              </w:rPr>
            </w:pPr>
          </w:p>
        </w:tc>
        <w:tc>
          <w:tcPr>
            <w:tcW w:w="1482" w:type="dxa"/>
            <w:gridSpan w:val="3"/>
            <w:tcBorders>
              <w:top w:val="single" w:sz="4" w:space="0" w:color="auto"/>
              <w:bottom w:val="single" w:sz="12" w:space="0" w:color="auto"/>
            </w:tcBorders>
          </w:tcPr>
          <w:p w14:paraId="73C33AF3" w14:textId="3849584E" w:rsidR="00B31E1C" w:rsidRPr="000E3E1F" w:rsidRDefault="00B31E1C" w:rsidP="00B31E1C">
            <w:pPr>
              <w:jc w:val="right"/>
              <w:rPr>
                <w:rFonts w:ascii="Browallia New" w:hAnsi="Browallia New" w:cs="Browallia New"/>
                <w:cs/>
              </w:rPr>
            </w:pPr>
            <w:r w:rsidRPr="000E3E1F">
              <w:rPr>
                <w:rFonts w:ascii="Browallia New" w:hAnsi="Browallia New" w:cs="Browallia New"/>
              </w:rPr>
              <w:t>184,438</w:t>
            </w:r>
          </w:p>
        </w:tc>
      </w:tr>
    </w:tbl>
    <w:p w14:paraId="66AF07DF" w14:textId="77777777" w:rsidR="00727E31" w:rsidRPr="000E3E1F" w:rsidRDefault="00727E31" w:rsidP="00F8200D">
      <w:pPr>
        <w:ind w:left="360"/>
        <w:jc w:val="thaiDistribute"/>
        <w:rPr>
          <w:rFonts w:ascii="Browallia New" w:hAnsi="Browallia New" w:cs="Browallia New"/>
        </w:rPr>
      </w:pPr>
    </w:p>
    <w:p w14:paraId="48562B0D" w14:textId="6037AF81" w:rsidR="00E74075" w:rsidRPr="000E3E1F" w:rsidRDefault="00D24B7D" w:rsidP="00F8200D">
      <w:pPr>
        <w:ind w:left="360"/>
        <w:jc w:val="thaiDistribute"/>
        <w:rPr>
          <w:rFonts w:ascii="Browallia New" w:hAnsi="Browallia New" w:cs="Browallia New"/>
          <w:cs/>
        </w:rPr>
      </w:pPr>
      <w:r w:rsidRPr="000E3E1F">
        <w:rPr>
          <w:rFonts w:ascii="Browallia New" w:hAnsi="Browallia New" w:cs="Browallia New"/>
          <w:cs/>
        </w:rPr>
        <w:t>ณ</w:t>
      </w:r>
      <w:r w:rsidR="00F60E66" w:rsidRPr="000E3E1F">
        <w:rPr>
          <w:rFonts w:ascii="Browallia New" w:hAnsi="Browallia New" w:cs="Browallia New"/>
        </w:rPr>
        <w:t xml:space="preserve"> </w:t>
      </w:r>
      <w:r w:rsidRPr="000E3E1F">
        <w:rPr>
          <w:rFonts w:ascii="Browallia New" w:hAnsi="Browallia New" w:cs="Browallia New"/>
          <w:cs/>
        </w:rPr>
        <w:t>วันที่</w:t>
      </w:r>
      <w:r w:rsidR="00F60E66" w:rsidRPr="000E3E1F">
        <w:rPr>
          <w:rFonts w:ascii="Browallia New" w:hAnsi="Browallia New" w:cs="Browallia New"/>
        </w:rPr>
        <w:t xml:space="preserve"> </w:t>
      </w:r>
      <w:r w:rsidR="00EF5E4F" w:rsidRPr="000E3E1F">
        <w:rPr>
          <w:rFonts w:ascii="Browallia New" w:hAnsi="Browallia New" w:cs="Browallia New"/>
        </w:rPr>
        <w:t>30</w:t>
      </w:r>
      <w:r w:rsidR="00EF5E4F" w:rsidRPr="000E3E1F">
        <w:rPr>
          <w:rFonts w:ascii="Browallia New" w:hAnsi="Browallia New" w:cs="Browallia New"/>
          <w:cs/>
        </w:rPr>
        <w:t xml:space="preserve"> กันยายน </w:t>
      </w:r>
      <w:r w:rsidR="001B061D" w:rsidRPr="000E3E1F">
        <w:rPr>
          <w:rFonts w:ascii="Browallia New" w:hAnsi="Browallia New" w:cs="Browallia New"/>
          <w:spacing w:val="-4"/>
        </w:rPr>
        <w:t>256</w:t>
      </w:r>
      <w:r w:rsidR="006C3A83" w:rsidRPr="000E3E1F">
        <w:rPr>
          <w:rFonts w:ascii="Browallia New" w:hAnsi="Browallia New" w:cs="Browallia New"/>
          <w:spacing w:val="-4"/>
        </w:rPr>
        <w:t>7</w:t>
      </w:r>
      <w:r w:rsidR="00F60E66" w:rsidRPr="000E3E1F">
        <w:rPr>
          <w:rFonts w:ascii="Browallia New" w:hAnsi="Browallia New" w:cs="Browallia New"/>
        </w:rPr>
        <w:t xml:space="preserve"> </w:t>
      </w:r>
      <w:r w:rsidRPr="000E3E1F">
        <w:rPr>
          <w:rFonts w:ascii="Browallia New" w:hAnsi="Browallia New" w:cs="Browallia New"/>
          <w:cs/>
        </w:rPr>
        <w:t>และวันที่</w:t>
      </w:r>
      <w:r w:rsidR="00F60E66" w:rsidRPr="000E3E1F">
        <w:rPr>
          <w:rFonts w:ascii="Browallia New" w:hAnsi="Browallia New" w:cs="Browallia New"/>
        </w:rPr>
        <w:t xml:space="preserve"> </w:t>
      </w:r>
      <w:r w:rsidRPr="000E3E1F">
        <w:rPr>
          <w:rFonts w:ascii="Browallia New" w:hAnsi="Browallia New" w:cs="Browallia New"/>
        </w:rPr>
        <w:t xml:space="preserve">31 </w:t>
      </w:r>
      <w:r w:rsidRPr="000E3E1F">
        <w:rPr>
          <w:rFonts w:ascii="Browallia New" w:hAnsi="Browallia New" w:cs="Browallia New"/>
          <w:cs/>
        </w:rPr>
        <w:t>ธันวาคม</w:t>
      </w:r>
      <w:r w:rsidR="00F60E66" w:rsidRPr="000E3E1F">
        <w:rPr>
          <w:rFonts w:ascii="Browallia New" w:hAnsi="Browallia New" w:cs="Browallia New"/>
        </w:rPr>
        <w:t xml:space="preserve"> </w:t>
      </w:r>
      <w:r w:rsidR="00A65582" w:rsidRPr="000E3E1F">
        <w:rPr>
          <w:rFonts w:ascii="Browallia New" w:hAnsi="Browallia New" w:cs="Browallia New"/>
        </w:rPr>
        <w:t>256</w:t>
      </w:r>
      <w:r w:rsidR="006C3A83" w:rsidRPr="000E3E1F">
        <w:rPr>
          <w:rFonts w:ascii="Browallia New" w:hAnsi="Browallia New" w:cs="Browallia New"/>
        </w:rPr>
        <w:t>6</w:t>
      </w:r>
      <w:r w:rsidR="00A65582" w:rsidRPr="000E3E1F">
        <w:rPr>
          <w:rFonts w:ascii="Browallia New" w:hAnsi="Browallia New" w:cs="Browallia New"/>
        </w:rPr>
        <w:t xml:space="preserve"> </w:t>
      </w:r>
      <w:r w:rsidR="001236B9" w:rsidRPr="000E3E1F">
        <w:rPr>
          <w:rFonts w:ascii="Browallia New" w:hAnsi="Browallia New" w:cs="Browallia New"/>
          <w:cs/>
        </w:rPr>
        <w:t>กลุ</w:t>
      </w:r>
      <w:r w:rsidR="003B5AA6" w:rsidRPr="000E3E1F">
        <w:rPr>
          <w:rFonts w:ascii="Browallia New" w:hAnsi="Browallia New" w:cs="Browallia New"/>
          <w:cs/>
        </w:rPr>
        <w:t>่ม</w:t>
      </w:r>
      <w:r w:rsidRPr="000E3E1F">
        <w:rPr>
          <w:rFonts w:ascii="Browallia New" w:hAnsi="Browallia New" w:cs="Browallia New"/>
          <w:cs/>
        </w:rPr>
        <w:t>บริษัทมีวงเงินเบิกเกินบัญชี</w:t>
      </w:r>
      <w:r w:rsidR="0038132E" w:rsidRPr="000E3E1F">
        <w:rPr>
          <w:rFonts w:ascii="Browallia New" w:hAnsi="Browallia New" w:cs="Browallia New"/>
          <w:cs/>
        </w:rPr>
        <w:t xml:space="preserve"> หนี้สินตั๋วสัญญา</w:t>
      </w:r>
      <w:r w:rsidR="001D6108" w:rsidRPr="000E3E1F">
        <w:rPr>
          <w:rFonts w:ascii="Browallia New" w:hAnsi="Browallia New" w:cs="Browallia New"/>
          <w:cs/>
        </w:rPr>
        <w:t>ใช้เงิน</w:t>
      </w:r>
      <w:r w:rsidR="000C25BB" w:rsidRPr="000E3E1F">
        <w:rPr>
          <w:rFonts w:ascii="Browallia New" w:hAnsi="Browallia New" w:cs="Browallia New"/>
          <w:cs/>
        </w:rPr>
        <w:t xml:space="preserve">                            </w:t>
      </w:r>
      <w:r w:rsidRPr="000E3E1F">
        <w:rPr>
          <w:rFonts w:ascii="Browallia New" w:hAnsi="Browallia New" w:cs="Browallia New"/>
          <w:cs/>
        </w:rPr>
        <w:t>หนี้สินภายใต้สัญญา</w:t>
      </w:r>
      <w:r w:rsidR="003113EB" w:rsidRPr="000E3E1F">
        <w:rPr>
          <w:rFonts w:ascii="Browallia New" w:hAnsi="Browallia New" w:cs="Browallia New"/>
        </w:rPr>
        <w:t xml:space="preserve"> </w:t>
      </w:r>
      <w:proofErr w:type="spellStart"/>
      <w:r w:rsidRPr="000E3E1F">
        <w:rPr>
          <w:rFonts w:ascii="Browallia New" w:hAnsi="Browallia New" w:cs="Browallia New"/>
          <w:cs/>
        </w:rPr>
        <w:t>ทรั</w:t>
      </w:r>
      <w:proofErr w:type="spellEnd"/>
      <w:r w:rsidRPr="000E3E1F">
        <w:rPr>
          <w:rFonts w:ascii="Browallia New" w:hAnsi="Browallia New" w:cs="Browallia New"/>
          <w:cs/>
        </w:rPr>
        <w:t>สต์รี</w:t>
      </w:r>
      <w:proofErr w:type="spellStart"/>
      <w:r w:rsidRPr="000E3E1F">
        <w:rPr>
          <w:rFonts w:ascii="Browallia New" w:hAnsi="Browallia New" w:cs="Browallia New"/>
          <w:cs/>
        </w:rPr>
        <w:t>ซีทส์</w:t>
      </w:r>
      <w:proofErr w:type="spellEnd"/>
      <w:r w:rsidR="003113EB" w:rsidRPr="000E3E1F">
        <w:rPr>
          <w:rFonts w:ascii="Browallia New" w:hAnsi="Browallia New" w:cs="Browallia New"/>
        </w:rPr>
        <w:t xml:space="preserve"> </w:t>
      </w:r>
      <w:r w:rsidR="0038132E" w:rsidRPr="000E3E1F">
        <w:rPr>
          <w:rFonts w:ascii="Browallia New" w:hAnsi="Browallia New" w:cs="Browallia New"/>
          <w:cs/>
        </w:rPr>
        <w:t xml:space="preserve">และสินเชื่ออื่น </w:t>
      </w:r>
      <w:r w:rsidR="002C331F" w:rsidRPr="000E3E1F">
        <w:rPr>
          <w:rFonts w:ascii="Browallia New" w:hAnsi="Browallia New" w:cs="Browallia New"/>
          <w:cs/>
        </w:rPr>
        <w:t>เป็นจำนวนเงินรวม</w:t>
      </w:r>
      <w:r w:rsidR="00F60E66" w:rsidRPr="000E3E1F">
        <w:rPr>
          <w:rFonts w:ascii="Browallia New" w:hAnsi="Browallia New" w:cs="Browallia New"/>
        </w:rPr>
        <w:t xml:space="preserve"> </w:t>
      </w:r>
      <w:r w:rsidR="00986736" w:rsidRPr="000E3E1F">
        <w:rPr>
          <w:rFonts w:ascii="Browallia New" w:hAnsi="Browallia New" w:cs="Browallia New"/>
        </w:rPr>
        <w:t>5,930</w:t>
      </w:r>
      <w:r w:rsidR="008D4312" w:rsidRPr="000E3E1F">
        <w:rPr>
          <w:rFonts w:ascii="Browallia New" w:hAnsi="Browallia New" w:cs="Browallia New"/>
        </w:rPr>
        <w:t xml:space="preserve"> </w:t>
      </w:r>
      <w:r w:rsidRPr="000E3E1F">
        <w:rPr>
          <w:rFonts w:ascii="Browallia New" w:hAnsi="Browallia New" w:cs="Browallia New"/>
          <w:cs/>
        </w:rPr>
        <w:t>ล้านบาท</w:t>
      </w:r>
      <w:r w:rsidR="000C25BB" w:rsidRPr="000E3E1F">
        <w:rPr>
          <w:rFonts w:ascii="Browallia New" w:hAnsi="Browallia New" w:cs="Browallia New"/>
          <w:cs/>
        </w:rPr>
        <w:t xml:space="preserve"> </w:t>
      </w:r>
    </w:p>
    <w:p w14:paraId="596064EE" w14:textId="77777777" w:rsidR="002C65A9" w:rsidRPr="000E3E1F" w:rsidRDefault="002C65A9" w:rsidP="00F8200D">
      <w:pPr>
        <w:ind w:left="360"/>
        <w:jc w:val="thaiDistribute"/>
        <w:rPr>
          <w:rFonts w:ascii="Browallia New" w:hAnsi="Browallia New" w:cs="Browallia New"/>
        </w:rPr>
      </w:pPr>
    </w:p>
    <w:p w14:paraId="48562B0F" w14:textId="19AD1059" w:rsidR="00BB6530" w:rsidRPr="000E3E1F" w:rsidRDefault="001A1BFF" w:rsidP="00EC1E77">
      <w:pPr>
        <w:numPr>
          <w:ilvl w:val="0"/>
          <w:numId w:val="1"/>
        </w:numPr>
        <w:tabs>
          <w:tab w:val="clear" w:pos="360"/>
          <w:tab w:val="left" w:pos="374"/>
          <w:tab w:val="left" w:pos="426"/>
        </w:tabs>
        <w:jc w:val="thaiDistribute"/>
        <w:rPr>
          <w:rFonts w:ascii="Browallia New" w:hAnsi="Browallia New" w:cs="Browallia New"/>
          <w:sz w:val="20"/>
          <w:szCs w:val="20"/>
        </w:rPr>
      </w:pPr>
      <w:r w:rsidRPr="000E3E1F">
        <w:rPr>
          <w:rFonts w:ascii="Browallia New" w:hAnsi="Browallia New" w:cs="Browallia New"/>
          <w:b/>
          <w:bCs/>
          <w:cs/>
        </w:rPr>
        <w:t>ภาระผูกพัน</w:t>
      </w:r>
      <w:r w:rsidR="001E3113" w:rsidRPr="000E3E1F">
        <w:rPr>
          <w:rFonts w:ascii="Browallia New" w:hAnsi="Browallia New" w:cs="Browallia New"/>
          <w:b/>
          <w:bCs/>
          <w:cs/>
        </w:rPr>
        <w:t>สำหรับ</w:t>
      </w:r>
      <w:r w:rsidRPr="000E3E1F">
        <w:rPr>
          <w:rFonts w:ascii="Browallia New" w:hAnsi="Browallia New" w:cs="Browallia New"/>
          <w:b/>
          <w:bCs/>
          <w:cs/>
        </w:rPr>
        <w:t>ผลประโยชน์พนักงาน</w:t>
      </w:r>
    </w:p>
    <w:p w14:paraId="40568A17" w14:textId="77777777" w:rsidR="005F47C9" w:rsidRPr="000E3E1F" w:rsidRDefault="005F47C9" w:rsidP="005F47C9">
      <w:pPr>
        <w:tabs>
          <w:tab w:val="left" w:pos="426"/>
        </w:tabs>
        <w:ind w:left="360"/>
        <w:jc w:val="thaiDistribute"/>
        <w:rPr>
          <w:rFonts w:ascii="Browallia New" w:hAnsi="Browallia New" w:cs="Browallia New"/>
        </w:rPr>
      </w:pPr>
    </w:p>
    <w:tbl>
      <w:tblPr>
        <w:tblW w:w="9042" w:type="dxa"/>
        <w:tblInd w:w="387" w:type="dxa"/>
        <w:tblLayout w:type="fixed"/>
        <w:tblCellMar>
          <w:left w:w="0" w:type="dxa"/>
          <w:right w:w="0" w:type="dxa"/>
        </w:tblCellMar>
        <w:tblLook w:val="04A0" w:firstRow="1" w:lastRow="0" w:firstColumn="1" w:lastColumn="0" w:noHBand="0" w:noVBand="1"/>
      </w:tblPr>
      <w:tblGrid>
        <w:gridCol w:w="5634"/>
        <w:gridCol w:w="1559"/>
        <w:gridCol w:w="283"/>
        <w:gridCol w:w="1566"/>
      </w:tblGrid>
      <w:tr w:rsidR="00854375" w:rsidRPr="000E3E1F" w14:paraId="48562B13" w14:textId="77777777" w:rsidTr="00436F61">
        <w:trPr>
          <w:cantSplit/>
        </w:trPr>
        <w:tc>
          <w:tcPr>
            <w:tcW w:w="9042" w:type="dxa"/>
            <w:gridSpan w:val="4"/>
            <w:hideMark/>
          </w:tcPr>
          <w:p w14:paraId="48562B12" w14:textId="69AFF233" w:rsidR="00854375" w:rsidRPr="000E3E1F" w:rsidRDefault="00854375" w:rsidP="003E0B20">
            <w:pPr>
              <w:ind w:right="138"/>
              <w:jc w:val="right"/>
              <w:rPr>
                <w:rFonts w:ascii="Browallia New" w:hAnsi="Browallia New" w:cs="Browallia New"/>
                <w:lang w:val="en-GB"/>
              </w:rPr>
            </w:pPr>
            <w:r w:rsidRPr="000E3E1F">
              <w:rPr>
                <w:rFonts w:ascii="Browallia New" w:hAnsi="Browallia New" w:cs="Browallia New"/>
                <w:cs/>
              </w:rPr>
              <w:t>(หน่วย</w:t>
            </w:r>
            <w:r w:rsidR="00F60E66" w:rsidRPr="000E3E1F">
              <w:rPr>
                <w:rFonts w:ascii="Browallia New" w:hAnsi="Browallia New" w:cs="Browallia New"/>
              </w:rPr>
              <w:t xml:space="preserve"> </w:t>
            </w:r>
            <w:r w:rsidRPr="000E3E1F">
              <w:rPr>
                <w:rFonts w:ascii="Browallia New" w:hAnsi="Browallia New" w:cs="Browallia New"/>
                <w:lang w:val="en-GB"/>
              </w:rPr>
              <w:t>:</w:t>
            </w:r>
            <w:r w:rsidR="00F60E66" w:rsidRPr="000E3E1F">
              <w:rPr>
                <w:rFonts w:ascii="Browallia New" w:hAnsi="Browallia New" w:cs="Browallia New"/>
              </w:rPr>
              <w:t xml:space="preserve"> </w:t>
            </w:r>
            <w:r w:rsidRPr="000E3E1F">
              <w:rPr>
                <w:rFonts w:ascii="Browallia New" w:hAnsi="Browallia New" w:cs="Browallia New"/>
                <w:cs/>
                <w:lang w:val="en-GB"/>
              </w:rPr>
              <w:t>พันบาท</w:t>
            </w:r>
            <w:r w:rsidRPr="000E3E1F">
              <w:rPr>
                <w:rFonts w:ascii="Browallia New" w:hAnsi="Browallia New" w:cs="Browallia New"/>
                <w:lang w:val="en-GB"/>
              </w:rPr>
              <w:t>)</w:t>
            </w:r>
          </w:p>
        </w:tc>
      </w:tr>
      <w:tr w:rsidR="00F2675C" w:rsidRPr="000E3E1F" w14:paraId="48562B16" w14:textId="77777777" w:rsidTr="0025486D">
        <w:trPr>
          <w:cantSplit/>
          <w:trHeight w:val="736"/>
        </w:trPr>
        <w:tc>
          <w:tcPr>
            <w:tcW w:w="5634" w:type="dxa"/>
          </w:tcPr>
          <w:p w14:paraId="48562B14" w14:textId="77777777" w:rsidR="00F2675C" w:rsidRPr="000E3E1F" w:rsidRDefault="00F2675C" w:rsidP="003E0B20">
            <w:pPr>
              <w:jc w:val="thaiDistribute"/>
              <w:rPr>
                <w:rFonts w:ascii="Browallia New" w:hAnsi="Browallia New" w:cs="Browallia New"/>
                <w:b/>
                <w:bCs/>
              </w:rPr>
            </w:pPr>
          </w:p>
        </w:tc>
        <w:tc>
          <w:tcPr>
            <w:tcW w:w="3408" w:type="dxa"/>
            <w:gridSpan w:val="3"/>
            <w:tcBorders>
              <w:top w:val="nil"/>
              <w:left w:val="nil"/>
              <w:bottom w:val="single" w:sz="4" w:space="0" w:color="auto"/>
              <w:right w:val="nil"/>
            </w:tcBorders>
            <w:hideMark/>
          </w:tcPr>
          <w:p w14:paraId="48562B15" w14:textId="739BE8E3" w:rsidR="00F2675C" w:rsidRPr="000E3E1F" w:rsidRDefault="00056231" w:rsidP="003E0B20">
            <w:pPr>
              <w:jc w:val="center"/>
              <w:rPr>
                <w:rFonts w:ascii="Browallia New" w:hAnsi="Browallia New" w:cs="Browallia New"/>
                <w:cs/>
              </w:rPr>
            </w:pPr>
            <w:r w:rsidRPr="000E3E1F">
              <w:rPr>
                <w:rFonts w:ascii="Browallia New" w:hAnsi="Browallia New" w:cs="Browallia New"/>
                <w:cs/>
              </w:rPr>
              <w:t>ข้อมูลทาง</w:t>
            </w:r>
            <w:r w:rsidR="00F2675C" w:rsidRPr="000E3E1F">
              <w:rPr>
                <w:rFonts w:ascii="Browallia New" w:hAnsi="Browallia New" w:cs="Browallia New"/>
                <w:cs/>
              </w:rPr>
              <w:t>การเงินรวม</w:t>
            </w:r>
            <w:r w:rsidR="005112B4" w:rsidRPr="000E3E1F">
              <w:rPr>
                <w:rFonts w:ascii="Browallia New" w:hAnsi="Browallia New" w:cs="Browallia New"/>
                <w:cs/>
              </w:rPr>
              <w:br/>
            </w:r>
            <w:r w:rsidR="00F2675C" w:rsidRPr="000E3E1F">
              <w:rPr>
                <w:rFonts w:ascii="Browallia New" w:hAnsi="Browallia New" w:cs="Browallia New"/>
                <w:cs/>
              </w:rPr>
              <w:t>และเฉพาะบริษัท</w:t>
            </w:r>
          </w:p>
        </w:tc>
      </w:tr>
      <w:tr w:rsidR="00160644" w:rsidRPr="000E3E1F" w14:paraId="48562B1B" w14:textId="77777777" w:rsidTr="0025486D">
        <w:trPr>
          <w:cantSplit/>
        </w:trPr>
        <w:tc>
          <w:tcPr>
            <w:tcW w:w="5634" w:type="dxa"/>
          </w:tcPr>
          <w:p w14:paraId="48562B17" w14:textId="77777777" w:rsidR="00160644" w:rsidRPr="000E3E1F"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4CD5EB46" w:rsidR="00160644" w:rsidRPr="000E3E1F" w:rsidRDefault="00EF5E4F" w:rsidP="00160644">
            <w:pPr>
              <w:ind w:left="-108" w:right="-108"/>
              <w:jc w:val="center"/>
              <w:rPr>
                <w:rFonts w:ascii="Browallia New" w:hAnsi="Browallia New" w:cs="Browallia New"/>
              </w:rPr>
            </w:pPr>
            <w:r w:rsidRPr="000E3E1F">
              <w:rPr>
                <w:rFonts w:ascii="Browallia New" w:hAnsi="Browallia New" w:cs="Browallia New"/>
                <w:spacing w:val="-4"/>
              </w:rPr>
              <w:t>30</w:t>
            </w:r>
            <w:r w:rsidRPr="000E3E1F">
              <w:rPr>
                <w:rFonts w:ascii="Browallia New" w:hAnsi="Browallia New" w:cs="Browallia New"/>
                <w:spacing w:val="-4"/>
                <w:cs/>
              </w:rPr>
              <w:t xml:space="preserve"> กันยายน </w:t>
            </w:r>
            <w:r w:rsidR="00160644" w:rsidRPr="000E3E1F">
              <w:rPr>
                <w:rFonts w:ascii="Browallia New" w:hAnsi="Browallia New" w:cs="Browallia New"/>
                <w:spacing w:val="-4"/>
              </w:rPr>
              <w:t>256</w:t>
            </w:r>
            <w:r w:rsidR="00505CE6" w:rsidRPr="000E3E1F">
              <w:rPr>
                <w:rFonts w:ascii="Browallia New" w:hAnsi="Browallia New" w:cs="Browallia New"/>
                <w:spacing w:val="-4"/>
              </w:rPr>
              <w:t>7</w:t>
            </w:r>
          </w:p>
        </w:tc>
        <w:tc>
          <w:tcPr>
            <w:tcW w:w="283" w:type="dxa"/>
            <w:vAlign w:val="bottom"/>
          </w:tcPr>
          <w:p w14:paraId="48562B19" w14:textId="77777777" w:rsidR="00160644" w:rsidRPr="000E3E1F" w:rsidRDefault="00160644" w:rsidP="00160644">
            <w:pPr>
              <w:ind w:left="-108" w:right="-108"/>
              <w:jc w:val="center"/>
              <w:rPr>
                <w:rFonts w:ascii="Browallia New" w:hAnsi="Browallia New" w:cs="Browallia New"/>
                <w:cs/>
              </w:rPr>
            </w:pPr>
          </w:p>
        </w:tc>
        <w:tc>
          <w:tcPr>
            <w:tcW w:w="1566" w:type="dxa"/>
            <w:tcBorders>
              <w:top w:val="single" w:sz="4" w:space="0" w:color="auto"/>
              <w:left w:val="nil"/>
              <w:bottom w:val="single" w:sz="4" w:space="0" w:color="auto"/>
              <w:right w:val="nil"/>
            </w:tcBorders>
            <w:vAlign w:val="bottom"/>
            <w:hideMark/>
          </w:tcPr>
          <w:p w14:paraId="48562B1A" w14:textId="0E745766" w:rsidR="00160644" w:rsidRPr="000E3E1F" w:rsidRDefault="00160644" w:rsidP="00623927">
            <w:pPr>
              <w:ind w:left="21" w:right="24"/>
              <w:jc w:val="center"/>
              <w:rPr>
                <w:rFonts w:ascii="Browallia New" w:hAnsi="Browallia New" w:cs="Browallia New"/>
                <w:cs/>
              </w:rPr>
            </w:pPr>
            <w:r w:rsidRPr="000E3E1F">
              <w:rPr>
                <w:rFonts w:ascii="Browallia New" w:hAnsi="Browallia New" w:cs="Browallia New"/>
              </w:rPr>
              <w:t xml:space="preserve">31 </w:t>
            </w:r>
            <w:r w:rsidRPr="000E3E1F">
              <w:rPr>
                <w:rFonts w:ascii="Browallia New" w:hAnsi="Browallia New" w:cs="Browallia New"/>
                <w:cs/>
              </w:rPr>
              <w:t>ธันวาคม</w:t>
            </w:r>
            <w:r w:rsidRPr="000E3E1F">
              <w:rPr>
                <w:rFonts w:ascii="Browallia New" w:hAnsi="Browallia New" w:cs="Browallia New"/>
              </w:rPr>
              <w:t xml:space="preserve"> 256</w:t>
            </w:r>
            <w:r w:rsidR="00B42AFF" w:rsidRPr="000E3E1F">
              <w:rPr>
                <w:rFonts w:ascii="Browallia New" w:hAnsi="Browallia New" w:cs="Browallia New"/>
              </w:rPr>
              <w:t>6</w:t>
            </w:r>
          </w:p>
        </w:tc>
      </w:tr>
      <w:tr w:rsidR="00F2675C" w:rsidRPr="000E3E1F" w14:paraId="48562B20" w14:textId="77777777" w:rsidTr="0025486D">
        <w:trPr>
          <w:cantSplit/>
        </w:trPr>
        <w:tc>
          <w:tcPr>
            <w:tcW w:w="5634" w:type="dxa"/>
          </w:tcPr>
          <w:p w14:paraId="48562B1C" w14:textId="77777777" w:rsidR="00F2675C" w:rsidRPr="000E3E1F" w:rsidRDefault="00F2675C" w:rsidP="003E0B20">
            <w:pPr>
              <w:jc w:val="center"/>
              <w:rPr>
                <w:rFonts w:ascii="Browallia New" w:hAnsi="Browallia New" w:cs="Browallia New"/>
                <w:cs/>
              </w:rPr>
            </w:pPr>
          </w:p>
        </w:tc>
        <w:tc>
          <w:tcPr>
            <w:tcW w:w="1559" w:type="dxa"/>
            <w:tcBorders>
              <w:top w:val="single" w:sz="4" w:space="0" w:color="auto"/>
              <w:left w:val="nil"/>
              <w:bottom w:val="nil"/>
              <w:right w:val="nil"/>
            </w:tcBorders>
            <w:vAlign w:val="bottom"/>
          </w:tcPr>
          <w:p w14:paraId="48562B1D" w14:textId="77777777" w:rsidR="00F2675C" w:rsidRPr="000E3E1F" w:rsidRDefault="00F2675C" w:rsidP="003E0B20">
            <w:pPr>
              <w:ind w:left="-108" w:right="-108"/>
              <w:jc w:val="center"/>
              <w:rPr>
                <w:rFonts w:ascii="Browallia New" w:eastAsia="SimSun" w:hAnsi="Browallia New" w:cs="Browallia New"/>
                <w:lang w:val="en-GB"/>
              </w:rPr>
            </w:pPr>
          </w:p>
        </w:tc>
        <w:tc>
          <w:tcPr>
            <w:tcW w:w="283" w:type="dxa"/>
            <w:vAlign w:val="bottom"/>
          </w:tcPr>
          <w:p w14:paraId="48562B1E" w14:textId="77777777" w:rsidR="00F2675C" w:rsidRPr="000E3E1F" w:rsidRDefault="00F2675C" w:rsidP="003E0B20">
            <w:pPr>
              <w:ind w:left="-108" w:right="-108"/>
              <w:jc w:val="center"/>
              <w:rPr>
                <w:rFonts w:ascii="Browallia New" w:hAnsi="Browallia New" w:cs="Browallia New"/>
              </w:rPr>
            </w:pPr>
          </w:p>
        </w:tc>
        <w:tc>
          <w:tcPr>
            <w:tcW w:w="1566" w:type="dxa"/>
            <w:tcBorders>
              <w:top w:val="single" w:sz="4" w:space="0" w:color="auto"/>
              <w:left w:val="nil"/>
              <w:bottom w:val="nil"/>
              <w:right w:val="nil"/>
            </w:tcBorders>
            <w:vAlign w:val="bottom"/>
          </w:tcPr>
          <w:p w14:paraId="48562B1F" w14:textId="77777777" w:rsidR="00F2675C" w:rsidRPr="000E3E1F" w:rsidRDefault="00F2675C" w:rsidP="003E0B20">
            <w:pPr>
              <w:ind w:left="-108" w:right="-108"/>
              <w:jc w:val="center"/>
              <w:rPr>
                <w:rFonts w:ascii="Browallia New" w:hAnsi="Browallia New" w:cs="Browallia New"/>
                <w:cs/>
                <w:lang w:val="en-GB"/>
              </w:rPr>
            </w:pPr>
          </w:p>
        </w:tc>
      </w:tr>
      <w:tr w:rsidR="00571A68" w:rsidRPr="000E3E1F" w14:paraId="48562B25" w14:textId="77777777" w:rsidTr="0025486D">
        <w:trPr>
          <w:cantSplit/>
        </w:trPr>
        <w:tc>
          <w:tcPr>
            <w:tcW w:w="5634" w:type="dxa"/>
          </w:tcPr>
          <w:p w14:paraId="48562B21" w14:textId="6F4F1E6F" w:rsidR="00571A68" w:rsidRPr="000E3E1F" w:rsidRDefault="00571A68" w:rsidP="00571A68">
            <w:pPr>
              <w:tabs>
                <w:tab w:val="left" w:pos="4318"/>
              </w:tabs>
              <w:rPr>
                <w:rFonts w:ascii="Browallia New" w:hAnsi="Browallia New" w:cs="Browallia New"/>
              </w:rPr>
            </w:pPr>
            <w:r w:rsidRPr="000E3E1F">
              <w:rPr>
                <w:rFonts w:ascii="Browallia New" w:hAnsi="Browallia New" w:cs="Browallia New"/>
                <w:cs/>
              </w:rPr>
              <w:t>ยอดคงเหลือต้นงวด</w:t>
            </w:r>
          </w:p>
        </w:tc>
        <w:tc>
          <w:tcPr>
            <w:tcW w:w="1559" w:type="dxa"/>
            <w:tcBorders>
              <w:left w:val="nil"/>
            </w:tcBorders>
          </w:tcPr>
          <w:p w14:paraId="48562B22" w14:textId="7C5FBADE" w:rsidR="00571A68" w:rsidRPr="000E3E1F" w:rsidRDefault="001634FB" w:rsidP="00571A68">
            <w:pPr>
              <w:tabs>
                <w:tab w:val="left" w:pos="720"/>
              </w:tabs>
              <w:ind w:right="106"/>
              <w:jc w:val="right"/>
              <w:rPr>
                <w:rFonts w:ascii="Browallia New" w:hAnsi="Browallia New" w:cs="Browallia New"/>
              </w:rPr>
            </w:pPr>
            <w:r w:rsidRPr="000E3E1F">
              <w:rPr>
                <w:rFonts w:ascii="Browallia New" w:hAnsi="Browallia New" w:cs="Browallia New"/>
              </w:rPr>
              <w:t>111,110</w:t>
            </w:r>
          </w:p>
        </w:tc>
        <w:tc>
          <w:tcPr>
            <w:tcW w:w="283" w:type="dxa"/>
            <w:tcBorders>
              <w:left w:val="nil"/>
            </w:tcBorders>
            <w:vAlign w:val="bottom"/>
          </w:tcPr>
          <w:p w14:paraId="48562B23" w14:textId="77777777" w:rsidR="00571A68" w:rsidRPr="000E3E1F" w:rsidRDefault="00571A68" w:rsidP="00571A68">
            <w:pPr>
              <w:ind w:right="106"/>
              <w:jc w:val="right"/>
              <w:rPr>
                <w:rFonts w:ascii="Browallia New" w:hAnsi="Browallia New" w:cs="Browallia New"/>
                <w:highlight w:val="yellow"/>
                <w:lang w:val="en-GB" w:eastAsia="en-GB"/>
              </w:rPr>
            </w:pPr>
          </w:p>
        </w:tc>
        <w:tc>
          <w:tcPr>
            <w:tcW w:w="1566" w:type="dxa"/>
          </w:tcPr>
          <w:p w14:paraId="48562B24" w14:textId="6F90F4EC" w:rsidR="00571A68" w:rsidRPr="000E3E1F" w:rsidRDefault="00571A68" w:rsidP="00571A68">
            <w:pPr>
              <w:tabs>
                <w:tab w:val="left" w:pos="720"/>
              </w:tabs>
              <w:ind w:right="106"/>
              <w:jc w:val="right"/>
              <w:rPr>
                <w:rFonts w:ascii="Browallia New" w:hAnsi="Browallia New" w:cs="Browallia New"/>
                <w:lang w:val="en-GB"/>
              </w:rPr>
            </w:pPr>
            <w:r w:rsidRPr="000E3E1F">
              <w:rPr>
                <w:rFonts w:ascii="Browallia New" w:hAnsi="Browallia New" w:cs="Browallia New"/>
              </w:rPr>
              <w:t>106,395</w:t>
            </w:r>
          </w:p>
        </w:tc>
      </w:tr>
      <w:tr w:rsidR="00571A68" w:rsidRPr="000E3E1F" w14:paraId="48562B2A" w14:textId="77777777" w:rsidTr="0025486D">
        <w:trPr>
          <w:cantSplit/>
        </w:trPr>
        <w:tc>
          <w:tcPr>
            <w:tcW w:w="5634" w:type="dxa"/>
          </w:tcPr>
          <w:p w14:paraId="48562B26" w14:textId="4061FF4B" w:rsidR="00571A68" w:rsidRPr="000E3E1F" w:rsidRDefault="00571A68" w:rsidP="00571A68">
            <w:pPr>
              <w:rPr>
                <w:rFonts w:ascii="Browallia New" w:hAnsi="Browallia New" w:cs="Browallia New"/>
                <w:lang w:val="en-GB"/>
              </w:rPr>
            </w:pPr>
            <w:r w:rsidRPr="000E3E1F">
              <w:rPr>
                <w:rFonts w:ascii="Browallia New" w:hAnsi="Browallia New" w:cs="Browallia New"/>
                <w:cs/>
              </w:rPr>
              <w:t>ต้นทุนบริการปัจจุบัน</w:t>
            </w:r>
          </w:p>
        </w:tc>
        <w:tc>
          <w:tcPr>
            <w:tcW w:w="1559" w:type="dxa"/>
            <w:tcBorders>
              <w:left w:val="nil"/>
            </w:tcBorders>
          </w:tcPr>
          <w:p w14:paraId="48562B27" w14:textId="1CAA0B5F" w:rsidR="00571A68" w:rsidRPr="000E3E1F" w:rsidRDefault="001634FB" w:rsidP="00571A68">
            <w:pPr>
              <w:tabs>
                <w:tab w:val="left" w:pos="720"/>
              </w:tabs>
              <w:ind w:right="106"/>
              <w:jc w:val="right"/>
              <w:rPr>
                <w:rFonts w:ascii="Browallia New" w:hAnsi="Browallia New" w:cs="Browallia New"/>
              </w:rPr>
            </w:pPr>
            <w:r w:rsidRPr="000E3E1F">
              <w:rPr>
                <w:rFonts w:ascii="Browallia New" w:hAnsi="Browallia New" w:cs="Browallia New"/>
              </w:rPr>
              <w:t>6,234</w:t>
            </w:r>
          </w:p>
        </w:tc>
        <w:tc>
          <w:tcPr>
            <w:tcW w:w="283" w:type="dxa"/>
            <w:tcBorders>
              <w:left w:val="nil"/>
            </w:tcBorders>
            <w:vAlign w:val="bottom"/>
          </w:tcPr>
          <w:p w14:paraId="48562B28" w14:textId="77777777" w:rsidR="00571A68" w:rsidRPr="000E3E1F" w:rsidRDefault="00571A68" w:rsidP="00571A68">
            <w:pPr>
              <w:ind w:right="106"/>
              <w:jc w:val="right"/>
              <w:rPr>
                <w:rFonts w:ascii="Browallia New" w:hAnsi="Browallia New" w:cs="Browallia New"/>
                <w:highlight w:val="yellow"/>
                <w:lang w:val="en-GB" w:eastAsia="en-GB"/>
              </w:rPr>
            </w:pPr>
          </w:p>
        </w:tc>
        <w:tc>
          <w:tcPr>
            <w:tcW w:w="1566" w:type="dxa"/>
          </w:tcPr>
          <w:p w14:paraId="48562B29" w14:textId="2710F0DB" w:rsidR="00571A68" w:rsidRPr="000E3E1F" w:rsidRDefault="00571A68" w:rsidP="00571A68">
            <w:pPr>
              <w:ind w:right="99"/>
              <w:jc w:val="right"/>
              <w:rPr>
                <w:rFonts w:ascii="Browallia New" w:hAnsi="Browallia New" w:cs="Browallia New"/>
                <w:lang w:val="en-GB"/>
              </w:rPr>
            </w:pPr>
            <w:r w:rsidRPr="000E3E1F">
              <w:rPr>
                <w:rFonts w:ascii="Browallia New" w:hAnsi="Browallia New" w:cs="Browallia New"/>
              </w:rPr>
              <w:t>8,291</w:t>
            </w:r>
          </w:p>
        </w:tc>
      </w:tr>
      <w:tr w:rsidR="00571A68" w:rsidRPr="000E3E1F" w14:paraId="48562B34" w14:textId="77777777" w:rsidTr="0025486D">
        <w:trPr>
          <w:cantSplit/>
        </w:trPr>
        <w:tc>
          <w:tcPr>
            <w:tcW w:w="5634" w:type="dxa"/>
          </w:tcPr>
          <w:p w14:paraId="48562B30" w14:textId="47959B16" w:rsidR="00571A68" w:rsidRPr="000E3E1F" w:rsidRDefault="00571A68" w:rsidP="00571A68">
            <w:pPr>
              <w:tabs>
                <w:tab w:val="left" w:pos="4318"/>
              </w:tabs>
              <w:rPr>
                <w:rFonts w:ascii="Browallia New" w:hAnsi="Browallia New" w:cs="Browallia New"/>
              </w:rPr>
            </w:pPr>
            <w:r w:rsidRPr="000E3E1F">
              <w:rPr>
                <w:rFonts w:ascii="Browallia New" w:hAnsi="Browallia New" w:cs="Browallia New"/>
                <w:cs/>
              </w:rPr>
              <w:t>ดอกเบี้ยจ่าย</w:t>
            </w:r>
          </w:p>
        </w:tc>
        <w:tc>
          <w:tcPr>
            <w:tcW w:w="1559" w:type="dxa"/>
            <w:tcBorders>
              <w:left w:val="nil"/>
            </w:tcBorders>
          </w:tcPr>
          <w:p w14:paraId="48562B31" w14:textId="0EBDC8D2" w:rsidR="00571A68" w:rsidRPr="000E3E1F" w:rsidRDefault="001634FB" w:rsidP="00571A68">
            <w:pPr>
              <w:tabs>
                <w:tab w:val="left" w:pos="720"/>
              </w:tabs>
              <w:ind w:right="106"/>
              <w:jc w:val="right"/>
              <w:rPr>
                <w:rFonts w:ascii="Browallia New" w:hAnsi="Browallia New" w:cs="Browallia New"/>
                <w:cs/>
              </w:rPr>
            </w:pPr>
            <w:r w:rsidRPr="000E3E1F">
              <w:rPr>
                <w:rFonts w:ascii="Browallia New" w:hAnsi="Browallia New" w:cs="Browallia New"/>
              </w:rPr>
              <w:t>1,765</w:t>
            </w:r>
          </w:p>
        </w:tc>
        <w:tc>
          <w:tcPr>
            <w:tcW w:w="283" w:type="dxa"/>
            <w:tcBorders>
              <w:left w:val="nil"/>
            </w:tcBorders>
            <w:vAlign w:val="bottom"/>
          </w:tcPr>
          <w:p w14:paraId="48562B32" w14:textId="77777777" w:rsidR="00571A68" w:rsidRPr="000E3E1F" w:rsidRDefault="00571A68" w:rsidP="00571A68">
            <w:pPr>
              <w:ind w:right="106"/>
              <w:jc w:val="right"/>
              <w:rPr>
                <w:rFonts w:ascii="Browallia New" w:hAnsi="Browallia New" w:cs="Browallia New"/>
                <w:highlight w:val="yellow"/>
                <w:lang w:val="en-GB" w:eastAsia="en-GB"/>
              </w:rPr>
            </w:pPr>
          </w:p>
        </w:tc>
        <w:tc>
          <w:tcPr>
            <w:tcW w:w="1566" w:type="dxa"/>
          </w:tcPr>
          <w:p w14:paraId="48562B33" w14:textId="4FF4C36B" w:rsidR="00571A68" w:rsidRPr="000E3E1F" w:rsidRDefault="00571A68" w:rsidP="00571A68">
            <w:pPr>
              <w:ind w:right="99"/>
              <w:jc w:val="right"/>
              <w:rPr>
                <w:rFonts w:ascii="Browallia New" w:hAnsi="Browallia New" w:cs="Browallia New"/>
                <w:lang w:val="en-GB"/>
              </w:rPr>
            </w:pPr>
            <w:r w:rsidRPr="000E3E1F">
              <w:rPr>
                <w:rFonts w:ascii="Browallia New" w:hAnsi="Browallia New" w:cs="Browallia New"/>
              </w:rPr>
              <w:t>2,272</w:t>
            </w:r>
          </w:p>
        </w:tc>
      </w:tr>
      <w:tr w:rsidR="00571A68" w:rsidRPr="000E3E1F" w14:paraId="660587D9" w14:textId="77777777" w:rsidTr="0025486D">
        <w:trPr>
          <w:cantSplit/>
        </w:trPr>
        <w:tc>
          <w:tcPr>
            <w:tcW w:w="5634" w:type="dxa"/>
          </w:tcPr>
          <w:p w14:paraId="4AB45BF1" w14:textId="0332F101" w:rsidR="00571A68" w:rsidRPr="000E3E1F" w:rsidRDefault="00571A68" w:rsidP="00571A68">
            <w:pPr>
              <w:tabs>
                <w:tab w:val="left" w:pos="4318"/>
              </w:tabs>
              <w:rPr>
                <w:rFonts w:ascii="Browallia New" w:hAnsi="Browallia New" w:cs="Browallia New"/>
                <w:cs/>
              </w:rPr>
            </w:pPr>
            <w:r w:rsidRPr="000E3E1F">
              <w:rPr>
                <w:rFonts w:ascii="Browallia New" w:hAnsi="Browallia New" w:cs="Browallia New"/>
                <w:cs/>
              </w:rPr>
              <w:t>จ่ายผลประโยชน์พนักงานในระหว่างงวด</w:t>
            </w:r>
          </w:p>
        </w:tc>
        <w:tc>
          <w:tcPr>
            <w:tcW w:w="1559" w:type="dxa"/>
            <w:tcBorders>
              <w:left w:val="nil"/>
              <w:bottom w:val="single" w:sz="4" w:space="0" w:color="auto"/>
            </w:tcBorders>
          </w:tcPr>
          <w:p w14:paraId="043804F8" w14:textId="1B406E6C" w:rsidR="00571A68" w:rsidRPr="000E3E1F" w:rsidRDefault="00434356" w:rsidP="00571A68">
            <w:pPr>
              <w:tabs>
                <w:tab w:val="left" w:pos="720"/>
              </w:tabs>
              <w:ind w:right="106"/>
              <w:jc w:val="right"/>
              <w:rPr>
                <w:rFonts w:ascii="Browallia New" w:hAnsi="Browallia New" w:cs="Browallia New"/>
                <w:cs/>
              </w:rPr>
            </w:pPr>
            <w:r w:rsidRPr="000E3E1F">
              <w:rPr>
                <w:rFonts w:ascii="Browallia New" w:hAnsi="Browallia New" w:cs="Browallia New"/>
              </w:rPr>
              <w:t>(6,599)</w:t>
            </w:r>
          </w:p>
        </w:tc>
        <w:tc>
          <w:tcPr>
            <w:tcW w:w="283" w:type="dxa"/>
            <w:tcBorders>
              <w:left w:val="nil"/>
            </w:tcBorders>
            <w:vAlign w:val="bottom"/>
          </w:tcPr>
          <w:p w14:paraId="74235E74" w14:textId="77777777" w:rsidR="00571A68" w:rsidRPr="000E3E1F" w:rsidRDefault="00571A68" w:rsidP="00571A68">
            <w:pPr>
              <w:ind w:right="106"/>
              <w:jc w:val="right"/>
              <w:rPr>
                <w:rFonts w:ascii="Browallia New" w:hAnsi="Browallia New" w:cs="Browallia New"/>
                <w:highlight w:val="yellow"/>
                <w:lang w:val="en-GB" w:eastAsia="en-GB"/>
              </w:rPr>
            </w:pPr>
          </w:p>
        </w:tc>
        <w:tc>
          <w:tcPr>
            <w:tcW w:w="1566" w:type="dxa"/>
            <w:tcBorders>
              <w:bottom w:val="single" w:sz="4" w:space="0" w:color="auto"/>
            </w:tcBorders>
            <w:vAlign w:val="bottom"/>
          </w:tcPr>
          <w:p w14:paraId="0BEB8978" w14:textId="7BF9D31C" w:rsidR="00571A68" w:rsidRPr="000E3E1F" w:rsidRDefault="00571A68" w:rsidP="00571A68">
            <w:pPr>
              <w:ind w:right="99"/>
              <w:jc w:val="right"/>
              <w:rPr>
                <w:rFonts w:ascii="Browallia New" w:hAnsi="Browallia New" w:cs="Browallia New"/>
                <w:lang w:val="en-GB"/>
              </w:rPr>
            </w:pPr>
            <w:r w:rsidRPr="000E3E1F">
              <w:rPr>
                <w:rFonts w:ascii="Browallia New" w:hAnsi="Browallia New" w:cs="Browallia New"/>
              </w:rPr>
              <w:t>(5,848)</w:t>
            </w:r>
          </w:p>
        </w:tc>
      </w:tr>
      <w:tr w:rsidR="00CE17FD" w:rsidRPr="000E3E1F" w14:paraId="38003711" w14:textId="77777777" w:rsidTr="0025486D">
        <w:trPr>
          <w:cantSplit/>
        </w:trPr>
        <w:tc>
          <w:tcPr>
            <w:tcW w:w="5634" w:type="dxa"/>
          </w:tcPr>
          <w:p w14:paraId="422A2A6F" w14:textId="4C2ADEB0" w:rsidR="00CE17FD" w:rsidRPr="000E3E1F" w:rsidRDefault="00CE17FD" w:rsidP="00CE17FD">
            <w:pPr>
              <w:tabs>
                <w:tab w:val="left" w:pos="4318"/>
              </w:tabs>
              <w:rPr>
                <w:rFonts w:ascii="Browallia New" w:hAnsi="Browallia New" w:cs="Browallia New"/>
                <w:cs/>
              </w:rPr>
            </w:pPr>
            <w:r w:rsidRPr="000E3E1F">
              <w:rPr>
                <w:rFonts w:ascii="Browallia New" w:hAnsi="Browallia New" w:cs="Browallia New"/>
                <w:cs/>
              </w:rPr>
              <w:t>รวม</w:t>
            </w:r>
          </w:p>
        </w:tc>
        <w:tc>
          <w:tcPr>
            <w:tcW w:w="1559" w:type="dxa"/>
            <w:tcBorders>
              <w:top w:val="single" w:sz="4" w:space="0" w:color="auto"/>
              <w:left w:val="nil"/>
            </w:tcBorders>
          </w:tcPr>
          <w:p w14:paraId="66AAB9F7" w14:textId="29C4CE78" w:rsidR="00CE17FD" w:rsidRPr="000E3E1F" w:rsidRDefault="00434356" w:rsidP="00CE17FD">
            <w:pPr>
              <w:tabs>
                <w:tab w:val="left" w:pos="720"/>
              </w:tabs>
              <w:ind w:right="106"/>
              <w:jc w:val="right"/>
              <w:rPr>
                <w:rFonts w:ascii="Browallia New" w:hAnsi="Browallia New" w:cs="Browallia New"/>
                <w:cs/>
              </w:rPr>
            </w:pPr>
            <w:r w:rsidRPr="000E3E1F">
              <w:rPr>
                <w:rFonts w:ascii="Browallia New" w:hAnsi="Browallia New" w:cs="Browallia New"/>
              </w:rPr>
              <w:t>112,510</w:t>
            </w:r>
          </w:p>
        </w:tc>
        <w:tc>
          <w:tcPr>
            <w:tcW w:w="283" w:type="dxa"/>
            <w:tcBorders>
              <w:left w:val="nil"/>
            </w:tcBorders>
            <w:vAlign w:val="bottom"/>
          </w:tcPr>
          <w:p w14:paraId="3EAD2A2C" w14:textId="77777777" w:rsidR="00CE17FD" w:rsidRPr="000E3E1F"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tcBorders>
            <w:vAlign w:val="bottom"/>
          </w:tcPr>
          <w:p w14:paraId="1437B3FA" w14:textId="0DA26EF6" w:rsidR="00CE17FD" w:rsidRPr="000E3E1F" w:rsidRDefault="00CE17FD" w:rsidP="00CE17FD">
            <w:pPr>
              <w:ind w:right="99"/>
              <w:jc w:val="right"/>
              <w:rPr>
                <w:rFonts w:ascii="Browallia New" w:hAnsi="Browallia New" w:cs="Browallia New"/>
                <w:lang w:val="en-GB"/>
              </w:rPr>
            </w:pPr>
            <w:r w:rsidRPr="000E3E1F">
              <w:rPr>
                <w:rFonts w:ascii="Browallia New" w:hAnsi="Browallia New" w:cs="Browallia New"/>
                <w:lang w:val="en-GB"/>
              </w:rPr>
              <w:t>111,110</w:t>
            </w:r>
          </w:p>
        </w:tc>
      </w:tr>
      <w:tr w:rsidR="00CE17FD" w:rsidRPr="000E3E1F" w14:paraId="48562B3F" w14:textId="77777777" w:rsidTr="0025486D">
        <w:trPr>
          <w:cantSplit/>
        </w:trPr>
        <w:tc>
          <w:tcPr>
            <w:tcW w:w="5634" w:type="dxa"/>
          </w:tcPr>
          <w:p w14:paraId="48562B3B" w14:textId="3513DC2A" w:rsidR="00CE17FD" w:rsidRPr="000E3E1F" w:rsidRDefault="00CE17FD" w:rsidP="00CE17FD">
            <w:pPr>
              <w:tabs>
                <w:tab w:val="left" w:pos="4318"/>
              </w:tabs>
              <w:ind w:left="283" w:hanging="283"/>
              <w:rPr>
                <w:rFonts w:ascii="Browallia New" w:hAnsi="Browallia New" w:cs="Browallia New"/>
                <w:cs/>
              </w:rPr>
            </w:pPr>
            <w:r w:rsidRPr="000E3E1F">
              <w:rPr>
                <w:rFonts w:ascii="Browallia New" w:hAnsi="Browallia New" w:cs="Browallia New"/>
                <w:u w:val="single"/>
                <w:cs/>
              </w:rPr>
              <w:t>หัก</w:t>
            </w:r>
            <w:r w:rsidRPr="000E3E1F">
              <w:rPr>
                <w:rFonts w:ascii="Browallia New" w:hAnsi="Browallia New" w:cs="Browallia New"/>
                <w:cs/>
              </w:rPr>
              <w:t xml:space="preserve"> ส่วนที่ถึงกำหนดชำระภายในหนึ่งปี</w:t>
            </w:r>
          </w:p>
        </w:tc>
        <w:tc>
          <w:tcPr>
            <w:tcW w:w="1559" w:type="dxa"/>
            <w:tcBorders>
              <w:left w:val="nil"/>
              <w:bottom w:val="single" w:sz="4" w:space="0" w:color="auto"/>
            </w:tcBorders>
          </w:tcPr>
          <w:p w14:paraId="48562B3C" w14:textId="187A480F" w:rsidR="00CE17FD" w:rsidRPr="000E3E1F" w:rsidRDefault="00434356" w:rsidP="00CE17FD">
            <w:pPr>
              <w:tabs>
                <w:tab w:val="left" w:pos="720"/>
              </w:tabs>
              <w:ind w:right="106"/>
              <w:jc w:val="right"/>
              <w:rPr>
                <w:rFonts w:ascii="Browallia New" w:hAnsi="Browallia New" w:cs="Browallia New"/>
                <w:cs/>
              </w:rPr>
            </w:pPr>
            <w:r w:rsidRPr="000E3E1F">
              <w:rPr>
                <w:rFonts w:ascii="Browallia New" w:hAnsi="Browallia New" w:cs="Browallia New"/>
              </w:rPr>
              <w:t>(3,737)</w:t>
            </w:r>
          </w:p>
        </w:tc>
        <w:tc>
          <w:tcPr>
            <w:tcW w:w="283" w:type="dxa"/>
            <w:tcBorders>
              <w:left w:val="nil"/>
            </w:tcBorders>
            <w:vAlign w:val="bottom"/>
          </w:tcPr>
          <w:p w14:paraId="48562B3D" w14:textId="77777777" w:rsidR="00CE17FD" w:rsidRPr="000E3E1F" w:rsidRDefault="00CE17FD" w:rsidP="00CE17FD">
            <w:pPr>
              <w:ind w:right="106"/>
              <w:jc w:val="right"/>
              <w:rPr>
                <w:rFonts w:ascii="Browallia New" w:hAnsi="Browallia New" w:cs="Browallia New"/>
                <w:cs/>
                <w:lang w:val="en-GB" w:eastAsia="en-GB"/>
              </w:rPr>
            </w:pPr>
          </w:p>
        </w:tc>
        <w:tc>
          <w:tcPr>
            <w:tcW w:w="1566" w:type="dxa"/>
            <w:tcBorders>
              <w:bottom w:val="single" w:sz="4" w:space="0" w:color="auto"/>
            </w:tcBorders>
            <w:vAlign w:val="center"/>
          </w:tcPr>
          <w:p w14:paraId="48562B3E" w14:textId="2B879994" w:rsidR="00CE17FD" w:rsidRPr="000E3E1F" w:rsidRDefault="00CE17FD" w:rsidP="00CE17FD">
            <w:pPr>
              <w:tabs>
                <w:tab w:val="left" w:pos="720"/>
              </w:tabs>
              <w:ind w:right="106"/>
              <w:jc w:val="right"/>
              <w:rPr>
                <w:rFonts w:ascii="Browallia New" w:hAnsi="Browallia New" w:cs="Browallia New"/>
              </w:rPr>
            </w:pPr>
            <w:r w:rsidRPr="000E3E1F">
              <w:rPr>
                <w:rFonts w:ascii="Browallia New" w:hAnsi="Browallia New" w:cs="Browallia New"/>
                <w:lang w:val="en-GB"/>
              </w:rPr>
              <w:t>(10,336)</w:t>
            </w:r>
          </w:p>
        </w:tc>
      </w:tr>
      <w:tr w:rsidR="00CE17FD" w:rsidRPr="000E3E1F" w14:paraId="48562B44" w14:textId="77777777" w:rsidTr="0025486D">
        <w:trPr>
          <w:cantSplit/>
        </w:trPr>
        <w:tc>
          <w:tcPr>
            <w:tcW w:w="5634" w:type="dxa"/>
          </w:tcPr>
          <w:p w14:paraId="48562B40" w14:textId="17698805" w:rsidR="00CE17FD" w:rsidRPr="000E3E1F" w:rsidRDefault="00CE17FD" w:rsidP="00CE17FD">
            <w:pPr>
              <w:ind w:left="252" w:hanging="252"/>
              <w:rPr>
                <w:rFonts w:ascii="Browallia New" w:hAnsi="Browallia New" w:cs="Browallia New"/>
                <w:cs/>
              </w:rPr>
            </w:pPr>
            <w:r w:rsidRPr="000E3E1F">
              <w:rPr>
                <w:rFonts w:ascii="Browallia New" w:hAnsi="Browallia New" w:cs="Browallia New"/>
                <w:cs/>
              </w:rPr>
              <w:t>ยอดคงเหลือสิ้นงวด</w:t>
            </w:r>
          </w:p>
        </w:tc>
        <w:tc>
          <w:tcPr>
            <w:tcW w:w="1559" w:type="dxa"/>
            <w:tcBorders>
              <w:top w:val="single" w:sz="4" w:space="0" w:color="auto"/>
              <w:left w:val="nil"/>
              <w:bottom w:val="single" w:sz="12" w:space="0" w:color="auto"/>
            </w:tcBorders>
          </w:tcPr>
          <w:p w14:paraId="48562B41" w14:textId="7BED3370" w:rsidR="00CE17FD" w:rsidRPr="000E3E1F" w:rsidRDefault="00434356" w:rsidP="00CE17FD">
            <w:pPr>
              <w:tabs>
                <w:tab w:val="left" w:pos="720"/>
              </w:tabs>
              <w:ind w:right="106"/>
              <w:jc w:val="right"/>
              <w:rPr>
                <w:rFonts w:ascii="Browallia New" w:hAnsi="Browallia New" w:cs="Browallia New"/>
              </w:rPr>
            </w:pPr>
            <w:r w:rsidRPr="000E3E1F">
              <w:rPr>
                <w:rFonts w:ascii="Browallia New" w:hAnsi="Browallia New" w:cs="Browallia New"/>
              </w:rPr>
              <w:t>108,773</w:t>
            </w:r>
          </w:p>
        </w:tc>
        <w:tc>
          <w:tcPr>
            <w:tcW w:w="283" w:type="dxa"/>
            <w:tcBorders>
              <w:left w:val="nil"/>
            </w:tcBorders>
            <w:vAlign w:val="bottom"/>
          </w:tcPr>
          <w:p w14:paraId="48562B42" w14:textId="77777777" w:rsidR="00CE17FD" w:rsidRPr="000E3E1F"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bottom w:val="single" w:sz="12" w:space="0" w:color="auto"/>
            </w:tcBorders>
            <w:vAlign w:val="bottom"/>
          </w:tcPr>
          <w:p w14:paraId="48562B43" w14:textId="0C1B7DD0" w:rsidR="00CE17FD" w:rsidRPr="000E3E1F" w:rsidRDefault="00CE17FD" w:rsidP="00CE17FD">
            <w:pPr>
              <w:tabs>
                <w:tab w:val="left" w:pos="720"/>
              </w:tabs>
              <w:ind w:right="106"/>
              <w:jc w:val="right"/>
              <w:rPr>
                <w:rFonts w:ascii="Browallia New" w:hAnsi="Browallia New" w:cs="Browallia New"/>
                <w:cs/>
              </w:rPr>
            </w:pPr>
            <w:r w:rsidRPr="000E3E1F">
              <w:rPr>
                <w:rFonts w:ascii="Browallia New" w:hAnsi="Browallia New" w:cs="Browallia New"/>
                <w:lang w:val="en-GB"/>
              </w:rPr>
              <w:t>100,774</w:t>
            </w:r>
          </w:p>
        </w:tc>
      </w:tr>
      <w:tr w:rsidR="00B42AFF" w:rsidRPr="000E3E1F" w14:paraId="48562B49" w14:textId="77777777" w:rsidTr="0025486D">
        <w:trPr>
          <w:cantSplit/>
        </w:trPr>
        <w:tc>
          <w:tcPr>
            <w:tcW w:w="5634" w:type="dxa"/>
          </w:tcPr>
          <w:p w14:paraId="48562B45" w14:textId="7766B563" w:rsidR="00B42AFF" w:rsidRPr="000E3E1F" w:rsidRDefault="00B42AFF" w:rsidP="00B42AFF">
            <w:pPr>
              <w:tabs>
                <w:tab w:val="left" w:pos="4318"/>
              </w:tabs>
              <w:rPr>
                <w:rFonts w:ascii="Browallia New" w:hAnsi="Browallia New" w:cs="Browallia New"/>
                <w:u w:val="single"/>
                <w:cs/>
              </w:rPr>
            </w:pPr>
          </w:p>
        </w:tc>
        <w:tc>
          <w:tcPr>
            <w:tcW w:w="1559" w:type="dxa"/>
            <w:tcBorders>
              <w:top w:val="single" w:sz="12" w:space="0" w:color="auto"/>
              <w:left w:val="nil"/>
            </w:tcBorders>
          </w:tcPr>
          <w:p w14:paraId="48562B46" w14:textId="5C78528F" w:rsidR="00B42AFF" w:rsidRPr="000E3E1F" w:rsidRDefault="00B42AFF" w:rsidP="00B42AFF">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B42AFF" w:rsidRPr="000E3E1F" w:rsidRDefault="00B42AFF" w:rsidP="00B42AFF">
            <w:pPr>
              <w:ind w:right="106"/>
              <w:jc w:val="right"/>
              <w:rPr>
                <w:rFonts w:ascii="Browallia New" w:hAnsi="Browallia New" w:cs="Browallia New"/>
                <w:highlight w:val="yellow"/>
                <w:lang w:val="en-GB" w:eastAsia="en-GB"/>
              </w:rPr>
            </w:pPr>
          </w:p>
        </w:tc>
        <w:tc>
          <w:tcPr>
            <w:tcW w:w="1566" w:type="dxa"/>
            <w:tcBorders>
              <w:top w:val="single" w:sz="12" w:space="0" w:color="auto"/>
            </w:tcBorders>
            <w:vAlign w:val="bottom"/>
          </w:tcPr>
          <w:p w14:paraId="48562B48" w14:textId="3C607BC0" w:rsidR="00B42AFF" w:rsidRPr="000E3E1F" w:rsidRDefault="00B42AFF" w:rsidP="00B42AFF">
            <w:pPr>
              <w:tabs>
                <w:tab w:val="left" w:pos="720"/>
              </w:tabs>
              <w:ind w:right="106"/>
              <w:jc w:val="right"/>
              <w:rPr>
                <w:rFonts w:ascii="Browallia New" w:hAnsi="Browallia New" w:cs="Browallia New"/>
              </w:rPr>
            </w:pPr>
          </w:p>
        </w:tc>
      </w:tr>
      <w:tr w:rsidR="00B42AFF" w:rsidRPr="000E3E1F" w14:paraId="48562B4E" w14:textId="77777777" w:rsidTr="0025486D">
        <w:trPr>
          <w:cantSplit/>
          <w:trHeight w:val="280"/>
        </w:trPr>
        <w:tc>
          <w:tcPr>
            <w:tcW w:w="5634" w:type="dxa"/>
          </w:tcPr>
          <w:p w14:paraId="48562B4A" w14:textId="32E02DE3" w:rsidR="00B42AFF" w:rsidRPr="000E3E1F" w:rsidRDefault="00B42AFF" w:rsidP="00B42AFF">
            <w:pPr>
              <w:rPr>
                <w:rFonts w:ascii="Browallia New" w:hAnsi="Browallia New" w:cs="Browallia New"/>
                <w:lang w:val="en-GB"/>
              </w:rPr>
            </w:pPr>
            <w:r w:rsidRPr="000E3E1F">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75647678" w:rsidR="00B42AFF" w:rsidRPr="000E3E1F" w:rsidRDefault="00D33427" w:rsidP="00B42AFF">
            <w:pPr>
              <w:tabs>
                <w:tab w:val="left" w:pos="720"/>
              </w:tabs>
              <w:ind w:right="106"/>
              <w:jc w:val="right"/>
              <w:rPr>
                <w:rFonts w:ascii="Browallia New" w:hAnsi="Browallia New" w:cs="Browallia New"/>
                <w:cs/>
              </w:rPr>
            </w:pPr>
            <w:r w:rsidRPr="000E3E1F">
              <w:rPr>
                <w:rFonts w:ascii="Browallia New" w:hAnsi="Browallia New" w:cs="Browallia New"/>
              </w:rPr>
              <w:t>112,510</w:t>
            </w:r>
          </w:p>
        </w:tc>
        <w:tc>
          <w:tcPr>
            <w:tcW w:w="283" w:type="dxa"/>
            <w:tcBorders>
              <w:left w:val="nil"/>
            </w:tcBorders>
            <w:vAlign w:val="bottom"/>
          </w:tcPr>
          <w:p w14:paraId="48562B4C" w14:textId="77777777" w:rsidR="00B42AFF" w:rsidRPr="000E3E1F" w:rsidRDefault="00B42AFF" w:rsidP="00B42AFF">
            <w:pPr>
              <w:ind w:right="106"/>
              <w:jc w:val="right"/>
              <w:rPr>
                <w:rFonts w:ascii="Browallia New" w:hAnsi="Browallia New" w:cs="Browallia New"/>
                <w:highlight w:val="yellow"/>
                <w:lang w:val="en-GB" w:eastAsia="en-GB"/>
              </w:rPr>
            </w:pPr>
          </w:p>
        </w:tc>
        <w:tc>
          <w:tcPr>
            <w:tcW w:w="1566" w:type="dxa"/>
            <w:tcBorders>
              <w:bottom w:val="single" w:sz="12" w:space="0" w:color="auto"/>
            </w:tcBorders>
            <w:vAlign w:val="bottom"/>
          </w:tcPr>
          <w:p w14:paraId="48562B4D" w14:textId="6D06966D" w:rsidR="00B42AFF" w:rsidRPr="000E3E1F" w:rsidRDefault="00B42AFF" w:rsidP="00B42AFF">
            <w:pPr>
              <w:tabs>
                <w:tab w:val="left" w:pos="720"/>
              </w:tabs>
              <w:ind w:right="106"/>
              <w:jc w:val="right"/>
              <w:rPr>
                <w:rFonts w:ascii="Browallia New" w:hAnsi="Browallia New" w:cs="Browallia New"/>
              </w:rPr>
            </w:pPr>
            <w:r w:rsidRPr="000E3E1F">
              <w:rPr>
                <w:rFonts w:ascii="Browallia New" w:hAnsi="Browallia New" w:cs="Browallia New"/>
                <w:lang w:val="en-GB"/>
              </w:rPr>
              <w:t>111,110</w:t>
            </w:r>
          </w:p>
        </w:tc>
      </w:tr>
    </w:tbl>
    <w:p w14:paraId="19C589B5" w14:textId="77777777" w:rsidR="00475D8E" w:rsidRPr="000E3E1F" w:rsidRDefault="00475D8E" w:rsidP="00475D8E">
      <w:pPr>
        <w:pStyle w:val="ListParagraph"/>
        <w:spacing w:after="0" w:line="240" w:lineRule="auto"/>
        <w:ind w:left="375"/>
        <w:rPr>
          <w:rFonts w:ascii="Browallia New" w:hAnsi="Browallia New" w:cs="Browallia New"/>
          <w:b/>
          <w:bCs/>
          <w:sz w:val="28"/>
        </w:rPr>
      </w:pPr>
    </w:p>
    <w:p w14:paraId="708724C2" w14:textId="5DE6E442" w:rsidR="00222655" w:rsidRPr="000E3E1F" w:rsidRDefault="00222655" w:rsidP="009F2D23">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0E3E1F">
        <w:rPr>
          <w:rFonts w:ascii="Browallia New" w:hAnsi="Browallia New" w:cs="Browallia New"/>
          <w:b/>
          <w:bCs/>
          <w:sz w:val="28"/>
          <w:cs/>
        </w:rPr>
        <w:t>จ่ายเงินปั</w:t>
      </w:r>
      <w:r w:rsidR="009F2D23" w:rsidRPr="000E3E1F">
        <w:rPr>
          <w:rFonts w:ascii="Browallia New" w:hAnsi="Browallia New" w:cs="Browallia New"/>
          <w:b/>
          <w:bCs/>
          <w:sz w:val="28"/>
          <w:cs/>
        </w:rPr>
        <w:t>นผล</w:t>
      </w:r>
    </w:p>
    <w:p w14:paraId="2041E348" w14:textId="77777777" w:rsidR="009F2D23" w:rsidRPr="000E3E1F" w:rsidRDefault="009F2D23" w:rsidP="009F2D23">
      <w:pPr>
        <w:pStyle w:val="ListParagraph"/>
        <w:tabs>
          <w:tab w:val="left" w:pos="720"/>
        </w:tabs>
        <w:spacing w:after="0" w:line="240" w:lineRule="auto"/>
        <w:ind w:left="360"/>
        <w:jc w:val="thaiDistribute"/>
        <w:rPr>
          <w:rFonts w:ascii="Browallia New" w:hAnsi="Browallia New" w:cs="Browallia New"/>
          <w:sz w:val="28"/>
        </w:rPr>
      </w:pPr>
    </w:p>
    <w:p w14:paraId="71366EFD" w14:textId="311F6299" w:rsidR="002D0D30" w:rsidRPr="000E3E1F" w:rsidRDefault="002D0D30" w:rsidP="00222655">
      <w:pPr>
        <w:pStyle w:val="ListParagraph"/>
        <w:tabs>
          <w:tab w:val="left" w:pos="720"/>
        </w:tabs>
        <w:spacing w:after="0" w:line="240" w:lineRule="auto"/>
        <w:ind w:left="360"/>
        <w:jc w:val="thaiDistribute"/>
        <w:rPr>
          <w:rFonts w:ascii="Browallia New" w:hAnsi="Browallia New" w:cs="Browallia New"/>
          <w:sz w:val="28"/>
        </w:rPr>
      </w:pPr>
      <w:r w:rsidRPr="000E3E1F">
        <w:rPr>
          <w:rFonts w:ascii="Browallia New" w:hAnsi="Browallia New" w:cs="Browallia New"/>
          <w:sz w:val="28"/>
          <w:cs/>
        </w:rPr>
        <w:t>เมื</w:t>
      </w:r>
      <w:r w:rsidR="00103A18" w:rsidRPr="000E3E1F">
        <w:rPr>
          <w:rFonts w:ascii="Browallia New" w:hAnsi="Browallia New" w:cs="Browallia New"/>
          <w:sz w:val="28"/>
          <w:cs/>
        </w:rPr>
        <w:t>่</w:t>
      </w:r>
      <w:r w:rsidRPr="000E3E1F">
        <w:rPr>
          <w:rFonts w:ascii="Browallia New" w:hAnsi="Browallia New" w:cs="Browallia New"/>
          <w:sz w:val="28"/>
          <w:cs/>
        </w:rPr>
        <w:t>อวันที</w:t>
      </w:r>
      <w:r w:rsidR="00103A18" w:rsidRPr="000E3E1F">
        <w:rPr>
          <w:rFonts w:ascii="Browallia New" w:hAnsi="Browallia New" w:cs="Browallia New"/>
          <w:sz w:val="28"/>
          <w:cs/>
        </w:rPr>
        <w:t>่</w:t>
      </w:r>
      <w:r w:rsidRPr="000E3E1F">
        <w:rPr>
          <w:rFonts w:ascii="Browallia New" w:hAnsi="Browallia New" w:cs="Browallia New"/>
          <w:sz w:val="28"/>
          <w:cs/>
        </w:rPr>
        <w:t xml:space="preserve"> </w:t>
      </w:r>
      <w:r w:rsidRPr="000E3E1F">
        <w:rPr>
          <w:rFonts w:ascii="Browallia New" w:hAnsi="Browallia New" w:cs="Browallia New"/>
          <w:sz w:val="28"/>
        </w:rPr>
        <w:t xml:space="preserve">30 </w:t>
      </w:r>
      <w:r w:rsidRPr="000E3E1F">
        <w:rPr>
          <w:rFonts w:ascii="Browallia New" w:hAnsi="Browallia New" w:cs="Browallia New"/>
          <w:sz w:val="28"/>
          <w:cs/>
        </w:rPr>
        <w:t>เมษายน</w:t>
      </w:r>
      <w:r w:rsidRPr="000E3E1F">
        <w:rPr>
          <w:rFonts w:ascii="Browallia New" w:hAnsi="Browallia New" w:cs="Browallia New"/>
          <w:sz w:val="28"/>
        </w:rPr>
        <w:t xml:space="preserve"> 2567</w:t>
      </w:r>
      <w:r w:rsidRPr="000E3E1F">
        <w:rPr>
          <w:rFonts w:ascii="Browallia New" w:hAnsi="Browallia New" w:cs="Browallia New"/>
          <w:sz w:val="28"/>
          <w:cs/>
        </w:rPr>
        <w:t xml:space="preserve"> ท</w:t>
      </w:r>
      <w:r w:rsidR="00B55489" w:rsidRPr="000E3E1F">
        <w:rPr>
          <w:rFonts w:ascii="Browallia New" w:hAnsi="Browallia New" w:cs="Browallia New"/>
          <w:sz w:val="28"/>
          <w:cs/>
        </w:rPr>
        <w:t>ี่</w:t>
      </w:r>
      <w:r w:rsidRPr="000E3E1F">
        <w:rPr>
          <w:rFonts w:ascii="Browallia New" w:hAnsi="Browallia New" w:cs="Browallia New"/>
          <w:sz w:val="28"/>
          <w:cs/>
        </w:rPr>
        <w:t xml:space="preserve">ประชุมสามัญผู้ถือหุ้นประจำปี </w:t>
      </w:r>
      <w:r w:rsidRPr="000E3E1F">
        <w:rPr>
          <w:rFonts w:ascii="Browallia New" w:hAnsi="Browallia New" w:cs="Browallia New"/>
          <w:sz w:val="28"/>
        </w:rPr>
        <w:t>2567</w:t>
      </w:r>
      <w:r w:rsidRPr="000E3E1F">
        <w:rPr>
          <w:rFonts w:ascii="Browallia New" w:hAnsi="Browallia New" w:cs="Browallia New"/>
          <w:sz w:val="28"/>
          <w:cs/>
        </w:rPr>
        <w:t xml:space="preserve"> ได้มีมติอนุมัติให้จ่ายเงินปันผลจากผลการดำเนินงานสำหรับปีสิ้นสุดวันที่ </w:t>
      </w:r>
      <w:r w:rsidRPr="000E3E1F">
        <w:rPr>
          <w:rFonts w:ascii="Browallia New" w:hAnsi="Browallia New" w:cs="Browallia New"/>
          <w:sz w:val="28"/>
        </w:rPr>
        <w:t>31</w:t>
      </w:r>
      <w:r w:rsidRPr="000E3E1F">
        <w:rPr>
          <w:rFonts w:ascii="Browallia New" w:hAnsi="Browallia New" w:cs="Browallia New"/>
          <w:sz w:val="28"/>
          <w:cs/>
        </w:rPr>
        <w:t xml:space="preserve"> ธันวาคม </w:t>
      </w:r>
      <w:r w:rsidRPr="000E3E1F">
        <w:rPr>
          <w:rFonts w:ascii="Browallia New" w:hAnsi="Browallia New" w:cs="Browallia New"/>
          <w:sz w:val="28"/>
        </w:rPr>
        <w:t>2566</w:t>
      </w:r>
      <w:r w:rsidRPr="000E3E1F">
        <w:rPr>
          <w:rFonts w:ascii="Browallia New" w:hAnsi="Browallia New" w:cs="Browallia New"/>
          <w:sz w:val="28"/>
          <w:cs/>
        </w:rPr>
        <w:t xml:space="preserve"> ให้แก่ผู้ถือหุ้นในอัตราหุ้นละ </w:t>
      </w:r>
      <w:r w:rsidRPr="000E3E1F">
        <w:rPr>
          <w:rFonts w:ascii="Browallia New" w:hAnsi="Browallia New" w:cs="Browallia New"/>
          <w:sz w:val="28"/>
        </w:rPr>
        <w:t>0</w:t>
      </w:r>
      <w:r w:rsidRPr="000E3E1F">
        <w:rPr>
          <w:rFonts w:ascii="Browallia New" w:hAnsi="Browallia New" w:cs="Browallia New"/>
          <w:sz w:val="28"/>
          <w:cs/>
        </w:rPr>
        <w:t>.</w:t>
      </w:r>
      <w:r w:rsidRPr="000E3E1F">
        <w:rPr>
          <w:rFonts w:ascii="Browallia New" w:hAnsi="Browallia New" w:cs="Browallia New"/>
          <w:sz w:val="28"/>
        </w:rPr>
        <w:t>222</w:t>
      </w:r>
      <w:r w:rsidRPr="000E3E1F">
        <w:rPr>
          <w:rFonts w:ascii="Browallia New" w:hAnsi="Browallia New" w:cs="Browallia New"/>
          <w:sz w:val="28"/>
          <w:cs/>
        </w:rPr>
        <w:t xml:space="preserve"> บาท สำหรับหุ้นสามัญจำนวน </w:t>
      </w:r>
      <w:r w:rsidRPr="000E3E1F">
        <w:rPr>
          <w:rFonts w:ascii="Browallia New" w:hAnsi="Browallia New" w:cs="Browallia New"/>
          <w:sz w:val="28"/>
        </w:rPr>
        <w:t>639,997,880</w:t>
      </w:r>
      <w:r w:rsidRPr="000E3E1F">
        <w:rPr>
          <w:rFonts w:ascii="Browallia New" w:hAnsi="Browallia New" w:cs="Browallia New"/>
          <w:sz w:val="28"/>
          <w:cs/>
        </w:rPr>
        <w:t xml:space="preserve"> หุ้น เป็นจำนวนเงิน </w:t>
      </w:r>
      <w:r w:rsidRPr="000E3E1F">
        <w:rPr>
          <w:rFonts w:ascii="Browallia New" w:hAnsi="Browallia New" w:cs="Browallia New"/>
          <w:sz w:val="28"/>
        </w:rPr>
        <w:t>142,079,529.36</w:t>
      </w:r>
      <w:r w:rsidRPr="000E3E1F">
        <w:rPr>
          <w:rFonts w:ascii="Browallia New" w:hAnsi="Browallia New" w:cs="Browallia New"/>
          <w:sz w:val="28"/>
          <w:cs/>
        </w:rPr>
        <w:t xml:space="preserve"> บาท บริษัท</w:t>
      </w:r>
      <w:r w:rsidR="007F33E9" w:rsidRPr="000E3E1F">
        <w:rPr>
          <w:rFonts w:ascii="Browallia New" w:hAnsi="Browallia New" w:cs="Browallia New"/>
          <w:sz w:val="28"/>
          <w:cs/>
        </w:rPr>
        <w:t>ได้</w:t>
      </w:r>
      <w:r w:rsidRPr="000E3E1F">
        <w:rPr>
          <w:rFonts w:ascii="Browallia New" w:hAnsi="Browallia New" w:cs="Browallia New"/>
          <w:sz w:val="28"/>
          <w:cs/>
        </w:rPr>
        <w:t>จ่ายเงินปันผลดังกล่าว</w:t>
      </w:r>
      <w:r w:rsidR="009A77B9" w:rsidRPr="000E3E1F">
        <w:rPr>
          <w:rFonts w:ascii="Browallia New" w:hAnsi="Browallia New" w:cs="Browallia New"/>
          <w:sz w:val="28"/>
          <w:cs/>
        </w:rPr>
        <w:t>แล้ว</w:t>
      </w:r>
      <w:r w:rsidRPr="000E3E1F">
        <w:rPr>
          <w:rFonts w:ascii="Browallia New" w:hAnsi="Browallia New" w:cs="Browallia New"/>
          <w:sz w:val="28"/>
          <w:cs/>
        </w:rPr>
        <w:t xml:space="preserve">ในวันที่ </w:t>
      </w:r>
      <w:r w:rsidRPr="000E3E1F">
        <w:rPr>
          <w:rFonts w:ascii="Browallia New" w:hAnsi="Browallia New" w:cs="Browallia New"/>
          <w:sz w:val="28"/>
        </w:rPr>
        <w:t>24</w:t>
      </w:r>
      <w:r w:rsidRPr="000E3E1F">
        <w:rPr>
          <w:rFonts w:ascii="Browallia New" w:hAnsi="Browallia New" w:cs="Browallia New"/>
          <w:sz w:val="28"/>
          <w:cs/>
        </w:rPr>
        <w:t xml:space="preserve"> พฤษภาคม </w:t>
      </w:r>
      <w:r w:rsidRPr="000E3E1F">
        <w:rPr>
          <w:rFonts w:ascii="Browallia New" w:hAnsi="Browallia New" w:cs="Browallia New"/>
          <w:sz w:val="28"/>
        </w:rPr>
        <w:t>2567</w:t>
      </w:r>
      <w:r w:rsidR="000D2352" w:rsidRPr="000E3E1F">
        <w:rPr>
          <w:rFonts w:ascii="Browallia New" w:hAnsi="Browallia New" w:cs="Browallia New"/>
          <w:sz w:val="28"/>
        </w:rPr>
        <w:br/>
      </w:r>
    </w:p>
    <w:p w14:paraId="45009F91" w14:textId="77777777" w:rsidR="002E02DE" w:rsidRPr="000E3E1F" w:rsidRDefault="002E02DE" w:rsidP="002E02DE">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lastRenderedPageBreak/>
        <w:t>การนำเสนอข้อมูลทางการเงินจำแนกตามส่วนงาน</w:t>
      </w:r>
    </w:p>
    <w:p w14:paraId="0AE6008F" w14:textId="77777777" w:rsidR="006E6CC7" w:rsidRPr="000E3E1F" w:rsidRDefault="006E6CC7" w:rsidP="00475D8E">
      <w:pPr>
        <w:pStyle w:val="ListParagraph"/>
        <w:spacing w:after="0" w:line="240" w:lineRule="auto"/>
        <w:ind w:left="375"/>
        <w:rPr>
          <w:rFonts w:ascii="Browallia New" w:hAnsi="Browallia New" w:cs="Browallia New"/>
          <w:b/>
          <w:bCs/>
          <w:sz w:val="28"/>
        </w:rPr>
      </w:pPr>
    </w:p>
    <w:p w14:paraId="52471E7B" w14:textId="2871A1F8" w:rsidR="002E02DE" w:rsidRPr="000E3E1F" w:rsidRDefault="002E02DE" w:rsidP="00475D8E">
      <w:pPr>
        <w:pStyle w:val="ListParagraph"/>
        <w:spacing w:after="0" w:line="240" w:lineRule="auto"/>
        <w:ind w:left="375"/>
        <w:rPr>
          <w:rFonts w:ascii="Browallia New" w:hAnsi="Browallia New" w:cs="Browallia New"/>
          <w:sz w:val="28"/>
        </w:rPr>
      </w:pPr>
      <w:r w:rsidRPr="000E3E1F">
        <w:rPr>
          <w:rFonts w:ascii="Browallia New" w:hAnsi="Browallia New" w:cs="Browallia New"/>
          <w:sz w:val="28"/>
          <w:cs/>
        </w:rPr>
        <w:t>กลุ่มบริษัทดำเนินกิจการในการผลิตชิ้นส่วนที่ทำจากเหล็ก และให้บริการเกี่ยวกับธุรกิจเหล็ก รายละเอียดข้อมูลรายได้ที่สำคัญ</w:t>
      </w:r>
      <w:r w:rsidR="00E622AA" w:rsidRPr="000E3E1F">
        <w:rPr>
          <w:rFonts w:ascii="Browallia New" w:hAnsi="Browallia New" w:cs="Browallia New"/>
          <w:sz w:val="28"/>
          <w:cs/>
        </w:rPr>
        <w:t xml:space="preserve">สำหรับงวดสามเดือนและเก้าเดือนสิ้นสุดวันที่ </w:t>
      </w:r>
      <w:r w:rsidR="00E622AA" w:rsidRPr="000E3E1F">
        <w:rPr>
          <w:rFonts w:ascii="Browallia New" w:hAnsi="Browallia New" w:cs="Browallia New"/>
          <w:sz w:val="28"/>
        </w:rPr>
        <w:t>30</w:t>
      </w:r>
      <w:r w:rsidR="00E622AA" w:rsidRPr="000E3E1F">
        <w:rPr>
          <w:rFonts w:ascii="Browallia New" w:hAnsi="Browallia New" w:cs="Browallia New"/>
          <w:sz w:val="28"/>
          <w:cs/>
        </w:rPr>
        <w:t xml:space="preserve"> กันยายน </w:t>
      </w:r>
      <w:r w:rsidR="00FD6F40" w:rsidRPr="000E3E1F">
        <w:rPr>
          <w:rFonts w:ascii="Browallia New" w:hAnsi="Browallia New" w:cs="Browallia New"/>
          <w:sz w:val="28"/>
        </w:rPr>
        <w:t>2567</w:t>
      </w:r>
      <w:r w:rsidRPr="000E3E1F">
        <w:rPr>
          <w:rFonts w:ascii="Browallia New" w:hAnsi="Browallia New" w:cs="Browallia New"/>
          <w:sz w:val="28"/>
          <w:cs/>
        </w:rPr>
        <w:t xml:space="preserve"> และ </w:t>
      </w:r>
      <w:r w:rsidR="00FD6F40" w:rsidRPr="000E3E1F">
        <w:rPr>
          <w:rFonts w:ascii="Browallia New" w:hAnsi="Browallia New" w:cs="Browallia New"/>
          <w:sz w:val="28"/>
        </w:rPr>
        <w:t>2566</w:t>
      </w:r>
      <w:r w:rsidRPr="000E3E1F">
        <w:rPr>
          <w:rFonts w:ascii="Browallia New" w:hAnsi="Browallia New" w:cs="Browallia New"/>
          <w:sz w:val="28"/>
          <w:cs/>
        </w:rPr>
        <w:t xml:space="preserve"> มีดังนี้</w:t>
      </w:r>
      <w:r w:rsidRPr="000E3E1F">
        <w:rPr>
          <w:rFonts w:ascii="Browallia New" w:hAnsi="Browallia New" w:cs="Browallia New"/>
          <w:sz w:val="28"/>
        </w:rPr>
        <w:br/>
      </w:r>
    </w:p>
    <w:tbl>
      <w:tblPr>
        <w:tblpPr w:leftFromText="180" w:rightFromText="180" w:vertAnchor="text" w:horzAnchor="margin" w:tblpX="142" w:tblpY="106"/>
        <w:tblW w:w="9923" w:type="dxa"/>
        <w:tblLayout w:type="fixed"/>
        <w:tblLook w:val="01E0" w:firstRow="1" w:lastRow="1" w:firstColumn="1" w:lastColumn="1" w:noHBand="0" w:noVBand="0"/>
      </w:tblPr>
      <w:tblGrid>
        <w:gridCol w:w="1418"/>
        <w:gridCol w:w="992"/>
        <w:gridCol w:w="851"/>
        <w:gridCol w:w="708"/>
        <w:gridCol w:w="709"/>
        <w:gridCol w:w="992"/>
        <w:gridCol w:w="993"/>
        <w:gridCol w:w="850"/>
        <w:gridCol w:w="709"/>
        <w:gridCol w:w="709"/>
        <w:gridCol w:w="992"/>
      </w:tblGrid>
      <w:tr w:rsidR="002E02DE" w:rsidRPr="000E3E1F" w14:paraId="32C76045" w14:textId="77777777" w:rsidTr="00682EAF">
        <w:trPr>
          <w:trHeight w:val="20"/>
          <w:tblHeader/>
        </w:trPr>
        <w:tc>
          <w:tcPr>
            <w:tcW w:w="1418" w:type="dxa"/>
            <w:vAlign w:val="bottom"/>
          </w:tcPr>
          <w:p w14:paraId="0D694455" w14:textId="77777777" w:rsidR="002E02DE" w:rsidRPr="000E3E1F"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A6F16B8" w14:textId="77777777" w:rsidR="002E02DE" w:rsidRPr="000E3E1F" w:rsidRDefault="002E02DE">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cs/>
              </w:rPr>
              <w:t>(หน่วย</w:t>
            </w:r>
            <w:r w:rsidRPr="000E3E1F">
              <w:rPr>
                <w:rFonts w:ascii="Browallia New" w:hAnsi="Browallia New" w:cs="Browallia New"/>
                <w:sz w:val="20"/>
                <w:szCs w:val="20"/>
              </w:rPr>
              <w:t xml:space="preserve"> : </w:t>
            </w:r>
            <w:r w:rsidRPr="000E3E1F">
              <w:rPr>
                <w:rFonts w:ascii="Browallia New" w:hAnsi="Browallia New" w:cs="Browallia New"/>
                <w:sz w:val="20"/>
                <w:szCs w:val="20"/>
                <w:cs/>
              </w:rPr>
              <w:t>พันบาท)</w:t>
            </w:r>
          </w:p>
        </w:tc>
      </w:tr>
      <w:tr w:rsidR="002E02DE" w:rsidRPr="000E3E1F" w14:paraId="77387CD5" w14:textId="77777777" w:rsidTr="00682EAF">
        <w:trPr>
          <w:trHeight w:val="20"/>
          <w:tblHeader/>
        </w:trPr>
        <w:tc>
          <w:tcPr>
            <w:tcW w:w="1418" w:type="dxa"/>
            <w:vAlign w:val="bottom"/>
          </w:tcPr>
          <w:p w14:paraId="25C4FF39" w14:textId="77777777" w:rsidR="002E02DE" w:rsidRPr="000E3E1F"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180047A"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lang w:val="en-GB"/>
              </w:rPr>
              <w:t>ข้อมูลทางการเงินรวม</w:t>
            </w:r>
          </w:p>
        </w:tc>
      </w:tr>
      <w:tr w:rsidR="002E02DE" w:rsidRPr="000E3E1F" w14:paraId="34A14DDE" w14:textId="77777777" w:rsidTr="00682EAF">
        <w:trPr>
          <w:trHeight w:val="20"/>
          <w:tblHeader/>
        </w:trPr>
        <w:tc>
          <w:tcPr>
            <w:tcW w:w="1418" w:type="dxa"/>
            <w:vAlign w:val="bottom"/>
          </w:tcPr>
          <w:p w14:paraId="4D19E047" w14:textId="77777777" w:rsidR="002E02DE" w:rsidRPr="000E3E1F"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74BDE905" w14:textId="5140FD3D" w:rsidR="002E02DE" w:rsidRPr="000E3E1F" w:rsidRDefault="006F061C">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สำหรับงวดสามเดือนสิ้นสุดวันที่</w:t>
            </w:r>
            <w:r w:rsidRPr="000E3E1F">
              <w:rPr>
                <w:rFonts w:ascii="Browallia New" w:hAnsi="Browallia New" w:cs="Browallia New"/>
                <w:sz w:val="20"/>
                <w:szCs w:val="20"/>
              </w:rPr>
              <w:t xml:space="preserve"> 30 </w:t>
            </w:r>
            <w:r w:rsidRPr="000E3E1F">
              <w:rPr>
                <w:rFonts w:ascii="Browallia New" w:hAnsi="Browallia New" w:cs="Browallia New"/>
                <w:sz w:val="20"/>
                <w:szCs w:val="20"/>
                <w:cs/>
              </w:rPr>
              <w:t>กันยายน</w:t>
            </w:r>
          </w:p>
        </w:tc>
      </w:tr>
      <w:tr w:rsidR="002E02DE" w:rsidRPr="000E3E1F" w14:paraId="2951762B" w14:textId="77777777" w:rsidTr="00682EAF">
        <w:trPr>
          <w:trHeight w:val="20"/>
          <w:tblHeader/>
        </w:trPr>
        <w:tc>
          <w:tcPr>
            <w:tcW w:w="1418" w:type="dxa"/>
            <w:vAlign w:val="bottom"/>
          </w:tcPr>
          <w:p w14:paraId="2B350A9A" w14:textId="77777777" w:rsidR="002E02DE" w:rsidRPr="000E3E1F" w:rsidRDefault="002E02DE">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2CE47E54"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2567</w:t>
            </w:r>
          </w:p>
        </w:tc>
        <w:tc>
          <w:tcPr>
            <w:tcW w:w="4253" w:type="dxa"/>
            <w:gridSpan w:val="5"/>
            <w:vAlign w:val="bottom"/>
          </w:tcPr>
          <w:p w14:paraId="54CF21D3"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2566</w:t>
            </w:r>
          </w:p>
        </w:tc>
      </w:tr>
      <w:tr w:rsidR="002E02DE" w:rsidRPr="000E3E1F" w14:paraId="1450B9CF" w14:textId="77777777" w:rsidTr="00682EAF">
        <w:trPr>
          <w:trHeight w:val="20"/>
          <w:tblHeader/>
        </w:trPr>
        <w:tc>
          <w:tcPr>
            <w:tcW w:w="1418" w:type="dxa"/>
            <w:vAlign w:val="bottom"/>
          </w:tcPr>
          <w:p w14:paraId="352F1348" w14:textId="77777777" w:rsidR="002E02DE" w:rsidRPr="000E3E1F" w:rsidRDefault="002E02DE">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6A038BD1" w14:textId="77777777" w:rsidR="002E02DE" w:rsidRPr="000E3E1F"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ขายและ</w:t>
            </w:r>
          </w:p>
          <w:p w14:paraId="2517C8E3" w14:textId="77777777" w:rsidR="002E02DE" w:rsidRPr="000E3E1F"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br/>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สุทธิ</w:t>
            </w:r>
          </w:p>
        </w:tc>
        <w:tc>
          <w:tcPr>
            <w:tcW w:w="851" w:type="dxa"/>
            <w:vAlign w:val="bottom"/>
          </w:tcPr>
          <w:p w14:paraId="1C827EE3"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w:t>
            </w:r>
          </w:p>
          <w:p w14:paraId="554A9CCF"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จากการให้บริการตัดเหล็ก</w:t>
            </w:r>
          </w:p>
        </w:tc>
        <w:tc>
          <w:tcPr>
            <w:tcW w:w="708" w:type="dxa"/>
            <w:vAlign w:val="bottom"/>
          </w:tcPr>
          <w:p w14:paraId="2A6EA2F1"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16DC70C"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1B7A0CD9"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344BB37B"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709" w:type="dxa"/>
            <w:vAlign w:val="bottom"/>
          </w:tcPr>
          <w:p w14:paraId="57313692"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รายการ</w:t>
            </w:r>
            <w:r w:rsidRPr="000E3E1F">
              <w:rPr>
                <w:rFonts w:ascii="Browallia New" w:hAnsi="Browallia New" w:cs="Browallia New"/>
                <w:sz w:val="20"/>
                <w:szCs w:val="20"/>
              </w:rPr>
              <w:t xml:space="preserve">        </w:t>
            </w:r>
          </w:p>
          <w:p w14:paraId="1607646C"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ตัดบัญชี</w:t>
            </w:r>
          </w:p>
        </w:tc>
        <w:tc>
          <w:tcPr>
            <w:tcW w:w="992" w:type="dxa"/>
            <w:vAlign w:val="bottom"/>
          </w:tcPr>
          <w:p w14:paraId="34A42D7F"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c>
          <w:tcPr>
            <w:tcW w:w="993" w:type="dxa"/>
            <w:vAlign w:val="bottom"/>
          </w:tcPr>
          <w:p w14:paraId="197225B3"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ขายและ</w:t>
            </w:r>
          </w:p>
          <w:p w14:paraId="4B1CFF38"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br/>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สุทธิ</w:t>
            </w:r>
          </w:p>
        </w:tc>
        <w:tc>
          <w:tcPr>
            <w:tcW w:w="850" w:type="dxa"/>
            <w:vAlign w:val="bottom"/>
          </w:tcPr>
          <w:p w14:paraId="3277F437"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3EE0B8E6"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จากการให้บริการตัดเหล็ก</w:t>
            </w:r>
          </w:p>
        </w:tc>
        <w:tc>
          <w:tcPr>
            <w:tcW w:w="709" w:type="dxa"/>
            <w:vAlign w:val="bottom"/>
          </w:tcPr>
          <w:p w14:paraId="4E221E01"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0DE5ED06"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48C2BECB"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709" w:type="dxa"/>
            <w:vAlign w:val="bottom"/>
          </w:tcPr>
          <w:p w14:paraId="721E53C0"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รายการ</w:t>
            </w:r>
            <w:r w:rsidRPr="000E3E1F">
              <w:rPr>
                <w:rFonts w:ascii="Browallia New" w:hAnsi="Browallia New" w:cs="Browallia New"/>
                <w:sz w:val="20"/>
                <w:szCs w:val="20"/>
              </w:rPr>
              <w:t xml:space="preserve">        </w:t>
            </w:r>
            <w:r w:rsidRPr="000E3E1F">
              <w:rPr>
                <w:rFonts w:ascii="Browallia New" w:hAnsi="Browallia New" w:cs="Browallia New"/>
                <w:sz w:val="20"/>
                <w:szCs w:val="20"/>
                <w:cs/>
              </w:rPr>
              <w:t>ตัดบัญชี</w:t>
            </w:r>
          </w:p>
        </w:tc>
        <w:tc>
          <w:tcPr>
            <w:tcW w:w="992" w:type="dxa"/>
            <w:vAlign w:val="bottom"/>
          </w:tcPr>
          <w:p w14:paraId="107FDD12" w14:textId="77777777" w:rsidR="002E02DE" w:rsidRPr="000E3E1F"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r>
      <w:tr w:rsidR="002E02DE" w:rsidRPr="000E3E1F" w14:paraId="03B68AA2" w14:textId="77777777" w:rsidTr="00682EAF">
        <w:trPr>
          <w:trHeight w:val="288"/>
        </w:trPr>
        <w:tc>
          <w:tcPr>
            <w:tcW w:w="1418" w:type="dxa"/>
            <w:vAlign w:val="bottom"/>
          </w:tcPr>
          <w:p w14:paraId="77F4EB80"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9FB7B46"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0FB4E3F4"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2999D1F9"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D18F821"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1F3C615" w14:textId="77777777" w:rsidR="002E02DE" w:rsidRPr="000E3E1F" w:rsidRDefault="002E02DE">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5002E107" w14:textId="77777777" w:rsidR="002E02DE" w:rsidRPr="000E3E1F" w:rsidRDefault="002E02DE">
            <w:pPr>
              <w:tabs>
                <w:tab w:val="left" w:pos="794"/>
                <w:tab w:val="left" w:pos="1361"/>
                <w:tab w:val="left" w:pos="1928"/>
              </w:tabs>
              <w:jc w:val="right"/>
              <w:rPr>
                <w:rFonts w:ascii="Browallia New" w:hAnsi="Browallia New" w:cs="Browallia New"/>
                <w:sz w:val="14"/>
                <w:szCs w:val="14"/>
              </w:rPr>
            </w:pPr>
          </w:p>
        </w:tc>
        <w:tc>
          <w:tcPr>
            <w:tcW w:w="850" w:type="dxa"/>
            <w:vAlign w:val="bottom"/>
          </w:tcPr>
          <w:p w14:paraId="197FBBBD" w14:textId="77777777" w:rsidR="002E02DE" w:rsidRPr="000E3E1F"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5451EE3E" w14:textId="77777777" w:rsidR="002E02DE" w:rsidRPr="000E3E1F"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662D9D48" w14:textId="77777777" w:rsidR="002E02DE" w:rsidRPr="000E3E1F" w:rsidRDefault="002E02DE">
            <w:pPr>
              <w:tabs>
                <w:tab w:val="left" w:pos="794"/>
                <w:tab w:val="left" w:pos="1361"/>
                <w:tab w:val="left" w:pos="1928"/>
              </w:tabs>
              <w:jc w:val="right"/>
              <w:rPr>
                <w:rFonts w:ascii="Browallia New" w:hAnsi="Browallia New" w:cs="Browallia New"/>
                <w:sz w:val="14"/>
                <w:szCs w:val="14"/>
              </w:rPr>
            </w:pPr>
          </w:p>
        </w:tc>
        <w:tc>
          <w:tcPr>
            <w:tcW w:w="992" w:type="dxa"/>
            <w:vAlign w:val="bottom"/>
          </w:tcPr>
          <w:p w14:paraId="7EF7CE69" w14:textId="77777777" w:rsidR="002E02DE" w:rsidRPr="000E3E1F" w:rsidRDefault="002E02DE">
            <w:pPr>
              <w:tabs>
                <w:tab w:val="left" w:pos="794"/>
                <w:tab w:val="left" w:pos="1361"/>
                <w:tab w:val="left" w:pos="1928"/>
              </w:tabs>
              <w:jc w:val="right"/>
              <w:rPr>
                <w:rFonts w:ascii="Browallia New" w:hAnsi="Browallia New" w:cs="Browallia New"/>
                <w:sz w:val="14"/>
                <w:szCs w:val="14"/>
              </w:rPr>
            </w:pPr>
          </w:p>
        </w:tc>
      </w:tr>
      <w:tr w:rsidR="002E02DE" w:rsidRPr="000E3E1F" w14:paraId="49D08B6A" w14:textId="77777777" w:rsidTr="00682EAF">
        <w:trPr>
          <w:trHeight w:val="288"/>
        </w:trPr>
        <w:tc>
          <w:tcPr>
            <w:tcW w:w="3969" w:type="dxa"/>
            <w:gridSpan w:val="4"/>
            <w:vAlign w:val="bottom"/>
          </w:tcPr>
          <w:p w14:paraId="0CF11F54" w14:textId="77777777" w:rsidR="002E02DE" w:rsidRPr="000E3E1F" w:rsidRDefault="002E02DE">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cs/>
              </w:rPr>
              <w:t>รายได้ตามภูมิศาสตร์</w:t>
            </w:r>
          </w:p>
        </w:tc>
        <w:tc>
          <w:tcPr>
            <w:tcW w:w="709" w:type="dxa"/>
            <w:vAlign w:val="bottom"/>
          </w:tcPr>
          <w:p w14:paraId="194B8F04" w14:textId="77777777" w:rsidR="002E02DE" w:rsidRPr="000E3E1F" w:rsidRDefault="002E02DE">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02BA5A75" w14:textId="77777777" w:rsidR="002E02DE" w:rsidRPr="000E3E1F" w:rsidRDefault="002E02DE">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422CF15A" w14:textId="77777777" w:rsidR="002E02DE" w:rsidRPr="000E3E1F" w:rsidRDefault="002E02DE">
            <w:pPr>
              <w:tabs>
                <w:tab w:val="left" w:pos="794"/>
                <w:tab w:val="left" w:pos="1361"/>
                <w:tab w:val="left" w:pos="1928"/>
              </w:tabs>
              <w:jc w:val="right"/>
              <w:rPr>
                <w:rFonts w:ascii="Browallia New" w:hAnsi="Browallia New" w:cs="Browallia New"/>
                <w:sz w:val="19"/>
                <w:szCs w:val="19"/>
              </w:rPr>
            </w:pPr>
          </w:p>
        </w:tc>
        <w:tc>
          <w:tcPr>
            <w:tcW w:w="850" w:type="dxa"/>
            <w:vAlign w:val="bottom"/>
          </w:tcPr>
          <w:p w14:paraId="5133E20A" w14:textId="77777777" w:rsidR="002E02DE" w:rsidRPr="000E3E1F"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4E736A08" w14:textId="77777777" w:rsidR="002E02DE" w:rsidRPr="000E3E1F"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3CB78AED" w14:textId="77777777" w:rsidR="002E02DE" w:rsidRPr="000E3E1F" w:rsidRDefault="002E02DE">
            <w:pPr>
              <w:tabs>
                <w:tab w:val="left" w:pos="794"/>
                <w:tab w:val="left" w:pos="1361"/>
                <w:tab w:val="left" w:pos="1928"/>
              </w:tabs>
              <w:jc w:val="right"/>
              <w:rPr>
                <w:rFonts w:ascii="Browallia New" w:hAnsi="Browallia New" w:cs="Browallia New"/>
                <w:sz w:val="19"/>
                <w:szCs w:val="19"/>
              </w:rPr>
            </w:pPr>
          </w:p>
        </w:tc>
        <w:tc>
          <w:tcPr>
            <w:tcW w:w="992" w:type="dxa"/>
            <w:vAlign w:val="bottom"/>
          </w:tcPr>
          <w:p w14:paraId="68596DA7" w14:textId="77777777" w:rsidR="002E02DE" w:rsidRPr="000E3E1F" w:rsidRDefault="002E02DE">
            <w:pPr>
              <w:tabs>
                <w:tab w:val="left" w:pos="794"/>
                <w:tab w:val="left" w:pos="1361"/>
                <w:tab w:val="left" w:pos="1928"/>
              </w:tabs>
              <w:jc w:val="right"/>
              <w:rPr>
                <w:rFonts w:ascii="Browallia New" w:hAnsi="Browallia New" w:cs="Browallia New"/>
                <w:sz w:val="19"/>
                <w:szCs w:val="19"/>
              </w:rPr>
            </w:pPr>
          </w:p>
        </w:tc>
      </w:tr>
      <w:tr w:rsidR="00692FA5" w:rsidRPr="000E3E1F" w14:paraId="5A62B088" w14:textId="77777777" w:rsidTr="00682EAF">
        <w:trPr>
          <w:trHeight w:val="273"/>
        </w:trPr>
        <w:tc>
          <w:tcPr>
            <w:tcW w:w="1418" w:type="dxa"/>
            <w:vAlign w:val="bottom"/>
          </w:tcPr>
          <w:p w14:paraId="608142FD" w14:textId="77777777" w:rsidR="00692FA5" w:rsidRPr="000E3E1F" w:rsidRDefault="00692FA5" w:rsidP="00692FA5">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rPr>
              <w:t xml:space="preserve">     </w:t>
            </w:r>
            <w:r w:rsidRPr="000E3E1F">
              <w:rPr>
                <w:rFonts w:ascii="Browallia New" w:hAnsi="Browallia New" w:cs="Browallia New"/>
                <w:sz w:val="19"/>
                <w:szCs w:val="19"/>
                <w:cs/>
              </w:rPr>
              <w:t>ไทย</w:t>
            </w:r>
          </w:p>
        </w:tc>
        <w:tc>
          <w:tcPr>
            <w:tcW w:w="992" w:type="dxa"/>
          </w:tcPr>
          <w:p w14:paraId="59F3C9D0" w14:textId="3A70E38A" w:rsidR="00692FA5" w:rsidRPr="000E3E1F" w:rsidRDefault="00127ED8"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1,193</w:t>
            </w:r>
            <w:r w:rsidR="00AB4001" w:rsidRPr="000E3E1F">
              <w:rPr>
                <w:rFonts w:ascii="Browallia New" w:hAnsi="Browallia New" w:cs="Browallia New"/>
                <w:sz w:val="20"/>
                <w:szCs w:val="20"/>
              </w:rPr>
              <w:t>,716</w:t>
            </w:r>
          </w:p>
        </w:tc>
        <w:tc>
          <w:tcPr>
            <w:tcW w:w="851" w:type="dxa"/>
          </w:tcPr>
          <w:p w14:paraId="78920B99" w14:textId="72685DCA" w:rsidR="00692FA5" w:rsidRPr="000E3E1F" w:rsidRDefault="00AB4001"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78,140</w:t>
            </w:r>
          </w:p>
        </w:tc>
        <w:tc>
          <w:tcPr>
            <w:tcW w:w="708" w:type="dxa"/>
          </w:tcPr>
          <w:p w14:paraId="15D3E106" w14:textId="107847F1" w:rsidR="00692FA5" w:rsidRPr="000E3E1F" w:rsidRDefault="00AB4001"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17,51</w:t>
            </w:r>
            <w:r w:rsidR="00A239BB" w:rsidRPr="000E3E1F">
              <w:rPr>
                <w:rFonts w:ascii="Browallia New" w:hAnsi="Browallia New" w:cs="Browallia New"/>
                <w:sz w:val="20"/>
                <w:szCs w:val="20"/>
              </w:rPr>
              <w:t>1</w:t>
            </w:r>
          </w:p>
        </w:tc>
        <w:tc>
          <w:tcPr>
            <w:tcW w:w="709" w:type="dxa"/>
          </w:tcPr>
          <w:p w14:paraId="7C6C6124" w14:textId="43C57EDD" w:rsidR="00692FA5" w:rsidRPr="000E3E1F" w:rsidRDefault="00E22D37" w:rsidP="00692FA5">
            <w:pP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AB4001" w:rsidRPr="000E3E1F">
              <w:rPr>
                <w:rFonts w:ascii="Browallia New" w:hAnsi="Browallia New" w:cs="Browallia New"/>
                <w:sz w:val="20"/>
                <w:szCs w:val="20"/>
              </w:rPr>
              <w:t>-</w:t>
            </w:r>
          </w:p>
        </w:tc>
        <w:tc>
          <w:tcPr>
            <w:tcW w:w="992" w:type="dxa"/>
          </w:tcPr>
          <w:p w14:paraId="64D7AA98" w14:textId="0B8B4379" w:rsidR="00692FA5" w:rsidRPr="000E3E1F" w:rsidRDefault="00C15F99"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1,289,36</w:t>
            </w:r>
            <w:r w:rsidR="00A239BB" w:rsidRPr="000E3E1F">
              <w:rPr>
                <w:rFonts w:ascii="Browallia New" w:hAnsi="Browallia New" w:cs="Browallia New"/>
                <w:sz w:val="20"/>
                <w:szCs w:val="20"/>
              </w:rPr>
              <w:t>7</w:t>
            </w:r>
          </w:p>
        </w:tc>
        <w:tc>
          <w:tcPr>
            <w:tcW w:w="993" w:type="dxa"/>
          </w:tcPr>
          <w:p w14:paraId="40B887A0" w14:textId="685728FD"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1,236,745</w:t>
            </w:r>
          </w:p>
        </w:tc>
        <w:tc>
          <w:tcPr>
            <w:tcW w:w="850" w:type="dxa"/>
          </w:tcPr>
          <w:p w14:paraId="0237C904" w14:textId="72CC51D1"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76,983</w:t>
            </w:r>
          </w:p>
        </w:tc>
        <w:tc>
          <w:tcPr>
            <w:tcW w:w="709" w:type="dxa"/>
          </w:tcPr>
          <w:p w14:paraId="3127414C" w14:textId="236BABF3"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17,577</w:t>
            </w:r>
          </w:p>
        </w:tc>
        <w:tc>
          <w:tcPr>
            <w:tcW w:w="709" w:type="dxa"/>
          </w:tcPr>
          <w:p w14:paraId="4A00C5D8" w14:textId="74B047D7" w:rsidR="00692FA5" w:rsidRPr="000E3E1F" w:rsidRDefault="00692FA5" w:rsidP="00692FA5">
            <w:pP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cs/>
              </w:rPr>
              <w:t xml:space="preserve">   -</w:t>
            </w:r>
          </w:p>
        </w:tc>
        <w:tc>
          <w:tcPr>
            <w:tcW w:w="992" w:type="dxa"/>
          </w:tcPr>
          <w:p w14:paraId="1AB2DA05" w14:textId="29C0F6A6"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1,331,305</w:t>
            </w:r>
          </w:p>
        </w:tc>
      </w:tr>
      <w:tr w:rsidR="00692FA5" w:rsidRPr="000E3E1F" w14:paraId="7E6E76D9" w14:textId="77777777" w:rsidTr="000D1A9C">
        <w:trPr>
          <w:trHeight w:val="183"/>
        </w:trPr>
        <w:tc>
          <w:tcPr>
            <w:tcW w:w="1418" w:type="dxa"/>
            <w:vAlign w:val="bottom"/>
          </w:tcPr>
          <w:p w14:paraId="171B2C86" w14:textId="77777777" w:rsidR="00692FA5" w:rsidRPr="000E3E1F" w:rsidRDefault="00692FA5" w:rsidP="00692FA5">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rPr>
              <w:t xml:space="preserve">     </w:t>
            </w:r>
            <w:r w:rsidRPr="000E3E1F">
              <w:rPr>
                <w:rFonts w:ascii="Browallia New" w:hAnsi="Browallia New" w:cs="Browallia New"/>
                <w:sz w:val="19"/>
                <w:szCs w:val="19"/>
                <w:cs/>
              </w:rPr>
              <w:t>เวียดนาม</w:t>
            </w:r>
          </w:p>
        </w:tc>
        <w:tc>
          <w:tcPr>
            <w:tcW w:w="992" w:type="dxa"/>
            <w:vAlign w:val="bottom"/>
          </w:tcPr>
          <w:p w14:paraId="0887BF5D" w14:textId="17F1B4B8" w:rsidR="00692FA5" w:rsidRPr="000E3E1F" w:rsidRDefault="00AB4001"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18,377</w:t>
            </w:r>
          </w:p>
        </w:tc>
        <w:tc>
          <w:tcPr>
            <w:tcW w:w="851" w:type="dxa"/>
            <w:vAlign w:val="bottom"/>
          </w:tcPr>
          <w:p w14:paraId="5AC50C7B" w14:textId="422F7835" w:rsidR="00692FA5" w:rsidRPr="000E3E1F" w:rsidRDefault="00F049D3" w:rsidP="00692FA5">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E22D37" w:rsidRPr="000E3E1F">
              <w:rPr>
                <w:rFonts w:ascii="Browallia New" w:hAnsi="Browallia New" w:cs="Browallia New"/>
                <w:sz w:val="20"/>
                <w:szCs w:val="20"/>
              </w:rPr>
              <w:t xml:space="preserve"> </w:t>
            </w:r>
            <w:r w:rsidRPr="000E3E1F">
              <w:rPr>
                <w:rFonts w:ascii="Browallia New" w:hAnsi="Browallia New" w:cs="Browallia New"/>
                <w:sz w:val="20"/>
                <w:szCs w:val="20"/>
              </w:rPr>
              <w:t xml:space="preserve">  </w:t>
            </w:r>
            <w:r w:rsidR="00AB4001" w:rsidRPr="000E3E1F">
              <w:rPr>
                <w:rFonts w:ascii="Browallia New" w:hAnsi="Browallia New" w:cs="Browallia New"/>
                <w:sz w:val="20"/>
                <w:szCs w:val="20"/>
              </w:rPr>
              <w:t>-</w:t>
            </w:r>
          </w:p>
        </w:tc>
        <w:tc>
          <w:tcPr>
            <w:tcW w:w="708" w:type="dxa"/>
            <w:vAlign w:val="bottom"/>
          </w:tcPr>
          <w:p w14:paraId="547C9F47" w14:textId="32234FD6" w:rsidR="00692FA5" w:rsidRPr="000E3E1F" w:rsidRDefault="00E22D37" w:rsidP="00692FA5">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F049D3" w:rsidRPr="000E3E1F">
              <w:rPr>
                <w:rFonts w:ascii="Browallia New" w:hAnsi="Browallia New" w:cs="Browallia New"/>
                <w:sz w:val="20"/>
                <w:szCs w:val="20"/>
              </w:rPr>
              <w:t xml:space="preserve">  </w:t>
            </w:r>
            <w:r w:rsidR="00AB4001" w:rsidRPr="000E3E1F">
              <w:rPr>
                <w:rFonts w:ascii="Browallia New" w:hAnsi="Browallia New" w:cs="Browallia New"/>
                <w:sz w:val="20"/>
                <w:szCs w:val="20"/>
              </w:rPr>
              <w:t>-</w:t>
            </w:r>
          </w:p>
        </w:tc>
        <w:tc>
          <w:tcPr>
            <w:tcW w:w="709" w:type="dxa"/>
            <w:vAlign w:val="bottom"/>
          </w:tcPr>
          <w:p w14:paraId="4BF74367" w14:textId="1F80B36D" w:rsidR="00692FA5" w:rsidRPr="000E3E1F" w:rsidRDefault="00C15F99"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(511)</w:t>
            </w:r>
          </w:p>
        </w:tc>
        <w:tc>
          <w:tcPr>
            <w:tcW w:w="992" w:type="dxa"/>
            <w:vAlign w:val="bottom"/>
          </w:tcPr>
          <w:p w14:paraId="67E1B3BC" w14:textId="460101E6" w:rsidR="00692FA5" w:rsidRPr="000E3E1F" w:rsidRDefault="00C15F99"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17,866</w:t>
            </w:r>
          </w:p>
        </w:tc>
        <w:tc>
          <w:tcPr>
            <w:tcW w:w="993" w:type="dxa"/>
          </w:tcPr>
          <w:p w14:paraId="58B93406" w14:textId="6AC2F560"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12,653</w:t>
            </w:r>
          </w:p>
        </w:tc>
        <w:tc>
          <w:tcPr>
            <w:tcW w:w="850" w:type="dxa"/>
          </w:tcPr>
          <w:p w14:paraId="540DA644" w14:textId="7E8A26AE" w:rsidR="00692FA5" w:rsidRPr="000E3E1F" w:rsidRDefault="00692FA5" w:rsidP="00692FA5">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cs/>
              </w:rPr>
              <w:t xml:space="preserve">  </w:t>
            </w:r>
            <w:r w:rsidR="00F049D3" w:rsidRPr="000E3E1F">
              <w:rPr>
                <w:rFonts w:ascii="Browallia New" w:hAnsi="Browallia New" w:cs="Browallia New"/>
                <w:sz w:val="20"/>
                <w:szCs w:val="20"/>
              </w:rPr>
              <w:t xml:space="preserve">   </w:t>
            </w:r>
            <w:r w:rsidRPr="000E3E1F">
              <w:rPr>
                <w:rFonts w:ascii="Browallia New" w:hAnsi="Browallia New" w:cs="Browallia New"/>
                <w:sz w:val="20"/>
                <w:szCs w:val="20"/>
                <w:cs/>
              </w:rPr>
              <w:t xml:space="preserve"> -</w:t>
            </w:r>
          </w:p>
        </w:tc>
        <w:tc>
          <w:tcPr>
            <w:tcW w:w="709" w:type="dxa"/>
          </w:tcPr>
          <w:p w14:paraId="2AB0619C" w14:textId="14FAD8F3" w:rsidR="00692FA5" w:rsidRPr="000E3E1F" w:rsidRDefault="00F049D3" w:rsidP="00692FA5">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rPr>
              <w:t xml:space="preserve"> </w:t>
            </w:r>
            <w:r w:rsidR="00692FA5" w:rsidRPr="000E3E1F">
              <w:rPr>
                <w:rFonts w:ascii="Browallia New" w:hAnsi="Browallia New" w:cs="Browallia New"/>
                <w:sz w:val="20"/>
                <w:szCs w:val="20"/>
                <w:cs/>
              </w:rPr>
              <w:t xml:space="preserve">  -</w:t>
            </w:r>
          </w:p>
        </w:tc>
        <w:tc>
          <w:tcPr>
            <w:tcW w:w="709" w:type="dxa"/>
          </w:tcPr>
          <w:p w14:paraId="4B9D6E85" w14:textId="7F073E3C" w:rsidR="00692FA5" w:rsidRPr="000E3E1F" w:rsidRDefault="00692FA5" w:rsidP="009A486D">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cs/>
              </w:rPr>
              <w:t xml:space="preserve">   </w:t>
            </w:r>
            <w:r w:rsidRPr="000E3E1F">
              <w:rPr>
                <w:rFonts w:ascii="Browallia New" w:hAnsi="Browallia New" w:cs="Browallia New"/>
                <w:sz w:val="20"/>
                <w:szCs w:val="20"/>
              </w:rPr>
              <w:t>-</w:t>
            </w:r>
          </w:p>
        </w:tc>
        <w:tc>
          <w:tcPr>
            <w:tcW w:w="992" w:type="dxa"/>
          </w:tcPr>
          <w:p w14:paraId="71A5BDC7" w14:textId="53EB8CB1"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12,653</w:t>
            </w:r>
          </w:p>
        </w:tc>
      </w:tr>
      <w:tr w:rsidR="00692FA5" w:rsidRPr="000E3E1F" w14:paraId="6EEA055A" w14:textId="77777777" w:rsidTr="000D1A9C">
        <w:trPr>
          <w:trHeight w:val="237"/>
        </w:trPr>
        <w:tc>
          <w:tcPr>
            <w:tcW w:w="1418" w:type="dxa"/>
            <w:vAlign w:val="bottom"/>
          </w:tcPr>
          <w:p w14:paraId="6ED250E6" w14:textId="77777777" w:rsidR="00692FA5" w:rsidRPr="000E3E1F" w:rsidRDefault="00692FA5" w:rsidP="00692FA5">
            <w:pPr>
              <w:tabs>
                <w:tab w:val="left" w:pos="360"/>
              </w:tabs>
              <w:ind w:right="-150"/>
              <w:rPr>
                <w:rFonts w:ascii="Browallia New" w:hAnsi="Browallia New" w:cs="Browallia New"/>
                <w:sz w:val="19"/>
                <w:szCs w:val="19"/>
                <w:cs/>
                <w:lang w:val="en-GB"/>
              </w:rPr>
            </w:pPr>
            <w:r w:rsidRPr="000E3E1F">
              <w:rPr>
                <w:rFonts w:ascii="Browallia New" w:hAnsi="Browallia New" w:cs="Browallia New"/>
                <w:sz w:val="19"/>
                <w:szCs w:val="19"/>
                <w:cs/>
                <w:lang w:val="en-GB"/>
              </w:rPr>
              <w:t>รวม</w:t>
            </w:r>
          </w:p>
        </w:tc>
        <w:tc>
          <w:tcPr>
            <w:tcW w:w="992" w:type="dxa"/>
            <w:vAlign w:val="bottom"/>
          </w:tcPr>
          <w:p w14:paraId="15768151" w14:textId="3015DB3F" w:rsidR="00692FA5" w:rsidRPr="000E3E1F" w:rsidRDefault="00C15F99"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1,212,093</w:t>
            </w:r>
          </w:p>
        </w:tc>
        <w:tc>
          <w:tcPr>
            <w:tcW w:w="851" w:type="dxa"/>
            <w:vAlign w:val="bottom"/>
          </w:tcPr>
          <w:p w14:paraId="7E4BBA58" w14:textId="3AA56EB1" w:rsidR="00692FA5" w:rsidRPr="000E3E1F" w:rsidRDefault="00F562E0" w:rsidP="00692FA5">
            <w:pP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78,140</w:t>
            </w:r>
          </w:p>
        </w:tc>
        <w:tc>
          <w:tcPr>
            <w:tcW w:w="708" w:type="dxa"/>
            <w:vAlign w:val="bottom"/>
          </w:tcPr>
          <w:p w14:paraId="3A38AB78" w14:textId="724DE04F" w:rsidR="00692FA5" w:rsidRPr="000E3E1F" w:rsidRDefault="00362DEB"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17,51</w:t>
            </w:r>
            <w:r w:rsidR="00A239BB" w:rsidRPr="000E3E1F">
              <w:rPr>
                <w:rFonts w:ascii="Browallia New" w:hAnsi="Browallia New" w:cs="Browallia New"/>
                <w:sz w:val="20"/>
                <w:szCs w:val="20"/>
              </w:rPr>
              <w:t>1</w:t>
            </w:r>
          </w:p>
        </w:tc>
        <w:tc>
          <w:tcPr>
            <w:tcW w:w="709" w:type="dxa"/>
            <w:vAlign w:val="bottom"/>
          </w:tcPr>
          <w:p w14:paraId="2B16EAD8" w14:textId="2035871B" w:rsidR="00692FA5" w:rsidRPr="000E3E1F" w:rsidRDefault="00362DEB" w:rsidP="00692FA5">
            <w:pP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(511)</w:t>
            </w:r>
          </w:p>
        </w:tc>
        <w:tc>
          <w:tcPr>
            <w:tcW w:w="992" w:type="dxa"/>
            <w:vAlign w:val="bottom"/>
          </w:tcPr>
          <w:p w14:paraId="293C288D" w14:textId="677B2775" w:rsidR="00692FA5" w:rsidRPr="000E3E1F" w:rsidRDefault="006E7EAA" w:rsidP="00692FA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1,307,23</w:t>
            </w:r>
            <w:r w:rsidR="00A239BB" w:rsidRPr="000E3E1F">
              <w:rPr>
                <w:rFonts w:ascii="Browallia New" w:hAnsi="Browallia New" w:cs="Browallia New"/>
                <w:sz w:val="20"/>
                <w:szCs w:val="20"/>
              </w:rPr>
              <w:t>3</w:t>
            </w:r>
          </w:p>
        </w:tc>
        <w:tc>
          <w:tcPr>
            <w:tcW w:w="993" w:type="dxa"/>
          </w:tcPr>
          <w:p w14:paraId="03EC7906" w14:textId="0E8136C0"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1,249,398</w:t>
            </w:r>
          </w:p>
        </w:tc>
        <w:tc>
          <w:tcPr>
            <w:tcW w:w="850" w:type="dxa"/>
          </w:tcPr>
          <w:p w14:paraId="21EB9FD1" w14:textId="0E1E0C11" w:rsidR="00692FA5" w:rsidRPr="000E3E1F" w:rsidRDefault="00692FA5" w:rsidP="00692FA5">
            <w:pP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rPr>
              <w:t>76,983</w:t>
            </w:r>
          </w:p>
        </w:tc>
        <w:tc>
          <w:tcPr>
            <w:tcW w:w="709" w:type="dxa"/>
          </w:tcPr>
          <w:p w14:paraId="675ED716" w14:textId="31C19103"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17,577</w:t>
            </w:r>
          </w:p>
        </w:tc>
        <w:tc>
          <w:tcPr>
            <w:tcW w:w="709" w:type="dxa"/>
          </w:tcPr>
          <w:p w14:paraId="3C6E4FBE" w14:textId="69E4F9B4" w:rsidR="00692FA5" w:rsidRPr="000E3E1F" w:rsidRDefault="00692FA5" w:rsidP="009A486D">
            <w:pP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cs/>
              </w:rPr>
              <w:t xml:space="preserve">   </w:t>
            </w:r>
            <w:r w:rsidRPr="000E3E1F">
              <w:rPr>
                <w:rFonts w:ascii="Browallia New" w:hAnsi="Browallia New" w:cs="Browallia New"/>
                <w:sz w:val="20"/>
                <w:szCs w:val="20"/>
              </w:rPr>
              <w:t>-</w:t>
            </w:r>
          </w:p>
        </w:tc>
        <w:tc>
          <w:tcPr>
            <w:tcW w:w="992" w:type="dxa"/>
          </w:tcPr>
          <w:p w14:paraId="6EF60350" w14:textId="104C5186" w:rsidR="00692FA5" w:rsidRPr="000E3E1F" w:rsidRDefault="00692FA5" w:rsidP="00692FA5">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1,343,958</w:t>
            </w:r>
          </w:p>
        </w:tc>
      </w:tr>
      <w:tr w:rsidR="00692FA5" w:rsidRPr="000E3E1F" w14:paraId="04D479D2" w14:textId="77777777" w:rsidTr="000D1A9C">
        <w:trPr>
          <w:trHeight w:val="288"/>
        </w:trPr>
        <w:tc>
          <w:tcPr>
            <w:tcW w:w="1418" w:type="dxa"/>
            <w:vAlign w:val="bottom"/>
          </w:tcPr>
          <w:p w14:paraId="22DC401D" w14:textId="77777777" w:rsidR="00692FA5" w:rsidRPr="000E3E1F" w:rsidRDefault="00692FA5" w:rsidP="00692FA5">
            <w:pPr>
              <w:tabs>
                <w:tab w:val="left" w:pos="360"/>
              </w:tabs>
              <w:ind w:right="-150"/>
              <w:rPr>
                <w:rFonts w:ascii="Browallia New" w:hAnsi="Browallia New" w:cs="Browallia New"/>
                <w:sz w:val="19"/>
                <w:szCs w:val="19"/>
                <w:cs/>
                <w:lang w:val="en-GB"/>
              </w:rPr>
            </w:pPr>
            <w:r w:rsidRPr="000E3E1F">
              <w:rPr>
                <w:rFonts w:ascii="Browallia New" w:hAnsi="Browallia New" w:cs="Browallia New"/>
                <w:sz w:val="19"/>
                <w:szCs w:val="19"/>
                <w:cs/>
                <w:lang w:val="en-GB"/>
              </w:rPr>
              <w:t>ต้นทุนขายและบริการ</w:t>
            </w:r>
          </w:p>
        </w:tc>
        <w:tc>
          <w:tcPr>
            <w:tcW w:w="992" w:type="dxa"/>
            <w:vAlign w:val="bottom"/>
          </w:tcPr>
          <w:p w14:paraId="76945A18" w14:textId="5B7C7507" w:rsidR="00692FA5" w:rsidRPr="000E3E1F" w:rsidRDefault="00C15F99"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(1,052</w:t>
            </w:r>
            <w:r w:rsidR="00F562E0" w:rsidRPr="000E3E1F">
              <w:rPr>
                <w:rFonts w:ascii="Browallia New" w:hAnsi="Browallia New" w:cs="Browallia New"/>
                <w:sz w:val="20"/>
                <w:szCs w:val="20"/>
              </w:rPr>
              <w:t>,</w:t>
            </w:r>
            <w:r w:rsidR="00853D68" w:rsidRPr="000E3E1F">
              <w:rPr>
                <w:rFonts w:ascii="Browallia New" w:hAnsi="Browallia New" w:cs="Browallia New"/>
                <w:sz w:val="20"/>
                <w:szCs w:val="20"/>
              </w:rPr>
              <w:t>482</w:t>
            </w:r>
            <w:r w:rsidR="00F562E0" w:rsidRPr="000E3E1F">
              <w:rPr>
                <w:rFonts w:ascii="Browallia New" w:hAnsi="Browallia New" w:cs="Browallia New"/>
                <w:sz w:val="20"/>
                <w:szCs w:val="20"/>
              </w:rPr>
              <w:t>)</w:t>
            </w:r>
          </w:p>
        </w:tc>
        <w:tc>
          <w:tcPr>
            <w:tcW w:w="851" w:type="dxa"/>
            <w:vAlign w:val="bottom"/>
          </w:tcPr>
          <w:p w14:paraId="34514873" w14:textId="295C4A5B" w:rsidR="00692FA5" w:rsidRPr="000E3E1F" w:rsidRDefault="00F562E0" w:rsidP="00692FA5">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(73,017)</w:t>
            </w:r>
          </w:p>
        </w:tc>
        <w:tc>
          <w:tcPr>
            <w:tcW w:w="708" w:type="dxa"/>
            <w:vAlign w:val="bottom"/>
          </w:tcPr>
          <w:p w14:paraId="2D5535D3" w14:textId="1EB7DC5D" w:rsidR="00692FA5" w:rsidRPr="000E3E1F" w:rsidRDefault="00362DEB"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(10,729)</w:t>
            </w:r>
          </w:p>
        </w:tc>
        <w:tc>
          <w:tcPr>
            <w:tcW w:w="709" w:type="dxa"/>
            <w:vAlign w:val="bottom"/>
          </w:tcPr>
          <w:p w14:paraId="38FEB585" w14:textId="1AFC9E86" w:rsidR="00692FA5" w:rsidRPr="000E3E1F" w:rsidRDefault="001337D4" w:rsidP="00692FA5">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479</w:t>
            </w:r>
          </w:p>
        </w:tc>
        <w:tc>
          <w:tcPr>
            <w:tcW w:w="992" w:type="dxa"/>
            <w:vAlign w:val="bottom"/>
          </w:tcPr>
          <w:p w14:paraId="1E868F4D" w14:textId="2BA69C91" w:rsidR="00692FA5" w:rsidRPr="000E3E1F" w:rsidRDefault="006E7EAA"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(1,135,749)</w:t>
            </w:r>
          </w:p>
        </w:tc>
        <w:tc>
          <w:tcPr>
            <w:tcW w:w="993" w:type="dxa"/>
          </w:tcPr>
          <w:p w14:paraId="2B344A9A" w14:textId="5AE04111"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(1,101,924)</w:t>
            </w:r>
          </w:p>
        </w:tc>
        <w:tc>
          <w:tcPr>
            <w:tcW w:w="850" w:type="dxa"/>
          </w:tcPr>
          <w:p w14:paraId="101EB051" w14:textId="682D1CA3"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lang w:val="en-GB"/>
              </w:rPr>
              <w:t>(74,147)</w:t>
            </w:r>
          </w:p>
        </w:tc>
        <w:tc>
          <w:tcPr>
            <w:tcW w:w="709" w:type="dxa"/>
          </w:tcPr>
          <w:p w14:paraId="045EDA03" w14:textId="25B095E6"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(7,682)</w:t>
            </w:r>
          </w:p>
        </w:tc>
        <w:tc>
          <w:tcPr>
            <w:tcW w:w="709" w:type="dxa"/>
          </w:tcPr>
          <w:p w14:paraId="45DE5C9D" w14:textId="027355A0"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57</w:t>
            </w:r>
          </w:p>
        </w:tc>
        <w:tc>
          <w:tcPr>
            <w:tcW w:w="992" w:type="dxa"/>
          </w:tcPr>
          <w:p w14:paraId="7E93BD5C" w14:textId="1DA89007"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(1,183,696)</w:t>
            </w:r>
          </w:p>
        </w:tc>
      </w:tr>
      <w:tr w:rsidR="00692FA5" w:rsidRPr="000E3E1F" w14:paraId="4CC69A48" w14:textId="77777777" w:rsidTr="00682EAF">
        <w:trPr>
          <w:trHeight w:val="111"/>
        </w:trPr>
        <w:tc>
          <w:tcPr>
            <w:tcW w:w="1418" w:type="dxa"/>
            <w:vAlign w:val="bottom"/>
          </w:tcPr>
          <w:p w14:paraId="66522974" w14:textId="77777777" w:rsidR="00692FA5" w:rsidRPr="000E3E1F" w:rsidRDefault="00692FA5" w:rsidP="00692FA5">
            <w:pPr>
              <w:tabs>
                <w:tab w:val="left" w:pos="360"/>
              </w:tabs>
              <w:rPr>
                <w:rFonts w:ascii="Browallia New" w:hAnsi="Browallia New" w:cs="Browallia New"/>
                <w:sz w:val="19"/>
                <w:szCs w:val="19"/>
                <w:cs/>
                <w:lang w:val="en-GB"/>
              </w:rPr>
            </w:pPr>
            <w:r w:rsidRPr="000E3E1F">
              <w:rPr>
                <w:rFonts w:ascii="Browallia New" w:hAnsi="Browallia New" w:cs="Browallia New"/>
                <w:b/>
                <w:bCs/>
                <w:sz w:val="19"/>
                <w:szCs w:val="19"/>
                <w:cs/>
                <w:lang w:val="en-GB"/>
              </w:rPr>
              <w:t>กำไรขั้นต้น</w:t>
            </w:r>
          </w:p>
        </w:tc>
        <w:tc>
          <w:tcPr>
            <w:tcW w:w="992" w:type="dxa"/>
          </w:tcPr>
          <w:p w14:paraId="790D41DF" w14:textId="1CCFCC5D" w:rsidR="00692FA5" w:rsidRPr="000E3E1F" w:rsidRDefault="00F562E0"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w:t>
            </w:r>
            <w:r w:rsidR="00853D68" w:rsidRPr="000E3E1F">
              <w:rPr>
                <w:rFonts w:ascii="Browallia New" w:hAnsi="Browallia New" w:cs="Browallia New"/>
                <w:sz w:val="20"/>
                <w:szCs w:val="20"/>
              </w:rPr>
              <w:t>59,61</w:t>
            </w:r>
            <w:r w:rsidR="004E73AC" w:rsidRPr="000E3E1F">
              <w:rPr>
                <w:rFonts w:ascii="Browallia New" w:hAnsi="Browallia New" w:cs="Browallia New"/>
                <w:sz w:val="20"/>
                <w:szCs w:val="20"/>
              </w:rPr>
              <w:t>1</w:t>
            </w:r>
          </w:p>
        </w:tc>
        <w:tc>
          <w:tcPr>
            <w:tcW w:w="851" w:type="dxa"/>
          </w:tcPr>
          <w:p w14:paraId="0CA4F616" w14:textId="3B5381D9" w:rsidR="00692FA5" w:rsidRPr="000E3E1F" w:rsidRDefault="00F562E0" w:rsidP="00692FA5">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5,123</w:t>
            </w:r>
          </w:p>
        </w:tc>
        <w:tc>
          <w:tcPr>
            <w:tcW w:w="708" w:type="dxa"/>
          </w:tcPr>
          <w:p w14:paraId="2F815707" w14:textId="01920141" w:rsidR="00692FA5" w:rsidRPr="000E3E1F" w:rsidRDefault="00362DEB"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6,78</w:t>
            </w:r>
            <w:r w:rsidR="00A239BB" w:rsidRPr="000E3E1F">
              <w:rPr>
                <w:rFonts w:ascii="Browallia New" w:hAnsi="Browallia New" w:cs="Browallia New"/>
                <w:sz w:val="20"/>
                <w:szCs w:val="20"/>
              </w:rPr>
              <w:t>2</w:t>
            </w:r>
          </w:p>
        </w:tc>
        <w:tc>
          <w:tcPr>
            <w:tcW w:w="709" w:type="dxa"/>
          </w:tcPr>
          <w:p w14:paraId="0FF46164" w14:textId="5F2713D6" w:rsidR="00692FA5" w:rsidRPr="000E3E1F" w:rsidRDefault="007E5557" w:rsidP="00692FA5">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(32)</w:t>
            </w:r>
          </w:p>
        </w:tc>
        <w:tc>
          <w:tcPr>
            <w:tcW w:w="992" w:type="dxa"/>
          </w:tcPr>
          <w:p w14:paraId="2D48F57F" w14:textId="41567F27" w:rsidR="00692FA5" w:rsidRPr="000E3E1F" w:rsidRDefault="006E7EAA" w:rsidP="00692FA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171,48</w:t>
            </w:r>
            <w:r w:rsidR="00A239BB" w:rsidRPr="000E3E1F">
              <w:rPr>
                <w:rFonts w:ascii="Browallia New" w:hAnsi="Browallia New" w:cs="Browallia New"/>
                <w:sz w:val="20"/>
                <w:szCs w:val="20"/>
              </w:rPr>
              <w:t>4</w:t>
            </w:r>
          </w:p>
        </w:tc>
        <w:tc>
          <w:tcPr>
            <w:tcW w:w="993" w:type="dxa"/>
          </w:tcPr>
          <w:p w14:paraId="62FEDD81" w14:textId="66AA1929"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147,474</w:t>
            </w:r>
          </w:p>
        </w:tc>
        <w:tc>
          <w:tcPr>
            <w:tcW w:w="850" w:type="dxa"/>
          </w:tcPr>
          <w:p w14:paraId="66848BEE" w14:textId="269428B7"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lang w:val="en-GB"/>
              </w:rPr>
              <w:t>2,836</w:t>
            </w:r>
          </w:p>
        </w:tc>
        <w:tc>
          <w:tcPr>
            <w:tcW w:w="709" w:type="dxa"/>
          </w:tcPr>
          <w:p w14:paraId="05F92326" w14:textId="1CEAC0C3"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9,895</w:t>
            </w:r>
          </w:p>
        </w:tc>
        <w:tc>
          <w:tcPr>
            <w:tcW w:w="709" w:type="dxa"/>
          </w:tcPr>
          <w:p w14:paraId="41C61BAE" w14:textId="74F1A8DE"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57</w:t>
            </w:r>
          </w:p>
        </w:tc>
        <w:tc>
          <w:tcPr>
            <w:tcW w:w="992" w:type="dxa"/>
          </w:tcPr>
          <w:p w14:paraId="6820C8DC" w14:textId="75E8370B" w:rsidR="00692FA5" w:rsidRPr="000E3E1F" w:rsidRDefault="00692FA5" w:rsidP="00692FA5">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lang w:val="en-GB"/>
              </w:rPr>
              <w:t>160,262</w:t>
            </w:r>
          </w:p>
        </w:tc>
      </w:tr>
      <w:tr w:rsidR="00692FA5" w:rsidRPr="000E3E1F" w14:paraId="5472F3A9" w14:textId="77777777" w:rsidTr="00682EAF">
        <w:trPr>
          <w:trHeight w:val="111"/>
        </w:trPr>
        <w:tc>
          <w:tcPr>
            <w:tcW w:w="1418" w:type="dxa"/>
            <w:vAlign w:val="bottom"/>
          </w:tcPr>
          <w:p w14:paraId="7A198762" w14:textId="77777777" w:rsidR="00692FA5" w:rsidRPr="000E3E1F" w:rsidRDefault="00692FA5" w:rsidP="00692FA5">
            <w:pPr>
              <w:tabs>
                <w:tab w:val="left" w:pos="360"/>
              </w:tabs>
              <w:rPr>
                <w:rFonts w:ascii="Browallia New" w:hAnsi="Browallia New" w:cs="Browallia New"/>
                <w:b/>
                <w:bCs/>
                <w:sz w:val="19"/>
                <w:szCs w:val="19"/>
                <w:cs/>
                <w:lang w:val="en-GB"/>
              </w:rPr>
            </w:pPr>
          </w:p>
        </w:tc>
        <w:tc>
          <w:tcPr>
            <w:tcW w:w="992" w:type="dxa"/>
          </w:tcPr>
          <w:p w14:paraId="406BA287"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851" w:type="dxa"/>
          </w:tcPr>
          <w:p w14:paraId="7C46EC7B"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8" w:type="dxa"/>
          </w:tcPr>
          <w:p w14:paraId="47EB29E9"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23B3B9F8"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2" w:type="dxa"/>
          </w:tcPr>
          <w:p w14:paraId="40F22F44"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3" w:type="dxa"/>
          </w:tcPr>
          <w:p w14:paraId="260C2B2E"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850" w:type="dxa"/>
          </w:tcPr>
          <w:p w14:paraId="3BE157A2"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4EEBA61C"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41506C38"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2" w:type="dxa"/>
          </w:tcPr>
          <w:p w14:paraId="45547756"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r>
      <w:tr w:rsidR="00692FA5" w:rsidRPr="000E3E1F" w14:paraId="3317FF86" w14:textId="77777777" w:rsidTr="00682EAF">
        <w:trPr>
          <w:trHeight w:val="111"/>
        </w:trPr>
        <w:tc>
          <w:tcPr>
            <w:tcW w:w="5670" w:type="dxa"/>
            <w:gridSpan w:val="6"/>
            <w:vAlign w:val="bottom"/>
          </w:tcPr>
          <w:p w14:paraId="34828160" w14:textId="425308FC" w:rsidR="00692FA5" w:rsidRPr="000E3E1F" w:rsidRDefault="00692FA5" w:rsidP="00692FA5">
            <w:pPr>
              <w:tabs>
                <w:tab w:val="left" w:pos="794"/>
                <w:tab w:val="left" w:pos="1361"/>
                <w:tab w:val="left" w:pos="1928"/>
              </w:tabs>
              <w:rPr>
                <w:rFonts w:ascii="Browallia New" w:hAnsi="Browallia New" w:cs="Browallia New"/>
                <w:sz w:val="19"/>
                <w:szCs w:val="19"/>
              </w:rPr>
            </w:pPr>
            <w:r w:rsidRPr="000E3E1F">
              <w:rPr>
                <w:rFonts w:ascii="Browallia New" w:hAnsi="Browallia New" w:cs="Browallia New"/>
                <w:sz w:val="20"/>
                <w:szCs w:val="20"/>
                <w:cs/>
              </w:rPr>
              <w:t>รายได้แยกตามการบันทึกรายได้</w:t>
            </w:r>
          </w:p>
        </w:tc>
        <w:tc>
          <w:tcPr>
            <w:tcW w:w="993" w:type="dxa"/>
          </w:tcPr>
          <w:p w14:paraId="0DAA00C4"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850" w:type="dxa"/>
          </w:tcPr>
          <w:p w14:paraId="4DEC1E38"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76501AF7"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7A2760A6"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2" w:type="dxa"/>
          </w:tcPr>
          <w:p w14:paraId="53B3C84C"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r>
      <w:tr w:rsidR="002938C2" w:rsidRPr="000E3E1F" w14:paraId="5E998414" w14:textId="77777777" w:rsidTr="000D1A9C">
        <w:trPr>
          <w:trHeight w:val="111"/>
        </w:trPr>
        <w:tc>
          <w:tcPr>
            <w:tcW w:w="1418" w:type="dxa"/>
          </w:tcPr>
          <w:p w14:paraId="031180F7" w14:textId="41A531B3" w:rsidR="002938C2" w:rsidRPr="000E3E1F" w:rsidRDefault="002938C2" w:rsidP="002938C2">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rPr>
              <w:t xml:space="preserve">  ณ</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เวลาใดเวลาหนึ่ง</w:t>
            </w:r>
          </w:p>
        </w:tc>
        <w:tc>
          <w:tcPr>
            <w:tcW w:w="992" w:type="dxa"/>
          </w:tcPr>
          <w:p w14:paraId="518D302A" w14:textId="6D827F0C"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912,408</w:t>
            </w:r>
          </w:p>
        </w:tc>
        <w:tc>
          <w:tcPr>
            <w:tcW w:w="851" w:type="dxa"/>
          </w:tcPr>
          <w:p w14:paraId="307D8A16" w14:textId="324C5D3E"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78,140</w:t>
            </w:r>
          </w:p>
        </w:tc>
        <w:tc>
          <w:tcPr>
            <w:tcW w:w="708" w:type="dxa"/>
          </w:tcPr>
          <w:p w14:paraId="5B273BC4" w14:textId="4FDA2143"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17,43</w:t>
            </w:r>
            <w:r w:rsidR="007C2AC0" w:rsidRPr="000E3E1F">
              <w:rPr>
                <w:rFonts w:ascii="Browallia New" w:hAnsi="Browallia New" w:cs="Browallia New"/>
                <w:sz w:val="19"/>
                <w:szCs w:val="19"/>
              </w:rPr>
              <w:t>7</w:t>
            </w:r>
          </w:p>
        </w:tc>
        <w:tc>
          <w:tcPr>
            <w:tcW w:w="709" w:type="dxa"/>
          </w:tcPr>
          <w:p w14:paraId="0B2CBCE0" w14:textId="55820E16" w:rsidR="002938C2" w:rsidRPr="000E3E1F" w:rsidRDefault="00E22D37" w:rsidP="002938C2">
            <w:pP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r w:rsidR="002938C2" w:rsidRPr="000E3E1F">
              <w:rPr>
                <w:rFonts w:ascii="Browallia New" w:hAnsi="Browallia New" w:cs="Browallia New"/>
                <w:sz w:val="19"/>
                <w:szCs w:val="19"/>
              </w:rPr>
              <w:t>-</w:t>
            </w:r>
          </w:p>
        </w:tc>
        <w:tc>
          <w:tcPr>
            <w:tcW w:w="992" w:type="dxa"/>
          </w:tcPr>
          <w:p w14:paraId="4E569BB7" w14:textId="4B3A3777"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1,007,98</w:t>
            </w:r>
            <w:r w:rsidR="001B4396" w:rsidRPr="000E3E1F">
              <w:rPr>
                <w:rFonts w:ascii="Browallia New" w:hAnsi="Browallia New" w:cs="Browallia New"/>
                <w:sz w:val="19"/>
                <w:szCs w:val="19"/>
              </w:rPr>
              <w:t>5</w:t>
            </w:r>
          </w:p>
        </w:tc>
        <w:tc>
          <w:tcPr>
            <w:tcW w:w="993" w:type="dxa"/>
          </w:tcPr>
          <w:p w14:paraId="6BA09A1D" w14:textId="7107D76B"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1,006,357</w:t>
            </w:r>
          </w:p>
        </w:tc>
        <w:tc>
          <w:tcPr>
            <w:tcW w:w="850" w:type="dxa"/>
          </w:tcPr>
          <w:p w14:paraId="0B453430" w14:textId="32D8210D"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76,983</w:t>
            </w:r>
          </w:p>
        </w:tc>
        <w:tc>
          <w:tcPr>
            <w:tcW w:w="709" w:type="dxa"/>
          </w:tcPr>
          <w:p w14:paraId="78EFCD68" w14:textId="3B60DBED"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17,440</w:t>
            </w:r>
          </w:p>
        </w:tc>
        <w:tc>
          <w:tcPr>
            <w:tcW w:w="709" w:type="dxa"/>
          </w:tcPr>
          <w:p w14:paraId="22A802EC" w14:textId="7D317E75" w:rsidR="002938C2" w:rsidRPr="000E3E1F" w:rsidRDefault="002938C2" w:rsidP="002938C2">
            <w:pP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p>
        </w:tc>
        <w:tc>
          <w:tcPr>
            <w:tcW w:w="992" w:type="dxa"/>
          </w:tcPr>
          <w:p w14:paraId="2284E031" w14:textId="0CC01294" w:rsidR="002938C2" w:rsidRPr="000E3E1F" w:rsidRDefault="002938C2" w:rsidP="002938C2">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1,100,780</w:t>
            </w:r>
          </w:p>
        </w:tc>
      </w:tr>
      <w:tr w:rsidR="002938C2" w:rsidRPr="000E3E1F" w14:paraId="6D8C0B71" w14:textId="77777777" w:rsidTr="000D1A9C">
        <w:trPr>
          <w:trHeight w:val="111"/>
        </w:trPr>
        <w:tc>
          <w:tcPr>
            <w:tcW w:w="1418" w:type="dxa"/>
          </w:tcPr>
          <w:p w14:paraId="43CE731F" w14:textId="52174670" w:rsidR="002938C2" w:rsidRPr="000E3E1F" w:rsidRDefault="002938C2" w:rsidP="002938C2">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rPr>
              <w:t xml:space="preserve">  ตลอดช่วงระยะเวลา</w:t>
            </w:r>
          </w:p>
        </w:tc>
        <w:tc>
          <w:tcPr>
            <w:tcW w:w="992" w:type="dxa"/>
          </w:tcPr>
          <w:p w14:paraId="6223371D" w14:textId="7E6B95DE"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299,685</w:t>
            </w:r>
          </w:p>
        </w:tc>
        <w:tc>
          <w:tcPr>
            <w:tcW w:w="851" w:type="dxa"/>
          </w:tcPr>
          <w:p w14:paraId="7C063EFB" w14:textId="5D740DA2" w:rsidR="002938C2" w:rsidRPr="000E3E1F" w:rsidRDefault="00E22D37" w:rsidP="002938C2">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r w:rsidR="002938C2" w:rsidRPr="000E3E1F">
              <w:rPr>
                <w:rFonts w:ascii="Browallia New" w:hAnsi="Browallia New" w:cs="Browallia New"/>
                <w:sz w:val="19"/>
                <w:szCs w:val="19"/>
              </w:rPr>
              <w:t>-</w:t>
            </w:r>
          </w:p>
        </w:tc>
        <w:tc>
          <w:tcPr>
            <w:tcW w:w="708" w:type="dxa"/>
          </w:tcPr>
          <w:p w14:paraId="16AB0F28" w14:textId="73F81973"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74</w:t>
            </w:r>
          </w:p>
        </w:tc>
        <w:tc>
          <w:tcPr>
            <w:tcW w:w="709" w:type="dxa"/>
          </w:tcPr>
          <w:p w14:paraId="3B7141A1" w14:textId="54221B67"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(511)</w:t>
            </w:r>
          </w:p>
        </w:tc>
        <w:tc>
          <w:tcPr>
            <w:tcW w:w="992" w:type="dxa"/>
          </w:tcPr>
          <w:p w14:paraId="02EF9E00" w14:textId="7E3C8A47"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299,248</w:t>
            </w:r>
          </w:p>
        </w:tc>
        <w:tc>
          <w:tcPr>
            <w:tcW w:w="993" w:type="dxa"/>
          </w:tcPr>
          <w:p w14:paraId="3D8D17AE" w14:textId="6106A94A"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243,041</w:t>
            </w:r>
          </w:p>
        </w:tc>
        <w:tc>
          <w:tcPr>
            <w:tcW w:w="850" w:type="dxa"/>
          </w:tcPr>
          <w:p w14:paraId="68D23219" w14:textId="20210178" w:rsidR="002938C2" w:rsidRPr="000E3E1F" w:rsidRDefault="002938C2" w:rsidP="002938C2">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p>
        </w:tc>
        <w:tc>
          <w:tcPr>
            <w:tcW w:w="709" w:type="dxa"/>
          </w:tcPr>
          <w:p w14:paraId="62D8C94A" w14:textId="440B489A"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137</w:t>
            </w:r>
          </w:p>
        </w:tc>
        <w:tc>
          <w:tcPr>
            <w:tcW w:w="709" w:type="dxa"/>
          </w:tcPr>
          <w:p w14:paraId="31AEFE6A" w14:textId="46EDC5F0" w:rsidR="002938C2" w:rsidRPr="000E3E1F" w:rsidRDefault="002938C2" w:rsidP="002938C2">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p>
        </w:tc>
        <w:tc>
          <w:tcPr>
            <w:tcW w:w="992" w:type="dxa"/>
          </w:tcPr>
          <w:p w14:paraId="2162FCE1" w14:textId="05575201" w:rsidR="002938C2" w:rsidRPr="000E3E1F" w:rsidRDefault="002938C2" w:rsidP="002938C2">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243,178</w:t>
            </w:r>
          </w:p>
        </w:tc>
      </w:tr>
      <w:tr w:rsidR="002938C2" w:rsidRPr="000E3E1F" w14:paraId="0082F5B0" w14:textId="77777777" w:rsidTr="000D1A9C">
        <w:trPr>
          <w:trHeight w:val="111"/>
        </w:trPr>
        <w:tc>
          <w:tcPr>
            <w:tcW w:w="1418" w:type="dxa"/>
          </w:tcPr>
          <w:p w14:paraId="4023460D" w14:textId="1F662F6F" w:rsidR="002938C2" w:rsidRPr="000E3E1F" w:rsidRDefault="002938C2" w:rsidP="002938C2">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rPr>
              <w:t>รวม</w:t>
            </w:r>
          </w:p>
        </w:tc>
        <w:tc>
          <w:tcPr>
            <w:tcW w:w="992" w:type="dxa"/>
          </w:tcPr>
          <w:p w14:paraId="244330E6" w14:textId="060B4A31"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1,212,093</w:t>
            </w:r>
          </w:p>
        </w:tc>
        <w:tc>
          <w:tcPr>
            <w:tcW w:w="851" w:type="dxa"/>
          </w:tcPr>
          <w:p w14:paraId="40B7A8AB" w14:textId="1DFCFAA7"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78,140</w:t>
            </w:r>
          </w:p>
        </w:tc>
        <w:tc>
          <w:tcPr>
            <w:tcW w:w="708" w:type="dxa"/>
          </w:tcPr>
          <w:p w14:paraId="60CE7C0A" w14:textId="31FA891C"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17,51</w:t>
            </w:r>
            <w:r w:rsidR="007C2AC0" w:rsidRPr="000E3E1F">
              <w:rPr>
                <w:rFonts w:ascii="Browallia New" w:hAnsi="Browallia New" w:cs="Browallia New"/>
                <w:sz w:val="19"/>
                <w:szCs w:val="19"/>
              </w:rPr>
              <w:t>1</w:t>
            </w:r>
          </w:p>
        </w:tc>
        <w:tc>
          <w:tcPr>
            <w:tcW w:w="709" w:type="dxa"/>
          </w:tcPr>
          <w:p w14:paraId="6C797641" w14:textId="4DDA074F"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(511)</w:t>
            </w:r>
          </w:p>
        </w:tc>
        <w:tc>
          <w:tcPr>
            <w:tcW w:w="992" w:type="dxa"/>
          </w:tcPr>
          <w:p w14:paraId="0ABA87AA" w14:textId="1ADD9F6A"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1,307,23</w:t>
            </w:r>
            <w:r w:rsidR="001B4396" w:rsidRPr="000E3E1F">
              <w:rPr>
                <w:rFonts w:ascii="Browallia New" w:hAnsi="Browallia New" w:cs="Browallia New"/>
                <w:sz w:val="19"/>
                <w:szCs w:val="19"/>
              </w:rPr>
              <w:t>3</w:t>
            </w:r>
          </w:p>
        </w:tc>
        <w:tc>
          <w:tcPr>
            <w:tcW w:w="993" w:type="dxa"/>
          </w:tcPr>
          <w:p w14:paraId="30F3358A" w14:textId="2E667DEF"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1,249,398</w:t>
            </w:r>
          </w:p>
        </w:tc>
        <w:tc>
          <w:tcPr>
            <w:tcW w:w="850" w:type="dxa"/>
          </w:tcPr>
          <w:p w14:paraId="7D59AC1F" w14:textId="0EA96244"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76,983</w:t>
            </w:r>
          </w:p>
        </w:tc>
        <w:tc>
          <w:tcPr>
            <w:tcW w:w="709" w:type="dxa"/>
          </w:tcPr>
          <w:p w14:paraId="742D1BEB" w14:textId="08BF436D"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17,577</w:t>
            </w:r>
          </w:p>
        </w:tc>
        <w:tc>
          <w:tcPr>
            <w:tcW w:w="709" w:type="dxa"/>
          </w:tcPr>
          <w:p w14:paraId="0194ED8D" w14:textId="01748A20" w:rsidR="002938C2" w:rsidRPr="000E3E1F" w:rsidRDefault="002938C2" w:rsidP="002938C2">
            <w:pPr>
              <w:pBdr>
                <w:bottom w:val="single" w:sz="12"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19"/>
                <w:szCs w:val="19"/>
              </w:rPr>
              <w:t xml:space="preserve">  -</w:t>
            </w:r>
          </w:p>
        </w:tc>
        <w:tc>
          <w:tcPr>
            <w:tcW w:w="992" w:type="dxa"/>
          </w:tcPr>
          <w:p w14:paraId="4969F258" w14:textId="13A5FE89" w:rsidR="002938C2" w:rsidRPr="000E3E1F" w:rsidRDefault="002938C2" w:rsidP="002938C2">
            <w:pPr>
              <w:pBdr>
                <w:bottom w:val="single" w:sz="12"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1,343,958</w:t>
            </w:r>
          </w:p>
        </w:tc>
      </w:tr>
      <w:tr w:rsidR="00692FA5" w:rsidRPr="000E3E1F" w14:paraId="5EEA77D8" w14:textId="77777777" w:rsidTr="00682EAF">
        <w:trPr>
          <w:trHeight w:val="111"/>
        </w:trPr>
        <w:tc>
          <w:tcPr>
            <w:tcW w:w="1418" w:type="dxa"/>
            <w:vAlign w:val="bottom"/>
          </w:tcPr>
          <w:p w14:paraId="774595E2" w14:textId="77777777" w:rsidR="00692FA5" w:rsidRPr="000E3E1F" w:rsidRDefault="00692FA5" w:rsidP="00692FA5">
            <w:pPr>
              <w:tabs>
                <w:tab w:val="left" w:pos="360"/>
              </w:tabs>
              <w:rPr>
                <w:rFonts w:ascii="Browallia New" w:hAnsi="Browallia New" w:cs="Browallia New"/>
                <w:b/>
                <w:bCs/>
                <w:sz w:val="19"/>
                <w:szCs w:val="19"/>
                <w:cs/>
                <w:lang w:val="en-GB"/>
              </w:rPr>
            </w:pPr>
          </w:p>
        </w:tc>
        <w:tc>
          <w:tcPr>
            <w:tcW w:w="992" w:type="dxa"/>
          </w:tcPr>
          <w:p w14:paraId="43940021"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851" w:type="dxa"/>
          </w:tcPr>
          <w:p w14:paraId="1FD5C3BD"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8" w:type="dxa"/>
          </w:tcPr>
          <w:p w14:paraId="66C2E3A7"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5DA46E22"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2" w:type="dxa"/>
          </w:tcPr>
          <w:p w14:paraId="082200D9"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3" w:type="dxa"/>
          </w:tcPr>
          <w:p w14:paraId="1B8726ED"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850" w:type="dxa"/>
          </w:tcPr>
          <w:p w14:paraId="2AED1E60"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65B31F44"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709" w:type="dxa"/>
          </w:tcPr>
          <w:p w14:paraId="23C35E1A"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c>
          <w:tcPr>
            <w:tcW w:w="992" w:type="dxa"/>
          </w:tcPr>
          <w:p w14:paraId="18FDE297" w14:textId="77777777" w:rsidR="00692FA5" w:rsidRPr="000E3E1F" w:rsidRDefault="00692FA5" w:rsidP="00692FA5">
            <w:pPr>
              <w:tabs>
                <w:tab w:val="left" w:pos="794"/>
                <w:tab w:val="left" w:pos="1361"/>
                <w:tab w:val="left" w:pos="1928"/>
              </w:tabs>
              <w:jc w:val="right"/>
              <w:rPr>
                <w:rFonts w:ascii="Browallia New" w:hAnsi="Browallia New" w:cs="Browallia New"/>
                <w:sz w:val="19"/>
                <w:szCs w:val="19"/>
              </w:rPr>
            </w:pPr>
          </w:p>
        </w:tc>
      </w:tr>
      <w:tr w:rsidR="00755F31" w:rsidRPr="000E3E1F" w14:paraId="4386A024" w14:textId="77777777" w:rsidTr="00682EAF">
        <w:trPr>
          <w:trHeight w:val="111"/>
        </w:trPr>
        <w:tc>
          <w:tcPr>
            <w:tcW w:w="2410" w:type="dxa"/>
            <w:gridSpan w:val="2"/>
            <w:vAlign w:val="bottom"/>
          </w:tcPr>
          <w:p w14:paraId="5EE3BCB3" w14:textId="33EB0467" w:rsidR="00755F31" w:rsidRPr="000E3E1F" w:rsidRDefault="00755F31" w:rsidP="00755F31">
            <w:pPr>
              <w:tabs>
                <w:tab w:val="left" w:pos="794"/>
                <w:tab w:val="left" w:pos="1361"/>
                <w:tab w:val="left" w:pos="1928"/>
              </w:tabs>
              <w:rPr>
                <w:rFonts w:ascii="Browallia New" w:hAnsi="Browallia New" w:cs="Browallia New"/>
                <w:sz w:val="19"/>
                <w:szCs w:val="19"/>
              </w:rPr>
            </w:pPr>
            <w:r w:rsidRPr="000E3E1F">
              <w:rPr>
                <w:rFonts w:ascii="Browallia New" w:hAnsi="Browallia New" w:cs="Browallia New"/>
                <w:sz w:val="20"/>
                <w:szCs w:val="20"/>
                <w:cs/>
                <w:lang w:val="en-GB"/>
              </w:rPr>
              <w:t>กำไร</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ขาดทุน</w:t>
            </w:r>
            <w:r w:rsidRPr="000E3E1F">
              <w:rPr>
                <w:rFonts w:ascii="Browallia New" w:hAnsi="Browallia New" w:cs="Browallia New"/>
                <w:sz w:val="20"/>
                <w:szCs w:val="20"/>
              </w:rPr>
              <w:t xml:space="preserve">) </w:t>
            </w:r>
            <w:r w:rsidRPr="000E3E1F">
              <w:rPr>
                <w:rFonts w:ascii="Browallia New" w:hAnsi="Browallia New" w:cs="Browallia New"/>
                <w:sz w:val="20"/>
                <w:szCs w:val="20"/>
                <w:cs/>
                <w:lang w:val="en-GB"/>
              </w:rPr>
              <w:t>จากอัตราแลกเปลี่ยน</w:t>
            </w:r>
          </w:p>
        </w:tc>
        <w:tc>
          <w:tcPr>
            <w:tcW w:w="851" w:type="dxa"/>
          </w:tcPr>
          <w:p w14:paraId="61CB1291"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469421F6"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3BE7B9AD"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43CAFD7C" w14:textId="08BC5082" w:rsidR="00755F31" w:rsidRPr="000E3E1F" w:rsidRDefault="00731A32"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(346)</w:t>
            </w:r>
          </w:p>
        </w:tc>
        <w:tc>
          <w:tcPr>
            <w:tcW w:w="993" w:type="dxa"/>
            <w:vAlign w:val="bottom"/>
          </w:tcPr>
          <w:p w14:paraId="5D6B5D81" w14:textId="70DA6FA8"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7AEF076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3EFD2AE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1163CA3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3C527CB2" w14:textId="138FB2B8" w:rsidR="00755F31" w:rsidRPr="000E3E1F" w:rsidRDefault="00755F31"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319</w:t>
            </w:r>
          </w:p>
        </w:tc>
      </w:tr>
      <w:tr w:rsidR="00755F31" w:rsidRPr="000E3E1F" w14:paraId="2BAE23F1" w14:textId="77777777" w:rsidTr="000D1A9C">
        <w:trPr>
          <w:trHeight w:val="111"/>
        </w:trPr>
        <w:tc>
          <w:tcPr>
            <w:tcW w:w="1418" w:type="dxa"/>
            <w:vAlign w:val="bottom"/>
          </w:tcPr>
          <w:p w14:paraId="784BBFC3" w14:textId="3F040F66" w:rsidR="00755F31" w:rsidRPr="000E3E1F" w:rsidRDefault="00755F31" w:rsidP="00755F31">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ค่าเสื่อมราคา</w:t>
            </w:r>
          </w:p>
        </w:tc>
        <w:tc>
          <w:tcPr>
            <w:tcW w:w="992" w:type="dxa"/>
          </w:tcPr>
          <w:p w14:paraId="0D08929B"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1" w:type="dxa"/>
          </w:tcPr>
          <w:p w14:paraId="1CECF40A"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495AF22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4108D02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0A267064" w14:textId="1F44887F" w:rsidR="00755F31" w:rsidRPr="000E3E1F" w:rsidRDefault="00AB087C"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(15,099)</w:t>
            </w:r>
          </w:p>
        </w:tc>
        <w:tc>
          <w:tcPr>
            <w:tcW w:w="993" w:type="dxa"/>
          </w:tcPr>
          <w:p w14:paraId="7FB2685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7A59E4C3"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65AA0326"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vAlign w:val="bottom"/>
          </w:tcPr>
          <w:p w14:paraId="4647C1D0" w14:textId="121DAB90"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49E32FD0" w14:textId="1E9B0D8C" w:rsidR="00755F31" w:rsidRPr="000E3E1F" w:rsidRDefault="00755F31"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cs/>
              </w:rPr>
              <w:t>(</w:t>
            </w:r>
            <w:r w:rsidRPr="000E3E1F">
              <w:rPr>
                <w:rFonts w:ascii="Browallia New" w:hAnsi="Browallia New" w:cs="Browallia New"/>
                <w:sz w:val="20"/>
                <w:szCs w:val="20"/>
              </w:rPr>
              <w:t>15,876</w:t>
            </w:r>
            <w:r w:rsidRPr="000E3E1F">
              <w:rPr>
                <w:rFonts w:ascii="Browallia New" w:hAnsi="Browallia New" w:cs="Browallia New"/>
                <w:sz w:val="20"/>
                <w:szCs w:val="20"/>
                <w:cs/>
              </w:rPr>
              <w:t>)</w:t>
            </w:r>
          </w:p>
        </w:tc>
      </w:tr>
      <w:tr w:rsidR="00755F31" w:rsidRPr="000E3E1F" w14:paraId="6888F994" w14:textId="77777777" w:rsidTr="000D1A9C">
        <w:trPr>
          <w:trHeight w:val="111"/>
        </w:trPr>
        <w:tc>
          <w:tcPr>
            <w:tcW w:w="1418" w:type="dxa"/>
            <w:vAlign w:val="bottom"/>
          </w:tcPr>
          <w:p w14:paraId="233C8DBB" w14:textId="19CFA029" w:rsidR="00755F31" w:rsidRPr="000E3E1F" w:rsidRDefault="00755F31" w:rsidP="00755F31">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ค่าขนส่ง</w:t>
            </w:r>
          </w:p>
        </w:tc>
        <w:tc>
          <w:tcPr>
            <w:tcW w:w="992" w:type="dxa"/>
          </w:tcPr>
          <w:p w14:paraId="65161313"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1" w:type="dxa"/>
          </w:tcPr>
          <w:p w14:paraId="1AE6BF6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214ABEA6"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4B80980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1F56424E" w14:textId="4AED0528" w:rsidR="00755F31" w:rsidRPr="000E3E1F" w:rsidRDefault="00AB087C"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(42,422)</w:t>
            </w:r>
          </w:p>
        </w:tc>
        <w:tc>
          <w:tcPr>
            <w:tcW w:w="993" w:type="dxa"/>
          </w:tcPr>
          <w:p w14:paraId="4B3A6F6B"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1BD147D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46BDF97E"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vAlign w:val="bottom"/>
          </w:tcPr>
          <w:p w14:paraId="01193051" w14:textId="174B5D20"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3E5F493A" w14:textId="3D636C22" w:rsidR="00755F31" w:rsidRPr="000E3E1F" w:rsidRDefault="00755F31"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cs/>
              </w:rPr>
              <w:t>(</w:t>
            </w:r>
            <w:r w:rsidRPr="000E3E1F">
              <w:rPr>
                <w:rFonts w:ascii="Browallia New" w:hAnsi="Browallia New" w:cs="Browallia New"/>
                <w:sz w:val="20"/>
                <w:szCs w:val="20"/>
              </w:rPr>
              <w:t>40,653</w:t>
            </w:r>
            <w:r w:rsidRPr="000E3E1F">
              <w:rPr>
                <w:rFonts w:ascii="Browallia New" w:hAnsi="Browallia New" w:cs="Browallia New"/>
                <w:sz w:val="20"/>
                <w:szCs w:val="20"/>
                <w:cs/>
              </w:rPr>
              <w:t>)</w:t>
            </w:r>
          </w:p>
        </w:tc>
      </w:tr>
      <w:tr w:rsidR="00755F31" w:rsidRPr="000E3E1F" w14:paraId="575B6B71" w14:textId="77777777" w:rsidTr="000D1A9C">
        <w:trPr>
          <w:trHeight w:val="111"/>
        </w:trPr>
        <w:tc>
          <w:tcPr>
            <w:tcW w:w="1418" w:type="dxa"/>
            <w:vAlign w:val="bottom"/>
          </w:tcPr>
          <w:p w14:paraId="43569ACD" w14:textId="4D401225" w:rsidR="00755F31" w:rsidRPr="000E3E1F" w:rsidRDefault="00755F31" w:rsidP="00755F31">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ต้นทุนทางการเงิน</w:t>
            </w:r>
          </w:p>
        </w:tc>
        <w:tc>
          <w:tcPr>
            <w:tcW w:w="992" w:type="dxa"/>
          </w:tcPr>
          <w:p w14:paraId="6C7D86B5"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1" w:type="dxa"/>
          </w:tcPr>
          <w:p w14:paraId="26A5BE99"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3F8DBC56"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3B7F1765"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15B1439A" w14:textId="691F009B" w:rsidR="00755F31" w:rsidRPr="000E3E1F" w:rsidRDefault="00AB087C"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(4,263)</w:t>
            </w:r>
          </w:p>
        </w:tc>
        <w:tc>
          <w:tcPr>
            <w:tcW w:w="993" w:type="dxa"/>
          </w:tcPr>
          <w:p w14:paraId="4C7B307A"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2CFFA7BD"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66D2DB52"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vAlign w:val="bottom"/>
          </w:tcPr>
          <w:p w14:paraId="4234B494" w14:textId="414055BD"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7B0058CB" w14:textId="2A3817A4" w:rsidR="00755F31" w:rsidRPr="000E3E1F" w:rsidRDefault="00755F31"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cs/>
              </w:rPr>
              <w:t>(</w:t>
            </w:r>
            <w:r w:rsidRPr="000E3E1F">
              <w:rPr>
                <w:rFonts w:ascii="Browallia New" w:hAnsi="Browallia New" w:cs="Browallia New"/>
                <w:sz w:val="20"/>
                <w:szCs w:val="20"/>
              </w:rPr>
              <w:t>5,567</w:t>
            </w:r>
            <w:r w:rsidRPr="000E3E1F">
              <w:rPr>
                <w:rFonts w:ascii="Browallia New" w:hAnsi="Browallia New" w:cs="Browallia New"/>
                <w:sz w:val="20"/>
                <w:szCs w:val="20"/>
                <w:cs/>
              </w:rPr>
              <w:t>)</w:t>
            </w:r>
          </w:p>
        </w:tc>
      </w:tr>
      <w:tr w:rsidR="00755F31" w:rsidRPr="000E3E1F" w14:paraId="11C59EAB" w14:textId="77777777" w:rsidTr="000D1A9C">
        <w:trPr>
          <w:trHeight w:val="111"/>
        </w:trPr>
        <w:tc>
          <w:tcPr>
            <w:tcW w:w="1418" w:type="dxa"/>
            <w:vAlign w:val="bottom"/>
          </w:tcPr>
          <w:p w14:paraId="1D369D79" w14:textId="2E04F9B2" w:rsidR="00755F31" w:rsidRPr="000E3E1F" w:rsidRDefault="00755F31" w:rsidP="00755F31">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กำไรก่อนภาษีเงินได้</w:t>
            </w:r>
          </w:p>
        </w:tc>
        <w:tc>
          <w:tcPr>
            <w:tcW w:w="992" w:type="dxa"/>
          </w:tcPr>
          <w:p w14:paraId="5343EBB2"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1" w:type="dxa"/>
          </w:tcPr>
          <w:p w14:paraId="6FB5E31A"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2FD65BAD"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4D87BFC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6BD6385F" w14:textId="44F4E006" w:rsidR="00755F31" w:rsidRPr="000E3E1F" w:rsidRDefault="00AB087C"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87,494</w:t>
            </w:r>
          </w:p>
        </w:tc>
        <w:tc>
          <w:tcPr>
            <w:tcW w:w="993" w:type="dxa"/>
          </w:tcPr>
          <w:p w14:paraId="143D7BFE"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15CA6CE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11C0CB83"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vAlign w:val="bottom"/>
          </w:tcPr>
          <w:p w14:paraId="2C4C2227" w14:textId="5C260794"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7FC70988" w14:textId="44EFA666" w:rsidR="00755F31" w:rsidRPr="000E3E1F" w:rsidRDefault="00755F31" w:rsidP="00755F31">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73,617</w:t>
            </w:r>
          </w:p>
        </w:tc>
      </w:tr>
      <w:tr w:rsidR="00755F31" w:rsidRPr="000E3E1F" w14:paraId="5517EEB5" w14:textId="77777777" w:rsidTr="00682EAF">
        <w:trPr>
          <w:trHeight w:val="111"/>
        </w:trPr>
        <w:tc>
          <w:tcPr>
            <w:tcW w:w="1418" w:type="dxa"/>
            <w:vAlign w:val="bottom"/>
          </w:tcPr>
          <w:p w14:paraId="3C3203DB" w14:textId="77777777" w:rsidR="00755F31" w:rsidRPr="000E3E1F" w:rsidRDefault="00755F31" w:rsidP="00755F31">
            <w:pPr>
              <w:tabs>
                <w:tab w:val="left" w:pos="360"/>
              </w:tabs>
              <w:rPr>
                <w:rFonts w:ascii="Browallia New" w:hAnsi="Browallia New" w:cs="Browallia New"/>
                <w:b/>
                <w:bCs/>
                <w:sz w:val="19"/>
                <w:szCs w:val="19"/>
                <w:cs/>
                <w:lang w:val="en-GB"/>
              </w:rPr>
            </w:pPr>
          </w:p>
        </w:tc>
        <w:tc>
          <w:tcPr>
            <w:tcW w:w="992" w:type="dxa"/>
          </w:tcPr>
          <w:p w14:paraId="65CAC2D8"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1" w:type="dxa"/>
          </w:tcPr>
          <w:p w14:paraId="2EA1D3F4"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8" w:type="dxa"/>
          </w:tcPr>
          <w:p w14:paraId="114CF84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50DE98CF"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06991A30"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3" w:type="dxa"/>
          </w:tcPr>
          <w:p w14:paraId="3A8E66E0"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850" w:type="dxa"/>
          </w:tcPr>
          <w:p w14:paraId="040D6523"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10EDA751"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709" w:type="dxa"/>
          </w:tcPr>
          <w:p w14:paraId="0838795D"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c>
          <w:tcPr>
            <w:tcW w:w="992" w:type="dxa"/>
            <w:vAlign w:val="bottom"/>
          </w:tcPr>
          <w:p w14:paraId="79949B54" w14:textId="77777777" w:rsidR="00755F31" w:rsidRPr="000E3E1F" w:rsidRDefault="00755F31" w:rsidP="00755F31">
            <w:pPr>
              <w:tabs>
                <w:tab w:val="left" w:pos="794"/>
                <w:tab w:val="left" w:pos="1361"/>
                <w:tab w:val="left" w:pos="1928"/>
              </w:tabs>
              <w:jc w:val="right"/>
              <w:rPr>
                <w:rFonts w:ascii="Browallia New" w:hAnsi="Browallia New" w:cs="Browallia New"/>
                <w:sz w:val="19"/>
                <w:szCs w:val="19"/>
              </w:rPr>
            </w:pPr>
          </w:p>
        </w:tc>
      </w:tr>
      <w:tr w:rsidR="009A486D" w:rsidRPr="000E3E1F" w14:paraId="03478339" w14:textId="77777777" w:rsidTr="00682EAF">
        <w:trPr>
          <w:trHeight w:val="111"/>
        </w:trPr>
        <w:tc>
          <w:tcPr>
            <w:tcW w:w="1418" w:type="dxa"/>
            <w:vAlign w:val="bottom"/>
          </w:tcPr>
          <w:p w14:paraId="496986C2" w14:textId="0FEBFCDB" w:rsidR="009A486D" w:rsidRPr="000E3E1F" w:rsidRDefault="009A486D" w:rsidP="009A486D">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สินทรัพย์รวม</w:t>
            </w:r>
          </w:p>
        </w:tc>
        <w:tc>
          <w:tcPr>
            <w:tcW w:w="992" w:type="dxa"/>
          </w:tcPr>
          <w:p w14:paraId="70639C43"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851" w:type="dxa"/>
          </w:tcPr>
          <w:p w14:paraId="386EA3BC"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8" w:type="dxa"/>
          </w:tcPr>
          <w:p w14:paraId="078C44A2"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2B31AC75"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992" w:type="dxa"/>
            <w:vAlign w:val="bottom"/>
          </w:tcPr>
          <w:p w14:paraId="2BB1C16C" w14:textId="1AB330DD" w:rsidR="009A486D" w:rsidRPr="000E3E1F" w:rsidRDefault="0014481D" w:rsidP="009A486D">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4,026,9</w:t>
            </w:r>
            <w:r w:rsidR="002A0E14" w:rsidRPr="000E3E1F">
              <w:rPr>
                <w:rFonts w:ascii="Browallia New" w:hAnsi="Browallia New" w:cs="Browallia New"/>
                <w:sz w:val="19"/>
                <w:szCs w:val="19"/>
              </w:rPr>
              <w:t>30</w:t>
            </w:r>
          </w:p>
        </w:tc>
        <w:tc>
          <w:tcPr>
            <w:tcW w:w="993" w:type="dxa"/>
          </w:tcPr>
          <w:p w14:paraId="5D56198F"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850" w:type="dxa"/>
          </w:tcPr>
          <w:p w14:paraId="4B1F6E2C"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0FD2650E"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157B801D"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992" w:type="dxa"/>
            <w:vAlign w:val="bottom"/>
          </w:tcPr>
          <w:p w14:paraId="3DEE8A96" w14:textId="0C065D1E" w:rsidR="009A486D" w:rsidRPr="000E3E1F" w:rsidRDefault="009A486D" w:rsidP="009A486D">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4,096,470</w:t>
            </w:r>
          </w:p>
        </w:tc>
      </w:tr>
      <w:tr w:rsidR="009A486D" w:rsidRPr="000E3E1F" w14:paraId="73638A96" w14:textId="77777777" w:rsidTr="00682EAF">
        <w:trPr>
          <w:trHeight w:val="111"/>
        </w:trPr>
        <w:tc>
          <w:tcPr>
            <w:tcW w:w="1418" w:type="dxa"/>
            <w:vAlign w:val="bottom"/>
          </w:tcPr>
          <w:p w14:paraId="7B01DA9E" w14:textId="6B501334" w:rsidR="009A486D" w:rsidRPr="000E3E1F" w:rsidRDefault="009A486D" w:rsidP="009A486D">
            <w:pPr>
              <w:tabs>
                <w:tab w:val="left" w:pos="360"/>
              </w:tabs>
              <w:rPr>
                <w:rFonts w:ascii="Browallia New" w:hAnsi="Browallia New" w:cs="Browallia New"/>
                <w:b/>
                <w:bCs/>
                <w:sz w:val="19"/>
                <w:szCs w:val="19"/>
                <w:cs/>
                <w:lang w:val="en-GB"/>
              </w:rPr>
            </w:pPr>
            <w:r w:rsidRPr="000E3E1F">
              <w:rPr>
                <w:rFonts w:ascii="Browallia New" w:hAnsi="Browallia New" w:cs="Browallia New"/>
                <w:sz w:val="20"/>
                <w:szCs w:val="20"/>
                <w:cs/>
                <w:lang w:val="en-GB"/>
              </w:rPr>
              <w:t>หนี้สินรวม</w:t>
            </w:r>
          </w:p>
        </w:tc>
        <w:tc>
          <w:tcPr>
            <w:tcW w:w="992" w:type="dxa"/>
          </w:tcPr>
          <w:p w14:paraId="112CCCCC"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851" w:type="dxa"/>
          </w:tcPr>
          <w:p w14:paraId="7EB96913"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8" w:type="dxa"/>
          </w:tcPr>
          <w:p w14:paraId="2A00FC3C"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02D946DE"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992" w:type="dxa"/>
            <w:vAlign w:val="bottom"/>
          </w:tcPr>
          <w:p w14:paraId="6480678C" w14:textId="590CA67A" w:rsidR="009A486D" w:rsidRPr="000E3E1F" w:rsidRDefault="0014481D" w:rsidP="009A486D">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19"/>
                <w:szCs w:val="19"/>
              </w:rPr>
              <w:t>803,45</w:t>
            </w:r>
            <w:r w:rsidR="002A0E14" w:rsidRPr="000E3E1F">
              <w:rPr>
                <w:rFonts w:ascii="Browallia New" w:hAnsi="Browallia New" w:cs="Browallia New"/>
                <w:sz w:val="19"/>
                <w:szCs w:val="19"/>
              </w:rPr>
              <w:t>0</w:t>
            </w:r>
          </w:p>
        </w:tc>
        <w:tc>
          <w:tcPr>
            <w:tcW w:w="993" w:type="dxa"/>
          </w:tcPr>
          <w:p w14:paraId="2D1148D8"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850" w:type="dxa"/>
          </w:tcPr>
          <w:p w14:paraId="0B244EEE"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0AF4A661"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709" w:type="dxa"/>
          </w:tcPr>
          <w:p w14:paraId="669F8744" w14:textId="77777777" w:rsidR="009A486D" w:rsidRPr="000E3E1F" w:rsidRDefault="009A486D" w:rsidP="009A486D">
            <w:pPr>
              <w:tabs>
                <w:tab w:val="left" w:pos="794"/>
                <w:tab w:val="left" w:pos="1361"/>
                <w:tab w:val="left" w:pos="1928"/>
              </w:tabs>
              <w:jc w:val="right"/>
              <w:rPr>
                <w:rFonts w:ascii="Browallia New" w:hAnsi="Browallia New" w:cs="Browallia New"/>
                <w:sz w:val="19"/>
                <w:szCs w:val="19"/>
              </w:rPr>
            </w:pPr>
          </w:p>
        </w:tc>
        <w:tc>
          <w:tcPr>
            <w:tcW w:w="992" w:type="dxa"/>
            <w:vAlign w:val="bottom"/>
          </w:tcPr>
          <w:p w14:paraId="1115261B" w14:textId="6B2EF8C0" w:rsidR="009A486D" w:rsidRPr="000E3E1F" w:rsidRDefault="009A486D" w:rsidP="009A486D">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924,501</w:t>
            </w:r>
          </w:p>
        </w:tc>
      </w:tr>
    </w:tbl>
    <w:p w14:paraId="4D68D404" w14:textId="1284B734" w:rsidR="008B2A47" w:rsidRPr="000E3E1F" w:rsidRDefault="008B2A47" w:rsidP="00BF174C">
      <w:pPr>
        <w:rPr>
          <w:rFonts w:ascii="Browallia New" w:hAnsi="Browallia New" w:cs="Browallia New"/>
          <w:b/>
          <w:bCs/>
          <w:sz w:val="14"/>
          <w:szCs w:val="14"/>
        </w:rPr>
      </w:pPr>
    </w:p>
    <w:p w14:paraId="1C26AB42" w14:textId="77777777" w:rsidR="008B2A47" w:rsidRPr="000E3E1F" w:rsidRDefault="008B2A47" w:rsidP="00BF174C">
      <w:pPr>
        <w:rPr>
          <w:rFonts w:ascii="Browallia New" w:hAnsi="Browallia New" w:cs="Browallia New"/>
          <w:b/>
          <w:bCs/>
          <w:sz w:val="14"/>
          <w:szCs w:val="14"/>
        </w:rPr>
      </w:pPr>
    </w:p>
    <w:p w14:paraId="29B6333B" w14:textId="77777777" w:rsidR="00287A5E" w:rsidRPr="000E3E1F" w:rsidRDefault="00287A5E" w:rsidP="00BF174C">
      <w:pPr>
        <w:rPr>
          <w:rFonts w:ascii="Browallia New" w:hAnsi="Browallia New" w:cs="Browallia New"/>
          <w:b/>
          <w:bCs/>
          <w:sz w:val="14"/>
          <w:szCs w:val="14"/>
        </w:rPr>
      </w:pPr>
    </w:p>
    <w:p w14:paraId="7AC8890A" w14:textId="77777777" w:rsidR="00287A5E" w:rsidRPr="000E3E1F" w:rsidRDefault="00287A5E" w:rsidP="00BF174C">
      <w:pPr>
        <w:rPr>
          <w:rFonts w:ascii="Browallia New" w:hAnsi="Browallia New" w:cs="Browallia New"/>
          <w:b/>
          <w:bCs/>
          <w:sz w:val="14"/>
          <w:szCs w:val="14"/>
        </w:rPr>
      </w:pPr>
    </w:p>
    <w:p w14:paraId="3F965213" w14:textId="77777777" w:rsidR="00287A5E" w:rsidRPr="000E3E1F" w:rsidRDefault="00287A5E" w:rsidP="00BF174C">
      <w:pPr>
        <w:rPr>
          <w:rFonts w:ascii="Browallia New" w:hAnsi="Browallia New" w:cs="Browallia New"/>
          <w:b/>
          <w:bCs/>
          <w:sz w:val="14"/>
          <w:szCs w:val="14"/>
        </w:rPr>
      </w:pPr>
    </w:p>
    <w:p w14:paraId="5C013DDD" w14:textId="77777777" w:rsidR="00287A5E" w:rsidRPr="000E3E1F" w:rsidRDefault="00287A5E" w:rsidP="00BF174C">
      <w:pPr>
        <w:rPr>
          <w:rFonts w:ascii="Browallia New" w:hAnsi="Browallia New" w:cs="Browallia New"/>
          <w:b/>
          <w:bCs/>
          <w:sz w:val="14"/>
          <w:szCs w:val="14"/>
        </w:rPr>
      </w:pPr>
    </w:p>
    <w:p w14:paraId="79AD423D" w14:textId="77777777" w:rsidR="00287A5E" w:rsidRPr="000E3E1F" w:rsidRDefault="00287A5E" w:rsidP="00BF174C">
      <w:pPr>
        <w:rPr>
          <w:rFonts w:ascii="Browallia New" w:hAnsi="Browallia New" w:cs="Browallia New"/>
          <w:b/>
          <w:bCs/>
          <w:sz w:val="14"/>
          <w:szCs w:val="14"/>
        </w:rPr>
      </w:pPr>
    </w:p>
    <w:p w14:paraId="6C4C2703" w14:textId="77777777" w:rsidR="00287A5E" w:rsidRPr="000E3E1F" w:rsidRDefault="00287A5E" w:rsidP="00BF174C">
      <w:pPr>
        <w:rPr>
          <w:rFonts w:ascii="Browallia New" w:hAnsi="Browallia New" w:cs="Browallia New"/>
          <w:b/>
          <w:bCs/>
          <w:sz w:val="14"/>
          <w:szCs w:val="14"/>
        </w:rPr>
      </w:pPr>
    </w:p>
    <w:p w14:paraId="46242645" w14:textId="77777777" w:rsidR="00287A5E" w:rsidRPr="000E3E1F" w:rsidRDefault="00287A5E" w:rsidP="00BF174C">
      <w:pPr>
        <w:rPr>
          <w:rFonts w:ascii="Browallia New" w:hAnsi="Browallia New" w:cs="Browallia New"/>
          <w:b/>
          <w:bCs/>
          <w:sz w:val="14"/>
          <w:szCs w:val="14"/>
        </w:rPr>
      </w:pPr>
    </w:p>
    <w:p w14:paraId="7E1813E0" w14:textId="77777777" w:rsidR="00287A5E" w:rsidRPr="000E3E1F" w:rsidRDefault="00287A5E" w:rsidP="00BF174C">
      <w:pPr>
        <w:rPr>
          <w:rFonts w:ascii="Browallia New" w:hAnsi="Browallia New" w:cs="Browallia New"/>
          <w:b/>
          <w:bCs/>
          <w:sz w:val="14"/>
          <w:szCs w:val="14"/>
        </w:rPr>
      </w:pPr>
    </w:p>
    <w:p w14:paraId="57B86090" w14:textId="77777777" w:rsidR="00287A5E" w:rsidRPr="000E3E1F" w:rsidRDefault="00287A5E" w:rsidP="00BF174C">
      <w:pPr>
        <w:rPr>
          <w:rFonts w:ascii="Browallia New" w:hAnsi="Browallia New" w:cs="Browallia New"/>
          <w:b/>
          <w:bCs/>
          <w:sz w:val="14"/>
          <w:szCs w:val="14"/>
        </w:rPr>
      </w:pPr>
    </w:p>
    <w:p w14:paraId="3585920F" w14:textId="77777777" w:rsidR="00287A5E" w:rsidRPr="000E3E1F" w:rsidRDefault="00287A5E" w:rsidP="00BF174C">
      <w:pPr>
        <w:rPr>
          <w:rFonts w:ascii="Browallia New" w:hAnsi="Browallia New" w:cs="Browallia New"/>
          <w:b/>
          <w:bCs/>
          <w:sz w:val="14"/>
          <w:szCs w:val="14"/>
        </w:rPr>
      </w:pPr>
    </w:p>
    <w:p w14:paraId="3DBA2224" w14:textId="77777777" w:rsidR="00287A5E" w:rsidRPr="000E3E1F" w:rsidRDefault="00287A5E" w:rsidP="00BF174C">
      <w:pPr>
        <w:rPr>
          <w:rFonts w:ascii="Browallia New" w:hAnsi="Browallia New" w:cs="Browallia New"/>
          <w:b/>
          <w:bCs/>
          <w:sz w:val="14"/>
          <w:szCs w:val="14"/>
        </w:rPr>
      </w:pPr>
    </w:p>
    <w:p w14:paraId="670C77FD" w14:textId="77777777" w:rsidR="00287A5E" w:rsidRPr="000E3E1F" w:rsidRDefault="00287A5E" w:rsidP="00BF174C">
      <w:pPr>
        <w:rPr>
          <w:rFonts w:ascii="Browallia New" w:hAnsi="Browallia New" w:cs="Browallia New"/>
          <w:b/>
          <w:bCs/>
          <w:sz w:val="14"/>
          <w:szCs w:val="14"/>
        </w:rPr>
      </w:pPr>
    </w:p>
    <w:p w14:paraId="6DE2BE62" w14:textId="77777777" w:rsidR="00287A5E" w:rsidRPr="000E3E1F" w:rsidRDefault="00287A5E" w:rsidP="00BF174C">
      <w:pPr>
        <w:rPr>
          <w:rFonts w:ascii="Browallia New" w:hAnsi="Browallia New" w:cs="Browallia New"/>
          <w:b/>
          <w:bCs/>
          <w:sz w:val="14"/>
          <w:szCs w:val="14"/>
        </w:rPr>
      </w:pPr>
    </w:p>
    <w:p w14:paraId="7AF26616" w14:textId="77777777" w:rsidR="00287A5E" w:rsidRPr="000E3E1F" w:rsidRDefault="00287A5E" w:rsidP="00BF174C">
      <w:pPr>
        <w:rPr>
          <w:rFonts w:ascii="Browallia New" w:hAnsi="Browallia New" w:cs="Browallia New"/>
          <w:b/>
          <w:bCs/>
          <w:sz w:val="14"/>
          <w:szCs w:val="14"/>
        </w:rPr>
      </w:pPr>
    </w:p>
    <w:p w14:paraId="71A8F030" w14:textId="77777777" w:rsidR="00287A5E" w:rsidRPr="000E3E1F" w:rsidRDefault="00287A5E" w:rsidP="00BF174C">
      <w:pPr>
        <w:rPr>
          <w:rFonts w:ascii="Browallia New" w:hAnsi="Browallia New" w:cs="Browallia New"/>
          <w:b/>
          <w:bCs/>
          <w:sz w:val="14"/>
          <w:szCs w:val="14"/>
        </w:rPr>
      </w:pPr>
    </w:p>
    <w:p w14:paraId="77144837" w14:textId="77777777" w:rsidR="00287A5E" w:rsidRPr="000E3E1F" w:rsidRDefault="00287A5E" w:rsidP="00BF174C">
      <w:pPr>
        <w:rPr>
          <w:rFonts w:ascii="Browallia New" w:hAnsi="Browallia New" w:cs="Browallia New"/>
          <w:b/>
          <w:bCs/>
          <w:sz w:val="14"/>
          <w:szCs w:val="14"/>
        </w:rPr>
      </w:pPr>
    </w:p>
    <w:p w14:paraId="4A27DE68" w14:textId="77777777" w:rsidR="00287A5E" w:rsidRPr="000E3E1F" w:rsidRDefault="00287A5E" w:rsidP="00BF174C">
      <w:pPr>
        <w:rPr>
          <w:rFonts w:ascii="Browallia New" w:hAnsi="Browallia New" w:cs="Browallia New"/>
          <w:b/>
          <w:bCs/>
          <w:sz w:val="14"/>
          <w:szCs w:val="14"/>
        </w:rPr>
      </w:pPr>
    </w:p>
    <w:p w14:paraId="76546FDF" w14:textId="77777777" w:rsidR="00287A5E" w:rsidRPr="000E3E1F" w:rsidRDefault="00287A5E" w:rsidP="00BF174C">
      <w:pPr>
        <w:rPr>
          <w:rFonts w:ascii="Browallia New" w:hAnsi="Browallia New" w:cs="Browallia New"/>
          <w:b/>
          <w:bCs/>
          <w:sz w:val="14"/>
          <w:szCs w:val="14"/>
        </w:rPr>
      </w:pPr>
    </w:p>
    <w:tbl>
      <w:tblPr>
        <w:tblpPr w:leftFromText="180" w:rightFromText="180" w:vertAnchor="text" w:horzAnchor="margin" w:tblpX="142" w:tblpY="106"/>
        <w:tblW w:w="9923" w:type="dxa"/>
        <w:tblLayout w:type="fixed"/>
        <w:tblLook w:val="01E0" w:firstRow="1" w:lastRow="1" w:firstColumn="1" w:lastColumn="1" w:noHBand="0" w:noVBand="0"/>
      </w:tblPr>
      <w:tblGrid>
        <w:gridCol w:w="1418"/>
        <w:gridCol w:w="992"/>
        <w:gridCol w:w="851"/>
        <w:gridCol w:w="708"/>
        <w:gridCol w:w="709"/>
        <w:gridCol w:w="992"/>
        <w:gridCol w:w="993"/>
        <w:gridCol w:w="850"/>
        <w:gridCol w:w="709"/>
        <w:gridCol w:w="709"/>
        <w:gridCol w:w="992"/>
      </w:tblGrid>
      <w:tr w:rsidR="008B2A47" w:rsidRPr="000E3E1F" w14:paraId="5ECCCB3C" w14:textId="77777777" w:rsidTr="00682EAF">
        <w:trPr>
          <w:trHeight w:val="20"/>
        </w:trPr>
        <w:tc>
          <w:tcPr>
            <w:tcW w:w="1418" w:type="dxa"/>
            <w:vAlign w:val="bottom"/>
          </w:tcPr>
          <w:p w14:paraId="499A86BA" w14:textId="77777777" w:rsidR="008B2A47" w:rsidRPr="000E3E1F"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482F6F47" w14:textId="77777777" w:rsidR="008B2A47" w:rsidRPr="000E3E1F" w:rsidRDefault="008B2A47">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cs/>
              </w:rPr>
              <w:t>(หน่วย</w:t>
            </w:r>
            <w:r w:rsidRPr="000E3E1F">
              <w:rPr>
                <w:rFonts w:ascii="Browallia New" w:hAnsi="Browallia New" w:cs="Browallia New"/>
                <w:sz w:val="20"/>
                <w:szCs w:val="20"/>
              </w:rPr>
              <w:t xml:space="preserve"> : </w:t>
            </w:r>
            <w:r w:rsidRPr="000E3E1F">
              <w:rPr>
                <w:rFonts w:ascii="Browallia New" w:hAnsi="Browallia New" w:cs="Browallia New"/>
                <w:sz w:val="20"/>
                <w:szCs w:val="20"/>
                <w:cs/>
              </w:rPr>
              <w:t>พันบาท)</w:t>
            </w:r>
          </w:p>
        </w:tc>
      </w:tr>
      <w:tr w:rsidR="008B2A47" w:rsidRPr="000E3E1F" w14:paraId="533B503D" w14:textId="77777777" w:rsidTr="00682EAF">
        <w:trPr>
          <w:trHeight w:val="20"/>
        </w:trPr>
        <w:tc>
          <w:tcPr>
            <w:tcW w:w="1418" w:type="dxa"/>
            <w:vAlign w:val="bottom"/>
          </w:tcPr>
          <w:p w14:paraId="719DB1D5" w14:textId="77777777" w:rsidR="008B2A47" w:rsidRPr="000E3E1F"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49BC2DF1"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lang w:val="en-GB"/>
              </w:rPr>
              <w:t>ข้อมูลทางการเงินรวม</w:t>
            </w:r>
          </w:p>
        </w:tc>
      </w:tr>
      <w:tr w:rsidR="008B2A47" w:rsidRPr="000E3E1F" w14:paraId="38F74D26" w14:textId="77777777" w:rsidTr="00682EAF">
        <w:trPr>
          <w:trHeight w:val="20"/>
        </w:trPr>
        <w:tc>
          <w:tcPr>
            <w:tcW w:w="1418" w:type="dxa"/>
            <w:vAlign w:val="bottom"/>
          </w:tcPr>
          <w:p w14:paraId="25821E43" w14:textId="77777777" w:rsidR="008B2A47" w:rsidRPr="000E3E1F"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0BCFAB9D" w14:textId="35CBFAEB"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สำหรับงวด</w:t>
            </w:r>
            <w:r w:rsidR="00021441" w:rsidRPr="000E3E1F">
              <w:rPr>
                <w:rFonts w:ascii="Browallia New" w:hAnsi="Browallia New" w:cs="Browallia New"/>
                <w:sz w:val="20"/>
                <w:szCs w:val="20"/>
                <w:cs/>
              </w:rPr>
              <w:t>เก้า</w:t>
            </w:r>
            <w:r w:rsidRPr="000E3E1F">
              <w:rPr>
                <w:rFonts w:ascii="Browallia New" w:hAnsi="Browallia New" w:cs="Browallia New"/>
                <w:sz w:val="20"/>
                <w:szCs w:val="20"/>
                <w:cs/>
              </w:rPr>
              <w:t>เดือนสิ้นสุดวันที่</w:t>
            </w:r>
            <w:r w:rsidRPr="000E3E1F">
              <w:rPr>
                <w:rFonts w:ascii="Browallia New" w:hAnsi="Browallia New" w:cs="Browallia New"/>
                <w:sz w:val="20"/>
                <w:szCs w:val="20"/>
              </w:rPr>
              <w:t xml:space="preserve"> 30 </w:t>
            </w:r>
            <w:r w:rsidR="00021441" w:rsidRPr="000E3E1F">
              <w:rPr>
                <w:rFonts w:ascii="Browallia New" w:hAnsi="Browallia New" w:cs="Browallia New"/>
                <w:sz w:val="20"/>
                <w:szCs w:val="20"/>
                <w:cs/>
              </w:rPr>
              <w:t>กันยายน</w:t>
            </w:r>
          </w:p>
        </w:tc>
      </w:tr>
      <w:tr w:rsidR="008B2A47" w:rsidRPr="000E3E1F" w14:paraId="1B7D5EC5" w14:textId="77777777" w:rsidTr="00682EAF">
        <w:trPr>
          <w:trHeight w:val="20"/>
        </w:trPr>
        <w:tc>
          <w:tcPr>
            <w:tcW w:w="1418" w:type="dxa"/>
            <w:vAlign w:val="bottom"/>
          </w:tcPr>
          <w:p w14:paraId="02577D9B" w14:textId="77777777" w:rsidR="008B2A47" w:rsidRPr="000E3E1F" w:rsidRDefault="008B2A47">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717A4BC4"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2567</w:t>
            </w:r>
          </w:p>
        </w:tc>
        <w:tc>
          <w:tcPr>
            <w:tcW w:w="4253" w:type="dxa"/>
            <w:gridSpan w:val="5"/>
            <w:vAlign w:val="bottom"/>
          </w:tcPr>
          <w:p w14:paraId="7BB9A1B4"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2566</w:t>
            </w:r>
          </w:p>
        </w:tc>
      </w:tr>
      <w:tr w:rsidR="008B2A47" w:rsidRPr="000E3E1F" w14:paraId="5FB5157B" w14:textId="77777777" w:rsidTr="00682EAF">
        <w:trPr>
          <w:trHeight w:val="20"/>
        </w:trPr>
        <w:tc>
          <w:tcPr>
            <w:tcW w:w="1418" w:type="dxa"/>
            <w:vAlign w:val="bottom"/>
          </w:tcPr>
          <w:p w14:paraId="33A96018" w14:textId="77777777" w:rsidR="008B2A47" w:rsidRPr="000E3E1F" w:rsidRDefault="008B2A4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3D838DD" w14:textId="77777777" w:rsidR="008B2A47" w:rsidRPr="000E3E1F" w:rsidRDefault="008B2A4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ขายและ</w:t>
            </w:r>
          </w:p>
          <w:p w14:paraId="190A15FC" w14:textId="77777777" w:rsidR="008B2A47" w:rsidRPr="000E3E1F" w:rsidRDefault="008B2A4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br/>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สุทธิ</w:t>
            </w:r>
          </w:p>
        </w:tc>
        <w:tc>
          <w:tcPr>
            <w:tcW w:w="851" w:type="dxa"/>
            <w:vAlign w:val="bottom"/>
          </w:tcPr>
          <w:p w14:paraId="32FA11A8"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w:t>
            </w:r>
          </w:p>
          <w:p w14:paraId="3E841AD8"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จากการให้บริการตัดเหล็ก</w:t>
            </w:r>
          </w:p>
        </w:tc>
        <w:tc>
          <w:tcPr>
            <w:tcW w:w="708" w:type="dxa"/>
            <w:vAlign w:val="bottom"/>
          </w:tcPr>
          <w:p w14:paraId="6D06AEE0"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46FC27C"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3E84D34F"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08AB4363"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709" w:type="dxa"/>
            <w:vAlign w:val="bottom"/>
          </w:tcPr>
          <w:p w14:paraId="2D44DD98"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รายการ</w:t>
            </w:r>
            <w:r w:rsidRPr="000E3E1F">
              <w:rPr>
                <w:rFonts w:ascii="Browallia New" w:hAnsi="Browallia New" w:cs="Browallia New"/>
                <w:sz w:val="20"/>
                <w:szCs w:val="20"/>
              </w:rPr>
              <w:t xml:space="preserve">        </w:t>
            </w:r>
          </w:p>
          <w:p w14:paraId="45F5E5A3"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ตัดบัญชี</w:t>
            </w:r>
          </w:p>
        </w:tc>
        <w:tc>
          <w:tcPr>
            <w:tcW w:w="992" w:type="dxa"/>
            <w:vAlign w:val="bottom"/>
          </w:tcPr>
          <w:p w14:paraId="05777AC1"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c>
          <w:tcPr>
            <w:tcW w:w="993" w:type="dxa"/>
            <w:vAlign w:val="bottom"/>
          </w:tcPr>
          <w:p w14:paraId="53ACFE1A"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ขายและ</w:t>
            </w:r>
          </w:p>
          <w:p w14:paraId="2E9D09EE"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br/>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สุทธิ</w:t>
            </w:r>
          </w:p>
        </w:tc>
        <w:tc>
          <w:tcPr>
            <w:tcW w:w="850" w:type="dxa"/>
            <w:vAlign w:val="bottom"/>
          </w:tcPr>
          <w:p w14:paraId="5992CB2C"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6F893D69"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จากการให้บริการตัดเหล็ก</w:t>
            </w:r>
          </w:p>
        </w:tc>
        <w:tc>
          <w:tcPr>
            <w:tcW w:w="709" w:type="dxa"/>
            <w:vAlign w:val="bottom"/>
          </w:tcPr>
          <w:p w14:paraId="7F05CA98"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1C3A2753"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7E036999"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709" w:type="dxa"/>
            <w:vAlign w:val="bottom"/>
          </w:tcPr>
          <w:p w14:paraId="63F7199A"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รายการ</w:t>
            </w:r>
            <w:r w:rsidRPr="000E3E1F">
              <w:rPr>
                <w:rFonts w:ascii="Browallia New" w:hAnsi="Browallia New" w:cs="Browallia New"/>
                <w:sz w:val="20"/>
                <w:szCs w:val="20"/>
              </w:rPr>
              <w:t xml:space="preserve">        </w:t>
            </w:r>
            <w:r w:rsidRPr="000E3E1F">
              <w:rPr>
                <w:rFonts w:ascii="Browallia New" w:hAnsi="Browallia New" w:cs="Browallia New"/>
                <w:sz w:val="20"/>
                <w:szCs w:val="20"/>
                <w:cs/>
              </w:rPr>
              <w:t>ตัดบัญชี</w:t>
            </w:r>
          </w:p>
        </w:tc>
        <w:tc>
          <w:tcPr>
            <w:tcW w:w="992" w:type="dxa"/>
            <w:vAlign w:val="bottom"/>
          </w:tcPr>
          <w:p w14:paraId="199E0F13" w14:textId="77777777" w:rsidR="008B2A47" w:rsidRPr="000E3E1F"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r>
      <w:tr w:rsidR="008B2A47" w:rsidRPr="000E3E1F" w14:paraId="37E41A00" w14:textId="77777777" w:rsidTr="00682EAF">
        <w:trPr>
          <w:trHeight w:val="288"/>
        </w:trPr>
        <w:tc>
          <w:tcPr>
            <w:tcW w:w="1418" w:type="dxa"/>
            <w:vAlign w:val="bottom"/>
          </w:tcPr>
          <w:p w14:paraId="4105F7C2"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CFEB2C8"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721D6C4F"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6DD101BE"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63CB75C"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6252F619" w14:textId="77777777" w:rsidR="008B2A47" w:rsidRPr="000E3E1F" w:rsidRDefault="008B2A47">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23B80755" w14:textId="77777777" w:rsidR="008B2A47" w:rsidRPr="000E3E1F" w:rsidRDefault="008B2A47">
            <w:pPr>
              <w:tabs>
                <w:tab w:val="left" w:pos="794"/>
                <w:tab w:val="left" w:pos="1361"/>
                <w:tab w:val="left" w:pos="1928"/>
              </w:tabs>
              <w:jc w:val="right"/>
              <w:rPr>
                <w:rFonts w:ascii="Browallia New" w:hAnsi="Browallia New" w:cs="Browallia New"/>
                <w:sz w:val="14"/>
                <w:szCs w:val="14"/>
              </w:rPr>
            </w:pPr>
          </w:p>
        </w:tc>
        <w:tc>
          <w:tcPr>
            <w:tcW w:w="850" w:type="dxa"/>
            <w:vAlign w:val="bottom"/>
          </w:tcPr>
          <w:p w14:paraId="65FE1115" w14:textId="77777777" w:rsidR="008B2A47" w:rsidRPr="000E3E1F" w:rsidRDefault="008B2A47">
            <w:pPr>
              <w:tabs>
                <w:tab w:val="left" w:pos="794"/>
                <w:tab w:val="left" w:pos="1361"/>
                <w:tab w:val="left" w:pos="1928"/>
              </w:tabs>
              <w:jc w:val="right"/>
              <w:rPr>
                <w:rFonts w:ascii="Browallia New" w:hAnsi="Browallia New" w:cs="Browallia New"/>
                <w:sz w:val="14"/>
                <w:szCs w:val="14"/>
              </w:rPr>
            </w:pPr>
          </w:p>
        </w:tc>
        <w:tc>
          <w:tcPr>
            <w:tcW w:w="709" w:type="dxa"/>
            <w:vAlign w:val="bottom"/>
          </w:tcPr>
          <w:p w14:paraId="5EE23E39" w14:textId="77777777" w:rsidR="008B2A47" w:rsidRPr="000E3E1F" w:rsidRDefault="008B2A47">
            <w:pPr>
              <w:tabs>
                <w:tab w:val="left" w:pos="794"/>
                <w:tab w:val="left" w:pos="1361"/>
                <w:tab w:val="left" w:pos="1928"/>
              </w:tabs>
              <w:jc w:val="right"/>
              <w:rPr>
                <w:rFonts w:ascii="Browallia New" w:hAnsi="Browallia New" w:cs="Browallia New"/>
                <w:sz w:val="14"/>
                <w:szCs w:val="14"/>
              </w:rPr>
            </w:pPr>
          </w:p>
        </w:tc>
        <w:tc>
          <w:tcPr>
            <w:tcW w:w="709" w:type="dxa"/>
            <w:vAlign w:val="bottom"/>
          </w:tcPr>
          <w:p w14:paraId="287A0A9E" w14:textId="77777777" w:rsidR="008B2A47" w:rsidRPr="000E3E1F" w:rsidRDefault="008B2A47">
            <w:pPr>
              <w:tabs>
                <w:tab w:val="left" w:pos="794"/>
                <w:tab w:val="left" w:pos="1361"/>
                <w:tab w:val="left" w:pos="1928"/>
              </w:tabs>
              <w:jc w:val="right"/>
              <w:rPr>
                <w:rFonts w:ascii="Browallia New" w:hAnsi="Browallia New" w:cs="Browallia New"/>
                <w:sz w:val="14"/>
                <w:szCs w:val="14"/>
              </w:rPr>
            </w:pPr>
          </w:p>
        </w:tc>
        <w:tc>
          <w:tcPr>
            <w:tcW w:w="992" w:type="dxa"/>
            <w:vAlign w:val="bottom"/>
          </w:tcPr>
          <w:p w14:paraId="6CF6172D" w14:textId="77777777" w:rsidR="008B2A47" w:rsidRPr="000E3E1F" w:rsidRDefault="008B2A47">
            <w:pPr>
              <w:tabs>
                <w:tab w:val="left" w:pos="794"/>
                <w:tab w:val="left" w:pos="1361"/>
                <w:tab w:val="left" w:pos="1928"/>
              </w:tabs>
              <w:jc w:val="right"/>
              <w:rPr>
                <w:rFonts w:ascii="Browallia New" w:hAnsi="Browallia New" w:cs="Browallia New"/>
                <w:sz w:val="14"/>
                <w:szCs w:val="14"/>
              </w:rPr>
            </w:pPr>
          </w:p>
        </w:tc>
      </w:tr>
      <w:tr w:rsidR="008B2A47" w:rsidRPr="000E3E1F" w14:paraId="026FAF8D" w14:textId="77777777" w:rsidTr="00682EAF">
        <w:trPr>
          <w:trHeight w:val="288"/>
        </w:trPr>
        <w:tc>
          <w:tcPr>
            <w:tcW w:w="3969" w:type="dxa"/>
            <w:gridSpan w:val="4"/>
            <w:vAlign w:val="bottom"/>
          </w:tcPr>
          <w:p w14:paraId="44C64732" w14:textId="77777777" w:rsidR="008B2A47" w:rsidRPr="000E3E1F" w:rsidRDefault="008B2A47">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cs/>
              </w:rPr>
              <w:t>รายได้ตามภูมิศาสตร์</w:t>
            </w:r>
          </w:p>
        </w:tc>
        <w:tc>
          <w:tcPr>
            <w:tcW w:w="709" w:type="dxa"/>
            <w:vAlign w:val="bottom"/>
          </w:tcPr>
          <w:p w14:paraId="05A610CD" w14:textId="77777777" w:rsidR="008B2A47" w:rsidRPr="000E3E1F" w:rsidRDefault="008B2A47">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4EDF2E76" w14:textId="77777777" w:rsidR="008B2A47" w:rsidRPr="000E3E1F" w:rsidRDefault="008B2A47">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6306423A" w14:textId="77777777" w:rsidR="008B2A47" w:rsidRPr="000E3E1F" w:rsidRDefault="008B2A47">
            <w:pPr>
              <w:tabs>
                <w:tab w:val="left" w:pos="794"/>
                <w:tab w:val="left" w:pos="1361"/>
                <w:tab w:val="left" w:pos="1928"/>
              </w:tabs>
              <w:jc w:val="right"/>
              <w:rPr>
                <w:rFonts w:ascii="Browallia New" w:hAnsi="Browallia New" w:cs="Browallia New"/>
                <w:sz w:val="19"/>
                <w:szCs w:val="19"/>
              </w:rPr>
            </w:pPr>
          </w:p>
        </w:tc>
        <w:tc>
          <w:tcPr>
            <w:tcW w:w="850" w:type="dxa"/>
            <w:vAlign w:val="bottom"/>
          </w:tcPr>
          <w:p w14:paraId="0227915A" w14:textId="77777777" w:rsidR="008B2A47" w:rsidRPr="000E3E1F" w:rsidRDefault="008B2A47">
            <w:pPr>
              <w:tabs>
                <w:tab w:val="left" w:pos="794"/>
                <w:tab w:val="left" w:pos="1361"/>
                <w:tab w:val="left" w:pos="1928"/>
              </w:tabs>
              <w:jc w:val="right"/>
              <w:rPr>
                <w:rFonts w:ascii="Browallia New" w:hAnsi="Browallia New" w:cs="Browallia New"/>
                <w:sz w:val="19"/>
                <w:szCs w:val="19"/>
              </w:rPr>
            </w:pPr>
          </w:p>
        </w:tc>
        <w:tc>
          <w:tcPr>
            <w:tcW w:w="709" w:type="dxa"/>
            <w:vAlign w:val="bottom"/>
          </w:tcPr>
          <w:p w14:paraId="42FFDAD9" w14:textId="77777777" w:rsidR="008B2A47" w:rsidRPr="000E3E1F" w:rsidRDefault="008B2A47">
            <w:pPr>
              <w:tabs>
                <w:tab w:val="left" w:pos="794"/>
                <w:tab w:val="left" w:pos="1361"/>
                <w:tab w:val="left" w:pos="1928"/>
              </w:tabs>
              <w:jc w:val="right"/>
              <w:rPr>
                <w:rFonts w:ascii="Browallia New" w:hAnsi="Browallia New" w:cs="Browallia New"/>
                <w:sz w:val="19"/>
                <w:szCs w:val="19"/>
              </w:rPr>
            </w:pPr>
          </w:p>
        </w:tc>
        <w:tc>
          <w:tcPr>
            <w:tcW w:w="709" w:type="dxa"/>
            <w:vAlign w:val="bottom"/>
          </w:tcPr>
          <w:p w14:paraId="6C7B96AA" w14:textId="77777777" w:rsidR="008B2A47" w:rsidRPr="000E3E1F" w:rsidRDefault="008B2A47">
            <w:pPr>
              <w:tabs>
                <w:tab w:val="left" w:pos="794"/>
                <w:tab w:val="left" w:pos="1361"/>
                <w:tab w:val="left" w:pos="1928"/>
              </w:tabs>
              <w:jc w:val="right"/>
              <w:rPr>
                <w:rFonts w:ascii="Browallia New" w:hAnsi="Browallia New" w:cs="Browallia New"/>
                <w:sz w:val="19"/>
                <w:szCs w:val="19"/>
              </w:rPr>
            </w:pPr>
          </w:p>
        </w:tc>
        <w:tc>
          <w:tcPr>
            <w:tcW w:w="992" w:type="dxa"/>
            <w:vAlign w:val="bottom"/>
          </w:tcPr>
          <w:p w14:paraId="5C4FF4D0" w14:textId="77777777" w:rsidR="008B2A47" w:rsidRPr="000E3E1F" w:rsidRDefault="008B2A47">
            <w:pPr>
              <w:tabs>
                <w:tab w:val="left" w:pos="794"/>
                <w:tab w:val="left" w:pos="1361"/>
                <w:tab w:val="left" w:pos="1928"/>
              </w:tabs>
              <w:jc w:val="right"/>
              <w:rPr>
                <w:rFonts w:ascii="Browallia New" w:hAnsi="Browallia New" w:cs="Browallia New"/>
                <w:sz w:val="19"/>
                <w:szCs w:val="19"/>
              </w:rPr>
            </w:pPr>
          </w:p>
        </w:tc>
      </w:tr>
      <w:tr w:rsidR="00B7534C" w:rsidRPr="000E3E1F" w14:paraId="64DF9875" w14:textId="77777777" w:rsidTr="00682EAF">
        <w:trPr>
          <w:trHeight w:val="273"/>
        </w:trPr>
        <w:tc>
          <w:tcPr>
            <w:tcW w:w="1418" w:type="dxa"/>
            <w:vAlign w:val="bottom"/>
          </w:tcPr>
          <w:p w14:paraId="11AE5B7D" w14:textId="77777777" w:rsidR="00B7534C" w:rsidRPr="000E3E1F" w:rsidRDefault="00B7534C" w:rsidP="00B7534C">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rPr>
              <w:t xml:space="preserve">     </w:t>
            </w:r>
            <w:r w:rsidRPr="000E3E1F">
              <w:rPr>
                <w:rFonts w:ascii="Browallia New" w:hAnsi="Browallia New" w:cs="Browallia New"/>
                <w:sz w:val="19"/>
                <w:szCs w:val="19"/>
                <w:cs/>
              </w:rPr>
              <w:t>ไทย</w:t>
            </w:r>
          </w:p>
        </w:tc>
        <w:tc>
          <w:tcPr>
            <w:tcW w:w="992" w:type="dxa"/>
          </w:tcPr>
          <w:p w14:paraId="68F884C8" w14:textId="152A4025" w:rsidR="00B7534C" w:rsidRPr="000E3E1F" w:rsidRDefault="0014481D"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3,419,313</w:t>
            </w:r>
          </w:p>
        </w:tc>
        <w:tc>
          <w:tcPr>
            <w:tcW w:w="851" w:type="dxa"/>
          </w:tcPr>
          <w:p w14:paraId="210ACA3E" w14:textId="1F1721FA" w:rsidR="00B7534C" w:rsidRPr="000E3E1F" w:rsidRDefault="00254C97"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227,686</w:t>
            </w:r>
          </w:p>
        </w:tc>
        <w:tc>
          <w:tcPr>
            <w:tcW w:w="708" w:type="dxa"/>
          </w:tcPr>
          <w:p w14:paraId="35FD8158" w14:textId="30A85E08" w:rsidR="00B7534C" w:rsidRPr="000E3E1F" w:rsidRDefault="007D2420"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50,07</w:t>
            </w:r>
            <w:r w:rsidR="002A0E14" w:rsidRPr="000E3E1F">
              <w:rPr>
                <w:rFonts w:ascii="Browallia New" w:hAnsi="Browallia New" w:cs="Browallia New"/>
                <w:sz w:val="20"/>
                <w:szCs w:val="20"/>
              </w:rPr>
              <w:t>3</w:t>
            </w:r>
          </w:p>
        </w:tc>
        <w:tc>
          <w:tcPr>
            <w:tcW w:w="709" w:type="dxa"/>
          </w:tcPr>
          <w:p w14:paraId="5957D81F" w14:textId="75908228" w:rsidR="00B7534C" w:rsidRPr="000E3E1F" w:rsidRDefault="00763492" w:rsidP="00B7534C">
            <w:pP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w:t>
            </w:r>
          </w:p>
        </w:tc>
        <w:tc>
          <w:tcPr>
            <w:tcW w:w="992" w:type="dxa"/>
          </w:tcPr>
          <w:p w14:paraId="1A0AFE39" w14:textId="11979CB2" w:rsidR="00B7534C" w:rsidRPr="000E3E1F" w:rsidRDefault="00763492"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3,697,07</w:t>
            </w:r>
            <w:r w:rsidR="002A0E14" w:rsidRPr="000E3E1F">
              <w:rPr>
                <w:rFonts w:ascii="Browallia New" w:hAnsi="Browallia New" w:cs="Browallia New"/>
                <w:sz w:val="20"/>
                <w:szCs w:val="20"/>
              </w:rPr>
              <w:t>2</w:t>
            </w:r>
          </w:p>
        </w:tc>
        <w:tc>
          <w:tcPr>
            <w:tcW w:w="993" w:type="dxa"/>
          </w:tcPr>
          <w:p w14:paraId="32C785D5" w14:textId="51A83FFE"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3,779,789</w:t>
            </w:r>
          </w:p>
        </w:tc>
        <w:tc>
          <w:tcPr>
            <w:tcW w:w="850" w:type="dxa"/>
          </w:tcPr>
          <w:p w14:paraId="2B660DE7" w14:textId="3EABC758"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237,216</w:t>
            </w:r>
          </w:p>
        </w:tc>
        <w:tc>
          <w:tcPr>
            <w:tcW w:w="709" w:type="dxa"/>
          </w:tcPr>
          <w:p w14:paraId="05302260" w14:textId="5F0B4D2A"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55,254</w:t>
            </w:r>
          </w:p>
        </w:tc>
        <w:tc>
          <w:tcPr>
            <w:tcW w:w="709" w:type="dxa"/>
          </w:tcPr>
          <w:p w14:paraId="22A36CFB" w14:textId="4BBE0EA8" w:rsidR="00B7534C" w:rsidRPr="000E3E1F" w:rsidRDefault="00B5344B" w:rsidP="00B7534C">
            <w:pP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rPr>
              <w:t xml:space="preserve"> </w:t>
            </w:r>
            <w:r w:rsidR="00B7534C" w:rsidRPr="000E3E1F">
              <w:rPr>
                <w:rFonts w:ascii="Browallia New" w:hAnsi="Browallia New" w:cs="Browallia New"/>
                <w:sz w:val="20"/>
                <w:szCs w:val="20"/>
                <w:cs/>
              </w:rPr>
              <w:t>-</w:t>
            </w:r>
          </w:p>
        </w:tc>
        <w:tc>
          <w:tcPr>
            <w:tcW w:w="992" w:type="dxa"/>
          </w:tcPr>
          <w:p w14:paraId="7298A42F" w14:textId="34B9C58E"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4,072,259</w:t>
            </w:r>
          </w:p>
        </w:tc>
      </w:tr>
      <w:tr w:rsidR="00B7534C" w:rsidRPr="000E3E1F" w14:paraId="1A7474A4" w14:textId="77777777" w:rsidTr="00682EAF">
        <w:trPr>
          <w:trHeight w:val="183"/>
        </w:trPr>
        <w:tc>
          <w:tcPr>
            <w:tcW w:w="1418" w:type="dxa"/>
            <w:vAlign w:val="bottom"/>
          </w:tcPr>
          <w:p w14:paraId="70E8A43B" w14:textId="77777777" w:rsidR="00B7534C" w:rsidRPr="000E3E1F" w:rsidRDefault="00B7534C" w:rsidP="00B7534C">
            <w:pPr>
              <w:tabs>
                <w:tab w:val="left" w:pos="794"/>
                <w:tab w:val="left" w:pos="1361"/>
                <w:tab w:val="left" w:pos="1928"/>
              </w:tabs>
              <w:jc w:val="thaiDistribute"/>
              <w:rPr>
                <w:rFonts w:ascii="Browallia New" w:hAnsi="Browallia New" w:cs="Browallia New"/>
                <w:sz w:val="19"/>
                <w:szCs w:val="19"/>
              </w:rPr>
            </w:pPr>
            <w:r w:rsidRPr="000E3E1F">
              <w:rPr>
                <w:rFonts w:ascii="Browallia New" w:hAnsi="Browallia New" w:cs="Browallia New"/>
                <w:sz w:val="19"/>
                <w:szCs w:val="19"/>
              </w:rPr>
              <w:t xml:space="preserve">     </w:t>
            </w:r>
            <w:r w:rsidRPr="000E3E1F">
              <w:rPr>
                <w:rFonts w:ascii="Browallia New" w:hAnsi="Browallia New" w:cs="Browallia New"/>
                <w:sz w:val="19"/>
                <w:szCs w:val="19"/>
                <w:cs/>
              </w:rPr>
              <w:t>เวียดนาม</w:t>
            </w:r>
          </w:p>
        </w:tc>
        <w:tc>
          <w:tcPr>
            <w:tcW w:w="992" w:type="dxa"/>
          </w:tcPr>
          <w:p w14:paraId="27F16292" w14:textId="41B793DF" w:rsidR="00B7534C" w:rsidRPr="000E3E1F" w:rsidRDefault="0014481D"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48,003</w:t>
            </w:r>
          </w:p>
        </w:tc>
        <w:tc>
          <w:tcPr>
            <w:tcW w:w="851" w:type="dxa"/>
          </w:tcPr>
          <w:p w14:paraId="725F4DAF" w14:textId="72A1D0CF" w:rsidR="00B7534C" w:rsidRPr="000E3E1F" w:rsidRDefault="00682D32" w:rsidP="00B7534C">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254C97" w:rsidRPr="000E3E1F">
              <w:rPr>
                <w:rFonts w:ascii="Browallia New" w:hAnsi="Browallia New" w:cs="Browallia New"/>
                <w:sz w:val="20"/>
                <w:szCs w:val="20"/>
              </w:rPr>
              <w:t>-</w:t>
            </w:r>
          </w:p>
        </w:tc>
        <w:tc>
          <w:tcPr>
            <w:tcW w:w="708" w:type="dxa"/>
          </w:tcPr>
          <w:p w14:paraId="4D3419D3" w14:textId="26F4D9E0" w:rsidR="00B7534C" w:rsidRPr="000E3E1F" w:rsidRDefault="00682D32" w:rsidP="00B7534C">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7D2420" w:rsidRPr="000E3E1F">
              <w:rPr>
                <w:rFonts w:ascii="Browallia New" w:hAnsi="Browallia New" w:cs="Browallia New"/>
                <w:sz w:val="20"/>
                <w:szCs w:val="20"/>
              </w:rPr>
              <w:t>-</w:t>
            </w:r>
          </w:p>
        </w:tc>
        <w:tc>
          <w:tcPr>
            <w:tcW w:w="709" w:type="dxa"/>
          </w:tcPr>
          <w:p w14:paraId="62CF992E" w14:textId="6525BD3F" w:rsidR="00B7534C" w:rsidRPr="000E3E1F" w:rsidRDefault="00763492"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(546)</w:t>
            </w:r>
          </w:p>
        </w:tc>
        <w:tc>
          <w:tcPr>
            <w:tcW w:w="992" w:type="dxa"/>
          </w:tcPr>
          <w:p w14:paraId="51345845" w14:textId="445CE296" w:rsidR="00B7534C" w:rsidRPr="000E3E1F" w:rsidRDefault="00763492"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47,457</w:t>
            </w:r>
          </w:p>
        </w:tc>
        <w:tc>
          <w:tcPr>
            <w:tcW w:w="993" w:type="dxa"/>
            <w:vAlign w:val="bottom"/>
          </w:tcPr>
          <w:p w14:paraId="602B31BF" w14:textId="55DCA6F6"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54,844</w:t>
            </w:r>
          </w:p>
        </w:tc>
        <w:tc>
          <w:tcPr>
            <w:tcW w:w="850" w:type="dxa"/>
            <w:vAlign w:val="bottom"/>
          </w:tcPr>
          <w:p w14:paraId="74204EB1" w14:textId="69FCEAAF" w:rsidR="00B7534C" w:rsidRPr="000E3E1F" w:rsidRDefault="00B7534C" w:rsidP="00B7534C">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cs/>
              </w:rPr>
              <w:t xml:space="preserve">   </w:t>
            </w:r>
            <w:r w:rsidR="00682D32" w:rsidRPr="000E3E1F">
              <w:rPr>
                <w:rFonts w:ascii="Browallia New" w:hAnsi="Browallia New" w:cs="Browallia New"/>
                <w:sz w:val="20"/>
                <w:szCs w:val="20"/>
              </w:rPr>
              <w:t xml:space="preserve">  </w:t>
            </w:r>
            <w:r w:rsidRPr="000E3E1F">
              <w:rPr>
                <w:rFonts w:ascii="Browallia New" w:hAnsi="Browallia New" w:cs="Browallia New"/>
                <w:sz w:val="20"/>
                <w:szCs w:val="20"/>
                <w:cs/>
              </w:rPr>
              <w:t>-</w:t>
            </w:r>
          </w:p>
        </w:tc>
        <w:tc>
          <w:tcPr>
            <w:tcW w:w="709" w:type="dxa"/>
            <w:vAlign w:val="bottom"/>
          </w:tcPr>
          <w:p w14:paraId="1677C222" w14:textId="0397B1AD" w:rsidR="00B7534C" w:rsidRPr="000E3E1F" w:rsidRDefault="00682D32" w:rsidP="00B7534C">
            <w:pPr>
              <w:pBdr>
                <w:bottom w:val="single" w:sz="4" w:space="1" w:color="auto"/>
              </w:pBdr>
              <w:tabs>
                <w:tab w:val="left" w:pos="794"/>
                <w:tab w:val="left" w:pos="1361"/>
                <w:tab w:val="left" w:pos="1928"/>
              </w:tabs>
              <w:jc w:val="center"/>
              <w:rPr>
                <w:rFonts w:ascii="Browallia New" w:hAnsi="Browallia New" w:cs="Browallia New"/>
                <w:sz w:val="19"/>
                <w:szCs w:val="19"/>
              </w:rPr>
            </w:pPr>
            <w:r w:rsidRPr="000E3E1F">
              <w:rPr>
                <w:rFonts w:ascii="Browallia New" w:hAnsi="Browallia New" w:cs="Browallia New"/>
                <w:sz w:val="20"/>
                <w:szCs w:val="20"/>
              </w:rPr>
              <w:t xml:space="preserve">  </w:t>
            </w:r>
            <w:r w:rsidR="00B7534C" w:rsidRPr="000E3E1F">
              <w:rPr>
                <w:rFonts w:ascii="Browallia New" w:hAnsi="Browallia New" w:cs="Browallia New"/>
                <w:sz w:val="20"/>
                <w:szCs w:val="20"/>
                <w:cs/>
              </w:rPr>
              <w:t>-</w:t>
            </w:r>
          </w:p>
        </w:tc>
        <w:tc>
          <w:tcPr>
            <w:tcW w:w="709" w:type="dxa"/>
            <w:vAlign w:val="bottom"/>
          </w:tcPr>
          <w:p w14:paraId="0B5F4023" w14:textId="221CF0B5"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(807)</w:t>
            </w:r>
          </w:p>
        </w:tc>
        <w:tc>
          <w:tcPr>
            <w:tcW w:w="992" w:type="dxa"/>
            <w:vAlign w:val="bottom"/>
          </w:tcPr>
          <w:p w14:paraId="602C3184" w14:textId="4B4B1D3B"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54,037</w:t>
            </w:r>
          </w:p>
        </w:tc>
      </w:tr>
      <w:tr w:rsidR="00B7534C" w:rsidRPr="000E3E1F" w14:paraId="55DBBF25" w14:textId="77777777" w:rsidTr="00682EAF">
        <w:trPr>
          <w:trHeight w:val="237"/>
        </w:trPr>
        <w:tc>
          <w:tcPr>
            <w:tcW w:w="1418" w:type="dxa"/>
            <w:vAlign w:val="bottom"/>
          </w:tcPr>
          <w:p w14:paraId="00AB6956" w14:textId="77777777" w:rsidR="00B7534C" w:rsidRPr="000E3E1F" w:rsidRDefault="00B7534C" w:rsidP="00B7534C">
            <w:pPr>
              <w:tabs>
                <w:tab w:val="left" w:pos="360"/>
              </w:tabs>
              <w:ind w:right="-150"/>
              <w:rPr>
                <w:rFonts w:ascii="Browallia New" w:hAnsi="Browallia New" w:cs="Browallia New"/>
                <w:sz w:val="19"/>
                <w:szCs w:val="19"/>
                <w:cs/>
                <w:lang w:val="en-GB"/>
              </w:rPr>
            </w:pPr>
            <w:r w:rsidRPr="000E3E1F">
              <w:rPr>
                <w:rFonts w:ascii="Browallia New" w:hAnsi="Browallia New" w:cs="Browallia New"/>
                <w:sz w:val="19"/>
                <w:szCs w:val="19"/>
                <w:cs/>
                <w:lang w:val="en-GB"/>
              </w:rPr>
              <w:t>รวม</w:t>
            </w:r>
          </w:p>
        </w:tc>
        <w:tc>
          <w:tcPr>
            <w:tcW w:w="992" w:type="dxa"/>
          </w:tcPr>
          <w:p w14:paraId="4AF4ACBB" w14:textId="394B3220" w:rsidR="00B7534C" w:rsidRPr="000E3E1F" w:rsidRDefault="0014481D"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w:t>
            </w:r>
            <w:r w:rsidR="00254C97" w:rsidRPr="000E3E1F">
              <w:rPr>
                <w:rFonts w:ascii="Browallia New" w:hAnsi="Browallia New" w:cs="Browallia New"/>
                <w:sz w:val="20"/>
                <w:szCs w:val="20"/>
              </w:rPr>
              <w:t>467,316</w:t>
            </w:r>
          </w:p>
        </w:tc>
        <w:tc>
          <w:tcPr>
            <w:tcW w:w="851" w:type="dxa"/>
          </w:tcPr>
          <w:p w14:paraId="27936D62" w14:textId="3D113969" w:rsidR="00B7534C" w:rsidRPr="000E3E1F" w:rsidRDefault="00254C97" w:rsidP="00B7534C">
            <w:pPr>
              <w:tabs>
                <w:tab w:val="left" w:pos="450"/>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227,686</w:t>
            </w:r>
          </w:p>
        </w:tc>
        <w:tc>
          <w:tcPr>
            <w:tcW w:w="708" w:type="dxa"/>
          </w:tcPr>
          <w:p w14:paraId="5DD819AC" w14:textId="280E21C9" w:rsidR="00B7534C" w:rsidRPr="000E3E1F" w:rsidRDefault="007D2420"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50,07</w:t>
            </w:r>
            <w:r w:rsidR="002A0E14" w:rsidRPr="000E3E1F">
              <w:rPr>
                <w:rFonts w:ascii="Browallia New" w:hAnsi="Browallia New" w:cs="Browallia New"/>
                <w:sz w:val="20"/>
                <w:szCs w:val="20"/>
              </w:rPr>
              <w:t>3</w:t>
            </w:r>
          </w:p>
        </w:tc>
        <w:tc>
          <w:tcPr>
            <w:tcW w:w="709" w:type="dxa"/>
          </w:tcPr>
          <w:p w14:paraId="465DC9DB" w14:textId="0CD250E7" w:rsidR="00B7534C" w:rsidRPr="000E3E1F" w:rsidRDefault="00763492" w:rsidP="00B7534C">
            <w:pP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(546)</w:t>
            </w:r>
          </w:p>
        </w:tc>
        <w:tc>
          <w:tcPr>
            <w:tcW w:w="992" w:type="dxa"/>
          </w:tcPr>
          <w:p w14:paraId="17159F64" w14:textId="323CAA16" w:rsidR="00B7534C" w:rsidRPr="000E3E1F" w:rsidRDefault="00763492" w:rsidP="00B7534C">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3,744,5</w:t>
            </w:r>
            <w:r w:rsidR="002A0E14" w:rsidRPr="000E3E1F">
              <w:rPr>
                <w:rFonts w:ascii="Browallia New" w:hAnsi="Browallia New" w:cs="Browallia New"/>
                <w:sz w:val="20"/>
                <w:szCs w:val="20"/>
              </w:rPr>
              <w:t>29</w:t>
            </w:r>
          </w:p>
        </w:tc>
        <w:tc>
          <w:tcPr>
            <w:tcW w:w="993" w:type="dxa"/>
          </w:tcPr>
          <w:p w14:paraId="33908816" w14:textId="1BAD333B"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3,834,633</w:t>
            </w:r>
          </w:p>
        </w:tc>
        <w:tc>
          <w:tcPr>
            <w:tcW w:w="850" w:type="dxa"/>
          </w:tcPr>
          <w:p w14:paraId="4AC175C7" w14:textId="5E932D42" w:rsidR="00B7534C" w:rsidRPr="000E3E1F" w:rsidRDefault="00B7534C" w:rsidP="00B7534C">
            <w:pP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rPr>
              <w:t>237,216</w:t>
            </w:r>
          </w:p>
        </w:tc>
        <w:tc>
          <w:tcPr>
            <w:tcW w:w="709" w:type="dxa"/>
          </w:tcPr>
          <w:p w14:paraId="7AD03F90" w14:textId="4F3C1A1D"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55,254</w:t>
            </w:r>
          </w:p>
        </w:tc>
        <w:tc>
          <w:tcPr>
            <w:tcW w:w="709" w:type="dxa"/>
          </w:tcPr>
          <w:p w14:paraId="22236336" w14:textId="4FC29BE8"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(807)</w:t>
            </w:r>
          </w:p>
        </w:tc>
        <w:tc>
          <w:tcPr>
            <w:tcW w:w="992" w:type="dxa"/>
          </w:tcPr>
          <w:p w14:paraId="42A1D7AC" w14:textId="77E3F728" w:rsidR="00B7534C" w:rsidRPr="000E3E1F" w:rsidRDefault="00B7534C" w:rsidP="00B7534C">
            <w:pP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4,126,296</w:t>
            </w:r>
          </w:p>
        </w:tc>
      </w:tr>
      <w:tr w:rsidR="00B7534C" w:rsidRPr="000E3E1F" w14:paraId="7DC16001" w14:textId="77777777" w:rsidTr="000D1A9C">
        <w:trPr>
          <w:trHeight w:val="288"/>
        </w:trPr>
        <w:tc>
          <w:tcPr>
            <w:tcW w:w="1418" w:type="dxa"/>
            <w:vAlign w:val="bottom"/>
          </w:tcPr>
          <w:p w14:paraId="6A40CA3A" w14:textId="77777777" w:rsidR="00B7534C" w:rsidRPr="000E3E1F" w:rsidRDefault="00B7534C" w:rsidP="00B7534C">
            <w:pPr>
              <w:tabs>
                <w:tab w:val="left" w:pos="360"/>
              </w:tabs>
              <w:ind w:right="-150"/>
              <w:rPr>
                <w:rFonts w:ascii="Browallia New" w:hAnsi="Browallia New" w:cs="Browallia New"/>
                <w:sz w:val="19"/>
                <w:szCs w:val="19"/>
                <w:cs/>
                <w:lang w:val="en-GB"/>
              </w:rPr>
            </w:pPr>
            <w:r w:rsidRPr="000E3E1F">
              <w:rPr>
                <w:rFonts w:ascii="Browallia New" w:hAnsi="Browallia New" w:cs="Browallia New"/>
                <w:sz w:val="19"/>
                <w:szCs w:val="19"/>
                <w:cs/>
                <w:lang w:val="en-GB"/>
              </w:rPr>
              <w:t>ต้นทุนขายและบริการ</w:t>
            </w:r>
          </w:p>
        </w:tc>
        <w:tc>
          <w:tcPr>
            <w:tcW w:w="992" w:type="dxa"/>
            <w:vAlign w:val="bottom"/>
          </w:tcPr>
          <w:p w14:paraId="529B0077" w14:textId="0E3295E9" w:rsidR="00B7534C" w:rsidRPr="000E3E1F" w:rsidRDefault="00254C97" w:rsidP="00B7534C">
            <w:pPr>
              <w:pBdr>
                <w:bottom w:val="single" w:sz="4" w:space="1" w:color="auto"/>
              </w:pBdr>
              <w:tabs>
                <w:tab w:val="left" w:pos="630"/>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w:t>
            </w:r>
            <w:r w:rsidR="00061EEE" w:rsidRPr="000E3E1F">
              <w:rPr>
                <w:rFonts w:ascii="Browallia New" w:hAnsi="Browallia New" w:cs="Browallia New"/>
                <w:sz w:val="20"/>
                <w:szCs w:val="20"/>
              </w:rPr>
              <w:t>3,077,089</w:t>
            </w:r>
            <w:r w:rsidRPr="000E3E1F">
              <w:rPr>
                <w:rFonts w:ascii="Browallia New" w:hAnsi="Browallia New" w:cs="Browallia New"/>
                <w:sz w:val="20"/>
                <w:szCs w:val="20"/>
              </w:rPr>
              <w:t>)</w:t>
            </w:r>
          </w:p>
        </w:tc>
        <w:tc>
          <w:tcPr>
            <w:tcW w:w="851" w:type="dxa"/>
            <w:vAlign w:val="bottom"/>
          </w:tcPr>
          <w:p w14:paraId="1F6DB691" w14:textId="68A9C6C2" w:rsidR="00B7534C" w:rsidRPr="000E3E1F" w:rsidRDefault="007D2420" w:rsidP="00B7534C">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(216,171)</w:t>
            </w:r>
          </w:p>
        </w:tc>
        <w:tc>
          <w:tcPr>
            <w:tcW w:w="708" w:type="dxa"/>
            <w:vAlign w:val="bottom"/>
          </w:tcPr>
          <w:p w14:paraId="4F018A47" w14:textId="688607FA" w:rsidR="00B7534C" w:rsidRPr="000E3E1F" w:rsidRDefault="007D2420"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(28,370)</w:t>
            </w:r>
          </w:p>
        </w:tc>
        <w:tc>
          <w:tcPr>
            <w:tcW w:w="709" w:type="dxa"/>
            <w:vAlign w:val="bottom"/>
          </w:tcPr>
          <w:p w14:paraId="0922A914" w14:textId="67E7CD16" w:rsidR="00B7534C" w:rsidRPr="000E3E1F" w:rsidRDefault="00B87D32" w:rsidP="00B7534C">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531</w:t>
            </w:r>
          </w:p>
        </w:tc>
        <w:tc>
          <w:tcPr>
            <w:tcW w:w="992" w:type="dxa"/>
            <w:vAlign w:val="bottom"/>
          </w:tcPr>
          <w:p w14:paraId="11BD0B3B" w14:textId="75044E36" w:rsidR="00B7534C" w:rsidRPr="000E3E1F" w:rsidRDefault="00687A4E"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w:t>
            </w:r>
            <w:r w:rsidR="00763492" w:rsidRPr="000E3E1F">
              <w:rPr>
                <w:rFonts w:ascii="Browallia New" w:hAnsi="Browallia New" w:cs="Browallia New"/>
                <w:sz w:val="20"/>
                <w:szCs w:val="20"/>
              </w:rPr>
              <w:t>3,321,099</w:t>
            </w:r>
            <w:r w:rsidRPr="000E3E1F">
              <w:rPr>
                <w:rFonts w:ascii="Browallia New" w:hAnsi="Browallia New" w:cs="Browallia New"/>
                <w:sz w:val="20"/>
                <w:szCs w:val="20"/>
              </w:rPr>
              <w:t>)</w:t>
            </w:r>
          </w:p>
        </w:tc>
        <w:tc>
          <w:tcPr>
            <w:tcW w:w="993" w:type="dxa"/>
          </w:tcPr>
          <w:p w14:paraId="1C649B4C" w14:textId="7F8DBE9A"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(3,370,304)</w:t>
            </w:r>
          </w:p>
        </w:tc>
        <w:tc>
          <w:tcPr>
            <w:tcW w:w="850" w:type="dxa"/>
          </w:tcPr>
          <w:p w14:paraId="5AA66350" w14:textId="7BD60A8F"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rPr>
              <w:t>(218,856)</w:t>
            </w:r>
          </w:p>
        </w:tc>
        <w:tc>
          <w:tcPr>
            <w:tcW w:w="709" w:type="dxa"/>
          </w:tcPr>
          <w:p w14:paraId="3C3CD073" w14:textId="5D601073"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(20,397)</w:t>
            </w:r>
          </w:p>
        </w:tc>
        <w:tc>
          <w:tcPr>
            <w:tcW w:w="709" w:type="dxa"/>
          </w:tcPr>
          <w:p w14:paraId="0415A432" w14:textId="4963F966"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943</w:t>
            </w:r>
          </w:p>
        </w:tc>
        <w:tc>
          <w:tcPr>
            <w:tcW w:w="992" w:type="dxa"/>
          </w:tcPr>
          <w:p w14:paraId="4D48D287" w14:textId="1B638DEE"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(3,608,614)</w:t>
            </w:r>
          </w:p>
        </w:tc>
      </w:tr>
      <w:tr w:rsidR="00B7534C" w:rsidRPr="000E3E1F" w14:paraId="3ED00EB5" w14:textId="77777777" w:rsidTr="00682EAF">
        <w:trPr>
          <w:trHeight w:val="111"/>
        </w:trPr>
        <w:tc>
          <w:tcPr>
            <w:tcW w:w="1418" w:type="dxa"/>
            <w:vAlign w:val="bottom"/>
          </w:tcPr>
          <w:p w14:paraId="7E8CF3D4" w14:textId="77777777" w:rsidR="00B7534C" w:rsidRPr="000E3E1F" w:rsidRDefault="00B7534C" w:rsidP="00B7534C">
            <w:pPr>
              <w:tabs>
                <w:tab w:val="left" w:pos="360"/>
              </w:tabs>
              <w:rPr>
                <w:rFonts w:ascii="Browallia New" w:hAnsi="Browallia New" w:cs="Browallia New"/>
                <w:sz w:val="19"/>
                <w:szCs w:val="19"/>
                <w:cs/>
                <w:lang w:val="en-GB"/>
              </w:rPr>
            </w:pPr>
            <w:r w:rsidRPr="000E3E1F">
              <w:rPr>
                <w:rFonts w:ascii="Browallia New" w:hAnsi="Browallia New" w:cs="Browallia New"/>
                <w:b/>
                <w:bCs/>
                <w:sz w:val="19"/>
                <w:szCs w:val="19"/>
                <w:cs/>
                <w:lang w:val="en-GB"/>
              </w:rPr>
              <w:t>กำไรขั้นต้น</w:t>
            </w:r>
          </w:p>
        </w:tc>
        <w:tc>
          <w:tcPr>
            <w:tcW w:w="992" w:type="dxa"/>
          </w:tcPr>
          <w:p w14:paraId="00731AC2" w14:textId="5C57C5DE" w:rsidR="00B7534C" w:rsidRPr="000E3E1F" w:rsidRDefault="00EB2259"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390,22</w:t>
            </w:r>
            <w:r w:rsidR="00845168" w:rsidRPr="000E3E1F">
              <w:rPr>
                <w:rFonts w:ascii="Browallia New" w:hAnsi="Browallia New" w:cs="Browallia New"/>
                <w:sz w:val="20"/>
                <w:szCs w:val="20"/>
              </w:rPr>
              <w:t>7</w:t>
            </w:r>
          </w:p>
        </w:tc>
        <w:tc>
          <w:tcPr>
            <w:tcW w:w="851" w:type="dxa"/>
          </w:tcPr>
          <w:p w14:paraId="5AD63900" w14:textId="698F65BE" w:rsidR="00B7534C" w:rsidRPr="000E3E1F" w:rsidRDefault="007D2420" w:rsidP="00B7534C">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11,515</w:t>
            </w:r>
          </w:p>
        </w:tc>
        <w:tc>
          <w:tcPr>
            <w:tcW w:w="708" w:type="dxa"/>
          </w:tcPr>
          <w:p w14:paraId="67559B80" w14:textId="589C26C9" w:rsidR="00B7534C" w:rsidRPr="000E3E1F" w:rsidRDefault="007D2420"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21,70</w:t>
            </w:r>
            <w:r w:rsidR="002A0E14" w:rsidRPr="000E3E1F">
              <w:rPr>
                <w:rFonts w:ascii="Browallia New" w:hAnsi="Browallia New" w:cs="Browallia New"/>
                <w:sz w:val="20"/>
                <w:szCs w:val="20"/>
              </w:rPr>
              <w:t>3</w:t>
            </w:r>
          </w:p>
        </w:tc>
        <w:tc>
          <w:tcPr>
            <w:tcW w:w="709" w:type="dxa"/>
          </w:tcPr>
          <w:p w14:paraId="5A3B7562" w14:textId="2103F6A9" w:rsidR="00B7534C" w:rsidRPr="000E3E1F" w:rsidRDefault="00763492" w:rsidP="00B7534C">
            <w:pPr>
              <w:pBdr>
                <w:bottom w:val="single" w:sz="4"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w:t>
            </w:r>
            <w:r w:rsidR="00B87D32" w:rsidRPr="000E3E1F">
              <w:rPr>
                <w:rFonts w:ascii="Browallia New" w:hAnsi="Browallia New" w:cs="Browallia New"/>
                <w:sz w:val="20"/>
                <w:szCs w:val="20"/>
              </w:rPr>
              <w:t>15</w:t>
            </w:r>
            <w:r w:rsidRPr="000E3E1F">
              <w:rPr>
                <w:rFonts w:ascii="Browallia New" w:hAnsi="Browallia New" w:cs="Browallia New"/>
                <w:sz w:val="20"/>
                <w:szCs w:val="20"/>
              </w:rPr>
              <w:t>)</w:t>
            </w:r>
          </w:p>
        </w:tc>
        <w:tc>
          <w:tcPr>
            <w:tcW w:w="992" w:type="dxa"/>
          </w:tcPr>
          <w:p w14:paraId="3613226B" w14:textId="5481743D" w:rsidR="00B7534C" w:rsidRPr="000E3E1F" w:rsidRDefault="00763492" w:rsidP="00B7534C">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423,43</w:t>
            </w:r>
            <w:r w:rsidR="00687A4E" w:rsidRPr="000E3E1F">
              <w:rPr>
                <w:rFonts w:ascii="Browallia New" w:hAnsi="Browallia New" w:cs="Browallia New"/>
                <w:sz w:val="20"/>
                <w:szCs w:val="20"/>
              </w:rPr>
              <w:t>0</w:t>
            </w:r>
          </w:p>
        </w:tc>
        <w:tc>
          <w:tcPr>
            <w:tcW w:w="993" w:type="dxa"/>
          </w:tcPr>
          <w:p w14:paraId="171C3957" w14:textId="5548AF10"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464,329</w:t>
            </w:r>
          </w:p>
        </w:tc>
        <w:tc>
          <w:tcPr>
            <w:tcW w:w="850" w:type="dxa"/>
          </w:tcPr>
          <w:p w14:paraId="30D0899C" w14:textId="6070DD37"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cs/>
              </w:rPr>
            </w:pPr>
            <w:r w:rsidRPr="000E3E1F">
              <w:rPr>
                <w:rFonts w:ascii="Browallia New" w:hAnsi="Browallia New" w:cs="Browallia New"/>
                <w:sz w:val="20"/>
                <w:szCs w:val="20"/>
              </w:rPr>
              <w:t>18,360</w:t>
            </w:r>
          </w:p>
        </w:tc>
        <w:tc>
          <w:tcPr>
            <w:tcW w:w="709" w:type="dxa"/>
          </w:tcPr>
          <w:p w14:paraId="4B3BF8B1" w14:textId="64E3701A"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34,857</w:t>
            </w:r>
          </w:p>
        </w:tc>
        <w:tc>
          <w:tcPr>
            <w:tcW w:w="709" w:type="dxa"/>
          </w:tcPr>
          <w:p w14:paraId="56C08207" w14:textId="04508F95"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136</w:t>
            </w:r>
          </w:p>
        </w:tc>
        <w:tc>
          <w:tcPr>
            <w:tcW w:w="992" w:type="dxa"/>
          </w:tcPr>
          <w:p w14:paraId="32493DAE" w14:textId="21A0FD74" w:rsidR="00B7534C" w:rsidRPr="000E3E1F" w:rsidRDefault="00B7534C" w:rsidP="00B7534C">
            <w:pPr>
              <w:pBdr>
                <w:bottom w:val="single" w:sz="4" w:space="1" w:color="auto"/>
              </w:pBdr>
              <w:tabs>
                <w:tab w:val="left" w:pos="794"/>
                <w:tab w:val="left" w:pos="1361"/>
                <w:tab w:val="left" w:pos="1928"/>
              </w:tabs>
              <w:jc w:val="right"/>
              <w:rPr>
                <w:rFonts w:ascii="Browallia New" w:hAnsi="Browallia New" w:cs="Browallia New"/>
                <w:sz w:val="19"/>
                <w:szCs w:val="19"/>
              </w:rPr>
            </w:pPr>
            <w:r w:rsidRPr="000E3E1F">
              <w:rPr>
                <w:rFonts w:ascii="Browallia New" w:hAnsi="Browallia New" w:cs="Browallia New"/>
                <w:sz w:val="20"/>
                <w:szCs w:val="20"/>
              </w:rPr>
              <w:t>517,682</w:t>
            </w:r>
          </w:p>
        </w:tc>
      </w:tr>
    </w:tbl>
    <w:tbl>
      <w:tblPr>
        <w:tblW w:w="9923" w:type="dxa"/>
        <w:tblInd w:w="142" w:type="dxa"/>
        <w:tblLayout w:type="fixed"/>
        <w:tblLook w:val="01E0" w:firstRow="1" w:lastRow="1" w:firstColumn="1" w:lastColumn="1" w:noHBand="0" w:noVBand="0"/>
      </w:tblPr>
      <w:tblGrid>
        <w:gridCol w:w="1418"/>
        <w:gridCol w:w="992"/>
        <w:gridCol w:w="850"/>
        <w:gridCol w:w="709"/>
        <w:gridCol w:w="709"/>
        <w:gridCol w:w="992"/>
        <w:gridCol w:w="992"/>
        <w:gridCol w:w="851"/>
        <w:gridCol w:w="709"/>
        <w:gridCol w:w="708"/>
        <w:gridCol w:w="993"/>
      </w:tblGrid>
      <w:tr w:rsidR="00DE316D" w:rsidRPr="000E3E1F" w14:paraId="5F4038F6" w14:textId="77777777" w:rsidTr="007F7685">
        <w:trPr>
          <w:trHeight w:val="20"/>
        </w:trPr>
        <w:tc>
          <w:tcPr>
            <w:tcW w:w="1418" w:type="dxa"/>
            <w:vAlign w:val="bottom"/>
          </w:tcPr>
          <w:p w14:paraId="43F8ADAD"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362BAE56"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850" w:type="dxa"/>
            <w:vAlign w:val="bottom"/>
          </w:tcPr>
          <w:p w14:paraId="44CBEB5D"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709" w:type="dxa"/>
            <w:vAlign w:val="bottom"/>
          </w:tcPr>
          <w:p w14:paraId="5E112B9F"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709" w:type="dxa"/>
            <w:vAlign w:val="bottom"/>
          </w:tcPr>
          <w:p w14:paraId="53C34E9F"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6AC1E21" w14:textId="77777777" w:rsidR="00DE316D" w:rsidRPr="000E3E1F"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140C8ED7" w14:textId="77777777" w:rsidR="00DE316D" w:rsidRPr="000E3E1F" w:rsidRDefault="00DE316D">
            <w:pPr>
              <w:tabs>
                <w:tab w:val="left" w:pos="794"/>
                <w:tab w:val="left" w:pos="1361"/>
                <w:tab w:val="left" w:pos="1928"/>
              </w:tabs>
              <w:jc w:val="right"/>
              <w:rPr>
                <w:rFonts w:ascii="Browallia New" w:hAnsi="Browallia New" w:cs="Browallia New"/>
                <w:sz w:val="20"/>
                <w:szCs w:val="20"/>
              </w:rPr>
            </w:pPr>
          </w:p>
        </w:tc>
        <w:tc>
          <w:tcPr>
            <w:tcW w:w="851" w:type="dxa"/>
            <w:vAlign w:val="bottom"/>
          </w:tcPr>
          <w:p w14:paraId="40D08015" w14:textId="77777777" w:rsidR="00DE316D" w:rsidRPr="000E3E1F" w:rsidRDefault="00DE316D">
            <w:pPr>
              <w:tabs>
                <w:tab w:val="left" w:pos="794"/>
                <w:tab w:val="left" w:pos="1361"/>
                <w:tab w:val="left" w:pos="1928"/>
              </w:tabs>
              <w:jc w:val="right"/>
              <w:rPr>
                <w:rFonts w:ascii="Browallia New" w:hAnsi="Browallia New" w:cs="Browallia New"/>
                <w:sz w:val="20"/>
                <w:szCs w:val="20"/>
              </w:rPr>
            </w:pPr>
          </w:p>
        </w:tc>
        <w:tc>
          <w:tcPr>
            <w:tcW w:w="709" w:type="dxa"/>
            <w:vAlign w:val="bottom"/>
          </w:tcPr>
          <w:p w14:paraId="19CE8564" w14:textId="77777777" w:rsidR="00DE316D" w:rsidRPr="000E3E1F" w:rsidRDefault="00DE316D">
            <w:pPr>
              <w:tabs>
                <w:tab w:val="left" w:pos="794"/>
                <w:tab w:val="left" w:pos="1361"/>
                <w:tab w:val="left" w:pos="1928"/>
              </w:tabs>
              <w:jc w:val="right"/>
              <w:rPr>
                <w:rFonts w:ascii="Browallia New" w:hAnsi="Browallia New" w:cs="Browallia New"/>
                <w:sz w:val="20"/>
                <w:szCs w:val="20"/>
              </w:rPr>
            </w:pPr>
          </w:p>
        </w:tc>
        <w:tc>
          <w:tcPr>
            <w:tcW w:w="708" w:type="dxa"/>
            <w:vAlign w:val="bottom"/>
          </w:tcPr>
          <w:p w14:paraId="22E0060D" w14:textId="77777777" w:rsidR="00DE316D" w:rsidRPr="000E3E1F" w:rsidRDefault="00DE316D">
            <w:pPr>
              <w:tabs>
                <w:tab w:val="left" w:pos="794"/>
                <w:tab w:val="left" w:pos="1361"/>
                <w:tab w:val="left" w:pos="1928"/>
              </w:tabs>
              <w:jc w:val="right"/>
              <w:rPr>
                <w:rFonts w:ascii="Browallia New" w:hAnsi="Browallia New" w:cs="Browallia New"/>
                <w:sz w:val="20"/>
                <w:szCs w:val="20"/>
              </w:rPr>
            </w:pPr>
          </w:p>
        </w:tc>
        <w:tc>
          <w:tcPr>
            <w:tcW w:w="993" w:type="dxa"/>
            <w:vAlign w:val="bottom"/>
          </w:tcPr>
          <w:p w14:paraId="0754E775" w14:textId="77777777" w:rsidR="00DE316D" w:rsidRPr="000E3E1F" w:rsidRDefault="00DE316D">
            <w:pPr>
              <w:tabs>
                <w:tab w:val="left" w:pos="794"/>
                <w:tab w:val="left" w:pos="1361"/>
                <w:tab w:val="left" w:pos="1928"/>
              </w:tabs>
              <w:jc w:val="right"/>
              <w:rPr>
                <w:rFonts w:ascii="Browallia New" w:hAnsi="Browallia New" w:cs="Browallia New"/>
                <w:sz w:val="20"/>
                <w:szCs w:val="20"/>
              </w:rPr>
            </w:pPr>
          </w:p>
        </w:tc>
      </w:tr>
      <w:tr w:rsidR="008B2A47" w:rsidRPr="000E3E1F" w14:paraId="327A7653" w14:textId="77777777" w:rsidTr="007F7685">
        <w:trPr>
          <w:trHeight w:val="20"/>
        </w:trPr>
        <w:tc>
          <w:tcPr>
            <w:tcW w:w="5670" w:type="dxa"/>
            <w:gridSpan w:val="6"/>
            <w:vAlign w:val="bottom"/>
          </w:tcPr>
          <w:p w14:paraId="190E31A0" w14:textId="43749FD4" w:rsidR="008B2A47" w:rsidRPr="000E3E1F" w:rsidRDefault="008B2A47">
            <w:pPr>
              <w:tabs>
                <w:tab w:val="left" w:pos="794"/>
                <w:tab w:val="left" w:pos="1361"/>
                <w:tab w:val="left" w:pos="1928"/>
              </w:tabs>
              <w:jc w:val="thaiDistribute"/>
              <w:rPr>
                <w:rFonts w:ascii="Browallia New" w:hAnsi="Browallia New" w:cs="Browallia New"/>
                <w:sz w:val="20"/>
                <w:szCs w:val="20"/>
              </w:rPr>
            </w:pPr>
            <w:r w:rsidRPr="000E3E1F">
              <w:rPr>
                <w:rFonts w:ascii="Browallia New" w:hAnsi="Browallia New" w:cs="Browallia New"/>
                <w:sz w:val="20"/>
                <w:szCs w:val="20"/>
                <w:cs/>
              </w:rPr>
              <w:t>รายได้แยกตามการบันทึกรายได้</w:t>
            </w:r>
          </w:p>
        </w:tc>
        <w:tc>
          <w:tcPr>
            <w:tcW w:w="992" w:type="dxa"/>
            <w:vAlign w:val="bottom"/>
          </w:tcPr>
          <w:p w14:paraId="50927A00" w14:textId="77777777" w:rsidR="008B2A47" w:rsidRPr="000E3E1F" w:rsidRDefault="008B2A47">
            <w:pPr>
              <w:tabs>
                <w:tab w:val="left" w:pos="794"/>
                <w:tab w:val="left" w:pos="1361"/>
                <w:tab w:val="left" w:pos="1928"/>
              </w:tabs>
              <w:jc w:val="right"/>
              <w:rPr>
                <w:rFonts w:ascii="Browallia New" w:hAnsi="Browallia New" w:cs="Browallia New"/>
                <w:sz w:val="20"/>
                <w:szCs w:val="20"/>
              </w:rPr>
            </w:pPr>
          </w:p>
        </w:tc>
        <w:tc>
          <w:tcPr>
            <w:tcW w:w="851" w:type="dxa"/>
            <w:vAlign w:val="bottom"/>
          </w:tcPr>
          <w:p w14:paraId="1E5F38A7" w14:textId="77777777" w:rsidR="008B2A47" w:rsidRPr="000E3E1F" w:rsidRDefault="008B2A47">
            <w:pPr>
              <w:tabs>
                <w:tab w:val="left" w:pos="794"/>
                <w:tab w:val="left" w:pos="1361"/>
                <w:tab w:val="left" w:pos="1928"/>
              </w:tabs>
              <w:jc w:val="right"/>
              <w:rPr>
                <w:rFonts w:ascii="Browallia New" w:hAnsi="Browallia New" w:cs="Browallia New"/>
                <w:sz w:val="20"/>
                <w:szCs w:val="20"/>
              </w:rPr>
            </w:pPr>
          </w:p>
        </w:tc>
        <w:tc>
          <w:tcPr>
            <w:tcW w:w="709" w:type="dxa"/>
            <w:vAlign w:val="bottom"/>
          </w:tcPr>
          <w:p w14:paraId="460D32AA" w14:textId="77777777" w:rsidR="008B2A47" w:rsidRPr="000E3E1F" w:rsidRDefault="008B2A47">
            <w:pPr>
              <w:tabs>
                <w:tab w:val="left" w:pos="794"/>
                <w:tab w:val="left" w:pos="1361"/>
                <w:tab w:val="left" w:pos="1928"/>
              </w:tabs>
              <w:jc w:val="right"/>
              <w:rPr>
                <w:rFonts w:ascii="Browallia New" w:hAnsi="Browallia New" w:cs="Browallia New"/>
                <w:sz w:val="20"/>
                <w:szCs w:val="20"/>
              </w:rPr>
            </w:pPr>
          </w:p>
        </w:tc>
        <w:tc>
          <w:tcPr>
            <w:tcW w:w="708" w:type="dxa"/>
            <w:vAlign w:val="bottom"/>
          </w:tcPr>
          <w:p w14:paraId="035D6EFD" w14:textId="77777777" w:rsidR="008B2A47" w:rsidRPr="000E3E1F" w:rsidRDefault="008B2A47">
            <w:pPr>
              <w:tabs>
                <w:tab w:val="left" w:pos="794"/>
                <w:tab w:val="left" w:pos="1361"/>
                <w:tab w:val="left" w:pos="1928"/>
              </w:tabs>
              <w:jc w:val="right"/>
              <w:rPr>
                <w:rFonts w:ascii="Browallia New" w:hAnsi="Browallia New" w:cs="Browallia New"/>
                <w:sz w:val="20"/>
                <w:szCs w:val="20"/>
              </w:rPr>
            </w:pPr>
          </w:p>
        </w:tc>
        <w:tc>
          <w:tcPr>
            <w:tcW w:w="993" w:type="dxa"/>
            <w:vAlign w:val="bottom"/>
          </w:tcPr>
          <w:p w14:paraId="3277A179" w14:textId="77777777" w:rsidR="008B2A47" w:rsidRPr="000E3E1F" w:rsidRDefault="008B2A47">
            <w:pPr>
              <w:tabs>
                <w:tab w:val="left" w:pos="794"/>
                <w:tab w:val="left" w:pos="1361"/>
                <w:tab w:val="left" w:pos="1928"/>
              </w:tabs>
              <w:jc w:val="right"/>
              <w:rPr>
                <w:rFonts w:ascii="Browallia New" w:hAnsi="Browallia New" w:cs="Browallia New"/>
                <w:sz w:val="20"/>
                <w:szCs w:val="20"/>
              </w:rPr>
            </w:pPr>
          </w:p>
        </w:tc>
      </w:tr>
      <w:tr w:rsidR="00672687" w:rsidRPr="000E3E1F" w14:paraId="5F3855E0" w14:textId="77777777" w:rsidTr="00687A4E">
        <w:trPr>
          <w:trHeight w:val="294"/>
        </w:trPr>
        <w:tc>
          <w:tcPr>
            <w:tcW w:w="1418" w:type="dxa"/>
          </w:tcPr>
          <w:p w14:paraId="3DD61DD1" w14:textId="379CFFF3" w:rsidR="00672687" w:rsidRPr="000E3E1F" w:rsidRDefault="00672687" w:rsidP="00672687">
            <w:pPr>
              <w:tabs>
                <w:tab w:val="left" w:pos="794"/>
                <w:tab w:val="left" w:pos="1361"/>
                <w:tab w:val="left" w:pos="1928"/>
              </w:tabs>
              <w:jc w:val="thaiDistribute"/>
              <w:rPr>
                <w:rFonts w:ascii="Browallia New" w:hAnsi="Browallia New" w:cs="Browallia New"/>
                <w:sz w:val="20"/>
                <w:szCs w:val="20"/>
                <w:cs/>
              </w:rPr>
            </w:pPr>
            <w:r w:rsidRPr="000E3E1F">
              <w:rPr>
                <w:rFonts w:ascii="Browallia New" w:hAnsi="Browallia New" w:cs="Browallia New"/>
                <w:sz w:val="20"/>
                <w:szCs w:val="20"/>
                <w:cs/>
              </w:rPr>
              <w:t xml:space="preserve">  ณ</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เวลาใดเวลาหนึ่ง</w:t>
            </w:r>
          </w:p>
        </w:tc>
        <w:tc>
          <w:tcPr>
            <w:tcW w:w="992" w:type="dxa"/>
            <w:vAlign w:val="bottom"/>
          </w:tcPr>
          <w:p w14:paraId="5A42BCB5" w14:textId="57F5A2BC" w:rsidR="00672687" w:rsidRPr="000E3E1F" w:rsidRDefault="00712C81" w:rsidP="00687A4E">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2,723</w:t>
            </w:r>
            <w:r w:rsidR="00917D4D" w:rsidRPr="000E3E1F">
              <w:rPr>
                <w:rFonts w:ascii="Browallia New" w:hAnsi="Browallia New" w:cs="Browallia New"/>
                <w:sz w:val="20"/>
                <w:szCs w:val="20"/>
              </w:rPr>
              <w:t>,17</w:t>
            </w:r>
            <w:r w:rsidR="00B5344B" w:rsidRPr="000E3E1F">
              <w:rPr>
                <w:rFonts w:ascii="Browallia New" w:hAnsi="Browallia New" w:cs="Browallia New"/>
                <w:sz w:val="20"/>
                <w:szCs w:val="20"/>
              </w:rPr>
              <w:t>6</w:t>
            </w:r>
          </w:p>
        </w:tc>
        <w:tc>
          <w:tcPr>
            <w:tcW w:w="850" w:type="dxa"/>
            <w:vAlign w:val="bottom"/>
          </w:tcPr>
          <w:p w14:paraId="4D4E472A" w14:textId="13C29D6C" w:rsidR="00672687" w:rsidRPr="000E3E1F" w:rsidRDefault="00917D4D" w:rsidP="00687A4E">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227,686</w:t>
            </w:r>
          </w:p>
        </w:tc>
        <w:tc>
          <w:tcPr>
            <w:tcW w:w="709" w:type="dxa"/>
            <w:vAlign w:val="bottom"/>
          </w:tcPr>
          <w:p w14:paraId="4F0D072D" w14:textId="1B2FC892" w:rsidR="00672687" w:rsidRPr="000E3E1F" w:rsidRDefault="00917D4D" w:rsidP="00687A4E">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49,76</w:t>
            </w:r>
            <w:r w:rsidR="00CC015A" w:rsidRPr="000E3E1F">
              <w:rPr>
                <w:rFonts w:ascii="Browallia New" w:hAnsi="Browallia New" w:cs="Browallia New"/>
                <w:sz w:val="20"/>
                <w:szCs w:val="20"/>
              </w:rPr>
              <w:t>2</w:t>
            </w:r>
          </w:p>
        </w:tc>
        <w:tc>
          <w:tcPr>
            <w:tcW w:w="709" w:type="dxa"/>
            <w:vAlign w:val="bottom"/>
          </w:tcPr>
          <w:p w14:paraId="41D918EC" w14:textId="4B7CC95D" w:rsidR="00672687" w:rsidRPr="000E3E1F" w:rsidRDefault="00687A4E" w:rsidP="00687A4E">
            <w:pPr>
              <w:tabs>
                <w:tab w:val="left" w:pos="794"/>
                <w:tab w:val="left" w:pos="1361"/>
                <w:tab w:val="left" w:pos="1928"/>
              </w:tabs>
              <w:rPr>
                <w:rFonts w:ascii="Browallia New" w:hAnsi="Browallia New" w:cs="Browallia New"/>
                <w:sz w:val="20"/>
                <w:szCs w:val="20"/>
              </w:rPr>
            </w:pPr>
            <w:r w:rsidRPr="000E3E1F">
              <w:rPr>
                <w:rFonts w:ascii="Browallia New" w:hAnsi="Browallia New" w:cs="Browallia New"/>
                <w:sz w:val="20"/>
                <w:szCs w:val="20"/>
              </w:rPr>
              <w:t xml:space="preserve">      </w:t>
            </w:r>
            <w:r w:rsidR="00917D4D" w:rsidRPr="000E3E1F">
              <w:rPr>
                <w:rFonts w:ascii="Browallia New" w:hAnsi="Browallia New" w:cs="Browallia New"/>
                <w:sz w:val="20"/>
                <w:szCs w:val="20"/>
              </w:rPr>
              <w:t>-</w:t>
            </w:r>
          </w:p>
        </w:tc>
        <w:tc>
          <w:tcPr>
            <w:tcW w:w="992" w:type="dxa"/>
            <w:vAlign w:val="bottom"/>
          </w:tcPr>
          <w:p w14:paraId="409DEBD4" w14:textId="19D9D1C9" w:rsidR="00672687" w:rsidRPr="000E3E1F" w:rsidRDefault="00E632A0" w:rsidP="00687A4E">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3,000,62</w:t>
            </w:r>
            <w:r w:rsidR="001E6C30" w:rsidRPr="000E3E1F">
              <w:rPr>
                <w:rFonts w:ascii="Browallia New" w:hAnsi="Browallia New" w:cs="Browallia New"/>
                <w:sz w:val="20"/>
                <w:szCs w:val="20"/>
              </w:rPr>
              <w:t>4</w:t>
            </w:r>
          </w:p>
        </w:tc>
        <w:tc>
          <w:tcPr>
            <w:tcW w:w="992" w:type="dxa"/>
            <w:vAlign w:val="bottom"/>
          </w:tcPr>
          <w:p w14:paraId="056CF28B" w14:textId="2E034BCD" w:rsidR="00672687" w:rsidRPr="000E3E1F" w:rsidRDefault="00E632A0" w:rsidP="00E7121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w:t>
            </w:r>
            <w:r w:rsidR="00687A4E" w:rsidRPr="000E3E1F">
              <w:rPr>
                <w:rFonts w:ascii="Browallia New" w:hAnsi="Browallia New" w:cs="Browallia New"/>
                <w:sz w:val="20"/>
                <w:szCs w:val="20"/>
              </w:rPr>
              <w:t>,</w:t>
            </w:r>
            <w:r w:rsidRPr="000E3E1F">
              <w:rPr>
                <w:rFonts w:ascii="Browallia New" w:hAnsi="Browallia New" w:cs="Browallia New"/>
                <w:sz w:val="20"/>
                <w:szCs w:val="20"/>
              </w:rPr>
              <w:t>093,00</w:t>
            </w:r>
            <w:r w:rsidR="00E71215" w:rsidRPr="000E3E1F">
              <w:rPr>
                <w:rFonts w:ascii="Browallia New" w:hAnsi="Browallia New" w:cs="Browallia New"/>
                <w:sz w:val="20"/>
                <w:szCs w:val="20"/>
              </w:rPr>
              <w:t>7</w:t>
            </w:r>
          </w:p>
        </w:tc>
        <w:tc>
          <w:tcPr>
            <w:tcW w:w="851" w:type="dxa"/>
            <w:vAlign w:val="bottom"/>
          </w:tcPr>
          <w:p w14:paraId="3FA17FC2" w14:textId="292E6586" w:rsidR="00672687" w:rsidRPr="000E3E1F" w:rsidRDefault="00E632A0" w:rsidP="00E7121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237,216</w:t>
            </w:r>
          </w:p>
        </w:tc>
        <w:tc>
          <w:tcPr>
            <w:tcW w:w="709" w:type="dxa"/>
            <w:vAlign w:val="bottom"/>
          </w:tcPr>
          <w:p w14:paraId="31AF1756" w14:textId="1E901214" w:rsidR="00672687" w:rsidRPr="000E3E1F" w:rsidRDefault="00F6318A" w:rsidP="00E71215">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55,033</w:t>
            </w:r>
          </w:p>
        </w:tc>
        <w:tc>
          <w:tcPr>
            <w:tcW w:w="708" w:type="dxa"/>
            <w:vAlign w:val="bottom"/>
          </w:tcPr>
          <w:p w14:paraId="251EFA43" w14:textId="0D45D9B8" w:rsidR="00672687" w:rsidRPr="000E3E1F" w:rsidRDefault="00B5344B" w:rsidP="00682D32">
            <w:pP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682D32" w:rsidRPr="000E3E1F">
              <w:rPr>
                <w:rFonts w:ascii="Browallia New" w:hAnsi="Browallia New" w:cs="Browallia New"/>
                <w:sz w:val="20"/>
                <w:szCs w:val="20"/>
              </w:rPr>
              <w:t xml:space="preserve"> </w:t>
            </w:r>
            <w:r w:rsidR="00672687" w:rsidRPr="000E3E1F">
              <w:rPr>
                <w:rFonts w:ascii="Browallia New" w:hAnsi="Browallia New" w:cs="Browallia New"/>
                <w:sz w:val="20"/>
                <w:szCs w:val="20"/>
                <w:cs/>
              </w:rPr>
              <w:t>-</w:t>
            </w:r>
          </w:p>
        </w:tc>
        <w:tc>
          <w:tcPr>
            <w:tcW w:w="993" w:type="dxa"/>
            <w:vAlign w:val="bottom"/>
          </w:tcPr>
          <w:p w14:paraId="3073A2C6" w14:textId="64B72C1B" w:rsidR="00672687" w:rsidRPr="000E3E1F" w:rsidRDefault="00672687" w:rsidP="00E71215">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 xml:space="preserve">     </w:t>
            </w:r>
            <w:r w:rsidR="00E71215" w:rsidRPr="000E3E1F">
              <w:rPr>
                <w:rFonts w:ascii="Browallia New" w:hAnsi="Browallia New" w:cs="Browallia New"/>
                <w:sz w:val="20"/>
                <w:szCs w:val="20"/>
              </w:rPr>
              <w:t>3,385,256</w:t>
            </w:r>
          </w:p>
        </w:tc>
      </w:tr>
      <w:tr w:rsidR="00672687" w:rsidRPr="000E3E1F" w14:paraId="67B26F38" w14:textId="77777777" w:rsidTr="000D1A9C">
        <w:trPr>
          <w:trHeight w:val="20"/>
        </w:trPr>
        <w:tc>
          <w:tcPr>
            <w:tcW w:w="1418" w:type="dxa"/>
          </w:tcPr>
          <w:p w14:paraId="0F436B50" w14:textId="1DB6312C" w:rsidR="00672687" w:rsidRPr="000E3E1F" w:rsidRDefault="00672687" w:rsidP="00672687">
            <w:pPr>
              <w:tabs>
                <w:tab w:val="left" w:pos="360"/>
              </w:tabs>
              <w:rPr>
                <w:rFonts w:ascii="Browallia New" w:hAnsi="Browallia New" w:cs="Browallia New"/>
                <w:sz w:val="20"/>
                <w:szCs w:val="20"/>
                <w:lang w:val="en-GB"/>
              </w:rPr>
            </w:pPr>
            <w:r w:rsidRPr="000E3E1F">
              <w:rPr>
                <w:rFonts w:ascii="Browallia New" w:hAnsi="Browallia New" w:cs="Browallia New"/>
                <w:sz w:val="20"/>
                <w:szCs w:val="20"/>
                <w:cs/>
              </w:rPr>
              <w:t xml:space="preserve">  ตลอดช่วงระยะเวลา</w:t>
            </w:r>
          </w:p>
        </w:tc>
        <w:tc>
          <w:tcPr>
            <w:tcW w:w="992" w:type="dxa"/>
            <w:shd w:val="clear" w:color="auto" w:fill="auto"/>
          </w:tcPr>
          <w:p w14:paraId="287895FC" w14:textId="0E4570AE" w:rsidR="00672687" w:rsidRPr="000E3E1F" w:rsidRDefault="00917D4D" w:rsidP="00672687">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744,140</w:t>
            </w:r>
          </w:p>
        </w:tc>
        <w:tc>
          <w:tcPr>
            <w:tcW w:w="850" w:type="dxa"/>
          </w:tcPr>
          <w:p w14:paraId="351EA7AF" w14:textId="40C7C928" w:rsidR="00672687" w:rsidRPr="000E3E1F" w:rsidRDefault="009211E5" w:rsidP="009211E5">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917D4D" w:rsidRPr="000E3E1F">
              <w:rPr>
                <w:rFonts w:ascii="Browallia New" w:hAnsi="Browallia New" w:cs="Browallia New"/>
                <w:sz w:val="20"/>
                <w:szCs w:val="20"/>
              </w:rPr>
              <w:t>-</w:t>
            </w:r>
          </w:p>
        </w:tc>
        <w:tc>
          <w:tcPr>
            <w:tcW w:w="709" w:type="dxa"/>
            <w:shd w:val="clear" w:color="auto" w:fill="auto"/>
          </w:tcPr>
          <w:p w14:paraId="7413B4D2" w14:textId="3EBEC2EC" w:rsidR="00672687" w:rsidRPr="000E3E1F" w:rsidRDefault="00917D4D" w:rsidP="00672687">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311</w:t>
            </w:r>
          </w:p>
        </w:tc>
        <w:tc>
          <w:tcPr>
            <w:tcW w:w="709" w:type="dxa"/>
            <w:shd w:val="clear" w:color="auto" w:fill="auto"/>
          </w:tcPr>
          <w:p w14:paraId="330CCABC" w14:textId="1A93C6ED" w:rsidR="00672687" w:rsidRPr="000E3E1F" w:rsidRDefault="00917D4D" w:rsidP="00672687">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(546)</w:t>
            </w:r>
          </w:p>
        </w:tc>
        <w:tc>
          <w:tcPr>
            <w:tcW w:w="992" w:type="dxa"/>
            <w:shd w:val="clear" w:color="auto" w:fill="auto"/>
          </w:tcPr>
          <w:p w14:paraId="0CCA5E40" w14:textId="3F0BBC27" w:rsidR="00672687" w:rsidRPr="000E3E1F" w:rsidRDefault="00E632A0" w:rsidP="00672687">
            <w:pPr>
              <w:pBdr>
                <w:bottom w:val="single" w:sz="4"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743,905</w:t>
            </w:r>
          </w:p>
        </w:tc>
        <w:tc>
          <w:tcPr>
            <w:tcW w:w="992" w:type="dxa"/>
            <w:vAlign w:val="bottom"/>
          </w:tcPr>
          <w:p w14:paraId="4A8E6975" w14:textId="105F6B74" w:rsidR="00672687" w:rsidRPr="000E3E1F" w:rsidRDefault="00E632A0" w:rsidP="00E7121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741,626</w:t>
            </w:r>
          </w:p>
        </w:tc>
        <w:tc>
          <w:tcPr>
            <w:tcW w:w="851" w:type="dxa"/>
            <w:vAlign w:val="bottom"/>
          </w:tcPr>
          <w:p w14:paraId="54708DC9" w14:textId="1E73D4A1" w:rsidR="00672687" w:rsidRPr="000E3E1F" w:rsidRDefault="00682D32" w:rsidP="009966EF">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672687" w:rsidRPr="000E3E1F">
              <w:rPr>
                <w:rFonts w:ascii="Browallia New" w:hAnsi="Browallia New" w:cs="Browallia New"/>
                <w:sz w:val="20"/>
                <w:szCs w:val="20"/>
                <w:cs/>
              </w:rPr>
              <w:t>-</w:t>
            </w:r>
          </w:p>
        </w:tc>
        <w:tc>
          <w:tcPr>
            <w:tcW w:w="709" w:type="dxa"/>
            <w:vAlign w:val="bottom"/>
          </w:tcPr>
          <w:p w14:paraId="7CFC4184" w14:textId="0E44B2DF" w:rsidR="00672687" w:rsidRPr="000E3E1F" w:rsidRDefault="00F6318A" w:rsidP="00E7121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221</w:t>
            </w:r>
          </w:p>
        </w:tc>
        <w:tc>
          <w:tcPr>
            <w:tcW w:w="708" w:type="dxa"/>
            <w:vAlign w:val="bottom"/>
          </w:tcPr>
          <w:p w14:paraId="746A5B90" w14:textId="4904C5D8" w:rsidR="00672687" w:rsidRPr="000E3E1F" w:rsidRDefault="00F6318A" w:rsidP="00E71215">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(807)</w:t>
            </w:r>
          </w:p>
        </w:tc>
        <w:tc>
          <w:tcPr>
            <w:tcW w:w="993" w:type="dxa"/>
            <w:vAlign w:val="bottom"/>
          </w:tcPr>
          <w:p w14:paraId="2F4791D5" w14:textId="28FFADEF" w:rsidR="00672687" w:rsidRPr="000E3E1F" w:rsidRDefault="00672687" w:rsidP="00E71215">
            <w:pPr>
              <w:pBdr>
                <w:bottom w:val="single" w:sz="4"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 xml:space="preserve">      </w:t>
            </w:r>
            <w:r w:rsidR="00E71215" w:rsidRPr="000E3E1F">
              <w:rPr>
                <w:rFonts w:ascii="Browallia New" w:hAnsi="Browallia New" w:cs="Browallia New"/>
                <w:sz w:val="20"/>
                <w:szCs w:val="20"/>
              </w:rPr>
              <w:t>741,040</w:t>
            </w:r>
          </w:p>
        </w:tc>
      </w:tr>
      <w:tr w:rsidR="00672687" w:rsidRPr="000E3E1F" w14:paraId="31732EC3" w14:textId="77777777" w:rsidTr="000D1A9C">
        <w:trPr>
          <w:trHeight w:val="20"/>
        </w:trPr>
        <w:tc>
          <w:tcPr>
            <w:tcW w:w="1418" w:type="dxa"/>
          </w:tcPr>
          <w:p w14:paraId="4361A530" w14:textId="77777777" w:rsidR="00672687" w:rsidRPr="000E3E1F" w:rsidRDefault="00672687" w:rsidP="00672687">
            <w:pPr>
              <w:tabs>
                <w:tab w:val="left" w:pos="360"/>
              </w:tabs>
              <w:rPr>
                <w:rFonts w:ascii="Browallia New" w:hAnsi="Browallia New" w:cs="Browallia New"/>
                <w:b/>
                <w:bCs/>
                <w:sz w:val="20"/>
                <w:szCs w:val="20"/>
                <w:cs/>
                <w:lang w:val="en-GB"/>
              </w:rPr>
            </w:pPr>
            <w:r w:rsidRPr="000E3E1F">
              <w:rPr>
                <w:rFonts w:ascii="Browallia New" w:hAnsi="Browallia New" w:cs="Browallia New"/>
                <w:sz w:val="20"/>
                <w:szCs w:val="20"/>
                <w:cs/>
              </w:rPr>
              <w:t>รวม</w:t>
            </w:r>
          </w:p>
        </w:tc>
        <w:tc>
          <w:tcPr>
            <w:tcW w:w="992" w:type="dxa"/>
            <w:shd w:val="clear" w:color="auto" w:fill="auto"/>
          </w:tcPr>
          <w:p w14:paraId="140B0738" w14:textId="2FED0156" w:rsidR="00672687" w:rsidRPr="000E3E1F" w:rsidRDefault="00917D4D" w:rsidP="00672687">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3,467,31</w:t>
            </w:r>
            <w:r w:rsidR="00CC015A" w:rsidRPr="000E3E1F">
              <w:rPr>
                <w:rFonts w:ascii="Browallia New" w:hAnsi="Browallia New" w:cs="Browallia New"/>
                <w:sz w:val="20"/>
                <w:szCs w:val="20"/>
              </w:rPr>
              <w:t>6</w:t>
            </w:r>
          </w:p>
        </w:tc>
        <w:tc>
          <w:tcPr>
            <w:tcW w:w="850" w:type="dxa"/>
          </w:tcPr>
          <w:p w14:paraId="0620AE96" w14:textId="2B004314" w:rsidR="00672687" w:rsidRPr="000E3E1F" w:rsidRDefault="00917D4D" w:rsidP="00672687">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227,686</w:t>
            </w:r>
          </w:p>
        </w:tc>
        <w:tc>
          <w:tcPr>
            <w:tcW w:w="709" w:type="dxa"/>
            <w:shd w:val="clear" w:color="auto" w:fill="auto"/>
          </w:tcPr>
          <w:p w14:paraId="2ED66FA8" w14:textId="7425A3E5" w:rsidR="00672687" w:rsidRPr="000E3E1F" w:rsidRDefault="00917D4D" w:rsidP="00672687">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50,07</w:t>
            </w:r>
            <w:r w:rsidR="00CC015A" w:rsidRPr="000E3E1F">
              <w:rPr>
                <w:rFonts w:ascii="Browallia New" w:hAnsi="Browallia New" w:cs="Browallia New"/>
                <w:sz w:val="20"/>
                <w:szCs w:val="20"/>
              </w:rPr>
              <w:t>3</w:t>
            </w:r>
          </w:p>
        </w:tc>
        <w:tc>
          <w:tcPr>
            <w:tcW w:w="709" w:type="dxa"/>
            <w:shd w:val="clear" w:color="auto" w:fill="auto"/>
          </w:tcPr>
          <w:p w14:paraId="73865E97" w14:textId="57118EA2" w:rsidR="00672687" w:rsidRPr="000E3E1F" w:rsidRDefault="00917D4D" w:rsidP="00672687">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(546)</w:t>
            </w:r>
          </w:p>
        </w:tc>
        <w:tc>
          <w:tcPr>
            <w:tcW w:w="992" w:type="dxa"/>
            <w:shd w:val="clear" w:color="auto" w:fill="auto"/>
          </w:tcPr>
          <w:p w14:paraId="04E7A98A" w14:textId="3333F740" w:rsidR="00672687" w:rsidRPr="000E3E1F" w:rsidRDefault="00E632A0" w:rsidP="00672687">
            <w:pPr>
              <w:pBdr>
                <w:bottom w:val="single" w:sz="12" w:space="1" w:color="auto"/>
              </w:pBd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3,744,5</w:t>
            </w:r>
            <w:r w:rsidR="00866255" w:rsidRPr="000E3E1F">
              <w:rPr>
                <w:rFonts w:ascii="Browallia New" w:hAnsi="Browallia New" w:cs="Browallia New"/>
                <w:sz w:val="20"/>
                <w:szCs w:val="20"/>
              </w:rPr>
              <w:t>29</w:t>
            </w:r>
          </w:p>
        </w:tc>
        <w:tc>
          <w:tcPr>
            <w:tcW w:w="992" w:type="dxa"/>
            <w:vAlign w:val="bottom"/>
          </w:tcPr>
          <w:p w14:paraId="465FCF26" w14:textId="17C384DB" w:rsidR="00672687" w:rsidRPr="000E3E1F" w:rsidRDefault="00E632A0" w:rsidP="00E71215">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3,834,</w:t>
            </w:r>
            <w:r w:rsidR="00CC015A" w:rsidRPr="000E3E1F">
              <w:rPr>
                <w:rFonts w:ascii="Browallia New" w:hAnsi="Browallia New" w:cs="Browallia New"/>
                <w:sz w:val="20"/>
                <w:szCs w:val="20"/>
              </w:rPr>
              <w:t>633</w:t>
            </w:r>
          </w:p>
        </w:tc>
        <w:tc>
          <w:tcPr>
            <w:tcW w:w="851" w:type="dxa"/>
            <w:vAlign w:val="bottom"/>
          </w:tcPr>
          <w:p w14:paraId="649AD199" w14:textId="0B8A954B" w:rsidR="00672687" w:rsidRPr="000E3E1F" w:rsidRDefault="00F6318A" w:rsidP="00E71215">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237,216</w:t>
            </w:r>
          </w:p>
        </w:tc>
        <w:tc>
          <w:tcPr>
            <w:tcW w:w="709" w:type="dxa"/>
            <w:vAlign w:val="bottom"/>
          </w:tcPr>
          <w:p w14:paraId="2267D0E5" w14:textId="0A0CA2BD" w:rsidR="00672687" w:rsidRPr="000E3E1F" w:rsidRDefault="00F6318A" w:rsidP="00E71215">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55</w:t>
            </w:r>
            <w:r w:rsidR="00D567C7" w:rsidRPr="000E3E1F">
              <w:rPr>
                <w:rFonts w:ascii="Browallia New" w:hAnsi="Browallia New" w:cs="Browallia New"/>
                <w:sz w:val="20"/>
                <w:szCs w:val="20"/>
              </w:rPr>
              <w:t>,</w:t>
            </w:r>
            <w:r w:rsidRPr="000E3E1F">
              <w:rPr>
                <w:rFonts w:ascii="Browallia New" w:hAnsi="Browallia New" w:cs="Browallia New"/>
                <w:sz w:val="20"/>
                <w:szCs w:val="20"/>
              </w:rPr>
              <w:t>254</w:t>
            </w:r>
          </w:p>
        </w:tc>
        <w:tc>
          <w:tcPr>
            <w:tcW w:w="708" w:type="dxa"/>
            <w:vAlign w:val="bottom"/>
          </w:tcPr>
          <w:p w14:paraId="03C5B3C4" w14:textId="037A9060" w:rsidR="00672687" w:rsidRPr="000E3E1F" w:rsidRDefault="00F6318A" w:rsidP="00E71215">
            <w:pPr>
              <w:pBdr>
                <w:bottom w:val="single" w:sz="12" w:space="1" w:color="auto"/>
              </w:pBd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rPr>
              <w:t>(807)</w:t>
            </w:r>
          </w:p>
        </w:tc>
        <w:tc>
          <w:tcPr>
            <w:tcW w:w="993" w:type="dxa"/>
            <w:vAlign w:val="bottom"/>
          </w:tcPr>
          <w:p w14:paraId="528E201F" w14:textId="249AD471" w:rsidR="00672687" w:rsidRPr="000E3E1F" w:rsidRDefault="00672687" w:rsidP="00E71215">
            <w:pPr>
              <w:pBdr>
                <w:bottom w:val="single" w:sz="12"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 xml:space="preserve">     </w:t>
            </w:r>
            <w:r w:rsidR="00E71215" w:rsidRPr="000E3E1F">
              <w:rPr>
                <w:rFonts w:ascii="Browallia New" w:hAnsi="Browallia New" w:cs="Browallia New"/>
                <w:sz w:val="20"/>
                <w:szCs w:val="20"/>
              </w:rPr>
              <w:t>4,126,296</w:t>
            </w:r>
          </w:p>
        </w:tc>
      </w:tr>
      <w:tr w:rsidR="00672687" w:rsidRPr="000E3E1F" w14:paraId="21228A7A" w14:textId="77777777" w:rsidTr="007F7685">
        <w:trPr>
          <w:trHeight w:val="20"/>
        </w:trPr>
        <w:tc>
          <w:tcPr>
            <w:tcW w:w="1418" w:type="dxa"/>
          </w:tcPr>
          <w:p w14:paraId="326DA954" w14:textId="77777777" w:rsidR="00672687" w:rsidRPr="000E3E1F" w:rsidRDefault="00672687" w:rsidP="00672687">
            <w:pPr>
              <w:tabs>
                <w:tab w:val="left" w:pos="360"/>
              </w:tabs>
              <w:rPr>
                <w:rFonts w:ascii="Browallia New" w:hAnsi="Browallia New" w:cs="Browallia New"/>
                <w:sz w:val="20"/>
                <w:szCs w:val="20"/>
                <w:cs/>
              </w:rPr>
            </w:pPr>
          </w:p>
        </w:tc>
        <w:tc>
          <w:tcPr>
            <w:tcW w:w="992" w:type="dxa"/>
            <w:shd w:val="clear" w:color="auto" w:fill="auto"/>
            <w:vAlign w:val="bottom"/>
          </w:tcPr>
          <w:p w14:paraId="3405CF49"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5DEE003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E8ABF2F"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7BD51DF3"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vAlign w:val="bottom"/>
          </w:tcPr>
          <w:p w14:paraId="39EAF61A" w14:textId="77777777" w:rsidR="00672687" w:rsidRPr="000E3E1F" w:rsidRDefault="00672687" w:rsidP="00672687">
            <w:pPr>
              <w:tabs>
                <w:tab w:val="left" w:pos="540"/>
              </w:tabs>
              <w:ind w:right="-33"/>
              <w:jc w:val="right"/>
              <w:rPr>
                <w:rFonts w:ascii="Browallia New" w:hAnsi="Browallia New" w:cs="Browallia New"/>
                <w:sz w:val="20"/>
                <w:szCs w:val="20"/>
                <w:cs/>
              </w:rPr>
            </w:pPr>
          </w:p>
        </w:tc>
        <w:tc>
          <w:tcPr>
            <w:tcW w:w="992" w:type="dxa"/>
          </w:tcPr>
          <w:p w14:paraId="05F022F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687AC15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4858DFE1"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tcPr>
          <w:p w14:paraId="1491A570" w14:textId="77777777"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tcPr>
          <w:p w14:paraId="32848657" w14:textId="77777777" w:rsidR="00672687" w:rsidRPr="000E3E1F" w:rsidRDefault="00672687" w:rsidP="00672687">
            <w:pPr>
              <w:tabs>
                <w:tab w:val="left" w:pos="540"/>
              </w:tabs>
              <w:ind w:right="-33"/>
              <w:jc w:val="right"/>
              <w:rPr>
                <w:rFonts w:ascii="Browallia New" w:hAnsi="Browallia New" w:cs="Browallia New"/>
                <w:sz w:val="20"/>
                <w:szCs w:val="20"/>
              </w:rPr>
            </w:pPr>
          </w:p>
        </w:tc>
      </w:tr>
      <w:tr w:rsidR="00672687" w:rsidRPr="000E3E1F" w14:paraId="2B5C74C7" w14:textId="77777777" w:rsidTr="000D1A9C">
        <w:trPr>
          <w:trHeight w:val="20"/>
        </w:trPr>
        <w:tc>
          <w:tcPr>
            <w:tcW w:w="2410" w:type="dxa"/>
            <w:gridSpan w:val="2"/>
          </w:tcPr>
          <w:p w14:paraId="3F5C1701" w14:textId="06146AF5" w:rsidR="00672687" w:rsidRPr="000E3E1F" w:rsidRDefault="00672687" w:rsidP="00672687">
            <w:pPr>
              <w:tabs>
                <w:tab w:val="left" w:pos="794"/>
                <w:tab w:val="left" w:pos="1361"/>
                <w:tab w:val="left" w:pos="1928"/>
              </w:tabs>
              <w:rPr>
                <w:rFonts w:ascii="Browallia New" w:hAnsi="Browallia New" w:cs="Browallia New"/>
                <w:sz w:val="20"/>
                <w:szCs w:val="20"/>
              </w:rPr>
            </w:pPr>
            <w:r w:rsidRPr="000E3E1F">
              <w:rPr>
                <w:rFonts w:ascii="Browallia New" w:hAnsi="Browallia New" w:cs="Browallia New"/>
                <w:sz w:val="20"/>
                <w:szCs w:val="20"/>
                <w:cs/>
                <w:lang w:val="en-GB"/>
              </w:rPr>
              <w:t>กำไร</w:t>
            </w:r>
            <w:r w:rsidRPr="000E3E1F">
              <w:rPr>
                <w:rFonts w:ascii="Browallia New" w:hAnsi="Browallia New" w:cs="Browallia New"/>
                <w:sz w:val="20"/>
                <w:szCs w:val="20"/>
                <w:lang w:val="en-GB"/>
              </w:rPr>
              <w:t xml:space="preserve"> (</w:t>
            </w:r>
            <w:r w:rsidRPr="000E3E1F">
              <w:rPr>
                <w:rFonts w:ascii="Browallia New" w:hAnsi="Browallia New" w:cs="Browallia New"/>
                <w:sz w:val="20"/>
                <w:szCs w:val="20"/>
                <w:cs/>
                <w:lang w:val="en-GB"/>
              </w:rPr>
              <w:t>ขาดทุน</w:t>
            </w:r>
            <w:r w:rsidRPr="000E3E1F">
              <w:rPr>
                <w:rFonts w:ascii="Browallia New" w:hAnsi="Browallia New" w:cs="Browallia New"/>
                <w:sz w:val="20"/>
                <w:szCs w:val="20"/>
              </w:rPr>
              <w:t xml:space="preserve">) </w:t>
            </w:r>
            <w:r w:rsidRPr="000E3E1F">
              <w:rPr>
                <w:rFonts w:ascii="Browallia New" w:hAnsi="Browallia New" w:cs="Browallia New"/>
                <w:sz w:val="20"/>
                <w:szCs w:val="20"/>
                <w:cs/>
                <w:lang w:val="en-GB"/>
              </w:rPr>
              <w:t>จากอัตราแลกเปลี่ยน</w:t>
            </w:r>
          </w:p>
        </w:tc>
        <w:tc>
          <w:tcPr>
            <w:tcW w:w="850" w:type="dxa"/>
            <w:vAlign w:val="bottom"/>
          </w:tcPr>
          <w:p w14:paraId="4AEB68D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421E269"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62F7BBF8"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vAlign w:val="bottom"/>
          </w:tcPr>
          <w:p w14:paraId="54F31387" w14:textId="6EE99FE2"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(1,981)</w:t>
            </w:r>
          </w:p>
        </w:tc>
        <w:tc>
          <w:tcPr>
            <w:tcW w:w="992" w:type="dxa"/>
          </w:tcPr>
          <w:p w14:paraId="0C40F43E" w14:textId="2481BC16"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32E6ABF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565FFA78"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tcPr>
          <w:p w14:paraId="3B18C255" w14:textId="77777777"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3FE41092" w14:textId="78778C0B" w:rsidR="00672687" w:rsidRPr="000E3E1F" w:rsidRDefault="00672687" w:rsidP="00672687">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920</w:t>
            </w:r>
          </w:p>
        </w:tc>
      </w:tr>
      <w:tr w:rsidR="00672687" w:rsidRPr="000E3E1F" w14:paraId="7AA6A373" w14:textId="77777777" w:rsidTr="000D1A9C">
        <w:trPr>
          <w:trHeight w:val="20"/>
        </w:trPr>
        <w:tc>
          <w:tcPr>
            <w:tcW w:w="1418" w:type="dxa"/>
          </w:tcPr>
          <w:p w14:paraId="3465B4D2" w14:textId="52EA7365" w:rsidR="00672687" w:rsidRPr="000E3E1F" w:rsidRDefault="00672687" w:rsidP="00672687">
            <w:pPr>
              <w:tabs>
                <w:tab w:val="left" w:pos="360"/>
              </w:tabs>
              <w:rPr>
                <w:rFonts w:ascii="Browallia New" w:hAnsi="Browallia New" w:cs="Browallia New"/>
                <w:sz w:val="20"/>
                <w:szCs w:val="20"/>
                <w:cs/>
              </w:rPr>
            </w:pPr>
            <w:r w:rsidRPr="000E3E1F">
              <w:rPr>
                <w:rFonts w:ascii="Browallia New" w:hAnsi="Browallia New" w:cs="Browallia New"/>
                <w:sz w:val="20"/>
                <w:szCs w:val="20"/>
                <w:cs/>
                <w:lang w:val="en-GB"/>
              </w:rPr>
              <w:t>ค่าเสื่อมราคา</w:t>
            </w:r>
          </w:p>
        </w:tc>
        <w:tc>
          <w:tcPr>
            <w:tcW w:w="992" w:type="dxa"/>
            <w:shd w:val="clear" w:color="auto" w:fill="auto"/>
            <w:vAlign w:val="bottom"/>
          </w:tcPr>
          <w:p w14:paraId="3CD6ABA3"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128373C5"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7FD011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01FB5D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7B907EFA" w14:textId="39773E01"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(44,36</w:t>
            </w:r>
            <w:r w:rsidR="00CC015A" w:rsidRPr="000E3E1F">
              <w:rPr>
                <w:rFonts w:ascii="Browallia New" w:hAnsi="Browallia New" w:cs="Browallia New"/>
                <w:sz w:val="20"/>
                <w:szCs w:val="20"/>
              </w:rPr>
              <w:t>8</w:t>
            </w:r>
            <w:r w:rsidRPr="000E3E1F">
              <w:rPr>
                <w:rFonts w:ascii="Browallia New" w:hAnsi="Browallia New" w:cs="Browallia New"/>
                <w:sz w:val="20"/>
                <w:szCs w:val="20"/>
              </w:rPr>
              <w:t>)</w:t>
            </w:r>
          </w:p>
        </w:tc>
        <w:tc>
          <w:tcPr>
            <w:tcW w:w="992" w:type="dxa"/>
          </w:tcPr>
          <w:p w14:paraId="716436A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2C918BFF"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66B47BB1"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34FA2F23" w14:textId="59080D3F"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7CEF1286" w14:textId="1D05F1CC" w:rsidR="00672687" w:rsidRPr="000E3E1F" w:rsidRDefault="00672687" w:rsidP="00672687">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cs/>
              </w:rPr>
              <w:t>(</w:t>
            </w:r>
            <w:r w:rsidRPr="000E3E1F">
              <w:rPr>
                <w:rFonts w:ascii="Browallia New" w:hAnsi="Browallia New" w:cs="Browallia New"/>
                <w:sz w:val="20"/>
                <w:szCs w:val="20"/>
              </w:rPr>
              <w:t>46,774</w:t>
            </w:r>
            <w:r w:rsidRPr="000E3E1F">
              <w:rPr>
                <w:rFonts w:ascii="Browallia New" w:hAnsi="Browallia New" w:cs="Browallia New"/>
                <w:sz w:val="20"/>
                <w:szCs w:val="20"/>
                <w:cs/>
              </w:rPr>
              <w:t>)</w:t>
            </w:r>
          </w:p>
        </w:tc>
      </w:tr>
      <w:tr w:rsidR="00672687" w:rsidRPr="000E3E1F" w14:paraId="5D67D58C" w14:textId="77777777" w:rsidTr="000D1A9C">
        <w:trPr>
          <w:trHeight w:val="20"/>
        </w:trPr>
        <w:tc>
          <w:tcPr>
            <w:tcW w:w="1418" w:type="dxa"/>
          </w:tcPr>
          <w:p w14:paraId="35202210" w14:textId="1AFC1486" w:rsidR="00672687" w:rsidRPr="000E3E1F" w:rsidRDefault="00672687" w:rsidP="00672687">
            <w:pPr>
              <w:tabs>
                <w:tab w:val="left" w:pos="360"/>
              </w:tabs>
              <w:rPr>
                <w:rFonts w:ascii="Browallia New" w:hAnsi="Browallia New" w:cs="Browallia New"/>
                <w:sz w:val="20"/>
                <w:szCs w:val="20"/>
                <w:cs/>
              </w:rPr>
            </w:pPr>
            <w:r w:rsidRPr="000E3E1F">
              <w:rPr>
                <w:rFonts w:ascii="Browallia New" w:hAnsi="Browallia New" w:cs="Browallia New"/>
                <w:sz w:val="20"/>
                <w:szCs w:val="20"/>
                <w:cs/>
                <w:lang w:val="en-GB"/>
              </w:rPr>
              <w:t>ค่าขนส่ง</w:t>
            </w:r>
          </w:p>
        </w:tc>
        <w:tc>
          <w:tcPr>
            <w:tcW w:w="992" w:type="dxa"/>
            <w:shd w:val="clear" w:color="auto" w:fill="auto"/>
            <w:vAlign w:val="bottom"/>
          </w:tcPr>
          <w:p w14:paraId="2CC7805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7C92D90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89DACF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400CF6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6E21762F" w14:textId="3CCEA1EE"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(121,195)</w:t>
            </w:r>
          </w:p>
        </w:tc>
        <w:tc>
          <w:tcPr>
            <w:tcW w:w="992" w:type="dxa"/>
          </w:tcPr>
          <w:p w14:paraId="14BFEC20"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21D255A1"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1D2BB85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314B9395" w14:textId="24F1181C"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3B699AE3" w14:textId="0819F189" w:rsidR="00672687" w:rsidRPr="000E3E1F" w:rsidRDefault="00672687" w:rsidP="00672687">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(120,290)</w:t>
            </w:r>
          </w:p>
        </w:tc>
      </w:tr>
      <w:tr w:rsidR="00672687" w:rsidRPr="000E3E1F" w14:paraId="3A287F74" w14:textId="77777777" w:rsidTr="000D1A9C">
        <w:trPr>
          <w:trHeight w:val="20"/>
        </w:trPr>
        <w:tc>
          <w:tcPr>
            <w:tcW w:w="1418" w:type="dxa"/>
          </w:tcPr>
          <w:p w14:paraId="1FAC7477" w14:textId="373F0855" w:rsidR="00672687" w:rsidRPr="000E3E1F" w:rsidRDefault="00672687" w:rsidP="00672687">
            <w:pPr>
              <w:tabs>
                <w:tab w:val="left" w:pos="360"/>
              </w:tabs>
              <w:rPr>
                <w:rFonts w:ascii="Browallia New" w:hAnsi="Browallia New" w:cs="Browallia New"/>
                <w:sz w:val="20"/>
                <w:szCs w:val="20"/>
                <w:cs/>
                <w:lang w:val="en-GB"/>
              </w:rPr>
            </w:pPr>
            <w:r w:rsidRPr="000E3E1F">
              <w:rPr>
                <w:rFonts w:ascii="Browallia New" w:hAnsi="Browallia New" w:cs="Browallia New"/>
                <w:sz w:val="20"/>
                <w:szCs w:val="20"/>
                <w:cs/>
                <w:lang w:val="en-GB"/>
              </w:rPr>
              <w:t>ต้นทุนทางการเงิน</w:t>
            </w:r>
          </w:p>
        </w:tc>
        <w:tc>
          <w:tcPr>
            <w:tcW w:w="992" w:type="dxa"/>
            <w:shd w:val="clear" w:color="auto" w:fill="auto"/>
            <w:vAlign w:val="bottom"/>
          </w:tcPr>
          <w:p w14:paraId="35FCADAE"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399FCBBF"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2582891"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B1915C5"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1C651144" w14:textId="7E24511C"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(11,928)</w:t>
            </w:r>
          </w:p>
        </w:tc>
        <w:tc>
          <w:tcPr>
            <w:tcW w:w="992" w:type="dxa"/>
          </w:tcPr>
          <w:p w14:paraId="6C542A5A"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73E9B7ED"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6841FB6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46568572" w14:textId="5036A511"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004A36E4" w14:textId="6653C0C0" w:rsidR="00672687" w:rsidRPr="000E3E1F" w:rsidRDefault="00672687"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(15,412)</w:t>
            </w:r>
          </w:p>
        </w:tc>
      </w:tr>
      <w:tr w:rsidR="00672687" w:rsidRPr="000E3E1F" w14:paraId="24FCF5D4" w14:textId="77777777" w:rsidTr="000D1A9C">
        <w:trPr>
          <w:trHeight w:val="20"/>
        </w:trPr>
        <w:tc>
          <w:tcPr>
            <w:tcW w:w="1418" w:type="dxa"/>
          </w:tcPr>
          <w:p w14:paraId="6BB37DE8" w14:textId="580B1AA7" w:rsidR="00672687" w:rsidRPr="000E3E1F" w:rsidRDefault="00672687" w:rsidP="00672687">
            <w:pPr>
              <w:tabs>
                <w:tab w:val="left" w:pos="360"/>
              </w:tabs>
              <w:rPr>
                <w:rFonts w:ascii="Browallia New" w:hAnsi="Browallia New" w:cs="Browallia New"/>
                <w:sz w:val="20"/>
                <w:szCs w:val="20"/>
                <w:cs/>
                <w:lang w:val="en-GB"/>
              </w:rPr>
            </w:pPr>
            <w:r w:rsidRPr="000E3E1F">
              <w:rPr>
                <w:rFonts w:ascii="Browallia New" w:hAnsi="Browallia New" w:cs="Browallia New"/>
                <w:sz w:val="20"/>
                <w:szCs w:val="20"/>
                <w:cs/>
                <w:lang w:val="en-GB"/>
              </w:rPr>
              <w:t>กำไรก่อนภาษีเงินได้</w:t>
            </w:r>
          </w:p>
        </w:tc>
        <w:tc>
          <w:tcPr>
            <w:tcW w:w="992" w:type="dxa"/>
            <w:shd w:val="clear" w:color="auto" w:fill="auto"/>
            <w:vAlign w:val="bottom"/>
          </w:tcPr>
          <w:p w14:paraId="5FF224CA"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677A4ECB"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A2DB3C9"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6571165"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75430E54" w14:textId="24DE70D8"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164,851</w:t>
            </w:r>
          </w:p>
        </w:tc>
        <w:tc>
          <w:tcPr>
            <w:tcW w:w="992" w:type="dxa"/>
          </w:tcPr>
          <w:p w14:paraId="2889A706"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43D96A6B"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06D47187"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1F13F5AD" w14:textId="5B674E2C"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5BC4B913" w14:textId="3616777E" w:rsidR="00672687" w:rsidRPr="000E3E1F" w:rsidRDefault="00672687"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260,581</w:t>
            </w:r>
          </w:p>
        </w:tc>
      </w:tr>
      <w:tr w:rsidR="00672687" w:rsidRPr="000E3E1F" w14:paraId="0DAD0069" w14:textId="77777777" w:rsidTr="000D1A9C">
        <w:trPr>
          <w:trHeight w:val="20"/>
        </w:trPr>
        <w:tc>
          <w:tcPr>
            <w:tcW w:w="1418" w:type="dxa"/>
          </w:tcPr>
          <w:p w14:paraId="6191EF78" w14:textId="77777777" w:rsidR="00672687" w:rsidRPr="000E3E1F" w:rsidRDefault="00672687" w:rsidP="00672687">
            <w:pPr>
              <w:tabs>
                <w:tab w:val="left" w:pos="360"/>
              </w:tabs>
              <w:rPr>
                <w:rFonts w:ascii="Browallia New" w:hAnsi="Browallia New" w:cs="Browallia New"/>
                <w:sz w:val="20"/>
                <w:szCs w:val="20"/>
                <w:cs/>
                <w:lang w:val="en-GB"/>
              </w:rPr>
            </w:pPr>
          </w:p>
        </w:tc>
        <w:tc>
          <w:tcPr>
            <w:tcW w:w="992" w:type="dxa"/>
            <w:shd w:val="clear" w:color="auto" w:fill="auto"/>
            <w:vAlign w:val="bottom"/>
          </w:tcPr>
          <w:p w14:paraId="369CA80F"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32E81CA5"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D9FAD9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1D2ACC1"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4A3A4579" w14:textId="77777777" w:rsidR="00672687" w:rsidRPr="000E3E1F" w:rsidRDefault="00672687" w:rsidP="00672687">
            <w:pPr>
              <w:tabs>
                <w:tab w:val="left" w:pos="540"/>
              </w:tabs>
              <w:ind w:right="-33"/>
              <w:jc w:val="right"/>
              <w:rPr>
                <w:rFonts w:ascii="Browallia New" w:hAnsi="Browallia New" w:cs="Browallia New"/>
                <w:sz w:val="20"/>
                <w:szCs w:val="20"/>
                <w:cs/>
              </w:rPr>
            </w:pPr>
          </w:p>
        </w:tc>
        <w:tc>
          <w:tcPr>
            <w:tcW w:w="992" w:type="dxa"/>
          </w:tcPr>
          <w:p w14:paraId="3888193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583CEA50"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33F5DEE6"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7A74DD3E" w14:textId="77777777"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70587C7F" w14:textId="77777777" w:rsidR="00672687" w:rsidRPr="000E3E1F" w:rsidRDefault="00672687" w:rsidP="00672687">
            <w:pPr>
              <w:tabs>
                <w:tab w:val="left" w:pos="540"/>
              </w:tabs>
              <w:ind w:right="-33"/>
              <w:jc w:val="right"/>
              <w:rPr>
                <w:rFonts w:ascii="Browallia New" w:hAnsi="Browallia New" w:cs="Browallia New"/>
                <w:sz w:val="20"/>
                <w:szCs w:val="20"/>
              </w:rPr>
            </w:pPr>
          </w:p>
        </w:tc>
      </w:tr>
      <w:tr w:rsidR="00672687" w:rsidRPr="000E3E1F" w14:paraId="4B56B354" w14:textId="77777777" w:rsidTr="000D1A9C">
        <w:trPr>
          <w:trHeight w:val="20"/>
        </w:trPr>
        <w:tc>
          <w:tcPr>
            <w:tcW w:w="1418" w:type="dxa"/>
          </w:tcPr>
          <w:p w14:paraId="160B85F2" w14:textId="1FA318B3" w:rsidR="00672687" w:rsidRPr="000E3E1F" w:rsidRDefault="00672687" w:rsidP="00672687">
            <w:pPr>
              <w:tabs>
                <w:tab w:val="left" w:pos="360"/>
              </w:tabs>
              <w:rPr>
                <w:rFonts w:ascii="Browallia New" w:hAnsi="Browallia New" w:cs="Browallia New"/>
                <w:sz w:val="20"/>
                <w:szCs w:val="20"/>
                <w:cs/>
                <w:lang w:val="en-GB"/>
              </w:rPr>
            </w:pPr>
            <w:r w:rsidRPr="000E3E1F">
              <w:rPr>
                <w:rFonts w:ascii="Browallia New" w:hAnsi="Browallia New" w:cs="Browallia New"/>
                <w:sz w:val="20"/>
                <w:szCs w:val="20"/>
                <w:cs/>
                <w:lang w:val="en-GB"/>
              </w:rPr>
              <w:t>สินทรัพย์รวม</w:t>
            </w:r>
          </w:p>
        </w:tc>
        <w:tc>
          <w:tcPr>
            <w:tcW w:w="992" w:type="dxa"/>
            <w:shd w:val="clear" w:color="auto" w:fill="auto"/>
            <w:vAlign w:val="bottom"/>
          </w:tcPr>
          <w:p w14:paraId="531E61A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4F94AA6B"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155A9C8C"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03459E3"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036927B2" w14:textId="28A689EF"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4,026,9</w:t>
            </w:r>
            <w:r w:rsidR="00CC015A" w:rsidRPr="000E3E1F">
              <w:rPr>
                <w:rFonts w:ascii="Browallia New" w:hAnsi="Browallia New" w:cs="Browallia New"/>
                <w:sz w:val="20"/>
                <w:szCs w:val="20"/>
              </w:rPr>
              <w:t>30</w:t>
            </w:r>
          </w:p>
        </w:tc>
        <w:tc>
          <w:tcPr>
            <w:tcW w:w="992" w:type="dxa"/>
          </w:tcPr>
          <w:p w14:paraId="74247D0D"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36DE4E10"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09659CD9"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1A3EECED" w14:textId="252ED563"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7B140D7F" w14:textId="16F2EC46" w:rsidR="00672687" w:rsidRPr="000E3E1F" w:rsidRDefault="00672687"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4,096,470</w:t>
            </w:r>
          </w:p>
        </w:tc>
      </w:tr>
      <w:tr w:rsidR="00672687" w:rsidRPr="000E3E1F" w14:paraId="79845ADC" w14:textId="77777777" w:rsidTr="000D1A9C">
        <w:trPr>
          <w:trHeight w:val="20"/>
        </w:trPr>
        <w:tc>
          <w:tcPr>
            <w:tcW w:w="1418" w:type="dxa"/>
          </w:tcPr>
          <w:p w14:paraId="1E6DFA92" w14:textId="6CC0C0F6" w:rsidR="00672687" w:rsidRPr="000E3E1F" w:rsidRDefault="00672687" w:rsidP="00672687">
            <w:pPr>
              <w:tabs>
                <w:tab w:val="left" w:pos="360"/>
              </w:tabs>
              <w:rPr>
                <w:rFonts w:ascii="Browallia New" w:hAnsi="Browallia New" w:cs="Browallia New"/>
                <w:sz w:val="20"/>
                <w:szCs w:val="20"/>
                <w:cs/>
                <w:lang w:val="en-GB"/>
              </w:rPr>
            </w:pPr>
            <w:r w:rsidRPr="000E3E1F">
              <w:rPr>
                <w:rFonts w:ascii="Browallia New" w:hAnsi="Browallia New" w:cs="Browallia New"/>
                <w:sz w:val="20"/>
                <w:szCs w:val="20"/>
                <w:cs/>
                <w:lang w:val="en-GB"/>
              </w:rPr>
              <w:t>หนี้สินรวม</w:t>
            </w:r>
          </w:p>
        </w:tc>
        <w:tc>
          <w:tcPr>
            <w:tcW w:w="992" w:type="dxa"/>
            <w:shd w:val="clear" w:color="auto" w:fill="auto"/>
            <w:vAlign w:val="bottom"/>
          </w:tcPr>
          <w:p w14:paraId="7C327054"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0" w:type="dxa"/>
            <w:vAlign w:val="bottom"/>
          </w:tcPr>
          <w:p w14:paraId="360C36AF"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D9AAE45"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21C469E"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11CDBBB2" w14:textId="497B03FE" w:rsidR="00672687" w:rsidRPr="000E3E1F" w:rsidRDefault="00B47FAF" w:rsidP="00672687">
            <w:pPr>
              <w:tabs>
                <w:tab w:val="left" w:pos="540"/>
              </w:tabs>
              <w:ind w:right="-33"/>
              <w:jc w:val="right"/>
              <w:rPr>
                <w:rFonts w:ascii="Browallia New" w:hAnsi="Browallia New" w:cs="Browallia New"/>
                <w:sz w:val="20"/>
                <w:szCs w:val="20"/>
                <w:cs/>
              </w:rPr>
            </w:pPr>
            <w:r w:rsidRPr="000E3E1F">
              <w:rPr>
                <w:rFonts w:ascii="Browallia New" w:hAnsi="Browallia New" w:cs="Browallia New"/>
                <w:sz w:val="20"/>
                <w:szCs w:val="20"/>
              </w:rPr>
              <w:t>803,45</w:t>
            </w:r>
            <w:r w:rsidR="00CC015A" w:rsidRPr="000E3E1F">
              <w:rPr>
                <w:rFonts w:ascii="Browallia New" w:hAnsi="Browallia New" w:cs="Browallia New"/>
                <w:sz w:val="20"/>
                <w:szCs w:val="20"/>
              </w:rPr>
              <w:t>0</w:t>
            </w:r>
          </w:p>
        </w:tc>
        <w:tc>
          <w:tcPr>
            <w:tcW w:w="992" w:type="dxa"/>
          </w:tcPr>
          <w:p w14:paraId="1CA65A29"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851" w:type="dxa"/>
          </w:tcPr>
          <w:p w14:paraId="34DD8DBE"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9" w:type="dxa"/>
          </w:tcPr>
          <w:p w14:paraId="32938A5D" w14:textId="77777777" w:rsidR="00672687" w:rsidRPr="000E3E1F" w:rsidRDefault="00672687" w:rsidP="00672687">
            <w:pPr>
              <w:tabs>
                <w:tab w:val="left" w:pos="794"/>
                <w:tab w:val="left" w:pos="1361"/>
                <w:tab w:val="left" w:pos="1928"/>
              </w:tabs>
              <w:jc w:val="right"/>
              <w:rPr>
                <w:rFonts w:ascii="Browallia New" w:hAnsi="Browallia New" w:cs="Browallia New"/>
                <w:sz w:val="20"/>
                <w:szCs w:val="20"/>
              </w:rPr>
            </w:pPr>
          </w:p>
        </w:tc>
        <w:tc>
          <w:tcPr>
            <w:tcW w:w="708" w:type="dxa"/>
            <w:vAlign w:val="bottom"/>
          </w:tcPr>
          <w:p w14:paraId="612FF18B" w14:textId="10BD03EB" w:rsidR="00672687" w:rsidRPr="000E3E1F" w:rsidRDefault="00672687" w:rsidP="00672687">
            <w:pPr>
              <w:tabs>
                <w:tab w:val="left" w:pos="794"/>
                <w:tab w:val="left" w:pos="1361"/>
                <w:tab w:val="left" w:pos="1928"/>
              </w:tabs>
              <w:jc w:val="center"/>
              <w:rPr>
                <w:rFonts w:ascii="Browallia New" w:hAnsi="Browallia New" w:cs="Browallia New"/>
                <w:sz w:val="20"/>
                <w:szCs w:val="20"/>
              </w:rPr>
            </w:pPr>
          </w:p>
        </w:tc>
        <w:tc>
          <w:tcPr>
            <w:tcW w:w="993" w:type="dxa"/>
            <w:vAlign w:val="bottom"/>
          </w:tcPr>
          <w:p w14:paraId="07524095" w14:textId="005F088F" w:rsidR="00672687" w:rsidRPr="000E3E1F" w:rsidRDefault="00672687" w:rsidP="00672687">
            <w:pP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924,501</w:t>
            </w:r>
          </w:p>
        </w:tc>
      </w:tr>
    </w:tbl>
    <w:p w14:paraId="6E0EBEE5" w14:textId="77777777" w:rsidR="00DE316D" w:rsidRPr="000E3E1F" w:rsidRDefault="00DE316D">
      <w:pPr>
        <w:rPr>
          <w:rFonts w:ascii="Browallia New" w:hAnsi="Browallia New" w:cs="Browallia New"/>
          <w:b/>
          <w:bCs/>
        </w:rPr>
      </w:pPr>
    </w:p>
    <w:tbl>
      <w:tblPr>
        <w:tblW w:w="9923" w:type="dxa"/>
        <w:tblInd w:w="142" w:type="dxa"/>
        <w:tblLayout w:type="fixed"/>
        <w:tblLook w:val="01E0" w:firstRow="1" w:lastRow="1" w:firstColumn="1" w:lastColumn="1" w:noHBand="0" w:noVBand="0"/>
      </w:tblPr>
      <w:tblGrid>
        <w:gridCol w:w="1417"/>
        <w:gridCol w:w="1135"/>
        <w:gridCol w:w="1134"/>
        <w:gridCol w:w="992"/>
        <w:gridCol w:w="992"/>
        <w:gridCol w:w="1134"/>
        <w:gridCol w:w="1134"/>
        <w:gridCol w:w="992"/>
        <w:gridCol w:w="993"/>
      </w:tblGrid>
      <w:tr w:rsidR="005224FA" w:rsidRPr="000E3E1F" w14:paraId="75EBC1CF" w14:textId="77777777" w:rsidTr="001D32C8">
        <w:trPr>
          <w:trHeight w:val="20"/>
        </w:trPr>
        <w:tc>
          <w:tcPr>
            <w:tcW w:w="1417" w:type="dxa"/>
            <w:vAlign w:val="bottom"/>
          </w:tcPr>
          <w:p w14:paraId="00CFB03D"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3AA8B9C6" w14:textId="77777777" w:rsidR="005224FA" w:rsidRPr="000E3E1F" w:rsidRDefault="005224FA">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cs/>
              </w:rPr>
              <w:t>(หน่วย</w:t>
            </w:r>
            <w:r w:rsidRPr="000E3E1F">
              <w:rPr>
                <w:rFonts w:ascii="Browallia New" w:hAnsi="Browallia New" w:cs="Browallia New"/>
                <w:sz w:val="20"/>
                <w:szCs w:val="20"/>
              </w:rPr>
              <w:t xml:space="preserve"> : </w:t>
            </w:r>
            <w:r w:rsidRPr="000E3E1F">
              <w:rPr>
                <w:rFonts w:ascii="Browallia New" w:hAnsi="Browallia New" w:cs="Browallia New"/>
                <w:sz w:val="20"/>
                <w:szCs w:val="20"/>
                <w:cs/>
              </w:rPr>
              <w:t>พันบาท)</w:t>
            </w:r>
          </w:p>
        </w:tc>
      </w:tr>
      <w:tr w:rsidR="005224FA" w:rsidRPr="000E3E1F" w14:paraId="182E65BA" w14:textId="77777777" w:rsidTr="001D32C8">
        <w:trPr>
          <w:trHeight w:val="20"/>
        </w:trPr>
        <w:tc>
          <w:tcPr>
            <w:tcW w:w="1417" w:type="dxa"/>
            <w:vAlign w:val="bottom"/>
          </w:tcPr>
          <w:p w14:paraId="7077288B"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265B5090" w14:textId="3F7966EB" w:rsidR="005224FA" w:rsidRPr="000E3E1F" w:rsidRDefault="00F6215E">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lang w:val="en-GB"/>
              </w:rPr>
              <w:t>ข้อมูลทางการ</w:t>
            </w:r>
            <w:r w:rsidR="005224FA" w:rsidRPr="000E3E1F">
              <w:rPr>
                <w:rFonts w:ascii="Browallia New" w:hAnsi="Browallia New" w:cs="Browallia New"/>
                <w:sz w:val="20"/>
                <w:szCs w:val="20"/>
                <w:cs/>
                <w:lang w:val="en-GB"/>
              </w:rPr>
              <w:t>เงินเฉพาะบริษัท</w:t>
            </w:r>
          </w:p>
        </w:tc>
      </w:tr>
      <w:tr w:rsidR="005224FA" w:rsidRPr="000E3E1F" w14:paraId="3C9B0843" w14:textId="77777777" w:rsidTr="001D32C8">
        <w:trPr>
          <w:trHeight w:val="20"/>
        </w:trPr>
        <w:tc>
          <w:tcPr>
            <w:tcW w:w="1417" w:type="dxa"/>
            <w:vAlign w:val="bottom"/>
          </w:tcPr>
          <w:p w14:paraId="47015A00"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19E68C24" w14:textId="2DED208A" w:rsidR="005224FA" w:rsidRPr="000E3E1F" w:rsidRDefault="00F921F3">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สำหรับงวดสามเดือนสิ้นสุดวันที่</w:t>
            </w:r>
            <w:r w:rsidRPr="000E3E1F">
              <w:rPr>
                <w:rFonts w:ascii="Browallia New" w:hAnsi="Browallia New" w:cs="Browallia New"/>
                <w:sz w:val="20"/>
                <w:szCs w:val="20"/>
              </w:rPr>
              <w:t xml:space="preserve"> 30 </w:t>
            </w:r>
            <w:r w:rsidRPr="000E3E1F">
              <w:rPr>
                <w:rFonts w:ascii="Browallia New" w:hAnsi="Browallia New" w:cs="Browallia New"/>
                <w:sz w:val="20"/>
                <w:szCs w:val="20"/>
                <w:cs/>
              </w:rPr>
              <w:t>กันยายน</w:t>
            </w:r>
          </w:p>
        </w:tc>
      </w:tr>
      <w:tr w:rsidR="00AF6B02" w:rsidRPr="000E3E1F" w14:paraId="2F8E17CF" w14:textId="77777777" w:rsidTr="0078352F">
        <w:trPr>
          <w:trHeight w:val="20"/>
        </w:trPr>
        <w:tc>
          <w:tcPr>
            <w:tcW w:w="1417" w:type="dxa"/>
            <w:vAlign w:val="bottom"/>
          </w:tcPr>
          <w:p w14:paraId="0BB04388" w14:textId="77777777" w:rsidR="00AF6B02" w:rsidRPr="000E3E1F" w:rsidRDefault="00AF6B02">
            <w:pPr>
              <w:tabs>
                <w:tab w:val="left" w:pos="794"/>
                <w:tab w:val="left" w:pos="1361"/>
                <w:tab w:val="left" w:pos="1928"/>
              </w:tabs>
              <w:jc w:val="thaiDistribute"/>
              <w:rPr>
                <w:rFonts w:ascii="Browallia New" w:hAnsi="Browallia New" w:cs="Browallia New"/>
                <w:sz w:val="20"/>
                <w:szCs w:val="20"/>
              </w:rPr>
            </w:pPr>
          </w:p>
        </w:tc>
        <w:tc>
          <w:tcPr>
            <w:tcW w:w="4253" w:type="dxa"/>
            <w:gridSpan w:val="4"/>
            <w:vAlign w:val="bottom"/>
          </w:tcPr>
          <w:p w14:paraId="4D51A04F" w14:textId="13D0A4A2" w:rsidR="00AF6B02" w:rsidRPr="000E3E1F" w:rsidRDefault="00AF6B02">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2567</w:t>
            </w:r>
          </w:p>
        </w:tc>
        <w:tc>
          <w:tcPr>
            <w:tcW w:w="4253" w:type="dxa"/>
            <w:gridSpan w:val="4"/>
            <w:vAlign w:val="bottom"/>
          </w:tcPr>
          <w:p w14:paraId="2C00A386" w14:textId="5CD7BED8" w:rsidR="00AF6B02" w:rsidRPr="000E3E1F" w:rsidRDefault="00AF6B02">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2566</w:t>
            </w:r>
          </w:p>
        </w:tc>
      </w:tr>
      <w:tr w:rsidR="005224FA" w:rsidRPr="000E3E1F" w14:paraId="3D9CFEB6" w14:textId="77777777" w:rsidTr="00C77BBC">
        <w:trPr>
          <w:trHeight w:val="20"/>
        </w:trPr>
        <w:tc>
          <w:tcPr>
            <w:tcW w:w="1417" w:type="dxa"/>
            <w:vAlign w:val="bottom"/>
          </w:tcPr>
          <w:p w14:paraId="6BFB60DB"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25BFB2D0" w14:textId="77777777" w:rsidR="005224FA" w:rsidRPr="000E3E1F" w:rsidRDefault="005224F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ขายและ</w:t>
            </w:r>
          </w:p>
          <w:p w14:paraId="463B95C7" w14:textId="77777777" w:rsidR="005224FA" w:rsidRPr="000E3E1F" w:rsidRDefault="005224F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 </w:t>
            </w:r>
            <w:r w:rsidRPr="000E3E1F">
              <w:rPr>
                <w:rFonts w:ascii="Browallia New" w:hAnsi="Browallia New" w:cs="Browallia New"/>
                <w:sz w:val="20"/>
                <w:szCs w:val="20"/>
                <w:cs/>
                <w:lang w:val="en-GB"/>
              </w:rPr>
              <w:t>สุทธิ</w:t>
            </w:r>
          </w:p>
        </w:tc>
        <w:tc>
          <w:tcPr>
            <w:tcW w:w="1134" w:type="dxa"/>
            <w:vAlign w:val="bottom"/>
          </w:tcPr>
          <w:p w14:paraId="76EDC051"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w:t>
            </w:r>
          </w:p>
          <w:p w14:paraId="19F7D924"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จากการให้บริการตัดเหล็ก</w:t>
            </w:r>
          </w:p>
        </w:tc>
        <w:tc>
          <w:tcPr>
            <w:tcW w:w="992" w:type="dxa"/>
            <w:vAlign w:val="bottom"/>
          </w:tcPr>
          <w:p w14:paraId="5451FB57"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8241A76"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4C18033F"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504174AF"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992" w:type="dxa"/>
            <w:vAlign w:val="bottom"/>
          </w:tcPr>
          <w:p w14:paraId="25AD4041" w14:textId="5F00418E" w:rsidR="005224FA" w:rsidRPr="000E3E1F" w:rsidRDefault="001D32C8">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c>
          <w:tcPr>
            <w:tcW w:w="1134" w:type="dxa"/>
            <w:vAlign w:val="bottom"/>
          </w:tcPr>
          <w:p w14:paraId="054185A7"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ขายและ</w:t>
            </w:r>
          </w:p>
          <w:p w14:paraId="3DB0F950"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 </w:t>
            </w:r>
            <w:r w:rsidRPr="000E3E1F">
              <w:rPr>
                <w:rFonts w:ascii="Browallia New" w:hAnsi="Browallia New" w:cs="Browallia New"/>
                <w:sz w:val="20"/>
                <w:szCs w:val="20"/>
                <w:cs/>
                <w:lang w:val="en-GB"/>
              </w:rPr>
              <w:t>สุทธิ</w:t>
            </w:r>
          </w:p>
        </w:tc>
        <w:tc>
          <w:tcPr>
            <w:tcW w:w="1134" w:type="dxa"/>
            <w:vAlign w:val="bottom"/>
          </w:tcPr>
          <w:p w14:paraId="495951E3"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02A7483C"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จากการให้บริการตัดเหล็ก</w:t>
            </w:r>
          </w:p>
        </w:tc>
        <w:tc>
          <w:tcPr>
            <w:tcW w:w="992" w:type="dxa"/>
            <w:vAlign w:val="bottom"/>
          </w:tcPr>
          <w:p w14:paraId="668AE64F"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79B24D99"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4857E2D0"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993" w:type="dxa"/>
            <w:vAlign w:val="bottom"/>
          </w:tcPr>
          <w:p w14:paraId="50A3F93A" w14:textId="77777777" w:rsidR="005224FA" w:rsidRPr="000E3E1F"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r>
      <w:tr w:rsidR="005224FA" w:rsidRPr="000E3E1F" w14:paraId="5AB39EEB" w14:textId="77777777" w:rsidTr="00C77BBC">
        <w:trPr>
          <w:trHeight w:val="20"/>
        </w:trPr>
        <w:tc>
          <w:tcPr>
            <w:tcW w:w="1417" w:type="dxa"/>
            <w:vAlign w:val="bottom"/>
          </w:tcPr>
          <w:p w14:paraId="4AE46163"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3678E191"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56723FE8"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80A8503"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69DCD35" w14:textId="77777777" w:rsidR="005224FA" w:rsidRPr="000E3E1F" w:rsidRDefault="005224F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6F55037D" w14:textId="77777777" w:rsidR="005224FA" w:rsidRPr="000E3E1F" w:rsidRDefault="005224FA">
            <w:pPr>
              <w:tabs>
                <w:tab w:val="left" w:pos="794"/>
                <w:tab w:val="left" w:pos="1361"/>
                <w:tab w:val="left" w:pos="1928"/>
              </w:tabs>
              <w:jc w:val="right"/>
              <w:rPr>
                <w:rFonts w:ascii="Browallia New" w:hAnsi="Browallia New" w:cs="Browallia New"/>
                <w:sz w:val="20"/>
                <w:szCs w:val="20"/>
              </w:rPr>
            </w:pPr>
          </w:p>
        </w:tc>
        <w:tc>
          <w:tcPr>
            <w:tcW w:w="1134" w:type="dxa"/>
            <w:vAlign w:val="bottom"/>
          </w:tcPr>
          <w:p w14:paraId="2B73C4FA" w14:textId="77777777" w:rsidR="005224FA" w:rsidRPr="000E3E1F" w:rsidRDefault="005224FA">
            <w:pPr>
              <w:tabs>
                <w:tab w:val="left" w:pos="794"/>
                <w:tab w:val="left" w:pos="1361"/>
                <w:tab w:val="left" w:pos="1928"/>
              </w:tabs>
              <w:jc w:val="right"/>
              <w:rPr>
                <w:rFonts w:ascii="Browallia New" w:hAnsi="Browallia New" w:cs="Browallia New"/>
                <w:sz w:val="20"/>
                <w:szCs w:val="20"/>
              </w:rPr>
            </w:pPr>
          </w:p>
        </w:tc>
        <w:tc>
          <w:tcPr>
            <w:tcW w:w="992" w:type="dxa"/>
            <w:vAlign w:val="bottom"/>
          </w:tcPr>
          <w:p w14:paraId="13587A53" w14:textId="77777777" w:rsidR="005224FA" w:rsidRPr="000E3E1F" w:rsidRDefault="005224FA">
            <w:pPr>
              <w:tabs>
                <w:tab w:val="left" w:pos="794"/>
                <w:tab w:val="left" w:pos="1361"/>
                <w:tab w:val="left" w:pos="1928"/>
              </w:tabs>
              <w:jc w:val="right"/>
              <w:rPr>
                <w:rFonts w:ascii="Browallia New" w:hAnsi="Browallia New" w:cs="Browallia New"/>
                <w:sz w:val="20"/>
                <w:szCs w:val="20"/>
              </w:rPr>
            </w:pPr>
          </w:p>
        </w:tc>
        <w:tc>
          <w:tcPr>
            <w:tcW w:w="993" w:type="dxa"/>
            <w:vAlign w:val="bottom"/>
          </w:tcPr>
          <w:p w14:paraId="356765A8" w14:textId="77777777" w:rsidR="005224FA" w:rsidRPr="000E3E1F" w:rsidRDefault="005224FA">
            <w:pPr>
              <w:tabs>
                <w:tab w:val="left" w:pos="794"/>
                <w:tab w:val="left" w:pos="1361"/>
                <w:tab w:val="left" w:pos="1928"/>
              </w:tabs>
              <w:jc w:val="right"/>
              <w:rPr>
                <w:rFonts w:ascii="Browallia New" w:hAnsi="Browallia New" w:cs="Browallia New"/>
                <w:sz w:val="20"/>
                <w:szCs w:val="20"/>
              </w:rPr>
            </w:pPr>
          </w:p>
        </w:tc>
      </w:tr>
      <w:tr w:rsidR="001D32C8" w:rsidRPr="000E3E1F" w14:paraId="1E590419" w14:textId="77777777" w:rsidTr="00C77BBC">
        <w:trPr>
          <w:trHeight w:val="20"/>
        </w:trPr>
        <w:tc>
          <w:tcPr>
            <w:tcW w:w="2552" w:type="dxa"/>
            <w:gridSpan w:val="2"/>
            <w:vAlign w:val="bottom"/>
          </w:tcPr>
          <w:p w14:paraId="677E4DB1" w14:textId="6FC6F358" w:rsidR="001D32C8" w:rsidRPr="000E3E1F" w:rsidRDefault="001D32C8">
            <w:pPr>
              <w:tabs>
                <w:tab w:val="left" w:pos="794"/>
                <w:tab w:val="left" w:pos="1361"/>
                <w:tab w:val="left" w:pos="1928"/>
              </w:tabs>
              <w:jc w:val="thaiDistribute"/>
              <w:rPr>
                <w:rFonts w:ascii="Browallia New" w:hAnsi="Browallia New" w:cs="Browallia New"/>
                <w:sz w:val="20"/>
                <w:szCs w:val="20"/>
              </w:rPr>
            </w:pPr>
            <w:r w:rsidRPr="000E3E1F">
              <w:rPr>
                <w:rFonts w:ascii="Browallia New" w:hAnsi="Browallia New" w:cs="Browallia New"/>
                <w:sz w:val="20"/>
                <w:szCs w:val="20"/>
                <w:cs/>
              </w:rPr>
              <w:t>รายได้แยกตามการบันทึกรายได้</w:t>
            </w:r>
          </w:p>
        </w:tc>
        <w:tc>
          <w:tcPr>
            <w:tcW w:w="1134" w:type="dxa"/>
            <w:vAlign w:val="bottom"/>
          </w:tcPr>
          <w:p w14:paraId="73777263" w14:textId="77777777" w:rsidR="001D32C8" w:rsidRPr="000E3E1F" w:rsidRDefault="001D32C8">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86C402B" w14:textId="77777777" w:rsidR="001D32C8" w:rsidRPr="000E3E1F" w:rsidRDefault="001D32C8">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BE6835D" w14:textId="77777777" w:rsidR="001D32C8" w:rsidRPr="000E3E1F" w:rsidRDefault="001D32C8">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28237E7B" w14:textId="77777777" w:rsidR="001D32C8" w:rsidRPr="000E3E1F" w:rsidRDefault="001D32C8">
            <w:pPr>
              <w:tabs>
                <w:tab w:val="left" w:pos="794"/>
                <w:tab w:val="left" w:pos="1361"/>
                <w:tab w:val="left" w:pos="1928"/>
              </w:tabs>
              <w:jc w:val="right"/>
              <w:rPr>
                <w:rFonts w:ascii="Browallia New" w:hAnsi="Browallia New" w:cs="Browallia New"/>
                <w:sz w:val="20"/>
                <w:szCs w:val="20"/>
              </w:rPr>
            </w:pPr>
          </w:p>
        </w:tc>
        <w:tc>
          <w:tcPr>
            <w:tcW w:w="1134" w:type="dxa"/>
            <w:vAlign w:val="bottom"/>
          </w:tcPr>
          <w:p w14:paraId="74B80EBF" w14:textId="77777777" w:rsidR="001D32C8" w:rsidRPr="000E3E1F" w:rsidRDefault="001D32C8">
            <w:pPr>
              <w:tabs>
                <w:tab w:val="left" w:pos="794"/>
                <w:tab w:val="left" w:pos="1361"/>
                <w:tab w:val="left" w:pos="1928"/>
              </w:tabs>
              <w:jc w:val="right"/>
              <w:rPr>
                <w:rFonts w:ascii="Browallia New" w:hAnsi="Browallia New" w:cs="Browallia New"/>
                <w:sz w:val="20"/>
                <w:szCs w:val="20"/>
              </w:rPr>
            </w:pPr>
          </w:p>
        </w:tc>
        <w:tc>
          <w:tcPr>
            <w:tcW w:w="992" w:type="dxa"/>
            <w:vAlign w:val="bottom"/>
          </w:tcPr>
          <w:p w14:paraId="541A9BF6" w14:textId="77777777" w:rsidR="001D32C8" w:rsidRPr="000E3E1F" w:rsidRDefault="001D32C8">
            <w:pPr>
              <w:tabs>
                <w:tab w:val="left" w:pos="794"/>
                <w:tab w:val="left" w:pos="1361"/>
                <w:tab w:val="left" w:pos="1928"/>
              </w:tabs>
              <w:jc w:val="right"/>
              <w:rPr>
                <w:rFonts w:ascii="Browallia New" w:hAnsi="Browallia New" w:cs="Browallia New"/>
                <w:sz w:val="20"/>
                <w:szCs w:val="20"/>
              </w:rPr>
            </w:pPr>
          </w:p>
        </w:tc>
        <w:tc>
          <w:tcPr>
            <w:tcW w:w="993" w:type="dxa"/>
            <w:vAlign w:val="bottom"/>
          </w:tcPr>
          <w:p w14:paraId="337804B3" w14:textId="77777777" w:rsidR="001D32C8" w:rsidRPr="000E3E1F" w:rsidRDefault="001D32C8">
            <w:pPr>
              <w:tabs>
                <w:tab w:val="left" w:pos="794"/>
                <w:tab w:val="left" w:pos="1361"/>
                <w:tab w:val="left" w:pos="1928"/>
              </w:tabs>
              <w:jc w:val="right"/>
              <w:rPr>
                <w:rFonts w:ascii="Browallia New" w:hAnsi="Browallia New" w:cs="Browallia New"/>
                <w:sz w:val="20"/>
                <w:szCs w:val="20"/>
              </w:rPr>
            </w:pPr>
          </w:p>
        </w:tc>
      </w:tr>
      <w:tr w:rsidR="007331AF" w:rsidRPr="000E3E1F" w14:paraId="05BB1B05" w14:textId="77777777" w:rsidTr="00C77BBC">
        <w:trPr>
          <w:trHeight w:val="20"/>
        </w:trPr>
        <w:tc>
          <w:tcPr>
            <w:tcW w:w="1417" w:type="dxa"/>
          </w:tcPr>
          <w:p w14:paraId="37E482C0" w14:textId="3311DD53" w:rsidR="007331AF" w:rsidRPr="000E3E1F" w:rsidRDefault="007331AF" w:rsidP="007331AF">
            <w:pPr>
              <w:tabs>
                <w:tab w:val="left" w:pos="794"/>
                <w:tab w:val="left" w:pos="1361"/>
                <w:tab w:val="left" w:pos="1928"/>
              </w:tabs>
              <w:jc w:val="thaiDistribute"/>
              <w:rPr>
                <w:rFonts w:ascii="Browallia New" w:hAnsi="Browallia New" w:cs="Browallia New"/>
                <w:sz w:val="20"/>
                <w:szCs w:val="20"/>
                <w:cs/>
              </w:rPr>
            </w:pPr>
            <w:r w:rsidRPr="000E3E1F">
              <w:rPr>
                <w:rFonts w:ascii="Browallia New" w:hAnsi="Browallia New" w:cs="Browallia New"/>
                <w:sz w:val="20"/>
                <w:szCs w:val="20"/>
                <w:cs/>
              </w:rPr>
              <w:t xml:space="preserve">  ณ</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เวลาใดเวลาหนึ่ง</w:t>
            </w:r>
          </w:p>
        </w:tc>
        <w:tc>
          <w:tcPr>
            <w:tcW w:w="1135" w:type="dxa"/>
          </w:tcPr>
          <w:p w14:paraId="5478D05F" w14:textId="708E85B1"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912,408</w:t>
            </w:r>
          </w:p>
        </w:tc>
        <w:tc>
          <w:tcPr>
            <w:tcW w:w="1134" w:type="dxa"/>
          </w:tcPr>
          <w:p w14:paraId="39DEB76F" w14:textId="24503195"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78,140</w:t>
            </w:r>
          </w:p>
        </w:tc>
        <w:tc>
          <w:tcPr>
            <w:tcW w:w="992" w:type="dxa"/>
          </w:tcPr>
          <w:p w14:paraId="302FFEE2" w14:textId="2F51BA3B"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17,438</w:t>
            </w:r>
          </w:p>
        </w:tc>
        <w:tc>
          <w:tcPr>
            <w:tcW w:w="992" w:type="dxa"/>
          </w:tcPr>
          <w:p w14:paraId="3C51EA9C" w14:textId="67FF37BD"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1,007,986</w:t>
            </w:r>
          </w:p>
        </w:tc>
        <w:tc>
          <w:tcPr>
            <w:tcW w:w="1134" w:type="dxa"/>
          </w:tcPr>
          <w:p w14:paraId="4388244E" w14:textId="5741E987"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1,006,357</w:t>
            </w:r>
          </w:p>
        </w:tc>
        <w:tc>
          <w:tcPr>
            <w:tcW w:w="1134" w:type="dxa"/>
          </w:tcPr>
          <w:p w14:paraId="58E5A4FE" w14:textId="16A8C3ED"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76,983</w:t>
            </w:r>
          </w:p>
        </w:tc>
        <w:tc>
          <w:tcPr>
            <w:tcW w:w="992" w:type="dxa"/>
          </w:tcPr>
          <w:p w14:paraId="7CF78A3F" w14:textId="63711371" w:rsidR="007331AF" w:rsidRPr="000E3E1F" w:rsidRDefault="007331AF" w:rsidP="007331AF">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17,440</w:t>
            </w:r>
          </w:p>
        </w:tc>
        <w:tc>
          <w:tcPr>
            <w:tcW w:w="993" w:type="dxa"/>
          </w:tcPr>
          <w:p w14:paraId="1D73FCEF" w14:textId="0403C6AC" w:rsidR="007331AF" w:rsidRPr="000E3E1F" w:rsidRDefault="007331AF" w:rsidP="007331AF">
            <w:pPr>
              <w:tabs>
                <w:tab w:val="left" w:pos="794"/>
                <w:tab w:val="left" w:pos="1361"/>
                <w:tab w:val="left" w:pos="1928"/>
              </w:tabs>
              <w:ind w:right="-38"/>
              <w:jc w:val="right"/>
              <w:rPr>
                <w:rFonts w:ascii="Browallia New" w:hAnsi="Browallia New" w:cs="Browallia New"/>
                <w:sz w:val="20"/>
                <w:szCs w:val="20"/>
              </w:rPr>
            </w:pPr>
            <w:r w:rsidRPr="000E3E1F">
              <w:rPr>
                <w:rFonts w:ascii="Browallia New" w:hAnsi="Browallia New" w:cs="Browallia New"/>
                <w:sz w:val="20"/>
                <w:szCs w:val="20"/>
              </w:rPr>
              <w:t>1,100,780</w:t>
            </w:r>
          </w:p>
        </w:tc>
      </w:tr>
      <w:tr w:rsidR="007331AF" w:rsidRPr="000E3E1F" w14:paraId="6467CC5E" w14:textId="77777777" w:rsidTr="00C77BBC">
        <w:trPr>
          <w:trHeight w:val="20"/>
        </w:trPr>
        <w:tc>
          <w:tcPr>
            <w:tcW w:w="1417" w:type="dxa"/>
          </w:tcPr>
          <w:p w14:paraId="76083926" w14:textId="60342E46" w:rsidR="007331AF" w:rsidRPr="000E3E1F" w:rsidRDefault="007331AF" w:rsidP="007331AF">
            <w:pPr>
              <w:tabs>
                <w:tab w:val="left" w:pos="360"/>
              </w:tabs>
              <w:rPr>
                <w:rFonts w:ascii="Browallia New" w:hAnsi="Browallia New" w:cs="Browallia New"/>
                <w:sz w:val="20"/>
                <w:szCs w:val="20"/>
                <w:lang w:val="en-GB"/>
              </w:rPr>
            </w:pPr>
            <w:r w:rsidRPr="000E3E1F">
              <w:rPr>
                <w:rFonts w:ascii="Browallia New" w:hAnsi="Browallia New" w:cs="Browallia New"/>
                <w:sz w:val="20"/>
                <w:szCs w:val="20"/>
                <w:cs/>
              </w:rPr>
              <w:t xml:space="preserve">  ตลอดช่วงระยะเวลา</w:t>
            </w:r>
          </w:p>
        </w:tc>
        <w:tc>
          <w:tcPr>
            <w:tcW w:w="1135" w:type="dxa"/>
            <w:shd w:val="clear" w:color="auto" w:fill="auto"/>
          </w:tcPr>
          <w:p w14:paraId="348558B2" w14:textId="7DEDD8D9" w:rsidR="007331AF" w:rsidRPr="000E3E1F" w:rsidRDefault="007331AF" w:rsidP="007331AF">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281,308</w:t>
            </w:r>
          </w:p>
        </w:tc>
        <w:tc>
          <w:tcPr>
            <w:tcW w:w="1134" w:type="dxa"/>
          </w:tcPr>
          <w:p w14:paraId="7AA88219" w14:textId="0EE7C79C" w:rsidR="007331AF" w:rsidRPr="000E3E1F" w:rsidRDefault="007331AF" w:rsidP="007331AF">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p>
        </w:tc>
        <w:tc>
          <w:tcPr>
            <w:tcW w:w="992" w:type="dxa"/>
            <w:shd w:val="clear" w:color="auto" w:fill="auto"/>
          </w:tcPr>
          <w:p w14:paraId="2D93E654" w14:textId="18367EF2" w:rsidR="007331AF" w:rsidRPr="000E3E1F" w:rsidRDefault="007331AF" w:rsidP="007331AF">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74</w:t>
            </w:r>
          </w:p>
        </w:tc>
        <w:tc>
          <w:tcPr>
            <w:tcW w:w="992" w:type="dxa"/>
            <w:shd w:val="clear" w:color="auto" w:fill="auto"/>
          </w:tcPr>
          <w:p w14:paraId="1DF7F810" w14:textId="315442CD" w:rsidR="007331AF" w:rsidRPr="000E3E1F" w:rsidRDefault="007331AF" w:rsidP="007331AF">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281,382</w:t>
            </w:r>
          </w:p>
        </w:tc>
        <w:tc>
          <w:tcPr>
            <w:tcW w:w="1134" w:type="dxa"/>
          </w:tcPr>
          <w:p w14:paraId="521EB282" w14:textId="1FE96830" w:rsidR="007331AF" w:rsidRPr="000E3E1F" w:rsidRDefault="007331AF" w:rsidP="007331AF">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230,388</w:t>
            </w:r>
          </w:p>
        </w:tc>
        <w:tc>
          <w:tcPr>
            <w:tcW w:w="1134" w:type="dxa"/>
          </w:tcPr>
          <w:p w14:paraId="7EB2FA57" w14:textId="126F68C7" w:rsidR="007331AF" w:rsidRPr="000E3E1F" w:rsidRDefault="007331AF" w:rsidP="007331AF">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p>
        </w:tc>
        <w:tc>
          <w:tcPr>
            <w:tcW w:w="992" w:type="dxa"/>
          </w:tcPr>
          <w:p w14:paraId="333AE8FF" w14:textId="5F3508B1" w:rsidR="007331AF" w:rsidRPr="000E3E1F" w:rsidRDefault="007331AF" w:rsidP="007331AF">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137</w:t>
            </w:r>
          </w:p>
        </w:tc>
        <w:tc>
          <w:tcPr>
            <w:tcW w:w="993" w:type="dxa"/>
          </w:tcPr>
          <w:p w14:paraId="5E2FA207" w14:textId="109B6404" w:rsidR="007331AF" w:rsidRPr="000E3E1F" w:rsidRDefault="007331AF" w:rsidP="007331AF">
            <w:pPr>
              <w:pBdr>
                <w:bottom w:val="single" w:sz="4"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230,525</w:t>
            </w:r>
          </w:p>
        </w:tc>
      </w:tr>
      <w:tr w:rsidR="007331AF" w:rsidRPr="000E3E1F" w14:paraId="705C3F67" w14:textId="77777777" w:rsidTr="00C77BBC">
        <w:trPr>
          <w:trHeight w:val="20"/>
        </w:trPr>
        <w:tc>
          <w:tcPr>
            <w:tcW w:w="1417" w:type="dxa"/>
          </w:tcPr>
          <w:p w14:paraId="7D182C94" w14:textId="77777777" w:rsidR="007331AF" w:rsidRPr="000E3E1F" w:rsidRDefault="007331AF" w:rsidP="007331AF">
            <w:pPr>
              <w:tabs>
                <w:tab w:val="left" w:pos="360"/>
              </w:tabs>
              <w:rPr>
                <w:rFonts w:ascii="Browallia New" w:hAnsi="Browallia New" w:cs="Browallia New"/>
                <w:b/>
                <w:bCs/>
                <w:sz w:val="20"/>
                <w:szCs w:val="20"/>
                <w:cs/>
                <w:lang w:val="en-GB"/>
              </w:rPr>
            </w:pPr>
            <w:r w:rsidRPr="000E3E1F">
              <w:rPr>
                <w:rFonts w:ascii="Browallia New" w:hAnsi="Browallia New" w:cs="Browallia New"/>
                <w:sz w:val="20"/>
                <w:szCs w:val="20"/>
                <w:cs/>
              </w:rPr>
              <w:t>รวม</w:t>
            </w:r>
          </w:p>
        </w:tc>
        <w:tc>
          <w:tcPr>
            <w:tcW w:w="1135" w:type="dxa"/>
            <w:shd w:val="clear" w:color="auto" w:fill="auto"/>
          </w:tcPr>
          <w:p w14:paraId="23732254" w14:textId="3A43F1A0"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1,193,716</w:t>
            </w:r>
          </w:p>
        </w:tc>
        <w:tc>
          <w:tcPr>
            <w:tcW w:w="1134" w:type="dxa"/>
          </w:tcPr>
          <w:p w14:paraId="12F8AE09" w14:textId="3C96E548"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78,140</w:t>
            </w:r>
          </w:p>
        </w:tc>
        <w:tc>
          <w:tcPr>
            <w:tcW w:w="992" w:type="dxa"/>
            <w:shd w:val="clear" w:color="auto" w:fill="auto"/>
          </w:tcPr>
          <w:p w14:paraId="6939479D" w14:textId="6220D06D"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17,512</w:t>
            </w:r>
          </w:p>
        </w:tc>
        <w:tc>
          <w:tcPr>
            <w:tcW w:w="992" w:type="dxa"/>
            <w:shd w:val="clear" w:color="auto" w:fill="auto"/>
          </w:tcPr>
          <w:p w14:paraId="557D42A7" w14:textId="1638FC9E"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1,289,368</w:t>
            </w:r>
          </w:p>
        </w:tc>
        <w:tc>
          <w:tcPr>
            <w:tcW w:w="1134" w:type="dxa"/>
          </w:tcPr>
          <w:p w14:paraId="6E3E1E82" w14:textId="3458AEA4"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1,236,745</w:t>
            </w:r>
          </w:p>
        </w:tc>
        <w:tc>
          <w:tcPr>
            <w:tcW w:w="1134" w:type="dxa"/>
          </w:tcPr>
          <w:p w14:paraId="6025549D" w14:textId="4930A477"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76,983</w:t>
            </w:r>
          </w:p>
        </w:tc>
        <w:tc>
          <w:tcPr>
            <w:tcW w:w="992" w:type="dxa"/>
          </w:tcPr>
          <w:p w14:paraId="132C00C0" w14:textId="6A224FBB" w:rsidR="007331AF" w:rsidRPr="000E3E1F" w:rsidRDefault="007331AF" w:rsidP="007331AF">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17,577</w:t>
            </w:r>
          </w:p>
        </w:tc>
        <w:tc>
          <w:tcPr>
            <w:tcW w:w="993" w:type="dxa"/>
          </w:tcPr>
          <w:p w14:paraId="2CB68014" w14:textId="4159A55B" w:rsidR="007331AF" w:rsidRPr="000E3E1F" w:rsidRDefault="007331AF" w:rsidP="007331AF">
            <w:pPr>
              <w:pBdr>
                <w:bottom w:val="single" w:sz="12"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1,331,305</w:t>
            </w:r>
          </w:p>
        </w:tc>
      </w:tr>
    </w:tbl>
    <w:p w14:paraId="4C3E5F75" w14:textId="5A07C004" w:rsidR="003018CF" w:rsidRPr="000E3E1F" w:rsidRDefault="003018CF">
      <w:pPr>
        <w:rPr>
          <w:rFonts w:ascii="Browallia New" w:hAnsi="Browallia New" w:cs="Browallia New"/>
        </w:rPr>
      </w:pPr>
    </w:p>
    <w:p w14:paraId="765E3516" w14:textId="77777777" w:rsidR="003018CF" w:rsidRPr="000E3E1F" w:rsidRDefault="003018CF">
      <w:pPr>
        <w:rPr>
          <w:rFonts w:ascii="Browallia New" w:hAnsi="Browallia New" w:cs="Browallia New"/>
        </w:rPr>
      </w:pPr>
      <w:r w:rsidRPr="000E3E1F">
        <w:rPr>
          <w:rFonts w:ascii="Browallia New" w:hAnsi="Browallia New" w:cs="Browallia New"/>
        </w:rPr>
        <w:br w:type="page"/>
      </w:r>
    </w:p>
    <w:tbl>
      <w:tblPr>
        <w:tblW w:w="9923" w:type="dxa"/>
        <w:tblInd w:w="142" w:type="dxa"/>
        <w:tblLayout w:type="fixed"/>
        <w:tblLook w:val="01E0" w:firstRow="1" w:lastRow="1" w:firstColumn="1" w:lastColumn="1" w:noHBand="0" w:noVBand="0"/>
      </w:tblPr>
      <w:tblGrid>
        <w:gridCol w:w="1417"/>
        <w:gridCol w:w="1135"/>
        <w:gridCol w:w="1134"/>
        <w:gridCol w:w="992"/>
        <w:gridCol w:w="992"/>
        <w:gridCol w:w="1134"/>
        <w:gridCol w:w="1134"/>
        <w:gridCol w:w="992"/>
        <w:gridCol w:w="993"/>
      </w:tblGrid>
      <w:tr w:rsidR="00175AE7" w:rsidRPr="000E3E1F" w14:paraId="1E738634" w14:textId="77777777" w:rsidTr="003C0C5A">
        <w:trPr>
          <w:trHeight w:val="20"/>
        </w:trPr>
        <w:tc>
          <w:tcPr>
            <w:tcW w:w="1417" w:type="dxa"/>
            <w:vAlign w:val="bottom"/>
          </w:tcPr>
          <w:p w14:paraId="24AFBA58"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048C8914" w14:textId="5E65D12C" w:rsidR="00175AE7" w:rsidRPr="000E3E1F" w:rsidRDefault="0014544C" w:rsidP="0014544C">
            <w:pPr>
              <w:tabs>
                <w:tab w:val="left" w:pos="794"/>
                <w:tab w:val="left" w:pos="1361"/>
                <w:tab w:val="left" w:pos="1928"/>
              </w:tabs>
              <w:jc w:val="right"/>
              <w:rPr>
                <w:rFonts w:ascii="Browallia New" w:hAnsi="Browallia New" w:cs="Browallia New"/>
                <w:sz w:val="20"/>
                <w:szCs w:val="20"/>
                <w:cs/>
              </w:rPr>
            </w:pPr>
            <w:r w:rsidRPr="000E3E1F">
              <w:rPr>
                <w:rFonts w:ascii="Browallia New" w:hAnsi="Browallia New" w:cs="Browallia New"/>
                <w:sz w:val="20"/>
                <w:szCs w:val="20"/>
                <w:cs/>
              </w:rPr>
              <w:t>(หน่วย</w:t>
            </w:r>
            <w:r w:rsidRPr="000E3E1F">
              <w:rPr>
                <w:rFonts w:ascii="Browallia New" w:hAnsi="Browallia New" w:cs="Browallia New"/>
                <w:sz w:val="20"/>
                <w:szCs w:val="20"/>
              </w:rPr>
              <w:t xml:space="preserve"> : </w:t>
            </w:r>
            <w:r w:rsidRPr="000E3E1F">
              <w:rPr>
                <w:rFonts w:ascii="Browallia New" w:hAnsi="Browallia New" w:cs="Browallia New"/>
                <w:sz w:val="20"/>
                <w:szCs w:val="20"/>
                <w:cs/>
              </w:rPr>
              <w:t>พันบาท</w:t>
            </w:r>
            <w:r w:rsidRPr="000E3E1F">
              <w:rPr>
                <w:rFonts w:ascii="Browallia New" w:hAnsi="Browallia New" w:cs="Browallia New"/>
                <w:sz w:val="20"/>
                <w:szCs w:val="20"/>
              </w:rPr>
              <w:t>)</w:t>
            </w:r>
          </w:p>
        </w:tc>
      </w:tr>
      <w:tr w:rsidR="0014544C" w:rsidRPr="000E3E1F" w14:paraId="78FA5492" w14:textId="77777777" w:rsidTr="003C0C5A">
        <w:trPr>
          <w:trHeight w:val="20"/>
        </w:trPr>
        <w:tc>
          <w:tcPr>
            <w:tcW w:w="1417" w:type="dxa"/>
            <w:vAlign w:val="bottom"/>
          </w:tcPr>
          <w:p w14:paraId="264D6FCC" w14:textId="77777777" w:rsidR="0014544C" w:rsidRPr="000E3E1F" w:rsidRDefault="0014544C">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03C6B42A" w14:textId="456C9D26" w:rsidR="0014544C" w:rsidRPr="000E3E1F" w:rsidRDefault="00E55C0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ข้อมูลทางการเงิน</w:t>
            </w:r>
            <w:r w:rsidR="0014544C" w:rsidRPr="000E3E1F">
              <w:rPr>
                <w:rFonts w:ascii="Browallia New" w:hAnsi="Browallia New" w:cs="Browallia New"/>
                <w:sz w:val="20"/>
                <w:szCs w:val="20"/>
                <w:cs/>
                <w:lang w:val="en-GB"/>
              </w:rPr>
              <w:t>เฉพาะบริษัท</w:t>
            </w:r>
          </w:p>
        </w:tc>
      </w:tr>
      <w:tr w:rsidR="00175AE7" w:rsidRPr="000E3E1F" w14:paraId="3A1D7972" w14:textId="77777777" w:rsidTr="003C0C5A">
        <w:trPr>
          <w:trHeight w:val="20"/>
        </w:trPr>
        <w:tc>
          <w:tcPr>
            <w:tcW w:w="1417" w:type="dxa"/>
            <w:vAlign w:val="bottom"/>
          </w:tcPr>
          <w:p w14:paraId="50F04CBC"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2DBCABF4" w14:textId="4CFD685A" w:rsidR="00175AE7" w:rsidRPr="000E3E1F" w:rsidRDefault="003E29CE">
            <w:pPr>
              <w:pBdr>
                <w:bottom w:val="single" w:sz="4" w:space="1" w:color="auto"/>
              </w:pBdr>
              <w:tabs>
                <w:tab w:val="left" w:pos="794"/>
                <w:tab w:val="left" w:pos="1361"/>
                <w:tab w:val="left" w:pos="1928"/>
              </w:tabs>
              <w:jc w:val="center"/>
              <w:rPr>
                <w:rFonts w:ascii="Browallia New" w:hAnsi="Browallia New" w:cs="Browallia New"/>
                <w:sz w:val="20"/>
                <w:szCs w:val="20"/>
                <w:cs/>
              </w:rPr>
            </w:pPr>
            <w:r w:rsidRPr="000E3E1F">
              <w:rPr>
                <w:rFonts w:ascii="Browallia New" w:hAnsi="Browallia New" w:cs="Browallia New"/>
                <w:sz w:val="20"/>
                <w:szCs w:val="20"/>
                <w:cs/>
              </w:rPr>
              <w:t>สำหรับงวดเก้าเดือนสิ้นสุดวันที่</w:t>
            </w:r>
            <w:r w:rsidRPr="000E3E1F">
              <w:rPr>
                <w:rFonts w:ascii="Browallia New" w:hAnsi="Browallia New" w:cs="Browallia New"/>
                <w:sz w:val="20"/>
                <w:szCs w:val="20"/>
              </w:rPr>
              <w:t xml:space="preserve"> 30 </w:t>
            </w:r>
            <w:r w:rsidRPr="000E3E1F">
              <w:rPr>
                <w:rFonts w:ascii="Browallia New" w:hAnsi="Browallia New" w:cs="Browallia New"/>
                <w:sz w:val="20"/>
                <w:szCs w:val="20"/>
                <w:cs/>
              </w:rPr>
              <w:t>กันยายน</w:t>
            </w:r>
          </w:p>
        </w:tc>
      </w:tr>
      <w:tr w:rsidR="00FF600A" w:rsidRPr="000E3E1F" w14:paraId="0386C68D" w14:textId="77777777" w:rsidTr="003C0C5A">
        <w:trPr>
          <w:trHeight w:val="20"/>
        </w:trPr>
        <w:tc>
          <w:tcPr>
            <w:tcW w:w="1417" w:type="dxa"/>
            <w:vAlign w:val="bottom"/>
          </w:tcPr>
          <w:p w14:paraId="49FED937" w14:textId="77777777" w:rsidR="00FF600A" w:rsidRPr="000E3E1F" w:rsidRDefault="00FF600A">
            <w:pPr>
              <w:tabs>
                <w:tab w:val="left" w:pos="794"/>
                <w:tab w:val="left" w:pos="1361"/>
                <w:tab w:val="left" w:pos="1928"/>
              </w:tabs>
              <w:jc w:val="thaiDistribute"/>
              <w:rPr>
                <w:rFonts w:ascii="Browallia New" w:hAnsi="Browallia New" w:cs="Browallia New"/>
                <w:sz w:val="20"/>
                <w:szCs w:val="20"/>
              </w:rPr>
            </w:pPr>
          </w:p>
        </w:tc>
        <w:tc>
          <w:tcPr>
            <w:tcW w:w="4253" w:type="dxa"/>
            <w:gridSpan w:val="4"/>
            <w:vAlign w:val="bottom"/>
          </w:tcPr>
          <w:p w14:paraId="2F96F281" w14:textId="25CD5AA3" w:rsidR="00FF600A" w:rsidRPr="000E3E1F"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2567</w:t>
            </w:r>
          </w:p>
        </w:tc>
        <w:tc>
          <w:tcPr>
            <w:tcW w:w="4253" w:type="dxa"/>
            <w:gridSpan w:val="4"/>
            <w:vAlign w:val="bottom"/>
          </w:tcPr>
          <w:p w14:paraId="3BBAACDF" w14:textId="00A435B9" w:rsidR="00FF600A" w:rsidRPr="000E3E1F"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2566</w:t>
            </w:r>
          </w:p>
        </w:tc>
      </w:tr>
      <w:tr w:rsidR="00175AE7" w:rsidRPr="000E3E1F" w14:paraId="618BBFC7" w14:textId="77777777" w:rsidTr="003C0C5A">
        <w:trPr>
          <w:trHeight w:val="20"/>
        </w:trPr>
        <w:tc>
          <w:tcPr>
            <w:tcW w:w="1417" w:type="dxa"/>
            <w:vAlign w:val="bottom"/>
          </w:tcPr>
          <w:p w14:paraId="02C8A1E7"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65F7C434" w14:textId="77777777" w:rsidR="00175AE7" w:rsidRPr="000E3E1F" w:rsidRDefault="00175AE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ขายและ</w:t>
            </w:r>
          </w:p>
          <w:p w14:paraId="6D2EDBF4" w14:textId="77777777" w:rsidR="00175AE7" w:rsidRPr="000E3E1F" w:rsidRDefault="00175AE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 </w:t>
            </w:r>
            <w:r w:rsidRPr="000E3E1F">
              <w:rPr>
                <w:rFonts w:ascii="Browallia New" w:hAnsi="Browallia New" w:cs="Browallia New"/>
                <w:sz w:val="20"/>
                <w:szCs w:val="20"/>
                <w:cs/>
                <w:lang w:val="en-GB"/>
              </w:rPr>
              <w:t>สุทธิ</w:t>
            </w:r>
          </w:p>
        </w:tc>
        <w:tc>
          <w:tcPr>
            <w:tcW w:w="1134" w:type="dxa"/>
            <w:vAlign w:val="bottom"/>
          </w:tcPr>
          <w:p w14:paraId="39B9010C"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0E3E1F">
              <w:rPr>
                <w:rFonts w:ascii="Browallia New" w:hAnsi="Browallia New" w:cs="Browallia New"/>
                <w:sz w:val="20"/>
                <w:szCs w:val="20"/>
                <w:cs/>
                <w:lang w:val="en-GB"/>
              </w:rPr>
              <w:t>รายได้</w:t>
            </w:r>
          </w:p>
          <w:p w14:paraId="096A084C"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จากการให้บริการตัดเหล็ก</w:t>
            </w:r>
          </w:p>
        </w:tc>
        <w:tc>
          <w:tcPr>
            <w:tcW w:w="992" w:type="dxa"/>
            <w:vAlign w:val="bottom"/>
          </w:tcPr>
          <w:p w14:paraId="43CD0468"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B2ED77C"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3F0D7162"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01C3A56E"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992" w:type="dxa"/>
            <w:vAlign w:val="bottom"/>
          </w:tcPr>
          <w:p w14:paraId="38C8D2BB" w14:textId="516317FB" w:rsidR="00175AE7" w:rsidRPr="000E3E1F"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c>
          <w:tcPr>
            <w:tcW w:w="1134" w:type="dxa"/>
            <w:vAlign w:val="bottom"/>
          </w:tcPr>
          <w:p w14:paraId="1244520D"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0E3E1F">
              <w:rPr>
                <w:rFonts w:ascii="Browallia New" w:hAnsi="Browallia New" w:cs="Browallia New"/>
                <w:sz w:val="20"/>
                <w:szCs w:val="20"/>
                <w:cs/>
                <w:lang w:val="en-GB"/>
              </w:rPr>
              <w:t>ขายและ</w:t>
            </w:r>
          </w:p>
          <w:p w14:paraId="620C7957"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lang w:val="en-GB"/>
              </w:rPr>
              <w:t>รายได้จากงานติดตั้ง</w:t>
            </w:r>
            <w:r w:rsidRPr="000E3E1F">
              <w:rPr>
                <w:rFonts w:ascii="Browallia New" w:hAnsi="Browallia New" w:cs="Browallia New"/>
                <w:sz w:val="20"/>
                <w:szCs w:val="20"/>
                <w:lang w:val="en-GB"/>
              </w:rPr>
              <w:t xml:space="preserve"> - </w:t>
            </w:r>
            <w:r w:rsidRPr="000E3E1F">
              <w:rPr>
                <w:rFonts w:ascii="Browallia New" w:hAnsi="Browallia New" w:cs="Browallia New"/>
                <w:sz w:val="20"/>
                <w:szCs w:val="20"/>
                <w:cs/>
                <w:lang w:val="en-GB"/>
              </w:rPr>
              <w:t>สุทธิ</w:t>
            </w:r>
          </w:p>
        </w:tc>
        <w:tc>
          <w:tcPr>
            <w:tcW w:w="1134" w:type="dxa"/>
            <w:vAlign w:val="bottom"/>
          </w:tcPr>
          <w:p w14:paraId="1397D66D"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4309C294"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จากการให้บริการตัดเหล็ก</w:t>
            </w:r>
          </w:p>
        </w:tc>
        <w:tc>
          <w:tcPr>
            <w:tcW w:w="992" w:type="dxa"/>
            <w:vAlign w:val="bottom"/>
          </w:tcPr>
          <w:p w14:paraId="687A7D55"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รายได้</w:t>
            </w:r>
          </w:p>
          <w:p w14:paraId="3E27105A"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จากการ</w:t>
            </w:r>
          </w:p>
          <w:p w14:paraId="7BAB2ACD"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ขนส่ง</w:t>
            </w:r>
          </w:p>
        </w:tc>
        <w:tc>
          <w:tcPr>
            <w:tcW w:w="993" w:type="dxa"/>
            <w:vAlign w:val="bottom"/>
          </w:tcPr>
          <w:p w14:paraId="458D8748" w14:textId="77777777" w:rsidR="00175AE7" w:rsidRPr="000E3E1F"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cs/>
              </w:rPr>
              <w:t>รวม</w:t>
            </w:r>
          </w:p>
        </w:tc>
      </w:tr>
      <w:tr w:rsidR="00175AE7" w:rsidRPr="000E3E1F" w14:paraId="6DD7F54E" w14:textId="77777777" w:rsidTr="003C0C5A">
        <w:trPr>
          <w:trHeight w:val="20"/>
        </w:trPr>
        <w:tc>
          <w:tcPr>
            <w:tcW w:w="1417" w:type="dxa"/>
            <w:vAlign w:val="bottom"/>
          </w:tcPr>
          <w:p w14:paraId="49492157"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1590DD9A"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71920BFF"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AE3388A"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9FCC632" w14:textId="77777777" w:rsidR="00175AE7" w:rsidRPr="000E3E1F" w:rsidRDefault="00175AE7">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67E3F1FD" w14:textId="77777777" w:rsidR="00175AE7" w:rsidRPr="000E3E1F" w:rsidRDefault="00175AE7">
            <w:pPr>
              <w:tabs>
                <w:tab w:val="left" w:pos="794"/>
                <w:tab w:val="left" w:pos="1361"/>
                <w:tab w:val="left" w:pos="1928"/>
              </w:tabs>
              <w:jc w:val="right"/>
              <w:rPr>
                <w:rFonts w:ascii="Browallia New" w:hAnsi="Browallia New" w:cs="Browallia New"/>
                <w:sz w:val="20"/>
                <w:szCs w:val="20"/>
              </w:rPr>
            </w:pPr>
          </w:p>
        </w:tc>
        <w:tc>
          <w:tcPr>
            <w:tcW w:w="1134" w:type="dxa"/>
            <w:vAlign w:val="bottom"/>
          </w:tcPr>
          <w:p w14:paraId="2EC75DB7" w14:textId="77777777" w:rsidR="00175AE7" w:rsidRPr="000E3E1F" w:rsidRDefault="00175AE7">
            <w:pPr>
              <w:tabs>
                <w:tab w:val="left" w:pos="794"/>
                <w:tab w:val="left" w:pos="1361"/>
                <w:tab w:val="left" w:pos="1928"/>
              </w:tabs>
              <w:jc w:val="right"/>
              <w:rPr>
                <w:rFonts w:ascii="Browallia New" w:hAnsi="Browallia New" w:cs="Browallia New"/>
                <w:sz w:val="20"/>
                <w:szCs w:val="20"/>
              </w:rPr>
            </w:pPr>
          </w:p>
        </w:tc>
        <w:tc>
          <w:tcPr>
            <w:tcW w:w="992" w:type="dxa"/>
            <w:vAlign w:val="bottom"/>
          </w:tcPr>
          <w:p w14:paraId="3162FC84" w14:textId="77777777" w:rsidR="00175AE7" w:rsidRPr="000E3E1F" w:rsidRDefault="00175AE7">
            <w:pPr>
              <w:tabs>
                <w:tab w:val="left" w:pos="794"/>
                <w:tab w:val="left" w:pos="1361"/>
                <w:tab w:val="left" w:pos="1928"/>
              </w:tabs>
              <w:jc w:val="right"/>
              <w:rPr>
                <w:rFonts w:ascii="Browallia New" w:hAnsi="Browallia New" w:cs="Browallia New"/>
                <w:sz w:val="20"/>
                <w:szCs w:val="20"/>
              </w:rPr>
            </w:pPr>
          </w:p>
        </w:tc>
        <w:tc>
          <w:tcPr>
            <w:tcW w:w="993" w:type="dxa"/>
            <w:vAlign w:val="bottom"/>
          </w:tcPr>
          <w:p w14:paraId="280F4BB4" w14:textId="77777777" w:rsidR="00175AE7" w:rsidRPr="000E3E1F" w:rsidRDefault="00175AE7">
            <w:pPr>
              <w:tabs>
                <w:tab w:val="left" w:pos="794"/>
                <w:tab w:val="left" w:pos="1361"/>
                <w:tab w:val="left" w:pos="1928"/>
              </w:tabs>
              <w:jc w:val="right"/>
              <w:rPr>
                <w:rFonts w:ascii="Browallia New" w:hAnsi="Browallia New" w:cs="Browallia New"/>
                <w:sz w:val="20"/>
                <w:szCs w:val="20"/>
              </w:rPr>
            </w:pPr>
          </w:p>
        </w:tc>
      </w:tr>
      <w:tr w:rsidR="00FF600A" w:rsidRPr="000E3E1F" w14:paraId="5188A8F5" w14:textId="77777777" w:rsidTr="00FF600A">
        <w:trPr>
          <w:trHeight w:val="20"/>
        </w:trPr>
        <w:tc>
          <w:tcPr>
            <w:tcW w:w="2552" w:type="dxa"/>
            <w:gridSpan w:val="2"/>
            <w:vAlign w:val="bottom"/>
          </w:tcPr>
          <w:p w14:paraId="416C603A" w14:textId="3DA035D0" w:rsidR="00FF600A" w:rsidRPr="000E3E1F" w:rsidRDefault="00FF600A" w:rsidP="004321BF">
            <w:pPr>
              <w:tabs>
                <w:tab w:val="left" w:pos="794"/>
                <w:tab w:val="left" w:pos="1361"/>
                <w:tab w:val="left" w:pos="1928"/>
              </w:tabs>
              <w:rPr>
                <w:rFonts w:ascii="Browallia New" w:hAnsi="Browallia New" w:cs="Browallia New"/>
                <w:sz w:val="20"/>
                <w:szCs w:val="20"/>
              </w:rPr>
            </w:pPr>
            <w:r w:rsidRPr="000E3E1F">
              <w:rPr>
                <w:rFonts w:ascii="Browallia New" w:hAnsi="Browallia New" w:cs="Browallia New"/>
                <w:sz w:val="20"/>
                <w:szCs w:val="20"/>
                <w:cs/>
              </w:rPr>
              <w:t>รายได้แยกตามการบันทึกรายได้</w:t>
            </w:r>
          </w:p>
        </w:tc>
        <w:tc>
          <w:tcPr>
            <w:tcW w:w="1134" w:type="dxa"/>
          </w:tcPr>
          <w:p w14:paraId="75B4648A" w14:textId="77777777" w:rsidR="00FF600A" w:rsidRPr="000E3E1F"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481E950" w14:textId="77777777" w:rsidR="00FF600A" w:rsidRPr="000E3E1F"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6E05A30" w14:textId="77777777" w:rsidR="00FF600A" w:rsidRPr="000E3E1F" w:rsidRDefault="00FF600A" w:rsidP="00DC0244">
            <w:pPr>
              <w:tabs>
                <w:tab w:val="left" w:pos="794"/>
                <w:tab w:val="left" w:pos="1361"/>
                <w:tab w:val="left" w:pos="1928"/>
              </w:tabs>
              <w:jc w:val="center"/>
              <w:rPr>
                <w:rFonts w:ascii="Browallia New" w:hAnsi="Browallia New" w:cs="Browallia New"/>
                <w:sz w:val="20"/>
                <w:szCs w:val="20"/>
              </w:rPr>
            </w:pPr>
          </w:p>
        </w:tc>
        <w:tc>
          <w:tcPr>
            <w:tcW w:w="1134" w:type="dxa"/>
          </w:tcPr>
          <w:p w14:paraId="34223D73" w14:textId="77777777" w:rsidR="00FF600A" w:rsidRPr="000E3E1F" w:rsidRDefault="00FF600A" w:rsidP="00DC0244">
            <w:pPr>
              <w:tabs>
                <w:tab w:val="left" w:pos="794"/>
                <w:tab w:val="left" w:pos="1361"/>
                <w:tab w:val="left" w:pos="1928"/>
              </w:tabs>
              <w:jc w:val="right"/>
              <w:rPr>
                <w:rFonts w:ascii="Browallia New" w:hAnsi="Browallia New" w:cs="Browallia New"/>
                <w:sz w:val="20"/>
                <w:szCs w:val="20"/>
              </w:rPr>
            </w:pPr>
          </w:p>
        </w:tc>
        <w:tc>
          <w:tcPr>
            <w:tcW w:w="1134" w:type="dxa"/>
          </w:tcPr>
          <w:p w14:paraId="209C23DF" w14:textId="77777777" w:rsidR="00FF600A" w:rsidRPr="000E3E1F"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118D33E" w14:textId="77777777" w:rsidR="00FF600A" w:rsidRPr="000E3E1F" w:rsidRDefault="00FF600A" w:rsidP="00DC0244">
            <w:pPr>
              <w:tabs>
                <w:tab w:val="left" w:pos="794"/>
                <w:tab w:val="left" w:pos="1361"/>
                <w:tab w:val="left" w:pos="1928"/>
              </w:tabs>
              <w:jc w:val="right"/>
              <w:rPr>
                <w:rFonts w:ascii="Browallia New" w:hAnsi="Browallia New" w:cs="Browallia New"/>
                <w:sz w:val="20"/>
                <w:szCs w:val="20"/>
              </w:rPr>
            </w:pPr>
          </w:p>
        </w:tc>
        <w:tc>
          <w:tcPr>
            <w:tcW w:w="993" w:type="dxa"/>
          </w:tcPr>
          <w:p w14:paraId="74F40C4C" w14:textId="77777777" w:rsidR="00FF600A" w:rsidRPr="000E3E1F" w:rsidRDefault="00FF600A" w:rsidP="00DC0244">
            <w:pPr>
              <w:tabs>
                <w:tab w:val="left" w:pos="794"/>
                <w:tab w:val="left" w:pos="1361"/>
                <w:tab w:val="left" w:pos="1928"/>
              </w:tabs>
              <w:ind w:right="-38"/>
              <w:jc w:val="right"/>
              <w:rPr>
                <w:rFonts w:ascii="Browallia New" w:hAnsi="Browallia New" w:cs="Browallia New"/>
                <w:sz w:val="20"/>
                <w:szCs w:val="20"/>
              </w:rPr>
            </w:pPr>
          </w:p>
        </w:tc>
      </w:tr>
      <w:tr w:rsidR="00D26896" w:rsidRPr="000E3E1F" w14:paraId="59E431B3" w14:textId="77777777" w:rsidTr="000D1A9C">
        <w:trPr>
          <w:trHeight w:val="20"/>
        </w:trPr>
        <w:tc>
          <w:tcPr>
            <w:tcW w:w="1417" w:type="dxa"/>
          </w:tcPr>
          <w:p w14:paraId="10EAA507" w14:textId="49F6E6E9" w:rsidR="00D26896" w:rsidRPr="000E3E1F" w:rsidRDefault="00D26896" w:rsidP="00D26896">
            <w:pPr>
              <w:tabs>
                <w:tab w:val="left" w:pos="794"/>
                <w:tab w:val="left" w:pos="1361"/>
                <w:tab w:val="left" w:pos="1928"/>
              </w:tabs>
              <w:jc w:val="thaiDistribute"/>
              <w:rPr>
                <w:rFonts w:ascii="Browallia New" w:hAnsi="Browallia New" w:cs="Browallia New"/>
                <w:sz w:val="20"/>
                <w:szCs w:val="20"/>
                <w:cs/>
              </w:rPr>
            </w:pPr>
            <w:r w:rsidRPr="000E3E1F">
              <w:rPr>
                <w:rFonts w:ascii="Browallia New" w:hAnsi="Browallia New" w:cs="Browallia New"/>
                <w:sz w:val="20"/>
                <w:szCs w:val="20"/>
                <w:cs/>
              </w:rPr>
              <w:t xml:space="preserve">  ณ</w:t>
            </w:r>
            <w:r w:rsidRPr="000E3E1F">
              <w:rPr>
                <w:rFonts w:ascii="Browallia New" w:hAnsi="Browallia New" w:cs="Browallia New"/>
                <w:sz w:val="20"/>
                <w:szCs w:val="20"/>
              </w:rPr>
              <w:t xml:space="preserve"> </w:t>
            </w:r>
            <w:r w:rsidRPr="000E3E1F">
              <w:rPr>
                <w:rFonts w:ascii="Browallia New" w:hAnsi="Browallia New" w:cs="Browallia New"/>
                <w:sz w:val="20"/>
                <w:szCs w:val="20"/>
                <w:cs/>
              </w:rPr>
              <w:t>เวลาใดเวลาหนึ่ง</w:t>
            </w:r>
          </w:p>
        </w:tc>
        <w:tc>
          <w:tcPr>
            <w:tcW w:w="1135" w:type="dxa"/>
          </w:tcPr>
          <w:p w14:paraId="14C9C268" w14:textId="759FE119"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2,723,176</w:t>
            </w:r>
          </w:p>
        </w:tc>
        <w:tc>
          <w:tcPr>
            <w:tcW w:w="1134" w:type="dxa"/>
          </w:tcPr>
          <w:p w14:paraId="1B33C07D" w14:textId="1DA32B58"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227,686</w:t>
            </w:r>
          </w:p>
        </w:tc>
        <w:tc>
          <w:tcPr>
            <w:tcW w:w="992" w:type="dxa"/>
          </w:tcPr>
          <w:p w14:paraId="2B6C316F" w14:textId="4AD5F829"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49,763</w:t>
            </w:r>
          </w:p>
        </w:tc>
        <w:tc>
          <w:tcPr>
            <w:tcW w:w="992" w:type="dxa"/>
            <w:vAlign w:val="bottom"/>
          </w:tcPr>
          <w:p w14:paraId="70B147BD" w14:textId="2A4367AE"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3,000,625</w:t>
            </w:r>
          </w:p>
        </w:tc>
        <w:tc>
          <w:tcPr>
            <w:tcW w:w="1134" w:type="dxa"/>
          </w:tcPr>
          <w:p w14:paraId="6D272500" w14:textId="29B390AC"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3,093,007</w:t>
            </w:r>
          </w:p>
        </w:tc>
        <w:tc>
          <w:tcPr>
            <w:tcW w:w="1134" w:type="dxa"/>
          </w:tcPr>
          <w:p w14:paraId="11C36571" w14:textId="68C1D19A"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237,216</w:t>
            </w:r>
          </w:p>
        </w:tc>
        <w:tc>
          <w:tcPr>
            <w:tcW w:w="992" w:type="dxa"/>
          </w:tcPr>
          <w:p w14:paraId="10175E05" w14:textId="6E92E6D8" w:rsidR="00D26896" w:rsidRPr="000E3E1F" w:rsidRDefault="00D26896" w:rsidP="00D26896">
            <w:pP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55,033</w:t>
            </w:r>
          </w:p>
        </w:tc>
        <w:tc>
          <w:tcPr>
            <w:tcW w:w="993" w:type="dxa"/>
          </w:tcPr>
          <w:p w14:paraId="740AB58F" w14:textId="14AEEDDF" w:rsidR="00D26896" w:rsidRPr="000E3E1F" w:rsidRDefault="00D26896" w:rsidP="00D26896">
            <w:pPr>
              <w:tabs>
                <w:tab w:val="left" w:pos="794"/>
                <w:tab w:val="left" w:pos="1361"/>
                <w:tab w:val="left" w:pos="1928"/>
              </w:tabs>
              <w:ind w:right="-38"/>
              <w:jc w:val="right"/>
              <w:rPr>
                <w:rFonts w:ascii="Browallia New" w:hAnsi="Browallia New" w:cs="Browallia New"/>
                <w:sz w:val="20"/>
                <w:szCs w:val="20"/>
              </w:rPr>
            </w:pPr>
            <w:r w:rsidRPr="000E3E1F">
              <w:rPr>
                <w:rFonts w:ascii="Browallia New" w:hAnsi="Browallia New" w:cs="Browallia New"/>
                <w:sz w:val="20"/>
                <w:szCs w:val="20"/>
              </w:rPr>
              <w:t>3,385,256</w:t>
            </w:r>
          </w:p>
        </w:tc>
      </w:tr>
      <w:tr w:rsidR="00D26896" w:rsidRPr="000E3E1F" w14:paraId="02CE3CD2" w14:textId="77777777" w:rsidTr="000D1A9C">
        <w:trPr>
          <w:trHeight w:val="20"/>
        </w:trPr>
        <w:tc>
          <w:tcPr>
            <w:tcW w:w="1417" w:type="dxa"/>
          </w:tcPr>
          <w:p w14:paraId="22537885" w14:textId="08DDDDD7" w:rsidR="00D26896" w:rsidRPr="000E3E1F" w:rsidRDefault="00D26896" w:rsidP="00D26896">
            <w:pPr>
              <w:tabs>
                <w:tab w:val="left" w:pos="360"/>
              </w:tabs>
              <w:rPr>
                <w:rFonts w:ascii="Browallia New" w:hAnsi="Browallia New" w:cs="Browallia New"/>
                <w:sz w:val="20"/>
                <w:szCs w:val="20"/>
                <w:lang w:val="en-GB"/>
              </w:rPr>
            </w:pPr>
            <w:r w:rsidRPr="000E3E1F">
              <w:rPr>
                <w:rFonts w:ascii="Browallia New" w:hAnsi="Browallia New" w:cs="Browallia New"/>
                <w:sz w:val="20"/>
                <w:szCs w:val="20"/>
                <w:cs/>
              </w:rPr>
              <w:t xml:space="preserve">  ตลอดช่วงระยะเวลา</w:t>
            </w:r>
          </w:p>
        </w:tc>
        <w:tc>
          <w:tcPr>
            <w:tcW w:w="1135" w:type="dxa"/>
            <w:shd w:val="clear" w:color="auto" w:fill="auto"/>
          </w:tcPr>
          <w:p w14:paraId="77434DA5" w14:textId="14BB42EC" w:rsidR="00D26896" w:rsidRPr="000E3E1F" w:rsidRDefault="00D26896" w:rsidP="00D26896">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696,138</w:t>
            </w:r>
          </w:p>
        </w:tc>
        <w:tc>
          <w:tcPr>
            <w:tcW w:w="1134" w:type="dxa"/>
          </w:tcPr>
          <w:p w14:paraId="6C06B025" w14:textId="61414CDA" w:rsidR="00D26896" w:rsidRPr="000E3E1F" w:rsidRDefault="00D149B9" w:rsidP="00D26896">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D26896" w:rsidRPr="000E3E1F">
              <w:rPr>
                <w:rFonts w:ascii="Browallia New" w:hAnsi="Browallia New" w:cs="Browallia New"/>
                <w:sz w:val="20"/>
                <w:szCs w:val="20"/>
              </w:rPr>
              <w:t>-</w:t>
            </w:r>
          </w:p>
        </w:tc>
        <w:tc>
          <w:tcPr>
            <w:tcW w:w="992" w:type="dxa"/>
            <w:shd w:val="clear" w:color="auto" w:fill="auto"/>
          </w:tcPr>
          <w:p w14:paraId="57A0695C" w14:textId="2CE71562" w:rsidR="00D26896" w:rsidRPr="000E3E1F" w:rsidRDefault="00D26896" w:rsidP="00D26896">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311</w:t>
            </w:r>
          </w:p>
        </w:tc>
        <w:tc>
          <w:tcPr>
            <w:tcW w:w="992" w:type="dxa"/>
            <w:shd w:val="clear" w:color="auto" w:fill="auto"/>
            <w:vAlign w:val="bottom"/>
          </w:tcPr>
          <w:p w14:paraId="3FF6DA3E" w14:textId="636423A8" w:rsidR="00D26896" w:rsidRPr="000E3E1F" w:rsidRDefault="00D26896" w:rsidP="00D26896">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696,449</w:t>
            </w:r>
          </w:p>
        </w:tc>
        <w:tc>
          <w:tcPr>
            <w:tcW w:w="1134" w:type="dxa"/>
          </w:tcPr>
          <w:p w14:paraId="5B71863D" w14:textId="15E8522A" w:rsidR="00D26896" w:rsidRPr="000E3E1F" w:rsidRDefault="00D26896" w:rsidP="00D26896">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686,782</w:t>
            </w:r>
          </w:p>
        </w:tc>
        <w:tc>
          <w:tcPr>
            <w:tcW w:w="1134" w:type="dxa"/>
          </w:tcPr>
          <w:p w14:paraId="2D37ADA6" w14:textId="439A9A52" w:rsidR="00D26896" w:rsidRPr="000E3E1F" w:rsidRDefault="00FD42F6" w:rsidP="00D26896">
            <w:pPr>
              <w:pBdr>
                <w:bottom w:val="single" w:sz="4" w:space="1" w:color="auto"/>
              </w:pBdr>
              <w:tabs>
                <w:tab w:val="left" w:pos="794"/>
                <w:tab w:val="left" w:pos="1361"/>
                <w:tab w:val="left" w:pos="1928"/>
              </w:tabs>
              <w:jc w:val="center"/>
              <w:rPr>
                <w:rFonts w:ascii="Browallia New" w:hAnsi="Browallia New" w:cs="Browallia New"/>
                <w:sz w:val="20"/>
                <w:szCs w:val="20"/>
              </w:rPr>
            </w:pPr>
            <w:r w:rsidRPr="000E3E1F">
              <w:rPr>
                <w:rFonts w:ascii="Browallia New" w:hAnsi="Browallia New" w:cs="Browallia New"/>
                <w:sz w:val="20"/>
                <w:szCs w:val="20"/>
              </w:rPr>
              <w:t xml:space="preserve">            </w:t>
            </w:r>
            <w:r w:rsidR="00D26896" w:rsidRPr="000E3E1F">
              <w:rPr>
                <w:rFonts w:ascii="Browallia New" w:hAnsi="Browallia New" w:cs="Browallia New"/>
                <w:sz w:val="20"/>
                <w:szCs w:val="20"/>
              </w:rPr>
              <w:t>-</w:t>
            </w:r>
          </w:p>
        </w:tc>
        <w:tc>
          <w:tcPr>
            <w:tcW w:w="992" w:type="dxa"/>
          </w:tcPr>
          <w:p w14:paraId="4C0D8AD4" w14:textId="2B4DA819" w:rsidR="00D26896" w:rsidRPr="000E3E1F" w:rsidRDefault="00D26896" w:rsidP="00D26896">
            <w:pPr>
              <w:pBdr>
                <w:bottom w:val="single" w:sz="4"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221</w:t>
            </w:r>
          </w:p>
        </w:tc>
        <w:tc>
          <w:tcPr>
            <w:tcW w:w="993" w:type="dxa"/>
          </w:tcPr>
          <w:p w14:paraId="43327C10" w14:textId="5D36813A" w:rsidR="00D26896" w:rsidRPr="000E3E1F" w:rsidRDefault="00D26896" w:rsidP="00D26896">
            <w:pPr>
              <w:pBdr>
                <w:bottom w:val="single" w:sz="4"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687,003</w:t>
            </w:r>
          </w:p>
        </w:tc>
      </w:tr>
      <w:tr w:rsidR="00D26896" w:rsidRPr="000E3E1F" w14:paraId="2C7C7CC3" w14:textId="77777777" w:rsidTr="000D1A9C">
        <w:trPr>
          <w:trHeight w:val="20"/>
        </w:trPr>
        <w:tc>
          <w:tcPr>
            <w:tcW w:w="1417" w:type="dxa"/>
          </w:tcPr>
          <w:p w14:paraId="3CFFF0F2" w14:textId="77777777" w:rsidR="00D26896" w:rsidRPr="000E3E1F" w:rsidRDefault="00D26896" w:rsidP="00D26896">
            <w:pPr>
              <w:tabs>
                <w:tab w:val="left" w:pos="360"/>
              </w:tabs>
              <w:rPr>
                <w:rFonts w:ascii="Browallia New" w:hAnsi="Browallia New" w:cs="Browallia New"/>
                <w:b/>
                <w:bCs/>
                <w:sz w:val="20"/>
                <w:szCs w:val="20"/>
                <w:cs/>
                <w:lang w:val="en-GB"/>
              </w:rPr>
            </w:pPr>
            <w:r w:rsidRPr="000E3E1F">
              <w:rPr>
                <w:rFonts w:ascii="Browallia New" w:hAnsi="Browallia New" w:cs="Browallia New"/>
                <w:sz w:val="20"/>
                <w:szCs w:val="20"/>
                <w:cs/>
              </w:rPr>
              <w:t>รวม</w:t>
            </w:r>
          </w:p>
        </w:tc>
        <w:tc>
          <w:tcPr>
            <w:tcW w:w="1135" w:type="dxa"/>
            <w:shd w:val="clear" w:color="auto" w:fill="auto"/>
          </w:tcPr>
          <w:p w14:paraId="41CB57A5" w14:textId="7E574166"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3,419,314</w:t>
            </w:r>
          </w:p>
        </w:tc>
        <w:tc>
          <w:tcPr>
            <w:tcW w:w="1134" w:type="dxa"/>
          </w:tcPr>
          <w:p w14:paraId="30EE3CB8" w14:textId="46F35FF9"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227,686</w:t>
            </w:r>
          </w:p>
        </w:tc>
        <w:tc>
          <w:tcPr>
            <w:tcW w:w="992" w:type="dxa"/>
            <w:shd w:val="clear" w:color="auto" w:fill="auto"/>
          </w:tcPr>
          <w:p w14:paraId="3E9C2846" w14:textId="69F4217D"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50,074</w:t>
            </w:r>
          </w:p>
        </w:tc>
        <w:tc>
          <w:tcPr>
            <w:tcW w:w="992" w:type="dxa"/>
            <w:shd w:val="clear" w:color="auto" w:fill="auto"/>
            <w:vAlign w:val="bottom"/>
          </w:tcPr>
          <w:p w14:paraId="07C1DF92" w14:textId="2AEBF574"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3,697,074</w:t>
            </w:r>
          </w:p>
        </w:tc>
        <w:tc>
          <w:tcPr>
            <w:tcW w:w="1134" w:type="dxa"/>
          </w:tcPr>
          <w:p w14:paraId="3577729D" w14:textId="0F08661D"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3,779,789</w:t>
            </w:r>
          </w:p>
        </w:tc>
        <w:tc>
          <w:tcPr>
            <w:tcW w:w="1134" w:type="dxa"/>
          </w:tcPr>
          <w:p w14:paraId="4274C0C2" w14:textId="50422A6B"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237,216</w:t>
            </w:r>
          </w:p>
        </w:tc>
        <w:tc>
          <w:tcPr>
            <w:tcW w:w="992" w:type="dxa"/>
          </w:tcPr>
          <w:p w14:paraId="1413B682" w14:textId="15623A71" w:rsidR="00D26896" w:rsidRPr="000E3E1F" w:rsidRDefault="00D26896" w:rsidP="00D26896">
            <w:pPr>
              <w:pBdr>
                <w:bottom w:val="single" w:sz="12" w:space="1" w:color="auto"/>
              </w:pBdr>
              <w:tabs>
                <w:tab w:val="left" w:pos="794"/>
                <w:tab w:val="left" w:pos="1361"/>
                <w:tab w:val="left" w:pos="1928"/>
              </w:tabs>
              <w:jc w:val="right"/>
              <w:rPr>
                <w:rFonts w:ascii="Browallia New" w:hAnsi="Browallia New" w:cs="Browallia New"/>
                <w:sz w:val="20"/>
                <w:szCs w:val="20"/>
              </w:rPr>
            </w:pPr>
            <w:r w:rsidRPr="000E3E1F">
              <w:rPr>
                <w:rFonts w:ascii="Browallia New" w:hAnsi="Browallia New" w:cs="Browallia New"/>
                <w:sz w:val="20"/>
                <w:szCs w:val="20"/>
              </w:rPr>
              <w:t>55,254</w:t>
            </w:r>
          </w:p>
        </w:tc>
        <w:tc>
          <w:tcPr>
            <w:tcW w:w="993" w:type="dxa"/>
          </w:tcPr>
          <w:p w14:paraId="5A55E69A" w14:textId="7468C648" w:rsidR="00D26896" w:rsidRPr="000E3E1F" w:rsidRDefault="00D26896" w:rsidP="00D26896">
            <w:pPr>
              <w:pBdr>
                <w:bottom w:val="single" w:sz="12" w:space="1" w:color="auto"/>
              </w:pBdr>
              <w:tabs>
                <w:tab w:val="left" w:pos="540"/>
              </w:tabs>
              <w:ind w:right="-33"/>
              <w:jc w:val="right"/>
              <w:rPr>
                <w:rFonts w:ascii="Browallia New" w:hAnsi="Browallia New" w:cs="Browallia New"/>
                <w:sz w:val="20"/>
                <w:szCs w:val="20"/>
              </w:rPr>
            </w:pPr>
            <w:r w:rsidRPr="000E3E1F">
              <w:rPr>
                <w:rFonts w:ascii="Browallia New" w:hAnsi="Browallia New" w:cs="Browallia New"/>
                <w:sz w:val="20"/>
                <w:szCs w:val="20"/>
              </w:rPr>
              <w:t>4,072,259</w:t>
            </w:r>
          </w:p>
        </w:tc>
      </w:tr>
    </w:tbl>
    <w:p w14:paraId="4A10B6FC" w14:textId="6AEE1662" w:rsidR="00175AE7" w:rsidRPr="000E3E1F" w:rsidRDefault="00175AE7">
      <w:pPr>
        <w:rPr>
          <w:rFonts w:ascii="Browallia New" w:hAnsi="Browallia New" w:cs="Browallia New"/>
          <w:b/>
          <w:bCs/>
          <w:cs/>
        </w:rPr>
      </w:pPr>
    </w:p>
    <w:p w14:paraId="48562F98" w14:textId="470F7464" w:rsidR="00FB7AB6" w:rsidRPr="000E3E1F" w:rsidRDefault="00FB7AB6"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ความเสี่ยงจากอัตราแลกเปลี่ยนเงินตราต่างประเทศ</w:t>
      </w:r>
    </w:p>
    <w:p w14:paraId="48562F99" w14:textId="3B3FDD3B" w:rsidR="00CE5D08" w:rsidRPr="000E3E1F"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56369F62" w:rsidR="00C75280" w:rsidRPr="000E3E1F" w:rsidRDefault="003654D7" w:rsidP="00623927">
      <w:pPr>
        <w:tabs>
          <w:tab w:val="left" w:pos="794"/>
          <w:tab w:val="left" w:pos="1361"/>
          <w:tab w:val="left" w:pos="1928"/>
        </w:tabs>
        <w:ind w:left="374" w:right="-29"/>
        <w:jc w:val="thaiDistribute"/>
        <w:rPr>
          <w:rFonts w:ascii="Browallia New" w:hAnsi="Browallia New" w:cs="Browallia New"/>
        </w:rPr>
      </w:pPr>
      <w:r w:rsidRPr="000E3E1F">
        <w:rPr>
          <w:rFonts w:ascii="Browallia New" w:hAnsi="Browallia New" w:cs="Browallia New"/>
          <w:cs/>
        </w:rPr>
        <w:t>กลุ่ม</w:t>
      </w:r>
      <w:r w:rsidR="00FB7AB6" w:rsidRPr="000E3E1F">
        <w:rPr>
          <w:rFonts w:ascii="Browallia New" w:hAnsi="Browallia New" w:cs="Browallia New"/>
          <w:cs/>
        </w:rPr>
        <w:t>บริษัทมีความเสี่ยงจากอัตราแลกเปลี่ยนซึ่งเกิดจากการ</w:t>
      </w:r>
      <w:r w:rsidR="00926305" w:rsidRPr="000E3E1F">
        <w:rPr>
          <w:rFonts w:ascii="Browallia New" w:hAnsi="Browallia New" w:cs="Browallia New"/>
          <w:cs/>
        </w:rPr>
        <w:t>ขายสินค้าไปต่างประเทศและซื้อสินค้า</w:t>
      </w:r>
      <w:r w:rsidR="00C35BA5" w:rsidRPr="000E3E1F">
        <w:rPr>
          <w:rFonts w:ascii="Browallia New" w:hAnsi="Browallia New" w:cs="Browallia New"/>
          <w:cs/>
        </w:rPr>
        <w:t>จากต่างประเทศ</w:t>
      </w:r>
      <w:r w:rsidR="00DF3D9A" w:rsidRPr="000E3E1F">
        <w:rPr>
          <w:rFonts w:ascii="Browallia New" w:hAnsi="Browallia New" w:cs="Browallia New"/>
          <w:cs/>
        </w:rPr>
        <w:t xml:space="preserve"> </w:t>
      </w:r>
      <w:r w:rsidR="00E9118B" w:rsidRPr="000E3E1F">
        <w:rPr>
          <w:rFonts w:ascii="Browallia New" w:hAnsi="Browallia New" w:cs="Browallia New"/>
        </w:rPr>
        <w:br/>
      </w:r>
      <w:r w:rsidR="00FB7AB6" w:rsidRPr="000E3E1F">
        <w:rPr>
          <w:rFonts w:ascii="Browallia New" w:hAnsi="Browallia New" w:cs="Browallia New"/>
          <w:cs/>
        </w:rPr>
        <w:t>เงินให้กู้ยืมแก่บริษัทย่อย</w:t>
      </w:r>
      <w:r w:rsidR="00F60E66" w:rsidRPr="000E3E1F">
        <w:rPr>
          <w:rFonts w:ascii="Browallia New" w:hAnsi="Browallia New" w:cs="Browallia New"/>
        </w:rPr>
        <w:t xml:space="preserve"> </w:t>
      </w:r>
      <w:r w:rsidR="00C35BA5" w:rsidRPr="000E3E1F">
        <w:rPr>
          <w:rFonts w:ascii="Browallia New" w:hAnsi="Browallia New" w:cs="Browallia New"/>
          <w:cs/>
        </w:rPr>
        <w:t>เงินเบิกเกินบัญชี</w:t>
      </w:r>
      <w:r w:rsidR="00FB7AB6" w:rsidRPr="000E3E1F">
        <w:rPr>
          <w:rFonts w:ascii="Browallia New" w:hAnsi="Browallia New" w:cs="Browallia New"/>
          <w:cs/>
        </w:rPr>
        <w:t>และเงินกู้ยืมระยะสั้นจากสถาบันการเงินที่เป็นเงินตราต่างประเทศ</w:t>
      </w:r>
      <w:r w:rsidR="00F60E66" w:rsidRPr="000E3E1F">
        <w:rPr>
          <w:rFonts w:ascii="Browallia New" w:hAnsi="Browallia New" w:cs="Browallia New"/>
        </w:rPr>
        <w:t xml:space="preserve"> </w:t>
      </w:r>
      <w:r w:rsidR="00FB7AB6" w:rsidRPr="000E3E1F">
        <w:rPr>
          <w:rFonts w:ascii="Browallia New" w:hAnsi="Browallia New" w:cs="Browallia New"/>
          <w:cs/>
        </w:rPr>
        <w:t>ณ</w:t>
      </w:r>
      <w:r w:rsidR="00F60E66" w:rsidRPr="000E3E1F">
        <w:rPr>
          <w:rFonts w:ascii="Browallia New" w:hAnsi="Browallia New" w:cs="Browallia New"/>
        </w:rPr>
        <w:t xml:space="preserve"> </w:t>
      </w:r>
      <w:r w:rsidR="00FB7AB6" w:rsidRPr="000E3E1F">
        <w:rPr>
          <w:rFonts w:ascii="Browallia New" w:hAnsi="Browallia New" w:cs="Browallia New"/>
          <w:cs/>
        </w:rPr>
        <w:t>วันที่</w:t>
      </w:r>
      <w:r w:rsidR="00F60E66" w:rsidRPr="000E3E1F">
        <w:rPr>
          <w:rFonts w:ascii="Browallia New" w:hAnsi="Browallia New" w:cs="Browallia New"/>
        </w:rPr>
        <w:t xml:space="preserve"> </w:t>
      </w:r>
      <w:r w:rsidR="003E29CE" w:rsidRPr="000E3E1F">
        <w:rPr>
          <w:rFonts w:ascii="Browallia New" w:hAnsi="Browallia New" w:cs="Browallia New"/>
        </w:rPr>
        <w:t xml:space="preserve">30 </w:t>
      </w:r>
      <w:r w:rsidR="003E29CE" w:rsidRPr="000E3E1F">
        <w:rPr>
          <w:rFonts w:ascii="Browallia New" w:hAnsi="Browallia New" w:cs="Browallia New"/>
          <w:cs/>
        </w:rPr>
        <w:t>กันยายน</w:t>
      </w:r>
      <w:r w:rsidR="003E29CE" w:rsidRPr="000E3E1F">
        <w:rPr>
          <w:rFonts w:ascii="Browallia New" w:hAnsi="Browallia New" w:cs="Browallia New"/>
        </w:rPr>
        <w:t xml:space="preserve"> </w:t>
      </w:r>
      <w:r w:rsidR="008F79A9" w:rsidRPr="000E3E1F">
        <w:rPr>
          <w:rFonts w:ascii="Browallia New" w:hAnsi="Browallia New" w:cs="Browallia New"/>
          <w:spacing w:val="-4"/>
        </w:rPr>
        <w:t>256</w:t>
      </w:r>
      <w:r w:rsidR="00614AE8" w:rsidRPr="000E3E1F">
        <w:rPr>
          <w:rFonts w:ascii="Browallia New" w:hAnsi="Browallia New" w:cs="Browallia New"/>
          <w:spacing w:val="-4"/>
        </w:rPr>
        <w:t>7</w:t>
      </w:r>
      <w:r w:rsidR="00F60E66" w:rsidRPr="000E3E1F">
        <w:rPr>
          <w:rFonts w:ascii="Browallia New" w:hAnsi="Browallia New" w:cs="Browallia New"/>
        </w:rPr>
        <w:t xml:space="preserve"> </w:t>
      </w:r>
      <w:r w:rsidR="00FB7AB6" w:rsidRPr="000E3E1F">
        <w:rPr>
          <w:rFonts w:ascii="Browallia New" w:hAnsi="Browallia New" w:cs="Browallia New"/>
          <w:cs/>
        </w:rPr>
        <w:t>และ</w:t>
      </w:r>
      <w:r w:rsidR="008B0694" w:rsidRPr="000E3E1F">
        <w:rPr>
          <w:rFonts w:ascii="Browallia New" w:hAnsi="Browallia New" w:cs="Browallia New"/>
        </w:rPr>
        <w:t xml:space="preserve"> 31</w:t>
      </w:r>
      <w:r w:rsidR="00F60E66" w:rsidRPr="000E3E1F">
        <w:rPr>
          <w:rFonts w:ascii="Browallia New" w:hAnsi="Browallia New" w:cs="Browallia New"/>
        </w:rPr>
        <w:t xml:space="preserve"> </w:t>
      </w:r>
      <w:r w:rsidR="00FB7AB6" w:rsidRPr="000E3E1F">
        <w:rPr>
          <w:rFonts w:ascii="Browallia New" w:hAnsi="Browallia New" w:cs="Browallia New"/>
          <w:cs/>
        </w:rPr>
        <w:t>ธันวาคม</w:t>
      </w:r>
      <w:r w:rsidR="00F60E66" w:rsidRPr="000E3E1F">
        <w:rPr>
          <w:rFonts w:ascii="Browallia New" w:hAnsi="Browallia New" w:cs="Browallia New"/>
        </w:rPr>
        <w:t xml:space="preserve"> </w:t>
      </w:r>
      <w:r w:rsidR="00CD38A5" w:rsidRPr="000E3E1F">
        <w:rPr>
          <w:rFonts w:ascii="Browallia New" w:hAnsi="Browallia New" w:cs="Browallia New"/>
        </w:rPr>
        <w:t>256</w:t>
      </w:r>
      <w:r w:rsidR="00614AE8" w:rsidRPr="000E3E1F">
        <w:rPr>
          <w:rFonts w:ascii="Browallia New" w:hAnsi="Browallia New" w:cs="Browallia New"/>
        </w:rPr>
        <w:t>6</w:t>
      </w:r>
      <w:r w:rsidR="00F60E66" w:rsidRPr="000E3E1F">
        <w:rPr>
          <w:rFonts w:ascii="Browallia New" w:hAnsi="Browallia New" w:cs="Browallia New"/>
        </w:rPr>
        <w:t xml:space="preserve"> </w:t>
      </w:r>
      <w:r w:rsidRPr="000E3E1F">
        <w:rPr>
          <w:rFonts w:ascii="Browallia New" w:hAnsi="Browallia New" w:cs="Browallia New"/>
          <w:cs/>
        </w:rPr>
        <w:t>กลุ่ม</w:t>
      </w:r>
      <w:r w:rsidR="00FB7AB6" w:rsidRPr="000E3E1F">
        <w:rPr>
          <w:rFonts w:ascii="Browallia New" w:hAnsi="Browallia New" w:cs="Browallia New"/>
          <w:cs/>
        </w:rPr>
        <w:t>บริษัท</w:t>
      </w:r>
      <w:r w:rsidR="001A0673" w:rsidRPr="000E3E1F">
        <w:rPr>
          <w:rFonts w:ascii="Browallia New" w:hAnsi="Browallia New" w:cs="Browallia New"/>
          <w:cs/>
        </w:rPr>
        <w:t xml:space="preserve"> </w:t>
      </w:r>
      <w:r w:rsidR="00FB7AB6" w:rsidRPr="000E3E1F">
        <w:rPr>
          <w:rFonts w:ascii="Browallia New" w:hAnsi="Browallia New" w:cs="Browallia New"/>
          <w:cs/>
        </w:rPr>
        <w:t>มีรายการสินทรัพย์และหนี้สินที่ไม่ได้ป้องกันความเสี่ยงจากอัตราแลกเปลี่ยน</w:t>
      </w:r>
      <w:r w:rsidR="00D708AA" w:rsidRPr="000E3E1F">
        <w:rPr>
          <w:rFonts w:ascii="Browallia New" w:hAnsi="Browallia New" w:cs="Browallia New"/>
          <w:cs/>
        </w:rPr>
        <w:t>เนื่องจากมีรายการ</w:t>
      </w:r>
      <w:r w:rsidR="007B628C" w:rsidRPr="000E3E1F">
        <w:rPr>
          <w:rFonts w:ascii="Browallia New" w:hAnsi="Browallia New" w:cs="Browallia New"/>
          <w:cs/>
        </w:rPr>
        <w:t>ค้าทั้งรับและจ่ายที่เป็นเงินตราต่างประเทศ</w:t>
      </w:r>
      <w:r w:rsidR="00FB7AB6" w:rsidRPr="000E3E1F">
        <w:rPr>
          <w:rFonts w:ascii="Browallia New" w:hAnsi="Browallia New" w:cs="Browallia New"/>
          <w:cs/>
        </w:rPr>
        <w:t>ซึ่งถือเป็นการป้องกันความเสี่ยง</w:t>
      </w:r>
      <w:r w:rsidR="00C35BA5" w:rsidRPr="000E3E1F">
        <w:rPr>
          <w:rFonts w:ascii="Browallia New" w:hAnsi="Browallia New" w:cs="Browallia New"/>
          <w:cs/>
        </w:rPr>
        <w:t>ตามธรรมชาติ</w:t>
      </w:r>
      <w:r w:rsidR="00F60E66" w:rsidRPr="000E3E1F">
        <w:rPr>
          <w:rFonts w:ascii="Browallia New" w:hAnsi="Browallia New" w:cs="Browallia New"/>
        </w:rPr>
        <w:t xml:space="preserve"> </w:t>
      </w:r>
      <w:r w:rsidR="003F3914" w:rsidRPr="000E3E1F">
        <w:rPr>
          <w:rFonts w:ascii="Browallia New" w:hAnsi="Browallia New" w:cs="Browallia New"/>
          <w:cs/>
        </w:rPr>
        <w:t>ดั</w:t>
      </w:r>
      <w:r w:rsidR="00FB7AB6" w:rsidRPr="000E3E1F">
        <w:rPr>
          <w:rFonts w:ascii="Browallia New" w:hAnsi="Browallia New" w:cs="Browallia New"/>
          <w:cs/>
        </w:rPr>
        <w:t>งนี้</w:t>
      </w:r>
    </w:p>
    <w:p w14:paraId="48562F9B" w14:textId="77777777" w:rsidR="00A33E98" w:rsidRPr="000E3E1F"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0E3E1F" w14:paraId="48562F9E" w14:textId="77777777" w:rsidTr="005030A2">
        <w:tc>
          <w:tcPr>
            <w:tcW w:w="5472" w:type="dxa"/>
          </w:tcPr>
          <w:p w14:paraId="48562F9C" w14:textId="77777777" w:rsidR="00FB7AB6" w:rsidRPr="000E3E1F"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0E3E1F" w:rsidRDefault="00FB7AB6" w:rsidP="003E0B20">
            <w:pPr>
              <w:ind w:left="-108" w:right="-112"/>
              <w:jc w:val="center"/>
              <w:rPr>
                <w:rFonts w:ascii="Browallia New" w:hAnsi="Browallia New" w:cs="Browallia New"/>
                <w:cs/>
              </w:rPr>
            </w:pPr>
            <w:r w:rsidRPr="000E3E1F">
              <w:rPr>
                <w:rFonts w:ascii="Browallia New" w:hAnsi="Browallia New" w:cs="Browallia New"/>
                <w:cs/>
              </w:rPr>
              <w:t>จำนวนเงินตราต่างประเทศ</w:t>
            </w:r>
            <w:r w:rsidRPr="000E3E1F">
              <w:rPr>
                <w:rFonts w:ascii="Browallia New" w:hAnsi="Browallia New" w:cs="Browallia New"/>
              </w:rPr>
              <w:t xml:space="preserve"> (</w:t>
            </w:r>
            <w:r w:rsidR="003E05D8" w:rsidRPr="000E3E1F">
              <w:rPr>
                <w:rFonts w:ascii="Browallia New" w:hAnsi="Browallia New" w:cs="Browallia New"/>
                <w:cs/>
              </w:rPr>
              <w:t>พัน</w:t>
            </w:r>
            <w:r w:rsidR="00C35BA5" w:rsidRPr="000E3E1F">
              <w:rPr>
                <w:rFonts w:ascii="Browallia New" w:hAnsi="Browallia New" w:cs="Browallia New"/>
                <w:cs/>
              </w:rPr>
              <w:t>หน่วย</w:t>
            </w:r>
            <w:r w:rsidRPr="000E3E1F">
              <w:rPr>
                <w:rFonts w:ascii="Browallia New" w:hAnsi="Browallia New" w:cs="Browallia New"/>
                <w:cs/>
              </w:rPr>
              <w:t>)</w:t>
            </w:r>
          </w:p>
        </w:tc>
      </w:tr>
      <w:tr w:rsidR="00FB7AB6" w:rsidRPr="000E3E1F" w14:paraId="48562FA3" w14:textId="77777777" w:rsidTr="005030A2">
        <w:tc>
          <w:tcPr>
            <w:tcW w:w="5472" w:type="dxa"/>
          </w:tcPr>
          <w:p w14:paraId="48562F9F" w14:textId="77777777" w:rsidR="00FB7AB6" w:rsidRPr="000E3E1F"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4821E16B" w:rsidR="00FB7AB6" w:rsidRPr="000E3E1F" w:rsidRDefault="003E29CE" w:rsidP="003E0B20">
            <w:pPr>
              <w:ind w:left="-108" w:right="-108"/>
              <w:jc w:val="center"/>
              <w:rPr>
                <w:rFonts w:ascii="Browallia New" w:hAnsi="Browallia New" w:cs="Browallia New"/>
                <w:lang w:val="en-GB"/>
              </w:rPr>
            </w:pPr>
            <w:r w:rsidRPr="000E3E1F">
              <w:rPr>
                <w:rFonts w:ascii="Browallia New" w:hAnsi="Browallia New" w:cs="Browallia New"/>
                <w:spacing w:val="-4"/>
              </w:rPr>
              <w:t xml:space="preserve">30 </w:t>
            </w:r>
            <w:r w:rsidRPr="000E3E1F">
              <w:rPr>
                <w:rFonts w:ascii="Browallia New" w:hAnsi="Browallia New" w:cs="Browallia New"/>
                <w:spacing w:val="-4"/>
                <w:cs/>
              </w:rPr>
              <w:t>กันยายน</w:t>
            </w:r>
            <w:r w:rsidRPr="000E3E1F">
              <w:rPr>
                <w:rFonts w:ascii="Browallia New" w:hAnsi="Browallia New" w:cs="Browallia New"/>
                <w:spacing w:val="-4"/>
              </w:rPr>
              <w:t xml:space="preserve"> </w:t>
            </w:r>
            <w:r w:rsidR="008F79A9" w:rsidRPr="000E3E1F">
              <w:rPr>
                <w:rFonts w:ascii="Browallia New" w:hAnsi="Browallia New" w:cs="Browallia New"/>
                <w:spacing w:val="-4"/>
              </w:rPr>
              <w:t>256</w:t>
            </w:r>
            <w:r w:rsidR="001367D3" w:rsidRPr="000E3E1F">
              <w:rPr>
                <w:rFonts w:ascii="Browallia New" w:hAnsi="Browallia New" w:cs="Browallia New"/>
                <w:spacing w:val="-4"/>
              </w:rPr>
              <w:t>7</w:t>
            </w:r>
          </w:p>
        </w:tc>
        <w:tc>
          <w:tcPr>
            <w:tcW w:w="284" w:type="dxa"/>
            <w:tcBorders>
              <w:top w:val="single" w:sz="4" w:space="0" w:color="auto"/>
            </w:tcBorders>
          </w:tcPr>
          <w:p w14:paraId="48562FA1" w14:textId="77777777" w:rsidR="00FB7AB6" w:rsidRPr="000E3E1F"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894DD9D" w:rsidR="00FB7AB6" w:rsidRPr="000E3E1F" w:rsidRDefault="00FB7AB6" w:rsidP="003E0B20">
            <w:pPr>
              <w:ind w:left="-108" w:right="-108"/>
              <w:jc w:val="center"/>
              <w:rPr>
                <w:rFonts w:ascii="Browallia New" w:hAnsi="Browallia New" w:cs="Browallia New"/>
                <w:cs/>
                <w:lang w:val="en-GB"/>
              </w:rPr>
            </w:pPr>
            <w:r w:rsidRPr="000E3E1F">
              <w:rPr>
                <w:rFonts w:ascii="Browallia New" w:hAnsi="Browallia New" w:cs="Browallia New"/>
                <w:lang w:val="en-GB"/>
              </w:rPr>
              <w:t xml:space="preserve">31 </w:t>
            </w:r>
            <w:r w:rsidRPr="000E3E1F">
              <w:rPr>
                <w:rFonts w:ascii="Browallia New" w:hAnsi="Browallia New" w:cs="Browallia New"/>
                <w:cs/>
                <w:lang w:val="en-GB"/>
              </w:rPr>
              <w:t>ธันวาคม</w:t>
            </w:r>
            <w:r w:rsidR="00F60E66" w:rsidRPr="000E3E1F">
              <w:rPr>
                <w:rFonts w:ascii="Browallia New" w:hAnsi="Browallia New" w:cs="Browallia New"/>
              </w:rPr>
              <w:t xml:space="preserve"> </w:t>
            </w:r>
            <w:r w:rsidRPr="000E3E1F">
              <w:rPr>
                <w:rFonts w:ascii="Browallia New" w:hAnsi="Browallia New" w:cs="Browallia New"/>
                <w:lang w:val="en-GB"/>
              </w:rPr>
              <w:t>25</w:t>
            </w:r>
            <w:r w:rsidR="00DB24FB" w:rsidRPr="000E3E1F">
              <w:rPr>
                <w:rFonts w:ascii="Browallia New" w:hAnsi="Browallia New" w:cs="Browallia New"/>
              </w:rPr>
              <w:t>6</w:t>
            </w:r>
            <w:r w:rsidR="001367D3" w:rsidRPr="000E3E1F">
              <w:rPr>
                <w:rFonts w:ascii="Browallia New" w:hAnsi="Browallia New" w:cs="Browallia New"/>
              </w:rPr>
              <w:t>6</w:t>
            </w:r>
          </w:p>
        </w:tc>
      </w:tr>
      <w:tr w:rsidR="00FB7AB6" w:rsidRPr="000E3E1F" w14:paraId="48562FA8" w14:textId="77777777" w:rsidTr="005030A2">
        <w:tc>
          <w:tcPr>
            <w:tcW w:w="5472" w:type="dxa"/>
          </w:tcPr>
          <w:p w14:paraId="48562FA4" w14:textId="4FD33229" w:rsidR="00FB7AB6" w:rsidRPr="000E3E1F"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0E3E1F" w:rsidRDefault="00FB7AB6" w:rsidP="003E0B20">
            <w:pPr>
              <w:jc w:val="right"/>
              <w:rPr>
                <w:rFonts w:ascii="Browallia New" w:hAnsi="Browallia New" w:cs="Browallia New"/>
                <w:sz w:val="20"/>
                <w:szCs w:val="20"/>
              </w:rPr>
            </w:pPr>
          </w:p>
        </w:tc>
        <w:tc>
          <w:tcPr>
            <w:tcW w:w="284" w:type="dxa"/>
          </w:tcPr>
          <w:p w14:paraId="48562FA6" w14:textId="77777777" w:rsidR="00FB7AB6" w:rsidRPr="000E3E1F"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0E3E1F" w:rsidRDefault="00FB7AB6" w:rsidP="003E0B20">
            <w:pPr>
              <w:jc w:val="right"/>
              <w:rPr>
                <w:rFonts w:ascii="Browallia New" w:hAnsi="Browallia New" w:cs="Browallia New"/>
                <w:sz w:val="20"/>
                <w:szCs w:val="20"/>
              </w:rPr>
            </w:pPr>
          </w:p>
        </w:tc>
      </w:tr>
      <w:tr w:rsidR="00F32B9C" w:rsidRPr="000E3E1F" w14:paraId="4BEA601F" w14:textId="77777777" w:rsidTr="005030A2">
        <w:tc>
          <w:tcPr>
            <w:tcW w:w="5472" w:type="dxa"/>
          </w:tcPr>
          <w:p w14:paraId="0DF93009" w14:textId="74383398" w:rsidR="00F32B9C" w:rsidRPr="000E3E1F" w:rsidRDefault="00F32B9C" w:rsidP="003E0B20">
            <w:pPr>
              <w:jc w:val="thaiDistribute"/>
              <w:rPr>
                <w:rFonts w:ascii="Browallia New" w:hAnsi="Browallia New" w:cs="Browallia New"/>
                <w:u w:val="single"/>
                <w:cs/>
                <w:lang w:val="en-GB"/>
              </w:rPr>
            </w:pPr>
            <w:r w:rsidRPr="000E3E1F">
              <w:rPr>
                <w:rFonts w:ascii="Browallia New" w:hAnsi="Browallia New" w:cs="Browallia New"/>
                <w:u w:val="single"/>
                <w:cs/>
                <w:lang w:val="en-GB"/>
              </w:rPr>
              <w:t>สินทรัพย์ที่เป็นเงินตราต่างประเทศ</w:t>
            </w:r>
          </w:p>
        </w:tc>
        <w:tc>
          <w:tcPr>
            <w:tcW w:w="1701" w:type="dxa"/>
          </w:tcPr>
          <w:p w14:paraId="2BB48763" w14:textId="77777777" w:rsidR="00F32B9C" w:rsidRPr="000E3E1F" w:rsidRDefault="00F32B9C" w:rsidP="003E0B20">
            <w:pPr>
              <w:jc w:val="right"/>
              <w:rPr>
                <w:rFonts w:ascii="Browallia New" w:hAnsi="Browallia New" w:cs="Browallia New"/>
              </w:rPr>
            </w:pPr>
          </w:p>
        </w:tc>
        <w:tc>
          <w:tcPr>
            <w:tcW w:w="284" w:type="dxa"/>
          </w:tcPr>
          <w:p w14:paraId="47BAAAB2" w14:textId="77777777" w:rsidR="00F32B9C" w:rsidRPr="000E3E1F" w:rsidRDefault="00F32B9C" w:rsidP="003E0B20">
            <w:pPr>
              <w:jc w:val="thaiDistribute"/>
              <w:rPr>
                <w:rFonts w:ascii="Browallia New" w:hAnsi="Browallia New" w:cs="Browallia New"/>
                <w:lang w:val="en-GB"/>
              </w:rPr>
            </w:pPr>
          </w:p>
        </w:tc>
        <w:tc>
          <w:tcPr>
            <w:tcW w:w="1701" w:type="dxa"/>
          </w:tcPr>
          <w:p w14:paraId="5F333E50" w14:textId="77777777" w:rsidR="00F32B9C" w:rsidRPr="000E3E1F" w:rsidRDefault="00F32B9C" w:rsidP="003E0B20">
            <w:pPr>
              <w:jc w:val="right"/>
              <w:rPr>
                <w:rFonts w:ascii="Browallia New" w:hAnsi="Browallia New" w:cs="Browallia New"/>
              </w:rPr>
            </w:pPr>
          </w:p>
        </w:tc>
      </w:tr>
      <w:tr w:rsidR="009A64D0" w:rsidRPr="000E3E1F" w14:paraId="48562FAD" w14:textId="77777777" w:rsidTr="00CF1AC6">
        <w:trPr>
          <w:trHeight w:val="389"/>
        </w:trPr>
        <w:tc>
          <w:tcPr>
            <w:tcW w:w="5472" w:type="dxa"/>
          </w:tcPr>
          <w:p w14:paraId="48562FA9" w14:textId="64E97258" w:rsidR="009A64D0" w:rsidRPr="000E3E1F" w:rsidRDefault="009A64D0" w:rsidP="009A64D0">
            <w:pPr>
              <w:jc w:val="thaiDistribute"/>
              <w:rPr>
                <w:rFonts w:ascii="Browallia New" w:hAnsi="Browallia New" w:cs="Browallia New"/>
                <w:cs/>
                <w:lang w:val="en-GB"/>
              </w:rPr>
            </w:pPr>
            <w:r w:rsidRPr="000E3E1F">
              <w:rPr>
                <w:rFonts w:ascii="Browallia New" w:hAnsi="Browallia New" w:cs="Browallia New"/>
                <w:cs/>
                <w:lang w:val="en-GB"/>
              </w:rPr>
              <w:t>เหรียญสหรัฐฯ</w:t>
            </w:r>
          </w:p>
        </w:tc>
        <w:tc>
          <w:tcPr>
            <w:tcW w:w="1701" w:type="dxa"/>
          </w:tcPr>
          <w:p w14:paraId="48562FAA" w14:textId="0CF014F5" w:rsidR="009A64D0" w:rsidRPr="000E3E1F" w:rsidRDefault="005B586E" w:rsidP="009A64D0">
            <w:pPr>
              <w:jc w:val="right"/>
              <w:rPr>
                <w:rFonts w:ascii="Browallia New" w:hAnsi="Browallia New" w:cs="Browallia New"/>
                <w:lang w:val="en-GB"/>
              </w:rPr>
            </w:pPr>
            <w:r w:rsidRPr="000E3E1F">
              <w:rPr>
                <w:rFonts w:ascii="Browallia New" w:hAnsi="Browallia New" w:cs="Browallia New"/>
                <w:lang w:val="en-GB"/>
              </w:rPr>
              <w:t>16</w:t>
            </w:r>
          </w:p>
        </w:tc>
        <w:tc>
          <w:tcPr>
            <w:tcW w:w="284" w:type="dxa"/>
          </w:tcPr>
          <w:p w14:paraId="48562FAB" w14:textId="77777777" w:rsidR="009A64D0" w:rsidRPr="000E3E1F" w:rsidRDefault="009A64D0" w:rsidP="009A64D0">
            <w:pPr>
              <w:jc w:val="thaiDistribute"/>
              <w:rPr>
                <w:rFonts w:ascii="Browallia New" w:hAnsi="Browallia New" w:cs="Browallia New"/>
                <w:highlight w:val="yellow"/>
                <w:lang w:val="en-GB"/>
              </w:rPr>
            </w:pPr>
          </w:p>
        </w:tc>
        <w:tc>
          <w:tcPr>
            <w:tcW w:w="1701" w:type="dxa"/>
          </w:tcPr>
          <w:p w14:paraId="48562FAC" w14:textId="7EF57617" w:rsidR="009A64D0" w:rsidRPr="000E3E1F" w:rsidRDefault="009A64D0" w:rsidP="009A64D0">
            <w:pPr>
              <w:jc w:val="right"/>
              <w:rPr>
                <w:rFonts w:ascii="Browallia New" w:hAnsi="Browallia New" w:cs="Browallia New"/>
                <w:lang w:val="en-GB"/>
              </w:rPr>
            </w:pPr>
            <w:r w:rsidRPr="000E3E1F">
              <w:rPr>
                <w:rFonts w:ascii="Browallia New" w:hAnsi="Browallia New" w:cs="Browallia New"/>
                <w:lang w:val="en-GB"/>
              </w:rPr>
              <w:t>256</w:t>
            </w:r>
          </w:p>
        </w:tc>
      </w:tr>
      <w:tr w:rsidR="009A64D0" w:rsidRPr="000E3E1F" w14:paraId="48562FB2" w14:textId="77777777" w:rsidTr="00890636">
        <w:trPr>
          <w:trHeight w:val="274"/>
        </w:trPr>
        <w:tc>
          <w:tcPr>
            <w:tcW w:w="5472" w:type="dxa"/>
          </w:tcPr>
          <w:p w14:paraId="48562FAE" w14:textId="1A5B4AB4" w:rsidR="009A64D0" w:rsidRPr="000E3E1F" w:rsidRDefault="009A64D0" w:rsidP="009A64D0">
            <w:pPr>
              <w:jc w:val="thaiDistribute"/>
              <w:rPr>
                <w:rFonts w:ascii="Browallia New" w:hAnsi="Browallia New" w:cs="Browallia New"/>
                <w:cs/>
                <w:lang w:val="en-GB"/>
              </w:rPr>
            </w:pPr>
            <w:r w:rsidRPr="000E3E1F">
              <w:rPr>
                <w:rFonts w:ascii="Browallia New" w:hAnsi="Browallia New" w:cs="Browallia New"/>
                <w:cs/>
                <w:lang w:val="en-GB"/>
              </w:rPr>
              <w:t>เยนญี่ปุ่น</w:t>
            </w:r>
          </w:p>
        </w:tc>
        <w:tc>
          <w:tcPr>
            <w:tcW w:w="1701" w:type="dxa"/>
          </w:tcPr>
          <w:p w14:paraId="48562FAF" w14:textId="07056EBE" w:rsidR="009A64D0" w:rsidRPr="000E3E1F" w:rsidRDefault="005B586E" w:rsidP="009A64D0">
            <w:pPr>
              <w:jc w:val="right"/>
              <w:rPr>
                <w:rFonts w:ascii="Browallia New" w:hAnsi="Browallia New" w:cs="Browallia New"/>
              </w:rPr>
            </w:pPr>
            <w:r w:rsidRPr="000E3E1F">
              <w:rPr>
                <w:rFonts w:ascii="Browallia New" w:hAnsi="Browallia New" w:cs="Browallia New"/>
                <w:lang w:val="en-GB"/>
              </w:rPr>
              <w:t>1</w:t>
            </w:r>
            <w:r w:rsidRPr="000E3E1F">
              <w:rPr>
                <w:rFonts w:ascii="Browallia New" w:hAnsi="Browallia New" w:cs="Browallia New"/>
              </w:rPr>
              <w:t>61,703</w:t>
            </w:r>
          </w:p>
        </w:tc>
        <w:tc>
          <w:tcPr>
            <w:tcW w:w="284" w:type="dxa"/>
          </w:tcPr>
          <w:p w14:paraId="48562FB0" w14:textId="77777777" w:rsidR="009A64D0" w:rsidRPr="000E3E1F" w:rsidRDefault="009A64D0" w:rsidP="009A64D0">
            <w:pPr>
              <w:jc w:val="thaiDistribute"/>
              <w:rPr>
                <w:rFonts w:ascii="Browallia New" w:hAnsi="Browallia New" w:cs="Browallia New"/>
                <w:highlight w:val="yellow"/>
                <w:lang w:val="en-GB"/>
              </w:rPr>
            </w:pPr>
          </w:p>
        </w:tc>
        <w:tc>
          <w:tcPr>
            <w:tcW w:w="1701" w:type="dxa"/>
          </w:tcPr>
          <w:p w14:paraId="48562FB1" w14:textId="29C05521" w:rsidR="009A64D0" w:rsidRPr="000E3E1F" w:rsidRDefault="009A64D0" w:rsidP="009A64D0">
            <w:pPr>
              <w:jc w:val="right"/>
              <w:rPr>
                <w:rFonts w:ascii="Browallia New" w:hAnsi="Browallia New" w:cs="Browallia New"/>
                <w:lang w:val="en-GB"/>
              </w:rPr>
            </w:pPr>
            <w:r w:rsidRPr="000E3E1F">
              <w:rPr>
                <w:rFonts w:ascii="Browallia New" w:hAnsi="Browallia New" w:cs="Browallia New"/>
                <w:lang w:val="en-GB"/>
              </w:rPr>
              <w:t>103,233</w:t>
            </w:r>
          </w:p>
        </w:tc>
      </w:tr>
      <w:tr w:rsidR="0050544A" w:rsidRPr="000E3E1F" w14:paraId="61D0AB9F" w14:textId="77777777" w:rsidTr="00890636">
        <w:trPr>
          <w:trHeight w:val="274"/>
        </w:trPr>
        <w:tc>
          <w:tcPr>
            <w:tcW w:w="5472" w:type="dxa"/>
          </w:tcPr>
          <w:p w14:paraId="3A301643" w14:textId="77777777" w:rsidR="0050544A" w:rsidRPr="000E3E1F" w:rsidRDefault="0050544A" w:rsidP="0050544A">
            <w:pPr>
              <w:jc w:val="thaiDistribute"/>
              <w:rPr>
                <w:rFonts w:ascii="Browallia New" w:hAnsi="Browallia New" w:cs="Browallia New"/>
                <w:sz w:val="14"/>
                <w:szCs w:val="14"/>
                <w:u w:val="single"/>
                <w:cs/>
                <w:lang w:val="en-GB"/>
              </w:rPr>
            </w:pPr>
          </w:p>
        </w:tc>
        <w:tc>
          <w:tcPr>
            <w:tcW w:w="1701" w:type="dxa"/>
          </w:tcPr>
          <w:p w14:paraId="61D2DE22" w14:textId="77777777" w:rsidR="0050544A" w:rsidRPr="000E3E1F" w:rsidRDefault="0050544A" w:rsidP="0050544A">
            <w:pPr>
              <w:jc w:val="right"/>
              <w:rPr>
                <w:rFonts w:ascii="Browallia New" w:hAnsi="Browallia New" w:cs="Browallia New"/>
                <w:lang w:val="en-GB"/>
              </w:rPr>
            </w:pPr>
          </w:p>
        </w:tc>
        <w:tc>
          <w:tcPr>
            <w:tcW w:w="284" w:type="dxa"/>
          </w:tcPr>
          <w:p w14:paraId="71A0975D" w14:textId="77777777" w:rsidR="0050544A" w:rsidRPr="000E3E1F" w:rsidRDefault="0050544A" w:rsidP="0050544A">
            <w:pPr>
              <w:jc w:val="thaiDistribute"/>
              <w:rPr>
                <w:rFonts w:ascii="Browallia New" w:hAnsi="Browallia New" w:cs="Browallia New"/>
                <w:sz w:val="14"/>
                <w:szCs w:val="14"/>
                <w:highlight w:val="yellow"/>
                <w:lang w:val="en-GB"/>
              </w:rPr>
            </w:pPr>
          </w:p>
        </w:tc>
        <w:tc>
          <w:tcPr>
            <w:tcW w:w="1701" w:type="dxa"/>
          </w:tcPr>
          <w:p w14:paraId="38DBC2E5" w14:textId="77777777" w:rsidR="0050544A" w:rsidRPr="000E3E1F" w:rsidRDefault="0050544A" w:rsidP="0050544A">
            <w:pPr>
              <w:jc w:val="right"/>
              <w:rPr>
                <w:rFonts w:ascii="Browallia New" w:hAnsi="Browallia New" w:cs="Browallia New"/>
                <w:sz w:val="14"/>
                <w:szCs w:val="14"/>
              </w:rPr>
            </w:pPr>
          </w:p>
        </w:tc>
      </w:tr>
      <w:tr w:rsidR="0050544A" w:rsidRPr="000E3E1F" w14:paraId="48562FB7" w14:textId="77777777" w:rsidTr="005030A2">
        <w:tc>
          <w:tcPr>
            <w:tcW w:w="5472" w:type="dxa"/>
          </w:tcPr>
          <w:p w14:paraId="48562FB3" w14:textId="78A48505" w:rsidR="0050544A" w:rsidRPr="000E3E1F" w:rsidRDefault="0050544A" w:rsidP="0050544A">
            <w:pPr>
              <w:jc w:val="thaiDistribute"/>
              <w:rPr>
                <w:rFonts w:ascii="Browallia New" w:hAnsi="Browallia New" w:cs="Browallia New"/>
                <w:u w:val="single"/>
                <w:cs/>
                <w:lang w:val="en-GB"/>
              </w:rPr>
            </w:pPr>
            <w:r w:rsidRPr="000E3E1F">
              <w:rPr>
                <w:rFonts w:ascii="Browallia New" w:hAnsi="Browallia New" w:cs="Browallia New"/>
                <w:u w:val="single"/>
                <w:cs/>
                <w:lang w:val="en-GB"/>
              </w:rPr>
              <w:t>หนี้สินที่เป็นเงินตราต่างประเทศ</w:t>
            </w:r>
          </w:p>
        </w:tc>
        <w:tc>
          <w:tcPr>
            <w:tcW w:w="1701" w:type="dxa"/>
          </w:tcPr>
          <w:p w14:paraId="48562FB4" w14:textId="77777777" w:rsidR="0050544A" w:rsidRPr="000E3E1F" w:rsidRDefault="0050544A" w:rsidP="0050544A">
            <w:pPr>
              <w:jc w:val="right"/>
              <w:rPr>
                <w:rFonts w:ascii="Browallia New" w:hAnsi="Browallia New" w:cs="Browallia New"/>
                <w:lang w:val="en-GB"/>
              </w:rPr>
            </w:pPr>
          </w:p>
        </w:tc>
        <w:tc>
          <w:tcPr>
            <w:tcW w:w="284" w:type="dxa"/>
          </w:tcPr>
          <w:p w14:paraId="48562FB5" w14:textId="77777777" w:rsidR="0050544A" w:rsidRPr="000E3E1F" w:rsidRDefault="0050544A" w:rsidP="0050544A">
            <w:pPr>
              <w:jc w:val="thaiDistribute"/>
              <w:rPr>
                <w:rFonts w:ascii="Browallia New" w:hAnsi="Browallia New" w:cs="Browallia New"/>
                <w:highlight w:val="yellow"/>
                <w:lang w:val="en-GB"/>
              </w:rPr>
            </w:pPr>
          </w:p>
        </w:tc>
        <w:tc>
          <w:tcPr>
            <w:tcW w:w="1701" w:type="dxa"/>
          </w:tcPr>
          <w:p w14:paraId="48562FB6" w14:textId="77777777" w:rsidR="0050544A" w:rsidRPr="000E3E1F" w:rsidRDefault="0050544A" w:rsidP="0050544A">
            <w:pPr>
              <w:jc w:val="right"/>
              <w:rPr>
                <w:rFonts w:ascii="Browallia New" w:hAnsi="Browallia New" w:cs="Browallia New"/>
              </w:rPr>
            </w:pPr>
          </w:p>
        </w:tc>
      </w:tr>
      <w:tr w:rsidR="00295833" w:rsidRPr="000E3E1F" w14:paraId="48562FBC" w14:textId="77777777" w:rsidTr="005030A2">
        <w:tc>
          <w:tcPr>
            <w:tcW w:w="5472" w:type="dxa"/>
          </w:tcPr>
          <w:p w14:paraId="48562FB8" w14:textId="44B2A3E7" w:rsidR="00295833" w:rsidRPr="000E3E1F" w:rsidRDefault="00295833" w:rsidP="00295833">
            <w:pPr>
              <w:jc w:val="thaiDistribute"/>
              <w:rPr>
                <w:rFonts w:ascii="Browallia New" w:hAnsi="Browallia New" w:cs="Browallia New"/>
                <w:lang w:val="en-GB"/>
              </w:rPr>
            </w:pPr>
            <w:r w:rsidRPr="000E3E1F">
              <w:rPr>
                <w:rFonts w:ascii="Browallia New" w:hAnsi="Browallia New" w:cs="Browallia New"/>
                <w:cs/>
                <w:lang w:val="en-GB"/>
              </w:rPr>
              <w:t>เหรียญสหรัฐฯ</w:t>
            </w:r>
          </w:p>
        </w:tc>
        <w:tc>
          <w:tcPr>
            <w:tcW w:w="1701" w:type="dxa"/>
          </w:tcPr>
          <w:p w14:paraId="48562FB9" w14:textId="767A5A10" w:rsidR="00295833" w:rsidRPr="000E3E1F" w:rsidRDefault="005B586E" w:rsidP="00295833">
            <w:pPr>
              <w:jc w:val="right"/>
              <w:rPr>
                <w:rFonts w:ascii="Browallia New" w:hAnsi="Browallia New" w:cs="Browallia New"/>
                <w:lang w:val="en-GB"/>
              </w:rPr>
            </w:pPr>
            <w:r w:rsidRPr="000E3E1F">
              <w:rPr>
                <w:rFonts w:ascii="Browallia New" w:hAnsi="Browallia New" w:cs="Browallia New"/>
                <w:lang w:val="en-GB"/>
              </w:rPr>
              <w:t>2,228</w:t>
            </w:r>
          </w:p>
        </w:tc>
        <w:tc>
          <w:tcPr>
            <w:tcW w:w="284" w:type="dxa"/>
          </w:tcPr>
          <w:p w14:paraId="48562FBA" w14:textId="3D59665D" w:rsidR="00295833" w:rsidRPr="000E3E1F" w:rsidRDefault="00295833" w:rsidP="00295833">
            <w:pPr>
              <w:jc w:val="thaiDistribute"/>
              <w:rPr>
                <w:rFonts w:ascii="Browallia New" w:hAnsi="Browallia New" w:cs="Browallia New"/>
                <w:highlight w:val="yellow"/>
                <w:lang w:val="en-GB"/>
              </w:rPr>
            </w:pPr>
          </w:p>
        </w:tc>
        <w:tc>
          <w:tcPr>
            <w:tcW w:w="1701" w:type="dxa"/>
          </w:tcPr>
          <w:p w14:paraId="48562FBB" w14:textId="4192238D" w:rsidR="00295833" w:rsidRPr="000E3E1F" w:rsidRDefault="00295833" w:rsidP="00295833">
            <w:pPr>
              <w:jc w:val="right"/>
              <w:rPr>
                <w:rFonts w:ascii="Browallia New" w:hAnsi="Browallia New" w:cs="Browallia New"/>
              </w:rPr>
            </w:pPr>
            <w:r w:rsidRPr="000E3E1F">
              <w:rPr>
                <w:rFonts w:ascii="Browallia New" w:hAnsi="Browallia New" w:cs="Browallia New"/>
              </w:rPr>
              <w:t>1,904</w:t>
            </w:r>
          </w:p>
        </w:tc>
      </w:tr>
    </w:tbl>
    <w:p w14:paraId="76888E6C" w14:textId="77777777" w:rsidR="009E411B" w:rsidRPr="000E3E1F" w:rsidRDefault="009E411B" w:rsidP="00D62E7C">
      <w:pPr>
        <w:tabs>
          <w:tab w:val="num" w:pos="864"/>
        </w:tabs>
        <w:rPr>
          <w:rFonts w:ascii="Browallia New" w:hAnsi="Browallia New" w:cs="Browallia New"/>
          <w:b/>
          <w:bCs/>
        </w:rPr>
      </w:pPr>
    </w:p>
    <w:p w14:paraId="78AD50E6" w14:textId="653CE1D9" w:rsidR="00D62E7C" w:rsidRPr="000E3E1F" w:rsidRDefault="00D62E7C" w:rsidP="00EC1E77">
      <w:pPr>
        <w:numPr>
          <w:ilvl w:val="0"/>
          <w:numId w:val="1"/>
        </w:numPr>
        <w:tabs>
          <w:tab w:val="clear" w:pos="360"/>
          <w:tab w:val="left" w:pos="374"/>
          <w:tab w:val="left" w:pos="426"/>
        </w:tabs>
        <w:jc w:val="thaiDistribute"/>
        <w:rPr>
          <w:rFonts w:ascii="Browallia New" w:hAnsi="Browallia New" w:cs="Browallia New"/>
          <w:b/>
          <w:bCs/>
        </w:rPr>
      </w:pPr>
      <w:r w:rsidRPr="000E3E1F">
        <w:rPr>
          <w:rFonts w:ascii="Browallia New" w:hAnsi="Browallia New" w:cs="Browallia New"/>
          <w:b/>
          <w:bCs/>
          <w:cs/>
        </w:rPr>
        <w:t>ภาระผูกพัน</w:t>
      </w:r>
    </w:p>
    <w:p w14:paraId="6D533823" w14:textId="77777777" w:rsidR="00682D48" w:rsidRPr="000E3E1F" w:rsidRDefault="00682D48" w:rsidP="00D62E7C">
      <w:pPr>
        <w:rPr>
          <w:rFonts w:ascii="Browallia New" w:hAnsi="Browallia New" w:cs="Browallia New"/>
          <w:b/>
          <w:bCs/>
        </w:rPr>
      </w:pPr>
    </w:p>
    <w:p w14:paraId="2F6BF4A2" w14:textId="1370EE44" w:rsidR="00682D48" w:rsidRPr="000E3E1F" w:rsidRDefault="00682D48" w:rsidP="00682D48">
      <w:pPr>
        <w:tabs>
          <w:tab w:val="left" w:pos="720"/>
        </w:tabs>
        <w:ind w:left="342" w:firstLine="18"/>
        <w:jc w:val="thaiDistribute"/>
        <w:rPr>
          <w:rFonts w:ascii="Browallia New" w:hAnsi="Browallia New" w:cs="Browallia New"/>
          <w:lang w:val="en-GB"/>
        </w:rPr>
      </w:pPr>
      <w:r w:rsidRPr="000E3E1F">
        <w:rPr>
          <w:rFonts w:ascii="Browallia New" w:hAnsi="Browallia New" w:cs="Browallia New"/>
          <w:cs/>
        </w:rPr>
        <w:t xml:space="preserve">ณ วันที่ </w:t>
      </w:r>
      <w:r w:rsidR="003E29CE" w:rsidRPr="000E3E1F">
        <w:rPr>
          <w:rFonts w:ascii="Browallia New" w:hAnsi="Browallia New" w:cs="Browallia New"/>
        </w:rPr>
        <w:t xml:space="preserve">30 </w:t>
      </w:r>
      <w:r w:rsidR="003E29CE" w:rsidRPr="000E3E1F">
        <w:rPr>
          <w:rFonts w:ascii="Browallia New" w:hAnsi="Browallia New" w:cs="Browallia New"/>
          <w:cs/>
        </w:rPr>
        <w:t>กันยายน</w:t>
      </w:r>
      <w:r w:rsidR="003E29CE" w:rsidRPr="000E3E1F">
        <w:rPr>
          <w:rFonts w:ascii="Browallia New" w:hAnsi="Browallia New" w:cs="Browallia New"/>
        </w:rPr>
        <w:t xml:space="preserve"> </w:t>
      </w:r>
      <w:r w:rsidRPr="000E3E1F">
        <w:rPr>
          <w:rFonts w:ascii="Browallia New" w:hAnsi="Browallia New" w:cs="Browallia New"/>
          <w:spacing w:val="-4"/>
        </w:rPr>
        <w:t>256</w:t>
      </w:r>
      <w:r w:rsidR="007A54E0" w:rsidRPr="000E3E1F">
        <w:rPr>
          <w:rFonts w:ascii="Browallia New" w:hAnsi="Browallia New" w:cs="Browallia New"/>
          <w:spacing w:val="-4"/>
        </w:rPr>
        <w:t>7</w:t>
      </w:r>
      <w:r w:rsidRPr="000E3E1F">
        <w:rPr>
          <w:rFonts w:ascii="Browallia New" w:hAnsi="Browallia New" w:cs="Browallia New"/>
          <w:color w:val="000000"/>
          <w:cs/>
        </w:rPr>
        <w:t xml:space="preserve"> กลุ่ม</w:t>
      </w:r>
      <w:r w:rsidRPr="000E3E1F">
        <w:rPr>
          <w:rFonts w:ascii="Browallia New" w:hAnsi="Browallia New" w:cs="Browallia New"/>
          <w:cs/>
          <w:lang w:val="en-GB"/>
        </w:rPr>
        <w:t>บริษัทมีภาระผูกพัน ดังนี้</w:t>
      </w:r>
    </w:p>
    <w:p w14:paraId="5B94A61E" w14:textId="77777777" w:rsidR="00682D48" w:rsidRPr="000E3E1F" w:rsidRDefault="00682D48" w:rsidP="00682D48">
      <w:pPr>
        <w:tabs>
          <w:tab w:val="left" w:pos="720"/>
        </w:tabs>
        <w:ind w:left="342" w:firstLine="18"/>
        <w:jc w:val="thaiDistribute"/>
        <w:rPr>
          <w:rFonts w:ascii="Browallia New" w:hAnsi="Browallia New" w:cs="Browallia New"/>
          <w:lang w:val="en-GB"/>
        </w:rPr>
      </w:pPr>
    </w:p>
    <w:p w14:paraId="70B5C0BC" w14:textId="772CE5FB" w:rsidR="00682D48" w:rsidRPr="000E3E1F" w:rsidRDefault="00682D48" w:rsidP="00682D48">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0E3E1F">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0E3E1F">
        <w:rPr>
          <w:rFonts w:ascii="Browallia New" w:hAnsi="Browallia New" w:cs="Browallia New"/>
          <w:sz w:val="28"/>
          <w:cs/>
        </w:rPr>
        <w:t xml:space="preserve"> </w:t>
      </w:r>
      <w:r w:rsidR="008D13B9" w:rsidRPr="000E3E1F">
        <w:rPr>
          <w:rFonts w:ascii="Browallia New" w:hAnsi="Browallia New" w:cs="Browallia New"/>
          <w:sz w:val="28"/>
        </w:rPr>
        <w:t>441.54</w:t>
      </w:r>
      <w:r w:rsidR="00C62BE4" w:rsidRPr="000E3E1F">
        <w:rPr>
          <w:rFonts w:ascii="Browallia New" w:hAnsi="Browallia New" w:cs="Browallia New"/>
          <w:sz w:val="28"/>
        </w:rPr>
        <w:t xml:space="preserve"> </w:t>
      </w:r>
      <w:r w:rsidRPr="000E3E1F">
        <w:rPr>
          <w:rFonts w:ascii="Browallia New" w:hAnsi="Browallia New" w:cs="Browallia New"/>
          <w:sz w:val="28"/>
          <w:cs/>
        </w:rPr>
        <w:t>ล้านบาท</w:t>
      </w:r>
    </w:p>
    <w:p w14:paraId="07AFE576" w14:textId="77777777" w:rsidR="00682D48" w:rsidRPr="000E3E1F" w:rsidRDefault="00682D48" w:rsidP="00682D48">
      <w:pPr>
        <w:pStyle w:val="ListParagraph"/>
        <w:tabs>
          <w:tab w:val="left" w:pos="854"/>
          <w:tab w:val="left" w:pos="1276"/>
        </w:tabs>
        <w:spacing w:after="0" w:line="240" w:lineRule="auto"/>
        <w:jc w:val="thaiDistribute"/>
        <w:rPr>
          <w:rFonts w:ascii="Browallia New" w:hAnsi="Browallia New" w:cs="Browallia New"/>
          <w:sz w:val="28"/>
        </w:rPr>
      </w:pPr>
    </w:p>
    <w:p w14:paraId="02028868" w14:textId="35B00A6E" w:rsidR="004F6725" w:rsidRPr="000E3E1F" w:rsidRDefault="00682D48" w:rsidP="00250BA7">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0E3E1F">
        <w:rPr>
          <w:rFonts w:ascii="Browallia New" w:hAnsi="Browallia New" w:cs="Browallia New"/>
          <w:sz w:val="28"/>
          <w:cs/>
        </w:rPr>
        <w:t>บริษัทมีหนังสือค้ำประกันที่ออกโดยสถาบันการเงินในนามบริษัท</w:t>
      </w:r>
      <w:r w:rsidRPr="000E3E1F">
        <w:rPr>
          <w:rFonts w:ascii="Browallia New" w:hAnsi="Browallia New" w:cs="Browallia New"/>
          <w:spacing w:val="-6"/>
          <w:sz w:val="28"/>
          <w:cs/>
        </w:rPr>
        <w:t xml:space="preserve"> เหลืออยู่เป็นจำนวนประมาณ</w:t>
      </w:r>
      <w:r w:rsidR="00385D97" w:rsidRPr="000E3E1F">
        <w:rPr>
          <w:rFonts w:ascii="Browallia New" w:hAnsi="Browallia New" w:cs="Browallia New"/>
          <w:spacing w:val="-6"/>
          <w:sz w:val="28"/>
        </w:rPr>
        <w:t xml:space="preserve"> </w:t>
      </w:r>
      <w:r w:rsidR="008D13B9" w:rsidRPr="000E3E1F">
        <w:rPr>
          <w:rFonts w:ascii="Browallia New" w:hAnsi="Browallia New" w:cs="Browallia New"/>
          <w:spacing w:val="-6"/>
          <w:sz w:val="28"/>
        </w:rPr>
        <w:t>9.29</w:t>
      </w:r>
      <w:r w:rsidR="00741B41" w:rsidRPr="000E3E1F">
        <w:rPr>
          <w:rFonts w:ascii="Browallia New" w:hAnsi="Browallia New" w:cs="Browallia New"/>
          <w:spacing w:val="-6"/>
          <w:sz w:val="28"/>
        </w:rPr>
        <w:t xml:space="preserve"> </w:t>
      </w:r>
      <w:r w:rsidRPr="000E3E1F">
        <w:rPr>
          <w:rFonts w:ascii="Browallia New" w:hAnsi="Browallia New" w:cs="Browallia New"/>
          <w:sz w:val="28"/>
          <w:cs/>
        </w:rPr>
        <w:t>ล้านบาท       ซึ่งเกี่ยวเนื่องกับภาระผูกพันทางปฏิบัติบางประการตามปกติธุรกิจของบริษัท</w:t>
      </w:r>
    </w:p>
    <w:sectPr w:rsidR="004F6725" w:rsidRPr="000E3E1F" w:rsidSect="00AD3738">
      <w:headerReference w:type="default" r:id="rId11"/>
      <w:footerReference w:type="even" r:id="rId12"/>
      <w:footerReference w:type="default" r:id="rId13"/>
      <w:headerReference w:type="first" r:id="rId14"/>
      <w:footerReference w:type="first" r:id="rId15"/>
      <w:type w:val="continuous"/>
      <w:pgSz w:w="11906" w:h="16838" w:code="9"/>
      <w:pgMar w:top="2250" w:right="992" w:bottom="964" w:left="1497" w:header="720" w:footer="561" w:gutter="0"/>
      <w:pgNumType w:start="12"/>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BD2A0" w14:textId="77777777" w:rsidR="00571398" w:rsidRDefault="00571398">
      <w:r>
        <w:separator/>
      </w:r>
    </w:p>
  </w:endnote>
  <w:endnote w:type="continuationSeparator" w:id="0">
    <w:p w14:paraId="0CAF042B" w14:textId="77777777" w:rsidR="00571398" w:rsidRDefault="00571398">
      <w:r>
        <w:continuationSeparator/>
      </w:r>
    </w:p>
  </w:endnote>
  <w:endnote w:type="continuationNotice" w:id="1">
    <w:p w14:paraId="71EC4E37" w14:textId="77777777" w:rsidR="00571398" w:rsidRDefault="00571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Leelawadee UI"/>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CC412" w14:textId="46E234DC" w:rsidR="005314A6" w:rsidRDefault="005314A6">
    <w:pPr>
      <w:pStyle w:val="Footer"/>
    </w:pPr>
  </w:p>
  <w:p w14:paraId="6D4422BF" w14:textId="77777777" w:rsidR="0099305E" w:rsidRDefault="009930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E" w14:textId="7B69FF65"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00B65B93">
      <w:rPr>
        <w:rFonts w:ascii="Browallia New" w:hAnsi="Browallia New" w:cs="Browallia New"/>
        <w:noProof/>
      </w:rPr>
      <w:t>1</w:t>
    </w:r>
    <w:r w:rsidR="0078352F">
      <w:rPr>
        <w:rFonts w:ascii="Browallia New" w:hAnsi="Browallia New" w:cs="Browallia New"/>
        <w:noProof/>
      </w:rPr>
      <w:t>2</w:t>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D2A7D" w14:textId="77777777" w:rsidR="00571398" w:rsidRDefault="00571398">
      <w:r>
        <w:separator/>
      </w:r>
    </w:p>
  </w:footnote>
  <w:footnote w:type="continuationSeparator" w:id="0">
    <w:p w14:paraId="4EAE0894" w14:textId="77777777" w:rsidR="00571398" w:rsidRDefault="00571398">
      <w:r>
        <w:continuationSeparator/>
      </w:r>
    </w:p>
  </w:footnote>
  <w:footnote w:type="continuationNotice" w:id="1">
    <w:p w14:paraId="639F288C" w14:textId="77777777" w:rsidR="00571398" w:rsidRDefault="005713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0B029"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464D657" w14:textId="0B922734"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147C0D">
      <w:rPr>
        <w:rFonts w:ascii="Browallia New" w:hAnsi="Browallia New" w:cs="Browallia New"/>
        <w:b/>
        <w:bCs/>
      </w:rPr>
      <w:t xml:space="preserve"> </w:t>
    </w:r>
    <w:r w:rsidR="00147C0D" w:rsidRPr="006D3430">
      <w:rPr>
        <w:rFonts w:ascii="Browallia New" w:hAnsi="Browallia New" w:cs="Browallia New"/>
        <w:b/>
        <w:bCs/>
        <w:cs/>
      </w:rPr>
      <w:t>(ยังไม่ได้ตรวจสอบ แต่สอบทานแล้ว</w:t>
    </w:r>
    <w:r w:rsidR="00147C0D" w:rsidRPr="006D3430">
      <w:rPr>
        <w:rFonts w:ascii="Browallia New" w:hAnsi="Browallia New" w:cs="Browallia New"/>
        <w:b/>
        <w:bCs/>
      </w:rPr>
      <w:t>)</w:t>
    </w:r>
  </w:p>
  <w:p w14:paraId="1002C4FD" w14:textId="008BCA50" w:rsidR="00D679F3" w:rsidRDefault="00D679F3" w:rsidP="00A156AE">
    <w:pPr>
      <w:pStyle w:val="Header"/>
      <w:rPr>
        <w:rFonts w:ascii="Browallia New" w:hAnsi="Browallia New" w:cs="Browallia New"/>
        <w:b/>
        <w:bCs/>
        <w:szCs w:val="28"/>
      </w:rPr>
    </w:pPr>
    <w:r w:rsidRPr="00D679F3">
      <w:rPr>
        <w:rFonts w:ascii="Browallia New" w:hAnsi="Browallia New" w:cs="Browallia New"/>
        <w:b/>
        <w:bCs/>
        <w:szCs w:val="28"/>
        <w:cs/>
      </w:rPr>
      <w:t>สำหรับงวดสามเดือนและ</w:t>
    </w:r>
    <w:r w:rsidR="00DE5F06">
      <w:rPr>
        <w:rFonts w:ascii="Browallia New" w:hAnsi="Browallia New" w:cs="Browallia New" w:hint="cs"/>
        <w:b/>
        <w:bCs/>
        <w:szCs w:val="28"/>
        <w:cs/>
      </w:rPr>
      <w:t>เก้า</w:t>
    </w:r>
    <w:r w:rsidRPr="00D679F3">
      <w:rPr>
        <w:rFonts w:ascii="Browallia New" w:hAnsi="Browallia New" w:cs="Browallia New"/>
        <w:b/>
        <w:bCs/>
        <w:szCs w:val="28"/>
        <w:cs/>
      </w:rPr>
      <w:t xml:space="preserve">เดือนสิ้นสุดวันที่ </w:t>
    </w:r>
    <w:r w:rsidR="00B96127" w:rsidRPr="0090552A">
      <w:rPr>
        <w:rFonts w:ascii="Browallia New" w:hAnsi="Browallia New" w:cs="Browallia New"/>
        <w:b/>
        <w:bCs/>
        <w:szCs w:val="28"/>
      </w:rPr>
      <w:t xml:space="preserve">30 </w:t>
    </w:r>
    <w:r w:rsidR="00E40D63">
      <w:rPr>
        <w:rFonts w:ascii="Browallia New" w:hAnsi="Browallia New" w:cs="Browallia New" w:hint="cs"/>
        <w:b/>
        <w:bCs/>
        <w:szCs w:val="28"/>
        <w:cs/>
      </w:rPr>
      <w:t>กันยายน</w:t>
    </w:r>
    <w:r w:rsidR="00B96127" w:rsidRPr="0090552A">
      <w:rPr>
        <w:rFonts w:ascii="Browallia New" w:hAnsi="Browallia New" w:cs="Browallia New"/>
        <w:b/>
        <w:bCs/>
        <w:szCs w:val="28"/>
      </w:rPr>
      <w:t xml:space="preserve"> </w:t>
    </w:r>
    <w:r w:rsidR="00B96127">
      <w:rPr>
        <w:rFonts w:ascii="Browallia New" w:hAnsi="Browallia New" w:cs="Browallia New"/>
        <w:b/>
        <w:bCs/>
        <w:szCs w:val="28"/>
      </w:rPr>
      <w:t>2567</w:t>
    </w:r>
  </w:p>
  <w:p w14:paraId="55B879C1" w14:textId="7CEBC7F7" w:rsidR="00A156AE" w:rsidRDefault="00A156AE" w:rsidP="00A156AE">
    <w:pPr>
      <w:pStyle w:val="Header"/>
    </w:pPr>
    <w:r>
      <w:rPr>
        <w:noProof/>
      </w:rPr>
      <mc:AlternateContent>
        <mc:Choice Requires="wps">
          <w:drawing>
            <wp:anchor distT="0" distB="0" distL="114300" distR="114300" simplePos="0" relativeHeight="251658241" behindDoc="0" locked="0" layoutInCell="1" allowOverlap="1" wp14:anchorId="2123D0C2" wp14:editId="6745CBA5">
              <wp:simplePos x="0" y="0"/>
              <wp:positionH relativeFrom="column">
                <wp:posOffset>0</wp:posOffset>
              </wp:positionH>
              <wp:positionV relativeFrom="paragraph">
                <wp:posOffset>90952</wp:posOffset>
              </wp:positionV>
              <wp:extent cx="5929532" cy="0"/>
              <wp:effectExtent l="0" t="0" r="0" b="0"/>
              <wp:wrapNone/>
              <wp:docPr id="57918564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040628"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B9A80"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76F6047" w14:textId="50F2C67F"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9046FE">
      <w:rPr>
        <w:rFonts w:ascii="Browallia New" w:hAnsi="Browallia New" w:cs="Browallia New"/>
        <w:b/>
        <w:bCs/>
      </w:rPr>
      <w:t xml:space="preserve"> </w:t>
    </w:r>
    <w:r w:rsidR="009046FE" w:rsidRPr="006D3430">
      <w:rPr>
        <w:rFonts w:ascii="Browallia New" w:hAnsi="Browallia New" w:cs="Browallia New"/>
        <w:b/>
        <w:bCs/>
        <w:cs/>
      </w:rPr>
      <w:t>(ยังไม่ได้ตรวจสอบ แต่สอบทานแล้ว</w:t>
    </w:r>
    <w:r w:rsidR="009046FE" w:rsidRPr="006D3430">
      <w:rPr>
        <w:rFonts w:ascii="Browallia New" w:hAnsi="Browallia New" w:cs="Browallia New"/>
        <w:b/>
        <w:bCs/>
      </w:rPr>
      <w:t>)</w:t>
    </w:r>
  </w:p>
  <w:p w14:paraId="0DD14E64" w14:textId="5881DE9C" w:rsidR="00A156AE" w:rsidRDefault="008C6E34" w:rsidP="00A156AE">
    <w:pPr>
      <w:pStyle w:val="Header"/>
      <w:rPr>
        <w:rFonts w:ascii="Browallia New" w:hAnsi="Browallia New" w:cs="Browallia New"/>
        <w:b/>
        <w:bCs/>
        <w:szCs w:val="28"/>
      </w:rPr>
    </w:pPr>
    <w:r w:rsidRPr="008C6E34">
      <w:rPr>
        <w:rFonts w:ascii="Browallia New" w:hAnsi="Browallia New" w:cs="Browallia New"/>
        <w:b/>
        <w:bCs/>
        <w:szCs w:val="28"/>
        <w:cs/>
      </w:rPr>
      <w:t>สำหรับงวดสามเดือนและเก้าเดือนสิ้นสุดวันที่</w:t>
    </w:r>
    <w:r w:rsidRPr="008C6E34">
      <w:rPr>
        <w:rFonts w:ascii="Browallia New" w:hAnsi="Browallia New" w:cs="Browallia New"/>
        <w:b/>
        <w:bCs/>
        <w:szCs w:val="28"/>
      </w:rPr>
      <w:t xml:space="preserve"> 30 </w:t>
    </w:r>
    <w:r w:rsidRPr="008C6E34">
      <w:rPr>
        <w:rFonts w:ascii="Browallia New" w:hAnsi="Browallia New" w:cs="Browallia New"/>
        <w:b/>
        <w:bCs/>
        <w:szCs w:val="28"/>
        <w:cs/>
      </w:rPr>
      <w:t>กันยายน</w:t>
    </w:r>
    <w:r w:rsidRPr="008C6E34">
      <w:rPr>
        <w:rFonts w:ascii="Browallia New" w:hAnsi="Browallia New" w:cs="Browallia New"/>
        <w:b/>
        <w:bCs/>
        <w:szCs w:val="28"/>
      </w:rPr>
      <w:t xml:space="preserve"> </w:t>
    </w:r>
    <w:r w:rsidR="00A156AE">
      <w:rPr>
        <w:rFonts w:ascii="Browallia New" w:hAnsi="Browallia New" w:cs="Browallia New"/>
        <w:b/>
        <w:bCs/>
        <w:szCs w:val="28"/>
      </w:rPr>
      <w:t>2567</w:t>
    </w:r>
  </w:p>
  <w:p w14:paraId="18FC4D2F" w14:textId="01E6B42C" w:rsidR="00A156AE" w:rsidRDefault="00EF5580" w:rsidP="00A156AE">
    <w:pPr>
      <w:pStyle w:val="Header"/>
    </w:pPr>
    <w:r>
      <w:rPr>
        <w:noProof/>
      </w:rPr>
      <mc:AlternateContent>
        <mc:Choice Requires="wps">
          <w:drawing>
            <wp:anchor distT="0" distB="0" distL="114300" distR="114300" simplePos="0" relativeHeight="251658240" behindDoc="0" locked="0" layoutInCell="1" allowOverlap="1" wp14:anchorId="2229B109" wp14:editId="789CE656">
              <wp:simplePos x="0" y="0"/>
              <wp:positionH relativeFrom="column">
                <wp:posOffset>-5715</wp:posOffset>
              </wp:positionH>
              <wp:positionV relativeFrom="paragraph">
                <wp:posOffset>73660</wp:posOffset>
              </wp:positionV>
              <wp:extent cx="6004560"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057B11D"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E0235"/>
    <w:multiLevelType w:val="multilevel"/>
    <w:tmpl w:val="B15CC068"/>
    <w:lvl w:ilvl="0">
      <w:start w:val="18"/>
      <w:numFmt w:val="decimal"/>
      <w:lvlText w:val="%1"/>
      <w:lvlJc w:val="left"/>
      <w:pPr>
        <w:ind w:left="644" w:hanging="360"/>
      </w:pPr>
      <w:rPr>
        <w:rFonts w:hint="default"/>
        <w:sz w:val="28"/>
        <w:u w:val="none"/>
      </w:rPr>
    </w:lvl>
    <w:lvl w:ilvl="1">
      <w:start w:val="1"/>
      <w:numFmt w:val="decimal"/>
      <w:lvlText w:val="%1.%2"/>
      <w:lvlJc w:val="left"/>
      <w:pPr>
        <w:ind w:left="1004" w:hanging="360"/>
      </w:pPr>
      <w:rPr>
        <w:rFonts w:hint="default"/>
        <w:sz w:val="28"/>
        <w:u w:val="none"/>
      </w:rPr>
    </w:lvl>
    <w:lvl w:ilvl="2">
      <w:start w:val="1"/>
      <w:numFmt w:val="decimal"/>
      <w:lvlText w:val="%1.%2.%3"/>
      <w:lvlJc w:val="left"/>
      <w:pPr>
        <w:ind w:left="1364" w:hanging="360"/>
      </w:pPr>
      <w:rPr>
        <w:rFonts w:hint="default"/>
        <w:sz w:val="28"/>
        <w:u w:val="none"/>
      </w:rPr>
    </w:lvl>
    <w:lvl w:ilvl="3">
      <w:start w:val="1"/>
      <w:numFmt w:val="decimal"/>
      <w:lvlText w:val="%1.%2.%3.%4"/>
      <w:lvlJc w:val="left"/>
      <w:pPr>
        <w:ind w:left="2084" w:hanging="720"/>
      </w:pPr>
      <w:rPr>
        <w:rFonts w:hint="default"/>
        <w:sz w:val="28"/>
        <w:u w:val="none"/>
      </w:rPr>
    </w:lvl>
    <w:lvl w:ilvl="4">
      <w:start w:val="1"/>
      <w:numFmt w:val="decimal"/>
      <w:lvlText w:val="%1.%2.%3.%4.%5"/>
      <w:lvlJc w:val="left"/>
      <w:pPr>
        <w:ind w:left="2444" w:hanging="720"/>
      </w:pPr>
      <w:rPr>
        <w:rFonts w:hint="default"/>
        <w:sz w:val="28"/>
        <w:u w:val="none"/>
      </w:rPr>
    </w:lvl>
    <w:lvl w:ilvl="5">
      <w:start w:val="1"/>
      <w:numFmt w:val="decimal"/>
      <w:lvlText w:val="%1.%2.%3.%4.%5.%6"/>
      <w:lvlJc w:val="left"/>
      <w:pPr>
        <w:ind w:left="2804" w:hanging="720"/>
      </w:pPr>
      <w:rPr>
        <w:rFonts w:hint="default"/>
        <w:sz w:val="28"/>
        <w:u w:val="none"/>
      </w:rPr>
    </w:lvl>
    <w:lvl w:ilvl="6">
      <w:start w:val="1"/>
      <w:numFmt w:val="decimal"/>
      <w:lvlText w:val="%1.%2.%3.%4.%5.%6.%7"/>
      <w:lvlJc w:val="left"/>
      <w:pPr>
        <w:ind w:left="3524" w:hanging="1080"/>
      </w:pPr>
      <w:rPr>
        <w:rFonts w:hint="default"/>
        <w:sz w:val="28"/>
        <w:u w:val="none"/>
      </w:rPr>
    </w:lvl>
    <w:lvl w:ilvl="7">
      <w:start w:val="1"/>
      <w:numFmt w:val="decimal"/>
      <w:lvlText w:val="%1.%2.%3.%4.%5.%6.%7.%8"/>
      <w:lvlJc w:val="left"/>
      <w:pPr>
        <w:ind w:left="3884" w:hanging="1080"/>
      </w:pPr>
      <w:rPr>
        <w:rFonts w:hint="default"/>
        <w:sz w:val="28"/>
        <w:u w:val="none"/>
      </w:rPr>
    </w:lvl>
    <w:lvl w:ilvl="8">
      <w:start w:val="1"/>
      <w:numFmt w:val="decimal"/>
      <w:lvlText w:val="%1.%2.%3.%4.%5.%6.%7.%8.%9"/>
      <w:lvlJc w:val="left"/>
      <w:pPr>
        <w:ind w:left="4244" w:hanging="1080"/>
      </w:pPr>
      <w:rPr>
        <w:rFonts w:hint="default"/>
        <w:sz w:val="28"/>
        <w:u w:val="none"/>
      </w:rPr>
    </w:lvl>
  </w:abstractNum>
  <w:abstractNum w:abstractNumId="1" w15:restartNumberingAfterBreak="0">
    <w:nsid w:val="07254C46"/>
    <w:multiLevelType w:val="hybridMultilevel"/>
    <w:tmpl w:val="4D481624"/>
    <w:lvl w:ilvl="0" w:tplc="30860254">
      <w:start w:val="1"/>
      <w:numFmt w:val="decimal"/>
      <w:lvlText w:val="9.%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5C84B09A"/>
    <w:lvl w:ilvl="0" w:tplc="8BFA5E54">
      <w:start w:val="1"/>
      <w:numFmt w:val="decimal"/>
      <w:lvlText w:val="%1."/>
      <w:lvlJc w:val="left"/>
      <w:pPr>
        <w:tabs>
          <w:tab w:val="num" w:pos="360"/>
        </w:tabs>
        <w:ind w:left="360" w:hanging="360"/>
      </w:pPr>
      <w:rPr>
        <w:rFonts w:ascii="Browallia New" w:hAnsi="Browallia New" w:cs="Browallia New" w:hint="default"/>
        <w:b/>
        <w:bCs/>
        <w:color w:val="auto"/>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3CED0200"/>
    <w:multiLevelType w:val="hybridMultilevel"/>
    <w:tmpl w:val="B2981866"/>
    <w:lvl w:ilvl="0" w:tplc="4B4650D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6054C8"/>
    <w:multiLevelType w:val="hybridMultilevel"/>
    <w:tmpl w:val="4BDA6232"/>
    <w:lvl w:ilvl="0" w:tplc="0E3C6E58">
      <w:start w:val="1"/>
      <w:numFmt w:val="decimal"/>
      <w:lvlText w:val="17.%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1"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2"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5"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7"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2152B8"/>
    <w:multiLevelType w:val="hybridMultilevel"/>
    <w:tmpl w:val="91C6E52C"/>
    <w:lvl w:ilvl="0" w:tplc="440C155E">
      <w:start w:val="1"/>
      <w:numFmt w:val="thaiLetters"/>
      <w:lvlText w:val="%1)"/>
      <w:lvlJc w:val="left"/>
      <w:pPr>
        <w:ind w:left="1269" w:hanging="360"/>
      </w:pPr>
      <w:rPr>
        <w:rFonts w:eastAsia="Arial Unicode MS" w:hint="default"/>
        <w:b w:val="0"/>
        <w:bCs/>
        <w:color w:val="000000" w:themeColor="text1"/>
      </w:rPr>
    </w:lvl>
    <w:lvl w:ilvl="1" w:tplc="08090019" w:tentative="1">
      <w:start w:val="1"/>
      <w:numFmt w:val="lowerLetter"/>
      <w:lvlText w:val="%2."/>
      <w:lvlJc w:val="left"/>
      <w:pPr>
        <w:ind w:left="1989" w:hanging="360"/>
      </w:pPr>
    </w:lvl>
    <w:lvl w:ilvl="2" w:tplc="0809001B" w:tentative="1">
      <w:start w:val="1"/>
      <w:numFmt w:val="lowerRoman"/>
      <w:lvlText w:val="%3."/>
      <w:lvlJc w:val="right"/>
      <w:pPr>
        <w:ind w:left="2709" w:hanging="180"/>
      </w:pPr>
    </w:lvl>
    <w:lvl w:ilvl="3" w:tplc="0809000F" w:tentative="1">
      <w:start w:val="1"/>
      <w:numFmt w:val="decimal"/>
      <w:lvlText w:val="%4."/>
      <w:lvlJc w:val="left"/>
      <w:pPr>
        <w:ind w:left="3429" w:hanging="360"/>
      </w:pPr>
    </w:lvl>
    <w:lvl w:ilvl="4" w:tplc="08090019" w:tentative="1">
      <w:start w:val="1"/>
      <w:numFmt w:val="lowerLetter"/>
      <w:lvlText w:val="%5."/>
      <w:lvlJc w:val="left"/>
      <w:pPr>
        <w:ind w:left="4149" w:hanging="360"/>
      </w:pPr>
    </w:lvl>
    <w:lvl w:ilvl="5" w:tplc="0809001B" w:tentative="1">
      <w:start w:val="1"/>
      <w:numFmt w:val="lowerRoman"/>
      <w:lvlText w:val="%6."/>
      <w:lvlJc w:val="right"/>
      <w:pPr>
        <w:ind w:left="4869" w:hanging="180"/>
      </w:pPr>
    </w:lvl>
    <w:lvl w:ilvl="6" w:tplc="0809000F" w:tentative="1">
      <w:start w:val="1"/>
      <w:numFmt w:val="decimal"/>
      <w:lvlText w:val="%7."/>
      <w:lvlJc w:val="left"/>
      <w:pPr>
        <w:ind w:left="5589" w:hanging="360"/>
      </w:pPr>
    </w:lvl>
    <w:lvl w:ilvl="7" w:tplc="08090019" w:tentative="1">
      <w:start w:val="1"/>
      <w:numFmt w:val="lowerLetter"/>
      <w:lvlText w:val="%8."/>
      <w:lvlJc w:val="left"/>
      <w:pPr>
        <w:ind w:left="6309" w:hanging="360"/>
      </w:pPr>
    </w:lvl>
    <w:lvl w:ilvl="8" w:tplc="0809001B" w:tentative="1">
      <w:start w:val="1"/>
      <w:numFmt w:val="lowerRoman"/>
      <w:lvlText w:val="%9."/>
      <w:lvlJc w:val="right"/>
      <w:pPr>
        <w:ind w:left="7029" w:hanging="180"/>
      </w:pPr>
    </w:lvl>
  </w:abstractNum>
  <w:abstractNum w:abstractNumId="29"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0"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2"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3" w15:restartNumberingAfterBreak="0">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6" w15:restartNumberingAfterBreak="0">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15:restartNumberingAfterBreak="0">
    <w:nsid w:val="71B27CAB"/>
    <w:multiLevelType w:val="hybridMultilevel"/>
    <w:tmpl w:val="78B2AC2C"/>
    <w:lvl w:ilvl="0" w:tplc="B2DC4FD0">
      <w:start w:val="1"/>
      <w:numFmt w:val="decimal"/>
      <w:lvlText w:val="4.%1"/>
      <w:lvlJc w:val="left"/>
      <w:pPr>
        <w:ind w:left="720" w:hanging="360"/>
      </w:pPr>
      <w:rPr>
        <w:rFonts w:hint="default"/>
        <w:b/>
        <w:bCs/>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3"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6"/>
  </w:num>
  <w:num w:numId="3" w16cid:durableId="1474251268">
    <w:abstractNumId w:val="13"/>
  </w:num>
  <w:num w:numId="4" w16cid:durableId="666053424">
    <w:abstractNumId w:val="11"/>
  </w:num>
  <w:num w:numId="5" w16cid:durableId="1770850650">
    <w:abstractNumId w:val="42"/>
  </w:num>
  <w:num w:numId="6" w16cid:durableId="1655257314">
    <w:abstractNumId w:val="37"/>
  </w:num>
  <w:num w:numId="7" w16cid:durableId="1482306855">
    <w:abstractNumId w:val="22"/>
  </w:num>
  <w:num w:numId="8" w16cid:durableId="1647279298">
    <w:abstractNumId w:val="15"/>
  </w:num>
  <w:num w:numId="9" w16cid:durableId="924345014">
    <w:abstractNumId w:val="44"/>
  </w:num>
  <w:num w:numId="10" w16cid:durableId="615914706">
    <w:abstractNumId w:val="31"/>
  </w:num>
  <w:num w:numId="11" w16cid:durableId="327441506">
    <w:abstractNumId w:val="0"/>
  </w:num>
  <w:num w:numId="12" w16cid:durableId="637147244">
    <w:abstractNumId w:val="10"/>
  </w:num>
  <w:num w:numId="13" w16cid:durableId="1341614749">
    <w:abstractNumId w:val="7"/>
  </w:num>
  <w:num w:numId="14" w16cid:durableId="1185897591">
    <w:abstractNumId w:val="20"/>
  </w:num>
  <w:num w:numId="15" w16cid:durableId="1432093730">
    <w:abstractNumId w:val="43"/>
  </w:num>
  <w:num w:numId="16" w16cid:durableId="1895385870">
    <w:abstractNumId w:val="1"/>
  </w:num>
  <w:num w:numId="17" w16cid:durableId="1377657096">
    <w:abstractNumId w:val="40"/>
  </w:num>
  <w:num w:numId="18" w16cid:durableId="672294574">
    <w:abstractNumId w:val="2"/>
  </w:num>
  <w:num w:numId="19" w16cid:durableId="2050689017">
    <w:abstractNumId w:val="5"/>
  </w:num>
  <w:num w:numId="20" w16cid:durableId="942959276">
    <w:abstractNumId w:val="32"/>
  </w:num>
  <w:num w:numId="21" w16cid:durableId="729617990">
    <w:abstractNumId w:val="41"/>
  </w:num>
  <w:num w:numId="22" w16cid:durableId="1462916898">
    <w:abstractNumId w:val="18"/>
  </w:num>
  <w:num w:numId="23" w16cid:durableId="1652756289">
    <w:abstractNumId w:val="4"/>
  </w:num>
  <w:num w:numId="24" w16cid:durableId="540555496">
    <w:abstractNumId w:val="21"/>
  </w:num>
  <w:num w:numId="25" w16cid:durableId="15889803">
    <w:abstractNumId w:val="29"/>
  </w:num>
  <w:num w:numId="26" w16cid:durableId="883828733">
    <w:abstractNumId w:val="38"/>
  </w:num>
  <w:num w:numId="27" w16cid:durableId="867986801">
    <w:abstractNumId w:val="34"/>
  </w:num>
  <w:num w:numId="28" w16cid:durableId="1291088115">
    <w:abstractNumId w:val="6"/>
  </w:num>
  <w:num w:numId="29" w16cid:durableId="1411076443">
    <w:abstractNumId w:val="25"/>
  </w:num>
  <w:num w:numId="30" w16cid:durableId="890725458">
    <w:abstractNumId w:val="27"/>
  </w:num>
  <w:num w:numId="31" w16cid:durableId="1988432951">
    <w:abstractNumId w:val="16"/>
  </w:num>
  <w:num w:numId="32" w16cid:durableId="891886664">
    <w:abstractNumId w:val="3"/>
  </w:num>
  <w:num w:numId="33" w16cid:durableId="991638948">
    <w:abstractNumId w:val="8"/>
  </w:num>
  <w:num w:numId="34" w16cid:durableId="110563463">
    <w:abstractNumId w:val="30"/>
  </w:num>
  <w:num w:numId="35" w16cid:durableId="1675692897">
    <w:abstractNumId w:val="19"/>
  </w:num>
  <w:num w:numId="36" w16cid:durableId="1579055681">
    <w:abstractNumId w:val="33"/>
  </w:num>
  <w:num w:numId="37" w16cid:durableId="108162397">
    <w:abstractNumId w:val="24"/>
  </w:num>
  <w:num w:numId="38" w16cid:durableId="429741930">
    <w:abstractNumId w:val="12"/>
  </w:num>
  <w:num w:numId="39" w16cid:durableId="527066104">
    <w:abstractNumId w:val="36"/>
  </w:num>
  <w:num w:numId="40" w16cid:durableId="1136683371">
    <w:abstractNumId w:val="23"/>
  </w:num>
  <w:num w:numId="41" w16cid:durableId="2126269104">
    <w:abstractNumId w:val="17"/>
  </w:num>
  <w:num w:numId="42" w16cid:durableId="163329139">
    <w:abstractNumId w:val="35"/>
  </w:num>
  <w:num w:numId="43" w16cid:durableId="404767674">
    <w:abstractNumId w:val="39"/>
  </w:num>
  <w:num w:numId="44" w16cid:durableId="428237904">
    <w:abstractNumId w:val="28"/>
  </w:num>
  <w:num w:numId="45" w16cid:durableId="131093784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597"/>
    <w:rsid w:val="00000F65"/>
    <w:rsid w:val="00000FB5"/>
    <w:rsid w:val="000010A3"/>
    <w:rsid w:val="00001108"/>
    <w:rsid w:val="000016EB"/>
    <w:rsid w:val="00001836"/>
    <w:rsid w:val="00001864"/>
    <w:rsid w:val="00001FBF"/>
    <w:rsid w:val="000028B3"/>
    <w:rsid w:val="00002B02"/>
    <w:rsid w:val="000030BE"/>
    <w:rsid w:val="000031F2"/>
    <w:rsid w:val="0000331B"/>
    <w:rsid w:val="00003A49"/>
    <w:rsid w:val="00003E62"/>
    <w:rsid w:val="00003FDC"/>
    <w:rsid w:val="0000422F"/>
    <w:rsid w:val="000043BF"/>
    <w:rsid w:val="00004505"/>
    <w:rsid w:val="00004ABB"/>
    <w:rsid w:val="00004D78"/>
    <w:rsid w:val="000052CF"/>
    <w:rsid w:val="00005630"/>
    <w:rsid w:val="0000588F"/>
    <w:rsid w:val="00006311"/>
    <w:rsid w:val="0000660C"/>
    <w:rsid w:val="000067D8"/>
    <w:rsid w:val="0000697D"/>
    <w:rsid w:val="00006D66"/>
    <w:rsid w:val="00006EF4"/>
    <w:rsid w:val="00006F52"/>
    <w:rsid w:val="00006F93"/>
    <w:rsid w:val="00007CDA"/>
    <w:rsid w:val="00007F6A"/>
    <w:rsid w:val="00007F77"/>
    <w:rsid w:val="00010AB7"/>
    <w:rsid w:val="00010B07"/>
    <w:rsid w:val="0001189C"/>
    <w:rsid w:val="00011A4D"/>
    <w:rsid w:val="00011BFE"/>
    <w:rsid w:val="00011CF9"/>
    <w:rsid w:val="00012116"/>
    <w:rsid w:val="00012D3F"/>
    <w:rsid w:val="000131F9"/>
    <w:rsid w:val="00013612"/>
    <w:rsid w:val="0001397A"/>
    <w:rsid w:val="000139A6"/>
    <w:rsid w:val="00013BD0"/>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88F"/>
    <w:rsid w:val="00020958"/>
    <w:rsid w:val="00020B9D"/>
    <w:rsid w:val="00020D97"/>
    <w:rsid w:val="00021216"/>
    <w:rsid w:val="00021441"/>
    <w:rsid w:val="0002159F"/>
    <w:rsid w:val="00021C6C"/>
    <w:rsid w:val="00021CC1"/>
    <w:rsid w:val="0002211D"/>
    <w:rsid w:val="000226FB"/>
    <w:rsid w:val="0002276F"/>
    <w:rsid w:val="00022781"/>
    <w:rsid w:val="00023744"/>
    <w:rsid w:val="00024AA0"/>
    <w:rsid w:val="00024CB5"/>
    <w:rsid w:val="00024EDE"/>
    <w:rsid w:val="00025C46"/>
    <w:rsid w:val="00025E4F"/>
    <w:rsid w:val="00025F00"/>
    <w:rsid w:val="000263DF"/>
    <w:rsid w:val="00026537"/>
    <w:rsid w:val="00026BA1"/>
    <w:rsid w:val="00026DCB"/>
    <w:rsid w:val="00027002"/>
    <w:rsid w:val="0002706C"/>
    <w:rsid w:val="000273DD"/>
    <w:rsid w:val="00027AF9"/>
    <w:rsid w:val="00027BE3"/>
    <w:rsid w:val="00027F52"/>
    <w:rsid w:val="00030284"/>
    <w:rsid w:val="00030363"/>
    <w:rsid w:val="000308DC"/>
    <w:rsid w:val="00030964"/>
    <w:rsid w:val="00030E9D"/>
    <w:rsid w:val="00030F11"/>
    <w:rsid w:val="00031141"/>
    <w:rsid w:val="0003122C"/>
    <w:rsid w:val="00031BA1"/>
    <w:rsid w:val="00031E5C"/>
    <w:rsid w:val="00031F4C"/>
    <w:rsid w:val="000326AC"/>
    <w:rsid w:val="00032846"/>
    <w:rsid w:val="00032A37"/>
    <w:rsid w:val="00032EC3"/>
    <w:rsid w:val="00033202"/>
    <w:rsid w:val="000332A3"/>
    <w:rsid w:val="00033879"/>
    <w:rsid w:val="00033F83"/>
    <w:rsid w:val="000364F8"/>
    <w:rsid w:val="00036855"/>
    <w:rsid w:val="00036905"/>
    <w:rsid w:val="00036A10"/>
    <w:rsid w:val="00036A50"/>
    <w:rsid w:val="00037094"/>
    <w:rsid w:val="000372D9"/>
    <w:rsid w:val="000372FB"/>
    <w:rsid w:val="00037C8D"/>
    <w:rsid w:val="0004008C"/>
    <w:rsid w:val="000403DA"/>
    <w:rsid w:val="0004094C"/>
    <w:rsid w:val="00040D6B"/>
    <w:rsid w:val="00040F37"/>
    <w:rsid w:val="00041B24"/>
    <w:rsid w:val="00041D4B"/>
    <w:rsid w:val="00041E34"/>
    <w:rsid w:val="0004211B"/>
    <w:rsid w:val="000421AD"/>
    <w:rsid w:val="000423C6"/>
    <w:rsid w:val="00042B53"/>
    <w:rsid w:val="00042CA3"/>
    <w:rsid w:val="0004329A"/>
    <w:rsid w:val="00043593"/>
    <w:rsid w:val="00043BAD"/>
    <w:rsid w:val="00043BFF"/>
    <w:rsid w:val="00044400"/>
    <w:rsid w:val="0004466D"/>
    <w:rsid w:val="00044941"/>
    <w:rsid w:val="00044A57"/>
    <w:rsid w:val="00044ADC"/>
    <w:rsid w:val="000455ED"/>
    <w:rsid w:val="0004594D"/>
    <w:rsid w:val="00045BFC"/>
    <w:rsid w:val="00045C22"/>
    <w:rsid w:val="000463D4"/>
    <w:rsid w:val="00047338"/>
    <w:rsid w:val="00047750"/>
    <w:rsid w:val="00047BAC"/>
    <w:rsid w:val="000501B0"/>
    <w:rsid w:val="000501C8"/>
    <w:rsid w:val="000501F9"/>
    <w:rsid w:val="0005071F"/>
    <w:rsid w:val="000507AF"/>
    <w:rsid w:val="00051128"/>
    <w:rsid w:val="000514AD"/>
    <w:rsid w:val="000517AD"/>
    <w:rsid w:val="00051AB9"/>
    <w:rsid w:val="00051C4F"/>
    <w:rsid w:val="00051E16"/>
    <w:rsid w:val="000522FF"/>
    <w:rsid w:val="00052591"/>
    <w:rsid w:val="00052850"/>
    <w:rsid w:val="00052B3E"/>
    <w:rsid w:val="000538D1"/>
    <w:rsid w:val="00053CE9"/>
    <w:rsid w:val="000541F0"/>
    <w:rsid w:val="00054481"/>
    <w:rsid w:val="00054877"/>
    <w:rsid w:val="000548CA"/>
    <w:rsid w:val="00054B8A"/>
    <w:rsid w:val="00055D18"/>
    <w:rsid w:val="00056231"/>
    <w:rsid w:val="00056344"/>
    <w:rsid w:val="00056453"/>
    <w:rsid w:val="00056CC4"/>
    <w:rsid w:val="00056E29"/>
    <w:rsid w:val="00057D87"/>
    <w:rsid w:val="00060C10"/>
    <w:rsid w:val="000613A3"/>
    <w:rsid w:val="00061EEE"/>
    <w:rsid w:val="00061FF3"/>
    <w:rsid w:val="000623EF"/>
    <w:rsid w:val="00062AF5"/>
    <w:rsid w:val="00062E0D"/>
    <w:rsid w:val="0006315C"/>
    <w:rsid w:val="000637E2"/>
    <w:rsid w:val="00064598"/>
    <w:rsid w:val="0006506A"/>
    <w:rsid w:val="000650BB"/>
    <w:rsid w:val="000651D8"/>
    <w:rsid w:val="0006544C"/>
    <w:rsid w:val="00065666"/>
    <w:rsid w:val="00066A16"/>
    <w:rsid w:val="00066B14"/>
    <w:rsid w:val="00066C6A"/>
    <w:rsid w:val="00066FA7"/>
    <w:rsid w:val="00067381"/>
    <w:rsid w:val="0006746E"/>
    <w:rsid w:val="0006768D"/>
    <w:rsid w:val="00070431"/>
    <w:rsid w:val="000709C3"/>
    <w:rsid w:val="00070DCD"/>
    <w:rsid w:val="000721F1"/>
    <w:rsid w:val="000731A6"/>
    <w:rsid w:val="000732BF"/>
    <w:rsid w:val="00073311"/>
    <w:rsid w:val="00073B95"/>
    <w:rsid w:val="00074009"/>
    <w:rsid w:val="00074DF2"/>
    <w:rsid w:val="00074E7A"/>
    <w:rsid w:val="000756C0"/>
    <w:rsid w:val="00075D79"/>
    <w:rsid w:val="00075F75"/>
    <w:rsid w:val="00076773"/>
    <w:rsid w:val="00076775"/>
    <w:rsid w:val="000768A2"/>
    <w:rsid w:val="000775C1"/>
    <w:rsid w:val="00077779"/>
    <w:rsid w:val="000802BD"/>
    <w:rsid w:val="00080C15"/>
    <w:rsid w:val="000811AF"/>
    <w:rsid w:val="00081586"/>
    <w:rsid w:val="000826D4"/>
    <w:rsid w:val="00082B18"/>
    <w:rsid w:val="000833C8"/>
    <w:rsid w:val="00083882"/>
    <w:rsid w:val="00083889"/>
    <w:rsid w:val="00083F7B"/>
    <w:rsid w:val="000840FF"/>
    <w:rsid w:val="00084CD1"/>
    <w:rsid w:val="00084E8F"/>
    <w:rsid w:val="00084EA4"/>
    <w:rsid w:val="000853CF"/>
    <w:rsid w:val="00085B0D"/>
    <w:rsid w:val="00085CFF"/>
    <w:rsid w:val="00085ED9"/>
    <w:rsid w:val="000868C0"/>
    <w:rsid w:val="00086A38"/>
    <w:rsid w:val="00086A91"/>
    <w:rsid w:val="00086CE0"/>
    <w:rsid w:val="0008752F"/>
    <w:rsid w:val="00087AD3"/>
    <w:rsid w:val="00087D90"/>
    <w:rsid w:val="00087E42"/>
    <w:rsid w:val="0009036F"/>
    <w:rsid w:val="000906A3"/>
    <w:rsid w:val="000906EA"/>
    <w:rsid w:val="00090784"/>
    <w:rsid w:val="00091539"/>
    <w:rsid w:val="00091966"/>
    <w:rsid w:val="00091F7F"/>
    <w:rsid w:val="00091FC5"/>
    <w:rsid w:val="00092047"/>
    <w:rsid w:val="0009231D"/>
    <w:rsid w:val="000924F2"/>
    <w:rsid w:val="00092535"/>
    <w:rsid w:val="00092666"/>
    <w:rsid w:val="000926E5"/>
    <w:rsid w:val="000927C5"/>
    <w:rsid w:val="00092A01"/>
    <w:rsid w:val="00092A42"/>
    <w:rsid w:val="00092A99"/>
    <w:rsid w:val="00092CC2"/>
    <w:rsid w:val="00092CFD"/>
    <w:rsid w:val="0009323D"/>
    <w:rsid w:val="00093736"/>
    <w:rsid w:val="00093811"/>
    <w:rsid w:val="00093A83"/>
    <w:rsid w:val="00093CE2"/>
    <w:rsid w:val="00093DBD"/>
    <w:rsid w:val="00094923"/>
    <w:rsid w:val="000952B1"/>
    <w:rsid w:val="00095607"/>
    <w:rsid w:val="00095919"/>
    <w:rsid w:val="00095CD5"/>
    <w:rsid w:val="00096364"/>
    <w:rsid w:val="00096495"/>
    <w:rsid w:val="000964CE"/>
    <w:rsid w:val="000969BB"/>
    <w:rsid w:val="000970DC"/>
    <w:rsid w:val="000974A9"/>
    <w:rsid w:val="000977FB"/>
    <w:rsid w:val="00097923"/>
    <w:rsid w:val="00097C96"/>
    <w:rsid w:val="00097C97"/>
    <w:rsid w:val="000A039C"/>
    <w:rsid w:val="000A046E"/>
    <w:rsid w:val="000A0F6D"/>
    <w:rsid w:val="000A1230"/>
    <w:rsid w:val="000A1EB4"/>
    <w:rsid w:val="000A2011"/>
    <w:rsid w:val="000A2828"/>
    <w:rsid w:val="000A2839"/>
    <w:rsid w:val="000A2B98"/>
    <w:rsid w:val="000A2D10"/>
    <w:rsid w:val="000A2D9D"/>
    <w:rsid w:val="000A349A"/>
    <w:rsid w:val="000A3CC1"/>
    <w:rsid w:val="000A3FBA"/>
    <w:rsid w:val="000A4056"/>
    <w:rsid w:val="000A484B"/>
    <w:rsid w:val="000A4C81"/>
    <w:rsid w:val="000A4F0E"/>
    <w:rsid w:val="000A4FF2"/>
    <w:rsid w:val="000A513D"/>
    <w:rsid w:val="000A5311"/>
    <w:rsid w:val="000A54CB"/>
    <w:rsid w:val="000A5F79"/>
    <w:rsid w:val="000A6732"/>
    <w:rsid w:val="000A6FB6"/>
    <w:rsid w:val="000A702C"/>
    <w:rsid w:val="000A7860"/>
    <w:rsid w:val="000A7C70"/>
    <w:rsid w:val="000B06D5"/>
    <w:rsid w:val="000B07EC"/>
    <w:rsid w:val="000B0C93"/>
    <w:rsid w:val="000B105D"/>
    <w:rsid w:val="000B15E9"/>
    <w:rsid w:val="000B169D"/>
    <w:rsid w:val="000B1DB5"/>
    <w:rsid w:val="000B2410"/>
    <w:rsid w:val="000B24B3"/>
    <w:rsid w:val="000B26AD"/>
    <w:rsid w:val="000B273F"/>
    <w:rsid w:val="000B2BA1"/>
    <w:rsid w:val="000B2C2E"/>
    <w:rsid w:val="000B328B"/>
    <w:rsid w:val="000B3361"/>
    <w:rsid w:val="000B3545"/>
    <w:rsid w:val="000B37CB"/>
    <w:rsid w:val="000B3B65"/>
    <w:rsid w:val="000B3BA7"/>
    <w:rsid w:val="000B4727"/>
    <w:rsid w:val="000B4861"/>
    <w:rsid w:val="000B5066"/>
    <w:rsid w:val="000B576C"/>
    <w:rsid w:val="000B5B0E"/>
    <w:rsid w:val="000B5C47"/>
    <w:rsid w:val="000B5C4A"/>
    <w:rsid w:val="000B5D94"/>
    <w:rsid w:val="000B60EA"/>
    <w:rsid w:val="000B654C"/>
    <w:rsid w:val="000B66AA"/>
    <w:rsid w:val="000B6A19"/>
    <w:rsid w:val="000B7009"/>
    <w:rsid w:val="000B71A5"/>
    <w:rsid w:val="000B7790"/>
    <w:rsid w:val="000B7B1A"/>
    <w:rsid w:val="000B7EBC"/>
    <w:rsid w:val="000B7EEA"/>
    <w:rsid w:val="000C0136"/>
    <w:rsid w:val="000C031B"/>
    <w:rsid w:val="000C048D"/>
    <w:rsid w:val="000C0B90"/>
    <w:rsid w:val="000C1378"/>
    <w:rsid w:val="000C1C6A"/>
    <w:rsid w:val="000C1DAC"/>
    <w:rsid w:val="000C1DB5"/>
    <w:rsid w:val="000C238D"/>
    <w:rsid w:val="000C2553"/>
    <w:rsid w:val="000C25BB"/>
    <w:rsid w:val="000C2EC0"/>
    <w:rsid w:val="000C2FAF"/>
    <w:rsid w:val="000C35A5"/>
    <w:rsid w:val="000C3ED2"/>
    <w:rsid w:val="000C4277"/>
    <w:rsid w:val="000C433F"/>
    <w:rsid w:val="000C448A"/>
    <w:rsid w:val="000C4531"/>
    <w:rsid w:val="000C519C"/>
    <w:rsid w:val="000C5466"/>
    <w:rsid w:val="000C592E"/>
    <w:rsid w:val="000C595C"/>
    <w:rsid w:val="000C5B30"/>
    <w:rsid w:val="000C5E85"/>
    <w:rsid w:val="000C603A"/>
    <w:rsid w:val="000C6C7D"/>
    <w:rsid w:val="000C6E6C"/>
    <w:rsid w:val="000C71E5"/>
    <w:rsid w:val="000C7469"/>
    <w:rsid w:val="000C79EE"/>
    <w:rsid w:val="000D005C"/>
    <w:rsid w:val="000D030A"/>
    <w:rsid w:val="000D0538"/>
    <w:rsid w:val="000D0D60"/>
    <w:rsid w:val="000D0DFC"/>
    <w:rsid w:val="000D122F"/>
    <w:rsid w:val="000D1788"/>
    <w:rsid w:val="000D1A9C"/>
    <w:rsid w:val="000D2352"/>
    <w:rsid w:val="000D2671"/>
    <w:rsid w:val="000D2CA5"/>
    <w:rsid w:val="000D3161"/>
    <w:rsid w:val="000D384A"/>
    <w:rsid w:val="000D3914"/>
    <w:rsid w:val="000D3D68"/>
    <w:rsid w:val="000D43BB"/>
    <w:rsid w:val="000D4D17"/>
    <w:rsid w:val="000D5146"/>
    <w:rsid w:val="000D5B5E"/>
    <w:rsid w:val="000D6C24"/>
    <w:rsid w:val="000D6E36"/>
    <w:rsid w:val="000D76FE"/>
    <w:rsid w:val="000D7C7A"/>
    <w:rsid w:val="000E0416"/>
    <w:rsid w:val="000E04F7"/>
    <w:rsid w:val="000E060E"/>
    <w:rsid w:val="000E0D72"/>
    <w:rsid w:val="000E1A27"/>
    <w:rsid w:val="000E1DEB"/>
    <w:rsid w:val="000E1F17"/>
    <w:rsid w:val="000E203C"/>
    <w:rsid w:val="000E214F"/>
    <w:rsid w:val="000E26CC"/>
    <w:rsid w:val="000E2ECA"/>
    <w:rsid w:val="000E2F86"/>
    <w:rsid w:val="000E3753"/>
    <w:rsid w:val="000E3785"/>
    <w:rsid w:val="000E39EC"/>
    <w:rsid w:val="000E3DA6"/>
    <w:rsid w:val="000E3E1F"/>
    <w:rsid w:val="000E421F"/>
    <w:rsid w:val="000E4C2F"/>
    <w:rsid w:val="000E51D3"/>
    <w:rsid w:val="000E5717"/>
    <w:rsid w:val="000E5AEA"/>
    <w:rsid w:val="000E5BBC"/>
    <w:rsid w:val="000E688A"/>
    <w:rsid w:val="000E6B80"/>
    <w:rsid w:val="000E702A"/>
    <w:rsid w:val="000E7E9F"/>
    <w:rsid w:val="000F0C1C"/>
    <w:rsid w:val="000F1C00"/>
    <w:rsid w:val="000F1F9C"/>
    <w:rsid w:val="000F23CB"/>
    <w:rsid w:val="000F25AF"/>
    <w:rsid w:val="000F2853"/>
    <w:rsid w:val="000F2B98"/>
    <w:rsid w:val="000F34E1"/>
    <w:rsid w:val="000F37D5"/>
    <w:rsid w:val="000F37EC"/>
    <w:rsid w:val="000F3A27"/>
    <w:rsid w:val="000F4976"/>
    <w:rsid w:val="000F5265"/>
    <w:rsid w:val="000F553D"/>
    <w:rsid w:val="000F560D"/>
    <w:rsid w:val="000F5C28"/>
    <w:rsid w:val="000F5DFC"/>
    <w:rsid w:val="000F641C"/>
    <w:rsid w:val="000F6440"/>
    <w:rsid w:val="000F6822"/>
    <w:rsid w:val="000F6AB9"/>
    <w:rsid w:val="000F6E5F"/>
    <w:rsid w:val="000F6EA4"/>
    <w:rsid w:val="000F6F67"/>
    <w:rsid w:val="000F731F"/>
    <w:rsid w:val="000F7582"/>
    <w:rsid w:val="000F7657"/>
    <w:rsid w:val="000F7F67"/>
    <w:rsid w:val="00100193"/>
    <w:rsid w:val="0010023A"/>
    <w:rsid w:val="00100433"/>
    <w:rsid w:val="00100B22"/>
    <w:rsid w:val="00101490"/>
    <w:rsid w:val="00101C1C"/>
    <w:rsid w:val="00101F4E"/>
    <w:rsid w:val="00102600"/>
    <w:rsid w:val="00102C62"/>
    <w:rsid w:val="00103A18"/>
    <w:rsid w:val="001043EF"/>
    <w:rsid w:val="001048A2"/>
    <w:rsid w:val="00104B46"/>
    <w:rsid w:val="00104BD0"/>
    <w:rsid w:val="00104D1D"/>
    <w:rsid w:val="0010516D"/>
    <w:rsid w:val="00105318"/>
    <w:rsid w:val="0010534A"/>
    <w:rsid w:val="001059FA"/>
    <w:rsid w:val="00105BA9"/>
    <w:rsid w:val="00105DEA"/>
    <w:rsid w:val="00105EAC"/>
    <w:rsid w:val="001067A2"/>
    <w:rsid w:val="00106B4D"/>
    <w:rsid w:val="001070CC"/>
    <w:rsid w:val="00107274"/>
    <w:rsid w:val="00107277"/>
    <w:rsid w:val="0010799A"/>
    <w:rsid w:val="001100FD"/>
    <w:rsid w:val="00110ABC"/>
    <w:rsid w:val="00110AF5"/>
    <w:rsid w:val="00110F4B"/>
    <w:rsid w:val="001111E6"/>
    <w:rsid w:val="00111990"/>
    <w:rsid w:val="0011272E"/>
    <w:rsid w:val="00112CE5"/>
    <w:rsid w:val="00113674"/>
    <w:rsid w:val="00113676"/>
    <w:rsid w:val="0011381A"/>
    <w:rsid w:val="00114069"/>
    <w:rsid w:val="00114386"/>
    <w:rsid w:val="0011452E"/>
    <w:rsid w:val="00114538"/>
    <w:rsid w:val="00114B31"/>
    <w:rsid w:val="00114C7E"/>
    <w:rsid w:val="00115339"/>
    <w:rsid w:val="001154E1"/>
    <w:rsid w:val="001155D4"/>
    <w:rsid w:val="001156AA"/>
    <w:rsid w:val="00115756"/>
    <w:rsid w:val="001158F8"/>
    <w:rsid w:val="00115BA5"/>
    <w:rsid w:val="00115BAF"/>
    <w:rsid w:val="00115FA5"/>
    <w:rsid w:val="0011680B"/>
    <w:rsid w:val="0011690D"/>
    <w:rsid w:val="00116C74"/>
    <w:rsid w:val="00116E6A"/>
    <w:rsid w:val="00116EFD"/>
    <w:rsid w:val="0011717B"/>
    <w:rsid w:val="001174BD"/>
    <w:rsid w:val="001177E8"/>
    <w:rsid w:val="00117864"/>
    <w:rsid w:val="00117BEB"/>
    <w:rsid w:val="00120594"/>
    <w:rsid w:val="00120BE3"/>
    <w:rsid w:val="00121158"/>
    <w:rsid w:val="001211CB"/>
    <w:rsid w:val="001214A4"/>
    <w:rsid w:val="00121AFA"/>
    <w:rsid w:val="00121B32"/>
    <w:rsid w:val="00121B5C"/>
    <w:rsid w:val="00122215"/>
    <w:rsid w:val="001222EC"/>
    <w:rsid w:val="00122910"/>
    <w:rsid w:val="00122958"/>
    <w:rsid w:val="00122A4E"/>
    <w:rsid w:val="00122C90"/>
    <w:rsid w:val="001233E7"/>
    <w:rsid w:val="00123547"/>
    <w:rsid w:val="0012362A"/>
    <w:rsid w:val="001236B9"/>
    <w:rsid w:val="00124595"/>
    <w:rsid w:val="001246D7"/>
    <w:rsid w:val="00124851"/>
    <w:rsid w:val="0012587B"/>
    <w:rsid w:val="001268C5"/>
    <w:rsid w:val="001268F9"/>
    <w:rsid w:val="001269D9"/>
    <w:rsid w:val="00126C16"/>
    <w:rsid w:val="00127D20"/>
    <w:rsid w:val="00127ED8"/>
    <w:rsid w:val="001300DE"/>
    <w:rsid w:val="00130437"/>
    <w:rsid w:val="001305ED"/>
    <w:rsid w:val="00131B82"/>
    <w:rsid w:val="00131E6D"/>
    <w:rsid w:val="00131FBD"/>
    <w:rsid w:val="00132851"/>
    <w:rsid w:val="00132B74"/>
    <w:rsid w:val="00132C8D"/>
    <w:rsid w:val="001337D4"/>
    <w:rsid w:val="00133A02"/>
    <w:rsid w:val="00133D08"/>
    <w:rsid w:val="001344A8"/>
    <w:rsid w:val="00134847"/>
    <w:rsid w:val="0013493F"/>
    <w:rsid w:val="00134B0D"/>
    <w:rsid w:val="00134BBA"/>
    <w:rsid w:val="00134FB2"/>
    <w:rsid w:val="00135378"/>
    <w:rsid w:val="001355AA"/>
    <w:rsid w:val="001355E3"/>
    <w:rsid w:val="001367D3"/>
    <w:rsid w:val="00136CD8"/>
    <w:rsid w:val="00137312"/>
    <w:rsid w:val="001374D6"/>
    <w:rsid w:val="00137B5F"/>
    <w:rsid w:val="00137E0C"/>
    <w:rsid w:val="00137F59"/>
    <w:rsid w:val="001405CA"/>
    <w:rsid w:val="00140E7E"/>
    <w:rsid w:val="0014191B"/>
    <w:rsid w:val="00141D4D"/>
    <w:rsid w:val="00141DAB"/>
    <w:rsid w:val="0014214F"/>
    <w:rsid w:val="00142335"/>
    <w:rsid w:val="00143604"/>
    <w:rsid w:val="00143A3D"/>
    <w:rsid w:val="00144123"/>
    <w:rsid w:val="0014481D"/>
    <w:rsid w:val="00144E1E"/>
    <w:rsid w:val="0014544C"/>
    <w:rsid w:val="00145808"/>
    <w:rsid w:val="00145959"/>
    <w:rsid w:val="00145BD0"/>
    <w:rsid w:val="00145CE1"/>
    <w:rsid w:val="00145E3C"/>
    <w:rsid w:val="00146342"/>
    <w:rsid w:val="001465FC"/>
    <w:rsid w:val="00146D4F"/>
    <w:rsid w:val="00146D6A"/>
    <w:rsid w:val="00147418"/>
    <w:rsid w:val="00147A56"/>
    <w:rsid w:val="00147C0D"/>
    <w:rsid w:val="00147D74"/>
    <w:rsid w:val="00150562"/>
    <w:rsid w:val="00151AB5"/>
    <w:rsid w:val="00151CF1"/>
    <w:rsid w:val="001524B6"/>
    <w:rsid w:val="001528E2"/>
    <w:rsid w:val="001529A2"/>
    <w:rsid w:val="0015313C"/>
    <w:rsid w:val="00153CAA"/>
    <w:rsid w:val="00153CFF"/>
    <w:rsid w:val="00153EB4"/>
    <w:rsid w:val="001544FD"/>
    <w:rsid w:val="00154AED"/>
    <w:rsid w:val="00155249"/>
    <w:rsid w:val="001555E6"/>
    <w:rsid w:val="001556BB"/>
    <w:rsid w:val="00155CFE"/>
    <w:rsid w:val="00155EC9"/>
    <w:rsid w:val="00156288"/>
    <w:rsid w:val="0015632E"/>
    <w:rsid w:val="001565B5"/>
    <w:rsid w:val="00157071"/>
    <w:rsid w:val="00157105"/>
    <w:rsid w:val="001571DF"/>
    <w:rsid w:val="00157756"/>
    <w:rsid w:val="00160605"/>
    <w:rsid w:val="00160644"/>
    <w:rsid w:val="00160674"/>
    <w:rsid w:val="001617C3"/>
    <w:rsid w:val="00161EE9"/>
    <w:rsid w:val="00161F1C"/>
    <w:rsid w:val="0016277B"/>
    <w:rsid w:val="001629EB"/>
    <w:rsid w:val="00162A95"/>
    <w:rsid w:val="00162E99"/>
    <w:rsid w:val="00162FDC"/>
    <w:rsid w:val="001634FB"/>
    <w:rsid w:val="001635DF"/>
    <w:rsid w:val="001637A0"/>
    <w:rsid w:val="00163CD4"/>
    <w:rsid w:val="00164557"/>
    <w:rsid w:val="00164CC6"/>
    <w:rsid w:val="00165077"/>
    <w:rsid w:val="00165729"/>
    <w:rsid w:val="00165DAF"/>
    <w:rsid w:val="001660DD"/>
    <w:rsid w:val="00166142"/>
    <w:rsid w:val="00166755"/>
    <w:rsid w:val="0016705F"/>
    <w:rsid w:val="00167166"/>
    <w:rsid w:val="001672F5"/>
    <w:rsid w:val="00167674"/>
    <w:rsid w:val="00167F01"/>
    <w:rsid w:val="001701A5"/>
    <w:rsid w:val="001701DC"/>
    <w:rsid w:val="001702B9"/>
    <w:rsid w:val="00170B13"/>
    <w:rsid w:val="00170B43"/>
    <w:rsid w:val="00170DC3"/>
    <w:rsid w:val="00171698"/>
    <w:rsid w:val="0017198D"/>
    <w:rsid w:val="00171D68"/>
    <w:rsid w:val="00171FA7"/>
    <w:rsid w:val="00172495"/>
    <w:rsid w:val="001728BC"/>
    <w:rsid w:val="001729B0"/>
    <w:rsid w:val="00172E29"/>
    <w:rsid w:val="00172EE2"/>
    <w:rsid w:val="0017327B"/>
    <w:rsid w:val="001737D6"/>
    <w:rsid w:val="001739A5"/>
    <w:rsid w:val="00173BEB"/>
    <w:rsid w:val="0017413C"/>
    <w:rsid w:val="00174904"/>
    <w:rsid w:val="00174B23"/>
    <w:rsid w:val="00174B26"/>
    <w:rsid w:val="001753EE"/>
    <w:rsid w:val="001755AA"/>
    <w:rsid w:val="00175AE7"/>
    <w:rsid w:val="00175C52"/>
    <w:rsid w:val="00175E4C"/>
    <w:rsid w:val="00176259"/>
    <w:rsid w:val="001765DF"/>
    <w:rsid w:val="00176B7F"/>
    <w:rsid w:val="00176FA2"/>
    <w:rsid w:val="00177032"/>
    <w:rsid w:val="0017740D"/>
    <w:rsid w:val="001775C4"/>
    <w:rsid w:val="001779D3"/>
    <w:rsid w:val="0018013C"/>
    <w:rsid w:val="00180508"/>
    <w:rsid w:val="001806A1"/>
    <w:rsid w:val="00180942"/>
    <w:rsid w:val="00181161"/>
    <w:rsid w:val="00181353"/>
    <w:rsid w:val="001819BA"/>
    <w:rsid w:val="00181ADF"/>
    <w:rsid w:val="00181DCB"/>
    <w:rsid w:val="00181F44"/>
    <w:rsid w:val="001821DB"/>
    <w:rsid w:val="001826BE"/>
    <w:rsid w:val="00182C40"/>
    <w:rsid w:val="00183214"/>
    <w:rsid w:val="00183336"/>
    <w:rsid w:val="0018384E"/>
    <w:rsid w:val="00183CD0"/>
    <w:rsid w:val="0018400D"/>
    <w:rsid w:val="001842A9"/>
    <w:rsid w:val="0018447B"/>
    <w:rsid w:val="0018501E"/>
    <w:rsid w:val="00185102"/>
    <w:rsid w:val="0018589A"/>
    <w:rsid w:val="00186448"/>
    <w:rsid w:val="00186761"/>
    <w:rsid w:val="00186AAB"/>
    <w:rsid w:val="00186D00"/>
    <w:rsid w:val="001870B7"/>
    <w:rsid w:val="00187A9A"/>
    <w:rsid w:val="00187B43"/>
    <w:rsid w:val="00187C63"/>
    <w:rsid w:val="001900C2"/>
    <w:rsid w:val="00191185"/>
    <w:rsid w:val="001912F2"/>
    <w:rsid w:val="001914DF"/>
    <w:rsid w:val="00191CD3"/>
    <w:rsid w:val="0019203D"/>
    <w:rsid w:val="001926FF"/>
    <w:rsid w:val="00192997"/>
    <w:rsid w:val="00192DF2"/>
    <w:rsid w:val="00192E5D"/>
    <w:rsid w:val="00192EDE"/>
    <w:rsid w:val="00193423"/>
    <w:rsid w:val="001935F0"/>
    <w:rsid w:val="00193685"/>
    <w:rsid w:val="00193CC7"/>
    <w:rsid w:val="00193EE0"/>
    <w:rsid w:val="0019447D"/>
    <w:rsid w:val="00194D04"/>
    <w:rsid w:val="00194E8E"/>
    <w:rsid w:val="00195025"/>
    <w:rsid w:val="001950C0"/>
    <w:rsid w:val="00195405"/>
    <w:rsid w:val="00195E8F"/>
    <w:rsid w:val="00197873"/>
    <w:rsid w:val="00197AA9"/>
    <w:rsid w:val="00197EE6"/>
    <w:rsid w:val="001A0673"/>
    <w:rsid w:val="001A08F9"/>
    <w:rsid w:val="001A0B84"/>
    <w:rsid w:val="001A11BE"/>
    <w:rsid w:val="001A1315"/>
    <w:rsid w:val="001A1681"/>
    <w:rsid w:val="001A176D"/>
    <w:rsid w:val="001A1BFF"/>
    <w:rsid w:val="001A1DAA"/>
    <w:rsid w:val="001A1F7E"/>
    <w:rsid w:val="001A213B"/>
    <w:rsid w:val="001A27D3"/>
    <w:rsid w:val="001A35F0"/>
    <w:rsid w:val="001A3633"/>
    <w:rsid w:val="001A3953"/>
    <w:rsid w:val="001A3DD6"/>
    <w:rsid w:val="001A48AD"/>
    <w:rsid w:val="001A4A8E"/>
    <w:rsid w:val="001A4AA0"/>
    <w:rsid w:val="001A51A1"/>
    <w:rsid w:val="001A5371"/>
    <w:rsid w:val="001A5459"/>
    <w:rsid w:val="001A54B6"/>
    <w:rsid w:val="001A58C6"/>
    <w:rsid w:val="001A5CA8"/>
    <w:rsid w:val="001A67DF"/>
    <w:rsid w:val="001A67E2"/>
    <w:rsid w:val="001A6800"/>
    <w:rsid w:val="001A6FAA"/>
    <w:rsid w:val="001A7182"/>
    <w:rsid w:val="001A737F"/>
    <w:rsid w:val="001A753A"/>
    <w:rsid w:val="001A76D3"/>
    <w:rsid w:val="001A77BD"/>
    <w:rsid w:val="001A79F7"/>
    <w:rsid w:val="001A7BB7"/>
    <w:rsid w:val="001A7CAD"/>
    <w:rsid w:val="001A7FAB"/>
    <w:rsid w:val="001B04D5"/>
    <w:rsid w:val="001B04EE"/>
    <w:rsid w:val="001B061D"/>
    <w:rsid w:val="001B12CC"/>
    <w:rsid w:val="001B1371"/>
    <w:rsid w:val="001B1808"/>
    <w:rsid w:val="001B2201"/>
    <w:rsid w:val="001B2458"/>
    <w:rsid w:val="001B269B"/>
    <w:rsid w:val="001B26AB"/>
    <w:rsid w:val="001B27F7"/>
    <w:rsid w:val="001B2B56"/>
    <w:rsid w:val="001B307C"/>
    <w:rsid w:val="001B3453"/>
    <w:rsid w:val="001B3A86"/>
    <w:rsid w:val="001B3B9C"/>
    <w:rsid w:val="001B4396"/>
    <w:rsid w:val="001B4666"/>
    <w:rsid w:val="001B494C"/>
    <w:rsid w:val="001B4A92"/>
    <w:rsid w:val="001B4FB3"/>
    <w:rsid w:val="001B532E"/>
    <w:rsid w:val="001B5382"/>
    <w:rsid w:val="001B58E0"/>
    <w:rsid w:val="001B5B4D"/>
    <w:rsid w:val="001B5B81"/>
    <w:rsid w:val="001B5BE3"/>
    <w:rsid w:val="001B5E65"/>
    <w:rsid w:val="001B612A"/>
    <w:rsid w:val="001B6349"/>
    <w:rsid w:val="001B653E"/>
    <w:rsid w:val="001B6765"/>
    <w:rsid w:val="001B687C"/>
    <w:rsid w:val="001B6B35"/>
    <w:rsid w:val="001B6FFB"/>
    <w:rsid w:val="001B75A2"/>
    <w:rsid w:val="001B784C"/>
    <w:rsid w:val="001B7B78"/>
    <w:rsid w:val="001B7B93"/>
    <w:rsid w:val="001C01BA"/>
    <w:rsid w:val="001C0520"/>
    <w:rsid w:val="001C06A4"/>
    <w:rsid w:val="001C0A2B"/>
    <w:rsid w:val="001C0D7D"/>
    <w:rsid w:val="001C1193"/>
    <w:rsid w:val="001C12D7"/>
    <w:rsid w:val="001C1887"/>
    <w:rsid w:val="001C193B"/>
    <w:rsid w:val="001C2038"/>
    <w:rsid w:val="001C211A"/>
    <w:rsid w:val="001C258D"/>
    <w:rsid w:val="001C2626"/>
    <w:rsid w:val="001C2696"/>
    <w:rsid w:val="001C2971"/>
    <w:rsid w:val="001C387E"/>
    <w:rsid w:val="001C3A17"/>
    <w:rsid w:val="001C3E69"/>
    <w:rsid w:val="001C4018"/>
    <w:rsid w:val="001C48C9"/>
    <w:rsid w:val="001C48D4"/>
    <w:rsid w:val="001C507F"/>
    <w:rsid w:val="001C5194"/>
    <w:rsid w:val="001C5258"/>
    <w:rsid w:val="001C5301"/>
    <w:rsid w:val="001C56F7"/>
    <w:rsid w:val="001C57E7"/>
    <w:rsid w:val="001C5C8F"/>
    <w:rsid w:val="001C5E41"/>
    <w:rsid w:val="001C6739"/>
    <w:rsid w:val="001C6CD7"/>
    <w:rsid w:val="001C6EE1"/>
    <w:rsid w:val="001C6F2B"/>
    <w:rsid w:val="001C749D"/>
    <w:rsid w:val="001C7F4D"/>
    <w:rsid w:val="001D06FE"/>
    <w:rsid w:val="001D0A4C"/>
    <w:rsid w:val="001D135C"/>
    <w:rsid w:val="001D159C"/>
    <w:rsid w:val="001D27A4"/>
    <w:rsid w:val="001D2983"/>
    <w:rsid w:val="001D2A2D"/>
    <w:rsid w:val="001D2EAC"/>
    <w:rsid w:val="001D2F07"/>
    <w:rsid w:val="001D32C8"/>
    <w:rsid w:val="001D3656"/>
    <w:rsid w:val="001D36B5"/>
    <w:rsid w:val="001D410C"/>
    <w:rsid w:val="001D414A"/>
    <w:rsid w:val="001D45AC"/>
    <w:rsid w:val="001D554D"/>
    <w:rsid w:val="001D5697"/>
    <w:rsid w:val="001D5ED0"/>
    <w:rsid w:val="001D600B"/>
    <w:rsid w:val="001D6108"/>
    <w:rsid w:val="001D6296"/>
    <w:rsid w:val="001D631E"/>
    <w:rsid w:val="001D6454"/>
    <w:rsid w:val="001D6529"/>
    <w:rsid w:val="001D673A"/>
    <w:rsid w:val="001D6916"/>
    <w:rsid w:val="001D6D88"/>
    <w:rsid w:val="001D6ED0"/>
    <w:rsid w:val="001D79BA"/>
    <w:rsid w:val="001D7B0B"/>
    <w:rsid w:val="001D7BF3"/>
    <w:rsid w:val="001D7C6B"/>
    <w:rsid w:val="001D7C6D"/>
    <w:rsid w:val="001D7F0A"/>
    <w:rsid w:val="001E026F"/>
    <w:rsid w:val="001E07CF"/>
    <w:rsid w:val="001E0A53"/>
    <w:rsid w:val="001E0AA1"/>
    <w:rsid w:val="001E168C"/>
    <w:rsid w:val="001E20A3"/>
    <w:rsid w:val="001E2326"/>
    <w:rsid w:val="001E2422"/>
    <w:rsid w:val="001E25C0"/>
    <w:rsid w:val="001E287B"/>
    <w:rsid w:val="001E2B0B"/>
    <w:rsid w:val="001E2DD3"/>
    <w:rsid w:val="001E3113"/>
    <w:rsid w:val="001E3626"/>
    <w:rsid w:val="001E3782"/>
    <w:rsid w:val="001E41CB"/>
    <w:rsid w:val="001E4A40"/>
    <w:rsid w:val="001E51E0"/>
    <w:rsid w:val="001E5890"/>
    <w:rsid w:val="001E62C7"/>
    <w:rsid w:val="001E6C30"/>
    <w:rsid w:val="001E6DFE"/>
    <w:rsid w:val="001E7084"/>
    <w:rsid w:val="001E7778"/>
    <w:rsid w:val="001E78F9"/>
    <w:rsid w:val="001E7A89"/>
    <w:rsid w:val="001E7CC3"/>
    <w:rsid w:val="001F0D4F"/>
    <w:rsid w:val="001F0DC2"/>
    <w:rsid w:val="001F18FB"/>
    <w:rsid w:val="001F1A8D"/>
    <w:rsid w:val="001F2C66"/>
    <w:rsid w:val="001F36C6"/>
    <w:rsid w:val="001F3AA4"/>
    <w:rsid w:val="001F40E6"/>
    <w:rsid w:val="001F44C7"/>
    <w:rsid w:val="001F45CB"/>
    <w:rsid w:val="001F469A"/>
    <w:rsid w:val="001F48EA"/>
    <w:rsid w:val="001F4B58"/>
    <w:rsid w:val="001F52A3"/>
    <w:rsid w:val="001F5364"/>
    <w:rsid w:val="001F57A0"/>
    <w:rsid w:val="001F5AC4"/>
    <w:rsid w:val="001F5DAB"/>
    <w:rsid w:val="001F60E1"/>
    <w:rsid w:val="001F6237"/>
    <w:rsid w:val="001F63A5"/>
    <w:rsid w:val="001F6869"/>
    <w:rsid w:val="001F705B"/>
    <w:rsid w:val="002004DA"/>
    <w:rsid w:val="002009AC"/>
    <w:rsid w:val="0020127E"/>
    <w:rsid w:val="002015A6"/>
    <w:rsid w:val="002017B4"/>
    <w:rsid w:val="00201F93"/>
    <w:rsid w:val="0020210D"/>
    <w:rsid w:val="002025FC"/>
    <w:rsid w:val="002027FB"/>
    <w:rsid w:val="002029BF"/>
    <w:rsid w:val="00202F2E"/>
    <w:rsid w:val="0020320B"/>
    <w:rsid w:val="0020333A"/>
    <w:rsid w:val="00203442"/>
    <w:rsid w:val="002037AC"/>
    <w:rsid w:val="00203D21"/>
    <w:rsid w:val="002041EB"/>
    <w:rsid w:val="00204462"/>
    <w:rsid w:val="00204B28"/>
    <w:rsid w:val="00204CF2"/>
    <w:rsid w:val="00205332"/>
    <w:rsid w:val="0020542B"/>
    <w:rsid w:val="00205930"/>
    <w:rsid w:val="00205A03"/>
    <w:rsid w:val="00206A59"/>
    <w:rsid w:val="00206CA8"/>
    <w:rsid w:val="00210915"/>
    <w:rsid w:val="00210C20"/>
    <w:rsid w:val="002113E5"/>
    <w:rsid w:val="00211427"/>
    <w:rsid w:val="002120C9"/>
    <w:rsid w:val="002122FC"/>
    <w:rsid w:val="00212D66"/>
    <w:rsid w:val="00212E9D"/>
    <w:rsid w:val="002130A9"/>
    <w:rsid w:val="002132AE"/>
    <w:rsid w:val="002136EC"/>
    <w:rsid w:val="0021390B"/>
    <w:rsid w:val="002146B9"/>
    <w:rsid w:val="00215065"/>
    <w:rsid w:val="002152E6"/>
    <w:rsid w:val="00215C26"/>
    <w:rsid w:val="002164B9"/>
    <w:rsid w:val="002164E1"/>
    <w:rsid w:val="00217215"/>
    <w:rsid w:val="002173CC"/>
    <w:rsid w:val="0021744B"/>
    <w:rsid w:val="0021756A"/>
    <w:rsid w:val="00217F63"/>
    <w:rsid w:val="0022020A"/>
    <w:rsid w:val="00220C12"/>
    <w:rsid w:val="002210F4"/>
    <w:rsid w:val="002218A8"/>
    <w:rsid w:val="00221B93"/>
    <w:rsid w:val="00222655"/>
    <w:rsid w:val="00222ACC"/>
    <w:rsid w:val="00222E10"/>
    <w:rsid w:val="00222EB8"/>
    <w:rsid w:val="00223253"/>
    <w:rsid w:val="00223713"/>
    <w:rsid w:val="00223764"/>
    <w:rsid w:val="00223866"/>
    <w:rsid w:val="0022413E"/>
    <w:rsid w:val="00224562"/>
    <w:rsid w:val="00224C16"/>
    <w:rsid w:val="00224D82"/>
    <w:rsid w:val="00224E8B"/>
    <w:rsid w:val="002255DE"/>
    <w:rsid w:val="00225730"/>
    <w:rsid w:val="002261C2"/>
    <w:rsid w:val="00226407"/>
    <w:rsid w:val="0022673D"/>
    <w:rsid w:val="00226DA8"/>
    <w:rsid w:val="00226EC4"/>
    <w:rsid w:val="0022716A"/>
    <w:rsid w:val="00227221"/>
    <w:rsid w:val="00227350"/>
    <w:rsid w:val="00227CF5"/>
    <w:rsid w:val="00227D46"/>
    <w:rsid w:val="002308F9"/>
    <w:rsid w:val="00230C10"/>
    <w:rsid w:val="00231607"/>
    <w:rsid w:val="0023169B"/>
    <w:rsid w:val="0023199B"/>
    <w:rsid w:val="00231E40"/>
    <w:rsid w:val="00231E8C"/>
    <w:rsid w:val="002320C5"/>
    <w:rsid w:val="0023273F"/>
    <w:rsid w:val="00232DFF"/>
    <w:rsid w:val="00233244"/>
    <w:rsid w:val="00233A8C"/>
    <w:rsid w:val="00233B43"/>
    <w:rsid w:val="00233E2F"/>
    <w:rsid w:val="00234475"/>
    <w:rsid w:val="002352B1"/>
    <w:rsid w:val="00235490"/>
    <w:rsid w:val="00235F1D"/>
    <w:rsid w:val="00235F5A"/>
    <w:rsid w:val="00235FCC"/>
    <w:rsid w:val="00236E39"/>
    <w:rsid w:val="00236FA6"/>
    <w:rsid w:val="002376B3"/>
    <w:rsid w:val="00237A7E"/>
    <w:rsid w:val="00237F86"/>
    <w:rsid w:val="00240ABA"/>
    <w:rsid w:val="00241458"/>
    <w:rsid w:val="00241570"/>
    <w:rsid w:val="0024158E"/>
    <w:rsid w:val="00241800"/>
    <w:rsid w:val="00241908"/>
    <w:rsid w:val="0024277E"/>
    <w:rsid w:val="00242AEC"/>
    <w:rsid w:val="00242D4A"/>
    <w:rsid w:val="00243195"/>
    <w:rsid w:val="002431B5"/>
    <w:rsid w:val="0024379F"/>
    <w:rsid w:val="0024385F"/>
    <w:rsid w:val="0024389F"/>
    <w:rsid w:val="00243CA3"/>
    <w:rsid w:val="00243D25"/>
    <w:rsid w:val="00243EAD"/>
    <w:rsid w:val="002441FF"/>
    <w:rsid w:val="00244937"/>
    <w:rsid w:val="00244C6A"/>
    <w:rsid w:val="00244F36"/>
    <w:rsid w:val="002451C8"/>
    <w:rsid w:val="00245BEE"/>
    <w:rsid w:val="00245F5F"/>
    <w:rsid w:val="00246947"/>
    <w:rsid w:val="002471B3"/>
    <w:rsid w:val="00247734"/>
    <w:rsid w:val="00247E33"/>
    <w:rsid w:val="00250159"/>
    <w:rsid w:val="002509AE"/>
    <w:rsid w:val="00250A3B"/>
    <w:rsid w:val="00250BA7"/>
    <w:rsid w:val="00250D69"/>
    <w:rsid w:val="00250F6F"/>
    <w:rsid w:val="002519C4"/>
    <w:rsid w:val="00251B5D"/>
    <w:rsid w:val="00251DB8"/>
    <w:rsid w:val="00251F89"/>
    <w:rsid w:val="00252220"/>
    <w:rsid w:val="002533EF"/>
    <w:rsid w:val="0025391F"/>
    <w:rsid w:val="00253AC7"/>
    <w:rsid w:val="00253BC5"/>
    <w:rsid w:val="00253D0A"/>
    <w:rsid w:val="0025486D"/>
    <w:rsid w:val="00254949"/>
    <w:rsid w:val="00254C97"/>
    <w:rsid w:val="00254CDC"/>
    <w:rsid w:val="00254E58"/>
    <w:rsid w:val="00254EE1"/>
    <w:rsid w:val="00254F32"/>
    <w:rsid w:val="0025565C"/>
    <w:rsid w:val="00255A10"/>
    <w:rsid w:val="00255E85"/>
    <w:rsid w:val="0025646E"/>
    <w:rsid w:val="00256897"/>
    <w:rsid w:val="00256945"/>
    <w:rsid w:val="002569F2"/>
    <w:rsid w:val="00256A16"/>
    <w:rsid w:val="00256C93"/>
    <w:rsid w:val="00256CCD"/>
    <w:rsid w:val="0025712B"/>
    <w:rsid w:val="00260299"/>
    <w:rsid w:val="002607CF"/>
    <w:rsid w:val="00260E42"/>
    <w:rsid w:val="00261025"/>
    <w:rsid w:val="00261471"/>
    <w:rsid w:val="0026243B"/>
    <w:rsid w:val="0026245D"/>
    <w:rsid w:val="0026270B"/>
    <w:rsid w:val="00262A04"/>
    <w:rsid w:val="00263569"/>
    <w:rsid w:val="00263876"/>
    <w:rsid w:val="002638A1"/>
    <w:rsid w:val="002638D9"/>
    <w:rsid w:val="00263F4B"/>
    <w:rsid w:val="0026419D"/>
    <w:rsid w:val="002641CA"/>
    <w:rsid w:val="002645F1"/>
    <w:rsid w:val="0026487F"/>
    <w:rsid w:val="0026490B"/>
    <w:rsid w:val="00264A74"/>
    <w:rsid w:val="00264BC2"/>
    <w:rsid w:val="0026594D"/>
    <w:rsid w:val="00265AE9"/>
    <w:rsid w:val="00265EE7"/>
    <w:rsid w:val="0026605C"/>
    <w:rsid w:val="002661D7"/>
    <w:rsid w:val="002667EF"/>
    <w:rsid w:val="00266E10"/>
    <w:rsid w:val="00266F75"/>
    <w:rsid w:val="0026777E"/>
    <w:rsid w:val="00270415"/>
    <w:rsid w:val="00270416"/>
    <w:rsid w:val="002711B3"/>
    <w:rsid w:val="00271649"/>
    <w:rsid w:val="00271742"/>
    <w:rsid w:val="00271820"/>
    <w:rsid w:val="00272E46"/>
    <w:rsid w:val="0027310D"/>
    <w:rsid w:val="00273609"/>
    <w:rsid w:val="00273644"/>
    <w:rsid w:val="002737A9"/>
    <w:rsid w:val="00273936"/>
    <w:rsid w:val="00273C2A"/>
    <w:rsid w:val="0027442B"/>
    <w:rsid w:val="00274A84"/>
    <w:rsid w:val="00274BD7"/>
    <w:rsid w:val="0027507A"/>
    <w:rsid w:val="002753E5"/>
    <w:rsid w:val="002754D0"/>
    <w:rsid w:val="00275B28"/>
    <w:rsid w:val="00275D00"/>
    <w:rsid w:val="002763D2"/>
    <w:rsid w:val="00276E57"/>
    <w:rsid w:val="00277432"/>
    <w:rsid w:val="002776AD"/>
    <w:rsid w:val="00277980"/>
    <w:rsid w:val="00277F45"/>
    <w:rsid w:val="00280EFF"/>
    <w:rsid w:val="00281885"/>
    <w:rsid w:val="00281968"/>
    <w:rsid w:val="00281C5C"/>
    <w:rsid w:val="00281CDA"/>
    <w:rsid w:val="00281D82"/>
    <w:rsid w:val="00282E65"/>
    <w:rsid w:val="002837F9"/>
    <w:rsid w:val="0028403F"/>
    <w:rsid w:val="00284111"/>
    <w:rsid w:val="0028452C"/>
    <w:rsid w:val="00284856"/>
    <w:rsid w:val="00284BB4"/>
    <w:rsid w:val="00284E39"/>
    <w:rsid w:val="002853BC"/>
    <w:rsid w:val="002853CE"/>
    <w:rsid w:val="00285643"/>
    <w:rsid w:val="00285BC1"/>
    <w:rsid w:val="00285D52"/>
    <w:rsid w:val="00285E46"/>
    <w:rsid w:val="00285EE6"/>
    <w:rsid w:val="00285F4E"/>
    <w:rsid w:val="002860AE"/>
    <w:rsid w:val="002861BF"/>
    <w:rsid w:val="002866D1"/>
    <w:rsid w:val="0028746B"/>
    <w:rsid w:val="00287633"/>
    <w:rsid w:val="00287663"/>
    <w:rsid w:val="00287A24"/>
    <w:rsid w:val="00287A5E"/>
    <w:rsid w:val="00290A8A"/>
    <w:rsid w:val="00290B37"/>
    <w:rsid w:val="00290C31"/>
    <w:rsid w:val="00290C96"/>
    <w:rsid w:val="00291340"/>
    <w:rsid w:val="0029138A"/>
    <w:rsid w:val="0029185B"/>
    <w:rsid w:val="00291C68"/>
    <w:rsid w:val="00291DDD"/>
    <w:rsid w:val="00291FC1"/>
    <w:rsid w:val="002922EC"/>
    <w:rsid w:val="002938C2"/>
    <w:rsid w:val="00294170"/>
    <w:rsid w:val="0029477B"/>
    <w:rsid w:val="00294E6B"/>
    <w:rsid w:val="002954C1"/>
    <w:rsid w:val="00295833"/>
    <w:rsid w:val="00295BB6"/>
    <w:rsid w:val="00295BC8"/>
    <w:rsid w:val="0029621F"/>
    <w:rsid w:val="00296343"/>
    <w:rsid w:val="002964BE"/>
    <w:rsid w:val="002965C2"/>
    <w:rsid w:val="00296D3A"/>
    <w:rsid w:val="00296EB5"/>
    <w:rsid w:val="00297189"/>
    <w:rsid w:val="00297662"/>
    <w:rsid w:val="00297A3C"/>
    <w:rsid w:val="00297D5D"/>
    <w:rsid w:val="002A03F5"/>
    <w:rsid w:val="002A04C1"/>
    <w:rsid w:val="002A06B0"/>
    <w:rsid w:val="002A0E14"/>
    <w:rsid w:val="002A1111"/>
    <w:rsid w:val="002A139A"/>
    <w:rsid w:val="002A2154"/>
    <w:rsid w:val="002A258F"/>
    <w:rsid w:val="002A26E7"/>
    <w:rsid w:val="002A29AB"/>
    <w:rsid w:val="002A3987"/>
    <w:rsid w:val="002A44D3"/>
    <w:rsid w:val="002A4BCA"/>
    <w:rsid w:val="002A4D92"/>
    <w:rsid w:val="002A4FE3"/>
    <w:rsid w:val="002A541C"/>
    <w:rsid w:val="002A564C"/>
    <w:rsid w:val="002A57F9"/>
    <w:rsid w:val="002A5801"/>
    <w:rsid w:val="002A638F"/>
    <w:rsid w:val="002A679B"/>
    <w:rsid w:val="002A6B11"/>
    <w:rsid w:val="002A6B9E"/>
    <w:rsid w:val="002A6FC0"/>
    <w:rsid w:val="002A7536"/>
    <w:rsid w:val="002A761A"/>
    <w:rsid w:val="002A7859"/>
    <w:rsid w:val="002A78EF"/>
    <w:rsid w:val="002A7FFD"/>
    <w:rsid w:val="002B089A"/>
    <w:rsid w:val="002B0EC2"/>
    <w:rsid w:val="002B1249"/>
    <w:rsid w:val="002B15EF"/>
    <w:rsid w:val="002B16AC"/>
    <w:rsid w:val="002B27D2"/>
    <w:rsid w:val="002B29A3"/>
    <w:rsid w:val="002B2DF1"/>
    <w:rsid w:val="002B2E08"/>
    <w:rsid w:val="002B33F0"/>
    <w:rsid w:val="002B381B"/>
    <w:rsid w:val="002B423C"/>
    <w:rsid w:val="002B431A"/>
    <w:rsid w:val="002B46ED"/>
    <w:rsid w:val="002B48CD"/>
    <w:rsid w:val="002B4AAF"/>
    <w:rsid w:val="002B4B28"/>
    <w:rsid w:val="002B4D6D"/>
    <w:rsid w:val="002B50CA"/>
    <w:rsid w:val="002B5AA2"/>
    <w:rsid w:val="002B5B26"/>
    <w:rsid w:val="002B5E9B"/>
    <w:rsid w:val="002B6645"/>
    <w:rsid w:val="002B73C6"/>
    <w:rsid w:val="002B7449"/>
    <w:rsid w:val="002B77D7"/>
    <w:rsid w:val="002B7AC5"/>
    <w:rsid w:val="002B7D5F"/>
    <w:rsid w:val="002C0603"/>
    <w:rsid w:val="002C0842"/>
    <w:rsid w:val="002C0F56"/>
    <w:rsid w:val="002C121E"/>
    <w:rsid w:val="002C19FB"/>
    <w:rsid w:val="002C1D42"/>
    <w:rsid w:val="002C21BE"/>
    <w:rsid w:val="002C22B2"/>
    <w:rsid w:val="002C2339"/>
    <w:rsid w:val="002C2555"/>
    <w:rsid w:val="002C27CA"/>
    <w:rsid w:val="002C2EE9"/>
    <w:rsid w:val="002C3131"/>
    <w:rsid w:val="002C31DC"/>
    <w:rsid w:val="002C331F"/>
    <w:rsid w:val="002C38F1"/>
    <w:rsid w:val="002C3D63"/>
    <w:rsid w:val="002C40F0"/>
    <w:rsid w:val="002C41AF"/>
    <w:rsid w:val="002C4351"/>
    <w:rsid w:val="002C4D02"/>
    <w:rsid w:val="002C4E11"/>
    <w:rsid w:val="002C4FA7"/>
    <w:rsid w:val="002C5993"/>
    <w:rsid w:val="002C5A7F"/>
    <w:rsid w:val="002C5FBA"/>
    <w:rsid w:val="002C65A9"/>
    <w:rsid w:val="002C6A12"/>
    <w:rsid w:val="002C6A71"/>
    <w:rsid w:val="002C7268"/>
    <w:rsid w:val="002C77D7"/>
    <w:rsid w:val="002D0D30"/>
    <w:rsid w:val="002D17F6"/>
    <w:rsid w:val="002D19E4"/>
    <w:rsid w:val="002D2113"/>
    <w:rsid w:val="002D2AAF"/>
    <w:rsid w:val="002D2CC5"/>
    <w:rsid w:val="002D2E58"/>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D7299"/>
    <w:rsid w:val="002D7317"/>
    <w:rsid w:val="002E01FC"/>
    <w:rsid w:val="002E02DE"/>
    <w:rsid w:val="002E0373"/>
    <w:rsid w:val="002E05C3"/>
    <w:rsid w:val="002E0616"/>
    <w:rsid w:val="002E07EF"/>
    <w:rsid w:val="002E084C"/>
    <w:rsid w:val="002E089A"/>
    <w:rsid w:val="002E0B33"/>
    <w:rsid w:val="002E0F5B"/>
    <w:rsid w:val="002E10D8"/>
    <w:rsid w:val="002E1275"/>
    <w:rsid w:val="002E22A1"/>
    <w:rsid w:val="002E350E"/>
    <w:rsid w:val="002E372A"/>
    <w:rsid w:val="002E3B24"/>
    <w:rsid w:val="002E3EDF"/>
    <w:rsid w:val="002E3FCA"/>
    <w:rsid w:val="002E46D5"/>
    <w:rsid w:val="002E47BF"/>
    <w:rsid w:val="002E4943"/>
    <w:rsid w:val="002E496E"/>
    <w:rsid w:val="002E4B2A"/>
    <w:rsid w:val="002E4FC5"/>
    <w:rsid w:val="002E553B"/>
    <w:rsid w:val="002E60FF"/>
    <w:rsid w:val="002E645B"/>
    <w:rsid w:val="002E68AA"/>
    <w:rsid w:val="002E7180"/>
    <w:rsid w:val="002E71A8"/>
    <w:rsid w:val="002E740E"/>
    <w:rsid w:val="002E7A5B"/>
    <w:rsid w:val="002F0089"/>
    <w:rsid w:val="002F06AA"/>
    <w:rsid w:val="002F08BF"/>
    <w:rsid w:val="002F09DF"/>
    <w:rsid w:val="002F0D15"/>
    <w:rsid w:val="002F0EBA"/>
    <w:rsid w:val="002F0F1F"/>
    <w:rsid w:val="002F1067"/>
    <w:rsid w:val="002F1081"/>
    <w:rsid w:val="002F153B"/>
    <w:rsid w:val="002F1984"/>
    <w:rsid w:val="002F1D14"/>
    <w:rsid w:val="002F1ED9"/>
    <w:rsid w:val="002F1FB2"/>
    <w:rsid w:val="002F2178"/>
    <w:rsid w:val="002F2474"/>
    <w:rsid w:val="002F2A17"/>
    <w:rsid w:val="002F2FEF"/>
    <w:rsid w:val="002F30BA"/>
    <w:rsid w:val="002F31BB"/>
    <w:rsid w:val="002F323E"/>
    <w:rsid w:val="002F3735"/>
    <w:rsid w:val="002F3A13"/>
    <w:rsid w:val="002F3AC4"/>
    <w:rsid w:val="002F3AE0"/>
    <w:rsid w:val="002F3D32"/>
    <w:rsid w:val="002F4155"/>
    <w:rsid w:val="002F41F8"/>
    <w:rsid w:val="002F4598"/>
    <w:rsid w:val="002F47D9"/>
    <w:rsid w:val="002F4961"/>
    <w:rsid w:val="002F4E19"/>
    <w:rsid w:val="002F4E61"/>
    <w:rsid w:val="002F5666"/>
    <w:rsid w:val="002F57A2"/>
    <w:rsid w:val="002F585A"/>
    <w:rsid w:val="002F59C9"/>
    <w:rsid w:val="002F5A5E"/>
    <w:rsid w:val="002F5AC6"/>
    <w:rsid w:val="002F5BF4"/>
    <w:rsid w:val="002F5E66"/>
    <w:rsid w:val="002F6163"/>
    <w:rsid w:val="002F6E1A"/>
    <w:rsid w:val="002F70A2"/>
    <w:rsid w:val="002F7749"/>
    <w:rsid w:val="002F7B86"/>
    <w:rsid w:val="002F7F13"/>
    <w:rsid w:val="002F7F4C"/>
    <w:rsid w:val="0030017E"/>
    <w:rsid w:val="00300579"/>
    <w:rsid w:val="00300853"/>
    <w:rsid w:val="003011E0"/>
    <w:rsid w:val="00301240"/>
    <w:rsid w:val="00301621"/>
    <w:rsid w:val="003018CF"/>
    <w:rsid w:val="00301CCC"/>
    <w:rsid w:val="00302015"/>
    <w:rsid w:val="0030241A"/>
    <w:rsid w:val="00302460"/>
    <w:rsid w:val="00302F0A"/>
    <w:rsid w:val="003031A2"/>
    <w:rsid w:val="00303399"/>
    <w:rsid w:val="003034D4"/>
    <w:rsid w:val="0030380A"/>
    <w:rsid w:val="003038C2"/>
    <w:rsid w:val="00304091"/>
    <w:rsid w:val="003040C7"/>
    <w:rsid w:val="00304174"/>
    <w:rsid w:val="00304378"/>
    <w:rsid w:val="00304EC1"/>
    <w:rsid w:val="003051D2"/>
    <w:rsid w:val="003055D5"/>
    <w:rsid w:val="00305D56"/>
    <w:rsid w:val="00306249"/>
    <w:rsid w:val="003062D8"/>
    <w:rsid w:val="0030646E"/>
    <w:rsid w:val="00306751"/>
    <w:rsid w:val="00306DB2"/>
    <w:rsid w:val="00307158"/>
    <w:rsid w:val="0030790D"/>
    <w:rsid w:val="00307937"/>
    <w:rsid w:val="003079F2"/>
    <w:rsid w:val="00307F67"/>
    <w:rsid w:val="00311114"/>
    <w:rsid w:val="003113EB"/>
    <w:rsid w:val="00311911"/>
    <w:rsid w:val="003119D4"/>
    <w:rsid w:val="00311EA7"/>
    <w:rsid w:val="00312A53"/>
    <w:rsid w:val="00313F1F"/>
    <w:rsid w:val="00313F26"/>
    <w:rsid w:val="003149AD"/>
    <w:rsid w:val="003153BA"/>
    <w:rsid w:val="00315A42"/>
    <w:rsid w:val="00315B60"/>
    <w:rsid w:val="00315CFC"/>
    <w:rsid w:val="00316299"/>
    <w:rsid w:val="00316339"/>
    <w:rsid w:val="003169B6"/>
    <w:rsid w:val="00316DDC"/>
    <w:rsid w:val="00316F87"/>
    <w:rsid w:val="00317BFC"/>
    <w:rsid w:val="00317DAF"/>
    <w:rsid w:val="00320094"/>
    <w:rsid w:val="00320A40"/>
    <w:rsid w:val="00320A7C"/>
    <w:rsid w:val="00320B6C"/>
    <w:rsid w:val="003212A7"/>
    <w:rsid w:val="00321641"/>
    <w:rsid w:val="00321690"/>
    <w:rsid w:val="00321BC9"/>
    <w:rsid w:val="00321E04"/>
    <w:rsid w:val="00322000"/>
    <w:rsid w:val="00322557"/>
    <w:rsid w:val="00322730"/>
    <w:rsid w:val="00322823"/>
    <w:rsid w:val="00322A71"/>
    <w:rsid w:val="00322FDE"/>
    <w:rsid w:val="00323774"/>
    <w:rsid w:val="00323E44"/>
    <w:rsid w:val="00324219"/>
    <w:rsid w:val="00324BB0"/>
    <w:rsid w:val="00324E60"/>
    <w:rsid w:val="00324EAB"/>
    <w:rsid w:val="00325F5F"/>
    <w:rsid w:val="003271D8"/>
    <w:rsid w:val="00327290"/>
    <w:rsid w:val="00327FB1"/>
    <w:rsid w:val="00330D73"/>
    <w:rsid w:val="00330F68"/>
    <w:rsid w:val="0033113B"/>
    <w:rsid w:val="00331163"/>
    <w:rsid w:val="00331699"/>
    <w:rsid w:val="003316ED"/>
    <w:rsid w:val="00331710"/>
    <w:rsid w:val="00331A72"/>
    <w:rsid w:val="00332204"/>
    <w:rsid w:val="0033255A"/>
    <w:rsid w:val="00332D21"/>
    <w:rsid w:val="003335F6"/>
    <w:rsid w:val="0033367C"/>
    <w:rsid w:val="003337F8"/>
    <w:rsid w:val="00333801"/>
    <w:rsid w:val="003343F4"/>
    <w:rsid w:val="0033447D"/>
    <w:rsid w:val="00334D16"/>
    <w:rsid w:val="0033556F"/>
    <w:rsid w:val="0033569E"/>
    <w:rsid w:val="00335B59"/>
    <w:rsid w:val="00335C78"/>
    <w:rsid w:val="00335CD3"/>
    <w:rsid w:val="00336432"/>
    <w:rsid w:val="00336547"/>
    <w:rsid w:val="00336776"/>
    <w:rsid w:val="00336B2D"/>
    <w:rsid w:val="003371BD"/>
    <w:rsid w:val="003376A7"/>
    <w:rsid w:val="00337832"/>
    <w:rsid w:val="0033783B"/>
    <w:rsid w:val="003378EF"/>
    <w:rsid w:val="00337B77"/>
    <w:rsid w:val="00340389"/>
    <w:rsid w:val="00340529"/>
    <w:rsid w:val="00340AF4"/>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440D"/>
    <w:rsid w:val="003445CA"/>
    <w:rsid w:val="00344C59"/>
    <w:rsid w:val="00344DC3"/>
    <w:rsid w:val="003452E2"/>
    <w:rsid w:val="00345F23"/>
    <w:rsid w:val="00346005"/>
    <w:rsid w:val="003462D6"/>
    <w:rsid w:val="00346CBC"/>
    <w:rsid w:val="00346DCD"/>
    <w:rsid w:val="00347285"/>
    <w:rsid w:val="00347F4F"/>
    <w:rsid w:val="003509C9"/>
    <w:rsid w:val="00350AC7"/>
    <w:rsid w:val="00350B94"/>
    <w:rsid w:val="00351032"/>
    <w:rsid w:val="00351711"/>
    <w:rsid w:val="003518B5"/>
    <w:rsid w:val="00351AEF"/>
    <w:rsid w:val="0035285A"/>
    <w:rsid w:val="00352D23"/>
    <w:rsid w:val="003535FD"/>
    <w:rsid w:val="0035385A"/>
    <w:rsid w:val="00353997"/>
    <w:rsid w:val="00353A51"/>
    <w:rsid w:val="00353C5E"/>
    <w:rsid w:val="00353E41"/>
    <w:rsid w:val="00353F1E"/>
    <w:rsid w:val="0035436D"/>
    <w:rsid w:val="0035445C"/>
    <w:rsid w:val="003545AF"/>
    <w:rsid w:val="0035489E"/>
    <w:rsid w:val="003564E8"/>
    <w:rsid w:val="00356822"/>
    <w:rsid w:val="003568FC"/>
    <w:rsid w:val="0035724A"/>
    <w:rsid w:val="00357A64"/>
    <w:rsid w:val="0036127D"/>
    <w:rsid w:val="0036153A"/>
    <w:rsid w:val="00361C8B"/>
    <w:rsid w:val="00361CB0"/>
    <w:rsid w:val="00361DEC"/>
    <w:rsid w:val="00361F28"/>
    <w:rsid w:val="00362199"/>
    <w:rsid w:val="00362C3C"/>
    <w:rsid w:val="00362DEB"/>
    <w:rsid w:val="003633A7"/>
    <w:rsid w:val="00363A6B"/>
    <w:rsid w:val="00363CC3"/>
    <w:rsid w:val="00363FBC"/>
    <w:rsid w:val="003654D7"/>
    <w:rsid w:val="00366447"/>
    <w:rsid w:val="003664CA"/>
    <w:rsid w:val="003667D0"/>
    <w:rsid w:val="0036694E"/>
    <w:rsid w:val="00366E55"/>
    <w:rsid w:val="00367013"/>
    <w:rsid w:val="00367366"/>
    <w:rsid w:val="0037015E"/>
    <w:rsid w:val="003714DC"/>
    <w:rsid w:val="003717B0"/>
    <w:rsid w:val="00371AE3"/>
    <w:rsid w:val="00371B49"/>
    <w:rsid w:val="00371E96"/>
    <w:rsid w:val="00371F14"/>
    <w:rsid w:val="00371FB0"/>
    <w:rsid w:val="00372721"/>
    <w:rsid w:val="00372E55"/>
    <w:rsid w:val="0037321C"/>
    <w:rsid w:val="00373546"/>
    <w:rsid w:val="003737F2"/>
    <w:rsid w:val="003738F5"/>
    <w:rsid w:val="00373FB5"/>
    <w:rsid w:val="0037427C"/>
    <w:rsid w:val="0037471B"/>
    <w:rsid w:val="00374937"/>
    <w:rsid w:val="00374DEE"/>
    <w:rsid w:val="003750AC"/>
    <w:rsid w:val="00375338"/>
    <w:rsid w:val="003753FF"/>
    <w:rsid w:val="00375446"/>
    <w:rsid w:val="00375588"/>
    <w:rsid w:val="003757E2"/>
    <w:rsid w:val="00376012"/>
    <w:rsid w:val="00376314"/>
    <w:rsid w:val="00376937"/>
    <w:rsid w:val="00377047"/>
    <w:rsid w:val="0037711E"/>
    <w:rsid w:val="003776B2"/>
    <w:rsid w:val="00380129"/>
    <w:rsid w:val="003801FA"/>
    <w:rsid w:val="0038025B"/>
    <w:rsid w:val="0038082A"/>
    <w:rsid w:val="00380A8A"/>
    <w:rsid w:val="00380DF6"/>
    <w:rsid w:val="0038132E"/>
    <w:rsid w:val="003815F3"/>
    <w:rsid w:val="00382624"/>
    <w:rsid w:val="00382ECF"/>
    <w:rsid w:val="003834DC"/>
    <w:rsid w:val="00383802"/>
    <w:rsid w:val="00383869"/>
    <w:rsid w:val="00383A8A"/>
    <w:rsid w:val="0038430B"/>
    <w:rsid w:val="00384EF8"/>
    <w:rsid w:val="0038539A"/>
    <w:rsid w:val="00385577"/>
    <w:rsid w:val="00385752"/>
    <w:rsid w:val="00385CB0"/>
    <w:rsid w:val="00385D97"/>
    <w:rsid w:val="0038602F"/>
    <w:rsid w:val="00386511"/>
    <w:rsid w:val="00387127"/>
    <w:rsid w:val="003901BC"/>
    <w:rsid w:val="003906FD"/>
    <w:rsid w:val="003908CD"/>
    <w:rsid w:val="0039128D"/>
    <w:rsid w:val="0039155C"/>
    <w:rsid w:val="0039177B"/>
    <w:rsid w:val="00391BB8"/>
    <w:rsid w:val="00392090"/>
    <w:rsid w:val="003922F6"/>
    <w:rsid w:val="00392A24"/>
    <w:rsid w:val="00392D05"/>
    <w:rsid w:val="003930A8"/>
    <w:rsid w:val="00393147"/>
    <w:rsid w:val="003945D5"/>
    <w:rsid w:val="00394A73"/>
    <w:rsid w:val="00394DAC"/>
    <w:rsid w:val="00394F04"/>
    <w:rsid w:val="00394F07"/>
    <w:rsid w:val="00395199"/>
    <w:rsid w:val="00395355"/>
    <w:rsid w:val="003956FB"/>
    <w:rsid w:val="003957B3"/>
    <w:rsid w:val="003964BB"/>
    <w:rsid w:val="00396BB6"/>
    <w:rsid w:val="00396FB2"/>
    <w:rsid w:val="003973FF"/>
    <w:rsid w:val="00397725"/>
    <w:rsid w:val="003977D0"/>
    <w:rsid w:val="0039781A"/>
    <w:rsid w:val="00397DAF"/>
    <w:rsid w:val="003A07FC"/>
    <w:rsid w:val="003A0FF9"/>
    <w:rsid w:val="003A1372"/>
    <w:rsid w:val="003A1BA7"/>
    <w:rsid w:val="003A1BEB"/>
    <w:rsid w:val="003A1CA8"/>
    <w:rsid w:val="003A2980"/>
    <w:rsid w:val="003A29D2"/>
    <w:rsid w:val="003A2A0F"/>
    <w:rsid w:val="003A2BD3"/>
    <w:rsid w:val="003A37D6"/>
    <w:rsid w:val="003A37E7"/>
    <w:rsid w:val="003A3A2F"/>
    <w:rsid w:val="003A414D"/>
    <w:rsid w:val="003A50F5"/>
    <w:rsid w:val="003A5332"/>
    <w:rsid w:val="003A540B"/>
    <w:rsid w:val="003A54B5"/>
    <w:rsid w:val="003A54B6"/>
    <w:rsid w:val="003A5557"/>
    <w:rsid w:val="003A5B16"/>
    <w:rsid w:val="003A5B46"/>
    <w:rsid w:val="003A5EBE"/>
    <w:rsid w:val="003A5F64"/>
    <w:rsid w:val="003A5F99"/>
    <w:rsid w:val="003A6598"/>
    <w:rsid w:val="003A691C"/>
    <w:rsid w:val="003A6D51"/>
    <w:rsid w:val="003A7147"/>
    <w:rsid w:val="003A7652"/>
    <w:rsid w:val="003A7824"/>
    <w:rsid w:val="003A7B34"/>
    <w:rsid w:val="003A7D3D"/>
    <w:rsid w:val="003B0373"/>
    <w:rsid w:val="003B0F03"/>
    <w:rsid w:val="003B1044"/>
    <w:rsid w:val="003B1B6D"/>
    <w:rsid w:val="003B21E4"/>
    <w:rsid w:val="003B2D31"/>
    <w:rsid w:val="003B3497"/>
    <w:rsid w:val="003B3755"/>
    <w:rsid w:val="003B3DDF"/>
    <w:rsid w:val="003B432D"/>
    <w:rsid w:val="003B4502"/>
    <w:rsid w:val="003B4843"/>
    <w:rsid w:val="003B4DB5"/>
    <w:rsid w:val="003B4E82"/>
    <w:rsid w:val="003B5675"/>
    <w:rsid w:val="003B588D"/>
    <w:rsid w:val="003B59F7"/>
    <w:rsid w:val="003B5AA6"/>
    <w:rsid w:val="003B5BA2"/>
    <w:rsid w:val="003B5F2C"/>
    <w:rsid w:val="003B66FD"/>
    <w:rsid w:val="003B6CEE"/>
    <w:rsid w:val="003B6FF0"/>
    <w:rsid w:val="003B70B0"/>
    <w:rsid w:val="003B7252"/>
    <w:rsid w:val="003B7408"/>
    <w:rsid w:val="003B7905"/>
    <w:rsid w:val="003B7FC4"/>
    <w:rsid w:val="003C0177"/>
    <w:rsid w:val="003C057C"/>
    <w:rsid w:val="003C0A74"/>
    <w:rsid w:val="003C0ABF"/>
    <w:rsid w:val="003C0C5A"/>
    <w:rsid w:val="003C0CBC"/>
    <w:rsid w:val="003C116F"/>
    <w:rsid w:val="003C124F"/>
    <w:rsid w:val="003C1CB3"/>
    <w:rsid w:val="003C26ED"/>
    <w:rsid w:val="003C27C8"/>
    <w:rsid w:val="003C2AC1"/>
    <w:rsid w:val="003C2FF5"/>
    <w:rsid w:val="003C31E0"/>
    <w:rsid w:val="003C3C16"/>
    <w:rsid w:val="003C3F40"/>
    <w:rsid w:val="003C4114"/>
    <w:rsid w:val="003C5365"/>
    <w:rsid w:val="003C599D"/>
    <w:rsid w:val="003C5B94"/>
    <w:rsid w:val="003C5EFB"/>
    <w:rsid w:val="003C632D"/>
    <w:rsid w:val="003C665A"/>
    <w:rsid w:val="003C6802"/>
    <w:rsid w:val="003C6BC3"/>
    <w:rsid w:val="003C6EC4"/>
    <w:rsid w:val="003C7722"/>
    <w:rsid w:val="003C7B13"/>
    <w:rsid w:val="003D0249"/>
    <w:rsid w:val="003D0455"/>
    <w:rsid w:val="003D0467"/>
    <w:rsid w:val="003D0B54"/>
    <w:rsid w:val="003D12B5"/>
    <w:rsid w:val="003D13AC"/>
    <w:rsid w:val="003D1660"/>
    <w:rsid w:val="003D21CC"/>
    <w:rsid w:val="003D2288"/>
    <w:rsid w:val="003D240C"/>
    <w:rsid w:val="003D2C69"/>
    <w:rsid w:val="003D41A3"/>
    <w:rsid w:val="003D5170"/>
    <w:rsid w:val="003D5411"/>
    <w:rsid w:val="003D59E3"/>
    <w:rsid w:val="003D5A72"/>
    <w:rsid w:val="003D6840"/>
    <w:rsid w:val="003D6E2A"/>
    <w:rsid w:val="003D7226"/>
    <w:rsid w:val="003D7761"/>
    <w:rsid w:val="003D7D78"/>
    <w:rsid w:val="003E0219"/>
    <w:rsid w:val="003E05D8"/>
    <w:rsid w:val="003E0738"/>
    <w:rsid w:val="003E07A4"/>
    <w:rsid w:val="003E07D3"/>
    <w:rsid w:val="003E09CC"/>
    <w:rsid w:val="003E0B20"/>
    <w:rsid w:val="003E1518"/>
    <w:rsid w:val="003E157A"/>
    <w:rsid w:val="003E1FFE"/>
    <w:rsid w:val="003E2317"/>
    <w:rsid w:val="003E29CE"/>
    <w:rsid w:val="003E2BB7"/>
    <w:rsid w:val="003E3003"/>
    <w:rsid w:val="003E31FE"/>
    <w:rsid w:val="003E39B3"/>
    <w:rsid w:val="003E4250"/>
    <w:rsid w:val="003E4706"/>
    <w:rsid w:val="003E4A40"/>
    <w:rsid w:val="003E4C22"/>
    <w:rsid w:val="003E4EC1"/>
    <w:rsid w:val="003E5AD8"/>
    <w:rsid w:val="003E69A0"/>
    <w:rsid w:val="003E6FEE"/>
    <w:rsid w:val="003E704B"/>
    <w:rsid w:val="003E71AC"/>
    <w:rsid w:val="003E7DCC"/>
    <w:rsid w:val="003E7ECC"/>
    <w:rsid w:val="003F014A"/>
    <w:rsid w:val="003F015B"/>
    <w:rsid w:val="003F025D"/>
    <w:rsid w:val="003F029D"/>
    <w:rsid w:val="003F03BB"/>
    <w:rsid w:val="003F0AF4"/>
    <w:rsid w:val="003F0E67"/>
    <w:rsid w:val="003F0E84"/>
    <w:rsid w:val="003F124C"/>
    <w:rsid w:val="003F13D9"/>
    <w:rsid w:val="003F173B"/>
    <w:rsid w:val="003F1E22"/>
    <w:rsid w:val="003F1E34"/>
    <w:rsid w:val="003F202A"/>
    <w:rsid w:val="003F2086"/>
    <w:rsid w:val="003F22F5"/>
    <w:rsid w:val="003F2826"/>
    <w:rsid w:val="003F3914"/>
    <w:rsid w:val="003F3E26"/>
    <w:rsid w:val="003F40A6"/>
    <w:rsid w:val="003F52F7"/>
    <w:rsid w:val="003F5B3B"/>
    <w:rsid w:val="003F5B52"/>
    <w:rsid w:val="003F5C8F"/>
    <w:rsid w:val="003F5ECE"/>
    <w:rsid w:val="003F62A8"/>
    <w:rsid w:val="003F63A5"/>
    <w:rsid w:val="003F63B8"/>
    <w:rsid w:val="003F6820"/>
    <w:rsid w:val="003F69FF"/>
    <w:rsid w:val="003F7623"/>
    <w:rsid w:val="003F77FB"/>
    <w:rsid w:val="003F7A50"/>
    <w:rsid w:val="003F7BEA"/>
    <w:rsid w:val="003F7E08"/>
    <w:rsid w:val="00400287"/>
    <w:rsid w:val="00400587"/>
    <w:rsid w:val="00400654"/>
    <w:rsid w:val="004009FE"/>
    <w:rsid w:val="00400ACB"/>
    <w:rsid w:val="00400C96"/>
    <w:rsid w:val="00401B2E"/>
    <w:rsid w:val="004023E5"/>
    <w:rsid w:val="004025FF"/>
    <w:rsid w:val="00402887"/>
    <w:rsid w:val="00402C66"/>
    <w:rsid w:val="00403394"/>
    <w:rsid w:val="004033FD"/>
    <w:rsid w:val="00403857"/>
    <w:rsid w:val="00403D86"/>
    <w:rsid w:val="00404099"/>
    <w:rsid w:val="0040415A"/>
    <w:rsid w:val="0040448A"/>
    <w:rsid w:val="004044A0"/>
    <w:rsid w:val="0040488A"/>
    <w:rsid w:val="00404EAC"/>
    <w:rsid w:val="00405CB5"/>
    <w:rsid w:val="00406044"/>
    <w:rsid w:val="00406873"/>
    <w:rsid w:val="004068DC"/>
    <w:rsid w:val="00406E3E"/>
    <w:rsid w:val="004072D5"/>
    <w:rsid w:val="00407DEF"/>
    <w:rsid w:val="0041011D"/>
    <w:rsid w:val="004102B1"/>
    <w:rsid w:val="004105FF"/>
    <w:rsid w:val="00410655"/>
    <w:rsid w:val="0041105D"/>
    <w:rsid w:val="0041110A"/>
    <w:rsid w:val="00411271"/>
    <w:rsid w:val="00411762"/>
    <w:rsid w:val="00411D40"/>
    <w:rsid w:val="00411DD1"/>
    <w:rsid w:val="00412226"/>
    <w:rsid w:val="00412460"/>
    <w:rsid w:val="00412484"/>
    <w:rsid w:val="004129AA"/>
    <w:rsid w:val="00412E9F"/>
    <w:rsid w:val="00413E5C"/>
    <w:rsid w:val="0041441E"/>
    <w:rsid w:val="0041523E"/>
    <w:rsid w:val="00415675"/>
    <w:rsid w:val="00415A19"/>
    <w:rsid w:val="00415C80"/>
    <w:rsid w:val="00415CF5"/>
    <w:rsid w:val="00415DAE"/>
    <w:rsid w:val="00416351"/>
    <w:rsid w:val="00416405"/>
    <w:rsid w:val="00416672"/>
    <w:rsid w:val="00416965"/>
    <w:rsid w:val="00416F1B"/>
    <w:rsid w:val="004170F4"/>
    <w:rsid w:val="004176A8"/>
    <w:rsid w:val="00417835"/>
    <w:rsid w:val="00417CC0"/>
    <w:rsid w:val="004200AE"/>
    <w:rsid w:val="0042040B"/>
    <w:rsid w:val="00420643"/>
    <w:rsid w:val="00420CB4"/>
    <w:rsid w:val="00421069"/>
    <w:rsid w:val="00421401"/>
    <w:rsid w:val="00421483"/>
    <w:rsid w:val="00421C86"/>
    <w:rsid w:val="00422357"/>
    <w:rsid w:val="00422736"/>
    <w:rsid w:val="00422AAE"/>
    <w:rsid w:val="00422AC4"/>
    <w:rsid w:val="00422DE0"/>
    <w:rsid w:val="00423179"/>
    <w:rsid w:val="00423C81"/>
    <w:rsid w:val="00424152"/>
    <w:rsid w:val="0042433C"/>
    <w:rsid w:val="0042441A"/>
    <w:rsid w:val="00424CC3"/>
    <w:rsid w:val="00425916"/>
    <w:rsid w:val="00425C56"/>
    <w:rsid w:val="00425CF7"/>
    <w:rsid w:val="00426331"/>
    <w:rsid w:val="004265BF"/>
    <w:rsid w:val="00426742"/>
    <w:rsid w:val="00426AE3"/>
    <w:rsid w:val="00426C3F"/>
    <w:rsid w:val="004272F4"/>
    <w:rsid w:val="0043033E"/>
    <w:rsid w:val="0043057F"/>
    <w:rsid w:val="004306A7"/>
    <w:rsid w:val="004306F9"/>
    <w:rsid w:val="0043145F"/>
    <w:rsid w:val="00431B4D"/>
    <w:rsid w:val="004321BF"/>
    <w:rsid w:val="0043246D"/>
    <w:rsid w:val="00432537"/>
    <w:rsid w:val="00432BF6"/>
    <w:rsid w:val="00432D25"/>
    <w:rsid w:val="00432E80"/>
    <w:rsid w:val="00432F11"/>
    <w:rsid w:val="00432F26"/>
    <w:rsid w:val="00433203"/>
    <w:rsid w:val="004332DF"/>
    <w:rsid w:val="004334B0"/>
    <w:rsid w:val="004335B4"/>
    <w:rsid w:val="004337BB"/>
    <w:rsid w:val="004340B8"/>
    <w:rsid w:val="00434356"/>
    <w:rsid w:val="004343AD"/>
    <w:rsid w:val="00434531"/>
    <w:rsid w:val="004348AF"/>
    <w:rsid w:val="004348EC"/>
    <w:rsid w:val="00434B57"/>
    <w:rsid w:val="00434BC4"/>
    <w:rsid w:val="00434D3E"/>
    <w:rsid w:val="00434F09"/>
    <w:rsid w:val="004351ED"/>
    <w:rsid w:val="004353C6"/>
    <w:rsid w:val="004355A5"/>
    <w:rsid w:val="0043581C"/>
    <w:rsid w:val="004364C6"/>
    <w:rsid w:val="0043688C"/>
    <w:rsid w:val="00436C16"/>
    <w:rsid w:val="00436F61"/>
    <w:rsid w:val="004374B3"/>
    <w:rsid w:val="004375A8"/>
    <w:rsid w:val="00437810"/>
    <w:rsid w:val="004379B1"/>
    <w:rsid w:val="00437CF7"/>
    <w:rsid w:val="004400BB"/>
    <w:rsid w:val="0044067C"/>
    <w:rsid w:val="00440E19"/>
    <w:rsid w:val="00440E8C"/>
    <w:rsid w:val="0044116B"/>
    <w:rsid w:val="0044126A"/>
    <w:rsid w:val="004417EE"/>
    <w:rsid w:val="00441D6B"/>
    <w:rsid w:val="00441F64"/>
    <w:rsid w:val="004421A0"/>
    <w:rsid w:val="004426B9"/>
    <w:rsid w:val="004437F6"/>
    <w:rsid w:val="00443878"/>
    <w:rsid w:val="00443B8C"/>
    <w:rsid w:val="0044488B"/>
    <w:rsid w:val="00444913"/>
    <w:rsid w:val="00445304"/>
    <w:rsid w:val="00445D16"/>
    <w:rsid w:val="00445D57"/>
    <w:rsid w:val="0044645E"/>
    <w:rsid w:val="00446A9A"/>
    <w:rsid w:val="00446C08"/>
    <w:rsid w:val="00447EA6"/>
    <w:rsid w:val="00447FB9"/>
    <w:rsid w:val="0045010B"/>
    <w:rsid w:val="00450255"/>
    <w:rsid w:val="004516A0"/>
    <w:rsid w:val="00451711"/>
    <w:rsid w:val="00451956"/>
    <w:rsid w:val="00451E58"/>
    <w:rsid w:val="00452185"/>
    <w:rsid w:val="00452421"/>
    <w:rsid w:val="00452516"/>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6D47"/>
    <w:rsid w:val="00456D8E"/>
    <w:rsid w:val="00457331"/>
    <w:rsid w:val="00457828"/>
    <w:rsid w:val="00457A1A"/>
    <w:rsid w:val="00457AB5"/>
    <w:rsid w:val="00457D9D"/>
    <w:rsid w:val="00460977"/>
    <w:rsid w:val="004611BE"/>
    <w:rsid w:val="00461E97"/>
    <w:rsid w:val="00462141"/>
    <w:rsid w:val="0046228F"/>
    <w:rsid w:val="0046247B"/>
    <w:rsid w:val="00462848"/>
    <w:rsid w:val="00462B8B"/>
    <w:rsid w:val="0046307D"/>
    <w:rsid w:val="004634F8"/>
    <w:rsid w:val="00463B08"/>
    <w:rsid w:val="00463D66"/>
    <w:rsid w:val="00464238"/>
    <w:rsid w:val="00464D1C"/>
    <w:rsid w:val="00465106"/>
    <w:rsid w:val="0046562C"/>
    <w:rsid w:val="00465738"/>
    <w:rsid w:val="0046675C"/>
    <w:rsid w:val="004669BF"/>
    <w:rsid w:val="0046753A"/>
    <w:rsid w:val="00470235"/>
    <w:rsid w:val="00470741"/>
    <w:rsid w:val="00470818"/>
    <w:rsid w:val="00470B30"/>
    <w:rsid w:val="00470DFC"/>
    <w:rsid w:val="004710EF"/>
    <w:rsid w:val="00471138"/>
    <w:rsid w:val="00472474"/>
    <w:rsid w:val="00472909"/>
    <w:rsid w:val="00472D53"/>
    <w:rsid w:val="004736A0"/>
    <w:rsid w:val="004736A6"/>
    <w:rsid w:val="004736BA"/>
    <w:rsid w:val="0047379B"/>
    <w:rsid w:val="00474151"/>
    <w:rsid w:val="00474170"/>
    <w:rsid w:val="0047424A"/>
    <w:rsid w:val="004742A7"/>
    <w:rsid w:val="00475B8C"/>
    <w:rsid w:val="00475D8E"/>
    <w:rsid w:val="00475F61"/>
    <w:rsid w:val="00476115"/>
    <w:rsid w:val="00476C65"/>
    <w:rsid w:val="00476F72"/>
    <w:rsid w:val="00477564"/>
    <w:rsid w:val="00477605"/>
    <w:rsid w:val="004776B6"/>
    <w:rsid w:val="004777E0"/>
    <w:rsid w:val="004778F7"/>
    <w:rsid w:val="00477900"/>
    <w:rsid w:val="00480441"/>
    <w:rsid w:val="00480D00"/>
    <w:rsid w:val="0048134B"/>
    <w:rsid w:val="004816AB"/>
    <w:rsid w:val="00481722"/>
    <w:rsid w:val="0048199C"/>
    <w:rsid w:val="00481BCF"/>
    <w:rsid w:val="00481D59"/>
    <w:rsid w:val="004826A8"/>
    <w:rsid w:val="00482743"/>
    <w:rsid w:val="00482F3E"/>
    <w:rsid w:val="00483D58"/>
    <w:rsid w:val="004847B8"/>
    <w:rsid w:val="004849A7"/>
    <w:rsid w:val="004849E6"/>
    <w:rsid w:val="00485146"/>
    <w:rsid w:val="0048527E"/>
    <w:rsid w:val="00485896"/>
    <w:rsid w:val="00485C10"/>
    <w:rsid w:val="00485C27"/>
    <w:rsid w:val="00485DCC"/>
    <w:rsid w:val="00485F1C"/>
    <w:rsid w:val="0048619E"/>
    <w:rsid w:val="00486345"/>
    <w:rsid w:val="0048648D"/>
    <w:rsid w:val="004876BB"/>
    <w:rsid w:val="00487797"/>
    <w:rsid w:val="004877E6"/>
    <w:rsid w:val="00490432"/>
    <w:rsid w:val="00490AAE"/>
    <w:rsid w:val="00490CC3"/>
    <w:rsid w:val="00490E2B"/>
    <w:rsid w:val="004913D8"/>
    <w:rsid w:val="004914BE"/>
    <w:rsid w:val="004917A7"/>
    <w:rsid w:val="00491B44"/>
    <w:rsid w:val="004921BD"/>
    <w:rsid w:val="00492427"/>
    <w:rsid w:val="00492A1A"/>
    <w:rsid w:val="0049324E"/>
    <w:rsid w:val="00493599"/>
    <w:rsid w:val="004937DF"/>
    <w:rsid w:val="00493807"/>
    <w:rsid w:val="00493952"/>
    <w:rsid w:val="004939EE"/>
    <w:rsid w:val="00493A46"/>
    <w:rsid w:val="00493DFE"/>
    <w:rsid w:val="00493EEB"/>
    <w:rsid w:val="00494064"/>
    <w:rsid w:val="0049411B"/>
    <w:rsid w:val="004942E5"/>
    <w:rsid w:val="00494655"/>
    <w:rsid w:val="00494AA9"/>
    <w:rsid w:val="00494C00"/>
    <w:rsid w:val="00494EA7"/>
    <w:rsid w:val="00494EB0"/>
    <w:rsid w:val="00495E72"/>
    <w:rsid w:val="00496BDF"/>
    <w:rsid w:val="00496C5A"/>
    <w:rsid w:val="004970B3"/>
    <w:rsid w:val="00497401"/>
    <w:rsid w:val="00497504"/>
    <w:rsid w:val="00497686"/>
    <w:rsid w:val="004A03F8"/>
    <w:rsid w:val="004A04DF"/>
    <w:rsid w:val="004A05CC"/>
    <w:rsid w:val="004A0805"/>
    <w:rsid w:val="004A0D89"/>
    <w:rsid w:val="004A0E03"/>
    <w:rsid w:val="004A0E8F"/>
    <w:rsid w:val="004A1930"/>
    <w:rsid w:val="004A1EE6"/>
    <w:rsid w:val="004A1FBC"/>
    <w:rsid w:val="004A21B2"/>
    <w:rsid w:val="004A2315"/>
    <w:rsid w:val="004A26DC"/>
    <w:rsid w:val="004A2976"/>
    <w:rsid w:val="004A29C3"/>
    <w:rsid w:val="004A2BCF"/>
    <w:rsid w:val="004A2E65"/>
    <w:rsid w:val="004A35DD"/>
    <w:rsid w:val="004A3856"/>
    <w:rsid w:val="004A4081"/>
    <w:rsid w:val="004A4853"/>
    <w:rsid w:val="004A4CC3"/>
    <w:rsid w:val="004A5181"/>
    <w:rsid w:val="004A51B0"/>
    <w:rsid w:val="004A5621"/>
    <w:rsid w:val="004A58F4"/>
    <w:rsid w:val="004A6472"/>
    <w:rsid w:val="004A67B3"/>
    <w:rsid w:val="004A69C3"/>
    <w:rsid w:val="004A6D1E"/>
    <w:rsid w:val="004A6DA0"/>
    <w:rsid w:val="004A74EB"/>
    <w:rsid w:val="004A7578"/>
    <w:rsid w:val="004A75BC"/>
    <w:rsid w:val="004A7702"/>
    <w:rsid w:val="004A7CF4"/>
    <w:rsid w:val="004B028A"/>
    <w:rsid w:val="004B0328"/>
    <w:rsid w:val="004B05D2"/>
    <w:rsid w:val="004B0E31"/>
    <w:rsid w:val="004B0F78"/>
    <w:rsid w:val="004B10B4"/>
    <w:rsid w:val="004B185D"/>
    <w:rsid w:val="004B28AA"/>
    <w:rsid w:val="004B2BE1"/>
    <w:rsid w:val="004B2C36"/>
    <w:rsid w:val="004B325C"/>
    <w:rsid w:val="004B3530"/>
    <w:rsid w:val="004B36BC"/>
    <w:rsid w:val="004B39E3"/>
    <w:rsid w:val="004B4B34"/>
    <w:rsid w:val="004B4F3F"/>
    <w:rsid w:val="004B57B5"/>
    <w:rsid w:val="004B5D34"/>
    <w:rsid w:val="004B634C"/>
    <w:rsid w:val="004B6355"/>
    <w:rsid w:val="004B6D1C"/>
    <w:rsid w:val="004B7050"/>
    <w:rsid w:val="004B7330"/>
    <w:rsid w:val="004B7A10"/>
    <w:rsid w:val="004B7A85"/>
    <w:rsid w:val="004C055F"/>
    <w:rsid w:val="004C0874"/>
    <w:rsid w:val="004C1641"/>
    <w:rsid w:val="004C19B3"/>
    <w:rsid w:val="004C2000"/>
    <w:rsid w:val="004C216C"/>
    <w:rsid w:val="004C26D4"/>
    <w:rsid w:val="004C2E1C"/>
    <w:rsid w:val="004C2F2D"/>
    <w:rsid w:val="004C2F96"/>
    <w:rsid w:val="004C2FCA"/>
    <w:rsid w:val="004C33F3"/>
    <w:rsid w:val="004C34C8"/>
    <w:rsid w:val="004C381C"/>
    <w:rsid w:val="004C3F8A"/>
    <w:rsid w:val="004C3F9E"/>
    <w:rsid w:val="004C46DE"/>
    <w:rsid w:val="004C55A7"/>
    <w:rsid w:val="004C6979"/>
    <w:rsid w:val="004C6D68"/>
    <w:rsid w:val="004C72CF"/>
    <w:rsid w:val="004C759B"/>
    <w:rsid w:val="004C7C8A"/>
    <w:rsid w:val="004C7E95"/>
    <w:rsid w:val="004C7FD5"/>
    <w:rsid w:val="004D0309"/>
    <w:rsid w:val="004D037E"/>
    <w:rsid w:val="004D0F22"/>
    <w:rsid w:val="004D162A"/>
    <w:rsid w:val="004D1E9E"/>
    <w:rsid w:val="004D2664"/>
    <w:rsid w:val="004D34D9"/>
    <w:rsid w:val="004D3901"/>
    <w:rsid w:val="004D56A2"/>
    <w:rsid w:val="004D586D"/>
    <w:rsid w:val="004D649A"/>
    <w:rsid w:val="004D6994"/>
    <w:rsid w:val="004D6A44"/>
    <w:rsid w:val="004D741B"/>
    <w:rsid w:val="004D76A4"/>
    <w:rsid w:val="004D7C81"/>
    <w:rsid w:val="004D7EFF"/>
    <w:rsid w:val="004D7F97"/>
    <w:rsid w:val="004E0965"/>
    <w:rsid w:val="004E0CB5"/>
    <w:rsid w:val="004E0E33"/>
    <w:rsid w:val="004E1469"/>
    <w:rsid w:val="004E1B66"/>
    <w:rsid w:val="004E1C41"/>
    <w:rsid w:val="004E1CE7"/>
    <w:rsid w:val="004E21A8"/>
    <w:rsid w:val="004E23DF"/>
    <w:rsid w:val="004E2CFA"/>
    <w:rsid w:val="004E2D95"/>
    <w:rsid w:val="004E3548"/>
    <w:rsid w:val="004E36E4"/>
    <w:rsid w:val="004E446B"/>
    <w:rsid w:val="004E4488"/>
    <w:rsid w:val="004E4F45"/>
    <w:rsid w:val="004E5378"/>
    <w:rsid w:val="004E549A"/>
    <w:rsid w:val="004E5511"/>
    <w:rsid w:val="004E5D9D"/>
    <w:rsid w:val="004E5EB0"/>
    <w:rsid w:val="004E5ED6"/>
    <w:rsid w:val="004E69F9"/>
    <w:rsid w:val="004E6D23"/>
    <w:rsid w:val="004E6D71"/>
    <w:rsid w:val="004E6DCF"/>
    <w:rsid w:val="004E6EC8"/>
    <w:rsid w:val="004E73AC"/>
    <w:rsid w:val="004E77BE"/>
    <w:rsid w:val="004E7895"/>
    <w:rsid w:val="004E79B6"/>
    <w:rsid w:val="004F06A3"/>
    <w:rsid w:val="004F0788"/>
    <w:rsid w:val="004F0DA1"/>
    <w:rsid w:val="004F0FAB"/>
    <w:rsid w:val="004F1383"/>
    <w:rsid w:val="004F147D"/>
    <w:rsid w:val="004F1652"/>
    <w:rsid w:val="004F26EC"/>
    <w:rsid w:val="004F2D4D"/>
    <w:rsid w:val="004F2F39"/>
    <w:rsid w:val="004F3119"/>
    <w:rsid w:val="004F3CE0"/>
    <w:rsid w:val="004F3DDE"/>
    <w:rsid w:val="004F408B"/>
    <w:rsid w:val="004F42CF"/>
    <w:rsid w:val="004F4BB1"/>
    <w:rsid w:val="004F4C2E"/>
    <w:rsid w:val="004F54F3"/>
    <w:rsid w:val="004F5602"/>
    <w:rsid w:val="004F574B"/>
    <w:rsid w:val="004F5752"/>
    <w:rsid w:val="004F5E6F"/>
    <w:rsid w:val="004F5EF8"/>
    <w:rsid w:val="004F5FB0"/>
    <w:rsid w:val="004F6725"/>
    <w:rsid w:val="004F691A"/>
    <w:rsid w:val="004F6935"/>
    <w:rsid w:val="004F6E3B"/>
    <w:rsid w:val="004F6EA3"/>
    <w:rsid w:val="004F7597"/>
    <w:rsid w:val="004F7DE8"/>
    <w:rsid w:val="00500A37"/>
    <w:rsid w:val="00501223"/>
    <w:rsid w:val="00501ED9"/>
    <w:rsid w:val="0050269C"/>
    <w:rsid w:val="00502A14"/>
    <w:rsid w:val="005030A2"/>
    <w:rsid w:val="005033CD"/>
    <w:rsid w:val="00503B88"/>
    <w:rsid w:val="00503C3C"/>
    <w:rsid w:val="00503D5C"/>
    <w:rsid w:val="005046F5"/>
    <w:rsid w:val="00504861"/>
    <w:rsid w:val="00504BFC"/>
    <w:rsid w:val="00504CCB"/>
    <w:rsid w:val="00504FD7"/>
    <w:rsid w:val="0050544A"/>
    <w:rsid w:val="00505CE6"/>
    <w:rsid w:val="00506460"/>
    <w:rsid w:val="00506718"/>
    <w:rsid w:val="005072C2"/>
    <w:rsid w:val="0050740A"/>
    <w:rsid w:val="00507696"/>
    <w:rsid w:val="005077CF"/>
    <w:rsid w:val="00507C50"/>
    <w:rsid w:val="00510074"/>
    <w:rsid w:val="005106D2"/>
    <w:rsid w:val="005108FC"/>
    <w:rsid w:val="0051120F"/>
    <w:rsid w:val="005112B4"/>
    <w:rsid w:val="005116AE"/>
    <w:rsid w:val="005122A6"/>
    <w:rsid w:val="00512342"/>
    <w:rsid w:val="00512634"/>
    <w:rsid w:val="0051278F"/>
    <w:rsid w:val="00513059"/>
    <w:rsid w:val="005131C8"/>
    <w:rsid w:val="00513296"/>
    <w:rsid w:val="00513F44"/>
    <w:rsid w:val="0051417C"/>
    <w:rsid w:val="005141EF"/>
    <w:rsid w:val="00514A5E"/>
    <w:rsid w:val="00514AF0"/>
    <w:rsid w:val="00514D3B"/>
    <w:rsid w:val="005152D7"/>
    <w:rsid w:val="00515453"/>
    <w:rsid w:val="005166C8"/>
    <w:rsid w:val="00516951"/>
    <w:rsid w:val="00516D8B"/>
    <w:rsid w:val="0051716F"/>
    <w:rsid w:val="00517466"/>
    <w:rsid w:val="005179D8"/>
    <w:rsid w:val="005206A2"/>
    <w:rsid w:val="00520CF6"/>
    <w:rsid w:val="005212BE"/>
    <w:rsid w:val="005214BF"/>
    <w:rsid w:val="00522048"/>
    <w:rsid w:val="005222AF"/>
    <w:rsid w:val="005224FA"/>
    <w:rsid w:val="0052280B"/>
    <w:rsid w:val="00522BC9"/>
    <w:rsid w:val="00522D6E"/>
    <w:rsid w:val="00523775"/>
    <w:rsid w:val="005237C6"/>
    <w:rsid w:val="00523B19"/>
    <w:rsid w:val="00523BE8"/>
    <w:rsid w:val="00523E92"/>
    <w:rsid w:val="005246D2"/>
    <w:rsid w:val="00524D21"/>
    <w:rsid w:val="00524FF7"/>
    <w:rsid w:val="005252EF"/>
    <w:rsid w:val="00525312"/>
    <w:rsid w:val="00525318"/>
    <w:rsid w:val="005254F5"/>
    <w:rsid w:val="00525600"/>
    <w:rsid w:val="005256A0"/>
    <w:rsid w:val="005258FE"/>
    <w:rsid w:val="005259B4"/>
    <w:rsid w:val="00525CBC"/>
    <w:rsid w:val="00525D39"/>
    <w:rsid w:val="00525FA4"/>
    <w:rsid w:val="0052605D"/>
    <w:rsid w:val="005263E2"/>
    <w:rsid w:val="0052643A"/>
    <w:rsid w:val="0052644D"/>
    <w:rsid w:val="00526AD8"/>
    <w:rsid w:val="00526D40"/>
    <w:rsid w:val="00526D94"/>
    <w:rsid w:val="00526E11"/>
    <w:rsid w:val="005270D5"/>
    <w:rsid w:val="00527B90"/>
    <w:rsid w:val="00530191"/>
    <w:rsid w:val="00530447"/>
    <w:rsid w:val="005305C6"/>
    <w:rsid w:val="00530B51"/>
    <w:rsid w:val="00530CF6"/>
    <w:rsid w:val="00530E87"/>
    <w:rsid w:val="00530EA9"/>
    <w:rsid w:val="00530EC7"/>
    <w:rsid w:val="00530EC9"/>
    <w:rsid w:val="005312FB"/>
    <w:rsid w:val="00531323"/>
    <w:rsid w:val="00531460"/>
    <w:rsid w:val="005314A6"/>
    <w:rsid w:val="00531B41"/>
    <w:rsid w:val="00532209"/>
    <w:rsid w:val="005328E6"/>
    <w:rsid w:val="005329C2"/>
    <w:rsid w:val="00532D50"/>
    <w:rsid w:val="00533575"/>
    <w:rsid w:val="00533828"/>
    <w:rsid w:val="005343DE"/>
    <w:rsid w:val="00534A1C"/>
    <w:rsid w:val="005355BE"/>
    <w:rsid w:val="005356B5"/>
    <w:rsid w:val="005356BA"/>
    <w:rsid w:val="005359A8"/>
    <w:rsid w:val="00535E0F"/>
    <w:rsid w:val="00536143"/>
    <w:rsid w:val="005361E5"/>
    <w:rsid w:val="005362A5"/>
    <w:rsid w:val="005363EE"/>
    <w:rsid w:val="00537047"/>
    <w:rsid w:val="005376A1"/>
    <w:rsid w:val="00537875"/>
    <w:rsid w:val="00537B01"/>
    <w:rsid w:val="005405F1"/>
    <w:rsid w:val="005406A3"/>
    <w:rsid w:val="00541A03"/>
    <w:rsid w:val="00542702"/>
    <w:rsid w:val="005429DE"/>
    <w:rsid w:val="00543B94"/>
    <w:rsid w:val="00543DF6"/>
    <w:rsid w:val="0054436E"/>
    <w:rsid w:val="005443CE"/>
    <w:rsid w:val="00544694"/>
    <w:rsid w:val="00544EE1"/>
    <w:rsid w:val="00545143"/>
    <w:rsid w:val="005451A7"/>
    <w:rsid w:val="005455D7"/>
    <w:rsid w:val="005456AB"/>
    <w:rsid w:val="00545D9A"/>
    <w:rsid w:val="0054618B"/>
    <w:rsid w:val="0054636A"/>
    <w:rsid w:val="005467D4"/>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3CBF"/>
    <w:rsid w:val="005551ED"/>
    <w:rsid w:val="005554A5"/>
    <w:rsid w:val="00555808"/>
    <w:rsid w:val="00555A0C"/>
    <w:rsid w:val="00555D28"/>
    <w:rsid w:val="00556435"/>
    <w:rsid w:val="00556548"/>
    <w:rsid w:val="00557035"/>
    <w:rsid w:val="0055765A"/>
    <w:rsid w:val="005576D8"/>
    <w:rsid w:val="00557CAF"/>
    <w:rsid w:val="00557EDF"/>
    <w:rsid w:val="005601B0"/>
    <w:rsid w:val="00560A09"/>
    <w:rsid w:val="00561D8F"/>
    <w:rsid w:val="00562598"/>
    <w:rsid w:val="0056309C"/>
    <w:rsid w:val="0056449A"/>
    <w:rsid w:val="00564703"/>
    <w:rsid w:val="0056484A"/>
    <w:rsid w:val="00564E78"/>
    <w:rsid w:val="0056578C"/>
    <w:rsid w:val="00565AD0"/>
    <w:rsid w:val="00565AF4"/>
    <w:rsid w:val="00565BCF"/>
    <w:rsid w:val="00565C9E"/>
    <w:rsid w:val="0056641C"/>
    <w:rsid w:val="00566808"/>
    <w:rsid w:val="005679DD"/>
    <w:rsid w:val="00567CFF"/>
    <w:rsid w:val="00567E72"/>
    <w:rsid w:val="005702BA"/>
    <w:rsid w:val="00570CBA"/>
    <w:rsid w:val="00571398"/>
    <w:rsid w:val="00571728"/>
    <w:rsid w:val="005719F5"/>
    <w:rsid w:val="00571A68"/>
    <w:rsid w:val="00571C90"/>
    <w:rsid w:val="00571EE5"/>
    <w:rsid w:val="0057202D"/>
    <w:rsid w:val="00572106"/>
    <w:rsid w:val="005731CD"/>
    <w:rsid w:val="005733C0"/>
    <w:rsid w:val="005739B0"/>
    <w:rsid w:val="005739E4"/>
    <w:rsid w:val="00573EDD"/>
    <w:rsid w:val="0057402A"/>
    <w:rsid w:val="005747B7"/>
    <w:rsid w:val="005747D0"/>
    <w:rsid w:val="005749E1"/>
    <w:rsid w:val="00574A79"/>
    <w:rsid w:val="00575209"/>
    <w:rsid w:val="00575250"/>
    <w:rsid w:val="00575A33"/>
    <w:rsid w:val="005761D5"/>
    <w:rsid w:val="005763DE"/>
    <w:rsid w:val="005763EB"/>
    <w:rsid w:val="00576683"/>
    <w:rsid w:val="00577089"/>
    <w:rsid w:val="0057761D"/>
    <w:rsid w:val="00577A25"/>
    <w:rsid w:val="00577DCD"/>
    <w:rsid w:val="00577EA4"/>
    <w:rsid w:val="00577EAF"/>
    <w:rsid w:val="00577FE6"/>
    <w:rsid w:val="005800A3"/>
    <w:rsid w:val="00580278"/>
    <w:rsid w:val="00580507"/>
    <w:rsid w:val="00580B47"/>
    <w:rsid w:val="00581324"/>
    <w:rsid w:val="00581AD2"/>
    <w:rsid w:val="00583BAF"/>
    <w:rsid w:val="00583E6E"/>
    <w:rsid w:val="00584128"/>
    <w:rsid w:val="00584685"/>
    <w:rsid w:val="005849D5"/>
    <w:rsid w:val="00584B38"/>
    <w:rsid w:val="0058500D"/>
    <w:rsid w:val="005850A6"/>
    <w:rsid w:val="00585882"/>
    <w:rsid w:val="00585C15"/>
    <w:rsid w:val="00585CC7"/>
    <w:rsid w:val="005862EA"/>
    <w:rsid w:val="005864CC"/>
    <w:rsid w:val="00586928"/>
    <w:rsid w:val="00586A7F"/>
    <w:rsid w:val="00586AD1"/>
    <w:rsid w:val="00586EC0"/>
    <w:rsid w:val="00586ECC"/>
    <w:rsid w:val="00587896"/>
    <w:rsid w:val="00587BA9"/>
    <w:rsid w:val="005907E0"/>
    <w:rsid w:val="00590AFE"/>
    <w:rsid w:val="00590EA2"/>
    <w:rsid w:val="00591B2A"/>
    <w:rsid w:val="00591C87"/>
    <w:rsid w:val="0059224F"/>
    <w:rsid w:val="005925B0"/>
    <w:rsid w:val="00592B67"/>
    <w:rsid w:val="00592BA9"/>
    <w:rsid w:val="00592BCF"/>
    <w:rsid w:val="0059410F"/>
    <w:rsid w:val="00594174"/>
    <w:rsid w:val="005943DB"/>
    <w:rsid w:val="00594F8E"/>
    <w:rsid w:val="00594FAE"/>
    <w:rsid w:val="0059504F"/>
    <w:rsid w:val="0059582D"/>
    <w:rsid w:val="00595D5D"/>
    <w:rsid w:val="00595D87"/>
    <w:rsid w:val="00595EF5"/>
    <w:rsid w:val="00596115"/>
    <w:rsid w:val="00596176"/>
    <w:rsid w:val="005961DC"/>
    <w:rsid w:val="005962C3"/>
    <w:rsid w:val="00596635"/>
    <w:rsid w:val="005970CB"/>
    <w:rsid w:val="0059765E"/>
    <w:rsid w:val="00597D3F"/>
    <w:rsid w:val="00597F6B"/>
    <w:rsid w:val="005A0BAF"/>
    <w:rsid w:val="005A12F8"/>
    <w:rsid w:val="005A1A82"/>
    <w:rsid w:val="005A1D51"/>
    <w:rsid w:val="005A21AC"/>
    <w:rsid w:val="005A23AE"/>
    <w:rsid w:val="005A27D9"/>
    <w:rsid w:val="005A2881"/>
    <w:rsid w:val="005A2CB8"/>
    <w:rsid w:val="005A3627"/>
    <w:rsid w:val="005A3645"/>
    <w:rsid w:val="005A3B0D"/>
    <w:rsid w:val="005A3F5C"/>
    <w:rsid w:val="005A44A6"/>
    <w:rsid w:val="005A4643"/>
    <w:rsid w:val="005A46E8"/>
    <w:rsid w:val="005A49AC"/>
    <w:rsid w:val="005A49C2"/>
    <w:rsid w:val="005A4D46"/>
    <w:rsid w:val="005A56BB"/>
    <w:rsid w:val="005A586E"/>
    <w:rsid w:val="005A5A25"/>
    <w:rsid w:val="005A64F7"/>
    <w:rsid w:val="005A66A2"/>
    <w:rsid w:val="005A6B9C"/>
    <w:rsid w:val="005A6C0F"/>
    <w:rsid w:val="005A70B4"/>
    <w:rsid w:val="005A7357"/>
    <w:rsid w:val="005A7AB5"/>
    <w:rsid w:val="005A7B02"/>
    <w:rsid w:val="005A7FE2"/>
    <w:rsid w:val="005B00B4"/>
    <w:rsid w:val="005B0540"/>
    <w:rsid w:val="005B07BD"/>
    <w:rsid w:val="005B0B17"/>
    <w:rsid w:val="005B10B6"/>
    <w:rsid w:val="005B1351"/>
    <w:rsid w:val="005B1FAB"/>
    <w:rsid w:val="005B2227"/>
    <w:rsid w:val="005B29A1"/>
    <w:rsid w:val="005B2ABC"/>
    <w:rsid w:val="005B2F4F"/>
    <w:rsid w:val="005B37D6"/>
    <w:rsid w:val="005B3979"/>
    <w:rsid w:val="005B4288"/>
    <w:rsid w:val="005B4C6B"/>
    <w:rsid w:val="005B4E42"/>
    <w:rsid w:val="005B53E5"/>
    <w:rsid w:val="005B540A"/>
    <w:rsid w:val="005B586E"/>
    <w:rsid w:val="005B5C51"/>
    <w:rsid w:val="005B6331"/>
    <w:rsid w:val="005B642A"/>
    <w:rsid w:val="005B6499"/>
    <w:rsid w:val="005B65B9"/>
    <w:rsid w:val="005B669F"/>
    <w:rsid w:val="005B6F52"/>
    <w:rsid w:val="005B6FAD"/>
    <w:rsid w:val="005B7000"/>
    <w:rsid w:val="005B7268"/>
    <w:rsid w:val="005B74FE"/>
    <w:rsid w:val="005B7612"/>
    <w:rsid w:val="005B787A"/>
    <w:rsid w:val="005B7F1D"/>
    <w:rsid w:val="005C0799"/>
    <w:rsid w:val="005C0A54"/>
    <w:rsid w:val="005C0B3A"/>
    <w:rsid w:val="005C0B75"/>
    <w:rsid w:val="005C0D05"/>
    <w:rsid w:val="005C11FF"/>
    <w:rsid w:val="005C1577"/>
    <w:rsid w:val="005C1D91"/>
    <w:rsid w:val="005C1F77"/>
    <w:rsid w:val="005C2BD1"/>
    <w:rsid w:val="005C2E97"/>
    <w:rsid w:val="005C2F81"/>
    <w:rsid w:val="005C313B"/>
    <w:rsid w:val="005C34A4"/>
    <w:rsid w:val="005C38D0"/>
    <w:rsid w:val="005C3F74"/>
    <w:rsid w:val="005C4442"/>
    <w:rsid w:val="005C4465"/>
    <w:rsid w:val="005C4517"/>
    <w:rsid w:val="005C4F06"/>
    <w:rsid w:val="005C4F64"/>
    <w:rsid w:val="005C5622"/>
    <w:rsid w:val="005C564B"/>
    <w:rsid w:val="005C582F"/>
    <w:rsid w:val="005C63A0"/>
    <w:rsid w:val="005C6707"/>
    <w:rsid w:val="005C688A"/>
    <w:rsid w:val="005C6901"/>
    <w:rsid w:val="005C6E41"/>
    <w:rsid w:val="005C7338"/>
    <w:rsid w:val="005C77C6"/>
    <w:rsid w:val="005D0367"/>
    <w:rsid w:val="005D0B0A"/>
    <w:rsid w:val="005D11AB"/>
    <w:rsid w:val="005D14E5"/>
    <w:rsid w:val="005D18FE"/>
    <w:rsid w:val="005D200B"/>
    <w:rsid w:val="005D22C6"/>
    <w:rsid w:val="005D22E2"/>
    <w:rsid w:val="005D22FD"/>
    <w:rsid w:val="005D249D"/>
    <w:rsid w:val="005D25B0"/>
    <w:rsid w:val="005D26F1"/>
    <w:rsid w:val="005D27FC"/>
    <w:rsid w:val="005D299A"/>
    <w:rsid w:val="005D3387"/>
    <w:rsid w:val="005D396A"/>
    <w:rsid w:val="005D3D65"/>
    <w:rsid w:val="005D439D"/>
    <w:rsid w:val="005D462E"/>
    <w:rsid w:val="005D4793"/>
    <w:rsid w:val="005D47F3"/>
    <w:rsid w:val="005D47F6"/>
    <w:rsid w:val="005D5459"/>
    <w:rsid w:val="005D58AD"/>
    <w:rsid w:val="005D5ACF"/>
    <w:rsid w:val="005D5CDF"/>
    <w:rsid w:val="005D6291"/>
    <w:rsid w:val="005D66BB"/>
    <w:rsid w:val="005D67A0"/>
    <w:rsid w:val="005D68A3"/>
    <w:rsid w:val="005D774B"/>
    <w:rsid w:val="005D784B"/>
    <w:rsid w:val="005D788A"/>
    <w:rsid w:val="005E036D"/>
    <w:rsid w:val="005E0A55"/>
    <w:rsid w:val="005E0C89"/>
    <w:rsid w:val="005E0FD6"/>
    <w:rsid w:val="005E1441"/>
    <w:rsid w:val="005E190E"/>
    <w:rsid w:val="005E1C7B"/>
    <w:rsid w:val="005E1E5D"/>
    <w:rsid w:val="005E1F99"/>
    <w:rsid w:val="005E2158"/>
    <w:rsid w:val="005E2D42"/>
    <w:rsid w:val="005E30D3"/>
    <w:rsid w:val="005E33BA"/>
    <w:rsid w:val="005E36A1"/>
    <w:rsid w:val="005E3B7F"/>
    <w:rsid w:val="005E3F7F"/>
    <w:rsid w:val="005E42AE"/>
    <w:rsid w:val="005E4402"/>
    <w:rsid w:val="005E48F0"/>
    <w:rsid w:val="005E4B42"/>
    <w:rsid w:val="005E4B55"/>
    <w:rsid w:val="005E58B0"/>
    <w:rsid w:val="005E5AB2"/>
    <w:rsid w:val="005E5B82"/>
    <w:rsid w:val="005E5D6A"/>
    <w:rsid w:val="005E62F3"/>
    <w:rsid w:val="005E6421"/>
    <w:rsid w:val="005E69CD"/>
    <w:rsid w:val="005E7505"/>
    <w:rsid w:val="005E7A50"/>
    <w:rsid w:val="005E7C93"/>
    <w:rsid w:val="005E7C9A"/>
    <w:rsid w:val="005E7D24"/>
    <w:rsid w:val="005E7D92"/>
    <w:rsid w:val="005F0AEA"/>
    <w:rsid w:val="005F20D9"/>
    <w:rsid w:val="005F21E6"/>
    <w:rsid w:val="005F225A"/>
    <w:rsid w:val="005F234F"/>
    <w:rsid w:val="005F2873"/>
    <w:rsid w:val="005F2BCA"/>
    <w:rsid w:val="005F2ECD"/>
    <w:rsid w:val="005F402A"/>
    <w:rsid w:val="005F41D2"/>
    <w:rsid w:val="005F47C9"/>
    <w:rsid w:val="005F4892"/>
    <w:rsid w:val="005F5192"/>
    <w:rsid w:val="005F53C6"/>
    <w:rsid w:val="005F5E52"/>
    <w:rsid w:val="005F619F"/>
    <w:rsid w:val="005F655A"/>
    <w:rsid w:val="005F6568"/>
    <w:rsid w:val="005F6D35"/>
    <w:rsid w:val="005F6D77"/>
    <w:rsid w:val="005F6F71"/>
    <w:rsid w:val="005F71B4"/>
    <w:rsid w:val="005F76B9"/>
    <w:rsid w:val="005F7743"/>
    <w:rsid w:val="005F788A"/>
    <w:rsid w:val="005F7F2D"/>
    <w:rsid w:val="006004D4"/>
    <w:rsid w:val="006019F1"/>
    <w:rsid w:val="006020CE"/>
    <w:rsid w:val="0060294D"/>
    <w:rsid w:val="00602DEA"/>
    <w:rsid w:val="0060340E"/>
    <w:rsid w:val="00603779"/>
    <w:rsid w:val="006038A6"/>
    <w:rsid w:val="006038D3"/>
    <w:rsid w:val="00603C92"/>
    <w:rsid w:val="00603DCD"/>
    <w:rsid w:val="00604026"/>
    <w:rsid w:val="00604099"/>
    <w:rsid w:val="006043C9"/>
    <w:rsid w:val="00604D77"/>
    <w:rsid w:val="00604E59"/>
    <w:rsid w:val="006054C6"/>
    <w:rsid w:val="00605810"/>
    <w:rsid w:val="0060588E"/>
    <w:rsid w:val="0060604C"/>
    <w:rsid w:val="0060604F"/>
    <w:rsid w:val="00606289"/>
    <w:rsid w:val="0060646B"/>
    <w:rsid w:val="00610121"/>
    <w:rsid w:val="00610224"/>
    <w:rsid w:val="00610396"/>
    <w:rsid w:val="0061092B"/>
    <w:rsid w:val="00610D66"/>
    <w:rsid w:val="00611F2D"/>
    <w:rsid w:val="0061267A"/>
    <w:rsid w:val="00612794"/>
    <w:rsid w:val="00612AA6"/>
    <w:rsid w:val="006133F4"/>
    <w:rsid w:val="006135A9"/>
    <w:rsid w:val="0061397E"/>
    <w:rsid w:val="00613C0A"/>
    <w:rsid w:val="00613CDE"/>
    <w:rsid w:val="00613F27"/>
    <w:rsid w:val="00614AE8"/>
    <w:rsid w:val="00615E4B"/>
    <w:rsid w:val="00615F5B"/>
    <w:rsid w:val="006160D0"/>
    <w:rsid w:val="00616203"/>
    <w:rsid w:val="00616A8B"/>
    <w:rsid w:val="0061728A"/>
    <w:rsid w:val="006179D1"/>
    <w:rsid w:val="00617AAC"/>
    <w:rsid w:val="00617C39"/>
    <w:rsid w:val="006200F7"/>
    <w:rsid w:val="00620AC5"/>
    <w:rsid w:val="006215EA"/>
    <w:rsid w:val="0062175A"/>
    <w:rsid w:val="00621899"/>
    <w:rsid w:val="00621FD4"/>
    <w:rsid w:val="0062211B"/>
    <w:rsid w:val="0062218B"/>
    <w:rsid w:val="00622270"/>
    <w:rsid w:val="00622805"/>
    <w:rsid w:val="00622940"/>
    <w:rsid w:val="00622A3B"/>
    <w:rsid w:val="00622BC4"/>
    <w:rsid w:val="006230BD"/>
    <w:rsid w:val="00623119"/>
    <w:rsid w:val="00623560"/>
    <w:rsid w:val="00623927"/>
    <w:rsid w:val="00623A85"/>
    <w:rsid w:val="0062455F"/>
    <w:rsid w:val="00624722"/>
    <w:rsid w:val="00624F6A"/>
    <w:rsid w:val="00625426"/>
    <w:rsid w:val="00625C2D"/>
    <w:rsid w:val="00625E4C"/>
    <w:rsid w:val="00625E6A"/>
    <w:rsid w:val="00626143"/>
    <w:rsid w:val="00626867"/>
    <w:rsid w:val="00626CED"/>
    <w:rsid w:val="00626D93"/>
    <w:rsid w:val="0062749B"/>
    <w:rsid w:val="0063032A"/>
    <w:rsid w:val="006306D3"/>
    <w:rsid w:val="00630D39"/>
    <w:rsid w:val="00630EB8"/>
    <w:rsid w:val="0063114E"/>
    <w:rsid w:val="00631206"/>
    <w:rsid w:val="00632115"/>
    <w:rsid w:val="0063229A"/>
    <w:rsid w:val="00633207"/>
    <w:rsid w:val="00633A09"/>
    <w:rsid w:val="00633BA4"/>
    <w:rsid w:val="00633BA9"/>
    <w:rsid w:val="00633E07"/>
    <w:rsid w:val="006342E5"/>
    <w:rsid w:val="00634A1E"/>
    <w:rsid w:val="00634C19"/>
    <w:rsid w:val="00634C93"/>
    <w:rsid w:val="00635646"/>
    <w:rsid w:val="00635EDB"/>
    <w:rsid w:val="0063606F"/>
    <w:rsid w:val="0063632A"/>
    <w:rsid w:val="00636382"/>
    <w:rsid w:val="006378B5"/>
    <w:rsid w:val="006378F7"/>
    <w:rsid w:val="00637AD3"/>
    <w:rsid w:val="00640574"/>
    <w:rsid w:val="006409E4"/>
    <w:rsid w:val="00640C15"/>
    <w:rsid w:val="00640D4C"/>
    <w:rsid w:val="006411CC"/>
    <w:rsid w:val="00641446"/>
    <w:rsid w:val="00641BA2"/>
    <w:rsid w:val="00642159"/>
    <w:rsid w:val="006427C0"/>
    <w:rsid w:val="006427DC"/>
    <w:rsid w:val="00642F61"/>
    <w:rsid w:val="00643584"/>
    <w:rsid w:val="00643969"/>
    <w:rsid w:val="00643A59"/>
    <w:rsid w:val="00643D71"/>
    <w:rsid w:val="00644857"/>
    <w:rsid w:val="00645866"/>
    <w:rsid w:val="00645B47"/>
    <w:rsid w:val="00645BE8"/>
    <w:rsid w:val="006463D0"/>
    <w:rsid w:val="0064649D"/>
    <w:rsid w:val="0064658A"/>
    <w:rsid w:val="006465D0"/>
    <w:rsid w:val="00647772"/>
    <w:rsid w:val="00647ACB"/>
    <w:rsid w:val="00650190"/>
    <w:rsid w:val="00650277"/>
    <w:rsid w:val="00650C54"/>
    <w:rsid w:val="00651029"/>
    <w:rsid w:val="00651AD0"/>
    <w:rsid w:val="00651B07"/>
    <w:rsid w:val="006523C0"/>
    <w:rsid w:val="00652F60"/>
    <w:rsid w:val="00653126"/>
    <w:rsid w:val="0065332C"/>
    <w:rsid w:val="0065345F"/>
    <w:rsid w:val="00654028"/>
    <w:rsid w:val="00654350"/>
    <w:rsid w:val="006551A4"/>
    <w:rsid w:val="0065587E"/>
    <w:rsid w:val="006558FA"/>
    <w:rsid w:val="00655A4B"/>
    <w:rsid w:val="00655B69"/>
    <w:rsid w:val="00655E13"/>
    <w:rsid w:val="00656606"/>
    <w:rsid w:val="00656668"/>
    <w:rsid w:val="0065678A"/>
    <w:rsid w:val="00656D98"/>
    <w:rsid w:val="00656DE6"/>
    <w:rsid w:val="00656F6F"/>
    <w:rsid w:val="006578F0"/>
    <w:rsid w:val="00657FC4"/>
    <w:rsid w:val="006601A0"/>
    <w:rsid w:val="0066026C"/>
    <w:rsid w:val="006605B9"/>
    <w:rsid w:val="00660667"/>
    <w:rsid w:val="0066102B"/>
    <w:rsid w:val="00661601"/>
    <w:rsid w:val="00661680"/>
    <w:rsid w:val="00661918"/>
    <w:rsid w:val="00661D8A"/>
    <w:rsid w:val="00661E79"/>
    <w:rsid w:val="006622C0"/>
    <w:rsid w:val="006623F9"/>
    <w:rsid w:val="00662D02"/>
    <w:rsid w:val="00662ECB"/>
    <w:rsid w:val="006638C0"/>
    <w:rsid w:val="00664045"/>
    <w:rsid w:val="00664388"/>
    <w:rsid w:val="00664657"/>
    <w:rsid w:val="00664BFB"/>
    <w:rsid w:val="00665277"/>
    <w:rsid w:val="006654AF"/>
    <w:rsid w:val="0066562C"/>
    <w:rsid w:val="00665937"/>
    <w:rsid w:val="00665A95"/>
    <w:rsid w:val="00665BBB"/>
    <w:rsid w:val="00665FE7"/>
    <w:rsid w:val="00666559"/>
    <w:rsid w:val="00666AEB"/>
    <w:rsid w:val="00666C79"/>
    <w:rsid w:val="00667B22"/>
    <w:rsid w:val="00667F1C"/>
    <w:rsid w:val="00670102"/>
    <w:rsid w:val="006701BD"/>
    <w:rsid w:val="006705D7"/>
    <w:rsid w:val="00670F1A"/>
    <w:rsid w:val="0067175E"/>
    <w:rsid w:val="0067221F"/>
    <w:rsid w:val="006723F5"/>
    <w:rsid w:val="006724B6"/>
    <w:rsid w:val="0067259E"/>
    <w:rsid w:val="00672687"/>
    <w:rsid w:val="006731C6"/>
    <w:rsid w:val="00673234"/>
    <w:rsid w:val="006733B2"/>
    <w:rsid w:val="00673AD0"/>
    <w:rsid w:val="006748DD"/>
    <w:rsid w:val="00674E97"/>
    <w:rsid w:val="00674EB2"/>
    <w:rsid w:val="00674F2F"/>
    <w:rsid w:val="00675694"/>
    <w:rsid w:val="0067578C"/>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1084"/>
    <w:rsid w:val="006810E9"/>
    <w:rsid w:val="006812F7"/>
    <w:rsid w:val="00681FD5"/>
    <w:rsid w:val="0068258E"/>
    <w:rsid w:val="0068297C"/>
    <w:rsid w:val="00682ACF"/>
    <w:rsid w:val="00682B5F"/>
    <w:rsid w:val="00682D32"/>
    <w:rsid w:val="00682D48"/>
    <w:rsid w:val="00682E71"/>
    <w:rsid w:val="00682EAF"/>
    <w:rsid w:val="00682FFB"/>
    <w:rsid w:val="0068385C"/>
    <w:rsid w:val="00683C5A"/>
    <w:rsid w:val="00683CF3"/>
    <w:rsid w:val="006840A4"/>
    <w:rsid w:val="00684D4D"/>
    <w:rsid w:val="006857E7"/>
    <w:rsid w:val="006858B1"/>
    <w:rsid w:val="00685CAE"/>
    <w:rsid w:val="00685D79"/>
    <w:rsid w:val="00686150"/>
    <w:rsid w:val="00686164"/>
    <w:rsid w:val="006861BB"/>
    <w:rsid w:val="00686D85"/>
    <w:rsid w:val="006871CF"/>
    <w:rsid w:val="00687690"/>
    <w:rsid w:val="00687A4E"/>
    <w:rsid w:val="00687AA0"/>
    <w:rsid w:val="00690121"/>
    <w:rsid w:val="006906CE"/>
    <w:rsid w:val="00690752"/>
    <w:rsid w:val="006908CB"/>
    <w:rsid w:val="00690965"/>
    <w:rsid w:val="00690D33"/>
    <w:rsid w:val="006911DD"/>
    <w:rsid w:val="00691384"/>
    <w:rsid w:val="00691C29"/>
    <w:rsid w:val="00691C9D"/>
    <w:rsid w:val="006922EE"/>
    <w:rsid w:val="00692B0C"/>
    <w:rsid w:val="00692FA5"/>
    <w:rsid w:val="0069324F"/>
    <w:rsid w:val="006932E8"/>
    <w:rsid w:val="006936B3"/>
    <w:rsid w:val="00693DF1"/>
    <w:rsid w:val="00693EDD"/>
    <w:rsid w:val="00693EED"/>
    <w:rsid w:val="0069401C"/>
    <w:rsid w:val="0069410D"/>
    <w:rsid w:val="00694673"/>
    <w:rsid w:val="00694721"/>
    <w:rsid w:val="00694A3F"/>
    <w:rsid w:val="00694ACA"/>
    <w:rsid w:val="00694B2E"/>
    <w:rsid w:val="00694EC1"/>
    <w:rsid w:val="006958F0"/>
    <w:rsid w:val="0069625E"/>
    <w:rsid w:val="006964A4"/>
    <w:rsid w:val="0069678B"/>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492"/>
    <w:rsid w:val="006A2A71"/>
    <w:rsid w:val="006A2CF4"/>
    <w:rsid w:val="006A301D"/>
    <w:rsid w:val="006A3823"/>
    <w:rsid w:val="006A3C28"/>
    <w:rsid w:val="006A3F3B"/>
    <w:rsid w:val="006A3F4A"/>
    <w:rsid w:val="006A3FD0"/>
    <w:rsid w:val="006A4B2B"/>
    <w:rsid w:val="006A5257"/>
    <w:rsid w:val="006A55F4"/>
    <w:rsid w:val="006A574B"/>
    <w:rsid w:val="006A6566"/>
    <w:rsid w:val="006A746B"/>
    <w:rsid w:val="006A7751"/>
    <w:rsid w:val="006A7C88"/>
    <w:rsid w:val="006B0E6C"/>
    <w:rsid w:val="006B128F"/>
    <w:rsid w:val="006B15F5"/>
    <w:rsid w:val="006B1DB3"/>
    <w:rsid w:val="006B2510"/>
    <w:rsid w:val="006B2B71"/>
    <w:rsid w:val="006B388A"/>
    <w:rsid w:val="006B3DDB"/>
    <w:rsid w:val="006B3EE1"/>
    <w:rsid w:val="006B3F5B"/>
    <w:rsid w:val="006B4048"/>
    <w:rsid w:val="006B46B1"/>
    <w:rsid w:val="006B4BE1"/>
    <w:rsid w:val="006B4D03"/>
    <w:rsid w:val="006B4DD7"/>
    <w:rsid w:val="006B4F2C"/>
    <w:rsid w:val="006B52A4"/>
    <w:rsid w:val="006B5542"/>
    <w:rsid w:val="006B5A8B"/>
    <w:rsid w:val="006B5C4C"/>
    <w:rsid w:val="006B69AD"/>
    <w:rsid w:val="006B725D"/>
    <w:rsid w:val="006B73A3"/>
    <w:rsid w:val="006B75B5"/>
    <w:rsid w:val="006B7C97"/>
    <w:rsid w:val="006B7CFF"/>
    <w:rsid w:val="006B7D53"/>
    <w:rsid w:val="006B7F3E"/>
    <w:rsid w:val="006C0375"/>
    <w:rsid w:val="006C0681"/>
    <w:rsid w:val="006C0D0D"/>
    <w:rsid w:val="006C1706"/>
    <w:rsid w:val="006C1E5C"/>
    <w:rsid w:val="006C27AC"/>
    <w:rsid w:val="006C3026"/>
    <w:rsid w:val="006C31F9"/>
    <w:rsid w:val="006C32DB"/>
    <w:rsid w:val="006C3419"/>
    <w:rsid w:val="006C3820"/>
    <w:rsid w:val="006C3A83"/>
    <w:rsid w:val="006C3D57"/>
    <w:rsid w:val="006C493C"/>
    <w:rsid w:val="006C571C"/>
    <w:rsid w:val="006C60E6"/>
    <w:rsid w:val="006C630F"/>
    <w:rsid w:val="006C6BF0"/>
    <w:rsid w:val="006C6C27"/>
    <w:rsid w:val="006C7027"/>
    <w:rsid w:val="006C70F5"/>
    <w:rsid w:val="006C75CE"/>
    <w:rsid w:val="006C7738"/>
    <w:rsid w:val="006C7CE8"/>
    <w:rsid w:val="006D0740"/>
    <w:rsid w:val="006D1115"/>
    <w:rsid w:val="006D2592"/>
    <w:rsid w:val="006D2899"/>
    <w:rsid w:val="006D28B5"/>
    <w:rsid w:val="006D2916"/>
    <w:rsid w:val="006D29F2"/>
    <w:rsid w:val="006D304E"/>
    <w:rsid w:val="006D3233"/>
    <w:rsid w:val="006D3F29"/>
    <w:rsid w:val="006D42D5"/>
    <w:rsid w:val="006D42EB"/>
    <w:rsid w:val="006D4326"/>
    <w:rsid w:val="006D439F"/>
    <w:rsid w:val="006D53EA"/>
    <w:rsid w:val="006D55C4"/>
    <w:rsid w:val="006D578E"/>
    <w:rsid w:val="006D5B49"/>
    <w:rsid w:val="006D5D21"/>
    <w:rsid w:val="006D6065"/>
    <w:rsid w:val="006D6521"/>
    <w:rsid w:val="006D73BA"/>
    <w:rsid w:val="006D7420"/>
    <w:rsid w:val="006D76B0"/>
    <w:rsid w:val="006D7717"/>
    <w:rsid w:val="006D796E"/>
    <w:rsid w:val="006D7A20"/>
    <w:rsid w:val="006D7D5B"/>
    <w:rsid w:val="006E0729"/>
    <w:rsid w:val="006E076A"/>
    <w:rsid w:val="006E1109"/>
    <w:rsid w:val="006E1426"/>
    <w:rsid w:val="006E14C9"/>
    <w:rsid w:val="006E15BD"/>
    <w:rsid w:val="006E19DC"/>
    <w:rsid w:val="006E22C9"/>
    <w:rsid w:val="006E242D"/>
    <w:rsid w:val="006E26A3"/>
    <w:rsid w:val="006E2B1F"/>
    <w:rsid w:val="006E324B"/>
    <w:rsid w:val="006E3484"/>
    <w:rsid w:val="006E3C94"/>
    <w:rsid w:val="006E4897"/>
    <w:rsid w:val="006E48B5"/>
    <w:rsid w:val="006E5087"/>
    <w:rsid w:val="006E55DB"/>
    <w:rsid w:val="006E5746"/>
    <w:rsid w:val="006E59FA"/>
    <w:rsid w:val="006E6018"/>
    <w:rsid w:val="006E68E4"/>
    <w:rsid w:val="006E6A30"/>
    <w:rsid w:val="006E6CC7"/>
    <w:rsid w:val="006E6EAC"/>
    <w:rsid w:val="006E76D5"/>
    <w:rsid w:val="006E789E"/>
    <w:rsid w:val="006E7C91"/>
    <w:rsid w:val="006E7EAA"/>
    <w:rsid w:val="006E7F45"/>
    <w:rsid w:val="006F0578"/>
    <w:rsid w:val="006F061C"/>
    <w:rsid w:val="006F0717"/>
    <w:rsid w:val="006F0AB5"/>
    <w:rsid w:val="006F0B35"/>
    <w:rsid w:val="006F13CC"/>
    <w:rsid w:val="006F25F4"/>
    <w:rsid w:val="006F32C5"/>
    <w:rsid w:val="006F374E"/>
    <w:rsid w:val="006F3900"/>
    <w:rsid w:val="006F3943"/>
    <w:rsid w:val="006F4127"/>
    <w:rsid w:val="006F46C5"/>
    <w:rsid w:val="006F572A"/>
    <w:rsid w:val="006F5A2C"/>
    <w:rsid w:val="006F5F75"/>
    <w:rsid w:val="006F6525"/>
    <w:rsid w:val="006F6B03"/>
    <w:rsid w:val="006F6B31"/>
    <w:rsid w:val="006F6BB7"/>
    <w:rsid w:val="006F7085"/>
    <w:rsid w:val="006F7AB8"/>
    <w:rsid w:val="0070085C"/>
    <w:rsid w:val="00701885"/>
    <w:rsid w:val="00701998"/>
    <w:rsid w:val="00702221"/>
    <w:rsid w:val="00702FDF"/>
    <w:rsid w:val="00703C20"/>
    <w:rsid w:val="00703CD2"/>
    <w:rsid w:val="00703E38"/>
    <w:rsid w:val="0070443D"/>
    <w:rsid w:val="00704476"/>
    <w:rsid w:val="00704556"/>
    <w:rsid w:val="00704644"/>
    <w:rsid w:val="00704871"/>
    <w:rsid w:val="00704AC8"/>
    <w:rsid w:val="00704C62"/>
    <w:rsid w:val="007050FE"/>
    <w:rsid w:val="00705CB8"/>
    <w:rsid w:val="00705CC4"/>
    <w:rsid w:val="007067FC"/>
    <w:rsid w:val="00706877"/>
    <w:rsid w:val="007069E6"/>
    <w:rsid w:val="007070F9"/>
    <w:rsid w:val="007076F8"/>
    <w:rsid w:val="00707946"/>
    <w:rsid w:val="00707D6F"/>
    <w:rsid w:val="00707D96"/>
    <w:rsid w:val="00707E75"/>
    <w:rsid w:val="00710B68"/>
    <w:rsid w:val="00710D3A"/>
    <w:rsid w:val="00710D53"/>
    <w:rsid w:val="007110B2"/>
    <w:rsid w:val="0071119A"/>
    <w:rsid w:val="007112CD"/>
    <w:rsid w:val="00711FDE"/>
    <w:rsid w:val="00712193"/>
    <w:rsid w:val="0071219C"/>
    <w:rsid w:val="007123BA"/>
    <w:rsid w:val="007125BC"/>
    <w:rsid w:val="007125F2"/>
    <w:rsid w:val="00712C81"/>
    <w:rsid w:val="00712FA2"/>
    <w:rsid w:val="00713392"/>
    <w:rsid w:val="00713888"/>
    <w:rsid w:val="00713B60"/>
    <w:rsid w:val="00714232"/>
    <w:rsid w:val="007142EE"/>
    <w:rsid w:val="00714366"/>
    <w:rsid w:val="00715105"/>
    <w:rsid w:val="00715433"/>
    <w:rsid w:val="0071544B"/>
    <w:rsid w:val="00715C88"/>
    <w:rsid w:val="00715DFE"/>
    <w:rsid w:val="00715E83"/>
    <w:rsid w:val="0071612A"/>
    <w:rsid w:val="0071653A"/>
    <w:rsid w:val="00716E47"/>
    <w:rsid w:val="0071750A"/>
    <w:rsid w:val="00720283"/>
    <w:rsid w:val="00721F93"/>
    <w:rsid w:val="00723118"/>
    <w:rsid w:val="007235DA"/>
    <w:rsid w:val="00723880"/>
    <w:rsid w:val="00723A85"/>
    <w:rsid w:val="00723C97"/>
    <w:rsid w:val="00723CD9"/>
    <w:rsid w:val="007241FF"/>
    <w:rsid w:val="0072459B"/>
    <w:rsid w:val="0072574C"/>
    <w:rsid w:val="007258E4"/>
    <w:rsid w:val="007259EB"/>
    <w:rsid w:val="007262AC"/>
    <w:rsid w:val="0072658D"/>
    <w:rsid w:val="0072727C"/>
    <w:rsid w:val="007273CD"/>
    <w:rsid w:val="00727610"/>
    <w:rsid w:val="007276A7"/>
    <w:rsid w:val="007276FE"/>
    <w:rsid w:val="00727E31"/>
    <w:rsid w:val="00727F2D"/>
    <w:rsid w:val="0073001B"/>
    <w:rsid w:val="007300EC"/>
    <w:rsid w:val="007303AA"/>
    <w:rsid w:val="00730469"/>
    <w:rsid w:val="0073073E"/>
    <w:rsid w:val="007309CB"/>
    <w:rsid w:val="0073114A"/>
    <w:rsid w:val="0073138E"/>
    <w:rsid w:val="00731972"/>
    <w:rsid w:val="00731A32"/>
    <w:rsid w:val="00732229"/>
    <w:rsid w:val="00732ABE"/>
    <w:rsid w:val="00732E6E"/>
    <w:rsid w:val="00732EE8"/>
    <w:rsid w:val="00732F16"/>
    <w:rsid w:val="0073303E"/>
    <w:rsid w:val="007331AF"/>
    <w:rsid w:val="00733934"/>
    <w:rsid w:val="00733B57"/>
    <w:rsid w:val="00734614"/>
    <w:rsid w:val="0073489C"/>
    <w:rsid w:val="007351E2"/>
    <w:rsid w:val="00735503"/>
    <w:rsid w:val="007358A7"/>
    <w:rsid w:val="00735D6D"/>
    <w:rsid w:val="00735DA6"/>
    <w:rsid w:val="00735EE3"/>
    <w:rsid w:val="0073630F"/>
    <w:rsid w:val="00736658"/>
    <w:rsid w:val="00736C41"/>
    <w:rsid w:val="00737344"/>
    <w:rsid w:val="007378EB"/>
    <w:rsid w:val="007402C2"/>
    <w:rsid w:val="00740FF4"/>
    <w:rsid w:val="00741748"/>
    <w:rsid w:val="00741B41"/>
    <w:rsid w:val="00741F0D"/>
    <w:rsid w:val="0074247E"/>
    <w:rsid w:val="00742807"/>
    <w:rsid w:val="007433C4"/>
    <w:rsid w:val="00743BF1"/>
    <w:rsid w:val="0074405D"/>
    <w:rsid w:val="00744119"/>
    <w:rsid w:val="00744D5C"/>
    <w:rsid w:val="007453DE"/>
    <w:rsid w:val="00745F57"/>
    <w:rsid w:val="00745FFF"/>
    <w:rsid w:val="007461AB"/>
    <w:rsid w:val="007465EB"/>
    <w:rsid w:val="00746767"/>
    <w:rsid w:val="00747A97"/>
    <w:rsid w:val="00747B32"/>
    <w:rsid w:val="00747C77"/>
    <w:rsid w:val="00747DA2"/>
    <w:rsid w:val="00750D92"/>
    <w:rsid w:val="00750FFF"/>
    <w:rsid w:val="007519D2"/>
    <w:rsid w:val="00751A9D"/>
    <w:rsid w:val="00751C46"/>
    <w:rsid w:val="0075282C"/>
    <w:rsid w:val="00752E56"/>
    <w:rsid w:val="00753122"/>
    <w:rsid w:val="00753139"/>
    <w:rsid w:val="00753172"/>
    <w:rsid w:val="007532A3"/>
    <w:rsid w:val="00753E32"/>
    <w:rsid w:val="00754542"/>
    <w:rsid w:val="007545BC"/>
    <w:rsid w:val="007547D6"/>
    <w:rsid w:val="0075532A"/>
    <w:rsid w:val="00755525"/>
    <w:rsid w:val="0075553C"/>
    <w:rsid w:val="0075561D"/>
    <w:rsid w:val="00755A14"/>
    <w:rsid w:val="00755F31"/>
    <w:rsid w:val="00755FD9"/>
    <w:rsid w:val="00756103"/>
    <w:rsid w:val="00756333"/>
    <w:rsid w:val="007574B4"/>
    <w:rsid w:val="00757983"/>
    <w:rsid w:val="00757A95"/>
    <w:rsid w:val="00760084"/>
    <w:rsid w:val="00760144"/>
    <w:rsid w:val="00760A4E"/>
    <w:rsid w:val="00760B19"/>
    <w:rsid w:val="00760B82"/>
    <w:rsid w:val="00761D5B"/>
    <w:rsid w:val="00762038"/>
    <w:rsid w:val="0076246D"/>
    <w:rsid w:val="007624C6"/>
    <w:rsid w:val="00762705"/>
    <w:rsid w:val="007628C1"/>
    <w:rsid w:val="0076292B"/>
    <w:rsid w:val="00762D2F"/>
    <w:rsid w:val="00763492"/>
    <w:rsid w:val="0076387A"/>
    <w:rsid w:val="00763ABC"/>
    <w:rsid w:val="00763C56"/>
    <w:rsid w:val="00763CD3"/>
    <w:rsid w:val="00763F00"/>
    <w:rsid w:val="0076455B"/>
    <w:rsid w:val="007650F1"/>
    <w:rsid w:val="00765513"/>
    <w:rsid w:val="007663DE"/>
    <w:rsid w:val="007666E1"/>
    <w:rsid w:val="00766CDE"/>
    <w:rsid w:val="00766D00"/>
    <w:rsid w:val="00766EBB"/>
    <w:rsid w:val="00766EF8"/>
    <w:rsid w:val="00767080"/>
    <w:rsid w:val="00767771"/>
    <w:rsid w:val="007677DD"/>
    <w:rsid w:val="00767DD5"/>
    <w:rsid w:val="00767E96"/>
    <w:rsid w:val="007701AA"/>
    <w:rsid w:val="00770377"/>
    <w:rsid w:val="0077073A"/>
    <w:rsid w:val="007711C3"/>
    <w:rsid w:val="007719B0"/>
    <w:rsid w:val="00771BDD"/>
    <w:rsid w:val="00771FFE"/>
    <w:rsid w:val="007721A3"/>
    <w:rsid w:val="00772673"/>
    <w:rsid w:val="007728AE"/>
    <w:rsid w:val="0077311D"/>
    <w:rsid w:val="00773864"/>
    <w:rsid w:val="00773F92"/>
    <w:rsid w:val="007744E6"/>
    <w:rsid w:val="00774AA7"/>
    <w:rsid w:val="00774F7E"/>
    <w:rsid w:val="00775620"/>
    <w:rsid w:val="00775635"/>
    <w:rsid w:val="007757D2"/>
    <w:rsid w:val="00775D34"/>
    <w:rsid w:val="00775DAD"/>
    <w:rsid w:val="00776AA0"/>
    <w:rsid w:val="00776BAF"/>
    <w:rsid w:val="0077737B"/>
    <w:rsid w:val="00777710"/>
    <w:rsid w:val="00777D07"/>
    <w:rsid w:val="00777DE8"/>
    <w:rsid w:val="00777EAB"/>
    <w:rsid w:val="00777EC4"/>
    <w:rsid w:val="00780135"/>
    <w:rsid w:val="00780703"/>
    <w:rsid w:val="007809D2"/>
    <w:rsid w:val="00780B59"/>
    <w:rsid w:val="0078174B"/>
    <w:rsid w:val="00781FF4"/>
    <w:rsid w:val="00782249"/>
    <w:rsid w:val="00782364"/>
    <w:rsid w:val="007825E4"/>
    <w:rsid w:val="00782969"/>
    <w:rsid w:val="00782975"/>
    <w:rsid w:val="0078352F"/>
    <w:rsid w:val="00783619"/>
    <w:rsid w:val="0078366C"/>
    <w:rsid w:val="00783A2F"/>
    <w:rsid w:val="00783C9A"/>
    <w:rsid w:val="00783DE6"/>
    <w:rsid w:val="00783F45"/>
    <w:rsid w:val="00783FE3"/>
    <w:rsid w:val="0078410D"/>
    <w:rsid w:val="007842B0"/>
    <w:rsid w:val="00784340"/>
    <w:rsid w:val="0078509D"/>
    <w:rsid w:val="007854BE"/>
    <w:rsid w:val="00785734"/>
    <w:rsid w:val="007857C9"/>
    <w:rsid w:val="00785943"/>
    <w:rsid w:val="00785D1C"/>
    <w:rsid w:val="00785DD3"/>
    <w:rsid w:val="007862F9"/>
    <w:rsid w:val="0078672A"/>
    <w:rsid w:val="00786B88"/>
    <w:rsid w:val="007871C3"/>
    <w:rsid w:val="00787A06"/>
    <w:rsid w:val="0079002C"/>
    <w:rsid w:val="0079115A"/>
    <w:rsid w:val="00791208"/>
    <w:rsid w:val="0079122E"/>
    <w:rsid w:val="007915C7"/>
    <w:rsid w:val="0079199D"/>
    <w:rsid w:val="00791B2D"/>
    <w:rsid w:val="00791D46"/>
    <w:rsid w:val="007920C6"/>
    <w:rsid w:val="0079279C"/>
    <w:rsid w:val="007927AC"/>
    <w:rsid w:val="00792A14"/>
    <w:rsid w:val="00792A77"/>
    <w:rsid w:val="00792C9F"/>
    <w:rsid w:val="00792CA9"/>
    <w:rsid w:val="0079345E"/>
    <w:rsid w:val="007934A1"/>
    <w:rsid w:val="0079412C"/>
    <w:rsid w:val="0079429D"/>
    <w:rsid w:val="0079439D"/>
    <w:rsid w:val="00794459"/>
    <w:rsid w:val="007945F1"/>
    <w:rsid w:val="007955FA"/>
    <w:rsid w:val="00795836"/>
    <w:rsid w:val="00795F0D"/>
    <w:rsid w:val="007963D1"/>
    <w:rsid w:val="00797672"/>
    <w:rsid w:val="00797A69"/>
    <w:rsid w:val="007A0140"/>
    <w:rsid w:val="007A032C"/>
    <w:rsid w:val="007A060D"/>
    <w:rsid w:val="007A0826"/>
    <w:rsid w:val="007A089F"/>
    <w:rsid w:val="007A0977"/>
    <w:rsid w:val="007A0DA2"/>
    <w:rsid w:val="007A0E7B"/>
    <w:rsid w:val="007A12E5"/>
    <w:rsid w:val="007A1937"/>
    <w:rsid w:val="007A1AA9"/>
    <w:rsid w:val="007A1D2C"/>
    <w:rsid w:val="007A242B"/>
    <w:rsid w:val="007A2981"/>
    <w:rsid w:val="007A2AEE"/>
    <w:rsid w:val="007A323C"/>
    <w:rsid w:val="007A3592"/>
    <w:rsid w:val="007A3921"/>
    <w:rsid w:val="007A40BA"/>
    <w:rsid w:val="007A41BA"/>
    <w:rsid w:val="007A4445"/>
    <w:rsid w:val="007A4F28"/>
    <w:rsid w:val="007A50D0"/>
    <w:rsid w:val="007A52D2"/>
    <w:rsid w:val="007A545A"/>
    <w:rsid w:val="007A54E0"/>
    <w:rsid w:val="007A54EA"/>
    <w:rsid w:val="007A56C7"/>
    <w:rsid w:val="007A5AC1"/>
    <w:rsid w:val="007A5AE3"/>
    <w:rsid w:val="007A5FFF"/>
    <w:rsid w:val="007A634B"/>
    <w:rsid w:val="007A6496"/>
    <w:rsid w:val="007A6D22"/>
    <w:rsid w:val="007A6E75"/>
    <w:rsid w:val="007A70C2"/>
    <w:rsid w:val="007A73E7"/>
    <w:rsid w:val="007A74BA"/>
    <w:rsid w:val="007A798A"/>
    <w:rsid w:val="007B02A7"/>
    <w:rsid w:val="007B048F"/>
    <w:rsid w:val="007B087C"/>
    <w:rsid w:val="007B1A08"/>
    <w:rsid w:val="007B1A71"/>
    <w:rsid w:val="007B1F6B"/>
    <w:rsid w:val="007B24AD"/>
    <w:rsid w:val="007B2AE3"/>
    <w:rsid w:val="007B2C52"/>
    <w:rsid w:val="007B2EEA"/>
    <w:rsid w:val="007B30A8"/>
    <w:rsid w:val="007B352B"/>
    <w:rsid w:val="007B3949"/>
    <w:rsid w:val="007B3A3A"/>
    <w:rsid w:val="007B3FC2"/>
    <w:rsid w:val="007B490B"/>
    <w:rsid w:val="007B4E62"/>
    <w:rsid w:val="007B4E68"/>
    <w:rsid w:val="007B55CC"/>
    <w:rsid w:val="007B628C"/>
    <w:rsid w:val="007B686B"/>
    <w:rsid w:val="007B6E71"/>
    <w:rsid w:val="007B6FB9"/>
    <w:rsid w:val="007B6FF2"/>
    <w:rsid w:val="007B7471"/>
    <w:rsid w:val="007B7502"/>
    <w:rsid w:val="007B77DE"/>
    <w:rsid w:val="007C006A"/>
    <w:rsid w:val="007C04DC"/>
    <w:rsid w:val="007C181E"/>
    <w:rsid w:val="007C214F"/>
    <w:rsid w:val="007C2A13"/>
    <w:rsid w:val="007C2AC0"/>
    <w:rsid w:val="007C2DC3"/>
    <w:rsid w:val="007C32DA"/>
    <w:rsid w:val="007C3A9B"/>
    <w:rsid w:val="007C4AAA"/>
    <w:rsid w:val="007C5157"/>
    <w:rsid w:val="007C5600"/>
    <w:rsid w:val="007C569A"/>
    <w:rsid w:val="007C57F5"/>
    <w:rsid w:val="007C585E"/>
    <w:rsid w:val="007C5B0E"/>
    <w:rsid w:val="007C604F"/>
    <w:rsid w:val="007C666A"/>
    <w:rsid w:val="007C6899"/>
    <w:rsid w:val="007C7AA2"/>
    <w:rsid w:val="007C7B59"/>
    <w:rsid w:val="007C7D15"/>
    <w:rsid w:val="007D0893"/>
    <w:rsid w:val="007D0D5F"/>
    <w:rsid w:val="007D1385"/>
    <w:rsid w:val="007D1A09"/>
    <w:rsid w:val="007D1F81"/>
    <w:rsid w:val="007D2187"/>
    <w:rsid w:val="007D2420"/>
    <w:rsid w:val="007D2707"/>
    <w:rsid w:val="007D2849"/>
    <w:rsid w:val="007D3056"/>
    <w:rsid w:val="007D3336"/>
    <w:rsid w:val="007D3412"/>
    <w:rsid w:val="007D343A"/>
    <w:rsid w:val="007D3566"/>
    <w:rsid w:val="007D39EE"/>
    <w:rsid w:val="007D3B1E"/>
    <w:rsid w:val="007D3FD4"/>
    <w:rsid w:val="007D40DC"/>
    <w:rsid w:val="007D41FA"/>
    <w:rsid w:val="007D5060"/>
    <w:rsid w:val="007D5097"/>
    <w:rsid w:val="007D59FE"/>
    <w:rsid w:val="007D5B26"/>
    <w:rsid w:val="007D638D"/>
    <w:rsid w:val="007D63A2"/>
    <w:rsid w:val="007D6C53"/>
    <w:rsid w:val="007D6DB3"/>
    <w:rsid w:val="007D6F6D"/>
    <w:rsid w:val="007D6FBF"/>
    <w:rsid w:val="007D71AD"/>
    <w:rsid w:val="007D71B3"/>
    <w:rsid w:val="007D76CB"/>
    <w:rsid w:val="007D7B08"/>
    <w:rsid w:val="007E01A3"/>
    <w:rsid w:val="007E025E"/>
    <w:rsid w:val="007E03C4"/>
    <w:rsid w:val="007E059D"/>
    <w:rsid w:val="007E11E9"/>
    <w:rsid w:val="007E145D"/>
    <w:rsid w:val="007E182F"/>
    <w:rsid w:val="007E1D6C"/>
    <w:rsid w:val="007E2267"/>
    <w:rsid w:val="007E2337"/>
    <w:rsid w:val="007E24C8"/>
    <w:rsid w:val="007E26FE"/>
    <w:rsid w:val="007E2856"/>
    <w:rsid w:val="007E308E"/>
    <w:rsid w:val="007E3633"/>
    <w:rsid w:val="007E3FDD"/>
    <w:rsid w:val="007E41A0"/>
    <w:rsid w:val="007E42D4"/>
    <w:rsid w:val="007E46CC"/>
    <w:rsid w:val="007E476B"/>
    <w:rsid w:val="007E5557"/>
    <w:rsid w:val="007E5624"/>
    <w:rsid w:val="007E5905"/>
    <w:rsid w:val="007E60AE"/>
    <w:rsid w:val="007E616F"/>
    <w:rsid w:val="007E62BC"/>
    <w:rsid w:val="007E6F37"/>
    <w:rsid w:val="007E759E"/>
    <w:rsid w:val="007F008B"/>
    <w:rsid w:val="007F0E27"/>
    <w:rsid w:val="007F11A0"/>
    <w:rsid w:val="007F1354"/>
    <w:rsid w:val="007F1BEB"/>
    <w:rsid w:val="007F1C52"/>
    <w:rsid w:val="007F2143"/>
    <w:rsid w:val="007F216B"/>
    <w:rsid w:val="007F23AC"/>
    <w:rsid w:val="007F2ECE"/>
    <w:rsid w:val="007F2F16"/>
    <w:rsid w:val="007F33E9"/>
    <w:rsid w:val="007F39E7"/>
    <w:rsid w:val="007F3CDE"/>
    <w:rsid w:val="007F3F41"/>
    <w:rsid w:val="007F4BD2"/>
    <w:rsid w:val="007F4E2B"/>
    <w:rsid w:val="007F4F79"/>
    <w:rsid w:val="007F6683"/>
    <w:rsid w:val="007F7070"/>
    <w:rsid w:val="007F7141"/>
    <w:rsid w:val="007F7685"/>
    <w:rsid w:val="007F7F0A"/>
    <w:rsid w:val="0080018D"/>
    <w:rsid w:val="00800685"/>
    <w:rsid w:val="00800A1F"/>
    <w:rsid w:val="00800B23"/>
    <w:rsid w:val="00801210"/>
    <w:rsid w:val="0080158D"/>
    <w:rsid w:val="008021FF"/>
    <w:rsid w:val="00802753"/>
    <w:rsid w:val="00802E5F"/>
    <w:rsid w:val="008037F1"/>
    <w:rsid w:val="00803D3E"/>
    <w:rsid w:val="00804469"/>
    <w:rsid w:val="00805798"/>
    <w:rsid w:val="00805A5B"/>
    <w:rsid w:val="00805A6E"/>
    <w:rsid w:val="00805CD9"/>
    <w:rsid w:val="00805DF3"/>
    <w:rsid w:val="00805F1F"/>
    <w:rsid w:val="00806332"/>
    <w:rsid w:val="008069FD"/>
    <w:rsid w:val="00806A19"/>
    <w:rsid w:val="00806D43"/>
    <w:rsid w:val="00806D8D"/>
    <w:rsid w:val="00806F56"/>
    <w:rsid w:val="00807551"/>
    <w:rsid w:val="00807788"/>
    <w:rsid w:val="008078C4"/>
    <w:rsid w:val="00807BB1"/>
    <w:rsid w:val="008103AC"/>
    <w:rsid w:val="00810449"/>
    <w:rsid w:val="00810924"/>
    <w:rsid w:val="00810C7C"/>
    <w:rsid w:val="00810D04"/>
    <w:rsid w:val="00812114"/>
    <w:rsid w:val="00812813"/>
    <w:rsid w:val="00812FBA"/>
    <w:rsid w:val="00813842"/>
    <w:rsid w:val="00813CEC"/>
    <w:rsid w:val="00814EFD"/>
    <w:rsid w:val="008151EC"/>
    <w:rsid w:val="00815561"/>
    <w:rsid w:val="0081590B"/>
    <w:rsid w:val="00816006"/>
    <w:rsid w:val="0081607D"/>
    <w:rsid w:val="008160BD"/>
    <w:rsid w:val="008162BC"/>
    <w:rsid w:val="00816EB7"/>
    <w:rsid w:val="00816FF0"/>
    <w:rsid w:val="008171C2"/>
    <w:rsid w:val="008179FB"/>
    <w:rsid w:val="00817A6D"/>
    <w:rsid w:val="0082092A"/>
    <w:rsid w:val="00820B2E"/>
    <w:rsid w:val="00820DAE"/>
    <w:rsid w:val="008212FF"/>
    <w:rsid w:val="008215FA"/>
    <w:rsid w:val="00821AA7"/>
    <w:rsid w:val="00821E18"/>
    <w:rsid w:val="008221BB"/>
    <w:rsid w:val="00822664"/>
    <w:rsid w:val="00823342"/>
    <w:rsid w:val="008233BE"/>
    <w:rsid w:val="008234C1"/>
    <w:rsid w:val="008234F7"/>
    <w:rsid w:val="00823AC4"/>
    <w:rsid w:val="008245A8"/>
    <w:rsid w:val="0082498D"/>
    <w:rsid w:val="00824CD1"/>
    <w:rsid w:val="00824F65"/>
    <w:rsid w:val="00825034"/>
    <w:rsid w:val="00825802"/>
    <w:rsid w:val="0082585C"/>
    <w:rsid w:val="0082641D"/>
    <w:rsid w:val="00826A4D"/>
    <w:rsid w:val="00826ACF"/>
    <w:rsid w:val="00827071"/>
    <w:rsid w:val="00827E25"/>
    <w:rsid w:val="00830E39"/>
    <w:rsid w:val="0083141E"/>
    <w:rsid w:val="008321CE"/>
    <w:rsid w:val="00832297"/>
    <w:rsid w:val="0083290B"/>
    <w:rsid w:val="00832A6D"/>
    <w:rsid w:val="00832CA7"/>
    <w:rsid w:val="00832E83"/>
    <w:rsid w:val="00832F87"/>
    <w:rsid w:val="00833274"/>
    <w:rsid w:val="008340CA"/>
    <w:rsid w:val="0083451F"/>
    <w:rsid w:val="008346F7"/>
    <w:rsid w:val="00835247"/>
    <w:rsid w:val="0083546B"/>
    <w:rsid w:val="0083562B"/>
    <w:rsid w:val="0083611D"/>
    <w:rsid w:val="00836208"/>
    <w:rsid w:val="00836F0C"/>
    <w:rsid w:val="008370C7"/>
    <w:rsid w:val="008377CE"/>
    <w:rsid w:val="00837E50"/>
    <w:rsid w:val="008403B9"/>
    <w:rsid w:val="0084046F"/>
    <w:rsid w:val="00840626"/>
    <w:rsid w:val="00840847"/>
    <w:rsid w:val="00840A56"/>
    <w:rsid w:val="0084104B"/>
    <w:rsid w:val="008410B8"/>
    <w:rsid w:val="0084158C"/>
    <w:rsid w:val="0084205D"/>
    <w:rsid w:val="0084213A"/>
    <w:rsid w:val="00842469"/>
    <w:rsid w:val="00842B1A"/>
    <w:rsid w:val="00842E53"/>
    <w:rsid w:val="00843690"/>
    <w:rsid w:val="0084381E"/>
    <w:rsid w:val="00843BF8"/>
    <w:rsid w:val="008440FF"/>
    <w:rsid w:val="0084471B"/>
    <w:rsid w:val="00845168"/>
    <w:rsid w:val="008451E8"/>
    <w:rsid w:val="00845CD0"/>
    <w:rsid w:val="00845E4A"/>
    <w:rsid w:val="008468C6"/>
    <w:rsid w:val="00846D09"/>
    <w:rsid w:val="00846DCA"/>
    <w:rsid w:val="008472E0"/>
    <w:rsid w:val="00847388"/>
    <w:rsid w:val="0084745F"/>
    <w:rsid w:val="00847B3D"/>
    <w:rsid w:val="00847D70"/>
    <w:rsid w:val="0085050E"/>
    <w:rsid w:val="00850725"/>
    <w:rsid w:val="00850C9D"/>
    <w:rsid w:val="008510DE"/>
    <w:rsid w:val="008515E9"/>
    <w:rsid w:val="00851665"/>
    <w:rsid w:val="00851A60"/>
    <w:rsid w:val="00851E86"/>
    <w:rsid w:val="008529A2"/>
    <w:rsid w:val="00852E7B"/>
    <w:rsid w:val="00853D68"/>
    <w:rsid w:val="008540E1"/>
    <w:rsid w:val="0085416C"/>
    <w:rsid w:val="00854375"/>
    <w:rsid w:val="00855107"/>
    <w:rsid w:val="00855A12"/>
    <w:rsid w:val="0085607E"/>
    <w:rsid w:val="008565F9"/>
    <w:rsid w:val="0085665B"/>
    <w:rsid w:val="00857347"/>
    <w:rsid w:val="00857697"/>
    <w:rsid w:val="00861083"/>
    <w:rsid w:val="00861D40"/>
    <w:rsid w:val="00861FF7"/>
    <w:rsid w:val="008634E8"/>
    <w:rsid w:val="008638AA"/>
    <w:rsid w:val="00863CF4"/>
    <w:rsid w:val="00864354"/>
    <w:rsid w:val="00864703"/>
    <w:rsid w:val="0086482E"/>
    <w:rsid w:val="00864B69"/>
    <w:rsid w:val="00864E95"/>
    <w:rsid w:val="00864E98"/>
    <w:rsid w:val="00865151"/>
    <w:rsid w:val="00865500"/>
    <w:rsid w:val="008655BD"/>
    <w:rsid w:val="0086562B"/>
    <w:rsid w:val="008656CC"/>
    <w:rsid w:val="00866255"/>
    <w:rsid w:val="00866AF5"/>
    <w:rsid w:val="00866D26"/>
    <w:rsid w:val="00866F5F"/>
    <w:rsid w:val="0086754D"/>
    <w:rsid w:val="0086774B"/>
    <w:rsid w:val="008679F5"/>
    <w:rsid w:val="00867AFF"/>
    <w:rsid w:val="00870719"/>
    <w:rsid w:val="00870B18"/>
    <w:rsid w:val="00870DFB"/>
    <w:rsid w:val="0087106D"/>
    <w:rsid w:val="008711F1"/>
    <w:rsid w:val="00871453"/>
    <w:rsid w:val="00871F9E"/>
    <w:rsid w:val="008723FC"/>
    <w:rsid w:val="008730EA"/>
    <w:rsid w:val="00874847"/>
    <w:rsid w:val="00874DE5"/>
    <w:rsid w:val="008755F6"/>
    <w:rsid w:val="00875851"/>
    <w:rsid w:val="008758B2"/>
    <w:rsid w:val="008762D1"/>
    <w:rsid w:val="00877149"/>
    <w:rsid w:val="008771B7"/>
    <w:rsid w:val="00877226"/>
    <w:rsid w:val="0087738A"/>
    <w:rsid w:val="0087762F"/>
    <w:rsid w:val="008777D3"/>
    <w:rsid w:val="00877B75"/>
    <w:rsid w:val="008806E6"/>
    <w:rsid w:val="00880965"/>
    <w:rsid w:val="00880B87"/>
    <w:rsid w:val="00880E25"/>
    <w:rsid w:val="00881208"/>
    <w:rsid w:val="0088203D"/>
    <w:rsid w:val="00882449"/>
    <w:rsid w:val="008826C7"/>
    <w:rsid w:val="008831A8"/>
    <w:rsid w:val="008832C4"/>
    <w:rsid w:val="008838D5"/>
    <w:rsid w:val="008839BC"/>
    <w:rsid w:val="00883ADF"/>
    <w:rsid w:val="00883CA7"/>
    <w:rsid w:val="00883FCE"/>
    <w:rsid w:val="0088452A"/>
    <w:rsid w:val="0088458C"/>
    <w:rsid w:val="00884888"/>
    <w:rsid w:val="008853E5"/>
    <w:rsid w:val="0088540B"/>
    <w:rsid w:val="008858AB"/>
    <w:rsid w:val="00885FFB"/>
    <w:rsid w:val="00886071"/>
    <w:rsid w:val="008865B7"/>
    <w:rsid w:val="00886960"/>
    <w:rsid w:val="00887447"/>
    <w:rsid w:val="00887749"/>
    <w:rsid w:val="00887E3D"/>
    <w:rsid w:val="00887E71"/>
    <w:rsid w:val="00890636"/>
    <w:rsid w:val="008906C8"/>
    <w:rsid w:val="008911F8"/>
    <w:rsid w:val="00891200"/>
    <w:rsid w:val="008916AE"/>
    <w:rsid w:val="008918B1"/>
    <w:rsid w:val="00891B92"/>
    <w:rsid w:val="00892022"/>
    <w:rsid w:val="008923CD"/>
    <w:rsid w:val="008924CD"/>
    <w:rsid w:val="008926BE"/>
    <w:rsid w:val="00892875"/>
    <w:rsid w:val="00892D65"/>
    <w:rsid w:val="00892FB5"/>
    <w:rsid w:val="008932FD"/>
    <w:rsid w:val="00893F86"/>
    <w:rsid w:val="00894153"/>
    <w:rsid w:val="0089426E"/>
    <w:rsid w:val="008944C0"/>
    <w:rsid w:val="008949F0"/>
    <w:rsid w:val="008950C9"/>
    <w:rsid w:val="0089513E"/>
    <w:rsid w:val="00895223"/>
    <w:rsid w:val="008959AB"/>
    <w:rsid w:val="00895A61"/>
    <w:rsid w:val="00895C89"/>
    <w:rsid w:val="00895DD1"/>
    <w:rsid w:val="00895DE5"/>
    <w:rsid w:val="00896030"/>
    <w:rsid w:val="00896465"/>
    <w:rsid w:val="008965B7"/>
    <w:rsid w:val="00897060"/>
    <w:rsid w:val="00897249"/>
    <w:rsid w:val="00897605"/>
    <w:rsid w:val="00897C78"/>
    <w:rsid w:val="00897DFA"/>
    <w:rsid w:val="008A01CA"/>
    <w:rsid w:val="008A03A9"/>
    <w:rsid w:val="008A068D"/>
    <w:rsid w:val="008A09EC"/>
    <w:rsid w:val="008A0EAD"/>
    <w:rsid w:val="008A1086"/>
    <w:rsid w:val="008A151A"/>
    <w:rsid w:val="008A195B"/>
    <w:rsid w:val="008A1E05"/>
    <w:rsid w:val="008A2045"/>
    <w:rsid w:val="008A2772"/>
    <w:rsid w:val="008A2C67"/>
    <w:rsid w:val="008A3D4C"/>
    <w:rsid w:val="008A3F60"/>
    <w:rsid w:val="008A436F"/>
    <w:rsid w:val="008A46B2"/>
    <w:rsid w:val="008A5019"/>
    <w:rsid w:val="008A5623"/>
    <w:rsid w:val="008A57CA"/>
    <w:rsid w:val="008A58ED"/>
    <w:rsid w:val="008A59B1"/>
    <w:rsid w:val="008A5ACE"/>
    <w:rsid w:val="008A5D86"/>
    <w:rsid w:val="008A6419"/>
    <w:rsid w:val="008A6687"/>
    <w:rsid w:val="008A69C3"/>
    <w:rsid w:val="008A74AC"/>
    <w:rsid w:val="008A751A"/>
    <w:rsid w:val="008A7741"/>
    <w:rsid w:val="008A784B"/>
    <w:rsid w:val="008A79DB"/>
    <w:rsid w:val="008A7F1E"/>
    <w:rsid w:val="008B0046"/>
    <w:rsid w:val="008B0694"/>
    <w:rsid w:val="008B0703"/>
    <w:rsid w:val="008B074D"/>
    <w:rsid w:val="008B11B0"/>
    <w:rsid w:val="008B1AFE"/>
    <w:rsid w:val="008B1DCF"/>
    <w:rsid w:val="008B23EE"/>
    <w:rsid w:val="008B2679"/>
    <w:rsid w:val="008B26CA"/>
    <w:rsid w:val="008B2A47"/>
    <w:rsid w:val="008B2B64"/>
    <w:rsid w:val="008B3301"/>
    <w:rsid w:val="008B3892"/>
    <w:rsid w:val="008B38D3"/>
    <w:rsid w:val="008B3C31"/>
    <w:rsid w:val="008B3E17"/>
    <w:rsid w:val="008B548D"/>
    <w:rsid w:val="008B5776"/>
    <w:rsid w:val="008B622D"/>
    <w:rsid w:val="008B639B"/>
    <w:rsid w:val="008B6473"/>
    <w:rsid w:val="008B6478"/>
    <w:rsid w:val="008B712A"/>
    <w:rsid w:val="008B755A"/>
    <w:rsid w:val="008B789A"/>
    <w:rsid w:val="008B7BCB"/>
    <w:rsid w:val="008B7D75"/>
    <w:rsid w:val="008C0101"/>
    <w:rsid w:val="008C03AC"/>
    <w:rsid w:val="008C05CD"/>
    <w:rsid w:val="008C08D2"/>
    <w:rsid w:val="008C0BC3"/>
    <w:rsid w:val="008C1FDD"/>
    <w:rsid w:val="008C235C"/>
    <w:rsid w:val="008C2A1B"/>
    <w:rsid w:val="008C319A"/>
    <w:rsid w:val="008C3F8C"/>
    <w:rsid w:val="008C412D"/>
    <w:rsid w:val="008C42B7"/>
    <w:rsid w:val="008C4760"/>
    <w:rsid w:val="008C4DC1"/>
    <w:rsid w:val="008C4EFB"/>
    <w:rsid w:val="008C503A"/>
    <w:rsid w:val="008C54AE"/>
    <w:rsid w:val="008C55B5"/>
    <w:rsid w:val="008C5BD1"/>
    <w:rsid w:val="008C5CBB"/>
    <w:rsid w:val="008C6A00"/>
    <w:rsid w:val="008C6E34"/>
    <w:rsid w:val="008C6EAF"/>
    <w:rsid w:val="008C77C2"/>
    <w:rsid w:val="008C7DA0"/>
    <w:rsid w:val="008C7E83"/>
    <w:rsid w:val="008D0161"/>
    <w:rsid w:val="008D08AB"/>
    <w:rsid w:val="008D13B9"/>
    <w:rsid w:val="008D1707"/>
    <w:rsid w:val="008D1937"/>
    <w:rsid w:val="008D1CDF"/>
    <w:rsid w:val="008D203A"/>
    <w:rsid w:val="008D2366"/>
    <w:rsid w:val="008D2E31"/>
    <w:rsid w:val="008D3027"/>
    <w:rsid w:val="008D3075"/>
    <w:rsid w:val="008D3172"/>
    <w:rsid w:val="008D3338"/>
    <w:rsid w:val="008D4312"/>
    <w:rsid w:val="008D4485"/>
    <w:rsid w:val="008D478E"/>
    <w:rsid w:val="008D49A3"/>
    <w:rsid w:val="008D4AA9"/>
    <w:rsid w:val="008D4E62"/>
    <w:rsid w:val="008D5291"/>
    <w:rsid w:val="008D554E"/>
    <w:rsid w:val="008D599D"/>
    <w:rsid w:val="008D6121"/>
    <w:rsid w:val="008D61B6"/>
    <w:rsid w:val="008D6229"/>
    <w:rsid w:val="008D642E"/>
    <w:rsid w:val="008D6B2C"/>
    <w:rsid w:val="008D6B4F"/>
    <w:rsid w:val="008D6BCD"/>
    <w:rsid w:val="008D6C29"/>
    <w:rsid w:val="008D7308"/>
    <w:rsid w:val="008D74DB"/>
    <w:rsid w:val="008D7631"/>
    <w:rsid w:val="008D7990"/>
    <w:rsid w:val="008D7AB9"/>
    <w:rsid w:val="008D7CF1"/>
    <w:rsid w:val="008D7CF7"/>
    <w:rsid w:val="008E0167"/>
    <w:rsid w:val="008E07AC"/>
    <w:rsid w:val="008E0894"/>
    <w:rsid w:val="008E1B59"/>
    <w:rsid w:val="008E1BC9"/>
    <w:rsid w:val="008E1D41"/>
    <w:rsid w:val="008E2075"/>
    <w:rsid w:val="008E2C08"/>
    <w:rsid w:val="008E2F2C"/>
    <w:rsid w:val="008E3565"/>
    <w:rsid w:val="008E358C"/>
    <w:rsid w:val="008E3A58"/>
    <w:rsid w:val="008E42E2"/>
    <w:rsid w:val="008E5F5E"/>
    <w:rsid w:val="008E610F"/>
    <w:rsid w:val="008E662E"/>
    <w:rsid w:val="008E6D0B"/>
    <w:rsid w:val="008E748F"/>
    <w:rsid w:val="008E768A"/>
    <w:rsid w:val="008E786E"/>
    <w:rsid w:val="008E7E0B"/>
    <w:rsid w:val="008E7E82"/>
    <w:rsid w:val="008F0164"/>
    <w:rsid w:val="008F0CBC"/>
    <w:rsid w:val="008F13C2"/>
    <w:rsid w:val="008F151A"/>
    <w:rsid w:val="008F15AA"/>
    <w:rsid w:val="008F1A67"/>
    <w:rsid w:val="008F1F54"/>
    <w:rsid w:val="008F2027"/>
    <w:rsid w:val="008F27B1"/>
    <w:rsid w:val="008F27BF"/>
    <w:rsid w:val="008F3230"/>
    <w:rsid w:val="008F323E"/>
    <w:rsid w:val="008F337C"/>
    <w:rsid w:val="008F3518"/>
    <w:rsid w:val="008F362A"/>
    <w:rsid w:val="008F4BBC"/>
    <w:rsid w:val="008F5026"/>
    <w:rsid w:val="008F5216"/>
    <w:rsid w:val="008F5352"/>
    <w:rsid w:val="008F5410"/>
    <w:rsid w:val="008F59A3"/>
    <w:rsid w:val="008F5E68"/>
    <w:rsid w:val="008F6009"/>
    <w:rsid w:val="008F61F0"/>
    <w:rsid w:val="008F64DE"/>
    <w:rsid w:val="008F6780"/>
    <w:rsid w:val="008F6D66"/>
    <w:rsid w:val="008F712D"/>
    <w:rsid w:val="008F76E6"/>
    <w:rsid w:val="008F7768"/>
    <w:rsid w:val="008F77E8"/>
    <w:rsid w:val="008F7939"/>
    <w:rsid w:val="008F79A9"/>
    <w:rsid w:val="00900210"/>
    <w:rsid w:val="00900505"/>
    <w:rsid w:val="00900829"/>
    <w:rsid w:val="0090125E"/>
    <w:rsid w:val="0090130A"/>
    <w:rsid w:val="00901A7F"/>
    <w:rsid w:val="00901A88"/>
    <w:rsid w:val="00902218"/>
    <w:rsid w:val="0090224B"/>
    <w:rsid w:val="009026C3"/>
    <w:rsid w:val="009026F0"/>
    <w:rsid w:val="00902735"/>
    <w:rsid w:val="009028DB"/>
    <w:rsid w:val="0090328A"/>
    <w:rsid w:val="009035B7"/>
    <w:rsid w:val="00903795"/>
    <w:rsid w:val="00903946"/>
    <w:rsid w:val="00903B19"/>
    <w:rsid w:val="0090414B"/>
    <w:rsid w:val="00904529"/>
    <w:rsid w:val="009046B6"/>
    <w:rsid w:val="009046FE"/>
    <w:rsid w:val="00904749"/>
    <w:rsid w:val="00904A16"/>
    <w:rsid w:val="00905476"/>
    <w:rsid w:val="009054E2"/>
    <w:rsid w:val="0090552A"/>
    <w:rsid w:val="009059A4"/>
    <w:rsid w:val="0090619D"/>
    <w:rsid w:val="009064C0"/>
    <w:rsid w:val="0090694D"/>
    <w:rsid w:val="00907D3B"/>
    <w:rsid w:val="009106A9"/>
    <w:rsid w:val="00910928"/>
    <w:rsid w:val="00910C74"/>
    <w:rsid w:val="00911901"/>
    <w:rsid w:val="00911A45"/>
    <w:rsid w:val="00911D9F"/>
    <w:rsid w:val="00912435"/>
    <w:rsid w:val="00912675"/>
    <w:rsid w:val="00912B9C"/>
    <w:rsid w:val="00912C49"/>
    <w:rsid w:val="00912FC9"/>
    <w:rsid w:val="0091342B"/>
    <w:rsid w:val="00913ACE"/>
    <w:rsid w:val="00913B29"/>
    <w:rsid w:val="009140E8"/>
    <w:rsid w:val="00914D38"/>
    <w:rsid w:val="00915CB2"/>
    <w:rsid w:val="00915FE8"/>
    <w:rsid w:val="009160ED"/>
    <w:rsid w:val="00916952"/>
    <w:rsid w:val="00916BA6"/>
    <w:rsid w:val="009170AB"/>
    <w:rsid w:val="009175D4"/>
    <w:rsid w:val="0091772B"/>
    <w:rsid w:val="00917B88"/>
    <w:rsid w:val="00917D4D"/>
    <w:rsid w:val="00917F16"/>
    <w:rsid w:val="009201A5"/>
    <w:rsid w:val="00920346"/>
    <w:rsid w:val="00920DDC"/>
    <w:rsid w:val="00920DF4"/>
    <w:rsid w:val="00920FA5"/>
    <w:rsid w:val="009211E5"/>
    <w:rsid w:val="00921256"/>
    <w:rsid w:val="0092134F"/>
    <w:rsid w:val="009214B4"/>
    <w:rsid w:val="00921540"/>
    <w:rsid w:val="00922122"/>
    <w:rsid w:val="00922C35"/>
    <w:rsid w:val="0092308E"/>
    <w:rsid w:val="00923136"/>
    <w:rsid w:val="009233FC"/>
    <w:rsid w:val="00923622"/>
    <w:rsid w:val="0092365F"/>
    <w:rsid w:val="00923BF4"/>
    <w:rsid w:val="00923CD1"/>
    <w:rsid w:val="00923DA2"/>
    <w:rsid w:val="0092447C"/>
    <w:rsid w:val="00925079"/>
    <w:rsid w:val="009256CD"/>
    <w:rsid w:val="0092598F"/>
    <w:rsid w:val="00925B5B"/>
    <w:rsid w:val="00925E34"/>
    <w:rsid w:val="00926053"/>
    <w:rsid w:val="00926305"/>
    <w:rsid w:val="009266A2"/>
    <w:rsid w:val="00926A05"/>
    <w:rsid w:val="009271EE"/>
    <w:rsid w:val="009272DF"/>
    <w:rsid w:val="00927A62"/>
    <w:rsid w:val="00927E4E"/>
    <w:rsid w:val="00930230"/>
    <w:rsid w:val="009302F7"/>
    <w:rsid w:val="009303FA"/>
    <w:rsid w:val="009305B4"/>
    <w:rsid w:val="00930EF5"/>
    <w:rsid w:val="009319FA"/>
    <w:rsid w:val="00931BBB"/>
    <w:rsid w:val="00931F11"/>
    <w:rsid w:val="00932389"/>
    <w:rsid w:val="00932689"/>
    <w:rsid w:val="00932853"/>
    <w:rsid w:val="00932CDD"/>
    <w:rsid w:val="00932DB5"/>
    <w:rsid w:val="00932DC1"/>
    <w:rsid w:val="00932DC7"/>
    <w:rsid w:val="0093336D"/>
    <w:rsid w:val="0093337F"/>
    <w:rsid w:val="0093442C"/>
    <w:rsid w:val="00934515"/>
    <w:rsid w:val="00934521"/>
    <w:rsid w:val="0093455F"/>
    <w:rsid w:val="00934714"/>
    <w:rsid w:val="00934878"/>
    <w:rsid w:val="00935122"/>
    <w:rsid w:val="009359E1"/>
    <w:rsid w:val="009364A0"/>
    <w:rsid w:val="00936591"/>
    <w:rsid w:val="00936601"/>
    <w:rsid w:val="009366CC"/>
    <w:rsid w:val="009369A5"/>
    <w:rsid w:val="00936D94"/>
    <w:rsid w:val="00936E74"/>
    <w:rsid w:val="009372E4"/>
    <w:rsid w:val="00937489"/>
    <w:rsid w:val="0093778C"/>
    <w:rsid w:val="009379AC"/>
    <w:rsid w:val="00937BEA"/>
    <w:rsid w:val="00940001"/>
    <w:rsid w:val="0094029F"/>
    <w:rsid w:val="0094048C"/>
    <w:rsid w:val="0094095D"/>
    <w:rsid w:val="0094137D"/>
    <w:rsid w:val="00941459"/>
    <w:rsid w:val="00942E63"/>
    <w:rsid w:val="00943041"/>
    <w:rsid w:val="009430DC"/>
    <w:rsid w:val="00943721"/>
    <w:rsid w:val="009437BA"/>
    <w:rsid w:val="00943847"/>
    <w:rsid w:val="00943FA8"/>
    <w:rsid w:val="009447C0"/>
    <w:rsid w:val="0094491D"/>
    <w:rsid w:val="00944A4A"/>
    <w:rsid w:val="00945709"/>
    <w:rsid w:val="00945F10"/>
    <w:rsid w:val="009465F2"/>
    <w:rsid w:val="00946BA8"/>
    <w:rsid w:val="00946C1B"/>
    <w:rsid w:val="00946EE6"/>
    <w:rsid w:val="00946EFE"/>
    <w:rsid w:val="00946FA3"/>
    <w:rsid w:val="0094760F"/>
    <w:rsid w:val="00947629"/>
    <w:rsid w:val="00947BCA"/>
    <w:rsid w:val="0095009E"/>
    <w:rsid w:val="009504C6"/>
    <w:rsid w:val="00950C25"/>
    <w:rsid w:val="00950C4E"/>
    <w:rsid w:val="00951306"/>
    <w:rsid w:val="00951D84"/>
    <w:rsid w:val="009524B4"/>
    <w:rsid w:val="0095274B"/>
    <w:rsid w:val="009534B6"/>
    <w:rsid w:val="00953BF3"/>
    <w:rsid w:val="0095525F"/>
    <w:rsid w:val="0095539C"/>
    <w:rsid w:val="009554B2"/>
    <w:rsid w:val="009556FB"/>
    <w:rsid w:val="009559FA"/>
    <w:rsid w:val="00955A33"/>
    <w:rsid w:val="00956231"/>
    <w:rsid w:val="00956239"/>
    <w:rsid w:val="00956502"/>
    <w:rsid w:val="00956790"/>
    <w:rsid w:val="009569F9"/>
    <w:rsid w:val="00956E43"/>
    <w:rsid w:val="009571F3"/>
    <w:rsid w:val="00957FD0"/>
    <w:rsid w:val="009601F7"/>
    <w:rsid w:val="0096070A"/>
    <w:rsid w:val="00960890"/>
    <w:rsid w:val="00960B17"/>
    <w:rsid w:val="00961516"/>
    <w:rsid w:val="009616B6"/>
    <w:rsid w:val="009620AE"/>
    <w:rsid w:val="009620DE"/>
    <w:rsid w:val="00962BBE"/>
    <w:rsid w:val="00962EE9"/>
    <w:rsid w:val="00962F20"/>
    <w:rsid w:val="009639A8"/>
    <w:rsid w:val="009643FE"/>
    <w:rsid w:val="00964B3D"/>
    <w:rsid w:val="00964ED1"/>
    <w:rsid w:val="009658CE"/>
    <w:rsid w:val="00965A41"/>
    <w:rsid w:val="00965B4A"/>
    <w:rsid w:val="00965DDC"/>
    <w:rsid w:val="00965E00"/>
    <w:rsid w:val="00965EEB"/>
    <w:rsid w:val="0096625D"/>
    <w:rsid w:val="0096701B"/>
    <w:rsid w:val="0096750D"/>
    <w:rsid w:val="00970CC1"/>
    <w:rsid w:val="009715BF"/>
    <w:rsid w:val="0097198A"/>
    <w:rsid w:val="00971D3A"/>
    <w:rsid w:val="009723C4"/>
    <w:rsid w:val="009723F7"/>
    <w:rsid w:val="0097240F"/>
    <w:rsid w:val="00972ABB"/>
    <w:rsid w:val="00972C60"/>
    <w:rsid w:val="00972E0F"/>
    <w:rsid w:val="009731BD"/>
    <w:rsid w:val="009739E7"/>
    <w:rsid w:val="00974462"/>
    <w:rsid w:val="009748DC"/>
    <w:rsid w:val="00974E08"/>
    <w:rsid w:val="009751C2"/>
    <w:rsid w:val="0097558C"/>
    <w:rsid w:val="00975DE4"/>
    <w:rsid w:val="00975F3F"/>
    <w:rsid w:val="00976219"/>
    <w:rsid w:val="00976A85"/>
    <w:rsid w:val="00977237"/>
    <w:rsid w:val="0097798B"/>
    <w:rsid w:val="00977B56"/>
    <w:rsid w:val="009803F8"/>
    <w:rsid w:val="009804C9"/>
    <w:rsid w:val="00980777"/>
    <w:rsid w:val="00980BAC"/>
    <w:rsid w:val="00980C5F"/>
    <w:rsid w:val="00980CFF"/>
    <w:rsid w:val="00980DA4"/>
    <w:rsid w:val="00980FB4"/>
    <w:rsid w:val="00981608"/>
    <w:rsid w:val="00981C7D"/>
    <w:rsid w:val="00982945"/>
    <w:rsid w:val="009838F0"/>
    <w:rsid w:val="00983EB6"/>
    <w:rsid w:val="00984FAB"/>
    <w:rsid w:val="0098505D"/>
    <w:rsid w:val="0098516B"/>
    <w:rsid w:val="00985200"/>
    <w:rsid w:val="0098645A"/>
    <w:rsid w:val="00986736"/>
    <w:rsid w:val="0098722B"/>
    <w:rsid w:val="0098761F"/>
    <w:rsid w:val="009876D6"/>
    <w:rsid w:val="00987880"/>
    <w:rsid w:val="00987C66"/>
    <w:rsid w:val="00987E46"/>
    <w:rsid w:val="00987EE2"/>
    <w:rsid w:val="00990309"/>
    <w:rsid w:val="00990A53"/>
    <w:rsid w:val="009911B4"/>
    <w:rsid w:val="00991663"/>
    <w:rsid w:val="00991D7F"/>
    <w:rsid w:val="00992AA2"/>
    <w:rsid w:val="00992B5B"/>
    <w:rsid w:val="00992E82"/>
    <w:rsid w:val="00992F65"/>
    <w:rsid w:val="00992FEE"/>
    <w:rsid w:val="0099305E"/>
    <w:rsid w:val="0099346A"/>
    <w:rsid w:val="009935E8"/>
    <w:rsid w:val="00993AB6"/>
    <w:rsid w:val="009940CC"/>
    <w:rsid w:val="009947EF"/>
    <w:rsid w:val="00995F73"/>
    <w:rsid w:val="00996113"/>
    <w:rsid w:val="009962C0"/>
    <w:rsid w:val="009966EF"/>
    <w:rsid w:val="00996AFB"/>
    <w:rsid w:val="00996BB9"/>
    <w:rsid w:val="00997007"/>
    <w:rsid w:val="00997865"/>
    <w:rsid w:val="009A0976"/>
    <w:rsid w:val="009A1313"/>
    <w:rsid w:val="009A1B2C"/>
    <w:rsid w:val="009A1EA6"/>
    <w:rsid w:val="009A2217"/>
    <w:rsid w:val="009A27B7"/>
    <w:rsid w:val="009A2A34"/>
    <w:rsid w:val="009A2F59"/>
    <w:rsid w:val="009A30F8"/>
    <w:rsid w:val="009A342F"/>
    <w:rsid w:val="009A486D"/>
    <w:rsid w:val="009A4C84"/>
    <w:rsid w:val="009A50E2"/>
    <w:rsid w:val="009A517C"/>
    <w:rsid w:val="009A5219"/>
    <w:rsid w:val="009A5401"/>
    <w:rsid w:val="009A5BA4"/>
    <w:rsid w:val="009A5D06"/>
    <w:rsid w:val="009A62E9"/>
    <w:rsid w:val="009A64D0"/>
    <w:rsid w:val="009A653E"/>
    <w:rsid w:val="009A659C"/>
    <w:rsid w:val="009A6676"/>
    <w:rsid w:val="009A6F53"/>
    <w:rsid w:val="009A7049"/>
    <w:rsid w:val="009A718A"/>
    <w:rsid w:val="009A77B9"/>
    <w:rsid w:val="009A7E95"/>
    <w:rsid w:val="009A7F26"/>
    <w:rsid w:val="009B0596"/>
    <w:rsid w:val="009B05A3"/>
    <w:rsid w:val="009B0B82"/>
    <w:rsid w:val="009B1C64"/>
    <w:rsid w:val="009B1E2B"/>
    <w:rsid w:val="009B216C"/>
    <w:rsid w:val="009B244E"/>
    <w:rsid w:val="009B25E1"/>
    <w:rsid w:val="009B3789"/>
    <w:rsid w:val="009B3D44"/>
    <w:rsid w:val="009B4881"/>
    <w:rsid w:val="009B4BC5"/>
    <w:rsid w:val="009B4BEB"/>
    <w:rsid w:val="009B4EA7"/>
    <w:rsid w:val="009B4F1C"/>
    <w:rsid w:val="009B527D"/>
    <w:rsid w:val="009B52B7"/>
    <w:rsid w:val="009B580D"/>
    <w:rsid w:val="009B5AFB"/>
    <w:rsid w:val="009B5D80"/>
    <w:rsid w:val="009B6E06"/>
    <w:rsid w:val="009B73A6"/>
    <w:rsid w:val="009B7B53"/>
    <w:rsid w:val="009C0032"/>
    <w:rsid w:val="009C02E3"/>
    <w:rsid w:val="009C0830"/>
    <w:rsid w:val="009C1641"/>
    <w:rsid w:val="009C173C"/>
    <w:rsid w:val="009C2923"/>
    <w:rsid w:val="009C33F2"/>
    <w:rsid w:val="009C35DF"/>
    <w:rsid w:val="009C365C"/>
    <w:rsid w:val="009C3877"/>
    <w:rsid w:val="009C39A4"/>
    <w:rsid w:val="009C4532"/>
    <w:rsid w:val="009C45D4"/>
    <w:rsid w:val="009C4754"/>
    <w:rsid w:val="009C58CD"/>
    <w:rsid w:val="009C598F"/>
    <w:rsid w:val="009C5B85"/>
    <w:rsid w:val="009C5C0D"/>
    <w:rsid w:val="009C5FC1"/>
    <w:rsid w:val="009C5FF7"/>
    <w:rsid w:val="009C6539"/>
    <w:rsid w:val="009C6A02"/>
    <w:rsid w:val="009C7294"/>
    <w:rsid w:val="009D03FE"/>
    <w:rsid w:val="009D076F"/>
    <w:rsid w:val="009D09A8"/>
    <w:rsid w:val="009D120C"/>
    <w:rsid w:val="009D15BB"/>
    <w:rsid w:val="009D17F5"/>
    <w:rsid w:val="009D1F66"/>
    <w:rsid w:val="009D2FDB"/>
    <w:rsid w:val="009D37D1"/>
    <w:rsid w:val="009D3C68"/>
    <w:rsid w:val="009D3CCC"/>
    <w:rsid w:val="009D3D0C"/>
    <w:rsid w:val="009D3E90"/>
    <w:rsid w:val="009D40E6"/>
    <w:rsid w:val="009D47CD"/>
    <w:rsid w:val="009D4B6C"/>
    <w:rsid w:val="009D4E33"/>
    <w:rsid w:val="009D5259"/>
    <w:rsid w:val="009D53F8"/>
    <w:rsid w:val="009D56B7"/>
    <w:rsid w:val="009D574D"/>
    <w:rsid w:val="009D5FDF"/>
    <w:rsid w:val="009D6D64"/>
    <w:rsid w:val="009D7371"/>
    <w:rsid w:val="009D753D"/>
    <w:rsid w:val="009D7542"/>
    <w:rsid w:val="009D7D4F"/>
    <w:rsid w:val="009E0080"/>
    <w:rsid w:val="009E0850"/>
    <w:rsid w:val="009E1183"/>
    <w:rsid w:val="009E187F"/>
    <w:rsid w:val="009E205B"/>
    <w:rsid w:val="009E21A5"/>
    <w:rsid w:val="009E23DB"/>
    <w:rsid w:val="009E2454"/>
    <w:rsid w:val="009E2BBE"/>
    <w:rsid w:val="009E3109"/>
    <w:rsid w:val="009E3D37"/>
    <w:rsid w:val="009E3FF3"/>
    <w:rsid w:val="009E411B"/>
    <w:rsid w:val="009E4170"/>
    <w:rsid w:val="009E41D9"/>
    <w:rsid w:val="009E44BA"/>
    <w:rsid w:val="009E4E86"/>
    <w:rsid w:val="009E591F"/>
    <w:rsid w:val="009E5C9D"/>
    <w:rsid w:val="009E5CA0"/>
    <w:rsid w:val="009E5F84"/>
    <w:rsid w:val="009E68F1"/>
    <w:rsid w:val="009E6B5D"/>
    <w:rsid w:val="009E72E9"/>
    <w:rsid w:val="009E7386"/>
    <w:rsid w:val="009E7505"/>
    <w:rsid w:val="009E75CE"/>
    <w:rsid w:val="009E791E"/>
    <w:rsid w:val="009F072F"/>
    <w:rsid w:val="009F1027"/>
    <w:rsid w:val="009F10B8"/>
    <w:rsid w:val="009F10FE"/>
    <w:rsid w:val="009F12D1"/>
    <w:rsid w:val="009F13D4"/>
    <w:rsid w:val="009F1AE1"/>
    <w:rsid w:val="009F1DC4"/>
    <w:rsid w:val="009F2961"/>
    <w:rsid w:val="009F2D23"/>
    <w:rsid w:val="009F3916"/>
    <w:rsid w:val="009F40CA"/>
    <w:rsid w:val="009F4506"/>
    <w:rsid w:val="009F48F2"/>
    <w:rsid w:val="009F4A21"/>
    <w:rsid w:val="009F4A39"/>
    <w:rsid w:val="009F5009"/>
    <w:rsid w:val="009F5153"/>
    <w:rsid w:val="009F52A4"/>
    <w:rsid w:val="009F5801"/>
    <w:rsid w:val="009F58E5"/>
    <w:rsid w:val="009F5AF8"/>
    <w:rsid w:val="009F5F2C"/>
    <w:rsid w:val="009F5FA8"/>
    <w:rsid w:val="009F60CD"/>
    <w:rsid w:val="009F65D0"/>
    <w:rsid w:val="009F65D8"/>
    <w:rsid w:val="009F67E7"/>
    <w:rsid w:val="009F67F7"/>
    <w:rsid w:val="009F6A88"/>
    <w:rsid w:val="009F6B59"/>
    <w:rsid w:val="009F6E21"/>
    <w:rsid w:val="009F704C"/>
    <w:rsid w:val="009F775E"/>
    <w:rsid w:val="00A000AD"/>
    <w:rsid w:val="00A000F2"/>
    <w:rsid w:val="00A00202"/>
    <w:rsid w:val="00A002A0"/>
    <w:rsid w:val="00A00944"/>
    <w:rsid w:val="00A00BD3"/>
    <w:rsid w:val="00A015E1"/>
    <w:rsid w:val="00A015FC"/>
    <w:rsid w:val="00A01818"/>
    <w:rsid w:val="00A01D98"/>
    <w:rsid w:val="00A02111"/>
    <w:rsid w:val="00A021D8"/>
    <w:rsid w:val="00A022FD"/>
    <w:rsid w:val="00A0230C"/>
    <w:rsid w:val="00A02353"/>
    <w:rsid w:val="00A02863"/>
    <w:rsid w:val="00A02EB9"/>
    <w:rsid w:val="00A0350E"/>
    <w:rsid w:val="00A03775"/>
    <w:rsid w:val="00A03BAB"/>
    <w:rsid w:val="00A04991"/>
    <w:rsid w:val="00A050D4"/>
    <w:rsid w:val="00A051FD"/>
    <w:rsid w:val="00A058C9"/>
    <w:rsid w:val="00A05E77"/>
    <w:rsid w:val="00A06273"/>
    <w:rsid w:val="00A06C2D"/>
    <w:rsid w:val="00A06CFF"/>
    <w:rsid w:val="00A06D5F"/>
    <w:rsid w:val="00A0792F"/>
    <w:rsid w:val="00A079D1"/>
    <w:rsid w:val="00A07CC3"/>
    <w:rsid w:val="00A07F62"/>
    <w:rsid w:val="00A101D6"/>
    <w:rsid w:val="00A1044D"/>
    <w:rsid w:val="00A10A5B"/>
    <w:rsid w:val="00A110B2"/>
    <w:rsid w:val="00A11183"/>
    <w:rsid w:val="00A12348"/>
    <w:rsid w:val="00A127B4"/>
    <w:rsid w:val="00A12952"/>
    <w:rsid w:val="00A12F8E"/>
    <w:rsid w:val="00A132D4"/>
    <w:rsid w:val="00A135A9"/>
    <w:rsid w:val="00A13797"/>
    <w:rsid w:val="00A138DD"/>
    <w:rsid w:val="00A13CCF"/>
    <w:rsid w:val="00A143C6"/>
    <w:rsid w:val="00A14C8A"/>
    <w:rsid w:val="00A14DD6"/>
    <w:rsid w:val="00A15019"/>
    <w:rsid w:val="00A15247"/>
    <w:rsid w:val="00A15414"/>
    <w:rsid w:val="00A155BC"/>
    <w:rsid w:val="00A15654"/>
    <w:rsid w:val="00A156AE"/>
    <w:rsid w:val="00A16230"/>
    <w:rsid w:val="00A16857"/>
    <w:rsid w:val="00A17C26"/>
    <w:rsid w:val="00A17CDB"/>
    <w:rsid w:val="00A17E1C"/>
    <w:rsid w:val="00A20076"/>
    <w:rsid w:val="00A203FD"/>
    <w:rsid w:val="00A20C47"/>
    <w:rsid w:val="00A20DF3"/>
    <w:rsid w:val="00A21181"/>
    <w:rsid w:val="00A21DB6"/>
    <w:rsid w:val="00A22F81"/>
    <w:rsid w:val="00A22FB6"/>
    <w:rsid w:val="00A23780"/>
    <w:rsid w:val="00A239BB"/>
    <w:rsid w:val="00A239BF"/>
    <w:rsid w:val="00A23C2D"/>
    <w:rsid w:val="00A241B3"/>
    <w:rsid w:val="00A24655"/>
    <w:rsid w:val="00A24672"/>
    <w:rsid w:val="00A247E9"/>
    <w:rsid w:val="00A24F9A"/>
    <w:rsid w:val="00A25089"/>
    <w:rsid w:val="00A251AE"/>
    <w:rsid w:val="00A25714"/>
    <w:rsid w:val="00A26417"/>
    <w:rsid w:val="00A26526"/>
    <w:rsid w:val="00A267B6"/>
    <w:rsid w:val="00A26EE4"/>
    <w:rsid w:val="00A27335"/>
    <w:rsid w:val="00A27CF2"/>
    <w:rsid w:val="00A27E69"/>
    <w:rsid w:val="00A303C0"/>
    <w:rsid w:val="00A30419"/>
    <w:rsid w:val="00A3074E"/>
    <w:rsid w:val="00A30D52"/>
    <w:rsid w:val="00A30E56"/>
    <w:rsid w:val="00A31951"/>
    <w:rsid w:val="00A31C8C"/>
    <w:rsid w:val="00A31E36"/>
    <w:rsid w:val="00A32232"/>
    <w:rsid w:val="00A3239F"/>
    <w:rsid w:val="00A326F9"/>
    <w:rsid w:val="00A32D7F"/>
    <w:rsid w:val="00A32E9B"/>
    <w:rsid w:val="00A32F46"/>
    <w:rsid w:val="00A333EB"/>
    <w:rsid w:val="00A33547"/>
    <w:rsid w:val="00A33585"/>
    <w:rsid w:val="00A33BCA"/>
    <w:rsid w:val="00A33CB8"/>
    <w:rsid w:val="00A33E98"/>
    <w:rsid w:val="00A34589"/>
    <w:rsid w:val="00A34A9A"/>
    <w:rsid w:val="00A34C7D"/>
    <w:rsid w:val="00A35273"/>
    <w:rsid w:val="00A35514"/>
    <w:rsid w:val="00A355A4"/>
    <w:rsid w:val="00A35672"/>
    <w:rsid w:val="00A35957"/>
    <w:rsid w:val="00A35B5B"/>
    <w:rsid w:val="00A36213"/>
    <w:rsid w:val="00A36476"/>
    <w:rsid w:val="00A36B81"/>
    <w:rsid w:val="00A371CF"/>
    <w:rsid w:val="00A37880"/>
    <w:rsid w:val="00A37ECF"/>
    <w:rsid w:val="00A40078"/>
    <w:rsid w:val="00A40143"/>
    <w:rsid w:val="00A4029A"/>
    <w:rsid w:val="00A407FC"/>
    <w:rsid w:val="00A408A7"/>
    <w:rsid w:val="00A40936"/>
    <w:rsid w:val="00A416D2"/>
    <w:rsid w:val="00A418D0"/>
    <w:rsid w:val="00A41A5A"/>
    <w:rsid w:val="00A41ACF"/>
    <w:rsid w:val="00A41B2F"/>
    <w:rsid w:val="00A41B95"/>
    <w:rsid w:val="00A420FC"/>
    <w:rsid w:val="00A42331"/>
    <w:rsid w:val="00A4281A"/>
    <w:rsid w:val="00A433CE"/>
    <w:rsid w:val="00A434BC"/>
    <w:rsid w:val="00A4372D"/>
    <w:rsid w:val="00A43B48"/>
    <w:rsid w:val="00A43D0D"/>
    <w:rsid w:val="00A44670"/>
    <w:rsid w:val="00A459AF"/>
    <w:rsid w:val="00A45BFB"/>
    <w:rsid w:val="00A4648A"/>
    <w:rsid w:val="00A46638"/>
    <w:rsid w:val="00A46DAA"/>
    <w:rsid w:val="00A47272"/>
    <w:rsid w:val="00A475DD"/>
    <w:rsid w:val="00A4782E"/>
    <w:rsid w:val="00A47AA2"/>
    <w:rsid w:val="00A47D2D"/>
    <w:rsid w:val="00A505AF"/>
    <w:rsid w:val="00A50903"/>
    <w:rsid w:val="00A515F7"/>
    <w:rsid w:val="00A518D2"/>
    <w:rsid w:val="00A5211E"/>
    <w:rsid w:val="00A524D0"/>
    <w:rsid w:val="00A5277A"/>
    <w:rsid w:val="00A52FB9"/>
    <w:rsid w:val="00A537F3"/>
    <w:rsid w:val="00A53A39"/>
    <w:rsid w:val="00A54E3A"/>
    <w:rsid w:val="00A551A3"/>
    <w:rsid w:val="00A557B0"/>
    <w:rsid w:val="00A55855"/>
    <w:rsid w:val="00A558FB"/>
    <w:rsid w:val="00A55A8F"/>
    <w:rsid w:val="00A55E2C"/>
    <w:rsid w:val="00A55ED0"/>
    <w:rsid w:val="00A55F0F"/>
    <w:rsid w:val="00A56223"/>
    <w:rsid w:val="00A5622F"/>
    <w:rsid w:val="00A56238"/>
    <w:rsid w:val="00A56602"/>
    <w:rsid w:val="00A56DF8"/>
    <w:rsid w:val="00A57300"/>
    <w:rsid w:val="00A60221"/>
    <w:rsid w:val="00A60FB0"/>
    <w:rsid w:val="00A61115"/>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1D7"/>
    <w:rsid w:val="00A6445A"/>
    <w:rsid w:val="00A644EE"/>
    <w:rsid w:val="00A64BD7"/>
    <w:rsid w:val="00A64D3A"/>
    <w:rsid w:val="00A64E60"/>
    <w:rsid w:val="00A64FFB"/>
    <w:rsid w:val="00A652C1"/>
    <w:rsid w:val="00A65582"/>
    <w:rsid w:val="00A65892"/>
    <w:rsid w:val="00A67B92"/>
    <w:rsid w:val="00A67ED7"/>
    <w:rsid w:val="00A70459"/>
    <w:rsid w:val="00A704FE"/>
    <w:rsid w:val="00A7068C"/>
    <w:rsid w:val="00A70A06"/>
    <w:rsid w:val="00A71DD3"/>
    <w:rsid w:val="00A720AF"/>
    <w:rsid w:val="00A72414"/>
    <w:rsid w:val="00A72AF5"/>
    <w:rsid w:val="00A731C7"/>
    <w:rsid w:val="00A736C9"/>
    <w:rsid w:val="00A73853"/>
    <w:rsid w:val="00A74079"/>
    <w:rsid w:val="00A74190"/>
    <w:rsid w:val="00A74860"/>
    <w:rsid w:val="00A74C63"/>
    <w:rsid w:val="00A752FE"/>
    <w:rsid w:val="00A75ADE"/>
    <w:rsid w:val="00A75B9F"/>
    <w:rsid w:val="00A75BA4"/>
    <w:rsid w:val="00A75D40"/>
    <w:rsid w:val="00A7624D"/>
    <w:rsid w:val="00A76374"/>
    <w:rsid w:val="00A7647A"/>
    <w:rsid w:val="00A77356"/>
    <w:rsid w:val="00A773D5"/>
    <w:rsid w:val="00A776F6"/>
    <w:rsid w:val="00A778C0"/>
    <w:rsid w:val="00A779AD"/>
    <w:rsid w:val="00A80522"/>
    <w:rsid w:val="00A8089F"/>
    <w:rsid w:val="00A8131E"/>
    <w:rsid w:val="00A8168E"/>
    <w:rsid w:val="00A81733"/>
    <w:rsid w:val="00A81E65"/>
    <w:rsid w:val="00A81EB4"/>
    <w:rsid w:val="00A8259A"/>
    <w:rsid w:val="00A8295B"/>
    <w:rsid w:val="00A82C2D"/>
    <w:rsid w:val="00A83455"/>
    <w:rsid w:val="00A83CC1"/>
    <w:rsid w:val="00A83D71"/>
    <w:rsid w:val="00A846FA"/>
    <w:rsid w:val="00A8470A"/>
    <w:rsid w:val="00A8486E"/>
    <w:rsid w:val="00A849B2"/>
    <w:rsid w:val="00A84EC9"/>
    <w:rsid w:val="00A8527E"/>
    <w:rsid w:val="00A85A7A"/>
    <w:rsid w:val="00A85EA5"/>
    <w:rsid w:val="00A8617E"/>
    <w:rsid w:val="00A86BDD"/>
    <w:rsid w:val="00A86D49"/>
    <w:rsid w:val="00A86E90"/>
    <w:rsid w:val="00A872DC"/>
    <w:rsid w:val="00A87625"/>
    <w:rsid w:val="00A87718"/>
    <w:rsid w:val="00A87939"/>
    <w:rsid w:val="00A87A6D"/>
    <w:rsid w:val="00A904A1"/>
    <w:rsid w:val="00A90A1E"/>
    <w:rsid w:val="00A90A7E"/>
    <w:rsid w:val="00A912A9"/>
    <w:rsid w:val="00A915E2"/>
    <w:rsid w:val="00A91905"/>
    <w:rsid w:val="00A9228B"/>
    <w:rsid w:val="00A92525"/>
    <w:rsid w:val="00A92CBF"/>
    <w:rsid w:val="00A92E21"/>
    <w:rsid w:val="00A93196"/>
    <w:rsid w:val="00A93418"/>
    <w:rsid w:val="00A936CB"/>
    <w:rsid w:val="00A943E4"/>
    <w:rsid w:val="00A950DC"/>
    <w:rsid w:val="00A95443"/>
    <w:rsid w:val="00A95545"/>
    <w:rsid w:val="00A96884"/>
    <w:rsid w:val="00A9690F"/>
    <w:rsid w:val="00A96935"/>
    <w:rsid w:val="00A97396"/>
    <w:rsid w:val="00A975DE"/>
    <w:rsid w:val="00A9780A"/>
    <w:rsid w:val="00A97932"/>
    <w:rsid w:val="00A97C6C"/>
    <w:rsid w:val="00AA008C"/>
    <w:rsid w:val="00AA01B5"/>
    <w:rsid w:val="00AA0302"/>
    <w:rsid w:val="00AA0D09"/>
    <w:rsid w:val="00AA103A"/>
    <w:rsid w:val="00AA1898"/>
    <w:rsid w:val="00AA1C5C"/>
    <w:rsid w:val="00AA20EF"/>
    <w:rsid w:val="00AA2655"/>
    <w:rsid w:val="00AA279B"/>
    <w:rsid w:val="00AA2DF0"/>
    <w:rsid w:val="00AA34A8"/>
    <w:rsid w:val="00AA3800"/>
    <w:rsid w:val="00AA39AB"/>
    <w:rsid w:val="00AA3A89"/>
    <w:rsid w:val="00AA3FDC"/>
    <w:rsid w:val="00AA4181"/>
    <w:rsid w:val="00AA4860"/>
    <w:rsid w:val="00AA4A9A"/>
    <w:rsid w:val="00AA5442"/>
    <w:rsid w:val="00AA5738"/>
    <w:rsid w:val="00AA5D5C"/>
    <w:rsid w:val="00AA63A7"/>
    <w:rsid w:val="00AA6AEA"/>
    <w:rsid w:val="00AA70F2"/>
    <w:rsid w:val="00AA710C"/>
    <w:rsid w:val="00AA7930"/>
    <w:rsid w:val="00AA795D"/>
    <w:rsid w:val="00AA7BBB"/>
    <w:rsid w:val="00AB0077"/>
    <w:rsid w:val="00AB0290"/>
    <w:rsid w:val="00AB0661"/>
    <w:rsid w:val="00AB087C"/>
    <w:rsid w:val="00AB10D7"/>
    <w:rsid w:val="00AB10E5"/>
    <w:rsid w:val="00AB1158"/>
    <w:rsid w:val="00AB1206"/>
    <w:rsid w:val="00AB15BB"/>
    <w:rsid w:val="00AB1ADA"/>
    <w:rsid w:val="00AB1BDB"/>
    <w:rsid w:val="00AB1CEE"/>
    <w:rsid w:val="00AB1DA6"/>
    <w:rsid w:val="00AB1E54"/>
    <w:rsid w:val="00AB1F01"/>
    <w:rsid w:val="00AB2228"/>
    <w:rsid w:val="00AB229E"/>
    <w:rsid w:val="00AB26DC"/>
    <w:rsid w:val="00AB2F09"/>
    <w:rsid w:val="00AB2FB6"/>
    <w:rsid w:val="00AB357C"/>
    <w:rsid w:val="00AB35C6"/>
    <w:rsid w:val="00AB3882"/>
    <w:rsid w:val="00AB3DD1"/>
    <w:rsid w:val="00AB3FF5"/>
    <w:rsid w:val="00AB4001"/>
    <w:rsid w:val="00AB42F3"/>
    <w:rsid w:val="00AB4574"/>
    <w:rsid w:val="00AB45D0"/>
    <w:rsid w:val="00AB462A"/>
    <w:rsid w:val="00AB4715"/>
    <w:rsid w:val="00AB4751"/>
    <w:rsid w:val="00AB4845"/>
    <w:rsid w:val="00AB5760"/>
    <w:rsid w:val="00AB5C0E"/>
    <w:rsid w:val="00AB5CDA"/>
    <w:rsid w:val="00AB5CE0"/>
    <w:rsid w:val="00AB5DE5"/>
    <w:rsid w:val="00AB5E9D"/>
    <w:rsid w:val="00AB636D"/>
    <w:rsid w:val="00AB63D5"/>
    <w:rsid w:val="00AB6AB7"/>
    <w:rsid w:val="00AB6C35"/>
    <w:rsid w:val="00AB7126"/>
    <w:rsid w:val="00AB770E"/>
    <w:rsid w:val="00AB78A7"/>
    <w:rsid w:val="00AB78C8"/>
    <w:rsid w:val="00AB7BC6"/>
    <w:rsid w:val="00AB7E3B"/>
    <w:rsid w:val="00AC0455"/>
    <w:rsid w:val="00AC0C5A"/>
    <w:rsid w:val="00AC0E5B"/>
    <w:rsid w:val="00AC0EDE"/>
    <w:rsid w:val="00AC0F99"/>
    <w:rsid w:val="00AC133E"/>
    <w:rsid w:val="00AC17E8"/>
    <w:rsid w:val="00AC190E"/>
    <w:rsid w:val="00AC1C30"/>
    <w:rsid w:val="00AC1F32"/>
    <w:rsid w:val="00AC2069"/>
    <w:rsid w:val="00AC2FA3"/>
    <w:rsid w:val="00AC3068"/>
    <w:rsid w:val="00AC34AC"/>
    <w:rsid w:val="00AC3525"/>
    <w:rsid w:val="00AC4174"/>
    <w:rsid w:val="00AC45F6"/>
    <w:rsid w:val="00AC4C7C"/>
    <w:rsid w:val="00AC4FB4"/>
    <w:rsid w:val="00AC646F"/>
    <w:rsid w:val="00AC6DE2"/>
    <w:rsid w:val="00AC74DD"/>
    <w:rsid w:val="00AC75C3"/>
    <w:rsid w:val="00AC79F6"/>
    <w:rsid w:val="00AC7C3F"/>
    <w:rsid w:val="00AC7DBC"/>
    <w:rsid w:val="00AC7E0E"/>
    <w:rsid w:val="00AC7F9D"/>
    <w:rsid w:val="00AD010E"/>
    <w:rsid w:val="00AD05BC"/>
    <w:rsid w:val="00AD077F"/>
    <w:rsid w:val="00AD0FD8"/>
    <w:rsid w:val="00AD117C"/>
    <w:rsid w:val="00AD1289"/>
    <w:rsid w:val="00AD15DC"/>
    <w:rsid w:val="00AD1B74"/>
    <w:rsid w:val="00AD1E39"/>
    <w:rsid w:val="00AD20D5"/>
    <w:rsid w:val="00AD2825"/>
    <w:rsid w:val="00AD2E69"/>
    <w:rsid w:val="00AD3583"/>
    <w:rsid w:val="00AD3738"/>
    <w:rsid w:val="00AD3E23"/>
    <w:rsid w:val="00AD43FE"/>
    <w:rsid w:val="00AD4722"/>
    <w:rsid w:val="00AD4B53"/>
    <w:rsid w:val="00AD5290"/>
    <w:rsid w:val="00AD550B"/>
    <w:rsid w:val="00AD5769"/>
    <w:rsid w:val="00AD59F4"/>
    <w:rsid w:val="00AD5A31"/>
    <w:rsid w:val="00AD5A66"/>
    <w:rsid w:val="00AD5B33"/>
    <w:rsid w:val="00AD5D59"/>
    <w:rsid w:val="00AD5EBF"/>
    <w:rsid w:val="00AD5FDA"/>
    <w:rsid w:val="00AD6122"/>
    <w:rsid w:val="00AD6334"/>
    <w:rsid w:val="00AD6FDB"/>
    <w:rsid w:val="00AD7965"/>
    <w:rsid w:val="00AD7B7F"/>
    <w:rsid w:val="00AE004E"/>
    <w:rsid w:val="00AE03B1"/>
    <w:rsid w:val="00AE05FD"/>
    <w:rsid w:val="00AE0E33"/>
    <w:rsid w:val="00AE1C17"/>
    <w:rsid w:val="00AE1C8D"/>
    <w:rsid w:val="00AE1EC5"/>
    <w:rsid w:val="00AE1FAB"/>
    <w:rsid w:val="00AE2275"/>
    <w:rsid w:val="00AE2338"/>
    <w:rsid w:val="00AE2622"/>
    <w:rsid w:val="00AE2B69"/>
    <w:rsid w:val="00AE3DD7"/>
    <w:rsid w:val="00AE3DF8"/>
    <w:rsid w:val="00AE453D"/>
    <w:rsid w:val="00AE4C3E"/>
    <w:rsid w:val="00AE5425"/>
    <w:rsid w:val="00AE591A"/>
    <w:rsid w:val="00AE6457"/>
    <w:rsid w:val="00AE67D3"/>
    <w:rsid w:val="00AE6DBE"/>
    <w:rsid w:val="00AE6EAB"/>
    <w:rsid w:val="00AE7603"/>
    <w:rsid w:val="00AF0921"/>
    <w:rsid w:val="00AF107F"/>
    <w:rsid w:val="00AF1402"/>
    <w:rsid w:val="00AF1E69"/>
    <w:rsid w:val="00AF2053"/>
    <w:rsid w:val="00AF209C"/>
    <w:rsid w:val="00AF296C"/>
    <w:rsid w:val="00AF2B47"/>
    <w:rsid w:val="00AF2D30"/>
    <w:rsid w:val="00AF32E2"/>
    <w:rsid w:val="00AF33EC"/>
    <w:rsid w:val="00AF34B0"/>
    <w:rsid w:val="00AF3A80"/>
    <w:rsid w:val="00AF3D4F"/>
    <w:rsid w:val="00AF3EA5"/>
    <w:rsid w:val="00AF43EE"/>
    <w:rsid w:val="00AF4613"/>
    <w:rsid w:val="00AF4BCD"/>
    <w:rsid w:val="00AF4DA6"/>
    <w:rsid w:val="00AF5A48"/>
    <w:rsid w:val="00AF615D"/>
    <w:rsid w:val="00AF6B02"/>
    <w:rsid w:val="00AF7FED"/>
    <w:rsid w:val="00B00383"/>
    <w:rsid w:val="00B01657"/>
    <w:rsid w:val="00B01A58"/>
    <w:rsid w:val="00B02048"/>
    <w:rsid w:val="00B026D4"/>
    <w:rsid w:val="00B02DBE"/>
    <w:rsid w:val="00B02ED1"/>
    <w:rsid w:val="00B03450"/>
    <w:rsid w:val="00B038E3"/>
    <w:rsid w:val="00B048FA"/>
    <w:rsid w:val="00B04E6B"/>
    <w:rsid w:val="00B05477"/>
    <w:rsid w:val="00B059CC"/>
    <w:rsid w:val="00B05E8C"/>
    <w:rsid w:val="00B06382"/>
    <w:rsid w:val="00B06570"/>
    <w:rsid w:val="00B067A1"/>
    <w:rsid w:val="00B06F20"/>
    <w:rsid w:val="00B073F9"/>
    <w:rsid w:val="00B078D4"/>
    <w:rsid w:val="00B07976"/>
    <w:rsid w:val="00B07AAE"/>
    <w:rsid w:val="00B10219"/>
    <w:rsid w:val="00B10589"/>
    <w:rsid w:val="00B10F11"/>
    <w:rsid w:val="00B11659"/>
    <w:rsid w:val="00B1196F"/>
    <w:rsid w:val="00B11E57"/>
    <w:rsid w:val="00B11ECB"/>
    <w:rsid w:val="00B12CEB"/>
    <w:rsid w:val="00B12D5A"/>
    <w:rsid w:val="00B13141"/>
    <w:rsid w:val="00B13612"/>
    <w:rsid w:val="00B13C24"/>
    <w:rsid w:val="00B146CF"/>
    <w:rsid w:val="00B1471D"/>
    <w:rsid w:val="00B14A97"/>
    <w:rsid w:val="00B14C9E"/>
    <w:rsid w:val="00B14D0D"/>
    <w:rsid w:val="00B152DD"/>
    <w:rsid w:val="00B154DF"/>
    <w:rsid w:val="00B15AFA"/>
    <w:rsid w:val="00B15B86"/>
    <w:rsid w:val="00B16203"/>
    <w:rsid w:val="00B16493"/>
    <w:rsid w:val="00B16D0A"/>
    <w:rsid w:val="00B16F6B"/>
    <w:rsid w:val="00B16FC1"/>
    <w:rsid w:val="00B1725D"/>
    <w:rsid w:val="00B175F2"/>
    <w:rsid w:val="00B177F1"/>
    <w:rsid w:val="00B17903"/>
    <w:rsid w:val="00B179D6"/>
    <w:rsid w:val="00B17BA8"/>
    <w:rsid w:val="00B20633"/>
    <w:rsid w:val="00B20842"/>
    <w:rsid w:val="00B21371"/>
    <w:rsid w:val="00B217D3"/>
    <w:rsid w:val="00B217ED"/>
    <w:rsid w:val="00B2184F"/>
    <w:rsid w:val="00B23048"/>
    <w:rsid w:val="00B23B2A"/>
    <w:rsid w:val="00B23F1D"/>
    <w:rsid w:val="00B240EE"/>
    <w:rsid w:val="00B24331"/>
    <w:rsid w:val="00B244D3"/>
    <w:rsid w:val="00B24E86"/>
    <w:rsid w:val="00B25273"/>
    <w:rsid w:val="00B25482"/>
    <w:rsid w:val="00B256E3"/>
    <w:rsid w:val="00B258C2"/>
    <w:rsid w:val="00B25A6B"/>
    <w:rsid w:val="00B25D32"/>
    <w:rsid w:val="00B25E54"/>
    <w:rsid w:val="00B25E85"/>
    <w:rsid w:val="00B27222"/>
    <w:rsid w:val="00B27566"/>
    <w:rsid w:val="00B275A2"/>
    <w:rsid w:val="00B27AF4"/>
    <w:rsid w:val="00B30811"/>
    <w:rsid w:val="00B30A7C"/>
    <w:rsid w:val="00B31187"/>
    <w:rsid w:val="00B312C4"/>
    <w:rsid w:val="00B318A8"/>
    <w:rsid w:val="00B31D13"/>
    <w:rsid w:val="00B31E1C"/>
    <w:rsid w:val="00B31F04"/>
    <w:rsid w:val="00B32093"/>
    <w:rsid w:val="00B321B3"/>
    <w:rsid w:val="00B324CE"/>
    <w:rsid w:val="00B32A70"/>
    <w:rsid w:val="00B32C4F"/>
    <w:rsid w:val="00B32FF4"/>
    <w:rsid w:val="00B333C3"/>
    <w:rsid w:val="00B3380D"/>
    <w:rsid w:val="00B33B62"/>
    <w:rsid w:val="00B33C69"/>
    <w:rsid w:val="00B33EB7"/>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6A"/>
    <w:rsid w:val="00B409CF"/>
    <w:rsid w:val="00B41320"/>
    <w:rsid w:val="00B41529"/>
    <w:rsid w:val="00B41836"/>
    <w:rsid w:val="00B419E6"/>
    <w:rsid w:val="00B42314"/>
    <w:rsid w:val="00B42AFF"/>
    <w:rsid w:val="00B42ED6"/>
    <w:rsid w:val="00B42F88"/>
    <w:rsid w:val="00B42F92"/>
    <w:rsid w:val="00B430D3"/>
    <w:rsid w:val="00B43136"/>
    <w:rsid w:val="00B4398B"/>
    <w:rsid w:val="00B43D7A"/>
    <w:rsid w:val="00B44440"/>
    <w:rsid w:val="00B44C14"/>
    <w:rsid w:val="00B44C90"/>
    <w:rsid w:val="00B44F3B"/>
    <w:rsid w:val="00B45560"/>
    <w:rsid w:val="00B46484"/>
    <w:rsid w:val="00B46BD5"/>
    <w:rsid w:val="00B46EC6"/>
    <w:rsid w:val="00B474FE"/>
    <w:rsid w:val="00B47811"/>
    <w:rsid w:val="00B47D19"/>
    <w:rsid w:val="00B47DB8"/>
    <w:rsid w:val="00B47FAF"/>
    <w:rsid w:val="00B47FB7"/>
    <w:rsid w:val="00B50D61"/>
    <w:rsid w:val="00B51CC9"/>
    <w:rsid w:val="00B52454"/>
    <w:rsid w:val="00B52CD4"/>
    <w:rsid w:val="00B52D53"/>
    <w:rsid w:val="00B5307A"/>
    <w:rsid w:val="00B5344B"/>
    <w:rsid w:val="00B534E4"/>
    <w:rsid w:val="00B5358A"/>
    <w:rsid w:val="00B5402B"/>
    <w:rsid w:val="00B5446B"/>
    <w:rsid w:val="00B544FD"/>
    <w:rsid w:val="00B5487E"/>
    <w:rsid w:val="00B549ED"/>
    <w:rsid w:val="00B54FE3"/>
    <w:rsid w:val="00B55489"/>
    <w:rsid w:val="00B5554F"/>
    <w:rsid w:val="00B5588A"/>
    <w:rsid w:val="00B55E2E"/>
    <w:rsid w:val="00B565B0"/>
    <w:rsid w:val="00B569E8"/>
    <w:rsid w:val="00B56ED2"/>
    <w:rsid w:val="00B57086"/>
    <w:rsid w:val="00B572B9"/>
    <w:rsid w:val="00B5787A"/>
    <w:rsid w:val="00B57ECA"/>
    <w:rsid w:val="00B60303"/>
    <w:rsid w:val="00B60755"/>
    <w:rsid w:val="00B60EEA"/>
    <w:rsid w:val="00B6151C"/>
    <w:rsid w:val="00B61BA2"/>
    <w:rsid w:val="00B61C04"/>
    <w:rsid w:val="00B61E8F"/>
    <w:rsid w:val="00B6222C"/>
    <w:rsid w:val="00B622EA"/>
    <w:rsid w:val="00B62603"/>
    <w:rsid w:val="00B62D4A"/>
    <w:rsid w:val="00B63117"/>
    <w:rsid w:val="00B6311F"/>
    <w:rsid w:val="00B6331B"/>
    <w:rsid w:val="00B63A82"/>
    <w:rsid w:val="00B63E6C"/>
    <w:rsid w:val="00B64117"/>
    <w:rsid w:val="00B6447F"/>
    <w:rsid w:val="00B64622"/>
    <w:rsid w:val="00B6470A"/>
    <w:rsid w:val="00B64927"/>
    <w:rsid w:val="00B64BD7"/>
    <w:rsid w:val="00B64F5A"/>
    <w:rsid w:val="00B650D2"/>
    <w:rsid w:val="00B65607"/>
    <w:rsid w:val="00B65822"/>
    <w:rsid w:val="00B65B93"/>
    <w:rsid w:val="00B6635D"/>
    <w:rsid w:val="00B66388"/>
    <w:rsid w:val="00B66865"/>
    <w:rsid w:val="00B67791"/>
    <w:rsid w:val="00B67847"/>
    <w:rsid w:val="00B67B33"/>
    <w:rsid w:val="00B67C59"/>
    <w:rsid w:val="00B67F4A"/>
    <w:rsid w:val="00B708DD"/>
    <w:rsid w:val="00B71157"/>
    <w:rsid w:val="00B716B6"/>
    <w:rsid w:val="00B71B65"/>
    <w:rsid w:val="00B71D29"/>
    <w:rsid w:val="00B71E5F"/>
    <w:rsid w:val="00B721F3"/>
    <w:rsid w:val="00B7225C"/>
    <w:rsid w:val="00B723EA"/>
    <w:rsid w:val="00B7312E"/>
    <w:rsid w:val="00B73539"/>
    <w:rsid w:val="00B73A99"/>
    <w:rsid w:val="00B73C9F"/>
    <w:rsid w:val="00B74B5F"/>
    <w:rsid w:val="00B74F02"/>
    <w:rsid w:val="00B74FF6"/>
    <w:rsid w:val="00B75090"/>
    <w:rsid w:val="00B7514C"/>
    <w:rsid w:val="00B7534C"/>
    <w:rsid w:val="00B75571"/>
    <w:rsid w:val="00B75772"/>
    <w:rsid w:val="00B75822"/>
    <w:rsid w:val="00B75FA1"/>
    <w:rsid w:val="00B7659A"/>
    <w:rsid w:val="00B7668B"/>
    <w:rsid w:val="00B768FC"/>
    <w:rsid w:val="00B76A54"/>
    <w:rsid w:val="00B77C73"/>
    <w:rsid w:val="00B800C4"/>
    <w:rsid w:val="00B80533"/>
    <w:rsid w:val="00B81015"/>
    <w:rsid w:val="00B8119E"/>
    <w:rsid w:val="00B8121B"/>
    <w:rsid w:val="00B815BB"/>
    <w:rsid w:val="00B816A0"/>
    <w:rsid w:val="00B81910"/>
    <w:rsid w:val="00B81D33"/>
    <w:rsid w:val="00B82137"/>
    <w:rsid w:val="00B8252A"/>
    <w:rsid w:val="00B82D17"/>
    <w:rsid w:val="00B82F7A"/>
    <w:rsid w:val="00B83524"/>
    <w:rsid w:val="00B836E2"/>
    <w:rsid w:val="00B83DA5"/>
    <w:rsid w:val="00B83EF0"/>
    <w:rsid w:val="00B83FE0"/>
    <w:rsid w:val="00B841C8"/>
    <w:rsid w:val="00B84210"/>
    <w:rsid w:val="00B8462F"/>
    <w:rsid w:val="00B8476C"/>
    <w:rsid w:val="00B84ECA"/>
    <w:rsid w:val="00B84ED8"/>
    <w:rsid w:val="00B85074"/>
    <w:rsid w:val="00B851CF"/>
    <w:rsid w:val="00B8538D"/>
    <w:rsid w:val="00B85861"/>
    <w:rsid w:val="00B858F0"/>
    <w:rsid w:val="00B85B71"/>
    <w:rsid w:val="00B86DF3"/>
    <w:rsid w:val="00B86E25"/>
    <w:rsid w:val="00B8715F"/>
    <w:rsid w:val="00B873F0"/>
    <w:rsid w:val="00B8768C"/>
    <w:rsid w:val="00B87A85"/>
    <w:rsid w:val="00B87B7D"/>
    <w:rsid w:val="00B87D32"/>
    <w:rsid w:val="00B87DC4"/>
    <w:rsid w:val="00B90C98"/>
    <w:rsid w:val="00B912A0"/>
    <w:rsid w:val="00B91984"/>
    <w:rsid w:val="00B91E51"/>
    <w:rsid w:val="00B9212D"/>
    <w:rsid w:val="00B9231A"/>
    <w:rsid w:val="00B92773"/>
    <w:rsid w:val="00B931D0"/>
    <w:rsid w:val="00B933D2"/>
    <w:rsid w:val="00B93451"/>
    <w:rsid w:val="00B9365A"/>
    <w:rsid w:val="00B93743"/>
    <w:rsid w:val="00B939E0"/>
    <w:rsid w:val="00B93AAC"/>
    <w:rsid w:val="00B93F3F"/>
    <w:rsid w:val="00B94077"/>
    <w:rsid w:val="00B9420E"/>
    <w:rsid w:val="00B944BF"/>
    <w:rsid w:val="00B94846"/>
    <w:rsid w:val="00B949FF"/>
    <w:rsid w:val="00B95242"/>
    <w:rsid w:val="00B95300"/>
    <w:rsid w:val="00B95333"/>
    <w:rsid w:val="00B95795"/>
    <w:rsid w:val="00B95AB6"/>
    <w:rsid w:val="00B96127"/>
    <w:rsid w:val="00B96355"/>
    <w:rsid w:val="00B971DF"/>
    <w:rsid w:val="00B976D4"/>
    <w:rsid w:val="00B97D89"/>
    <w:rsid w:val="00BA067D"/>
    <w:rsid w:val="00BA1113"/>
    <w:rsid w:val="00BA153D"/>
    <w:rsid w:val="00BA1627"/>
    <w:rsid w:val="00BA1D38"/>
    <w:rsid w:val="00BA1FEC"/>
    <w:rsid w:val="00BA21F9"/>
    <w:rsid w:val="00BA2959"/>
    <w:rsid w:val="00BA2BED"/>
    <w:rsid w:val="00BA2DE6"/>
    <w:rsid w:val="00BA3486"/>
    <w:rsid w:val="00BA3D0A"/>
    <w:rsid w:val="00BA3EA3"/>
    <w:rsid w:val="00BA4239"/>
    <w:rsid w:val="00BA426E"/>
    <w:rsid w:val="00BA4A55"/>
    <w:rsid w:val="00BA4AB1"/>
    <w:rsid w:val="00BA50BC"/>
    <w:rsid w:val="00BA51EF"/>
    <w:rsid w:val="00BA5322"/>
    <w:rsid w:val="00BA53C7"/>
    <w:rsid w:val="00BA551F"/>
    <w:rsid w:val="00BA55D4"/>
    <w:rsid w:val="00BA59D7"/>
    <w:rsid w:val="00BA6079"/>
    <w:rsid w:val="00BA6527"/>
    <w:rsid w:val="00BA662B"/>
    <w:rsid w:val="00BA7243"/>
    <w:rsid w:val="00BA7397"/>
    <w:rsid w:val="00BA7635"/>
    <w:rsid w:val="00BA7FB0"/>
    <w:rsid w:val="00BB0293"/>
    <w:rsid w:val="00BB06E8"/>
    <w:rsid w:val="00BB074F"/>
    <w:rsid w:val="00BB0791"/>
    <w:rsid w:val="00BB0DA2"/>
    <w:rsid w:val="00BB0FB5"/>
    <w:rsid w:val="00BB137A"/>
    <w:rsid w:val="00BB199C"/>
    <w:rsid w:val="00BB1DEB"/>
    <w:rsid w:val="00BB1E10"/>
    <w:rsid w:val="00BB2363"/>
    <w:rsid w:val="00BB242A"/>
    <w:rsid w:val="00BB2436"/>
    <w:rsid w:val="00BB25B6"/>
    <w:rsid w:val="00BB289A"/>
    <w:rsid w:val="00BB298C"/>
    <w:rsid w:val="00BB2F9E"/>
    <w:rsid w:val="00BB32D3"/>
    <w:rsid w:val="00BB3619"/>
    <w:rsid w:val="00BB36F5"/>
    <w:rsid w:val="00BB4C41"/>
    <w:rsid w:val="00BB4CB0"/>
    <w:rsid w:val="00BB4F12"/>
    <w:rsid w:val="00BB53D4"/>
    <w:rsid w:val="00BB56F7"/>
    <w:rsid w:val="00BB5740"/>
    <w:rsid w:val="00BB5DEB"/>
    <w:rsid w:val="00BB613A"/>
    <w:rsid w:val="00BB646C"/>
    <w:rsid w:val="00BB6530"/>
    <w:rsid w:val="00BB65E2"/>
    <w:rsid w:val="00BB6645"/>
    <w:rsid w:val="00BB6AAB"/>
    <w:rsid w:val="00BB6AE8"/>
    <w:rsid w:val="00BB7343"/>
    <w:rsid w:val="00BB7FC4"/>
    <w:rsid w:val="00BC0121"/>
    <w:rsid w:val="00BC0313"/>
    <w:rsid w:val="00BC0A7A"/>
    <w:rsid w:val="00BC0AC8"/>
    <w:rsid w:val="00BC0F62"/>
    <w:rsid w:val="00BC0F71"/>
    <w:rsid w:val="00BC1594"/>
    <w:rsid w:val="00BC1CD2"/>
    <w:rsid w:val="00BC29FB"/>
    <w:rsid w:val="00BC2CC3"/>
    <w:rsid w:val="00BC2D09"/>
    <w:rsid w:val="00BC2E57"/>
    <w:rsid w:val="00BC2F8D"/>
    <w:rsid w:val="00BC30FE"/>
    <w:rsid w:val="00BC543E"/>
    <w:rsid w:val="00BC556A"/>
    <w:rsid w:val="00BC5620"/>
    <w:rsid w:val="00BC598A"/>
    <w:rsid w:val="00BC5E1B"/>
    <w:rsid w:val="00BC5F87"/>
    <w:rsid w:val="00BC6070"/>
    <w:rsid w:val="00BC60B9"/>
    <w:rsid w:val="00BC6193"/>
    <w:rsid w:val="00BC6436"/>
    <w:rsid w:val="00BC6D31"/>
    <w:rsid w:val="00BC6D65"/>
    <w:rsid w:val="00BC7005"/>
    <w:rsid w:val="00BC7185"/>
    <w:rsid w:val="00BC725F"/>
    <w:rsid w:val="00BC7473"/>
    <w:rsid w:val="00BC76E6"/>
    <w:rsid w:val="00BD0227"/>
    <w:rsid w:val="00BD0D5F"/>
    <w:rsid w:val="00BD0DBD"/>
    <w:rsid w:val="00BD124F"/>
    <w:rsid w:val="00BD1882"/>
    <w:rsid w:val="00BD1EC0"/>
    <w:rsid w:val="00BD253D"/>
    <w:rsid w:val="00BD261F"/>
    <w:rsid w:val="00BD2768"/>
    <w:rsid w:val="00BD2976"/>
    <w:rsid w:val="00BD2AC0"/>
    <w:rsid w:val="00BD3106"/>
    <w:rsid w:val="00BD3C3B"/>
    <w:rsid w:val="00BD4137"/>
    <w:rsid w:val="00BD42AD"/>
    <w:rsid w:val="00BD4311"/>
    <w:rsid w:val="00BD4569"/>
    <w:rsid w:val="00BD4B62"/>
    <w:rsid w:val="00BD5852"/>
    <w:rsid w:val="00BD5BB5"/>
    <w:rsid w:val="00BD658B"/>
    <w:rsid w:val="00BD6EBA"/>
    <w:rsid w:val="00BD7221"/>
    <w:rsid w:val="00BD744E"/>
    <w:rsid w:val="00BD7D6C"/>
    <w:rsid w:val="00BE0066"/>
    <w:rsid w:val="00BE088A"/>
    <w:rsid w:val="00BE1453"/>
    <w:rsid w:val="00BE1567"/>
    <w:rsid w:val="00BE2413"/>
    <w:rsid w:val="00BE32E7"/>
    <w:rsid w:val="00BE389E"/>
    <w:rsid w:val="00BE4813"/>
    <w:rsid w:val="00BE482E"/>
    <w:rsid w:val="00BE4ACC"/>
    <w:rsid w:val="00BE58AF"/>
    <w:rsid w:val="00BE5DBA"/>
    <w:rsid w:val="00BE5FC6"/>
    <w:rsid w:val="00BE6438"/>
    <w:rsid w:val="00BE6874"/>
    <w:rsid w:val="00BE6AD2"/>
    <w:rsid w:val="00BE6C31"/>
    <w:rsid w:val="00BE71C3"/>
    <w:rsid w:val="00BE7451"/>
    <w:rsid w:val="00BE7DF7"/>
    <w:rsid w:val="00BE7EDB"/>
    <w:rsid w:val="00BF03E5"/>
    <w:rsid w:val="00BF05EC"/>
    <w:rsid w:val="00BF0875"/>
    <w:rsid w:val="00BF0A20"/>
    <w:rsid w:val="00BF1367"/>
    <w:rsid w:val="00BF174C"/>
    <w:rsid w:val="00BF1B5E"/>
    <w:rsid w:val="00BF1BCB"/>
    <w:rsid w:val="00BF218E"/>
    <w:rsid w:val="00BF21E3"/>
    <w:rsid w:val="00BF2543"/>
    <w:rsid w:val="00BF27D5"/>
    <w:rsid w:val="00BF2ADC"/>
    <w:rsid w:val="00BF2C2D"/>
    <w:rsid w:val="00BF35A0"/>
    <w:rsid w:val="00BF37C7"/>
    <w:rsid w:val="00BF3B40"/>
    <w:rsid w:val="00BF3C8C"/>
    <w:rsid w:val="00BF473F"/>
    <w:rsid w:val="00BF4842"/>
    <w:rsid w:val="00BF4E1E"/>
    <w:rsid w:val="00BF5307"/>
    <w:rsid w:val="00BF54D7"/>
    <w:rsid w:val="00BF5802"/>
    <w:rsid w:val="00BF599F"/>
    <w:rsid w:val="00BF5A45"/>
    <w:rsid w:val="00BF5D12"/>
    <w:rsid w:val="00BF63A0"/>
    <w:rsid w:val="00BF6987"/>
    <w:rsid w:val="00BF6AA1"/>
    <w:rsid w:val="00BF6E23"/>
    <w:rsid w:val="00BF6E8B"/>
    <w:rsid w:val="00BF7212"/>
    <w:rsid w:val="00BF77F6"/>
    <w:rsid w:val="00BF790E"/>
    <w:rsid w:val="00BF79B8"/>
    <w:rsid w:val="00BF7F1E"/>
    <w:rsid w:val="00C00108"/>
    <w:rsid w:val="00C004F0"/>
    <w:rsid w:val="00C0051E"/>
    <w:rsid w:val="00C00B5E"/>
    <w:rsid w:val="00C00B7F"/>
    <w:rsid w:val="00C00F71"/>
    <w:rsid w:val="00C0152E"/>
    <w:rsid w:val="00C01B5F"/>
    <w:rsid w:val="00C01DD4"/>
    <w:rsid w:val="00C034C9"/>
    <w:rsid w:val="00C03C54"/>
    <w:rsid w:val="00C04097"/>
    <w:rsid w:val="00C04193"/>
    <w:rsid w:val="00C04D0B"/>
    <w:rsid w:val="00C04DC7"/>
    <w:rsid w:val="00C056C6"/>
    <w:rsid w:val="00C06013"/>
    <w:rsid w:val="00C06746"/>
    <w:rsid w:val="00C06BB7"/>
    <w:rsid w:val="00C06D84"/>
    <w:rsid w:val="00C06F1B"/>
    <w:rsid w:val="00C06F4E"/>
    <w:rsid w:val="00C076B5"/>
    <w:rsid w:val="00C0799E"/>
    <w:rsid w:val="00C07E98"/>
    <w:rsid w:val="00C1008D"/>
    <w:rsid w:val="00C103AF"/>
    <w:rsid w:val="00C105DF"/>
    <w:rsid w:val="00C117EB"/>
    <w:rsid w:val="00C118A3"/>
    <w:rsid w:val="00C120FD"/>
    <w:rsid w:val="00C1267A"/>
    <w:rsid w:val="00C12CF0"/>
    <w:rsid w:val="00C1339C"/>
    <w:rsid w:val="00C14A18"/>
    <w:rsid w:val="00C14B17"/>
    <w:rsid w:val="00C15017"/>
    <w:rsid w:val="00C15348"/>
    <w:rsid w:val="00C15C72"/>
    <w:rsid w:val="00C15C8B"/>
    <w:rsid w:val="00C15F99"/>
    <w:rsid w:val="00C16073"/>
    <w:rsid w:val="00C16120"/>
    <w:rsid w:val="00C1670E"/>
    <w:rsid w:val="00C16D7C"/>
    <w:rsid w:val="00C1703E"/>
    <w:rsid w:val="00C17593"/>
    <w:rsid w:val="00C176FE"/>
    <w:rsid w:val="00C17836"/>
    <w:rsid w:val="00C17999"/>
    <w:rsid w:val="00C2027A"/>
    <w:rsid w:val="00C20583"/>
    <w:rsid w:val="00C20B7E"/>
    <w:rsid w:val="00C21071"/>
    <w:rsid w:val="00C212B3"/>
    <w:rsid w:val="00C21937"/>
    <w:rsid w:val="00C21A13"/>
    <w:rsid w:val="00C21D34"/>
    <w:rsid w:val="00C22193"/>
    <w:rsid w:val="00C230D7"/>
    <w:rsid w:val="00C23180"/>
    <w:rsid w:val="00C232AD"/>
    <w:rsid w:val="00C235E3"/>
    <w:rsid w:val="00C238B5"/>
    <w:rsid w:val="00C2416C"/>
    <w:rsid w:val="00C242C5"/>
    <w:rsid w:val="00C24747"/>
    <w:rsid w:val="00C24877"/>
    <w:rsid w:val="00C25240"/>
    <w:rsid w:val="00C25AE5"/>
    <w:rsid w:val="00C25BD1"/>
    <w:rsid w:val="00C25BF9"/>
    <w:rsid w:val="00C25E1A"/>
    <w:rsid w:val="00C26A8D"/>
    <w:rsid w:val="00C26CCE"/>
    <w:rsid w:val="00C27052"/>
    <w:rsid w:val="00C27559"/>
    <w:rsid w:val="00C300B3"/>
    <w:rsid w:val="00C30143"/>
    <w:rsid w:val="00C3053F"/>
    <w:rsid w:val="00C30793"/>
    <w:rsid w:val="00C3126E"/>
    <w:rsid w:val="00C31565"/>
    <w:rsid w:val="00C3162A"/>
    <w:rsid w:val="00C31ADB"/>
    <w:rsid w:val="00C32467"/>
    <w:rsid w:val="00C32953"/>
    <w:rsid w:val="00C334B6"/>
    <w:rsid w:val="00C335DC"/>
    <w:rsid w:val="00C33658"/>
    <w:rsid w:val="00C33A76"/>
    <w:rsid w:val="00C33DC4"/>
    <w:rsid w:val="00C34382"/>
    <w:rsid w:val="00C34B60"/>
    <w:rsid w:val="00C34CEC"/>
    <w:rsid w:val="00C34EC2"/>
    <w:rsid w:val="00C351C1"/>
    <w:rsid w:val="00C356FC"/>
    <w:rsid w:val="00C3573E"/>
    <w:rsid w:val="00C35BA5"/>
    <w:rsid w:val="00C36172"/>
    <w:rsid w:val="00C367CF"/>
    <w:rsid w:val="00C36EAE"/>
    <w:rsid w:val="00C37273"/>
    <w:rsid w:val="00C3795A"/>
    <w:rsid w:val="00C40903"/>
    <w:rsid w:val="00C40BE7"/>
    <w:rsid w:val="00C40C31"/>
    <w:rsid w:val="00C4118D"/>
    <w:rsid w:val="00C41C79"/>
    <w:rsid w:val="00C41DA7"/>
    <w:rsid w:val="00C42240"/>
    <w:rsid w:val="00C4229F"/>
    <w:rsid w:val="00C423C4"/>
    <w:rsid w:val="00C426E8"/>
    <w:rsid w:val="00C427E8"/>
    <w:rsid w:val="00C42901"/>
    <w:rsid w:val="00C4382D"/>
    <w:rsid w:val="00C44880"/>
    <w:rsid w:val="00C44F1B"/>
    <w:rsid w:val="00C45123"/>
    <w:rsid w:val="00C451FA"/>
    <w:rsid w:val="00C45310"/>
    <w:rsid w:val="00C458D6"/>
    <w:rsid w:val="00C45936"/>
    <w:rsid w:val="00C45C74"/>
    <w:rsid w:val="00C45EB9"/>
    <w:rsid w:val="00C46751"/>
    <w:rsid w:val="00C46AE8"/>
    <w:rsid w:val="00C46D18"/>
    <w:rsid w:val="00C46E84"/>
    <w:rsid w:val="00C50084"/>
    <w:rsid w:val="00C50BBE"/>
    <w:rsid w:val="00C51469"/>
    <w:rsid w:val="00C516A4"/>
    <w:rsid w:val="00C5187A"/>
    <w:rsid w:val="00C51A04"/>
    <w:rsid w:val="00C51A63"/>
    <w:rsid w:val="00C51FF6"/>
    <w:rsid w:val="00C5271F"/>
    <w:rsid w:val="00C529CB"/>
    <w:rsid w:val="00C531F4"/>
    <w:rsid w:val="00C544DF"/>
    <w:rsid w:val="00C55497"/>
    <w:rsid w:val="00C55802"/>
    <w:rsid w:val="00C55B6A"/>
    <w:rsid w:val="00C55F32"/>
    <w:rsid w:val="00C561F0"/>
    <w:rsid w:val="00C5688D"/>
    <w:rsid w:val="00C5702D"/>
    <w:rsid w:val="00C5712A"/>
    <w:rsid w:val="00C57291"/>
    <w:rsid w:val="00C572E9"/>
    <w:rsid w:val="00C578E0"/>
    <w:rsid w:val="00C60A65"/>
    <w:rsid w:val="00C61514"/>
    <w:rsid w:val="00C61AFB"/>
    <w:rsid w:val="00C61BDD"/>
    <w:rsid w:val="00C61D7E"/>
    <w:rsid w:val="00C62936"/>
    <w:rsid w:val="00C62A2F"/>
    <w:rsid w:val="00C62AA1"/>
    <w:rsid w:val="00C62BE4"/>
    <w:rsid w:val="00C63044"/>
    <w:rsid w:val="00C63357"/>
    <w:rsid w:val="00C63463"/>
    <w:rsid w:val="00C640D6"/>
    <w:rsid w:val="00C6490A"/>
    <w:rsid w:val="00C64F8E"/>
    <w:rsid w:val="00C65386"/>
    <w:rsid w:val="00C653D5"/>
    <w:rsid w:val="00C65479"/>
    <w:rsid w:val="00C6604A"/>
    <w:rsid w:val="00C664BC"/>
    <w:rsid w:val="00C66C05"/>
    <w:rsid w:val="00C6756A"/>
    <w:rsid w:val="00C703A7"/>
    <w:rsid w:val="00C7092D"/>
    <w:rsid w:val="00C70E08"/>
    <w:rsid w:val="00C70F2B"/>
    <w:rsid w:val="00C725FA"/>
    <w:rsid w:val="00C727B9"/>
    <w:rsid w:val="00C727EA"/>
    <w:rsid w:val="00C7286F"/>
    <w:rsid w:val="00C728D8"/>
    <w:rsid w:val="00C72912"/>
    <w:rsid w:val="00C73849"/>
    <w:rsid w:val="00C73AE9"/>
    <w:rsid w:val="00C73DD9"/>
    <w:rsid w:val="00C73F9C"/>
    <w:rsid w:val="00C740AC"/>
    <w:rsid w:val="00C744BF"/>
    <w:rsid w:val="00C74AC1"/>
    <w:rsid w:val="00C75280"/>
    <w:rsid w:val="00C75481"/>
    <w:rsid w:val="00C7557F"/>
    <w:rsid w:val="00C75CD2"/>
    <w:rsid w:val="00C75E14"/>
    <w:rsid w:val="00C75FB9"/>
    <w:rsid w:val="00C76014"/>
    <w:rsid w:val="00C766C5"/>
    <w:rsid w:val="00C766C9"/>
    <w:rsid w:val="00C76A31"/>
    <w:rsid w:val="00C770D3"/>
    <w:rsid w:val="00C77141"/>
    <w:rsid w:val="00C77409"/>
    <w:rsid w:val="00C7749E"/>
    <w:rsid w:val="00C7767D"/>
    <w:rsid w:val="00C779BC"/>
    <w:rsid w:val="00C77A17"/>
    <w:rsid w:val="00C77BA4"/>
    <w:rsid w:val="00C77BBC"/>
    <w:rsid w:val="00C8007E"/>
    <w:rsid w:val="00C80121"/>
    <w:rsid w:val="00C803B1"/>
    <w:rsid w:val="00C805D7"/>
    <w:rsid w:val="00C808A8"/>
    <w:rsid w:val="00C812CA"/>
    <w:rsid w:val="00C817CF"/>
    <w:rsid w:val="00C81C44"/>
    <w:rsid w:val="00C82294"/>
    <w:rsid w:val="00C82347"/>
    <w:rsid w:val="00C824FA"/>
    <w:rsid w:val="00C82CC0"/>
    <w:rsid w:val="00C83672"/>
    <w:rsid w:val="00C839CF"/>
    <w:rsid w:val="00C83F83"/>
    <w:rsid w:val="00C84089"/>
    <w:rsid w:val="00C84C62"/>
    <w:rsid w:val="00C852FA"/>
    <w:rsid w:val="00C85564"/>
    <w:rsid w:val="00C85EB8"/>
    <w:rsid w:val="00C85EF8"/>
    <w:rsid w:val="00C85F60"/>
    <w:rsid w:val="00C862D4"/>
    <w:rsid w:val="00C867C5"/>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27C"/>
    <w:rsid w:val="00C912F8"/>
    <w:rsid w:val="00C91A19"/>
    <w:rsid w:val="00C91E8B"/>
    <w:rsid w:val="00C92032"/>
    <w:rsid w:val="00C92266"/>
    <w:rsid w:val="00C92539"/>
    <w:rsid w:val="00C92A9C"/>
    <w:rsid w:val="00C92AC6"/>
    <w:rsid w:val="00C92CF2"/>
    <w:rsid w:val="00C92FE0"/>
    <w:rsid w:val="00C9469C"/>
    <w:rsid w:val="00C949E9"/>
    <w:rsid w:val="00C94B5C"/>
    <w:rsid w:val="00C9507D"/>
    <w:rsid w:val="00C95C05"/>
    <w:rsid w:val="00C962D1"/>
    <w:rsid w:val="00C96D61"/>
    <w:rsid w:val="00C9726A"/>
    <w:rsid w:val="00C973AB"/>
    <w:rsid w:val="00C9741E"/>
    <w:rsid w:val="00C976EE"/>
    <w:rsid w:val="00C97884"/>
    <w:rsid w:val="00C97947"/>
    <w:rsid w:val="00C97C5B"/>
    <w:rsid w:val="00CA030A"/>
    <w:rsid w:val="00CA03B4"/>
    <w:rsid w:val="00CA03E6"/>
    <w:rsid w:val="00CA072D"/>
    <w:rsid w:val="00CA0DE0"/>
    <w:rsid w:val="00CA0DF7"/>
    <w:rsid w:val="00CA11B1"/>
    <w:rsid w:val="00CA1864"/>
    <w:rsid w:val="00CA1946"/>
    <w:rsid w:val="00CA1AD3"/>
    <w:rsid w:val="00CA1CFB"/>
    <w:rsid w:val="00CA2145"/>
    <w:rsid w:val="00CA2469"/>
    <w:rsid w:val="00CA25BB"/>
    <w:rsid w:val="00CA25FE"/>
    <w:rsid w:val="00CA2763"/>
    <w:rsid w:val="00CA29A5"/>
    <w:rsid w:val="00CA2DB3"/>
    <w:rsid w:val="00CA379C"/>
    <w:rsid w:val="00CA3BF4"/>
    <w:rsid w:val="00CA503F"/>
    <w:rsid w:val="00CA516E"/>
    <w:rsid w:val="00CA5A98"/>
    <w:rsid w:val="00CA5C37"/>
    <w:rsid w:val="00CA63C1"/>
    <w:rsid w:val="00CA65B0"/>
    <w:rsid w:val="00CA714F"/>
    <w:rsid w:val="00CA736D"/>
    <w:rsid w:val="00CA75D1"/>
    <w:rsid w:val="00CA7A49"/>
    <w:rsid w:val="00CA7A88"/>
    <w:rsid w:val="00CA7F0E"/>
    <w:rsid w:val="00CB0234"/>
    <w:rsid w:val="00CB042C"/>
    <w:rsid w:val="00CB07E9"/>
    <w:rsid w:val="00CB087C"/>
    <w:rsid w:val="00CB1DA1"/>
    <w:rsid w:val="00CB3723"/>
    <w:rsid w:val="00CB40D6"/>
    <w:rsid w:val="00CB4821"/>
    <w:rsid w:val="00CB49ED"/>
    <w:rsid w:val="00CB4B9C"/>
    <w:rsid w:val="00CB4BED"/>
    <w:rsid w:val="00CB5884"/>
    <w:rsid w:val="00CB6092"/>
    <w:rsid w:val="00CB6A89"/>
    <w:rsid w:val="00CB6C44"/>
    <w:rsid w:val="00CB6C87"/>
    <w:rsid w:val="00CB703E"/>
    <w:rsid w:val="00CB7906"/>
    <w:rsid w:val="00CB7D9A"/>
    <w:rsid w:val="00CB7EEB"/>
    <w:rsid w:val="00CB7F31"/>
    <w:rsid w:val="00CC014C"/>
    <w:rsid w:val="00CC015A"/>
    <w:rsid w:val="00CC0A7D"/>
    <w:rsid w:val="00CC0C24"/>
    <w:rsid w:val="00CC0F7A"/>
    <w:rsid w:val="00CC107D"/>
    <w:rsid w:val="00CC1974"/>
    <w:rsid w:val="00CC1B6B"/>
    <w:rsid w:val="00CC1DC5"/>
    <w:rsid w:val="00CC1FEB"/>
    <w:rsid w:val="00CC2214"/>
    <w:rsid w:val="00CC252B"/>
    <w:rsid w:val="00CC2654"/>
    <w:rsid w:val="00CC2D3E"/>
    <w:rsid w:val="00CC3207"/>
    <w:rsid w:val="00CC3643"/>
    <w:rsid w:val="00CC386A"/>
    <w:rsid w:val="00CC3BFE"/>
    <w:rsid w:val="00CC4469"/>
    <w:rsid w:val="00CC44D6"/>
    <w:rsid w:val="00CC4691"/>
    <w:rsid w:val="00CC4C15"/>
    <w:rsid w:val="00CC4E1D"/>
    <w:rsid w:val="00CC4F22"/>
    <w:rsid w:val="00CC551C"/>
    <w:rsid w:val="00CC556C"/>
    <w:rsid w:val="00CC6A43"/>
    <w:rsid w:val="00CC6DDD"/>
    <w:rsid w:val="00CC6FCB"/>
    <w:rsid w:val="00CC744C"/>
    <w:rsid w:val="00CD16CF"/>
    <w:rsid w:val="00CD1FE2"/>
    <w:rsid w:val="00CD25A5"/>
    <w:rsid w:val="00CD2733"/>
    <w:rsid w:val="00CD27E2"/>
    <w:rsid w:val="00CD30F6"/>
    <w:rsid w:val="00CD3254"/>
    <w:rsid w:val="00CD32AB"/>
    <w:rsid w:val="00CD38A5"/>
    <w:rsid w:val="00CD4526"/>
    <w:rsid w:val="00CD4813"/>
    <w:rsid w:val="00CD4EFF"/>
    <w:rsid w:val="00CD5E89"/>
    <w:rsid w:val="00CD5F8D"/>
    <w:rsid w:val="00CD6ADB"/>
    <w:rsid w:val="00CD6FA2"/>
    <w:rsid w:val="00CD7A7C"/>
    <w:rsid w:val="00CD7AA2"/>
    <w:rsid w:val="00CD7BE8"/>
    <w:rsid w:val="00CD7E32"/>
    <w:rsid w:val="00CE0514"/>
    <w:rsid w:val="00CE0528"/>
    <w:rsid w:val="00CE0D54"/>
    <w:rsid w:val="00CE0D9F"/>
    <w:rsid w:val="00CE0E2D"/>
    <w:rsid w:val="00CE16D2"/>
    <w:rsid w:val="00CE17F0"/>
    <w:rsid w:val="00CE17FD"/>
    <w:rsid w:val="00CE190A"/>
    <w:rsid w:val="00CE1A30"/>
    <w:rsid w:val="00CE1F1E"/>
    <w:rsid w:val="00CE1F35"/>
    <w:rsid w:val="00CE222A"/>
    <w:rsid w:val="00CE325D"/>
    <w:rsid w:val="00CE352D"/>
    <w:rsid w:val="00CE3648"/>
    <w:rsid w:val="00CE40B8"/>
    <w:rsid w:val="00CE464E"/>
    <w:rsid w:val="00CE47C6"/>
    <w:rsid w:val="00CE4E59"/>
    <w:rsid w:val="00CE4EF8"/>
    <w:rsid w:val="00CE50E3"/>
    <w:rsid w:val="00CE54FC"/>
    <w:rsid w:val="00CE5D08"/>
    <w:rsid w:val="00CE65E6"/>
    <w:rsid w:val="00CE67B9"/>
    <w:rsid w:val="00CE6DBA"/>
    <w:rsid w:val="00CE6F32"/>
    <w:rsid w:val="00CE796E"/>
    <w:rsid w:val="00CF03B1"/>
    <w:rsid w:val="00CF0608"/>
    <w:rsid w:val="00CF094F"/>
    <w:rsid w:val="00CF0FB1"/>
    <w:rsid w:val="00CF142C"/>
    <w:rsid w:val="00CF16EA"/>
    <w:rsid w:val="00CF1837"/>
    <w:rsid w:val="00CF1AC6"/>
    <w:rsid w:val="00CF1B1B"/>
    <w:rsid w:val="00CF2F11"/>
    <w:rsid w:val="00CF3123"/>
    <w:rsid w:val="00CF46E7"/>
    <w:rsid w:val="00CF50C5"/>
    <w:rsid w:val="00CF5B35"/>
    <w:rsid w:val="00CF5E7A"/>
    <w:rsid w:val="00CF6477"/>
    <w:rsid w:val="00CF6ADF"/>
    <w:rsid w:val="00D001FC"/>
    <w:rsid w:val="00D0043A"/>
    <w:rsid w:val="00D005B0"/>
    <w:rsid w:val="00D00766"/>
    <w:rsid w:val="00D0171F"/>
    <w:rsid w:val="00D01854"/>
    <w:rsid w:val="00D01A7D"/>
    <w:rsid w:val="00D02432"/>
    <w:rsid w:val="00D02F92"/>
    <w:rsid w:val="00D0319E"/>
    <w:rsid w:val="00D03206"/>
    <w:rsid w:val="00D034CA"/>
    <w:rsid w:val="00D03519"/>
    <w:rsid w:val="00D03858"/>
    <w:rsid w:val="00D03FB4"/>
    <w:rsid w:val="00D064DD"/>
    <w:rsid w:val="00D06DB8"/>
    <w:rsid w:val="00D06DEC"/>
    <w:rsid w:val="00D0709E"/>
    <w:rsid w:val="00D07222"/>
    <w:rsid w:val="00D07AAB"/>
    <w:rsid w:val="00D102CA"/>
    <w:rsid w:val="00D10473"/>
    <w:rsid w:val="00D1181E"/>
    <w:rsid w:val="00D128FB"/>
    <w:rsid w:val="00D12909"/>
    <w:rsid w:val="00D12CE6"/>
    <w:rsid w:val="00D134E0"/>
    <w:rsid w:val="00D13804"/>
    <w:rsid w:val="00D13970"/>
    <w:rsid w:val="00D13A98"/>
    <w:rsid w:val="00D13CEA"/>
    <w:rsid w:val="00D14607"/>
    <w:rsid w:val="00D149B9"/>
    <w:rsid w:val="00D14F57"/>
    <w:rsid w:val="00D1530C"/>
    <w:rsid w:val="00D15318"/>
    <w:rsid w:val="00D15444"/>
    <w:rsid w:val="00D15700"/>
    <w:rsid w:val="00D1581C"/>
    <w:rsid w:val="00D15CBD"/>
    <w:rsid w:val="00D16008"/>
    <w:rsid w:val="00D1607B"/>
    <w:rsid w:val="00D16780"/>
    <w:rsid w:val="00D167F8"/>
    <w:rsid w:val="00D16ADE"/>
    <w:rsid w:val="00D16B13"/>
    <w:rsid w:val="00D16EDD"/>
    <w:rsid w:val="00D17BA9"/>
    <w:rsid w:val="00D20642"/>
    <w:rsid w:val="00D20C2F"/>
    <w:rsid w:val="00D20F4C"/>
    <w:rsid w:val="00D21290"/>
    <w:rsid w:val="00D21BF5"/>
    <w:rsid w:val="00D22363"/>
    <w:rsid w:val="00D2368C"/>
    <w:rsid w:val="00D23787"/>
    <w:rsid w:val="00D23A56"/>
    <w:rsid w:val="00D23B63"/>
    <w:rsid w:val="00D23C18"/>
    <w:rsid w:val="00D24164"/>
    <w:rsid w:val="00D2446B"/>
    <w:rsid w:val="00D248C7"/>
    <w:rsid w:val="00D24948"/>
    <w:rsid w:val="00D249DB"/>
    <w:rsid w:val="00D24AA8"/>
    <w:rsid w:val="00D24B7D"/>
    <w:rsid w:val="00D24B9C"/>
    <w:rsid w:val="00D24BE6"/>
    <w:rsid w:val="00D24C20"/>
    <w:rsid w:val="00D24F53"/>
    <w:rsid w:val="00D2553C"/>
    <w:rsid w:val="00D25E1B"/>
    <w:rsid w:val="00D25F6C"/>
    <w:rsid w:val="00D263F2"/>
    <w:rsid w:val="00D26896"/>
    <w:rsid w:val="00D26B9E"/>
    <w:rsid w:val="00D27BF6"/>
    <w:rsid w:val="00D27CC6"/>
    <w:rsid w:val="00D30269"/>
    <w:rsid w:val="00D316AD"/>
    <w:rsid w:val="00D31C03"/>
    <w:rsid w:val="00D31EC4"/>
    <w:rsid w:val="00D31FD9"/>
    <w:rsid w:val="00D32462"/>
    <w:rsid w:val="00D32BB2"/>
    <w:rsid w:val="00D33427"/>
    <w:rsid w:val="00D3393C"/>
    <w:rsid w:val="00D344E2"/>
    <w:rsid w:val="00D34745"/>
    <w:rsid w:val="00D34EB9"/>
    <w:rsid w:val="00D3512C"/>
    <w:rsid w:val="00D356DC"/>
    <w:rsid w:val="00D35977"/>
    <w:rsid w:val="00D35B3F"/>
    <w:rsid w:val="00D35B40"/>
    <w:rsid w:val="00D35BD2"/>
    <w:rsid w:val="00D35D21"/>
    <w:rsid w:val="00D360C6"/>
    <w:rsid w:val="00D36234"/>
    <w:rsid w:val="00D364E1"/>
    <w:rsid w:val="00D36C2B"/>
    <w:rsid w:val="00D3772E"/>
    <w:rsid w:val="00D37A33"/>
    <w:rsid w:val="00D37C0F"/>
    <w:rsid w:val="00D402A3"/>
    <w:rsid w:val="00D405A3"/>
    <w:rsid w:val="00D40BA5"/>
    <w:rsid w:val="00D415F4"/>
    <w:rsid w:val="00D41F7B"/>
    <w:rsid w:val="00D42298"/>
    <w:rsid w:val="00D422E0"/>
    <w:rsid w:val="00D425E5"/>
    <w:rsid w:val="00D42D8A"/>
    <w:rsid w:val="00D42E9F"/>
    <w:rsid w:val="00D43A04"/>
    <w:rsid w:val="00D44074"/>
    <w:rsid w:val="00D444DE"/>
    <w:rsid w:val="00D44EA0"/>
    <w:rsid w:val="00D44F0A"/>
    <w:rsid w:val="00D44FD6"/>
    <w:rsid w:val="00D4576C"/>
    <w:rsid w:val="00D45ABF"/>
    <w:rsid w:val="00D45D22"/>
    <w:rsid w:val="00D467B9"/>
    <w:rsid w:val="00D4784D"/>
    <w:rsid w:val="00D47D70"/>
    <w:rsid w:val="00D47DE2"/>
    <w:rsid w:val="00D502BE"/>
    <w:rsid w:val="00D503F7"/>
    <w:rsid w:val="00D50A5A"/>
    <w:rsid w:val="00D50BC4"/>
    <w:rsid w:val="00D51369"/>
    <w:rsid w:val="00D519E8"/>
    <w:rsid w:val="00D51AA6"/>
    <w:rsid w:val="00D51C8E"/>
    <w:rsid w:val="00D52106"/>
    <w:rsid w:val="00D52154"/>
    <w:rsid w:val="00D527C1"/>
    <w:rsid w:val="00D52B9D"/>
    <w:rsid w:val="00D52D82"/>
    <w:rsid w:val="00D52FAD"/>
    <w:rsid w:val="00D53966"/>
    <w:rsid w:val="00D53DA2"/>
    <w:rsid w:val="00D53F10"/>
    <w:rsid w:val="00D5411C"/>
    <w:rsid w:val="00D54BB6"/>
    <w:rsid w:val="00D55330"/>
    <w:rsid w:val="00D55635"/>
    <w:rsid w:val="00D55F59"/>
    <w:rsid w:val="00D561B4"/>
    <w:rsid w:val="00D565F2"/>
    <w:rsid w:val="00D56603"/>
    <w:rsid w:val="00D567C7"/>
    <w:rsid w:val="00D56A58"/>
    <w:rsid w:val="00D56E3A"/>
    <w:rsid w:val="00D56EA4"/>
    <w:rsid w:val="00D56F59"/>
    <w:rsid w:val="00D57767"/>
    <w:rsid w:val="00D5778B"/>
    <w:rsid w:val="00D578D1"/>
    <w:rsid w:val="00D57E0C"/>
    <w:rsid w:val="00D6037F"/>
    <w:rsid w:val="00D6048B"/>
    <w:rsid w:val="00D60569"/>
    <w:rsid w:val="00D609D1"/>
    <w:rsid w:val="00D61201"/>
    <w:rsid w:val="00D62E7C"/>
    <w:rsid w:val="00D6312F"/>
    <w:rsid w:val="00D631E3"/>
    <w:rsid w:val="00D6384E"/>
    <w:rsid w:val="00D639B2"/>
    <w:rsid w:val="00D64BC3"/>
    <w:rsid w:val="00D64C9E"/>
    <w:rsid w:val="00D64ECC"/>
    <w:rsid w:val="00D65051"/>
    <w:rsid w:val="00D6563C"/>
    <w:rsid w:val="00D656BF"/>
    <w:rsid w:val="00D65724"/>
    <w:rsid w:val="00D6580C"/>
    <w:rsid w:val="00D658A0"/>
    <w:rsid w:val="00D658D3"/>
    <w:rsid w:val="00D65A1B"/>
    <w:rsid w:val="00D661CC"/>
    <w:rsid w:val="00D66761"/>
    <w:rsid w:val="00D675AF"/>
    <w:rsid w:val="00D675F9"/>
    <w:rsid w:val="00D679F3"/>
    <w:rsid w:val="00D67BD9"/>
    <w:rsid w:val="00D708AA"/>
    <w:rsid w:val="00D70FF6"/>
    <w:rsid w:val="00D7112E"/>
    <w:rsid w:val="00D71A12"/>
    <w:rsid w:val="00D71A5A"/>
    <w:rsid w:val="00D71C06"/>
    <w:rsid w:val="00D7206C"/>
    <w:rsid w:val="00D72367"/>
    <w:rsid w:val="00D73562"/>
    <w:rsid w:val="00D73C85"/>
    <w:rsid w:val="00D74067"/>
    <w:rsid w:val="00D7420D"/>
    <w:rsid w:val="00D743D6"/>
    <w:rsid w:val="00D75114"/>
    <w:rsid w:val="00D751DA"/>
    <w:rsid w:val="00D757F2"/>
    <w:rsid w:val="00D75CE3"/>
    <w:rsid w:val="00D75D97"/>
    <w:rsid w:val="00D75DB6"/>
    <w:rsid w:val="00D75F65"/>
    <w:rsid w:val="00D7621F"/>
    <w:rsid w:val="00D767BD"/>
    <w:rsid w:val="00D76883"/>
    <w:rsid w:val="00D773AD"/>
    <w:rsid w:val="00D77BDC"/>
    <w:rsid w:val="00D77DDE"/>
    <w:rsid w:val="00D77F7F"/>
    <w:rsid w:val="00D800C7"/>
    <w:rsid w:val="00D80178"/>
    <w:rsid w:val="00D80A3E"/>
    <w:rsid w:val="00D8140D"/>
    <w:rsid w:val="00D81949"/>
    <w:rsid w:val="00D827B3"/>
    <w:rsid w:val="00D82C20"/>
    <w:rsid w:val="00D837AC"/>
    <w:rsid w:val="00D83A4D"/>
    <w:rsid w:val="00D84583"/>
    <w:rsid w:val="00D848BA"/>
    <w:rsid w:val="00D84AD4"/>
    <w:rsid w:val="00D84D14"/>
    <w:rsid w:val="00D84E7C"/>
    <w:rsid w:val="00D84EBF"/>
    <w:rsid w:val="00D852C1"/>
    <w:rsid w:val="00D85658"/>
    <w:rsid w:val="00D85931"/>
    <w:rsid w:val="00D85AF8"/>
    <w:rsid w:val="00D85FBF"/>
    <w:rsid w:val="00D86BB9"/>
    <w:rsid w:val="00D86DB1"/>
    <w:rsid w:val="00D86E36"/>
    <w:rsid w:val="00D87153"/>
    <w:rsid w:val="00D9077A"/>
    <w:rsid w:val="00D913CF"/>
    <w:rsid w:val="00D91AC2"/>
    <w:rsid w:val="00D92347"/>
    <w:rsid w:val="00D9294F"/>
    <w:rsid w:val="00D93651"/>
    <w:rsid w:val="00D938C1"/>
    <w:rsid w:val="00D940D4"/>
    <w:rsid w:val="00D942A7"/>
    <w:rsid w:val="00D943C9"/>
    <w:rsid w:val="00D94B74"/>
    <w:rsid w:val="00D950A5"/>
    <w:rsid w:val="00D95AFB"/>
    <w:rsid w:val="00D95CB5"/>
    <w:rsid w:val="00D96577"/>
    <w:rsid w:val="00D9665C"/>
    <w:rsid w:val="00D96A80"/>
    <w:rsid w:val="00D96BA5"/>
    <w:rsid w:val="00D96DCC"/>
    <w:rsid w:val="00D96FA8"/>
    <w:rsid w:val="00D97313"/>
    <w:rsid w:val="00D973D3"/>
    <w:rsid w:val="00D97CE8"/>
    <w:rsid w:val="00D97D18"/>
    <w:rsid w:val="00D97E27"/>
    <w:rsid w:val="00DA0061"/>
    <w:rsid w:val="00DA06C2"/>
    <w:rsid w:val="00DA0BD3"/>
    <w:rsid w:val="00DA0DC4"/>
    <w:rsid w:val="00DA1045"/>
    <w:rsid w:val="00DA1CAE"/>
    <w:rsid w:val="00DA2580"/>
    <w:rsid w:val="00DA25AB"/>
    <w:rsid w:val="00DA2B74"/>
    <w:rsid w:val="00DA2BF5"/>
    <w:rsid w:val="00DA3083"/>
    <w:rsid w:val="00DA33B7"/>
    <w:rsid w:val="00DA347C"/>
    <w:rsid w:val="00DA3C20"/>
    <w:rsid w:val="00DA49C9"/>
    <w:rsid w:val="00DA4C16"/>
    <w:rsid w:val="00DA4F99"/>
    <w:rsid w:val="00DA53F0"/>
    <w:rsid w:val="00DA5496"/>
    <w:rsid w:val="00DA553D"/>
    <w:rsid w:val="00DA5B8D"/>
    <w:rsid w:val="00DA5BAB"/>
    <w:rsid w:val="00DA5C17"/>
    <w:rsid w:val="00DA5EB9"/>
    <w:rsid w:val="00DA5FB9"/>
    <w:rsid w:val="00DA61B1"/>
    <w:rsid w:val="00DA6268"/>
    <w:rsid w:val="00DA657E"/>
    <w:rsid w:val="00DA69B7"/>
    <w:rsid w:val="00DA6A17"/>
    <w:rsid w:val="00DA6BE3"/>
    <w:rsid w:val="00DA74AA"/>
    <w:rsid w:val="00DA7A49"/>
    <w:rsid w:val="00DA7F93"/>
    <w:rsid w:val="00DB0B07"/>
    <w:rsid w:val="00DB0C30"/>
    <w:rsid w:val="00DB0DF6"/>
    <w:rsid w:val="00DB102E"/>
    <w:rsid w:val="00DB133F"/>
    <w:rsid w:val="00DB137B"/>
    <w:rsid w:val="00DB1A90"/>
    <w:rsid w:val="00DB2346"/>
    <w:rsid w:val="00DB24FB"/>
    <w:rsid w:val="00DB277A"/>
    <w:rsid w:val="00DB2A41"/>
    <w:rsid w:val="00DB2E80"/>
    <w:rsid w:val="00DB3C62"/>
    <w:rsid w:val="00DB3D9F"/>
    <w:rsid w:val="00DB3EBE"/>
    <w:rsid w:val="00DB4A76"/>
    <w:rsid w:val="00DB4EC7"/>
    <w:rsid w:val="00DB50F3"/>
    <w:rsid w:val="00DB5586"/>
    <w:rsid w:val="00DB59B2"/>
    <w:rsid w:val="00DB5DEF"/>
    <w:rsid w:val="00DB60E4"/>
    <w:rsid w:val="00DB6227"/>
    <w:rsid w:val="00DB6768"/>
    <w:rsid w:val="00DB6B18"/>
    <w:rsid w:val="00DB6CEC"/>
    <w:rsid w:val="00DB6E86"/>
    <w:rsid w:val="00DB70BC"/>
    <w:rsid w:val="00DC0244"/>
    <w:rsid w:val="00DC024D"/>
    <w:rsid w:val="00DC063E"/>
    <w:rsid w:val="00DC0B53"/>
    <w:rsid w:val="00DC1244"/>
    <w:rsid w:val="00DC1444"/>
    <w:rsid w:val="00DC1C31"/>
    <w:rsid w:val="00DC3574"/>
    <w:rsid w:val="00DC4834"/>
    <w:rsid w:val="00DC495D"/>
    <w:rsid w:val="00DC5612"/>
    <w:rsid w:val="00DC57F2"/>
    <w:rsid w:val="00DC5C6F"/>
    <w:rsid w:val="00DC60E0"/>
    <w:rsid w:val="00DC614A"/>
    <w:rsid w:val="00DC6BEE"/>
    <w:rsid w:val="00DC71C7"/>
    <w:rsid w:val="00DC72D8"/>
    <w:rsid w:val="00DC7736"/>
    <w:rsid w:val="00DC77D6"/>
    <w:rsid w:val="00DC7D0C"/>
    <w:rsid w:val="00DD0B3F"/>
    <w:rsid w:val="00DD0E16"/>
    <w:rsid w:val="00DD0E89"/>
    <w:rsid w:val="00DD0F76"/>
    <w:rsid w:val="00DD1576"/>
    <w:rsid w:val="00DD2094"/>
    <w:rsid w:val="00DD23C6"/>
    <w:rsid w:val="00DD24E2"/>
    <w:rsid w:val="00DD27BF"/>
    <w:rsid w:val="00DD2C4E"/>
    <w:rsid w:val="00DD2D4D"/>
    <w:rsid w:val="00DD2F18"/>
    <w:rsid w:val="00DD30CD"/>
    <w:rsid w:val="00DD3474"/>
    <w:rsid w:val="00DD34F4"/>
    <w:rsid w:val="00DD3ACE"/>
    <w:rsid w:val="00DD5295"/>
    <w:rsid w:val="00DD5630"/>
    <w:rsid w:val="00DD61BA"/>
    <w:rsid w:val="00DD6EC4"/>
    <w:rsid w:val="00DD7546"/>
    <w:rsid w:val="00DE0109"/>
    <w:rsid w:val="00DE018C"/>
    <w:rsid w:val="00DE0326"/>
    <w:rsid w:val="00DE04A0"/>
    <w:rsid w:val="00DE06AB"/>
    <w:rsid w:val="00DE0AD4"/>
    <w:rsid w:val="00DE0B3E"/>
    <w:rsid w:val="00DE0CF9"/>
    <w:rsid w:val="00DE164B"/>
    <w:rsid w:val="00DE1C26"/>
    <w:rsid w:val="00DE25D9"/>
    <w:rsid w:val="00DE286A"/>
    <w:rsid w:val="00DE2C4F"/>
    <w:rsid w:val="00DE2C6C"/>
    <w:rsid w:val="00DE2D3F"/>
    <w:rsid w:val="00DE316D"/>
    <w:rsid w:val="00DE32AC"/>
    <w:rsid w:val="00DE3EE7"/>
    <w:rsid w:val="00DE4050"/>
    <w:rsid w:val="00DE460D"/>
    <w:rsid w:val="00DE4FAA"/>
    <w:rsid w:val="00DE5097"/>
    <w:rsid w:val="00DE50DB"/>
    <w:rsid w:val="00DE521A"/>
    <w:rsid w:val="00DE5437"/>
    <w:rsid w:val="00DE56E3"/>
    <w:rsid w:val="00DE5915"/>
    <w:rsid w:val="00DE5F06"/>
    <w:rsid w:val="00DE6311"/>
    <w:rsid w:val="00DE6D01"/>
    <w:rsid w:val="00DE73DC"/>
    <w:rsid w:val="00DE7CB0"/>
    <w:rsid w:val="00DF02BF"/>
    <w:rsid w:val="00DF07A1"/>
    <w:rsid w:val="00DF08DC"/>
    <w:rsid w:val="00DF0B52"/>
    <w:rsid w:val="00DF0D1F"/>
    <w:rsid w:val="00DF0F01"/>
    <w:rsid w:val="00DF0FA9"/>
    <w:rsid w:val="00DF1581"/>
    <w:rsid w:val="00DF1B29"/>
    <w:rsid w:val="00DF20CD"/>
    <w:rsid w:val="00DF20D4"/>
    <w:rsid w:val="00DF2249"/>
    <w:rsid w:val="00DF30E6"/>
    <w:rsid w:val="00DF31A3"/>
    <w:rsid w:val="00DF3341"/>
    <w:rsid w:val="00DF3D9A"/>
    <w:rsid w:val="00DF4151"/>
    <w:rsid w:val="00DF50F1"/>
    <w:rsid w:val="00DF5446"/>
    <w:rsid w:val="00DF5B5C"/>
    <w:rsid w:val="00DF61A4"/>
    <w:rsid w:val="00DF6519"/>
    <w:rsid w:val="00DF69E1"/>
    <w:rsid w:val="00DF6DA4"/>
    <w:rsid w:val="00DF72A0"/>
    <w:rsid w:val="00DF7478"/>
    <w:rsid w:val="00DF7912"/>
    <w:rsid w:val="00DF7DEB"/>
    <w:rsid w:val="00E0003E"/>
    <w:rsid w:val="00E00580"/>
    <w:rsid w:val="00E0077A"/>
    <w:rsid w:val="00E00961"/>
    <w:rsid w:val="00E00977"/>
    <w:rsid w:val="00E00991"/>
    <w:rsid w:val="00E01ACB"/>
    <w:rsid w:val="00E01CBE"/>
    <w:rsid w:val="00E01D9A"/>
    <w:rsid w:val="00E0209C"/>
    <w:rsid w:val="00E03676"/>
    <w:rsid w:val="00E03859"/>
    <w:rsid w:val="00E03AD1"/>
    <w:rsid w:val="00E03B42"/>
    <w:rsid w:val="00E03BF3"/>
    <w:rsid w:val="00E03FF0"/>
    <w:rsid w:val="00E040A8"/>
    <w:rsid w:val="00E041F2"/>
    <w:rsid w:val="00E042A4"/>
    <w:rsid w:val="00E04C26"/>
    <w:rsid w:val="00E053B5"/>
    <w:rsid w:val="00E05583"/>
    <w:rsid w:val="00E05842"/>
    <w:rsid w:val="00E0603B"/>
    <w:rsid w:val="00E060DE"/>
    <w:rsid w:val="00E06408"/>
    <w:rsid w:val="00E06460"/>
    <w:rsid w:val="00E0707B"/>
    <w:rsid w:val="00E07627"/>
    <w:rsid w:val="00E078AD"/>
    <w:rsid w:val="00E07C11"/>
    <w:rsid w:val="00E108AB"/>
    <w:rsid w:val="00E10A1B"/>
    <w:rsid w:val="00E10A38"/>
    <w:rsid w:val="00E10B11"/>
    <w:rsid w:val="00E10E42"/>
    <w:rsid w:val="00E118CC"/>
    <w:rsid w:val="00E126B9"/>
    <w:rsid w:val="00E1270C"/>
    <w:rsid w:val="00E12AF0"/>
    <w:rsid w:val="00E12B2C"/>
    <w:rsid w:val="00E12DB1"/>
    <w:rsid w:val="00E12ED8"/>
    <w:rsid w:val="00E13E7F"/>
    <w:rsid w:val="00E13EA1"/>
    <w:rsid w:val="00E13F86"/>
    <w:rsid w:val="00E14869"/>
    <w:rsid w:val="00E15BC9"/>
    <w:rsid w:val="00E15C9D"/>
    <w:rsid w:val="00E160A9"/>
    <w:rsid w:val="00E1624F"/>
    <w:rsid w:val="00E16298"/>
    <w:rsid w:val="00E16333"/>
    <w:rsid w:val="00E164AB"/>
    <w:rsid w:val="00E16731"/>
    <w:rsid w:val="00E16D7E"/>
    <w:rsid w:val="00E17073"/>
    <w:rsid w:val="00E1720B"/>
    <w:rsid w:val="00E1721F"/>
    <w:rsid w:val="00E175DB"/>
    <w:rsid w:val="00E17C9E"/>
    <w:rsid w:val="00E20BF3"/>
    <w:rsid w:val="00E21674"/>
    <w:rsid w:val="00E218C8"/>
    <w:rsid w:val="00E21BA3"/>
    <w:rsid w:val="00E22089"/>
    <w:rsid w:val="00E225FD"/>
    <w:rsid w:val="00E22D37"/>
    <w:rsid w:val="00E23CCD"/>
    <w:rsid w:val="00E23D3C"/>
    <w:rsid w:val="00E24218"/>
    <w:rsid w:val="00E247E4"/>
    <w:rsid w:val="00E25D69"/>
    <w:rsid w:val="00E26CBA"/>
    <w:rsid w:val="00E26F21"/>
    <w:rsid w:val="00E26F55"/>
    <w:rsid w:val="00E27245"/>
    <w:rsid w:val="00E272E7"/>
    <w:rsid w:val="00E27A31"/>
    <w:rsid w:val="00E27B0E"/>
    <w:rsid w:val="00E27DA7"/>
    <w:rsid w:val="00E30265"/>
    <w:rsid w:val="00E3027D"/>
    <w:rsid w:val="00E3047F"/>
    <w:rsid w:val="00E30523"/>
    <w:rsid w:val="00E30638"/>
    <w:rsid w:val="00E307E2"/>
    <w:rsid w:val="00E30F68"/>
    <w:rsid w:val="00E3172F"/>
    <w:rsid w:val="00E32219"/>
    <w:rsid w:val="00E323D9"/>
    <w:rsid w:val="00E326CF"/>
    <w:rsid w:val="00E32B4A"/>
    <w:rsid w:val="00E32E98"/>
    <w:rsid w:val="00E33C62"/>
    <w:rsid w:val="00E3408F"/>
    <w:rsid w:val="00E34735"/>
    <w:rsid w:val="00E34BB1"/>
    <w:rsid w:val="00E34CD9"/>
    <w:rsid w:val="00E34CFA"/>
    <w:rsid w:val="00E35DD9"/>
    <w:rsid w:val="00E370FE"/>
    <w:rsid w:val="00E3724E"/>
    <w:rsid w:val="00E40396"/>
    <w:rsid w:val="00E407C9"/>
    <w:rsid w:val="00E40D18"/>
    <w:rsid w:val="00E40D63"/>
    <w:rsid w:val="00E42530"/>
    <w:rsid w:val="00E42975"/>
    <w:rsid w:val="00E429D4"/>
    <w:rsid w:val="00E42A7C"/>
    <w:rsid w:val="00E431D4"/>
    <w:rsid w:val="00E43983"/>
    <w:rsid w:val="00E43B53"/>
    <w:rsid w:val="00E43ED6"/>
    <w:rsid w:val="00E440B1"/>
    <w:rsid w:val="00E44BCC"/>
    <w:rsid w:val="00E45614"/>
    <w:rsid w:val="00E457B9"/>
    <w:rsid w:val="00E45ED8"/>
    <w:rsid w:val="00E46420"/>
    <w:rsid w:val="00E46ACD"/>
    <w:rsid w:val="00E46C0C"/>
    <w:rsid w:val="00E46C1D"/>
    <w:rsid w:val="00E47A6E"/>
    <w:rsid w:val="00E47D82"/>
    <w:rsid w:val="00E500A4"/>
    <w:rsid w:val="00E502D5"/>
    <w:rsid w:val="00E5057A"/>
    <w:rsid w:val="00E506BA"/>
    <w:rsid w:val="00E5086E"/>
    <w:rsid w:val="00E50E46"/>
    <w:rsid w:val="00E5120F"/>
    <w:rsid w:val="00E5144E"/>
    <w:rsid w:val="00E51464"/>
    <w:rsid w:val="00E5167C"/>
    <w:rsid w:val="00E51966"/>
    <w:rsid w:val="00E51BF6"/>
    <w:rsid w:val="00E52480"/>
    <w:rsid w:val="00E52F3C"/>
    <w:rsid w:val="00E52FAF"/>
    <w:rsid w:val="00E53051"/>
    <w:rsid w:val="00E533B0"/>
    <w:rsid w:val="00E53434"/>
    <w:rsid w:val="00E5363C"/>
    <w:rsid w:val="00E53710"/>
    <w:rsid w:val="00E5418B"/>
    <w:rsid w:val="00E54811"/>
    <w:rsid w:val="00E548F3"/>
    <w:rsid w:val="00E55191"/>
    <w:rsid w:val="00E551B1"/>
    <w:rsid w:val="00E55212"/>
    <w:rsid w:val="00E55B32"/>
    <w:rsid w:val="00E55C07"/>
    <w:rsid w:val="00E56228"/>
    <w:rsid w:val="00E56499"/>
    <w:rsid w:val="00E56AC9"/>
    <w:rsid w:val="00E56E8B"/>
    <w:rsid w:val="00E56FF9"/>
    <w:rsid w:val="00E57299"/>
    <w:rsid w:val="00E5754D"/>
    <w:rsid w:val="00E57D05"/>
    <w:rsid w:val="00E6023A"/>
    <w:rsid w:val="00E608D1"/>
    <w:rsid w:val="00E60F5B"/>
    <w:rsid w:val="00E61526"/>
    <w:rsid w:val="00E61E28"/>
    <w:rsid w:val="00E622AA"/>
    <w:rsid w:val="00E6245A"/>
    <w:rsid w:val="00E632A0"/>
    <w:rsid w:val="00E63643"/>
    <w:rsid w:val="00E6388A"/>
    <w:rsid w:val="00E63C15"/>
    <w:rsid w:val="00E63C76"/>
    <w:rsid w:val="00E645AD"/>
    <w:rsid w:val="00E646F3"/>
    <w:rsid w:val="00E64C05"/>
    <w:rsid w:val="00E64E6C"/>
    <w:rsid w:val="00E6575E"/>
    <w:rsid w:val="00E665CA"/>
    <w:rsid w:val="00E66662"/>
    <w:rsid w:val="00E66F28"/>
    <w:rsid w:val="00E670BA"/>
    <w:rsid w:val="00E6727B"/>
    <w:rsid w:val="00E6730E"/>
    <w:rsid w:val="00E675F6"/>
    <w:rsid w:val="00E67EBD"/>
    <w:rsid w:val="00E704FE"/>
    <w:rsid w:val="00E70B3F"/>
    <w:rsid w:val="00E70BE6"/>
    <w:rsid w:val="00E70C41"/>
    <w:rsid w:val="00E70CD0"/>
    <w:rsid w:val="00E71215"/>
    <w:rsid w:val="00E7160B"/>
    <w:rsid w:val="00E71C46"/>
    <w:rsid w:val="00E71FF4"/>
    <w:rsid w:val="00E72216"/>
    <w:rsid w:val="00E722B7"/>
    <w:rsid w:val="00E7241C"/>
    <w:rsid w:val="00E72C53"/>
    <w:rsid w:val="00E73344"/>
    <w:rsid w:val="00E73346"/>
    <w:rsid w:val="00E7391C"/>
    <w:rsid w:val="00E73C5D"/>
    <w:rsid w:val="00E74075"/>
    <w:rsid w:val="00E74223"/>
    <w:rsid w:val="00E748BB"/>
    <w:rsid w:val="00E74908"/>
    <w:rsid w:val="00E74FCB"/>
    <w:rsid w:val="00E756CB"/>
    <w:rsid w:val="00E7585F"/>
    <w:rsid w:val="00E75E48"/>
    <w:rsid w:val="00E7679A"/>
    <w:rsid w:val="00E76E4E"/>
    <w:rsid w:val="00E77492"/>
    <w:rsid w:val="00E80306"/>
    <w:rsid w:val="00E80539"/>
    <w:rsid w:val="00E805D9"/>
    <w:rsid w:val="00E809D4"/>
    <w:rsid w:val="00E81442"/>
    <w:rsid w:val="00E8165E"/>
    <w:rsid w:val="00E8183C"/>
    <w:rsid w:val="00E81B0B"/>
    <w:rsid w:val="00E81B93"/>
    <w:rsid w:val="00E81B94"/>
    <w:rsid w:val="00E81C75"/>
    <w:rsid w:val="00E82CB4"/>
    <w:rsid w:val="00E830DD"/>
    <w:rsid w:val="00E833EC"/>
    <w:rsid w:val="00E83698"/>
    <w:rsid w:val="00E83844"/>
    <w:rsid w:val="00E84091"/>
    <w:rsid w:val="00E847A9"/>
    <w:rsid w:val="00E84D50"/>
    <w:rsid w:val="00E84FEE"/>
    <w:rsid w:val="00E8562C"/>
    <w:rsid w:val="00E857AA"/>
    <w:rsid w:val="00E86C5D"/>
    <w:rsid w:val="00E87350"/>
    <w:rsid w:val="00E873D0"/>
    <w:rsid w:val="00E87877"/>
    <w:rsid w:val="00E87998"/>
    <w:rsid w:val="00E87B90"/>
    <w:rsid w:val="00E87CDD"/>
    <w:rsid w:val="00E87D6B"/>
    <w:rsid w:val="00E87EA4"/>
    <w:rsid w:val="00E9004B"/>
    <w:rsid w:val="00E907A9"/>
    <w:rsid w:val="00E90DFB"/>
    <w:rsid w:val="00E9118B"/>
    <w:rsid w:val="00E91454"/>
    <w:rsid w:val="00E914B7"/>
    <w:rsid w:val="00E91CB0"/>
    <w:rsid w:val="00E923AC"/>
    <w:rsid w:val="00E92B4C"/>
    <w:rsid w:val="00E92D70"/>
    <w:rsid w:val="00E9309D"/>
    <w:rsid w:val="00E93AB5"/>
    <w:rsid w:val="00E93AD6"/>
    <w:rsid w:val="00E94384"/>
    <w:rsid w:val="00E94C7D"/>
    <w:rsid w:val="00E950B2"/>
    <w:rsid w:val="00E950D1"/>
    <w:rsid w:val="00E950D5"/>
    <w:rsid w:val="00E9529C"/>
    <w:rsid w:val="00E956BC"/>
    <w:rsid w:val="00E95EAF"/>
    <w:rsid w:val="00E95EC0"/>
    <w:rsid w:val="00E9609C"/>
    <w:rsid w:val="00E9612E"/>
    <w:rsid w:val="00E962AD"/>
    <w:rsid w:val="00E96F8F"/>
    <w:rsid w:val="00E974E2"/>
    <w:rsid w:val="00E9766A"/>
    <w:rsid w:val="00EA00D9"/>
    <w:rsid w:val="00EA03E0"/>
    <w:rsid w:val="00EA0667"/>
    <w:rsid w:val="00EA09B2"/>
    <w:rsid w:val="00EA09C5"/>
    <w:rsid w:val="00EA0CF4"/>
    <w:rsid w:val="00EA0DC3"/>
    <w:rsid w:val="00EA0E78"/>
    <w:rsid w:val="00EA12A0"/>
    <w:rsid w:val="00EA1424"/>
    <w:rsid w:val="00EA1C0C"/>
    <w:rsid w:val="00EA1C4A"/>
    <w:rsid w:val="00EA1D6B"/>
    <w:rsid w:val="00EA1EC9"/>
    <w:rsid w:val="00EA1F31"/>
    <w:rsid w:val="00EA2689"/>
    <w:rsid w:val="00EA2ABA"/>
    <w:rsid w:val="00EA2BF6"/>
    <w:rsid w:val="00EA3053"/>
    <w:rsid w:val="00EA3059"/>
    <w:rsid w:val="00EA31F9"/>
    <w:rsid w:val="00EA3613"/>
    <w:rsid w:val="00EA37C1"/>
    <w:rsid w:val="00EA38C3"/>
    <w:rsid w:val="00EA3FD9"/>
    <w:rsid w:val="00EA42B2"/>
    <w:rsid w:val="00EA434B"/>
    <w:rsid w:val="00EA4F74"/>
    <w:rsid w:val="00EA530E"/>
    <w:rsid w:val="00EA5472"/>
    <w:rsid w:val="00EA591F"/>
    <w:rsid w:val="00EA6279"/>
    <w:rsid w:val="00EA7842"/>
    <w:rsid w:val="00EB0917"/>
    <w:rsid w:val="00EB1024"/>
    <w:rsid w:val="00EB1123"/>
    <w:rsid w:val="00EB16E2"/>
    <w:rsid w:val="00EB17C9"/>
    <w:rsid w:val="00EB1ECC"/>
    <w:rsid w:val="00EB21B1"/>
    <w:rsid w:val="00EB2259"/>
    <w:rsid w:val="00EB2748"/>
    <w:rsid w:val="00EB4413"/>
    <w:rsid w:val="00EB46BB"/>
    <w:rsid w:val="00EB496C"/>
    <w:rsid w:val="00EB4A3B"/>
    <w:rsid w:val="00EB4B1C"/>
    <w:rsid w:val="00EB4ECD"/>
    <w:rsid w:val="00EB5179"/>
    <w:rsid w:val="00EB5338"/>
    <w:rsid w:val="00EB5645"/>
    <w:rsid w:val="00EB59F8"/>
    <w:rsid w:val="00EB5DEA"/>
    <w:rsid w:val="00EB652B"/>
    <w:rsid w:val="00EB6535"/>
    <w:rsid w:val="00EB69D8"/>
    <w:rsid w:val="00EB6A19"/>
    <w:rsid w:val="00EB6A3B"/>
    <w:rsid w:val="00EB6B6B"/>
    <w:rsid w:val="00EB74A4"/>
    <w:rsid w:val="00EB78F1"/>
    <w:rsid w:val="00EB7A4D"/>
    <w:rsid w:val="00EB7C01"/>
    <w:rsid w:val="00EB7E74"/>
    <w:rsid w:val="00EC04BB"/>
    <w:rsid w:val="00EC07A6"/>
    <w:rsid w:val="00EC0806"/>
    <w:rsid w:val="00EC0F11"/>
    <w:rsid w:val="00EC1E77"/>
    <w:rsid w:val="00EC20DB"/>
    <w:rsid w:val="00EC2718"/>
    <w:rsid w:val="00EC2B3A"/>
    <w:rsid w:val="00EC2E99"/>
    <w:rsid w:val="00EC3BBA"/>
    <w:rsid w:val="00EC4062"/>
    <w:rsid w:val="00EC4B2F"/>
    <w:rsid w:val="00EC4E21"/>
    <w:rsid w:val="00EC5004"/>
    <w:rsid w:val="00EC50BC"/>
    <w:rsid w:val="00EC5253"/>
    <w:rsid w:val="00EC5AE4"/>
    <w:rsid w:val="00EC5F76"/>
    <w:rsid w:val="00EC66F8"/>
    <w:rsid w:val="00EC729A"/>
    <w:rsid w:val="00EC7ABA"/>
    <w:rsid w:val="00ED0E52"/>
    <w:rsid w:val="00ED1139"/>
    <w:rsid w:val="00ED115A"/>
    <w:rsid w:val="00ED136A"/>
    <w:rsid w:val="00ED1FB4"/>
    <w:rsid w:val="00ED2117"/>
    <w:rsid w:val="00ED2410"/>
    <w:rsid w:val="00ED24D1"/>
    <w:rsid w:val="00ED27AF"/>
    <w:rsid w:val="00ED29A8"/>
    <w:rsid w:val="00ED2A13"/>
    <w:rsid w:val="00ED5139"/>
    <w:rsid w:val="00ED5209"/>
    <w:rsid w:val="00ED52F5"/>
    <w:rsid w:val="00ED5417"/>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3EC"/>
    <w:rsid w:val="00EE1556"/>
    <w:rsid w:val="00EE1B14"/>
    <w:rsid w:val="00EE1C0E"/>
    <w:rsid w:val="00EE1C42"/>
    <w:rsid w:val="00EE212A"/>
    <w:rsid w:val="00EE21BF"/>
    <w:rsid w:val="00EE28D8"/>
    <w:rsid w:val="00EE30B0"/>
    <w:rsid w:val="00EE3393"/>
    <w:rsid w:val="00EE33DC"/>
    <w:rsid w:val="00EE353C"/>
    <w:rsid w:val="00EE361C"/>
    <w:rsid w:val="00EE3837"/>
    <w:rsid w:val="00EE3BC7"/>
    <w:rsid w:val="00EE3BD9"/>
    <w:rsid w:val="00EE3BF7"/>
    <w:rsid w:val="00EE42F5"/>
    <w:rsid w:val="00EE49C6"/>
    <w:rsid w:val="00EE5137"/>
    <w:rsid w:val="00EE51AB"/>
    <w:rsid w:val="00EE56FB"/>
    <w:rsid w:val="00EE5E00"/>
    <w:rsid w:val="00EE61E1"/>
    <w:rsid w:val="00EE631C"/>
    <w:rsid w:val="00EE6377"/>
    <w:rsid w:val="00EE687E"/>
    <w:rsid w:val="00EE70D5"/>
    <w:rsid w:val="00EE72A0"/>
    <w:rsid w:val="00EE7BFB"/>
    <w:rsid w:val="00EE7CED"/>
    <w:rsid w:val="00EF0843"/>
    <w:rsid w:val="00EF096C"/>
    <w:rsid w:val="00EF1DB3"/>
    <w:rsid w:val="00EF2219"/>
    <w:rsid w:val="00EF276D"/>
    <w:rsid w:val="00EF27B5"/>
    <w:rsid w:val="00EF2D19"/>
    <w:rsid w:val="00EF2DEE"/>
    <w:rsid w:val="00EF314A"/>
    <w:rsid w:val="00EF31B3"/>
    <w:rsid w:val="00EF326C"/>
    <w:rsid w:val="00EF3505"/>
    <w:rsid w:val="00EF3E0E"/>
    <w:rsid w:val="00EF4646"/>
    <w:rsid w:val="00EF53FE"/>
    <w:rsid w:val="00EF5580"/>
    <w:rsid w:val="00EF5E4F"/>
    <w:rsid w:val="00EF67A9"/>
    <w:rsid w:val="00EF6B5E"/>
    <w:rsid w:val="00EF6F1F"/>
    <w:rsid w:val="00EF6FF2"/>
    <w:rsid w:val="00EF7797"/>
    <w:rsid w:val="00EF7956"/>
    <w:rsid w:val="00EF7AE4"/>
    <w:rsid w:val="00F0039B"/>
    <w:rsid w:val="00F00948"/>
    <w:rsid w:val="00F00EB2"/>
    <w:rsid w:val="00F017CA"/>
    <w:rsid w:val="00F01ECE"/>
    <w:rsid w:val="00F02060"/>
    <w:rsid w:val="00F0252C"/>
    <w:rsid w:val="00F0261C"/>
    <w:rsid w:val="00F03663"/>
    <w:rsid w:val="00F03D19"/>
    <w:rsid w:val="00F04197"/>
    <w:rsid w:val="00F045B6"/>
    <w:rsid w:val="00F0469A"/>
    <w:rsid w:val="00F049D3"/>
    <w:rsid w:val="00F055CA"/>
    <w:rsid w:val="00F0574C"/>
    <w:rsid w:val="00F05761"/>
    <w:rsid w:val="00F05B1C"/>
    <w:rsid w:val="00F05E5A"/>
    <w:rsid w:val="00F06491"/>
    <w:rsid w:val="00F070BC"/>
    <w:rsid w:val="00F07F76"/>
    <w:rsid w:val="00F10012"/>
    <w:rsid w:val="00F10213"/>
    <w:rsid w:val="00F11E88"/>
    <w:rsid w:val="00F120A7"/>
    <w:rsid w:val="00F12AA8"/>
    <w:rsid w:val="00F12B06"/>
    <w:rsid w:val="00F138AB"/>
    <w:rsid w:val="00F13B5A"/>
    <w:rsid w:val="00F1422B"/>
    <w:rsid w:val="00F14260"/>
    <w:rsid w:val="00F147D2"/>
    <w:rsid w:val="00F14842"/>
    <w:rsid w:val="00F14E2B"/>
    <w:rsid w:val="00F16139"/>
    <w:rsid w:val="00F1662B"/>
    <w:rsid w:val="00F166E5"/>
    <w:rsid w:val="00F1681E"/>
    <w:rsid w:val="00F16F53"/>
    <w:rsid w:val="00F176B7"/>
    <w:rsid w:val="00F17D90"/>
    <w:rsid w:val="00F17F58"/>
    <w:rsid w:val="00F204F9"/>
    <w:rsid w:val="00F20B93"/>
    <w:rsid w:val="00F20E87"/>
    <w:rsid w:val="00F20E8F"/>
    <w:rsid w:val="00F210DF"/>
    <w:rsid w:val="00F21295"/>
    <w:rsid w:val="00F21C78"/>
    <w:rsid w:val="00F21C85"/>
    <w:rsid w:val="00F21D09"/>
    <w:rsid w:val="00F21D76"/>
    <w:rsid w:val="00F22158"/>
    <w:rsid w:val="00F22BA6"/>
    <w:rsid w:val="00F22C34"/>
    <w:rsid w:val="00F22CC4"/>
    <w:rsid w:val="00F2302E"/>
    <w:rsid w:val="00F235DB"/>
    <w:rsid w:val="00F23872"/>
    <w:rsid w:val="00F23F12"/>
    <w:rsid w:val="00F24266"/>
    <w:rsid w:val="00F242D8"/>
    <w:rsid w:val="00F2463F"/>
    <w:rsid w:val="00F24CD9"/>
    <w:rsid w:val="00F24E6D"/>
    <w:rsid w:val="00F250F9"/>
    <w:rsid w:val="00F256D3"/>
    <w:rsid w:val="00F257F8"/>
    <w:rsid w:val="00F260E5"/>
    <w:rsid w:val="00F265A8"/>
    <w:rsid w:val="00F26718"/>
    <w:rsid w:val="00F2675C"/>
    <w:rsid w:val="00F26951"/>
    <w:rsid w:val="00F26A1F"/>
    <w:rsid w:val="00F27394"/>
    <w:rsid w:val="00F27487"/>
    <w:rsid w:val="00F275A1"/>
    <w:rsid w:val="00F27A58"/>
    <w:rsid w:val="00F27B58"/>
    <w:rsid w:val="00F27C1B"/>
    <w:rsid w:val="00F3038F"/>
    <w:rsid w:val="00F30649"/>
    <w:rsid w:val="00F30AEF"/>
    <w:rsid w:val="00F31F70"/>
    <w:rsid w:val="00F32154"/>
    <w:rsid w:val="00F32814"/>
    <w:rsid w:val="00F32A8E"/>
    <w:rsid w:val="00F32B9C"/>
    <w:rsid w:val="00F3300C"/>
    <w:rsid w:val="00F3380D"/>
    <w:rsid w:val="00F33976"/>
    <w:rsid w:val="00F33FD0"/>
    <w:rsid w:val="00F34106"/>
    <w:rsid w:val="00F34395"/>
    <w:rsid w:val="00F35CA1"/>
    <w:rsid w:val="00F35DA2"/>
    <w:rsid w:val="00F36099"/>
    <w:rsid w:val="00F3622C"/>
    <w:rsid w:val="00F36256"/>
    <w:rsid w:val="00F36360"/>
    <w:rsid w:val="00F3643D"/>
    <w:rsid w:val="00F364E8"/>
    <w:rsid w:val="00F36611"/>
    <w:rsid w:val="00F379FE"/>
    <w:rsid w:val="00F37AE5"/>
    <w:rsid w:val="00F37B2A"/>
    <w:rsid w:val="00F37B5B"/>
    <w:rsid w:val="00F37C8F"/>
    <w:rsid w:val="00F400B7"/>
    <w:rsid w:val="00F40229"/>
    <w:rsid w:val="00F403D8"/>
    <w:rsid w:val="00F404AE"/>
    <w:rsid w:val="00F408ED"/>
    <w:rsid w:val="00F40E77"/>
    <w:rsid w:val="00F4144A"/>
    <w:rsid w:val="00F41924"/>
    <w:rsid w:val="00F4197D"/>
    <w:rsid w:val="00F41B17"/>
    <w:rsid w:val="00F42530"/>
    <w:rsid w:val="00F43357"/>
    <w:rsid w:val="00F4344B"/>
    <w:rsid w:val="00F436AD"/>
    <w:rsid w:val="00F43D75"/>
    <w:rsid w:val="00F43EB3"/>
    <w:rsid w:val="00F446E6"/>
    <w:rsid w:val="00F4489D"/>
    <w:rsid w:val="00F44CE0"/>
    <w:rsid w:val="00F45162"/>
    <w:rsid w:val="00F45289"/>
    <w:rsid w:val="00F45294"/>
    <w:rsid w:val="00F452B4"/>
    <w:rsid w:val="00F4563A"/>
    <w:rsid w:val="00F45741"/>
    <w:rsid w:val="00F4574C"/>
    <w:rsid w:val="00F458A0"/>
    <w:rsid w:val="00F46245"/>
    <w:rsid w:val="00F46C20"/>
    <w:rsid w:val="00F470CC"/>
    <w:rsid w:val="00F473CF"/>
    <w:rsid w:val="00F477CD"/>
    <w:rsid w:val="00F47A70"/>
    <w:rsid w:val="00F47AE6"/>
    <w:rsid w:val="00F50109"/>
    <w:rsid w:val="00F50B8D"/>
    <w:rsid w:val="00F51534"/>
    <w:rsid w:val="00F517EF"/>
    <w:rsid w:val="00F5283D"/>
    <w:rsid w:val="00F529C5"/>
    <w:rsid w:val="00F52A26"/>
    <w:rsid w:val="00F52D30"/>
    <w:rsid w:val="00F536A0"/>
    <w:rsid w:val="00F53D83"/>
    <w:rsid w:val="00F544B2"/>
    <w:rsid w:val="00F545D1"/>
    <w:rsid w:val="00F549B6"/>
    <w:rsid w:val="00F5529B"/>
    <w:rsid w:val="00F55468"/>
    <w:rsid w:val="00F55C7C"/>
    <w:rsid w:val="00F55ED8"/>
    <w:rsid w:val="00F55FB1"/>
    <w:rsid w:val="00F55FC7"/>
    <w:rsid w:val="00F562E0"/>
    <w:rsid w:val="00F5646F"/>
    <w:rsid w:val="00F56614"/>
    <w:rsid w:val="00F57904"/>
    <w:rsid w:val="00F57EFC"/>
    <w:rsid w:val="00F6007C"/>
    <w:rsid w:val="00F6079D"/>
    <w:rsid w:val="00F60DB8"/>
    <w:rsid w:val="00F60E66"/>
    <w:rsid w:val="00F61122"/>
    <w:rsid w:val="00F61A89"/>
    <w:rsid w:val="00F6215E"/>
    <w:rsid w:val="00F62F6D"/>
    <w:rsid w:val="00F6318A"/>
    <w:rsid w:val="00F635FB"/>
    <w:rsid w:val="00F637EA"/>
    <w:rsid w:val="00F638AD"/>
    <w:rsid w:val="00F63F26"/>
    <w:rsid w:val="00F6409F"/>
    <w:rsid w:val="00F64230"/>
    <w:rsid w:val="00F643C6"/>
    <w:rsid w:val="00F64DDA"/>
    <w:rsid w:val="00F64E57"/>
    <w:rsid w:val="00F652FF"/>
    <w:rsid w:val="00F65742"/>
    <w:rsid w:val="00F664F7"/>
    <w:rsid w:val="00F66552"/>
    <w:rsid w:val="00F666E2"/>
    <w:rsid w:val="00F66CC1"/>
    <w:rsid w:val="00F67474"/>
    <w:rsid w:val="00F67725"/>
    <w:rsid w:val="00F67877"/>
    <w:rsid w:val="00F701B8"/>
    <w:rsid w:val="00F7039A"/>
    <w:rsid w:val="00F70462"/>
    <w:rsid w:val="00F70580"/>
    <w:rsid w:val="00F70833"/>
    <w:rsid w:val="00F7087E"/>
    <w:rsid w:val="00F70AB8"/>
    <w:rsid w:val="00F70BD7"/>
    <w:rsid w:val="00F70BE7"/>
    <w:rsid w:val="00F7112E"/>
    <w:rsid w:val="00F71469"/>
    <w:rsid w:val="00F71565"/>
    <w:rsid w:val="00F71BFC"/>
    <w:rsid w:val="00F71D79"/>
    <w:rsid w:val="00F71DAD"/>
    <w:rsid w:val="00F722C2"/>
    <w:rsid w:val="00F725A8"/>
    <w:rsid w:val="00F7262E"/>
    <w:rsid w:val="00F72B87"/>
    <w:rsid w:val="00F72E0B"/>
    <w:rsid w:val="00F7322C"/>
    <w:rsid w:val="00F7334E"/>
    <w:rsid w:val="00F7349F"/>
    <w:rsid w:val="00F735A0"/>
    <w:rsid w:val="00F73691"/>
    <w:rsid w:val="00F73F71"/>
    <w:rsid w:val="00F740BD"/>
    <w:rsid w:val="00F743AA"/>
    <w:rsid w:val="00F748AD"/>
    <w:rsid w:val="00F7517C"/>
    <w:rsid w:val="00F75252"/>
    <w:rsid w:val="00F7570A"/>
    <w:rsid w:val="00F758A8"/>
    <w:rsid w:val="00F75E37"/>
    <w:rsid w:val="00F75EA3"/>
    <w:rsid w:val="00F760DF"/>
    <w:rsid w:val="00F760EF"/>
    <w:rsid w:val="00F7658C"/>
    <w:rsid w:val="00F768C7"/>
    <w:rsid w:val="00F76C3A"/>
    <w:rsid w:val="00F76CD5"/>
    <w:rsid w:val="00F77944"/>
    <w:rsid w:val="00F80325"/>
    <w:rsid w:val="00F80405"/>
    <w:rsid w:val="00F8074A"/>
    <w:rsid w:val="00F81099"/>
    <w:rsid w:val="00F81452"/>
    <w:rsid w:val="00F8200D"/>
    <w:rsid w:val="00F82022"/>
    <w:rsid w:val="00F823D8"/>
    <w:rsid w:val="00F824FA"/>
    <w:rsid w:val="00F826F7"/>
    <w:rsid w:val="00F835ED"/>
    <w:rsid w:val="00F8376C"/>
    <w:rsid w:val="00F83A8C"/>
    <w:rsid w:val="00F83BAE"/>
    <w:rsid w:val="00F848B3"/>
    <w:rsid w:val="00F85014"/>
    <w:rsid w:val="00F8519C"/>
    <w:rsid w:val="00F85644"/>
    <w:rsid w:val="00F85764"/>
    <w:rsid w:val="00F8589C"/>
    <w:rsid w:val="00F86277"/>
    <w:rsid w:val="00F86989"/>
    <w:rsid w:val="00F86CD3"/>
    <w:rsid w:val="00F86F1E"/>
    <w:rsid w:val="00F8717F"/>
    <w:rsid w:val="00F87838"/>
    <w:rsid w:val="00F878EA"/>
    <w:rsid w:val="00F87AA3"/>
    <w:rsid w:val="00F87F7E"/>
    <w:rsid w:val="00F9051B"/>
    <w:rsid w:val="00F9065A"/>
    <w:rsid w:val="00F90F35"/>
    <w:rsid w:val="00F911DB"/>
    <w:rsid w:val="00F913D8"/>
    <w:rsid w:val="00F91430"/>
    <w:rsid w:val="00F91956"/>
    <w:rsid w:val="00F9196B"/>
    <w:rsid w:val="00F91E82"/>
    <w:rsid w:val="00F921F1"/>
    <w:rsid w:val="00F921F3"/>
    <w:rsid w:val="00F92267"/>
    <w:rsid w:val="00F92705"/>
    <w:rsid w:val="00F928CE"/>
    <w:rsid w:val="00F929F5"/>
    <w:rsid w:val="00F92AA4"/>
    <w:rsid w:val="00F92D00"/>
    <w:rsid w:val="00F92F7F"/>
    <w:rsid w:val="00F93147"/>
    <w:rsid w:val="00F931CC"/>
    <w:rsid w:val="00F932F1"/>
    <w:rsid w:val="00F93E00"/>
    <w:rsid w:val="00F943A5"/>
    <w:rsid w:val="00F94BF7"/>
    <w:rsid w:val="00F94CB3"/>
    <w:rsid w:val="00F95097"/>
    <w:rsid w:val="00F95663"/>
    <w:rsid w:val="00F96786"/>
    <w:rsid w:val="00F96FF3"/>
    <w:rsid w:val="00F97994"/>
    <w:rsid w:val="00F97CE3"/>
    <w:rsid w:val="00FA002C"/>
    <w:rsid w:val="00FA006E"/>
    <w:rsid w:val="00FA082C"/>
    <w:rsid w:val="00FA0A03"/>
    <w:rsid w:val="00FA0EC0"/>
    <w:rsid w:val="00FA1361"/>
    <w:rsid w:val="00FA13E0"/>
    <w:rsid w:val="00FA212A"/>
    <w:rsid w:val="00FA24B8"/>
    <w:rsid w:val="00FA268B"/>
    <w:rsid w:val="00FA319D"/>
    <w:rsid w:val="00FA3547"/>
    <w:rsid w:val="00FA3604"/>
    <w:rsid w:val="00FA3A54"/>
    <w:rsid w:val="00FA41CC"/>
    <w:rsid w:val="00FA473A"/>
    <w:rsid w:val="00FA4EB6"/>
    <w:rsid w:val="00FA5338"/>
    <w:rsid w:val="00FA5B4F"/>
    <w:rsid w:val="00FA5F00"/>
    <w:rsid w:val="00FA6006"/>
    <w:rsid w:val="00FA6A39"/>
    <w:rsid w:val="00FA7008"/>
    <w:rsid w:val="00FA7131"/>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8C6"/>
    <w:rsid w:val="00FB2AED"/>
    <w:rsid w:val="00FB2BDF"/>
    <w:rsid w:val="00FB32CB"/>
    <w:rsid w:val="00FB3E63"/>
    <w:rsid w:val="00FB3FCE"/>
    <w:rsid w:val="00FB44DE"/>
    <w:rsid w:val="00FB4617"/>
    <w:rsid w:val="00FB46A3"/>
    <w:rsid w:val="00FB4740"/>
    <w:rsid w:val="00FB51D0"/>
    <w:rsid w:val="00FB52EE"/>
    <w:rsid w:val="00FB5B97"/>
    <w:rsid w:val="00FB5D10"/>
    <w:rsid w:val="00FB60F2"/>
    <w:rsid w:val="00FB6898"/>
    <w:rsid w:val="00FB69D3"/>
    <w:rsid w:val="00FB732A"/>
    <w:rsid w:val="00FB734D"/>
    <w:rsid w:val="00FB78A7"/>
    <w:rsid w:val="00FB7AB6"/>
    <w:rsid w:val="00FB7DB9"/>
    <w:rsid w:val="00FB7EAD"/>
    <w:rsid w:val="00FC0346"/>
    <w:rsid w:val="00FC074E"/>
    <w:rsid w:val="00FC11CC"/>
    <w:rsid w:val="00FC189F"/>
    <w:rsid w:val="00FC1A80"/>
    <w:rsid w:val="00FC1C5F"/>
    <w:rsid w:val="00FC26BF"/>
    <w:rsid w:val="00FC2D6F"/>
    <w:rsid w:val="00FC2F2A"/>
    <w:rsid w:val="00FC3084"/>
    <w:rsid w:val="00FC355C"/>
    <w:rsid w:val="00FC3728"/>
    <w:rsid w:val="00FC3BF2"/>
    <w:rsid w:val="00FC3BF6"/>
    <w:rsid w:val="00FC3D55"/>
    <w:rsid w:val="00FC3F8E"/>
    <w:rsid w:val="00FC45D0"/>
    <w:rsid w:val="00FC46A2"/>
    <w:rsid w:val="00FC4D00"/>
    <w:rsid w:val="00FC5138"/>
    <w:rsid w:val="00FC588E"/>
    <w:rsid w:val="00FC5CA8"/>
    <w:rsid w:val="00FC5DE7"/>
    <w:rsid w:val="00FC5F4E"/>
    <w:rsid w:val="00FC6066"/>
    <w:rsid w:val="00FC653C"/>
    <w:rsid w:val="00FC6ADF"/>
    <w:rsid w:val="00FC6C64"/>
    <w:rsid w:val="00FC72B2"/>
    <w:rsid w:val="00FC73A1"/>
    <w:rsid w:val="00FC781B"/>
    <w:rsid w:val="00FC7DB5"/>
    <w:rsid w:val="00FD015B"/>
    <w:rsid w:val="00FD0206"/>
    <w:rsid w:val="00FD020A"/>
    <w:rsid w:val="00FD0620"/>
    <w:rsid w:val="00FD0B83"/>
    <w:rsid w:val="00FD0D81"/>
    <w:rsid w:val="00FD13C8"/>
    <w:rsid w:val="00FD1578"/>
    <w:rsid w:val="00FD175B"/>
    <w:rsid w:val="00FD19E9"/>
    <w:rsid w:val="00FD1EAB"/>
    <w:rsid w:val="00FD2FF8"/>
    <w:rsid w:val="00FD309F"/>
    <w:rsid w:val="00FD34E4"/>
    <w:rsid w:val="00FD370F"/>
    <w:rsid w:val="00FD385B"/>
    <w:rsid w:val="00FD3A02"/>
    <w:rsid w:val="00FD3C35"/>
    <w:rsid w:val="00FD3CAE"/>
    <w:rsid w:val="00FD3E12"/>
    <w:rsid w:val="00FD4231"/>
    <w:rsid w:val="00FD42F6"/>
    <w:rsid w:val="00FD44F4"/>
    <w:rsid w:val="00FD6DA7"/>
    <w:rsid w:val="00FD6F40"/>
    <w:rsid w:val="00FD78D4"/>
    <w:rsid w:val="00FD7B8E"/>
    <w:rsid w:val="00FE003F"/>
    <w:rsid w:val="00FE0281"/>
    <w:rsid w:val="00FE0964"/>
    <w:rsid w:val="00FE0BE2"/>
    <w:rsid w:val="00FE0C0F"/>
    <w:rsid w:val="00FE0C33"/>
    <w:rsid w:val="00FE15C7"/>
    <w:rsid w:val="00FE1794"/>
    <w:rsid w:val="00FE1D4C"/>
    <w:rsid w:val="00FE1D9A"/>
    <w:rsid w:val="00FE1EB9"/>
    <w:rsid w:val="00FE2DCB"/>
    <w:rsid w:val="00FE2F4F"/>
    <w:rsid w:val="00FE378E"/>
    <w:rsid w:val="00FE3AE5"/>
    <w:rsid w:val="00FE3CA4"/>
    <w:rsid w:val="00FE4401"/>
    <w:rsid w:val="00FE4484"/>
    <w:rsid w:val="00FE4491"/>
    <w:rsid w:val="00FE44C3"/>
    <w:rsid w:val="00FE4858"/>
    <w:rsid w:val="00FE4F8C"/>
    <w:rsid w:val="00FE543A"/>
    <w:rsid w:val="00FE54DF"/>
    <w:rsid w:val="00FE56F9"/>
    <w:rsid w:val="00FE5A0D"/>
    <w:rsid w:val="00FE5C2A"/>
    <w:rsid w:val="00FE5C98"/>
    <w:rsid w:val="00FE63A9"/>
    <w:rsid w:val="00FE6600"/>
    <w:rsid w:val="00FE6ABC"/>
    <w:rsid w:val="00FE6E49"/>
    <w:rsid w:val="00FE738C"/>
    <w:rsid w:val="00FE7A81"/>
    <w:rsid w:val="00FF0101"/>
    <w:rsid w:val="00FF0110"/>
    <w:rsid w:val="00FF0B03"/>
    <w:rsid w:val="00FF0FAB"/>
    <w:rsid w:val="00FF10F0"/>
    <w:rsid w:val="00FF11DD"/>
    <w:rsid w:val="00FF19E9"/>
    <w:rsid w:val="00FF1A1D"/>
    <w:rsid w:val="00FF1A23"/>
    <w:rsid w:val="00FF1D88"/>
    <w:rsid w:val="00FF27A7"/>
    <w:rsid w:val="00FF3471"/>
    <w:rsid w:val="00FF3AEF"/>
    <w:rsid w:val="00FF3BA6"/>
    <w:rsid w:val="00FF3D3F"/>
    <w:rsid w:val="00FF433B"/>
    <w:rsid w:val="00FF4375"/>
    <w:rsid w:val="00FF45D7"/>
    <w:rsid w:val="00FF474B"/>
    <w:rsid w:val="00FF4D0D"/>
    <w:rsid w:val="00FF4F29"/>
    <w:rsid w:val="00FF5310"/>
    <w:rsid w:val="00FF56AE"/>
    <w:rsid w:val="00FF5DF6"/>
    <w:rsid w:val="00FF5E2B"/>
    <w:rsid w:val="00FF600A"/>
    <w:rsid w:val="00FF6184"/>
    <w:rsid w:val="00FF656A"/>
    <w:rsid w:val="00FF6584"/>
    <w:rsid w:val="00FF67E0"/>
    <w:rsid w:val="00FF6D44"/>
    <w:rsid w:val="00FF6EAB"/>
    <w:rsid w:val="00FF6EB3"/>
    <w:rsid w:val="00FF7654"/>
    <w:rsid w:val="00FF7FCE"/>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F3D727C1-E002-4AF1-B86D-2E3422BF6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6B9"/>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unhideWhenUsed/>
    <w:locked/>
    <w:rsid w:val="0059582D"/>
    <w:rPr>
      <w:sz w:val="20"/>
      <w:szCs w:val="25"/>
    </w:rPr>
  </w:style>
  <w:style w:type="character" w:customStyle="1" w:styleId="CommentTextChar">
    <w:name w:val="Comment Text Char"/>
    <w:basedOn w:val="DefaultParagraphFont"/>
    <w:link w:val="CommentText"/>
    <w:uiPriority w:val="99"/>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 w:type="character" w:styleId="Strong">
    <w:name w:val="Strong"/>
    <w:uiPriority w:val="22"/>
    <w:qFormat/>
    <w:locke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customXml/itemProps2.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3.xml><?xml version="1.0" encoding="utf-8"?>
<ds:datastoreItem xmlns:ds="http://schemas.openxmlformats.org/officeDocument/2006/customXml" ds:itemID="{4368BD32-4D2A-45AA-8315-DF735138E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C9140B-3A61-4AC4-9B87-1C133670417F}">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469</TotalTime>
  <Pages>13</Pages>
  <Words>3602</Words>
  <Characters>17495</Characters>
  <Application>Microsoft Office Word</Application>
  <DocSecurity>0</DocSecurity>
  <Lines>145</Lines>
  <Paragraphs>42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Chaveewan Srikun</cp:lastModifiedBy>
  <cp:revision>319</cp:revision>
  <cp:lastPrinted>2024-08-09T18:37:00Z</cp:lastPrinted>
  <dcterms:created xsi:type="dcterms:W3CDTF">2024-07-04T02:45:00Z</dcterms:created>
  <dcterms:modified xsi:type="dcterms:W3CDTF">2024-11-06T08:15:00Z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