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562471" w14:textId="31543C7C" w:rsidR="000E2F86" w:rsidRPr="0076073C" w:rsidRDefault="000E2F86" w:rsidP="00C51FF6">
      <w:pPr>
        <w:numPr>
          <w:ilvl w:val="0"/>
          <w:numId w:val="1"/>
        </w:numPr>
        <w:tabs>
          <w:tab w:val="clear" w:pos="360"/>
          <w:tab w:val="left" w:pos="374"/>
          <w:tab w:val="left" w:pos="426"/>
        </w:tabs>
        <w:jc w:val="thaiDistribute"/>
        <w:rPr>
          <w:rFonts w:ascii="Browallia New" w:hAnsi="Browallia New" w:cs="Browallia New"/>
          <w:b/>
          <w:bCs/>
        </w:rPr>
      </w:pPr>
      <w:bookmarkStart w:id="0" w:name="_GoBack"/>
      <w:bookmarkEnd w:id="0"/>
      <w:r w:rsidRPr="0076073C">
        <w:rPr>
          <w:rFonts w:ascii="Browallia New" w:hAnsi="Browallia New" w:cs="Browallia New"/>
          <w:b/>
          <w:bCs/>
          <w:cs/>
        </w:rPr>
        <w:t>ลักษณะการดำเนินธุรกิจ</w:t>
      </w:r>
      <w:r w:rsidR="00762D2F" w:rsidRPr="0076073C">
        <w:rPr>
          <w:rFonts w:ascii="Browallia New" w:hAnsi="Browallia New" w:cs="Browallia New"/>
          <w:b/>
          <w:bCs/>
          <w:cs/>
        </w:rPr>
        <w:t>และข้อมูลทั่วไป</w:t>
      </w:r>
    </w:p>
    <w:p w14:paraId="48562472" w14:textId="77777777" w:rsidR="00B36C80" w:rsidRPr="0076073C"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2B89B62C" w14:textId="58F280B9" w:rsidR="00BA4AB1" w:rsidRPr="0076073C"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76073C">
        <w:rPr>
          <w:rStyle w:val="normaltextrun"/>
          <w:rFonts w:ascii="Browallia New" w:hAnsi="Browallia New" w:cs="Browallia New"/>
          <w:sz w:val="28"/>
          <w:szCs w:val="28"/>
          <w:cs/>
        </w:rPr>
        <w:t>บริษัท</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ศูนย์บริการเหล็กสยาม</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จำกัด</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(มหาชน)</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(บริษัท</w:t>
      </w:r>
      <w:r w:rsidRPr="0076073C">
        <w:rPr>
          <w:rStyle w:val="normaltextrun"/>
          <w:rFonts w:ascii="Browallia New" w:hAnsi="Browallia New" w:cs="Browallia New"/>
          <w:sz w:val="28"/>
          <w:szCs w:val="28"/>
        </w:rPr>
        <w:t>) </w:t>
      </w:r>
      <w:r w:rsidRPr="0076073C">
        <w:rPr>
          <w:rStyle w:val="normaltextrun"/>
          <w:rFonts w:ascii="Browallia New" w:hAnsi="Browallia New" w:cs="Browallia New"/>
          <w:sz w:val="28"/>
          <w:szCs w:val="28"/>
          <w:cs/>
        </w:rPr>
        <w:t>เป็นนิติบุคคลที</w:t>
      </w:r>
      <w:r w:rsidR="00835247" w:rsidRPr="0076073C">
        <w:rPr>
          <w:rStyle w:val="normaltextrun"/>
          <w:rFonts w:ascii="Browallia New" w:hAnsi="Browallia New" w:cs="Browallia New"/>
          <w:sz w:val="28"/>
          <w:szCs w:val="28"/>
          <w:cs/>
        </w:rPr>
        <w:t>่</w:t>
      </w:r>
      <w:r w:rsidRPr="0076073C">
        <w:rPr>
          <w:rStyle w:val="normaltextrun"/>
          <w:rFonts w:ascii="Browallia New" w:hAnsi="Browallia New" w:cs="Browallia New"/>
          <w:sz w:val="28"/>
          <w:szCs w:val="28"/>
          <w:cs/>
        </w:rPr>
        <w:t>จัดตั้งขึ้นในประเทศไทยและจดทะเบียนซื้อขายหุ้นในตลาดหลักทรัพย์แห่งประเทศไทย</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บริษัทดำเนินธุรกิจหลักเ</w:t>
      </w:r>
      <w:r w:rsidR="00835247" w:rsidRPr="0076073C">
        <w:rPr>
          <w:rStyle w:val="normaltextrun"/>
          <w:rFonts w:ascii="Browallia New" w:hAnsi="Browallia New" w:cs="Browallia New"/>
          <w:sz w:val="28"/>
          <w:szCs w:val="28"/>
          <w:cs/>
        </w:rPr>
        <w:t>กี่</w:t>
      </w:r>
      <w:r w:rsidRPr="0076073C">
        <w:rPr>
          <w:rStyle w:val="normaltextrun"/>
          <w:rFonts w:ascii="Browallia New" w:hAnsi="Browallia New" w:cs="Browallia New"/>
          <w:sz w:val="28"/>
          <w:szCs w:val="28"/>
          <w:cs/>
        </w:rPr>
        <w:t>ยวกับการผลิตชิ้นส่วนที</w:t>
      </w:r>
      <w:r w:rsidR="00835247" w:rsidRPr="0076073C">
        <w:rPr>
          <w:rStyle w:val="normaltextrun"/>
          <w:rFonts w:ascii="Browallia New" w:hAnsi="Browallia New" w:cs="Browallia New"/>
          <w:sz w:val="28"/>
          <w:szCs w:val="28"/>
          <w:cs/>
        </w:rPr>
        <w:t>่</w:t>
      </w:r>
      <w:r w:rsidRPr="0076073C">
        <w:rPr>
          <w:rStyle w:val="normaltextrun"/>
          <w:rFonts w:ascii="Browallia New" w:hAnsi="Browallia New" w:cs="Browallia New"/>
          <w:sz w:val="28"/>
          <w:szCs w:val="28"/>
          <w:cs/>
        </w:rPr>
        <w:t>ทำจากเหล็ก</w:t>
      </w:r>
      <w:r w:rsidR="00D561B4" w:rsidRPr="0076073C">
        <w:rPr>
          <w:rStyle w:val="normaltextrun"/>
          <w:rFonts w:ascii="Browallia New" w:hAnsi="Browallia New" w:cs="Browallia New"/>
          <w:sz w:val="28"/>
          <w:szCs w:val="28"/>
          <w:cs/>
        </w:rPr>
        <w:t xml:space="preserve"> </w:t>
      </w:r>
      <w:r w:rsidRPr="0076073C">
        <w:rPr>
          <w:rStyle w:val="normaltextrun"/>
          <w:rFonts w:ascii="Browallia New" w:hAnsi="Browallia New" w:cs="Browallia New"/>
          <w:sz w:val="28"/>
          <w:szCs w:val="28"/>
          <w:cs/>
        </w:rPr>
        <w:t>ติดตั้งแผ่นเหล็กหลังคาและผนัง</w:t>
      </w:r>
      <w:r w:rsidRPr="0076073C">
        <w:rPr>
          <w:rStyle w:val="normaltextrun"/>
          <w:rFonts w:ascii="Browallia New" w:hAnsi="Browallia New" w:cs="Browallia New"/>
          <w:sz w:val="28"/>
          <w:szCs w:val="28"/>
        </w:rPr>
        <w:t> </w:t>
      </w:r>
      <w:r w:rsidRPr="0076073C">
        <w:rPr>
          <w:rStyle w:val="normaltextrun"/>
          <w:rFonts w:ascii="Browallia New" w:hAnsi="Browallia New" w:cs="Browallia New"/>
          <w:sz w:val="28"/>
          <w:szCs w:val="28"/>
          <w:cs/>
        </w:rPr>
        <w:t>และ</w:t>
      </w:r>
      <w:r w:rsidR="005E036D" w:rsidRPr="0076073C">
        <w:rPr>
          <w:rStyle w:val="normaltextrun"/>
          <w:rFonts w:ascii="Browallia New" w:hAnsi="Browallia New" w:cs="Browallia New"/>
          <w:sz w:val="28"/>
          <w:szCs w:val="28"/>
          <w:cs/>
        </w:rPr>
        <w:t>ให้</w:t>
      </w:r>
      <w:r w:rsidR="00E87998" w:rsidRPr="0076073C">
        <w:rPr>
          <w:rStyle w:val="normaltextrun"/>
          <w:rFonts w:ascii="Browallia New" w:hAnsi="Browallia New" w:cs="Browallia New"/>
          <w:sz w:val="28"/>
          <w:szCs w:val="28"/>
          <w:cs/>
        </w:rPr>
        <w:t>บริการ</w:t>
      </w:r>
      <w:r w:rsidRPr="0076073C">
        <w:rPr>
          <w:rStyle w:val="normaltextrun"/>
          <w:rFonts w:ascii="Browallia New" w:hAnsi="Browallia New" w:cs="Browallia New"/>
          <w:sz w:val="28"/>
          <w:szCs w:val="28"/>
          <w:cs/>
        </w:rPr>
        <w:t>รับจ้างตัดเหล็ก</w:t>
      </w:r>
      <w:r w:rsidR="00F60E66" w:rsidRPr="0076073C">
        <w:rPr>
          <w:rStyle w:val="normaltextrun"/>
          <w:rFonts w:ascii="Browallia New" w:hAnsi="Browallia New" w:cs="Browallia New"/>
          <w:sz w:val="28"/>
          <w:szCs w:val="28"/>
        </w:rPr>
        <w:t xml:space="preserve"> </w:t>
      </w:r>
      <w:r w:rsidRPr="0076073C">
        <w:rPr>
          <w:rStyle w:val="normaltextrun"/>
          <w:rFonts w:ascii="Browallia New" w:hAnsi="Browallia New" w:cs="Browallia New"/>
          <w:sz w:val="28"/>
          <w:szCs w:val="28"/>
          <w:cs/>
        </w:rPr>
        <w:t>โดยมีสำนักงานที่จดทะเบียนตามท</w:t>
      </w:r>
      <w:r w:rsidR="00835247" w:rsidRPr="0076073C">
        <w:rPr>
          <w:rStyle w:val="normaltextrun"/>
          <w:rFonts w:ascii="Browallia New" w:hAnsi="Browallia New" w:cs="Browallia New"/>
          <w:sz w:val="28"/>
          <w:szCs w:val="28"/>
          <w:cs/>
        </w:rPr>
        <w:t>ี่</w:t>
      </w:r>
      <w:r w:rsidRPr="0076073C">
        <w:rPr>
          <w:rStyle w:val="normaltextrun"/>
          <w:rFonts w:ascii="Browallia New" w:hAnsi="Browallia New" w:cs="Browallia New"/>
          <w:sz w:val="28"/>
          <w:szCs w:val="28"/>
          <w:cs/>
        </w:rPr>
        <w:t>อยู่ดังนี้</w:t>
      </w:r>
      <w:r w:rsidRPr="0076073C">
        <w:rPr>
          <w:rStyle w:val="normaltextrun"/>
          <w:rFonts w:ascii="Browallia New" w:hAnsi="Browallia New" w:cs="Browallia New"/>
        </w:rPr>
        <w:t> </w:t>
      </w:r>
    </w:p>
    <w:p w14:paraId="411FC529" w14:textId="2F068159" w:rsidR="00B836E2" w:rsidRPr="0076073C" w:rsidRDefault="00B836E2"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B836E2" w:rsidRPr="0076073C" w14:paraId="25D7FC15" w14:textId="77777777">
        <w:trPr>
          <w:trHeight w:val="667"/>
        </w:trPr>
        <w:tc>
          <w:tcPr>
            <w:tcW w:w="2820" w:type="dxa"/>
            <w:tcBorders>
              <w:top w:val="nil"/>
              <w:left w:val="nil"/>
              <w:bottom w:val="nil"/>
              <w:right w:val="nil"/>
            </w:tcBorders>
            <w:shd w:val="clear" w:color="auto" w:fill="auto"/>
          </w:tcPr>
          <w:p w14:paraId="7ADB8A7C" w14:textId="1C604293" w:rsidR="00B836E2" w:rsidRPr="0076073C" w:rsidRDefault="00B836E2">
            <w:pPr>
              <w:spacing w:line="360" w:lineRule="auto"/>
              <w:ind w:left="30"/>
              <w:jc w:val="thaiDistribute"/>
              <w:rPr>
                <w:rFonts w:ascii="Browallia New" w:hAnsi="Browallia New" w:cs="Browallia New"/>
                <w:sz w:val="19"/>
                <w:szCs w:val="19"/>
                <w:lang w:val="en-GB"/>
              </w:rPr>
            </w:pPr>
            <w:r w:rsidRPr="0076073C">
              <w:rPr>
                <w:rStyle w:val="normaltextrun"/>
                <w:rFonts w:ascii="Browallia New" w:hAnsi="Browallia New" w:cs="Browallia New"/>
                <w:cs/>
              </w:rPr>
              <w:t>ก</w:t>
            </w:r>
            <w:r w:rsidR="002569F2" w:rsidRPr="0076073C">
              <w:rPr>
                <w:rStyle w:val="normaltextrun"/>
                <w:rFonts w:ascii="Browallia New" w:hAnsi="Browallia New" w:cs="Browallia New"/>
              </w:rPr>
              <w:t>.</w:t>
            </w:r>
            <w:r w:rsidRPr="0076073C">
              <w:rPr>
                <w:rStyle w:val="normaltextrun"/>
                <w:rFonts w:ascii="Browallia New" w:hAnsi="Browallia New" w:cs="Browallia New"/>
              </w:rPr>
              <w:t>)</w:t>
            </w:r>
            <w:r w:rsidRPr="0076073C">
              <w:rPr>
                <w:rFonts w:ascii="Browallia New" w:hAnsi="Browallia New" w:cs="Browallia New"/>
                <w:sz w:val="19"/>
                <w:szCs w:val="19"/>
                <w:lang w:val="en-GB"/>
              </w:rPr>
              <w:t>  </w:t>
            </w:r>
            <w:r w:rsidRPr="0076073C">
              <w:rPr>
                <w:rStyle w:val="normaltextrun"/>
                <w:rFonts w:ascii="Browallia New" w:hAnsi="Browallia New" w:cs="Browallia New"/>
                <w:cs/>
              </w:rPr>
              <w:t>สำนักงานใหญ่และโรงงาน</w:t>
            </w:r>
          </w:p>
        </w:tc>
        <w:tc>
          <w:tcPr>
            <w:tcW w:w="180" w:type="dxa"/>
            <w:tcBorders>
              <w:top w:val="nil"/>
              <w:left w:val="nil"/>
              <w:bottom w:val="nil"/>
              <w:right w:val="nil"/>
            </w:tcBorders>
          </w:tcPr>
          <w:p w14:paraId="535CBA05" w14:textId="77777777" w:rsidR="00B836E2" w:rsidRPr="0076073C" w:rsidRDefault="00B836E2">
            <w:pPr>
              <w:spacing w:line="360" w:lineRule="auto"/>
              <w:ind w:left="192" w:right="321" w:hanging="135"/>
              <w:rPr>
                <w:rFonts w:ascii="Browallia New" w:hAnsi="Browallia New" w:cs="Browallia New"/>
              </w:rPr>
            </w:pPr>
            <w:r w:rsidRPr="0076073C">
              <w:rPr>
                <w:rFonts w:ascii="Browallia New" w:hAnsi="Browallia New" w:cs="Browallia New"/>
              </w:rPr>
              <w:t>:</w:t>
            </w:r>
          </w:p>
        </w:tc>
        <w:tc>
          <w:tcPr>
            <w:tcW w:w="6221" w:type="dxa"/>
            <w:tcBorders>
              <w:top w:val="nil"/>
              <w:left w:val="nil"/>
              <w:bottom w:val="nil"/>
              <w:right w:val="nil"/>
            </w:tcBorders>
            <w:shd w:val="clear" w:color="auto" w:fill="auto"/>
          </w:tcPr>
          <w:p w14:paraId="27593F23" w14:textId="4DD3A96B" w:rsidR="00B836E2" w:rsidRPr="0076073C" w:rsidRDefault="002569F2" w:rsidP="002569F2">
            <w:pPr>
              <w:ind w:left="216" w:right="321"/>
              <w:rPr>
                <w:rFonts w:ascii="Browallia New" w:hAnsi="Browallia New" w:cs="Browallia New"/>
                <w:sz w:val="19"/>
                <w:szCs w:val="19"/>
                <w:lang w:val="en-GB"/>
              </w:rPr>
            </w:pPr>
            <w:r w:rsidRPr="0076073C">
              <w:rPr>
                <w:rStyle w:val="normaltextrun"/>
                <w:rFonts w:ascii="Browallia New" w:hAnsi="Browallia New" w:cs="Browallia New"/>
              </w:rPr>
              <w:t xml:space="preserve">51/3 </w:t>
            </w:r>
            <w:r w:rsidRPr="0076073C">
              <w:rPr>
                <w:rStyle w:val="normaltextrun"/>
                <w:rFonts w:ascii="Browallia New" w:hAnsi="Browallia New" w:cs="Browallia New"/>
                <w:cs/>
              </w:rPr>
              <w:t>ถนนปู่เจ้าสมิงพราย ตำบลบางหญ้าแพรก อำเภอพระประแดง จังหวัด สมุทรปราการ</w:t>
            </w:r>
            <w:r w:rsidRPr="0076073C">
              <w:rPr>
                <w:rFonts w:ascii="Browallia New" w:hAnsi="Browallia New" w:cs="Browallia New"/>
                <w:sz w:val="19"/>
                <w:szCs w:val="19"/>
                <w:cs/>
                <w:lang w:val="en-GB"/>
              </w:rPr>
              <w:t xml:space="preserve">  </w:t>
            </w:r>
          </w:p>
        </w:tc>
      </w:tr>
      <w:tr w:rsidR="00B836E2" w:rsidRPr="0076073C" w14:paraId="2304B34A" w14:textId="77777777">
        <w:trPr>
          <w:trHeight w:val="667"/>
        </w:trPr>
        <w:tc>
          <w:tcPr>
            <w:tcW w:w="2820" w:type="dxa"/>
            <w:tcBorders>
              <w:top w:val="nil"/>
              <w:left w:val="nil"/>
              <w:bottom w:val="nil"/>
              <w:right w:val="nil"/>
            </w:tcBorders>
            <w:shd w:val="clear" w:color="auto" w:fill="auto"/>
          </w:tcPr>
          <w:p w14:paraId="69EE675A" w14:textId="67E4869A" w:rsidR="00B836E2" w:rsidRPr="0076073C" w:rsidRDefault="002569F2">
            <w:pPr>
              <w:spacing w:line="360" w:lineRule="auto"/>
              <w:ind w:left="30"/>
              <w:jc w:val="thaiDistribute"/>
              <w:rPr>
                <w:rFonts w:ascii="Browallia New" w:hAnsi="Browallia New" w:cs="Browallia New"/>
                <w:sz w:val="19"/>
                <w:szCs w:val="19"/>
                <w:lang w:val="en-GB"/>
              </w:rPr>
            </w:pPr>
            <w:r w:rsidRPr="0076073C">
              <w:rPr>
                <w:rStyle w:val="normaltextrun"/>
                <w:rFonts w:ascii="Browallia New" w:hAnsi="Browallia New" w:cs="Browallia New"/>
                <w:cs/>
              </w:rPr>
              <w:t>ข</w:t>
            </w:r>
            <w:r w:rsidRPr="0076073C">
              <w:rPr>
                <w:rStyle w:val="normaltextrun"/>
                <w:rFonts w:ascii="Browallia New" w:hAnsi="Browallia New" w:cs="Browallia New"/>
              </w:rPr>
              <w:t>.</w:t>
            </w:r>
            <w:r w:rsidR="00B836E2" w:rsidRPr="0076073C">
              <w:rPr>
                <w:rStyle w:val="normaltextrun"/>
                <w:rFonts w:ascii="Browallia New" w:hAnsi="Browallia New" w:cs="Browallia New"/>
              </w:rPr>
              <w:t>)  </w:t>
            </w:r>
            <w:r w:rsidRPr="0076073C">
              <w:rPr>
                <w:rStyle w:val="normaltextrun"/>
                <w:rFonts w:ascii="Browallia New" w:hAnsi="Browallia New" w:cs="Browallia New"/>
                <w:cs/>
              </w:rPr>
              <w:t xml:space="preserve">โรงงาน </w:t>
            </w:r>
            <w:r w:rsidRPr="0076073C">
              <w:rPr>
                <w:rStyle w:val="normaltextrun"/>
                <w:rFonts w:ascii="Browallia New" w:hAnsi="Browallia New" w:cs="Browallia New"/>
              </w:rPr>
              <w:t>2</w:t>
            </w:r>
            <w:r w:rsidRPr="0076073C">
              <w:rPr>
                <w:rFonts w:ascii="Browallia New" w:hAnsi="Browallia New" w:cs="Browallia New"/>
                <w:sz w:val="19"/>
                <w:szCs w:val="19"/>
                <w:lang w:val="en-GB"/>
              </w:rPr>
              <w:t xml:space="preserve">                        </w:t>
            </w:r>
          </w:p>
        </w:tc>
        <w:tc>
          <w:tcPr>
            <w:tcW w:w="180" w:type="dxa"/>
            <w:tcBorders>
              <w:top w:val="nil"/>
              <w:left w:val="nil"/>
              <w:bottom w:val="nil"/>
              <w:right w:val="nil"/>
            </w:tcBorders>
          </w:tcPr>
          <w:p w14:paraId="79FFCA99" w14:textId="77777777" w:rsidR="00B836E2" w:rsidRPr="0076073C" w:rsidRDefault="00B836E2">
            <w:pPr>
              <w:spacing w:line="360" w:lineRule="auto"/>
              <w:ind w:left="192" w:right="321" w:hanging="135"/>
              <w:jc w:val="thaiDistribute"/>
              <w:rPr>
                <w:rFonts w:ascii="Browallia New" w:hAnsi="Browallia New" w:cs="Browallia New"/>
                <w:lang w:val="en-GB"/>
              </w:rPr>
            </w:pPr>
            <w:r w:rsidRPr="0076073C">
              <w:rPr>
                <w:rFonts w:ascii="Browallia New" w:hAnsi="Browallia New" w:cs="Browallia New"/>
                <w:lang w:val="en-GB"/>
              </w:rPr>
              <w:t>:</w:t>
            </w:r>
          </w:p>
        </w:tc>
        <w:tc>
          <w:tcPr>
            <w:tcW w:w="6221" w:type="dxa"/>
            <w:tcBorders>
              <w:top w:val="nil"/>
              <w:left w:val="nil"/>
              <w:bottom w:val="nil"/>
              <w:right w:val="nil"/>
            </w:tcBorders>
            <w:shd w:val="clear" w:color="auto" w:fill="auto"/>
          </w:tcPr>
          <w:p w14:paraId="650C46CA" w14:textId="09CEB8D9" w:rsidR="00B836E2" w:rsidRPr="0076073C" w:rsidRDefault="002569F2" w:rsidP="002569F2">
            <w:pPr>
              <w:ind w:left="216" w:right="321"/>
              <w:jc w:val="thaiDistribute"/>
              <w:rPr>
                <w:rFonts w:ascii="Browallia New" w:hAnsi="Browallia New" w:cs="Browallia New"/>
              </w:rPr>
            </w:pPr>
            <w:r w:rsidRPr="0076073C">
              <w:rPr>
                <w:rStyle w:val="normaltextrun"/>
                <w:rFonts w:ascii="Browallia New" w:hAnsi="Browallia New" w:cs="Browallia New"/>
              </w:rPr>
              <w:t>51/11</w:t>
            </w:r>
            <w:r w:rsidRPr="0076073C">
              <w:rPr>
                <w:rStyle w:val="normaltextrun"/>
                <w:rFonts w:ascii="Browallia New" w:hAnsi="Browallia New" w:cs="Browallia New"/>
                <w:cs/>
              </w:rPr>
              <w:t xml:space="preserve"> ถนนปู่เจ้าสมิงพราย ตำบลบางหญ้าแพรก อำเภอพระประแดง จังหวัด สมุทรปราการ</w:t>
            </w:r>
          </w:p>
        </w:tc>
      </w:tr>
      <w:tr w:rsidR="00B836E2" w:rsidRPr="0076073C" w14:paraId="4EA8E8AF" w14:textId="77777777">
        <w:trPr>
          <w:trHeight w:val="323"/>
        </w:trPr>
        <w:tc>
          <w:tcPr>
            <w:tcW w:w="2820" w:type="dxa"/>
            <w:tcBorders>
              <w:top w:val="nil"/>
              <w:left w:val="nil"/>
              <w:bottom w:val="nil"/>
              <w:right w:val="nil"/>
            </w:tcBorders>
            <w:shd w:val="clear" w:color="auto" w:fill="auto"/>
            <w:hideMark/>
          </w:tcPr>
          <w:p w14:paraId="065ED3AF" w14:textId="79EF3580" w:rsidR="00B836E2" w:rsidRPr="0076073C" w:rsidRDefault="00900829">
            <w:pPr>
              <w:spacing w:line="360" w:lineRule="auto"/>
              <w:ind w:left="30"/>
              <w:jc w:val="thaiDistribute"/>
              <w:rPr>
                <w:rFonts w:ascii="Browallia New" w:hAnsi="Browallia New" w:cs="Browallia New"/>
                <w:sz w:val="19"/>
                <w:szCs w:val="19"/>
                <w:lang w:val="en-GB"/>
              </w:rPr>
            </w:pPr>
            <w:r w:rsidRPr="0076073C">
              <w:rPr>
                <w:rStyle w:val="normaltextrun"/>
                <w:rFonts w:ascii="Browallia New" w:hAnsi="Browallia New" w:cs="Browallia New"/>
                <w:cs/>
              </w:rPr>
              <w:t>ค</w:t>
            </w:r>
            <w:r w:rsidRPr="0076073C">
              <w:rPr>
                <w:rStyle w:val="normaltextrun"/>
                <w:rFonts w:ascii="Browallia New" w:hAnsi="Browallia New" w:cs="Browallia New"/>
              </w:rPr>
              <w:t>.</w:t>
            </w:r>
            <w:r w:rsidR="00B836E2" w:rsidRPr="0076073C">
              <w:rPr>
                <w:rStyle w:val="normaltextrun"/>
                <w:rFonts w:ascii="Browallia New" w:hAnsi="Browallia New" w:cs="Browallia New"/>
              </w:rPr>
              <w:t>)  </w:t>
            </w:r>
            <w:r w:rsidRPr="0076073C">
              <w:rPr>
                <w:rStyle w:val="normaltextrun"/>
                <w:rFonts w:ascii="Browallia New" w:hAnsi="Browallia New" w:cs="Browallia New"/>
                <w:cs/>
              </w:rPr>
              <w:t xml:space="preserve">โรงงาน </w:t>
            </w:r>
            <w:r w:rsidRPr="0076073C">
              <w:rPr>
                <w:rStyle w:val="normaltextrun"/>
                <w:rFonts w:ascii="Browallia New" w:hAnsi="Browallia New" w:cs="Browallia New"/>
              </w:rPr>
              <w:t>3</w:t>
            </w:r>
            <w:r w:rsidRPr="0076073C">
              <w:rPr>
                <w:rFonts w:ascii="Browallia New" w:hAnsi="Browallia New" w:cs="Browallia New"/>
                <w:sz w:val="19"/>
                <w:szCs w:val="19"/>
                <w:lang w:val="en-GB"/>
              </w:rPr>
              <w:t xml:space="preserve">                        </w:t>
            </w:r>
          </w:p>
        </w:tc>
        <w:tc>
          <w:tcPr>
            <w:tcW w:w="180" w:type="dxa"/>
            <w:tcBorders>
              <w:top w:val="nil"/>
              <w:left w:val="nil"/>
              <w:bottom w:val="nil"/>
              <w:right w:val="nil"/>
            </w:tcBorders>
          </w:tcPr>
          <w:p w14:paraId="7EEBA415" w14:textId="77777777" w:rsidR="00B836E2" w:rsidRPr="0076073C" w:rsidRDefault="00B836E2">
            <w:pPr>
              <w:spacing w:line="360" w:lineRule="auto"/>
              <w:ind w:left="192" w:hanging="135"/>
              <w:jc w:val="thaiDistribute"/>
              <w:rPr>
                <w:rFonts w:ascii="Browallia New" w:hAnsi="Browallia New" w:cs="Browallia New"/>
                <w:lang w:val="en-GB"/>
              </w:rPr>
            </w:pPr>
            <w:r w:rsidRPr="0076073C">
              <w:rPr>
                <w:rFonts w:ascii="Browallia New" w:hAnsi="Browallia New" w:cs="Browallia New"/>
                <w:lang w:val="en-GB"/>
              </w:rPr>
              <w:t>:</w:t>
            </w:r>
          </w:p>
        </w:tc>
        <w:tc>
          <w:tcPr>
            <w:tcW w:w="6221" w:type="dxa"/>
            <w:tcBorders>
              <w:top w:val="nil"/>
              <w:left w:val="nil"/>
              <w:bottom w:val="nil"/>
              <w:right w:val="nil"/>
            </w:tcBorders>
            <w:shd w:val="clear" w:color="auto" w:fill="auto"/>
            <w:hideMark/>
          </w:tcPr>
          <w:p w14:paraId="3102ACB8" w14:textId="51B02DDC" w:rsidR="00B836E2" w:rsidRPr="0076073C" w:rsidRDefault="00900829">
            <w:pPr>
              <w:spacing w:line="360" w:lineRule="auto"/>
              <w:ind w:left="216"/>
              <w:jc w:val="thaiDistribute"/>
              <w:rPr>
                <w:rFonts w:ascii="Browallia New" w:hAnsi="Browallia New" w:cs="Browallia New"/>
                <w:sz w:val="19"/>
                <w:szCs w:val="19"/>
                <w:lang w:val="en-GB"/>
              </w:rPr>
            </w:pPr>
            <w:r w:rsidRPr="0076073C">
              <w:rPr>
                <w:rStyle w:val="normaltextrun"/>
                <w:rFonts w:ascii="Browallia New" w:hAnsi="Browallia New" w:cs="Browallia New"/>
              </w:rPr>
              <w:t xml:space="preserve">60/6 </w:t>
            </w:r>
            <w:r w:rsidRPr="0076073C">
              <w:rPr>
                <w:rStyle w:val="normaltextrun"/>
                <w:rFonts w:ascii="Browallia New" w:hAnsi="Browallia New" w:cs="Browallia New"/>
                <w:cs/>
              </w:rPr>
              <w:t xml:space="preserve">หมู่ </w:t>
            </w:r>
            <w:r w:rsidRPr="0076073C">
              <w:rPr>
                <w:rStyle w:val="normaltextrun"/>
                <w:rFonts w:ascii="Browallia New" w:hAnsi="Browallia New" w:cs="Browallia New"/>
              </w:rPr>
              <w:t xml:space="preserve">3 </w:t>
            </w:r>
            <w:r w:rsidRPr="0076073C">
              <w:rPr>
                <w:rStyle w:val="normaltextrun"/>
                <w:rFonts w:ascii="Browallia New" w:hAnsi="Browallia New" w:cs="Browallia New"/>
                <w:cs/>
              </w:rPr>
              <w:t>ตำบลมาบยางพร อำเภอปลวกแดง จังหวัดระยอง</w:t>
            </w:r>
          </w:p>
        </w:tc>
      </w:tr>
    </w:tbl>
    <w:p w14:paraId="48562479" w14:textId="3CBC9B30" w:rsidR="00633BA9" w:rsidRPr="0076073C" w:rsidRDefault="000B700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76073C">
        <w:rPr>
          <w:rStyle w:val="normaltextrun"/>
          <w:rFonts w:ascii="Browallia New" w:hAnsi="Browallia New" w:cs="Browallia New"/>
          <w:sz w:val="28"/>
          <w:szCs w:val="28"/>
        </w:rPr>
        <w:br/>
      </w:r>
      <w:r w:rsidR="00633BA9" w:rsidRPr="0076073C">
        <w:rPr>
          <w:rStyle w:val="normaltextrun"/>
          <w:rFonts w:ascii="Browallia New" w:hAnsi="Browallia New" w:cs="Browallia New"/>
          <w:sz w:val="28"/>
          <w:szCs w:val="28"/>
          <w:cs/>
        </w:rPr>
        <w:t>บริษัทมีผู้ถือหุ้นรายใหญ่คือ</w:t>
      </w:r>
      <w:r w:rsidR="00633BA9" w:rsidRPr="0076073C">
        <w:rPr>
          <w:rStyle w:val="normaltextrun"/>
          <w:rFonts w:ascii="Browallia New" w:hAnsi="Browallia New" w:cs="Browallia New"/>
          <w:sz w:val="28"/>
          <w:szCs w:val="28"/>
        </w:rPr>
        <w:t> </w:t>
      </w:r>
      <w:proofErr w:type="spellStart"/>
      <w:r w:rsidR="00633BA9" w:rsidRPr="0076073C">
        <w:rPr>
          <w:rStyle w:val="normaltextrun"/>
          <w:rFonts w:ascii="Browallia New" w:hAnsi="Browallia New" w:cs="Browallia New"/>
          <w:sz w:val="28"/>
          <w:szCs w:val="28"/>
        </w:rPr>
        <w:t>Okaya</w:t>
      </w:r>
      <w:proofErr w:type="spellEnd"/>
      <w:r w:rsidR="00633BA9" w:rsidRPr="0076073C">
        <w:rPr>
          <w:rStyle w:val="normaltextrun"/>
          <w:rFonts w:ascii="Browallia New" w:hAnsi="Browallia New" w:cs="Browallia New"/>
          <w:sz w:val="28"/>
          <w:szCs w:val="28"/>
        </w:rPr>
        <w:t> &amp; Co., Ltd. (</w:t>
      </w:r>
      <w:r w:rsidR="00633BA9" w:rsidRPr="0076073C">
        <w:rPr>
          <w:rStyle w:val="normaltextrun"/>
          <w:rFonts w:ascii="Browallia New" w:hAnsi="Browallia New" w:cs="Browallia New"/>
          <w:sz w:val="28"/>
          <w:szCs w:val="28"/>
          <w:cs/>
        </w:rPr>
        <w:t>ถือหุ้นร้อยละ</w:t>
      </w:r>
      <w:r w:rsidR="00633BA9" w:rsidRPr="0076073C">
        <w:rPr>
          <w:rStyle w:val="normaltextrun"/>
          <w:rFonts w:ascii="Browallia New" w:hAnsi="Browallia New" w:cs="Browallia New"/>
          <w:sz w:val="28"/>
          <w:szCs w:val="28"/>
        </w:rPr>
        <w:t> </w:t>
      </w:r>
      <w:r w:rsidR="00AA2DF0" w:rsidRPr="0076073C">
        <w:rPr>
          <w:rStyle w:val="normaltextrun"/>
          <w:rFonts w:ascii="Browallia New" w:hAnsi="Browallia New" w:cs="Browallia New"/>
          <w:sz w:val="28"/>
          <w:szCs w:val="28"/>
        </w:rPr>
        <w:t>3</w:t>
      </w:r>
      <w:r w:rsidR="00E52480" w:rsidRPr="0076073C">
        <w:rPr>
          <w:rStyle w:val="normaltextrun"/>
          <w:rFonts w:ascii="Browallia New" w:hAnsi="Browallia New" w:cs="Browallia New"/>
          <w:sz w:val="28"/>
          <w:szCs w:val="28"/>
        </w:rPr>
        <w:t>3</w:t>
      </w:r>
      <w:r w:rsidR="00633BA9" w:rsidRPr="0076073C">
        <w:rPr>
          <w:rStyle w:val="normaltextrun"/>
          <w:rFonts w:ascii="Browallia New" w:hAnsi="Browallia New" w:cs="Browallia New"/>
          <w:sz w:val="28"/>
          <w:szCs w:val="28"/>
        </w:rPr>
        <w:t>.</w:t>
      </w:r>
      <w:r w:rsidR="00E52480" w:rsidRPr="0076073C">
        <w:rPr>
          <w:rStyle w:val="normaltextrun"/>
          <w:rFonts w:ascii="Browallia New" w:hAnsi="Browallia New" w:cs="Browallia New"/>
          <w:sz w:val="28"/>
          <w:szCs w:val="28"/>
        </w:rPr>
        <w:t>25</w:t>
      </w:r>
      <w:r w:rsidR="00633BA9" w:rsidRPr="0076073C">
        <w:rPr>
          <w:rStyle w:val="normaltextrun"/>
          <w:rFonts w:ascii="Browallia New" w:hAnsi="Browallia New" w:cs="Browallia New"/>
          <w:sz w:val="28"/>
          <w:szCs w:val="28"/>
          <w:cs/>
        </w:rPr>
        <w:t>)</w:t>
      </w:r>
      <w:r w:rsidR="00F60E66" w:rsidRPr="0076073C">
        <w:rPr>
          <w:rStyle w:val="normaltextrun"/>
          <w:rFonts w:ascii="Browallia New" w:hAnsi="Browallia New" w:cs="Browallia New"/>
          <w:sz w:val="28"/>
          <w:szCs w:val="28"/>
        </w:rPr>
        <w:t xml:space="preserve"> </w:t>
      </w:r>
      <w:r w:rsidR="00633BA9" w:rsidRPr="0076073C">
        <w:rPr>
          <w:rStyle w:val="normaltextrun"/>
          <w:rFonts w:ascii="Browallia New" w:hAnsi="Browallia New" w:cs="Browallia New"/>
          <w:sz w:val="28"/>
          <w:szCs w:val="28"/>
          <w:cs/>
        </w:rPr>
        <w:t>และบริษัท</w:t>
      </w:r>
      <w:r w:rsidR="00F60E66" w:rsidRPr="0076073C">
        <w:rPr>
          <w:rStyle w:val="normaltextrun"/>
          <w:rFonts w:ascii="Browallia New" w:hAnsi="Browallia New" w:cs="Browallia New"/>
          <w:sz w:val="28"/>
          <w:szCs w:val="28"/>
        </w:rPr>
        <w:t xml:space="preserve"> </w:t>
      </w:r>
      <w:r w:rsidR="00633BA9" w:rsidRPr="0076073C">
        <w:rPr>
          <w:rStyle w:val="normaltextrun"/>
          <w:rFonts w:ascii="Browallia New" w:hAnsi="Browallia New" w:cs="Browallia New"/>
          <w:sz w:val="28"/>
          <w:szCs w:val="28"/>
          <w:cs/>
        </w:rPr>
        <w:t>สยามสตีลอินเตอร์เนชั่นแนล</w:t>
      </w:r>
      <w:r w:rsidR="008A1E05" w:rsidRPr="0076073C">
        <w:rPr>
          <w:rStyle w:val="normaltextrun"/>
          <w:rFonts w:ascii="Browallia New" w:hAnsi="Browallia New" w:cs="Browallia New"/>
          <w:sz w:val="28"/>
          <w:szCs w:val="28"/>
        </w:rPr>
        <w:t xml:space="preserve"> </w:t>
      </w:r>
      <w:r w:rsidR="00633BA9" w:rsidRPr="0076073C">
        <w:rPr>
          <w:rStyle w:val="normaltextrun"/>
          <w:rFonts w:ascii="Browallia New" w:hAnsi="Browallia New" w:cs="Browallia New"/>
          <w:sz w:val="28"/>
          <w:szCs w:val="28"/>
          <w:cs/>
        </w:rPr>
        <w:t>จำกัด</w:t>
      </w:r>
      <w:r w:rsidR="00F60E66" w:rsidRPr="0076073C">
        <w:rPr>
          <w:rStyle w:val="normaltextrun"/>
          <w:rFonts w:ascii="Browallia New" w:hAnsi="Browallia New" w:cs="Browallia New"/>
          <w:sz w:val="28"/>
          <w:szCs w:val="28"/>
        </w:rPr>
        <w:t xml:space="preserve"> </w:t>
      </w:r>
      <w:r w:rsidR="00633BA9" w:rsidRPr="0076073C">
        <w:rPr>
          <w:rStyle w:val="normaltextrun"/>
          <w:rFonts w:ascii="Browallia New" w:hAnsi="Browallia New" w:cs="Browallia New"/>
          <w:sz w:val="28"/>
          <w:szCs w:val="28"/>
          <w:cs/>
        </w:rPr>
        <w:t>(มหาชน)</w:t>
      </w:r>
      <w:r w:rsidR="00F60E66" w:rsidRPr="0076073C">
        <w:rPr>
          <w:rStyle w:val="normaltextrun"/>
          <w:rFonts w:ascii="Browallia New" w:hAnsi="Browallia New" w:cs="Browallia New"/>
          <w:sz w:val="28"/>
          <w:szCs w:val="28"/>
        </w:rPr>
        <w:t xml:space="preserve"> </w:t>
      </w:r>
      <w:r w:rsidR="00633BA9" w:rsidRPr="0076073C">
        <w:rPr>
          <w:rStyle w:val="normaltextrun"/>
          <w:rFonts w:ascii="Browallia New" w:hAnsi="Browallia New" w:cs="Browallia New"/>
          <w:sz w:val="28"/>
          <w:szCs w:val="28"/>
          <w:cs/>
        </w:rPr>
        <w:t>(ถือหุ้นร้อยละ</w:t>
      </w:r>
      <w:r w:rsidR="00633BA9" w:rsidRPr="0076073C">
        <w:rPr>
          <w:rStyle w:val="normaltextrun"/>
          <w:rFonts w:ascii="Browallia New" w:hAnsi="Browallia New" w:cs="Browallia New"/>
          <w:sz w:val="28"/>
          <w:szCs w:val="28"/>
        </w:rPr>
        <w:t> 2</w:t>
      </w:r>
      <w:r w:rsidR="00AA2DF0" w:rsidRPr="0076073C">
        <w:rPr>
          <w:rStyle w:val="normaltextrun"/>
          <w:rFonts w:ascii="Browallia New" w:hAnsi="Browallia New" w:cs="Browallia New"/>
          <w:sz w:val="28"/>
          <w:szCs w:val="28"/>
        </w:rPr>
        <w:t>4</w:t>
      </w:r>
      <w:r w:rsidR="00633BA9" w:rsidRPr="0076073C">
        <w:rPr>
          <w:rStyle w:val="normaltextrun"/>
          <w:rFonts w:ascii="Browallia New" w:hAnsi="Browallia New" w:cs="Browallia New"/>
          <w:sz w:val="28"/>
          <w:szCs w:val="28"/>
        </w:rPr>
        <w:t>.</w:t>
      </w:r>
      <w:r w:rsidR="00AA2DF0" w:rsidRPr="0076073C">
        <w:rPr>
          <w:rStyle w:val="normaltextrun"/>
          <w:rFonts w:ascii="Browallia New" w:hAnsi="Browallia New" w:cs="Browallia New"/>
          <w:sz w:val="28"/>
          <w:szCs w:val="28"/>
        </w:rPr>
        <w:t>51</w:t>
      </w:r>
      <w:r w:rsidR="00633BA9" w:rsidRPr="0076073C">
        <w:rPr>
          <w:rStyle w:val="normaltextrun"/>
          <w:rFonts w:ascii="Browallia New" w:hAnsi="Browallia New" w:cs="Browallia New"/>
          <w:sz w:val="28"/>
          <w:szCs w:val="28"/>
        </w:rPr>
        <w:t>)</w:t>
      </w:r>
      <w:r w:rsidR="00633BA9" w:rsidRPr="0076073C">
        <w:rPr>
          <w:rStyle w:val="normaltextrun"/>
          <w:rFonts w:ascii="Browallia New" w:hAnsi="Browallia New" w:cs="Browallia New"/>
        </w:rPr>
        <w:t> </w:t>
      </w:r>
    </w:p>
    <w:p w14:paraId="726894A7" w14:textId="311BB4FE" w:rsidR="00EE1B14" w:rsidRPr="0076073C"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D" w14:textId="0A26905A" w:rsidR="00096495" w:rsidRPr="0076073C" w:rsidRDefault="00096495" w:rsidP="009F10FE">
      <w:pPr>
        <w:numPr>
          <w:ilvl w:val="0"/>
          <w:numId w:val="1"/>
        </w:numPr>
        <w:tabs>
          <w:tab w:val="clear" w:pos="360"/>
          <w:tab w:val="left" w:pos="374"/>
          <w:tab w:val="left" w:pos="426"/>
        </w:tabs>
        <w:jc w:val="thaiDistribute"/>
        <w:rPr>
          <w:rFonts w:ascii="Browallia New" w:hAnsi="Browallia New" w:cs="Browallia New"/>
          <w:b/>
          <w:bCs/>
          <w:color w:val="FFFFFF" w:themeColor="background1"/>
          <w:cs/>
        </w:rPr>
      </w:pPr>
      <w:r w:rsidRPr="0076073C">
        <w:rPr>
          <w:rFonts w:ascii="Browallia New" w:hAnsi="Browallia New" w:cs="Browallia New"/>
          <w:b/>
          <w:bCs/>
          <w:cs/>
        </w:rPr>
        <w:t>เกณฑ์ในการจัดทำ</w:t>
      </w:r>
      <w:r w:rsidR="003C27C8" w:rsidRPr="0076073C">
        <w:rPr>
          <w:rFonts w:ascii="Browallia New" w:hAnsi="Browallia New" w:cs="Browallia New"/>
          <w:b/>
          <w:bCs/>
          <w:cs/>
        </w:rPr>
        <w:t>ข้อมูลทาง</w:t>
      </w:r>
      <w:r w:rsidRPr="0076073C">
        <w:rPr>
          <w:rFonts w:ascii="Browallia New" w:hAnsi="Browallia New" w:cs="Browallia New"/>
          <w:b/>
          <w:bCs/>
          <w:cs/>
        </w:rPr>
        <w:t>การเงิน</w:t>
      </w:r>
    </w:p>
    <w:p w14:paraId="4856247E" w14:textId="77777777" w:rsidR="002776AD" w:rsidRPr="0076073C"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63AA2372" w14:textId="77777777" w:rsidR="00946EFE" w:rsidRPr="0076073C"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76073C">
        <w:rPr>
          <w:rFonts w:ascii="Browallia New" w:eastAsia="Arial Unicode MS" w:hAnsi="Browallia New" w:cs="Browallia New"/>
          <w:sz w:val="28"/>
          <w:szCs w:val="28"/>
          <w:cs/>
          <w:lang w:val="en-GB"/>
        </w:rPr>
        <w:t xml:space="preserve">ข้อมูลทางการเงินรวมและข้อมูลทางการเงินเฉพาะบริษัทระหว่างกาลได้จัดทำขึ้นตามมาตรฐานการบัญชี ฉบับที่ </w:t>
      </w:r>
      <w:r w:rsidRPr="0076073C">
        <w:rPr>
          <w:rFonts w:ascii="Browallia New" w:eastAsia="Arial Unicode MS" w:hAnsi="Browallia New" w:cs="Browallia New"/>
          <w:sz w:val="28"/>
          <w:szCs w:val="28"/>
          <w:lang w:val="en-GB"/>
        </w:rPr>
        <w:t xml:space="preserve">34 </w:t>
      </w:r>
      <w:r w:rsidRPr="0076073C">
        <w:rPr>
          <w:rFonts w:ascii="Browallia New" w:eastAsia="Arial Unicode MS" w:hAnsi="Browallia New" w:cs="Browallia New"/>
          <w:sz w:val="28"/>
          <w:szCs w:val="28"/>
          <w:cs/>
          <w:lang w:val="en-GB"/>
        </w:rPr>
        <w:t>เรื่อง การ</w:t>
      </w:r>
      <w:r w:rsidRPr="0076073C">
        <w:rPr>
          <w:rStyle w:val="normaltextrun"/>
          <w:rFonts w:ascii="Browallia New" w:hAnsi="Browallia New" w:cs="Browallia New"/>
          <w:sz w:val="28"/>
          <w:szCs w:val="28"/>
          <w:cs/>
        </w:rPr>
        <w:t>รายงาน</w:t>
      </w:r>
      <w:r w:rsidRPr="0076073C">
        <w:rPr>
          <w:rFonts w:ascii="Browallia New" w:eastAsia="Arial Unicode MS" w:hAnsi="Browallia New" w:cs="Browallia New"/>
          <w:sz w:val="28"/>
          <w:szCs w:val="28"/>
          <w:cs/>
          <w:lang w:val="en-GB"/>
        </w:rPr>
        <w:t xml:space="preserve">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 </w:t>
      </w:r>
    </w:p>
    <w:p w14:paraId="111EACC6" w14:textId="77777777" w:rsidR="00946EFE" w:rsidRPr="0076073C" w:rsidRDefault="00946EFE" w:rsidP="00946EFE">
      <w:pPr>
        <w:ind w:left="432"/>
        <w:jc w:val="both"/>
        <w:rPr>
          <w:rFonts w:ascii="Browallia New" w:eastAsia="Arial Unicode MS" w:hAnsi="Browallia New" w:cs="Browallia New"/>
          <w:lang w:val="en-GB"/>
        </w:rPr>
      </w:pPr>
    </w:p>
    <w:p w14:paraId="60D6F208" w14:textId="1E967663" w:rsidR="00946EFE" w:rsidRPr="0076073C"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76073C">
        <w:rPr>
          <w:rFonts w:ascii="Browallia New" w:eastAsia="Arial Unicode MS" w:hAnsi="Browallia New" w:cs="Browallia New"/>
          <w:sz w:val="28"/>
          <w:szCs w:val="28"/>
          <w:cs/>
          <w:lang w:val="en-GB"/>
        </w:rPr>
        <w:t xml:space="preserve">ข้อมูลทางการเงินระหว่างกาลนี้ควรอ่านควบคู่กับงบการเงินของรอบปีบัญชี </w:t>
      </w:r>
      <w:r w:rsidRPr="0076073C">
        <w:rPr>
          <w:rFonts w:ascii="Browallia New" w:eastAsia="Arial Unicode MS" w:hAnsi="Browallia New" w:cs="Browallia New"/>
          <w:sz w:val="28"/>
          <w:szCs w:val="28"/>
          <w:lang w:val="en-GB"/>
        </w:rPr>
        <w:t xml:space="preserve">31 </w:t>
      </w:r>
      <w:r w:rsidRPr="0076073C">
        <w:rPr>
          <w:rFonts w:ascii="Browallia New" w:eastAsia="Arial Unicode MS" w:hAnsi="Browallia New" w:cs="Browallia New"/>
          <w:sz w:val="28"/>
          <w:szCs w:val="28"/>
          <w:cs/>
          <w:lang w:val="en-GB"/>
        </w:rPr>
        <w:t xml:space="preserve">ธันวาคม </w:t>
      </w:r>
      <w:r w:rsidRPr="0076073C">
        <w:rPr>
          <w:rFonts w:ascii="Browallia New" w:eastAsia="Arial Unicode MS" w:hAnsi="Browallia New" w:cs="Browallia New"/>
          <w:sz w:val="28"/>
          <w:szCs w:val="28"/>
        </w:rPr>
        <w:t>256</w:t>
      </w:r>
      <w:r w:rsidR="008E67AA" w:rsidRPr="0076073C">
        <w:rPr>
          <w:rFonts w:ascii="Browallia New" w:eastAsia="Arial Unicode MS" w:hAnsi="Browallia New" w:cs="Browallia New"/>
          <w:sz w:val="28"/>
          <w:szCs w:val="28"/>
        </w:rPr>
        <w:t>7</w:t>
      </w:r>
    </w:p>
    <w:p w14:paraId="31100F66" w14:textId="77777777" w:rsidR="00946EFE" w:rsidRPr="0076073C" w:rsidRDefault="00946EFE" w:rsidP="00946EFE">
      <w:pPr>
        <w:jc w:val="both"/>
        <w:rPr>
          <w:rFonts w:ascii="Browallia New" w:eastAsia="Arial Unicode MS" w:hAnsi="Browallia New" w:cs="Browallia New"/>
          <w:lang w:val="en-GB"/>
        </w:rPr>
      </w:pPr>
    </w:p>
    <w:p w14:paraId="56F8C193" w14:textId="77777777" w:rsidR="00AE4C3E" w:rsidRPr="0076073C" w:rsidRDefault="00946EFE" w:rsidP="00946EFE">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76073C">
        <w:rPr>
          <w:rFonts w:ascii="Browallia New" w:eastAsia="Arial Unicode MS" w:hAnsi="Browallia New" w:cs="Browallia New"/>
          <w:sz w:val="28"/>
          <w:szCs w:val="28"/>
          <w:cs/>
          <w:lang w:val="en-GB"/>
        </w:rPr>
        <w:t>ข้อมูลทางการเงินรวมและข้อมูลทางการเงินเฉพาะ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502B8482" w14:textId="2EC6DA28" w:rsidR="00946EFE" w:rsidRPr="0076073C" w:rsidRDefault="007757D2" w:rsidP="00946EFE">
      <w:pPr>
        <w:pStyle w:val="paragraph"/>
        <w:spacing w:before="0" w:beforeAutospacing="0" w:after="0" w:afterAutospacing="0"/>
        <w:ind w:left="360"/>
        <w:jc w:val="thaiDistribute"/>
        <w:textAlignment w:val="baseline"/>
        <w:rPr>
          <w:rFonts w:ascii="Browallia New" w:hAnsi="Browallia New" w:cs="Browallia New"/>
          <w:sz w:val="28"/>
          <w:szCs w:val="28"/>
        </w:rPr>
      </w:pPr>
      <w:r w:rsidRPr="0076073C">
        <w:rPr>
          <w:rFonts w:ascii="Browallia New" w:eastAsia="Arial Unicode MS" w:hAnsi="Browallia New" w:cs="Browallia New"/>
          <w:sz w:val="28"/>
          <w:szCs w:val="28"/>
          <w:lang w:val="en-GB"/>
        </w:rPr>
        <w:br/>
      </w:r>
      <w:r w:rsidR="00692B0C" w:rsidRPr="0076073C">
        <w:rPr>
          <w:rFonts w:ascii="Browallia New" w:hAnsi="Browallia New" w:cs="Browallia New"/>
          <w:sz w:val="28"/>
          <w:szCs w:val="28"/>
          <w:cs/>
        </w:rPr>
        <w:t>งบการเงิน</w:t>
      </w:r>
      <w:r w:rsidR="001C56F7" w:rsidRPr="0076073C">
        <w:rPr>
          <w:rFonts w:ascii="Browallia New" w:hAnsi="Browallia New" w:cs="Browallia New"/>
          <w:sz w:val="28"/>
          <w:szCs w:val="28"/>
          <w:cs/>
        </w:rPr>
        <w:t>ระหว่างกาลฉบับนี้ได้รับการอนุมัติจาก</w:t>
      </w:r>
      <w:r w:rsidR="00E323D9" w:rsidRPr="0076073C">
        <w:rPr>
          <w:rFonts w:ascii="Browallia New" w:hAnsi="Browallia New" w:cs="Browallia New"/>
          <w:sz w:val="28"/>
          <w:szCs w:val="28"/>
          <w:cs/>
        </w:rPr>
        <w:t>คณะ</w:t>
      </w:r>
      <w:r w:rsidR="001C56F7" w:rsidRPr="0076073C">
        <w:rPr>
          <w:rFonts w:ascii="Browallia New" w:hAnsi="Browallia New" w:cs="Browallia New"/>
          <w:sz w:val="28"/>
          <w:szCs w:val="28"/>
          <w:cs/>
        </w:rPr>
        <w:t>กรรมการ</w:t>
      </w:r>
      <w:r w:rsidR="00A015FC" w:rsidRPr="0076073C">
        <w:rPr>
          <w:rFonts w:ascii="Browallia New" w:hAnsi="Browallia New" w:cs="Browallia New"/>
          <w:sz w:val="28"/>
          <w:szCs w:val="28"/>
          <w:cs/>
        </w:rPr>
        <w:t xml:space="preserve">ผู้มีอำนาจของบริษัทเมื่อวันที่ </w:t>
      </w:r>
      <w:r w:rsidR="006C7E35" w:rsidRPr="0076073C">
        <w:rPr>
          <w:rFonts w:ascii="Browallia New" w:hAnsi="Browallia New" w:cs="Browallia New"/>
          <w:sz w:val="28"/>
          <w:szCs w:val="28"/>
          <w:lang w:val="en-GB"/>
        </w:rPr>
        <w:t xml:space="preserve">13 </w:t>
      </w:r>
      <w:r w:rsidR="006C7E35" w:rsidRPr="0076073C">
        <w:rPr>
          <w:rFonts w:ascii="Browallia New" w:hAnsi="Browallia New" w:cs="Browallia New"/>
          <w:sz w:val="28"/>
          <w:szCs w:val="28"/>
          <w:cs/>
          <w:lang w:val="en-GB"/>
        </w:rPr>
        <w:t>พฤษภาคม</w:t>
      </w:r>
      <w:r w:rsidR="004E77BE" w:rsidRPr="0076073C">
        <w:rPr>
          <w:rFonts w:ascii="Browallia New" w:hAnsi="Browallia New" w:cs="Browallia New"/>
          <w:sz w:val="28"/>
          <w:szCs w:val="28"/>
          <w:cs/>
        </w:rPr>
        <w:t xml:space="preserve"> </w:t>
      </w:r>
      <w:r w:rsidR="00A015FC" w:rsidRPr="0076073C">
        <w:rPr>
          <w:rFonts w:ascii="Browallia New" w:hAnsi="Browallia New" w:cs="Browallia New"/>
          <w:sz w:val="28"/>
          <w:szCs w:val="28"/>
        </w:rPr>
        <w:t>256</w:t>
      </w:r>
      <w:r w:rsidR="008E67AA" w:rsidRPr="0076073C">
        <w:rPr>
          <w:rFonts w:ascii="Browallia New" w:hAnsi="Browallia New" w:cs="Browallia New"/>
          <w:sz w:val="28"/>
          <w:szCs w:val="28"/>
        </w:rPr>
        <w:t>8</w:t>
      </w:r>
    </w:p>
    <w:p w14:paraId="70DFC26A" w14:textId="22A136F3" w:rsidR="00B815BB" w:rsidRPr="0076073C" w:rsidRDefault="00B815BB" w:rsidP="00DF0B52">
      <w:pPr>
        <w:pStyle w:val="paragraph"/>
        <w:spacing w:before="0" w:beforeAutospacing="0" w:after="0" w:afterAutospacing="0"/>
        <w:ind w:left="360"/>
        <w:jc w:val="thaiDistribute"/>
        <w:textAlignment w:val="baseline"/>
        <w:rPr>
          <w:rFonts w:ascii="Browallia New" w:hAnsi="Browallia New" w:cs="Browallia New"/>
          <w:sz w:val="28"/>
          <w:szCs w:val="28"/>
          <w:cs/>
          <w:lang w:val="th-TH"/>
        </w:rPr>
      </w:pPr>
    </w:p>
    <w:p w14:paraId="35B32BC8" w14:textId="6B186575" w:rsidR="005B4C6B" w:rsidRPr="0076073C" w:rsidRDefault="005B4C6B" w:rsidP="0097798B">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นโยบายการบัญชี</w:t>
      </w:r>
      <w:r w:rsidR="00C51A04" w:rsidRPr="0076073C">
        <w:rPr>
          <w:rFonts w:ascii="Browallia New" w:hAnsi="Browallia New" w:cs="Browallia New"/>
          <w:b/>
          <w:bCs/>
          <w:cs/>
        </w:rPr>
        <w:t>ที่สำคัญ</w:t>
      </w:r>
    </w:p>
    <w:p w14:paraId="35A358C5" w14:textId="77777777" w:rsidR="005B4C6B" w:rsidRPr="0076073C" w:rsidRDefault="005B4C6B" w:rsidP="005B4C6B">
      <w:pPr>
        <w:pStyle w:val="CordiaNew"/>
        <w:tabs>
          <w:tab w:val="clear" w:pos="4153"/>
          <w:tab w:val="left" w:pos="426"/>
        </w:tabs>
        <w:rPr>
          <w:rFonts w:ascii="Browallia New" w:hAnsi="Browallia New" w:cs="Browallia New"/>
          <w:sz w:val="28"/>
          <w:szCs w:val="28"/>
        </w:rPr>
      </w:pPr>
    </w:p>
    <w:p w14:paraId="23622F04" w14:textId="5B793815" w:rsidR="00FD309F" w:rsidRPr="0076073C" w:rsidRDefault="00DB2E80"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r w:rsidRPr="0076073C">
        <w:rPr>
          <w:rFonts w:ascii="Browallia New" w:hAnsi="Browallia New" w:cs="Browallia New"/>
          <w:sz w:val="28"/>
          <w:szCs w:val="28"/>
          <w:cs/>
        </w:rPr>
        <w:t>นโยบาย</w:t>
      </w:r>
      <w:r w:rsidRPr="0076073C">
        <w:rPr>
          <w:rFonts w:ascii="Browallia New" w:eastAsia="Arial Unicode MS" w:hAnsi="Browallia New" w:cs="Browallia New"/>
          <w:sz w:val="28"/>
          <w:szCs w:val="28"/>
          <w:cs/>
          <w:lang w:val="en-GB"/>
        </w:rPr>
        <w:t xml:space="preserve">การบัญชีที่ใช้ในการจัดทำข้อมูลทางการเงินระหว่างกาลเป็นนโยบายเดียวกันกับนโยบายการบัญชีที่ใช้ในการจัดทำงบการเงินสำหรับปีบัญชีสิ้นสุดวันที่ </w:t>
      </w:r>
      <w:r w:rsidRPr="0076073C">
        <w:rPr>
          <w:rFonts w:ascii="Browallia New" w:eastAsia="Arial Unicode MS" w:hAnsi="Browallia New" w:cs="Browallia New"/>
          <w:sz w:val="28"/>
          <w:szCs w:val="28"/>
          <w:lang w:val="en-GB"/>
        </w:rPr>
        <w:t xml:space="preserve">31 </w:t>
      </w:r>
      <w:r w:rsidRPr="0076073C">
        <w:rPr>
          <w:rFonts w:ascii="Browallia New" w:eastAsia="Arial Unicode MS" w:hAnsi="Browallia New" w:cs="Browallia New"/>
          <w:sz w:val="28"/>
          <w:szCs w:val="28"/>
          <w:cs/>
          <w:lang w:val="en-GB"/>
        </w:rPr>
        <w:t xml:space="preserve">ธันวาคม </w:t>
      </w:r>
      <w:r w:rsidRPr="0076073C">
        <w:rPr>
          <w:rFonts w:ascii="Browallia New" w:eastAsia="Arial Unicode MS" w:hAnsi="Browallia New" w:cs="Browallia New"/>
          <w:sz w:val="28"/>
          <w:szCs w:val="28"/>
          <w:lang w:val="en-GB"/>
        </w:rPr>
        <w:t>256</w:t>
      </w:r>
      <w:r w:rsidR="008E67AA" w:rsidRPr="0076073C">
        <w:rPr>
          <w:rFonts w:ascii="Browallia New" w:eastAsia="Arial Unicode MS" w:hAnsi="Browallia New" w:cs="Browallia New"/>
          <w:sz w:val="28"/>
          <w:szCs w:val="28"/>
          <w:lang w:val="en-GB"/>
        </w:rPr>
        <w:t>7</w:t>
      </w:r>
      <w:r w:rsidRPr="0076073C">
        <w:rPr>
          <w:rFonts w:ascii="Browallia New" w:eastAsia="Arial Unicode MS" w:hAnsi="Browallia New" w:cs="Browallia New"/>
          <w:sz w:val="28"/>
          <w:szCs w:val="28"/>
          <w:lang w:val="en-GB"/>
        </w:rPr>
        <w:t xml:space="preserve"> </w:t>
      </w:r>
    </w:p>
    <w:p w14:paraId="0F72DE22" w14:textId="77777777" w:rsidR="00590C86" w:rsidRPr="0076073C" w:rsidRDefault="00590C86"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lang w:val="en-GB"/>
        </w:rPr>
      </w:pPr>
    </w:p>
    <w:p w14:paraId="1A48EE11" w14:textId="73617F08" w:rsidR="00590C86" w:rsidRPr="0076073C" w:rsidRDefault="00590C86" w:rsidP="00A84EC9">
      <w:pPr>
        <w:pStyle w:val="paragraph"/>
        <w:spacing w:before="0" w:beforeAutospacing="0" w:after="0" w:afterAutospacing="0"/>
        <w:ind w:left="360"/>
        <w:jc w:val="thaiDistribute"/>
        <w:textAlignment w:val="baseline"/>
        <w:rPr>
          <w:rFonts w:ascii="Browallia New" w:eastAsia="Arial Unicode MS" w:hAnsi="Browallia New" w:cs="Browallia New"/>
          <w:sz w:val="28"/>
          <w:szCs w:val="28"/>
        </w:rPr>
      </w:pPr>
      <w:r w:rsidRPr="0076073C">
        <w:rPr>
          <w:rFonts w:ascii="Browallia New" w:eastAsia="Arial Unicode MS" w:hAnsi="Browallia New" w:cs="Browallia New"/>
          <w:sz w:val="28"/>
          <w:szCs w:val="28"/>
          <w:cs/>
        </w:rPr>
        <w:t xml:space="preserve">มาตรฐานการรายงานทางการเงินที่มีการปรับปรุงซึ่งมีผลบังคับใช้สำหรับงบการเงินที่มีรอบระยะเวลาบัญชีที่เริ่มในหรือหลังวันที่ </w:t>
      </w:r>
      <w:r w:rsidR="0076073C" w:rsidRPr="0076073C">
        <w:rPr>
          <w:rFonts w:ascii="Browallia New" w:eastAsia="Arial Unicode MS" w:hAnsi="Browallia New" w:cs="Browallia New"/>
          <w:sz w:val="28"/>
          <w:szCs w:val="28"/>
        </w:rPr>
        <w:t>1</w:t>
      </w:r>
      <w:r w:rsidRPr="0076073C">
        <w:rPr>
          <w:rFonts w:ascii="Browallia New" w:eastAsia="Arial Unicode MS" w:hAnsi="Browallia New" w:cs="Browallia New"/>
          <w:sz w:val="28"/>
          <w:szCs w:val="28"/>
          <w:cs/>
        </w:rPr>
        <w:t xml:space="preserve"> มกราคม </w:t>
      </w:r>
      <w:r w:rsidR="0076073C" w:rsidRPr="0076073C">
        <w:rPr>
          <w:rFonts w:ascii="Browallia New" w:eastAsia="Arial Unicode MS" w:hAnsi="Browallia New" w:cs="Browallia New"/>
          <w:sz w:val="28"/>
          <w:szCs w:val="28"/>
        </w:rPr>
        <w:t>2568</w:t>
      </w:r>
      <w:r w:rsidRPr="0076073C">
        <w:rPr>
          <w:rFonts w:ascii="Browallia New" w:eastAsia="Arial Unicode MS" w:hAnsi="Browallia New" w:cs="Browallia New"/>
          <w:sz w:val="28"/>
          <w:szCs w:val="28"/>
          <w:cs/>
        </w:rPr>
        <w:t xml:space="preserve"> ไม่มีผลกระทบอย่างเป็นสาระสำคัญต่องบการเงินของกลุ่มบริษัท</w:t>
      </w:r>
    </w:p>
    <w:p w14:paraId="482521AF" w14:textId="22668406" w:rsidR="00A84EC9" w:rsidRPr="0076073C" w:rsidRDefault="00FD309F" w:rsidP="00FD309F">
      <w:pPr>
        <w:rPr>
          <w:rFonts w:ascii="Browallia New" w:eastAsia="Arial Unicode MS" w:hAnsi="Browallia New" w:cs="Browallia New"/>
        </w:rPr>
      </w:pPr>
      <w:r w:rsidRPr="0076073C">
        <w:rPr>
          <w:rFonts w:ascii="Browallia New" w:eastAsia="Arial Unicode MS" w:hAnsi="Browallia New" w:cs="Browallia New"/>
        </w:rPr>
        <w:br w:type="page"/>
      </w:r>
    </w:p>
    <w:p w14:paraId="485624AF" w14:textId="6BCEC285" w:rsidR="00285E46" w:rsidRPr="0076073C" w:rsidRDefault="00285E46" w:rsidP="000721F1">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lastRenderedPageBreak/>
        <w:t>การประมาณการและการใช้ดุลยพินิจ</w:t>
      </w:r>
    </w:p>
    <w:p w14:paraId="485624B0" w14:textId="77777777" w:rsidR="002F47D9" w:rsidRPr="0076073C" w:rsidRDefault="002F47D9" w:rsidP="000721F1">
      <w:pPr>
        <w:pStyle w:val="CordiaNew"/>
        <w:tabs>
          <w:tab w:val="clear" w:pos="4153"/>
          <w:tab w:val="left" w:pos="426"/>
        </w:tabs>
        <w:ind w:left="360"/>
        <w:rPr>
          <w:rFonts w:ascii="Browallia New" w:hAnsi="Browallia New" w:cs="Browallia New"/>
          <w:color w:val="auto"/>
          <w:cs/>
          <w:lang w:val="th-TH"/>
        </w:rPr>
      </w:pPr>
    </w:p>
    <w:p w14:paraId="703502D3" w14:textId="633BC61D" w:rsidR="00B3531C" w:rsidRPr="0076073C" w:rsidRDefault="00805A6E" w:rsidP="000721F1">
      <w:pPr>
        <w:pStyle w:val="CordiaNew"/>
        <w:tabs>
          <w:tab w:val="clear" w:pos="4153"/>
          <w:tab w:val="left" w:pos="426"/>
        </w:tabs>
        <w:ind w:left="360"/>
        <w:rPr>
          <w:rFonts w:ascii="Browallia New" w:hAnsi="Browallia New" w:cs="Browallia New"/>
          <w:color w:val="auto"/>
          <w:sz w:val="28"/>
          <w:szCs w:val="28"/>
          <w:cs/>
          <w:lang w:val="th-TH"/>
        </w:rPr>
      </w:pPr>
      <w:r w:rsidRPr="0076073C">
        <w:rPr>
          <w:rFonts w:ascii="Browallia New" w:hAnsi="Browallia New" w:cs="Browallia New"/>
          <w:color w:val="auto"/>
          <w:sz w:val="28"/>
          <w:szCs w:val="28"/>
          <w:cs/>
          <w:lang w:val="th-TH"/>
        </w:rPr>
        <w:t>ในการจัดทำงบการเงินระหว่างกาล</w:t>
      </w:r>
      <w:r w:rsidR="00F60E66" w:rsidRPr="0076073C">
        <w:rPr>
          <w:rFonts w:ascii="Browallia New" w:hAnsi="Browallia New" w:cs="Browallia New"/>
          <w:color w:val="auto"/>
          <w:sz w:val="28"/>
          <w:szCs w:val="28"/>
          <w:cs/>
          <w:lang w:val="th-TH"/>
        </w:rPr>
        <w:t xml:space="preserve"> </w:t>
      </w:r>
      <w:r w:rsidR="00D45ABF" w:rsidRPr="0076073C">
        <w:rPr>
          <w:rFonts w:ascii="Browallia New" w:eastAsia="Arial Unicode MS" w:hAnsi="Browallia New" w:cs="Browallia New"/>
          <w:color w:val="auto"/>
          <w:sz w:val="28"/>
          <w:szCs w:val="28"/>
          <w:cs/>
        </w:rPr>
        <w:t>ฝ่</w:t>
      </w:r>
      <w:r w:rsidRPr="0076073C">
        <w:rPr>
          <w:rFonts w:ascii="Browallia New" w:eastAsia="Arial Unicode MS" w:hAnsi="Browallia New" w:cs="Browallia New"/>
          <w:color w:val="auto"/>
          <w:sz w:val="28"/>
          <w:szCs w:val="28"/>
          <w:cs/>
        </w:rPr>
        <w:t>า</w:t>
      </w:r>
      <w:r w:rsidRPr="0076073C">
        <w:rPr>
          <w:rFonts w:ascii="Browallia New" w:hAnsi="Browallia New" w:cs="Browallia New"/>
          <w:color w:val="auto"/>
          <w:sz w:val="28"/>
          <w:szCs w:val="28"/>
          <w:cs/>
          <w:lang w:val="th-TH"/>
        </w:rPr>
        <w:t>ยบริหารใช้ดุลยพินิจ</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การประมาณการ</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และข้อสมมติฐานเกี่ยวกับการรับรู้</w:t>
      </w:r>
      <w:r w:rsidR="00F60E66" w:rsidRPr="0076073C">
        <w:rPr>
          <w:rFonts w:ascii="Browallia New" w:hAnsi="Browallia New" w:cs="Browallia New"/>
          <w:color w:val="auto"/>
          <w:sz w:val="28"/>
          <w:szCs w:val="28"/>
          <w:cs/>
          <w:lang w:val="th-TH"/>
        </w:rPr>
        <w:t xml:space="preserve"> </w:t>
      </w:r>
      <w:r w:rsidR="00AE3DD7" w:rsidRPr="0076073C">
        <w:rPr>
          <w:rFonts w:ascii="Browallia New" w:hAnsi="Browallia New" w:cs="Browallia New"/>
          <w:color w:val="auto"/>
          <w:sz w:val="28"/>
          <w:szCs w:val="28"/>
          <w:cs/>
          <w:lang w:val="th-TH"/>
        </w:rPr>
        <w:br/>
      </w:r>
      <w:r w:rsidRPr="0076073C">
        <w:rPr>
          <w:rFonts w:ascii="Browallia New" w:hAnsi="Browallia New" w:cs="Browallia New"/>
          <w:color w:val="auto"/>
          <w:sz w:val="28"/>
          <w:szCs w:val="28"/>
          <w:cs/>
          <w:lang w:val="th-TH"/>
        </w:rPr>
        <w:t>และการวัดมูลค่าของสินทรัพย์</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หนี้สิน</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รายได้</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และค่าใช้จ่าย</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ผลท</w:t>
      </w:r>
      <w:r w:rsidR="00285D52" w:rsidRPr="0076073C">
        <w:rPr>
          <w:rFonts w:ascii="Browallia New" w:hAnsi="Browallia New" w:cs="Browallia New"/>
          <w:color w:val="auto"/>
          <w:sz w:val="28"/>
          <w:szCs w:val="28"/>
          <w:cs/>
          <w:lang w:val="th-TH"/>
        </w:rPr>
        <w:t>ี่</w:t>
      </w:r>
      <w:r w:rsidRPr="0076073C">
        <w:rPr>
          <w:rFonts w:ascii="Browallia New" w:hAnsi="Browallia New" w:cs="Browallia New"/>
          <w:color w:val="auto"/>
          <w:sz w:val="28"/>
          <w:szCs w:val="28"/>
          <w:cs/>
          <w:lang w:val="th-TH"/>
        </w:rPr>
        <w:t>เกิดขึ้นจริงอาจจะแตกต่างจากการใช้ดุลยพินิจ</w:t>
      </w:r>
      <w:r w:rsidR="00F60E66" w:rsidRPr="0076073C">
        <w:rPr>
          <w:rFonts w:ascii="Browallia New" w:hAnsi="Browallia New" w:cs="Browallia New"/>
          <w:color w:val="auto"/>
          <w:sz w:val="28"/>
          <w:szCs w:val="28"/>
          <w:cs/>
          <w:lang w:val="th-TH"/>
        </w:rPr>
        <w:t xml:space="preserve"> </w:t>
      </w:r>
      <w:r w:rsidR="00AE3DD7" w:rsidRPr="0076073C">
        <w:rPr>
          <w:rFonts w:ascii="Browallia New" w:hAnsi="Browallia New" w:cs="Browallia New"/>
          <w:color w:val="auto"/>
          <w:sz w:val="28"/>
          <w:szCs w:val="28"/>
          <w:cs/>
          <w:lang w:val="th-TH"/>
        </w:rPr>
        <w:br/>
      </w:r>
      <w:r w:rsidRPr="0076073C">
        <w:rPr>
          <w:rFonts w:ascii="Browallia New" w:hAnsi="Browallia New" w:cs="Browallia New"/>
          <w:color w:val="auto"/>
          <w:sz w:val="28"/>
          <w:szCs w:val="28"/>
          <w:cs/>
          <w:lang w:val="th-TH"/>
        </w:rPr>
        <w:t>การประมาณการ</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76073C" w:rsidRDefault="00F60E66" w:rsidP="000721F1">
      <w:pPr>
        <w:pStyle w:val="CordiaNew"/>
        <w:tabs>
          <w:tab w:val="clear" w:pos="4153"/>
          <w:tab w:val="left" w:pos="426"/>
        </w:tabs>
        <w:ind w:left="360"/>
        <w:rPr>
          <w:rFonts w:ascii="Browallia New" w:hAnsi="Browallia New" w:cs="Browallia New"/>
          <w:color w:val="auto"/>
          <w:cs/>
          <w:lang w:val="th-TH"/>
        </w:rPr>
      </w:pPr>
      <w:r w:rsidRPr="0076073C">
        <w:rPr>
          <w:rFonts w:ascii="Browallia New" w:hAnsi="Browallia New" w:cs="Browallia New"/>
          <w:color w:val="auto"/>
          <w:sz w:val="28"/>
          <w:szCs w:val="28"/>
          <w:cs/>
          <w:lang w:val="th-TH"/>
        </w:rPr>
        <w:t xml:space="preserve"> </w:t>
      </w:r>
    </w:p>
    <w:p w14:paraId="56557632" w14:textId="343841EA" w:rsidR="007E03C4" w:rsidRPr="0076073C" w:rsidRDefault="00805A6E" w:rsidP="000721F1">
      <w:pPr>
        <w:pStyle w:val="CordiaNew"/>
        <w:tabs>
          <w:tab w:val="clear" w:pos="4153"/>
          <w:tab w:val="left" w:pos="426"/>
        </w:tabs>
        <w:ind w:left="360"/>
        <w:rPr>
          <w:rFonts w:ascii="Browallia New" w:hAnsi="Browallia New" w:cs="Browallia New"/>
          <w:color w:val="auto"/>
          <w:sz w:val="28"/>
          <w:szCs w:val="28"/>
        </w:rPr>
      </w:pPr>
      <w:r w:rsidRPr="0076073C">
        <w:rPr>
          <w:rFonts w:ascii="Browallia New" w:hAnsi="Browallia New" w:cs="Browallia New"/>
          <w:color w:val="auto"/>
          <w:sz w:val="28"/>
          <w:szCs w:val="28"/>
          <w:cs/>
          <w:lang w:val="th-TH"/>
        </w:rPr>
        <w:t>การใช้ดุลยพินิจ</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การประมาณการ</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และข้อสมมติฐาน</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ท</w:t>
      </w:r>
      <w:r w:rsidR="00D97D18" w:rsidRPr="0076073C">
        <w:rPr>
          <w:rFonts w:ascii="Browallia New" w:hAnsi="Browallia New" w:cs="Browallia New"/>
          <w:color w:val="auto"/>
          <w:sz w:val="28"/>
          <w:szCs w:val="28"/>
          <w:cs/>
          <w:lang w:val="th-TH"/>
        </w:rPr>
        <w:t>ี่</w:t>
      </w:r>
      <w:r w:rsidRPr="0076073C">
        <w:rPr>
          <w:rFonts w:ascii="Browallia New" w:hAnsi="Browallia New" w:cs="Browallia New"/>
          <w:color w:val="auto"/>
          <w:sz w:val="28"/>
          <w:szCs w:val="28"/>
          <w:cs/>
          <w:lang w:val="th-TH"/>
        </w:rPr>
        <w:t>นำมาใช้ในการจั</w:t>
      </w:r>
      <w:r w:rsidR="00BB199C" w:rsidRPr="0076073C">
        <w:rPr>
          <w:rFonts w:ascii="Browallia New" w:hAnsi="Browallia New" w:cs="Browallia New"/>
          <w:color w:val="auto"/>
          <w:sz w:val="28"/>
          <w:szCs w:val="28"/>
          <w:cs/>
          <w:lang w:val="th-TH"/>
        </w:rPr>
        <w:t>ดทำงบการเงินระหว่างกาล</w:t>
      </w:r>
      <w:r w:rsidR="006F4127" w:rsidRPr="0076073C">
        <w:rPr>
          <w:rFonts w:ascii="Browallia New" w:hAnsi="Browallia New" w:cs="Browallia New"/>
          <w:color w:val="auto"/>
          <w:sz w:val="28"/>
          <w:szCs w:val="28"/>
        </w:rPr>
        <w:t xml:space="preserve"> </w:t>
      </w:r>
      <w:r w:rsidR="006F4127" w:rsidRPr="0076073C">
        <w:rPr>
          <w:rFonts w:ascii="Browallia New" w:hAnsi="Browallia New" w:cs="Browallia New"/>
          <w:color w:val="auto"/>
          <w:sz w:val="28"/>
          <w:szCs w:val="28"/>
          <w:cs/>
        </w:rPr>
        <w:t>รวมถึงแหล่งข้อมูลสำคัญเกี่ยวกับความไม่แน่นอนของประมาณการ</w:t>
      </w:r>
      <w:r w:rsidR="00F60E66" w:rsidRPr="0076073C">
        <w:rPr>
          <w:rFonts w:ascii="Browallia New" w:hAnsi="Browallia New" w:cs="Browallia New"/>
          <w:color w:val="auto"/>
          <w:sz w:val="28"/>
          <w:szCs w:val="28"/>
          <w:cs/>
          <w:lang w:val="th-TH"/>
        </w:rPr>
        <w:t xml:space="preserve"> </w:t>
      </w:r>
      <w:r w:rsidRPr="0076073C">
        <w:rPr>
          <w:rFonts w:ascii="Browallia New" w:hAnsi="Browallia New" w:cs="Browallia New"/>
          <w:color w:val="auto"/>
          <w:sz w:val="28"/>
          <w:szCs w:val="28"/>
          <w:cs/>
          <w:lang w:val="th-TH"/>
        </w:rPr>
        <w:t>ใช้</w:t>
      </w:r>
      <w:r w:rsidR="00490432" w:rsidRPr="0076073C">
        <w:rPr>
          <w:rFonts w:ascii="Browallia New" w:hAnsi="Browallia New" w:cs="Browallia New"/>
          <w:color w:val="auto"/>
          <w:sz w:val="28"/>
          <w:szCs w:val="28"/>
          <w:cs/>
          <w:lang w:val="th-TH"/>
        </w:rPr>
        <w:t>หลักเกณฑ์เดียวกันกับที่ใช้</w:t>
      </w:r>
      <w:r w:rsidRPr="0076073C">
        <w:rPr>
          <w:rFonts w:ascii="Browallia New" w:hAnsi="Browallia New" w:cs="Browallia New"/>
          <w:color w:val="auto"/>
          <w:sz w:val="28"/>
          <w:szCs w:val="28"/>
          <w:cs/>
          <w:lang w:val="th-TH"/>
        </w:rPr>
        <w:t>ในงบการเงินประจำป</w:t>
      </w:r>
      <w:r w:rsidR="00285D52" w:rsidRPr="0076073C">
        <w:rPr>
          <w:rFonts w:ascii="Browallia New" w:hAnsi="Browallia New" w:cs="Browallia New"/>
          <w:color w:val="auto"/>
          <w:sz w:val="28"/>
          <w:szCs w:val="28"/>
          <w:cs/>
          <w:lang w:val="th-TH"/>
        </w:rPr>
        <w:t>ี</w:t>
      </w:r>
      <w:r w:rsidRPr="0076073C">
        <w:rPr>
          <w:rFonts w:ascii="Browallia New" w:hAnsi="Browallia New" w:cs="Browallia New"/>
          <w:color w:val="auto"/>
          <w:sz w:val="28"/>
          <w:szCs w:val="28"/>
          <w:cs/>
          <w:lang w:val="th-TH"/>
        </w:rPr>
        <w:t>สิ้นสุดวันที่</w:t>
      </w:r>
      <w:r w:rsidR="00F60E66" w:rsidRPr="0076073C">
        <w:rPr>
          <w:rFonts w:ascii="Browallia New" w:hAnsi="Browallia New" w:cs="Browallia New"/>
          <w:color w:val="auto"/>
          <w:sz w:val="28"/>
          <w:szCs w:val="28"/>
          <w:cs/>
          <w:lang w:val="th-TH"/>
        </w:rPr>
        <w:t xml:space="preserve"> </w:t>
      </w:r>
      <w:r w:rsidR="002C3D63" w:rsidRPr="0076073C">
        <w:rPr>
          <w:rFonts w:ascii="Browallia New" w:hAnsi="Browallia New" w:cs="Browallia New"/>
          <w:color w:val="auto"/>
          <w:sz w:val="28"/>
          <w:szCs w:val="28"/>
          <w:cs/>
          <w:lang w:val="th-TH"/>
        </w:rPr>
        <w:br/>
      </w:r>
      <w:r w:rsidRPr="0076073C">
        <w:rPr>
          <w:rFonts w:ascii="Browallia New" w:hAnsi="Browallia New" w:cs="Browallia New"/>
          <w:color w:val="auto"/>
          <w:sz w:val="28"/>
          <w:szCs w:val="28"/>
          <w:cs/>
          <w:lang w:val="th-TH"/>
        </w:rPr>
        <w:t>31 ธันวาคม</w:t>
      </w:r>
      <w:r w:rsidR="00F60E66" w:rsidRPr="0076073C">
        <w:rPr>
          <w:rFonts w:ascii="Browallia New" w:hAnsi="Browallia New" w:cs="Browallia New"/>
          <w:color w:val="auto"/>
          <w:sz w:val="28"/>
          <w:szCs w:val="28"/>
          <w:cs/>
          <w:lang w:val="th-TH"/>
        </w:rPr>
        <w:t xml:space="preserve"> </w:t>
      </w:r>
      <w:r w:rsidR="00675EAA" w:rsidRPr="0076073C">
        <w:rPr>
          <w:rFonts w:ascii="Browallia New" w:hAnsi="Browallia New" w:cs="Browallia New"/>
          <w:color w:val="auto"/>
          <w:sz w:val="28"/>
          <w:szCs w:val="28"/>
          <w:cs/>
          <w:lang w:val="th-TH"/>
        </w:rPr>
        <w:t>256</w:t>
      </w:r>
      <w:r w:rsidR="008E67AA" w:rsidRPr="0076073C">
        <w:rPr>
          <w:rFonts w:ascii="Browallia New" w:hAnsi="Browallia New" w:cs="Browallia New"/>
          <w:color w:val="auto"/>
          <w:sz w:val="28"/>
          <w:szCs w:val="28"/>
        </w:rPr>
        <w:t>7</w:t>
      </w:r>
    </w:p>
    <w:p w14:paraId="159F61F7" w14:textId="28155F71" w:rsidR="001A7182" w:rsidRPr="0076073C" w:rsidRDefault="001A7182" w:rsidP="000721F1">
      <w:pPr>
        <w:rPr>
          <w:rFonts w:ascii="Browallia New" w:hAnsi="Browallia New" w:cs="Browallia New"/>
          <w:sz w:val="24"/>
          <w:szCs w:val="24"/>
          <w:cs/>
        </w:rPr>
      </w:pPr>
    </w:p>
    <w:p w14:paraId="485624B4" w14:textId="29CA1C5B" w:rsidR="003E4706" w:rsidRPr="0076073C"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เงินสดและรายการเทียบเท่าเงินสด</w:t>
      </w:r>
    </w:p>
    <w:p w14:paraId="485624B5" w14:textId="77777777" w:rsidR="001F5364" w:rsidRPr="0076073C" w:rsidRDefault="001F5364" w:rsidP="006160D0">
      <w:pPr>
        <w:pStyle w:val="CordiaNew"/>
        <w:tabs>
          <w:tab w:val="clear" w:pos="4153"/>
          <w:tab w:val="left" w:pos="426"/>
        </w:tabs>
        <w:ind w:left="360"/>
        <w:rPr>
          <w:rFonts w:ascii="Browallia New" w:hAnsi="Browallia New" w:cs="Browallia New"/>
          <w:color w:val="auto"/>
          <w:sz w:val="20"/>
          <w:szCs w:val="20"/>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76073C" w14:paraId="485624BA" w14:textId="77777777" w:rsidTr="00486345">
        <w:trPr>
          <w:cantSplit/>
        </w:trPr>
        <w:tc>
          <w:tcPr>
            <w:tcW w:w="3322" w:type="dxa"/>
          </w:tcPr>
          <w:p w14:paraId="485624B6" w14:textId="77777777" w:rsidR="003E4706" w:rsidRPr="0076073C"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76073C" w:rsidRDefault="003E4706" w:rsidP="003E0B20">
            <w:pPr>
              <w:jc w:val="center"/>
              <w:rPr>
                <w:rFonts w:ascii="Browallia New" w:hAnsi="Browallia New" w:cs="Browallia New"/>
              </w:rPr>
            </w:pPr>
          </w:p>
        </w:tc>
        <w:tc>
          <w:tcPr>
            <w:tcW w:w="225" w:type="dxa"/>
          </w:tcPr>
          <w:p w14:paraId="485624B8" w14:textId="77777777" w:rsidR="003E4706" w:rsidRPr="0076073C" w:rsidRDefault="003E4706" w:rsidP="003E0B20">
            <w:pPr>
              <w:ind w:right="72"/>
              <w:rPr>
                <w:rFonts w:ascii="Browallia New" w:hAnsi="Browallia New" w:cs="Browallia New"/>
              </w:rPr>
            </w:pPr>
          </w:p>
        </w:tc>
        <w:tc>
          <w:tcPr>
            <w:tcW w:w="2799" w:type="dxa"/>
            <w:gridSpan w:val="3"/>
          </w:tcPr>
          <w:p w14:paraId="485624B9" w14:textId="22918B2E" w:rsidR="003E4706" w:rsidRPr="0076073C" w:rsidRDefault="003E4706" w:rsidP="003E0B20">
            <w:pPr>
              <w:ind w:right="72"/>
              <w:jc w:val="right"/>
              <w:rPr>
                <w:rFonts w:ascii="Browallia New" w:hAnsi="Browallia New" w:cs="Browallia New"/>
              </w:rPr>
            </w:pPr>
            <w:r w:rsidRPr="0076073C">
              <w:rPr>
                <w:rFonts w:ascii="Browallia New" w:hAnsi="Browallia New" w:cs="Browallia New"/>
                <w:cs/>
              </w:rPr>
              <w:t>(หน่วย</w:t>
            </w:r>
            <w:r w:rsidR="00F60E66" w:rsidRPr="0076073C">
              <w:rPr>
                <w:rFonts w:ascii="Browallia New" w:hAnsi="Browallia New" w:cs="Browallia New"/>
              </w:rPr>
              <w:t xml:space="preserve"> </w:t>
            </w:r>
            <w:r w:rsidRPr="0076073C">
              <w:rPr>
                <w:rFonts w:ascii="Browallia New" w:hAnsi="Browallia New" w:cs="Browallia New"/>
              </w:rPr>
              <w:t xml:space="preserve">: </w:t>
            </w:r>
            <w:r w:rsidRPr="0076073C">
              <w:rPr>
                <w:rFonts w:ascii="Browallia New" w:hAnsi="Browallia New" w:cs="Browallia New"/>
                <w:cs/>
              </w:rPr>
              <w:t>พันบาท)</w:t>
            </w:r>
          </w:p>
        </w:tc>
      </w:tr>
      <w:tr w:rsidR="003E4706" w:rsidRPr="0076073C" w14:paraId="485624BF" w14:textId="77777777" w:rsidTr="00486345">
        <w:trPr>
          <w:cantSplit/>
        </w:trPr>
        <w:tc>
          <w:tcPr>
            <w:tcW w:w="3322" w:type="dxa"/>
          </w:tcPr>
          <w:p w14:paraId="485624BB" w14:textId="77777777" w:rsidR="003E4706" w:rsidRPr="0076073C"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F37FCC9" w:rsidR="003E4706" w:rsidRPr="0076073C" w:rsidRDefault="00D034CA" w:rsidP="003E0B20">
            <w:pPr>
              <w:jc w:val="center"/>
              <w:rPr>
                <w:rFonts w:ascii="Browallia New" w:hAnsi="Browallia New" w:cs="Browallia New"/>
              </w:rPr>
            </w:pPr>
            <w:r w:rsidRPr="0076073C">
              <w:rPr>
                <w:rFonts w:ascii="Browallia New" w:hAnsi="Browallia New" w:cs="Browallia New"/>
                <w:cs/>
              </w:rPr>
              <w:t>ข้อมูล</w:t>
            </w:r>
            <w:r w:rsidR="007A73E7" w:rsidRPr="0076073C">
              <w:rPr>
                <w:rFonts w:ascii="Browallia New" w:hAnsi="Browallia New" w:cs="Browallia New"/>
                <w:cs/>
              </w:rPr>
              <w:t>ทาง</w:t>
            </w:r>
            <w:r w:rsidR="003E4706" w:rsidRPr="0076073C">
              <w:rPr>
                <w:rFonts w:ascii="Browallia New" w:hAnsi="Browallia New" w:cs="Browallia New"/>
                <w:cs/>
              </w:rPr>
              <w:t>การเงินรวม</w:t>
            </w:r>
          </w:p>
        </w:tc>
        <w:tc>
          <w:tcPr>
            <w:tcW w:w="225" w:type="dxa"/>
          </w:tcPr>
          <w:p w14:paraId="485624BD" w14:textId="77777777" w:rsidR="003E4706" w:rsidRPr="0076073C"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06951CDD" w:rsidR="003E4706" w:rsidRPr="0076073C" w:rsidRDefault="007A73E7" w:rsidP="003E0B20">
            <w:pPr>
              <w:ind w:right="72"/>
              <w:jc w:val="center"/>
              <w:rPr>
                <w:rFonts w:ascii="Browallia New" w:hAnsi="Browallia New" w:cs="Browallia New"/>
              </w:rPr>
            </w:pPr>
            <w:r w:rsidRPr="0076073C">
              <w:rPr>
                <w:rFonts w:ascii="Browallia New" w:hAnsi="Browallia New" w:cs="Browallia New"/>
                <w:cs/>
              </w:rPr>
              <w:t>ข้อมูลทาง</w:t>
            </w:r>
            <w:r w:rsidR="003E4706" w:rsidRPr="0076073C">
              <w:rPr>
                <w:rFonts w:ascii="Browallia New" w:hAnsi="Browallia New" w:cs="Browallia New"/>
                <w:cs/>
              </w:rPr>
              <w:t>การเงินเฉพาะบริษัท</w:t>
            </w:r>
          </w:p>
        </w:tc>
      </w:tr>
      <w:tr w:rsidR="00246F86" w:rsidRPr="0076073C" w14:paraId="485624CC" w14:textId="77777777" w:rsidTr="00486345">
        <w:trPr>
          <w:cantSplit/>
        </w:trPr>
        <w:tc>
          <w:tcPr>
            <w:tcW w:w="3322" w:type="dxa"/>
          </w:tcPr>
          <w:p w14:paraId="485624C0" w14:textId="77777777" w:rsidR="00246F86" w:rsidRPr="0076073C" w:rsidRDefault="00246F86" w:rsidP="00246F86">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640085CD" w:rsidR="00246F86" w:rsidRPr="0076073C" w:rsidRDefault="00246F86" w:rsidP="00246F86">
            <w:pPr>
              <w:ind w:left="-105"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25" w:type="dxa"/>
            <w:tcBorders>
              <w:top w:val="single" w:sz="4" w:space="0" w:color="auto"/>
            </w:tcBorders>
            <w:vAlign w:val="bottom"/>
          </w:tcPr>
          <w:p w14:paraId="485624C3" w14:textId="77777777" w:rsidR="00246F86" w:rsidRPr="0076073C" w:rsidRDefault="00246F86" w:rsidP="00246F86">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246F86" w:rsidRPr="0076073C" w:rsidRDefault="00246F86" w:rsidP="00246F86">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4C5" w14:textId="40745642" w:rsidR="00246F86" w:rsidRPr="0076073C" w:rsidRDefault="00246F86" w:rsidP="00246F86">
            <w:pPr>
              <w:ind w:left="-105" w:right="-108"/>
              <w:jc w:val="center"/>
              <w:rPr>
                <w:rFonts w:ascii="Browallia New" w:hAnsi="Browallia New" w:cs="Browallia New"/>
              </w:rPr>
            </w:pPr>
            <w:r w:rsidRPr="0076073C">
              <w:rPr>
                <w:rFonts w:ascii="Browallia New" w:hAnsi="Browallia New" w:cs="Browallia New"/>
              </w:rPr>
              <w:t>2567</w:t>
            </w:r>
          </w:p>
        </w:tc>
        <w:tc>
          <w:tcPr>
            <w:tcW w:w="225" w:type="dxa"/>
          </w:tcPr>
          <w:p w14:paraId="485624C6" w14:textId="77777777" w:rsidR="00246F86" w:rsidRPr="0076073C" w:rsidRDefault="00246F86" w:rsidP="00246F86">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5461B6E9" w:rsidR="00246F86" w:rsidRPr="0076073C" w:rsidRDefault="00246F86" w:rsidP="00246F86">
            <w:pPr>
              <w:ind w:left="-105"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4" w:type="dxa"/>
            <w:tcBorders>
              <w:top w:val="single" w:sz="4" w:space="0" w:color="auto"/>
            </w:tcBorders>
            <w:vAlign w:val="bottom"/>
          </w:tcPr>
          <w:p w14:paraId="485624C9" w14:textId="77777777" w:rsidR="00246F86" w:rsidRPr="0076073C" w:rsidRDefault="00246F86" w:rsidP="00246F86">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40AA6097" w14:textId="77777777" w:rsidR="00246F86" w:rsidRPr="0076073C" w:rsidRDefault="00246F86" w:rsidP="00246F86">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4CB" w14:textId="6348561F" w:rsidR="00246F86" w:rsidRPr="0076073C" w:rsidRDefault="00246F86" w:rsidP="00246F86">
            <w:pPr>
              <w:ind w:left="-105" w:right="-108"/>
              <w:jc w:val="center"/>
              <w:rPr>
                <w:rFonts w:ascii="Browallia New" w:hAnsi="Browallia New" w:cs="Browallia New"/>
                <w:cs/>
              </w:rPr>
            </w:pPr>
            <w:r w:rsidRPr="0076073C">
              <w:rPr>
                <w:rFonts w:ascii="Browallia New" w:hAnsi="Browallia New" w:cs="Browallia New"/>
              </w:rPr>
              <w:t>2567</w:t>
            </w:r>
          </w:p>
        </w:tc>
      </w:tr>
      <w:tr w:rsidR="003E4706" w:rsidRPr="0076073C"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76073C" w:rsidRDefault="003E4706" w:rsidP="003E0B20">
            <w:pPr>
              <w:jc w:val="thaiDistribute"/>
              <w:rPr>
                <w:rFonts w:ascii="Browallia New" w:hAnsi="Browallia New" w:cs="Browallia New"/>
                <w:sz w:val="16"/>
                <w:szCs w:val="16"/>
              </w:rPr>
            </w:pPr>
          </w:p>
        </w:tc>
        <w:tc>
          <w:tcPr>
            <w:tcW w:w="1286" w:type="dxa"/>
            <w:tcBorders>
              <w:top w:val="nil"/>
              <w:left w:val="nil"/>
              <w:bottom w:val="nil"/>
              <w:right w:val="nil"/>
            </w:tcBorders>
          </w:tcPr>
          <w:p w14:paraId="485624CE" w14:textId="77777777" w:rsidR="003E4706" w:rsidRPr="0076073C"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CF" w14:textId="77777777" w:rsidR="003E4706" w:rsidRPr="0076073C" w:rsidRDefault="003E4706" w:rsidP="003E0B20">
            <w:pPr>
              <w:tabs>
                <w:tab w:val="decimal" w:pos="885"/>
              </w:tabs>
              <w:jc w:val="thaiDistribute"/>
              <w:rPr>
                <w:rFonts w:ascii="Browallia New" w:hAnsi="Browallia New" w:cs="Browallia New"/>
                <w:sz w:val="16"/>
                <w:szCs w:val="16"/>
              </w:rPr>
            </w:pPr>
          </w:p>
        </w:tc>
        <w:tc>
          <w:tcPr>
            <w:tcW w:w="1242" w:type="dxa"/>
            <w:tcBorders>
              <w:top w:val="nil"/>
              <w:left w:val="nil"/>
              <w:bottom w:val="nil"/>
              <w:right w:val="nil"/>
            </w:tcBorders>
          </w:tcPr>
          <w:p w14:paraId="485624D0" w14:textId="77777777" w:rsidR="003E4706" w:rsidRPr="0076073C" w:rsidRDefault="003E4706" w:rsidP="003E0B20">
            <w:pPr>
              <w:tabs>
                <w:tab w:val="decimal" w:pos="885"/>
              </w:tabs>
              <w:jc w:val="thaiDistribute"/>
              <w:rPr>
                <w:rFonts w:ascii="Browallia New" w:hAnsi="Browallia New" w:cs="Browallia New"/>
                <w:sz w:val="16"/>
                <w:szCs w:val="16"/>
              </w:rPr>
            </w:pPr>
          </w:p>
        </w:tc>
        <w:tc>
          <w:tcPr>
            <w:tcW w:w="225" w:type="dxa"/>
            <w:tcBorders>
              <w:top w:val="nil"/>
              <w:left w:val="nil"/>
              <w:bottom w:val="nil"/>
              <w:right w:val="nil"/>
            </w:tcBorders>
          </w:tcPr>
          <w:p w14:paraId="485624D1" w14:textId="77777777" w:rsidR="003E4706" w:rsidRPr="0076073C" w:rsidRDefault="003E4706" w:rsidP="003E0B20">
            <w:pPr>
              <w:jc w:val="thaiDistribute"/>
              <w:rPr>
                <w:rFonts w:ascii="Browallia New" w:hAnsi="Browallia New" w:cs="Browallia New"/>
                <w:sz w:val="16"/>
                <w:szCs w:val="16"/>
              </w:rPr>
            </w:pPr>
          </w:p>
        </w:tc>
        <w:tc>
          <w:tcPr>
            <w:tcW w:w="1269" w:type="dxa"/>
            <w:tcBorders>
              <w:top w:val="nil"/>
              <w:left w:val="nil"/>
              <w:bottom w:val="nil"/>
              <w:right w:val="nil"/>
            </w:tcBorders>
          </w:tcPr>
          <w:p w14:paraId="485624D2" w14:textId="77777777" w:rsidR="003E4706" w:rsidRPr="0076073C" w:rsidRDefault="003E4706" w:rsidP="003E0B20">
            <w:pPr>
              <w:tabs>
                <w:tab w:val="decimal" w:pos="885"/>
              </w:tabs>
              <w:jc w:val="thaiDistribute"/>
              <w:rPr>
                <w:rFonts w:ascii="Browallia New" w:hAnsi="Browallia New" w:cs="Browallia New"/>
                <w:sz w:val="16"/>
                <w:szCs w:val="16"/>
              </w:rPr>
            </w:pPr>
          </w:p>
        </w:tc>
        <w:tc>
          <w:tcPr>
            <w:tcW w:w="234" w:type="dxa"/>
            <w:tcBorders>
              <w:top w:val="nil"/>
              <w:left w:val="nil"/>
              <w:bottom w:val="nil"/>
              <w:right w:val="nil"/>
            </w:tcBorders>
          </w:tcPr>
          <w:p w14:paraId="485624D3" w14:textId="77777777" w:rsidR="003E4706" w:rsidRPr="0076073C" w:rsidRDefault="003E4706" w:rsidP="003E0B20">
            <w:pPr>
              <w:tabs>
                <w:tab w:val="decimal" w:pos="885"/>
              </w:tabs>
              <w:jc w:val="thaiDistribute"/>
              <w:rPr>
                <w:rFonts w:ascii="Browallia New" w:hAnsi="Browallia New" w:cs="Browallia New"/>
                <w:sz w:val="16"/>
                <w:szCs w:val="16"/>
              </w:rPr>
            </w:pPr>
          </w:p>
        </w:tc>
        <w:tc>
          <w:tcPr>
            <w:tcW w:w="1296" w:type="dxa"/>
            <w:tcBorders>
              <w:top w:val="nil"/>
              <w:left w:val="nil"/>
              <w:bottom w:val="nil"/>
              <w:right w:val="nil"/>
            </w:tcBorders>
          </w:tcPr>
          <w:p w14:paraId="485624D4" w14:textId="77777777" w:rsidR="003E4706" w:rsidRPr="0076073C" w:rsidRDefault="003E4706" w:rsidP="003E0B20">
            <w:pPr>
              <w:tabs>
                <w:tab w:val="decimal" w:pos="885"/>
              </w:tabs>
              <w:jc w:val="thaiDistribute"/>
              <w:rPr>
                <w:rFonts w:ascii="Browallia New" w:hAnsi="Browallia New" w:cs="Browallia New"/>
                <w:sz w:val="16"/>
                <w:szCs w:val="16"/>
              </w:rPr>
            </w:pPr>
          </w:p>
        </w:tc>
      </w:tr>
      <w:tr w:rsidR="00033BC0" w:rsidRPr="0076073C"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033BC0" w:rsidRPr="0076073C" w:rsidRDefault="00033BC0" w:rsidP="00033BC0">
            <w:pPr>
              <w:rPr>
                <w:rFonts w:ascii="Browallia New" w:hAnsi="Browallia New" w:cs="Browallia New"/>
              </w:rPr>
            </w:pPr>
            <w:r w:rsidRPr="0076073C">
              <w:rPr>
                <w:rFonts w:ascii="Browallia New" w:hAnsi="Browallia New" w:cs="Browallia New"/>
                <w:cs/>
              </w:rPr>
              <w:t>เงินสด</w:t>
            </w:r>
            <w:r w:rsidRPr="0076073C">
              <w:rPr>
                <w:rFonts w:ascii="Browallia New" w:hAnsi="Browallia New" w:cs="Browallia New"/>
              </w:rPr>
              <w:t xml:space="preserve"> </w:t>
            </w:r>
          </w:p>
        </w:tc>
        <w:tc>
          <w:tcPr>
            <w:tcW w:w="1286" w:type="dxa"/>
            <w:tcBorders>
              <w:top w:val="nil"/>
              <w:left w:val="nil"/>
              <w:bottom w:val="nil"/>
              <w:right w:val="nil"/>
            </w:tcBorders>
          </w:tcPr>
          <w:p w14:paraId="485624D7" w14:textId="561678E3" w:rsidR="00033BC0" w:rsidRPr="0076073C" w:rsidRDefault="00033BC0" w:rsidP="00033BC0">
            <w:pPr>
              <w:ind w:right="96"/>
              <w:jc w:val="right"/>
              <w:rPr>
                <w:rFonts w:ascii="Browallia New" w:hAnsi="Browallia New" w:cs="Browallia New"/>
              </w:rPr>
            </w:pPr>
            <w:r w:rsidRPr="0076073C">
              <w:rPr>
                <w:rFonts w:ascii="Browallia New" w:hAnsi="Browallia New" w:cs="Browallia New"/>
              </w:rPr>
              <w:t xml:space="preserve"> 1,074 </w:t>
            </w:r>
          </w:p>
        </w:tc>
        <w:tc>
          <w:tcPr>
            <w:tcW w:w="225" w:type="dxa"/>
            <w:tcBorders>
              <w:top w:val="nil"/>
              <w:left w:val="nil"/>
              <w:bottom w:val="nil"/>
              <w:right w:val="nil"/>
            </w:tcBorders>
          </w:tcPr>
          <w:p w14:paraId="485624D8" w14:textId="77777777" w:rsidR="00033BC0" w:rsidRPr="0076073C" w:rsidRDefault="00033BC0" w:rsidP="00033BC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7CEEECA2" w:rsidR="00033BC0" w:rsidRPr="0076073C" w:rsidRDefault="00033BC0" w:rsidP="00033BC0">
            <w:pPr>
              <w:ind w:right="96"/>
              <w:jc w:val="right"/>
              <w:rPr>
                <w:rFonts w:ascii="Browallia New" w:hAnsi="Browallia New" w:cs="Browallia New"/>
              </w:rPr>
            </w:pPr>
            <w:r w:rsidRPr="00B73F53">
              <w:rPr>
                <w:rFonts w:ascii="Browallia New" w:hAnsi="Browallia New" w:cs="Browallia New"/>
              </w:rPr>
              <w:t>1,197</w:t>
            </w:r>
          </w:p>
        </w:tc>
        <w:tc>
          <w:tcPr>
            <w:tcW w:w="225" w:type="dxa"/>
            <w:tcBorders>
              <w:top w:val="nil"/>
              <w:left w:val="nil"/>
              <w:bottom w:val="nil"/>
              <w:right w:val="nil"/>
            </w:tcBorders>
          </w:tcPr>
          <w:p w14:paraId="485624DA" w14:textId="77777777" w:rsidR="00033BC0" w:rsidRPr="0076073C" w:rsidRDefault="00033BC0" w:rsidP="00033BC0">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30DFDD95"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 xml:space="preserve"> 1,000 </w:t>
            </w:r>
          </w:p>
        </w:tc>
        <w:tc>
          <w:tcPr>
            <w:tcW w:w="234" w:type="dxa"/>
            <w:tcBorders>
              <w:top w:val="nil"/>
              <w:left w:val="nil"/>
              <w:bottom w:val="nil"/>
              <w:right w:val="nil"/>
            </w:tcBorders>
          </w:tcPr>
          <w:p w14:paraId="485624DC" w14:textId="77777777" w:rsidR="00033BC0" w:rsidRPr="0076073C" w:rsidRDefault="00033BC0" w:rsidP="00033BC0">
            <w:pPr>
              <w:ind w:right="96"/>
              <w:rPr>
                <w:rFonts w:ascii="Browallia New" w:hAnsi="Browallia New" w:cs="Browallia New"/>
              </w:rPr>
            </w:pPr>
          </w:p>
        </w:tc>
        <w:tc>
          <w:tcPr>
            <w:tcW w:w="1296" w:type="dxa"/>
            <w:tcBorders>
              <w:top w:val="nil"/>
              <w:left w:val="nil"/>
              <w:bottom w:val="nil"/>
              <w:right w:val="nil"/>
            </w:tcBorders>
          </w:tcPr>
          <w:p w14:paraId="485624DD" w14:textId="435D2016"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1,000</w:t>
            </w:r>
          </w:p>
        </w:tc>
      </w:tr>
      <w:tr w:rsidR="00033BC0" w:rsidRPr="0076073C"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033BC0" w:rsidRPr="0076073C" w:rsidRDefault="00033BC0" w:rsidP="00033BC0">
            <w:pPr>
              <w:jc w:val="both"/>
              <w:rPr>
                <w:rFonts w:ascii="Browallia New" w:hAnsi="Browallia New" w:cs="Browallia New"/>
              </w:rPr>
            </w:pPr>
            <w:r w:rsidRPr="0076073C">
              <w:rPr>
                <w:rFonts w:ascii="Browallia New" w:hAnsi="Browallia New" w:cs="Browallia New"/>
                <w:cs/>
              </w:rPr>
              <w:t>เงินฝากธนาคาร</w:t>
            </w:r>
            <w:r w:rsidRPr="0076073C">
              <w:rPr>
                <w:rFonts w:ascii="Browallia New" w:hAnsi="Browallia New" w:cs="Browallia New"/>
              </w:rPr>
              <w:t xml:space="preserve"> - </w:t>
            </w:r>
            <w:r w:rsidRPr="0076073C">
              <w:rPr>
                <w:rFonts w:ascii="Browallia New" w:hAnsi="Browallia New" w:cs="Browallia New"/>
                <w:cs/>
              </w:rPr>
              <w:t>กระแสรายวัน</w:t>
            </w:r>
          </w:p>
        </w:tc>
        <w:tc>
          <w:tcPr>
            <w:tcW w:w="1286" w:type="dxa"/>
            <w:tcBorders>
              <w:top w:val="nil"/>
              <w:left w:val="nil"/>
              <w:bottom w:val="nil"/>
              <w:right w:val="nil"/>
            </w:tcBorders>
          </w:tcPr>
          <w:p w14:paraId="485624E0" w14:textId="32C8FF7B" w:rsidR="00033BC0" w:rsidRPr="0076073C" w:rsidRDefault="00033BC0" w:rsidP="00033BC0">
            <w:pPr>
              <w:ind w:right="96"/>
              <w:jc w:val="right"/>
              <w:rPr>
                <w:rFonts w:ascii="Browallia New" w:hAnsi="Browallia New" w:cs="Browallia New"/>
              </w:rPr>
            </w:pPr>
            <w:r w:rsidRPr="0076073C">
              <w:rPr>
                <w:rFonts w:ascii="Browallia New" w:hAnsi="Browallia New" w:cs="Browallia New"/>
              </w:rPr>
              <w:t xml:space="preserve"> 79,69</w:t>
            </w:r>
            <w:r w:rsidR="004F7724" w:rsidRPr="0076073C">
              <w:rPr>
                <w:rFonts w:ascii="Browallia New" w:hAnsi="Browallia New" w:cs="Browallia New"/>
              </w:rPr>
              <w:t>3</w:t>
            </w:r>
            <w:r w:rsidRPr="0076073C">
              <w:rPr>
                <w:rFonts w:ascii="Browallia New" w:hAnsi="Browallia New" w:cs="Browallia New"/>
              </w:rPr>
              <w:t xml:space="preserve"> </w:t>
            </w:r>
          </w:p>
        </w:tc>
        <w:tc>
          <w:tcPr>
            <w:tcW w:w="225" w:type="dxa"/>
            <w:tcBorders>
              <w:top w:val="nil"/>
              <w:left w:val="nil"/>
              <w:bottom w:val="nil"/>
              <w:right w:val="nil"/>
            </w:tcBorders>
          </w:tcPr>
          <w:p w14:paraId="485624E1" w14:textId="77777777" w:rsidR="00033BC0" w:rsidRPr="0076073C" w:rsidRDefault="00033BC0" w:rsidP="00033BC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74F8F317" w:rsidR="00033BC0" w:rsidRPr="0076073C" w:rsidRDefault="00033BC0" w:rsidP="00033BC0">
            <w:pPr>
              <w:ind w:right="96"/>
              <w:jc w:val="right"/>
              <w:rPr>
                <w:rFonts w:ascii="Browallia New" w:hAnsi="Browallia New" w:cs="Browallia New"/>
              </w:rPr>
            </w:pPr>
            <w:r w:rsidRPr="00B73F53">
              <w:rPr>
                <w:rFonts w:ascii="Browallia New" w:hAnsi="Browallia New" w:cs="Browallia New"/>
              </w:rPr>
              <w:t>47,175</w:t>
            </w:r>
          </w:p>
        </w:tc>
        <w:tc>
          <w:tcPr>
            <w:tcW w:w="225" w:type="dxa"/>
            <w:tcBorders>
              <w:top w:val="nil"/>
              <w:left w:val="nil"/>
              <w:bottom w:val="nil"/>
              <w:right w:val="nil"/>
            </w:tcBorders>
          </w:tcPr>
          <w:p w14:paraId="485624E3" w14:textId="77777777" w:rsidR="00033BC0" w:rsidRPr="0076073C" w:rsidRDefault="00033BC0" w:rsidP="00033BC0">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174469C9"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 xml:space="preserve"> 64,900 </w:t>
            </w:r>
          </w:p>
        </w:tc>
        <w:tc>
          <w:tcPr>
            <w:tcW w:w="234" w:type="dxa"/>
            <w:tcBorders>
              <w:top w:val="nil"/>
              <w:left w:val="nil"/>
              <w:bottom w:val="nil"/>
              <w:right w:val="nil"/>
            </w:tcBorders>
          </w:tcPr>
          <w:p w14:paraId="485624E5" w14:textId="77777777" w:rsidR="00033BC0" w:rsidRPr="0076073C" w:rsidRDefault="00033BC0" w:rsidP="00033BC0">
            <w:pPr>
              <w:ind w:right="96"/>
              <w:jc w:val="center"/>
              <w:rPr>
                <w:rFonts w:ascii="Browallia New" w:hAnsi="Browallia New" w:cs="Browallia New"/>
              </w:rPr>
            </w:pPr>
          </w:p>
        </w:tc>
        <w:tc>
          <w:tcPr>
            <w:tcW w:w="1296" w:type="dxa"/>
            <w:tcBorders>
              <w:top w:val="nil"/>
              <w:left w:val="nil"/>
              <w:bottom w:val="nil"/>
              <w:right w:val="nil"/>
            </w:tcBorders>
          </w:tcPr>
          <w:p w14:paraId="485624E6" w14:textId="66A4CAC6"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39,885</w:t>
            </w:r>
          </w:p>
        </w:tc>
      </w:tr>
      <w:tr w:rsidR="00033BC0" w:rsidRPr="0076073C"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033BC0" w:rsidRPr="0076073C" w:rsidRDefault="00033BC0" w:rsidP="00033BC0">
            <w:pPr>
              <w:jc w:val="both"/>
              <w:rPr>
                <w:rFonts w:ascii="Browallia New" w:hAnsi="Browallia New" w:cs="Browallia New"/>
              </w:rPr>
            </w:pPr>
            <w:r w:rsidRPr="0076073C">
              <w:rPr>
                <w:rFonts w:ascii="Browallia New" w:hAnsi="Browallia New" w:cs="Browallia New"/>
                <w:color w:val="FFFFFF" w:themeColor="background1"/>
                <w:cs/>
              </w:rPr>
              <w:t>เงินฝากธนาคาร</w:t>
            </w:r>
            <w:r w:rsidRPr="0076073C">
              <w:rPr>
                <w:rFonts w:ascii="Browallia New" w:hAnsi="Browallia New" w:cs="Browallia New"/>
                <w:color w:val="FFFFFF"/>
              </w:rPr>
              <w:t xml:space="preserve"> </w:t>
            </w:r>
            <w:r w:rsidRPr="0076073C">
              <w:rPr>
                <w:rFonts w:ascii="Browallia New" w:hAnsi="Browallia New" w:cs="Browallia New"/>
              </w:rPr>
              <w:t xml:space="preserve">- </w:t>
            </w:r>
            <w:r w:rsidRPr="0076073C">
              <w:rPr>
                <w:rFonts w:ascii="Browallia New" w:hAnsi="Browallia New" w:cs="Browallia New"/>
                <w:cs/>
              </w:rPr>
              <w:t>ออมทรัพย์</w:t>
            </w:r>
          </w:p>
        </w:tc>
        <w:tc>
          <w:tcPr>
            <w:tcW w:w="1286" w:type="dxa"/>
            <w:tcBorders>
              <w:top w:val="nil"/>
              <w:left w:val="nil"/>
              <w:bottom w:val="nil"/>
              <w:right w:val="nil"/>
            </w:tcBorders>
          </w:tcPr>
          <w:p w14:paraId="485624E9" w14:textId="2A18146D" w:rsidR="00033BC0" w:rsidRPr="0076073C" w:rsidRDefault="00033BC0" w:rsidP="00033BC0">
            <w:pPr>
              <w:ind w:right="96"/>
              <w:jc w:val="right"/>
              <w:rPr>
                <w:rFonts w:ascii="Browallia New" w:hAnsi="Browallia New" w:cs="Browallia New"/>
              </w:rPr>
            </w:pPr>
            <w:r w:rsidRPr="0076073C">
              <w:rPr>
                <w:rFonts w:ascii="Browallia New" w:hAnsi="Browallia New" w:cs="Browallia New"/>
              </w:rPr>
              <w:t xml:space="preserve"> 154,938 </w:t>
            </w:r>
          </w:p>
        </w:tc>
        <w:tc>
          <w:tcPr>
            <w:tcW w:w="225" w:type="dxa"/>
            <w:tcBorders>
              <w:top w:val="nil"/>
              <w:left w:val="nil"/>
              <w:bottom w:val="nil"/>
              <w:right w:val="nil"/>
            </w:tcBorders>
          </w:tcPr>
          <w:p w14:paraId="485624EA" w14:textId="77777777" w:rsidR="00033BC0" w:rsidRPr="0076073C" w:rsidRDefault="00033BC0" w:rsidP="00033BC0">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0D92BD75" w:rsidR="00033BC0" w:rsidRPr="0076073C" w:rsidRDefault="00033BC0" w:rsidP="00033BC0">
            <w:pPr>
              <w:ind w:right="96"/>
              <w:jc w:val="right"/>
              <w:rPr>
                <w:rFonts w:ascii="Browallia New" w:hAnsi="Browallia New" w:cs="Browallia New"/>
              </w:rPr>
            </w:pPr>
            <w:r w:rsidRPr="00B73F53">
              <w:rPr>
                <w:rFonts w:ascii="Browallia New" w:hAnsi="Browallia New" w:cs="Browallia New"/>
              </w:rPr>
              <w:t>153,747</w:t>
            </w:r>
          </w:p>
        </w:tc>
        <w:tc>
          <w:tcPr>
            <w:tcW w:w="225" w:type="dxa"/>
            <w:tcBorders>
              <w:top w:val="nil"/>
              <w:left w:val="nil"/>
              <w:bottom w:val="nil"/>
              <w:right w:val="nil"/>
            </w:tcBorders>
          </w:tcPr>
          <w:p w14:paraId="485624EC" w14:textId="77777777" w:rsidR="00033BC0" w:rsidRPr="0076073C" w:rsidRDefault="00033BC0" w:rsidP="00033BC0">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369AF087"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 xml:space="preserve"> 142,528 </w:t>
            </w:r>
          </w:p>
        </w:tc>
        <w:tc>
          <w:tcPr>
            <w:tcW w:w="234" w:type="dxa"/>
            <w:tcBorders>
              <w:top w:val="nil"/>
              <w:left w:val="nil"/>
              <w:bottom w:val="nil"/>
              <w:right w:val="nil"/>
            </w:tcBorders>
          </w:tcPr>
          <w:p w14:paraId="485624EE" w14:textId="77777777" w:rsidR="00033BC0" w:rsidRPr="0076073C" w:rsidRDefault="00033BC0" w:rsidP="00033BC0">
            <w:pPr>
              <w:ind w:right="96"/>
              <w:jc w:val="center"/>
              <w:rPr>
                <w:rFonts w:ascii="Browallia New" w:hAnsi="Browallia New" w:cs="Browallia New"/>
              </w:rPr>
            </w:pPr>
          </w:p>
        </w:tc>
        <w:tc>
          <w:tcPr>
            <w:tcW w:w="1296" w:type="dxa"/>
            <w:tcBorders>
              <w:top w:val="nil"/>
              <w:left w:val="nil"/>
              <w:bottom w:val="nil"/>
              <w:right w:val="nil"/>
            </w:tcBorders>
          </w:tcPr>
          <w:p w14:paraId="485624EF" w14:textId="5B040584"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148,029</w:t>
            </w:r>
          </w:p>
        </w:tc>
      </w:tr>
      <w:tr w:rsidR="00033BC0" w:rsidRPr="0076073C"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033BC0" w:rsidRPr="0076073C" w:rsidRDefault="00033BC0" w:rsidP="00033BC0">
            <w:pPr>
              <w:jc w:val="both"/>
              <w:rPr>
                <w:rFonts w:ascii="Browallia New" w:hAnsi="Browallia New" w:cs="Browallia New"/>
              </w:rPr>
            </w:pPr>
            <w:r w:rsidRPr="0076073C">
              <w:rPr>
                <w:rFonts w:ascii="Browallia New" w:hAnsi="Browallia New" w:cs="Browallia New"/>
                <w:cs/>
              </w:rPr>
              <w:t>เช็คระหว่างทาง</w:t>
            </w:r>
          </w:p>
        </w:tc>
        <w:tc>
          <w:tcPr>
            <w:tcW w:w="1286" w:type="dxa"/>
            <w:tcBorders>
              <w:top w:val="nil"/>
              <w:left w:val="nil"/>
              <w:right w:val="nil"/>
            </w:tcBorders>
          </w:tcPr>
          <w:p w14:paraId="485624F2" w14:textId="1AC09937" w:rsidR="00033BC0" w:rsidRPr="0076073C" w:rsidRDefault="00033BC0" w:rsidP="00033BC0">
            <w:pPr>
              <w:ind w:right="96"/>
              <w:jc w:val="right"/>
              <w:rPr>
                <w:rFonts w:ascii="Browallia New" w:hAnsi="Browallia New" w:cs="Browallia New"/>
              </w:rPr>
            </w:pPr>
            <w:r w:rsidRPr="0076073C">
              <w:rPr>
                <w:rFonts w:ascii="Browallia New" w:hAnsi="Browallia New" w:cs="Browallia New"/>
              </w:rPr>
              <w:t xml:space="preserve"> 8,93</w:t>
            </w:r>
            <w:r w:rsidR="004F7724" w:rsidRPr="0076073C">
              <w:rPr>
                <w:rFonts w:ascii="Browallia New" w:hAnsi="Browallia New" w:cs="Browallia New"/>
              </w:rPr>
              <w:t>1</w:t>
            </w:r>
            <w:r w:rsidRPr="0076073C">
              <w:rPr>
                <w:rFonts w:ascii="Browallia New" w:hAnsi="Browallia New" w:cs="Browallia New"/>
              </w:rPr>
              <w:t xml:space="preserve"> </w:t>
            </w:r>
          </w:p>
        </w:tc>
        <w:tc>
          <w:tcPr>
            <w:tcW w:w="225" w:type="dxa"/>
            <w:tcBorders>
              <w:top w:val="nil"/>
              <w:left w:val="nil"/>
              <w:bottom w:val="nil"/>
              <w:right w:val="nil"/>
            </w:tcBorders>
          </w:tcPr>
          <w:p w14:paraId="485624F3" w14:textId="77777777" w:rsidR="00033BC0" w:rsidRPr="0076073C" w:rsidRDefault="00033BC0" w:rsidP="00033BC0">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517AEDF8" w:rsidR="00033BC0" w:rsidRPr="0076073C" w:rsidRDefault="00033BC0" w:rsidP="00033BC0">
            <w:pPr>
              <w:ind w:right="96"/>
              <w:jc w:val="right"/>
              <w:rPr>
                <w:rFonts w:ascii="Browallia New" w:hAnsi="Browallia New" w:cs="Browallia New"/>
              </w:rPr>
            </w:pPr>
            <w:r w:rsidRPr="00B73F53">
              <w:rPr>
                <w:rFonts w:ascii="Browallia New" w:hAnsi="Browallia New" w:cs="Browallia New"/>
              </w:rPr>
              <w:t>7,329</w:t>
            </w:r>
          </w:p>
        </w:tc>
        <w:tc>
          <w:tcPr>
            <w:tcW w:w="225" w:type="dxa"/>
            <w:tcBorders>
              <w:top w:val="nil"/>
              <w:left w:val="nil"/>
              <w:bottom w:val="nil"/>
              <w:right w:val="nil"/>
            </w:tcBorders>
          </w:tcPr>
          <w:p w14:paraId="485624F5" w14:textId="77777777" w:rsidR="00033BC0" w:rsidRPr="0076073C" w:rsidRDefault="00033BC0" w:rsidP="00033BC0">
            <w:pPr>
              <w:ind w:right="96" w:firstLine="360"/>
              <w:jc w:val="right"/>
              <w:rPr>
                <w:rFonts w:ascii="Browallia New" w:hAnsi="Browallia New" w:cs="Browallia New"/>
              </w:rPr>
            </w:pPr>
          </w:p>
        </w:tc>
        <w:tc>
          <w:tcPr>
            <w:tcW w:w="1269" w:type="dxa"/>
            <w:tcBorders>
              <w:top w:val="nil"/>
              <w:left w:val="nil"/>
              <w:right w:val="nil"/>
            </w:tcBorders>
          </w:tcPr>
          <w:p w14:paraId="485624F6" w14:textId="0EE4FB3D"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 xml:space="preserve"> 8,93</w:t>
            </w:r>
            <w:r w:rsidR="00321B4A" w:rsidRPr="0076073C">
              <w:rPr>
                <w:rFonts w:ascii="Browallia New" w:hAnsi="Browallia New" w:cs="Browallia New"/>
              </w:rPr>
              <w:t>1</w:t>
            </w:r>
            <w:r w:rsidRPr="0076073C">
              <w:rPr>
                <w:rFonts w:ascii="Browallia New" w:hAnsi="Browallia New" w:cs="Browallia New"/>
              </w:rPr>
              <w:t xml:space="preserve"> </w:t>
            </w:r>
          </w:p>
        </w:tc>
        <w:tc>
          <w:tcPr>
            <w:tcW w:w="234" w:type="dxa"/>
            <w:tcBorders>
              <w:top w:val="nil"/>
              <w:left w:val="nil"/>
              <w:bottom w:val="nil"/>
              <w:right w:val="nil"/>
            </w:tcBorders>
          </w:tcPr>
          <w:p w14:paraId="485624F7" w14:textId="77777777" w:rsidR="00033BC0" w:rsidRPr="0076073C" w:rsidRDefault="00033BC0" w:rsidP="00033BC0">
            <w:pPr>
              <w:ind w:right="96"/>
              <w:jc w:val="center"/>
              <w:rPr>
                <w:rFonts w:ascii="Browallia New" w:hAnsi="Browallia New" w:cs="Browallia New"/>
              </w:rPr>
            </w:pPr>
          </w:p>
        </w:tc>
        <w:tc>
          <w:tcPr>
            <w:tcW w:w="1296" w:type="dxa"/>
            <w:tcBorders>
              <w:top w:val="nil"/>
              <w:left w:val="nil"/>
              <w:right w:val="nil"/>
            </w:tcBorders>
          </w:tcPr>
          <w:p w14:paraId="485624F8" w14:textId="44546EE5" w:rsidR="00033BC0" w:rsidRPr="0076073C" w:rsidRDefault="00033BC0" w:rsidP="00033BC0">
            <w:pPr>
              <w:ind w:right="80"/>
              <w:jc w:val="right"/>
              <w:rPr>
                <w:rFonts w:ascii="Browallia New" w:hAnsi="Browallia New" w:cs="Browallia New"/>
              </w:rPr>
            </w:pPr>
            <w:r w:rsidRPr="0076073C">
              <w:rPr>
                <w:rFonts w:ascii="Browallia New" w:hAnsi="Browallia New" w:cs="Browallia New"/>
              </w:rPr>
              <w:t>7,329</w:t>
            </w:r>
          </w:p>
        </w:tc>
      </w:tr>
      <w:tr w:rsidR="0006100B" w:rsidRPr="0076073C"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06100B" w:rsidRPr="0076073C" w:rsidRDefault="0006100B" w:rsidP="0006100B">
            <w:pPr>
              <w:ind w:left="266"/>
              <w:jc w:val="both"/>
              <w:rPr>
                <w:rFonts w:ascii="Browallia New" w:hAnsi="Browallia New" w:cs="Browallia New"/>
              </w:rPr>
            </w:pPr>
            <w:r w:rsidRPr="0076073C">
              <w:rPr>
                <w:rFonts w:ascii="Browallia New" w:hAnsi="Browallia New" w:cs="Browallia New"/>
                <w:cs/>
              </w:rPr>
              <w:t>รวม</w:t>
            </w:r>
          </w:p>
        </w:tc>
        <w:tc>
          <w:tcPr>
            <w:tcW w:w="1286" w:type="dxa"/>
            <w:tcBorders>
              <w:left w:val="nil"/>
              <w:bottom w:val="single" w:sz="12" w:space="0" w:color="auto"/>
              <w:right w:val="nil"/>
            </w:tcBorders>
          </w:tcPr>
          <w:p w14:paraId="485624FB" w14:textId="6525CC00" w:rsidR="0006100B" w:rsidRPr="0076073C" w:rsidRDefault="0076073C" w:rsidP="0006100B">
            <w:pPr>
              <w:ind w:right="96"/>
              <w:jc w:val="right"/>
              <w:rPr>
                <w:rFonts w:ascii="Browallia New" w:hAnsi="Browallia New" w:cs="Browallia New"/>
              </w:rPr>
            </w:pPr>
            <w:r w:rsidRPr="0076073C">
              <w:rPr>
                <w:rFonts w:ascii="Browallia New" w:hAnsi="Browallia New" w:cs="Browallia New"/>
              </w:rPr>
              <w:t>244</w:t>
            </w:r>
            <w:r w:rsidR="00033BC0" w:rsidRPr="0076073C">
              <w:rPr>
                <w:rFonts w:ascii="Browallia New" w:hAnsi="Browallia New" w:cs="Browallia New"/>
              </w:rPr>
              <w:t>,</w:t>
            </w:r>
            <w:r w:rsidRPr="0076073C">
              <w:rPr>
                <w:rFonts w:ascii="Browallia New" w:hAnsi="Browallia New" w:cs="Browallia New"/>
              </w:rPr>
              <w:t>63</w:t>
            </w:r>
            <w:r w:rsidR="004F7724" w:rsidRPr="0076073C">
              <w:rPr>
                <w:rFonts w:ascii="Browallia New" w:hAnsi="Browallia New" w:cs="Browallia New"/>
              </w:rPr>
              <w:t>6</w:t>
            </w:r>
          </w:p>
        </w:tc>
        <w:tc>
          <w:tcPr>
            <w:tcW w:w="225" w:type="dxa"/>
            <w:tcBorders>
              <w:top w:val="nil"/>
              <w:left w:val="nil"/>
              <w:bottom w:val="nil"/>
              <w:right w:val="nil"/>
            </w:tcBorders>
          </w:tcPr>
          <w:p w14:paraId="485624FC" w14:textId="77777777" w:rsidR="0006100B" w:rsidRPr="0076073C" w:rsidRDefault="0006100B" w:rsidP="0006100B">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74083355" w:rsidR="0006100B" w:rsidRPr="0076073C" w:rsidRDefault="0006100B" w:rsidP="0006100B">
            <w:pPr>
              <w:ind w:right="96"/>
              <w:jc w:val="right"/>
              <w:rPr>
                <w:rFonts w:ascii="Browallia New" w:hAnsi="Browallia New" w:cs="Browallia New"/>
              </w:rPr>
            </w:pPr>
            <w:r w:rsidRPr="00B73F53">
              <w:rPr>
                <w:rFonts w:ascii="Browallia New" w:hAnsi="Browallia New" w:cs="Browallia New"/>
              </w:rPr>
              <w:t>209,448</w:t>
            </w:r>
          </w:p>
        </w:tc>
        <w:tc>
          <w:tcPr>
            <w:tcW w:w="225" w:type="dxa"/>
            <w:tcBorders>
              <w:top w:val="nil"/>
              <w:left w:val="nil"/>
              <w:bottom w:val="nil"/>
              <w:right w:val="nil"/>
            </w:tcBorders>
          </w:tcPr>
          <w:p w14:paraId="485624FE" w14:textId="77777777" w:rsidR="0006100B" w:rsidRPr="0076073C" w:rsidRDefault="0006100B" w:rsidP="0006100B">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759CA049" w:rsidR="0006100B" w:rsidRPr="0076073C" w:rsidRDefault="0076073C" w:rsidP="0006100B">
            <w:pPr>
              <w:ind w:right="80"/>
              <w:jc w:val="right"/>
              <w:rPr>
                <w:rFonts w:ascii="Browallia New" w:hAnsi="Browallia New" w:cs="Browallia New"/>
              </w:rPr>
            </w:pPr>
            <w:r w:rsidRPr="0076073C">
              <w:rPr>
                <w:rFonts w:ascii="Browallia New" w:hAnsi="Browallia New" w:cs="Browallia New"/>
              </w:rPr>
              <w:t>217</w:t>
            </w:r>
            <w:r w:rsidR="00033BC0" w:rsidRPr="0076073C">
              <w:rPr>
                <w:rFonts w:ascii="Browallia New" w:hAnsi="Browallia New" w:cs="Browallia New"/>
              </w:rPr>
              <w:t>,</w:t>
            </w:r>
            <w:r w:rsidRPr="0076073C">
              <w:rPr>
                <w:rFonts w:ascii="Browallia New" w:hAnsi="Browallia New" w:cs="Browallia New"/>
              </w:rPr>
              <w:t>35</w:t>
            </w:r>
            <w:r w:rsidR="00C27925" w:rsidRPr="0076073C">
              <w:rPr>
                <w:rFonts w:ascii="Browallia New" w:hAnsi="Browallia New" w:cs="Browallia New"/>
              </w:rPr>
              <w:t>9</w:t>
            </w:r>
          </w:p>
        </w:tc>
        <w:tc>
          <w:tcPr>
            <w:tcW w:w="234" w:type="dxa"/>
            <w:tcBorders>
              <w:top w:val="nil"/>
              <w:left w:val="nil"/>
              <w:bottom w:val="nil"/>
              <w:right w:val="nil"/>
            </w:tcBorders>
          </w:tcPr>
          <w:p w14:paraId="48562500" w14:textId="77777777" w:rsidR="0006100B" w:rsidRPr="0076073C" w:rsidRDefault="0006100B" w:rsidP="0006100B">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762F2E24" w:rsidR="0006100B" w:rsidRPr="0076073C" w:rsidRDefault="0006100B" w:rsidP="0006100B">
            <w:pPr>
              <w:ind w:right="80"/>
              <w:jc w:val="right"/>
              <w:rPr>
                <w:rFonts w:ascii="Browallia New" w:hAnsi="Browallia New" w:cs="Browallia New"/>
              </w:rPr>
            </w:pPr>
            <w:r w:rsidRPr="0076073C">
              <w:rPr>
                <w:rFonts w:ascii="Browallia New" w:hAnsi="Browallia New" w:cs="Browallia New"/>
              </w:rPr>
              <w:t>196,243</w:t>
            </w:r>
          </w:p>
        </w:tc>
      </w:tr>
    </w:tbl>
    <w:p w14:paraId="335B32CB" w14:textId="78C9672B" w:rsidR="00783FE3" w:rsidRPr="0076073C" w:rsidRDefault="009359E1" w:rsidP="00B32FF4">
      <w:pPr>
        <w:pStyle w:val="CordiaNew"/>
        <w:tabs>
          <w:tab w:val="clear" w:pos="4153"/>
          <w:tab w:val="left" w:pos="990"/>
        </w:tabs>
        <w:ind w:left="360" w:hanging="426"/>
        <w:rPr>
          <w:rFonts w:ascii="Browallia New" w:hAnsi="Browallia New" w:cs="Browallia New"/>
          <w:color w:val="auto"/>
          <w:spacing w:val="-4"/>
          <w:sz w:val="28"/>
          <w:szCs w:val="28"/>
        </w:rPr>
      </w:pPr>
      <w:r w:rsidRPr="0076073C">
        <w:rPr>
          <w:rFonts w:ascii="Browallia New" w:hAnsi="Browallia New" w:cs="Browallia New"/>
          <w:color w:val="auto"/>
          <w:sz w:val="28"/>
          <w:szCs w:val="28"/>
          <w:cs/>
          <w:lang w:val="th-TH"/>
        </w:rPr>
        <w:tab/>
      </w:r>
      <w:r w:rsidR="007C006A" w:rsidRPr="0076073C">
        <w:rPr>
          <w:rFonts w:ascii="Browallia New" w:hAnsi="Browallia New" w:cs="Browallia New"/>
          <w:color w:val="auto"/>
          <w:sz w:val="28"/>
          <w:szCs w:val="28"/>
        </w:rPr>
        <w:br/>
      </w:r>
      <w:r w:rsidR="00DE73DC" w:rsidRPr="0076073C">
        <w:rPr>
          <w:rFonts w:ascii="Browallia New" w:hAnsi="Browallia New" w:cs="Browallia New"/>
          <w:color w:val="auto"/>
          <w:spacing w:val="-4"/>
          <w:sz w:val="28"/>
          <w:szCs w:val="28"/>
          <w:cs/>
        </w:rPr>
        <w:t>ณ วัน</w:t>
      </w:r>
      <w:r w:rsidR="00BA153D" w:rsidRPr="0076073C">
        <w:rPr>
          <w:rFonts w:ascii="Browallia New" w:hAnsi="Browallia New" w:cs="Browallia New"/>
          <w:color w:val="auto"/>
          <w:spacing w:val="-4"/>
          <w:sz w:val="28"/>
          <w:szCs w:val="28"/>
          <w:cs/>
        </w:rPr>
        <w:t>ที่</w:t>
      </w:r>
      <w:r w:rsidR="00DE73DC" w:rsidRPr="0076073C">
        <w:rPr>
          <w:rFonts w:ascii="Browallia New" w:hAnsi="Browallia New" w:cs="Browallia New"/>
          <w:color w:val="auto"/>
          <w:spacing w:val="-4"/>
          <w:sz w:val="28"/>
          <w:szCs w:val="28"/>
          <w:cs/>
        </w:rPr>
        <w:t xml:space="preserve"> </w:t>
      </w:r>
      <w:r w:rsidR="007F55EB" w:rsidRPr="0076073C">
        <w:rPr>
          <w:rFonts w:ascii="Browallia New" w:hAnsi="Browallia New" w:cs="Browallia New"/>
          <w:color w:val="auto"/>
          <w:spacing w:val="-4"/>
          <w:sz w:val="28"/>
          <w:szCs w:val="28"/>
        </w:rPr>
        <w:t>31</w:t>
      </w:r>
      <w:r w:rsidR="007F55EB" w:rsidRPr="0076073C">
        <w:rPr>
          <w:rFonts w:ascii="Browallia New" w:hAnsi="Browallia New" w:cs="Browallia New"/>
          <w:color w:val="auto"/>
          <w:spacing w:val="-4"/>
          <w:sz w:val="28"/>
          <w:szCs w:val="28"/>
          <w:cs/>
        </w:rPr>
        <w:t xml:space="preserve"> มีนาคม </w:t>
      </w:r>
      <w:r w:rsidR="00DE73DC" w:rsidRPr="0076073C">
        <w:rPr>
          <w:rFonts w:ascii="Browallia New" w:hAnsi="Browallia New" w:cs="Browallia New"/>
          <w:color w:val="auto"/>
          <w:spacing w:val="-4"/>
          <w:sz w:val="28"/>
          <w:szCs w:val="28"/>
        </w:rPr>
        <w:t>256</w:t>
      </w:r>
      <w:r w:rsidR="007F55EB" w:rsidRPr="0076073C">
        <w:rPr>
          <w:rFonts w:ascii="Browallia New" w:hAnsi="Browallia New" w:cs="Browallia New"/>
          <w:color w:val="auto"/>
          <w:spacing w:val="-4"/>
          <w:sz w:val="28"/>
          <w:szCs w:val="28"/>
        </w:rPr>
        <w:t>8</w:t>
      </w:r>
      <w:r w:rsidR="00DE73DC" w:rsidRPr="0076073C">
        <w:rPr>
          <w:rFonts w:ascii="Browallia New" w:hAnsi="Browallia New" w:cs="Browallia New"/>
          <w:color w:val="auto"/>
          <w:spacing w:val="-4"/>
          <w:sz w:val="28"/>
          <w:szCs w:val="28"/>
          <w:cs/>
        </w:rPr>
        <w:t xml:space="preserve"> </w:t>
      </w:r>
      <w:r w:rsidR="00092A99" w:rsidRPr="0076073C">
        <w:rPr>
          <w:rFonts w:ascii="Browallia New" w:hAnsi="Browallia New" w:cs="Browallia New"/>
          <w:color w:val="auto"/>
          <w:spacing w:val="-4"/>
          <w:sz w:val="28"/>
          <w:szCs w:val="28"/>
          <w:cs/>
        </w:rPr>
        <w:t>และวัน</w:t>
      </w:r>
      <w:r w:rsidR="00BA153D" w:rsidRPr="0076073C">
        <w:rPr>
          <w:rFonts w:ascii="Browallia New" w:hAnsi="Browallia New" w:cs="Browallia New"/>
          <w:color w:val="auto"/>
          <w:spacing w:val="-4"/>
          <w:sz w:val="28"/>
          <w:szCs w:val="28"/>
          <w:cs/>
        </w:rPr>
        <w:t>ที่</w:t>
      </w:r>
      <w:r w:rsidR="00092A99" w:rsidRPr="0076073C">
        <w:rPr>
          <w:rFonts w:ascii="Browallia New" w:hAnsi="Browallia New" w:cs="Browallia New"/>
          <w:color w:val="auto"/>
          <w:spacing w:val="-4"/>
          <w:sz w:val="28"/>
          <w:szCs w:val="28"/>
          <w:cs/>
        </w:rPr>
        <w:t xml:space="preserve"> </w:t>
      </w:r>
      <w:r w:rsidR="00092A99" w:rsidRPr="0076073C">
        <w:rPr>
          <w:rFonts w:ascii="Browallia New" w:hAnsi="Browallia New" w:cs="Browallia New"/>
          <w:color w:val="auto"/>
          <w:spacing w:val="-4"/>
          <w:sz w:val="28"/>
          <w:szCs w:val="28"/>
        </w:rPr>
        <w:t xml:space="preserve">31 </w:t>
      </w:r>
      <w:r w:rsidR="00092A99" w:rsidRPr="0076073C">
        <w:rPr>
          <w:rFonts w:ascii="Browallia New" w:hAnsi="Browallia New" w:cs="Browallia New"/>
          <w:color w:val="auto"/>
          <w:spacing w:val="-4"/>
          <w:sz w:val="28"/>
          <w:szCs w:val="28"/>
          <w:cs/>
        </w:rPr>
        <w:t xml:space="preserve">ธันวาคม </w:t>
      </w:r>
      <w:r w:rsidR="00092A99" w:rsidRPr="0076073C">
        <w:rPr>
          <w:rFonts w:ascii="Browallia New" w:hAnsi="Browallia New" w:cs="Browallia New"/>
          <w:color w:val="auto"/>
          <w:spacing w:val="-4"/>
          <w:sz w:val="28"/>
          <w:szCs w:val="28"/>
        </w:rPr>
        <w:t>256</w:t>
      </w:r>
      <w:r w:rsidR="007F55EB" w:rsidRPr="0076073C">
        <w:rPr>
          <w:rFonts w:ascii="Browallia New" w:hAnsi="Browallia New" w:cs="Browallia New"/>
          <w:color w:val="auto"/>
          <w:spacing w:val="-4"/>
          <w:sz w:val="28"/>
          <w:szCs w:val="28"/>
        </w:rPr>
        <w:t>7</w:t>
      </w:r>
      <w:r w:rsidR="00092A99" w:rsidRPr="0076073C">
        <w:rPr>
          <w:rFonts w:ascii="Browallia New" w:hAnsi="Browallia New" w:cs="Browallia New"/>
          <w:color w:val="auto"/>
          <w:spacing w:val="-4"/>
          <w:sz w:val="28"/>
          <w:szCs w:val="28"/>
        </w:rPr>
        <w:t xml:space="preserve"> </w:t>
      </w:r>
      <w:r w:rsidR="00092A99" w:rsidRPr="0076073C">
        <w:rPr>
          <w:rFonts w:ascii="Browallia New" w:hAnsi="Browallia New" w:cs="Browallia New"/>
          <w:color w:val="auto"/>
          <w:spacing w:val="-4"/>
          <w:sz w:val="28"/>
          <w:szCs w:val="28"/>
          <w:cs/>
        </w:rPr>
        <w:t>เงินฝาก</w:t>
      </w:r>
      <w:r w:rsidR="007F4E2B" w:rsidRPr="0076073C">
        <w:rPr>
          <w:rFonts w:ascii="Browallia New" w:hAnsi="Browallia New" w:cs="Browallia New"/>
          <w:color w:val="auto"/>
          <w:spacing w:val="-4"/>
          <w:sz w:val="28"/>
          <w:szCs w:val="28"/>
          <w:cs/>
        </w:rPr>
        <w:t>ธนาคารประเภท</w:t>
      </w:r>
      <w:r w:rsidR="00092A99" w:rsidRPr="0076073C">
        <w:rPr>
          <w:rFonts w:ascii="Browallia New" w:hAnsi="Browallia New" w:cs="Browallia New"/>
          <w:color w:val="auto"/>
          <w:spacing w:val="-4"/>
          <w:sz w:val="28"/>
          <w:szCs w:val="28"/>
          <w:cs/>
        </w:rPr>
        <w:t>ออมทรัพย์</w:t>
      </w:r>
      <w:r w:rsidR="00AB7E3B" w:rsidRPr="0076073C">
        <w:rPr>
          <w:rFonts w:ascii="Browallia New" w:hAnsi="Browallia New" w:cs="Browallia New"/>
          <w:color w:val="auto"/>
          <w:spacing w:val="-4"/>
          <w:sz w:val="28"/>
          <w:szCs w:val="28"/>
          <w:cs/>
        </w:rPr>
        <w:t>มี</w:t>
      </w:r>
      <w:r w:rsidR="00092A99" w:rsidRPr="0076073C">
        <w:rPr>
          <w:rFonts w:ascii="Browallia New" w:hAnsi="Browallia New" w:cs="Browallia New"/>
          <w:color w:val="auto"/>
          <w:spacing w:val="-4"/>
          <w:sz w:val="28"/>
          <w:szCs w:val="28"/>
          <w:cs/>
        </w:rPr>
        <w:t>ดอกเบี้ยร้อยละ</w:t>
      </w:r>
      <w:r w:rsidR="000B328B" w:rsidRPr="0076073C">
        <w:rPr>
          <w:rFonts w:ascii="Browallia New" w:hAnsi="Browallia New" w:cs="Browallia New"/>
          <w:color w:val="auto"/>
          <w:spacing w:val="-4"/>
          <w:sz w:val="28"/>
          <w:szCs w:val="28"/>
        </w:rPr>
        <w:t xml:space="preserve"> </w:t>
      </w:r>
      <w:r w:rsidR="00F42E72" w:rsidRPr="0076073C">
        <w:rPr>
          <w:rFonts w:ascii="Browallia New" w:hAnsi="Browallia New" w:cs="Browallia New"/>
          <w:color w:val="auto"/>
          <w:spacing w:val="-4"/>
          <w:sz w:val="28"/>
          <w:szCs w:val="28"/>
        </w:rPr>
        <w:t>0.1</w:t>
      </w:r>
      <w:r w:rsidR="002816C5" w:rsidRPr="0076073C">
        <w:rPr>
          <w:rFonts w:ascii="Browallia New" w:hAnsi="Browallia New" w:cs="Browallia New"/>
          <w:color w:val="auto"/>
          <w:spacing w:val="-4"/>
          <w:sz w:val="28"/>
          <w:szCs w:val="28"/>
        </w:rPr>
        <w:t>0</w:t>
      </w:r>
      <w:r w:rsidR="00F42E72" w:rsidRPr="0076073C">
        <w:rPr>
          <w:rFonts w:ascii="Browallia New" w:hAnsi="Browallia New" w:cs="Browallia New"/>
          <w:color w:val="auto"/>
          <w:spacing w:val="-4"/>
          <w:sz w:val="28"/>
          <w:szCs w:val="28"/>
        </w:rPr>
        <w:t xml:space="preserve"> - 0.40 </w:t>
      </w:r>
      <w:r w:rsidR="00215065" w:rsidRPr="0076073C">
        <w:rPr>
          <w:rFonts w:ascii="Browallia New" w:hAnsi="Browallia New" w:cs="Browallia New"/>
          <w:color w:val="auto"/>
          <w:spacing w:val="-4"/>
          <w:sz w:val="28"/>
          <w:szCs w:val="28"/>
        </w:rPr>
        <w:t xml:space="preserve"> </w:t>
      </w:r>
      <w:r w:rsidR="000F0C1C" w:rsidRPr="0076073C">
        <w:rPr>
          <w:rFonts w:ascii="Browallia New" w:hAnsi="Browallia New" w:cs="Browallia New"/>
          <w:color w:val="auto"/>
          <w:spacing w:val="-4"/>
          <w:sz w:val="28"/>
          <w:szCs w:val="28"/>
          <w:cs/>
        </w:rPr>
        <w:t>ต่อปี</w:t>
      </w:r>
      <w:r w:rsidR="000833C8" w:rsidRPr="0076073C">
        <w:rPr>
          <w:rFonts w:ascii="Browallia New" w:hAnsi="Browallia New" w:cs="Browallia New"/>
          <w:color w:val="auto"/>
          <w:spacing w:val="-4"/>
          <w:sz w:val="28"/>
          <w:szCs w:val="28"/>
          <w:cs/>
        </w:rPr>
        <w:t xml:space="preserve"> </w:t>
      </w:r>
      <w:r w:rsidR="000833C8" w:rsidRPr="0076073C">
        <w:rPr>
          <w:rFonts w:ascii="Browallia New" w:hAnsi="Browallia New" w:cs="Browallia New"/>
          <w:color w:val="auto"/>
          <w:spacing w:val="-4"/>
          <w:sz w:val="28"/>
          <w:szCs w:val="28"/>
        </w:rPr>
        <w:t>(256</w:t>
      </w:r>
      <w:r w:rsidR="007F55EB" w:rsidRPr="0076073C">
        <w:rPr>
          <w:rFonts w:ascii="Browallia New" w:hAnsi="Browallia New" w:cs="Browallia New"/>
          <w:color w:val="auto"/>
          <w:spacing w:val="-4"/>
          <w:sz w:val="28"/>
          <w:szCs w:val="28"/>
        </w:rPr>
        <w:t>7</w:t>
      </w:r>
      <w:r w:rsidR="000833C8" w:rsidRPr="0076073C">
        <w:rPr>
          <w:rFonts w:ascii="Browallia New" w:hAnsi="Browallia New" w:cs="Browallia New"/>
          <w:color w:val="auto"/>
          <w:spacing w:val="-4"/>
          <w:sz w:val="28"/>
          <w:szCs w:val="28"/>
        </w:rPr>
        <w:t xml:space="preserve"> : </w:t>
      </w:r>
      <w:r w:rsidR="000833C8" w:rsidRPr="0076073C">
        <w:rPr>
          <w:rFonts w:ascii="Browallia New" w:hAnsi="Browallia New" w:cs="Browallia New"/>
          <w:color w:val="auto"/>
          <w:spacing w:val="-4"/>
          <w:sz w:val="28"/>
          <w:szCs w:val="28"/>
          <w:cs/>
        </w:rPr>
        <w:t xml:space="preserve">ร้อยละ </w:t>
      </w:r>
      <w:r w:rsidR="007F55EB" w:rsidRPr="0076073C">
        <w:rPr>
          <w:rFonts w:ascii="Browallia New" w:hAnsi="Browallia New" w:cs="Browallia New"/>
          <w:color w:val="auto"/>
          <w:spacing w:val="-4"/>
          <w:sz w:val="28"/>
          <w:szCs w:val="28"/>
        </w:rPr>
        <w:t xml:space="preserve">0.10 - </w:t>
      </w:r>
      <w:r w:rsidR="006313FB" w:rsidRPr="0076073C">
        <w:rPr>
          <w:rFonts w:ascii="Browallia New" w:hAnsi="Browallia New" w:cs="Browallia New"/>
          <w:color w:val="auto"/>
          <w:spacing w:val="-4"/>
          <w:sz w:val="28"/>
          <w:szCs w:val="28"/>
        </w:rPr>
        <w:t>0</w:t>
      </w:r>
      <w:r w:rsidR="007F55EB" w:rsidRPr="0076073C">
        <w:rPr>
          <w:rFonts w:ascii="Browallia New" w:hAnsi="Browallia New" w:cs="Browallia New"/>
          <w:color w:val="auto"/>
          <w:spacing w:val="-4"/>
          <w:sz w:val="28"/>
          <w:szCs w:val="28"/>
        </w:rPr>
        <w:t>.</w:t>
      </w:r>
      <w:r w:rsidR="00C8261B" w:rsidRPr="0076073C">
        <w:rPr>
          <w:rFonts w:ascii="Browallia New" w:hAnsi="Browallia New" w:cs="Browallia New"/>
          <w:color w:val="auto"/>
          <w:spacing w:val="-4"/>
          <w:sz w:val="28"/>
          <w:szCs w:val="28"/>
        </w:rPr>
        <w:t>40</w:t>
      </w:r>
      <w:r w:rsidR="007F55EB" w:rsidRPr="0076073C">
        <w:rPr>
          <w:rFonts w:ascii="Browallia New" w:hAnsi="Browallia New" w:cs="Browallia New"/>
          <w:color w:val="auto"/>
          <w:spacing w:val="-4"/>
          <w:sz w:val="28"/>
          <w:szCs w:val="28"/>
        </w:rPr>
        <w:t xml:space="preserve"> </w:t>
      </w:r>
      <w:r w:rsidR="000833C8" w:rsidRPr="0076073C">
        <w:rPr>
          <w:rFonts w:ascii="Browallia New" w:hAnsi="Browallia New" w:cs="Browallia New"/>
          <w:color w:val="auto"/>
          <w:spacing w:val="-4"/>
          <w:sz w:val="28"/>
          <w:szCs w:val="28"/>
          <w:cs/>
        </w:rPr>
        <w:t>ต่อปี</w:t>
      </w:r>
      <w:r w:rsidR="000833C8" w:rsidRPr="0076073C">
        <w:rPr>
          <w:rFonts w:ascii="Browallia New" w:hAnsi="Browallia New" w:cs="Browallia New"/>
          <w:color w:val="auto"/>
          <w:spacing w:val="-4"/>
          <w:sz w:val="28"/>
          <w:szCs w:val="28"/>
        </w:rPr>
        <w:t>)</w:t>
      </w:r>
    </w:p>
    <w:p w14:paraId="3054614C" w14:textId="0CEE2951" w:rsidR="004265BF" w:rsidRPr="0076073C" w:rsidRDefault="00B07787">
      <w:pPr>
        <w:rPr>
          <w:rFonts w:ascii="Browallia New" w:hAnsi="Browallia New" w:cs="Browallia New"/>
          <w:spacing w:val="-4"/>
        </w:rPr>
      </w:pPr>
      <w:r w:rsidRPr="0076073C">
        <w:rPr>
          <w:rFonts w:ascii="Browallia New" w:hAnsi="Browallia New" w:cs="Browallia New"/>
          <w:spacing w:val="-4"/>
          <w:cs/>
        </w:rPr>
        <w:br w:type="page"/>
      </w:r>
    </w:p>
    <w:p w14:paraId="4856250C" w14:textId="7100BF1C" w:rsidR="003E4706" w:rsidRPr="0076073C" w:rsidRDefault="003E4706" w:rsidP="00EC1E77">
      <w:pPr>
        <w:numPr>
          <w:ilvl w:val="0"/>
          <w:numId w:val="1"/>
        </w:numPr>
        <w:tabs>
          <w:tab w:val="clear" w:pos="360"/>
          <w:tab w:val="left" w:pos="374"/>
          <w:tab w:val="left" w:pos="426"/>
        </w:tabs>
        <w:jc w:val="thaiDistribute"/>
        <w:rPr>
          <w:rFonts w:ascii="Browallia New" w:hAnsi="Browallia New" w:cs="Browallia New"/>
          <w:b/>
          <w:bCs/>
          <w:cs/>
        </w:rPr>
      </w:pPr>
      <w:r w:rsidRPr="0076073C">
        <w:rPr>
          <w:rFonts w:ascii="Browallia New" w:hAnsi="Browallia New" w:cs="Browallia New"/>
          <w:b/>
          <w:bCs/>
          <w:cs/>
        </w:rPr>
        <w:lastRenderedPageBreak/>
        <w:t>ลูกหนี้การค้า</w:t>
      </w:r>
    </w:p>
    <w:p w14:paraId="4856250D" w14:textId="77777777" w:rsidR="003E4706" w:rsidRPr="0076073C" w:rsidRDefault="003E4706" w:rsidP="000C0B90">
      <w:pPr>
        <w:ind w:left="374"/>
        <w:jc w:val="thaiDistribute"/>
        <w:rPr>
          <w:rFonts w:ascii="Browallia New" w:hAnsi="Browallia New" w:cs="Browallia New"/>
        </w:rPr>
      </w:pPr>
    </w:p>
    <w:p w14:paraId="4856250E" w14:textId="45F205E1" w:rsidR="00E0003E" w:rsidRPr="0076073C" w:rsidRDefault="00E0003E" w:rsidP="003E0B20">
      <w:pPr>
        <w:ind w:left="374"/>
        <w:jc w:val="thaiDistribute"/>
        <w:rPr>
          <w:rFonts w:ascii="Browallia New" w:hAnsi="Browallia New" w:cs="Browallia New"/>
        </w:rPr>
      </w:pPr>
      <w:r w:rsidRPr="0076073C">
        <w:rPr>
          <w:rFonts w:ascii="Browallia New" w:hAnsi="Browallia New" w:cs="Browallia New"/>
          <w:cs/>
        </w:rPr>
        <w:t>ณ</w:t>
      </w:r>
      <w:r w:rsidR="00F60E66" w:rsidRPr="0076073C">
        <w:rPr>
          <w:rFonts w:ascii="Browallia New" w:hAnsi="Browallia New" w:cs="Browallia New"/>
        </w:rPr>
        <w:t xml:space="preserve"> </w:t>
      </w:r>
      <w:r w:rsidRPr="0076073C">
        <w:rPr>
          <w:rFonts w:ascii="Browallia New" w:hAnsi="Browallia New" w:cs="Browallia New"/>
          <w:cs/>
        </w:rPr>
        <w:t>วันที่</w:t>
      </w:r>
      <w:r w:rsidR="006F6BB7" w:rsidRPr="0076073C">
        <w:rPr>
          <w:rStyle w:val="normaltextrun"/>
          <w:rFonts w:ascii="Browallia New" w:hAnsi="Browallia New" w:cs="Browallia New"/>
          <w:cs/>
        </w:rPr>
        <w:t xml:space="preserve"> </w:t>
      </w:r>
      <w:r w:rsidR="0062739A" w:rsidRPr="0076073C">
        <w:rPr>
          <w:rFonts w:ascii="Browallia New" w:hAnsi="Browallia New" w:cs="Browallia New"/>
        </w:rPr>
        <w:t>31</w:t>
      </w:r>
      <w:r w:rsidR="0062739A" w:rsidRPr="0076073C">
        <w:rPr>
          <w:rFonts w:ascii="Browallia New" w:hAnsi="Browallia New" w:cs="Browallia New"/>
          <w:cs/>
        </w:rPr>
        <w:t xml:space="preserve"> มีนาคม </w:t>
      </w:r>
      <w:r w:rsidR="00FF0110" w:rsidRPr="0076073C">
        <w:rPr>
          <w:rFonts w:ascii="Browallia New" w:hAnsi="Browallia New" w:cs="Browallia New"/>
          <w:spacing w:val="-4"/>
        </w:rPr>
        <w:t>256</w:t>
      </w:r>
      <w:r w:rsidR="0062739A" w:rsidRPr="0076073C">
        <w:rPr>
          <w:rFonts w:ascii="Browallia New" w:hAnsi="Browallia New" w:cs="Browallia New"/>
          <w:spacing w:val="-4"/>
        </w:rPr>
        <w:t>8</w:t>
      </w:r>
      <w:r w:rsidR="00FF0110" w:rsidRPr="0076073C">
        <w:rPr>
          <w:rFonts w:ascii="Browallia New" w:hAnsi="Browallia New" w:cs="Browallia New"/>
          <w:spacing w:val="-4"/>
          <w:cs/>
        </w:rPr>
        <w:t xml:space="preserve"> และวันที่ </w:t>
      </w:r>
      <w:r w:rsidR="00FF0110" w:rsidRPr="0076073C">
        <w:rPr>
          <w:rFonts w:ascii="Browallia New" w:hAnsi="Browallia New" w:cs="Browallia New"/>
          <w:spacing w:val="-4"/>
        </w:rPr>
        <w:t xml:space="preserve">31 </w:t>
      </w:r>
      <w:r w:rsidR="00FF0110" w:rsidRPr="0076073C">
        <w:rPr>
          <w:rFonts w:ascii="Browallia New" w:hAnsi="Browallia New" w:cs="Browallia New"/>
          <w:spacing w:val="-4"/>
          <w:cs/>
        </w:rPr>
        <w:t xml:space="preserve">ธันวาคม </w:t>
      </w:r>
      <w:r w:rsidR="00FF0110" w:rsidRPr="0076073C">
        <w:rPr>
          <w:rFonts w:ascii="Browallia New" w:hAnsi="Browallia New" w:cs="Browallia New"/>
          <w:spacing w:val="-4"/>
        </w:rPr>
        <w:t>256</w:t>
      </w:r>
      <w:r w:rsidR="0062739A" w:rsidRPr="0076073C">
        <w:rPr>
          <w:rFonts w:ascii="Browallia New" w:hAnsi="Browallia New" w:cs="Browallia New"/>
          <w:spacing w:val="-4"/>
        </w:rPr>
        <w:t>7</w:t>
      </w:r>
      <w:r w:rsidRPr="0076073C">
        <w:rPr>
          <w:rFonts w:ascii="Browallia New" w:hAnsi="Browallia New" w:cs="Browallia New"/>
        </w:rPr>
        <w:t xml:space="preserve"> </w:t>
      </w:r>
      <w:r w:rsidRPr="0076073C">
        <w:rPr>
          <w:rFonts w:ascii="Browallia New" w:hAnsi="Browallia New" w:cs="Browallia New"/>
          <w:cs/>
        </w:rPr>
        <w:t>ลูกหนี้การค้าแยกตามอายุหนี้ที่ค้างชำระ</w:t>
      </w:r>
      <w:r w:rsidR="00F60E66" w:rsidRPr="0076073C">
        <w:rPr>
          <w:rFonts w:ascii="Browallia New" w:hAnsi="Browallia New" w:cs="Browallia New"/>
        </w:rPr>
        <w:t xml:space="preserve"> </w:t>
      </w:r>
      <w:r w:rsidRPr="0076073C">
        <w:rPr>
          <w:rFonts w:ascii="Browallia New" w:hAnsi="Browallia New" w:cs="Browallia New"/>
          <w:cs/>
        </w:rPr>
        <w:t>มีดังนี้</w:t>
      </w:r>
    </w:p>
    <w:p w14:paraId="4856250F" w14:textId="77777777" w:rsidR="00E0003E" w:rsidRPr="0076073C" w:rsidRDefault="00E0003E" w:rsidP="003E0B20">
      <w:pPr>
        <w:ind w:left="374"/>
        <w:jc w:val="thaiDistribute"/>
        <w:rPr>
          <w:rFonts w:ascii="Browallia New" w:hAnsi="Browallia New" w:cs="Browallia New"/>
          <w:sz w:val="24"/>
          <w:szCs w:val="24"/>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76073C" w14:paraId="48562514" w14:textId="77777777" w:rsidTr="00623927">
        <w:trPr>
          <w:cantSplit/>
          <w:tblHeader/>
        </w:trPr>
        <w:tc>
          <w:tcPr>
            <w:tcW w:w="3336" w:type="dxa"/>
          </w:tcPr>
          <w:p w14:paraId="48562510" w14:textId="77777777" w:rsidR="00E0003E" w:rsidRPr="0076073C" w:rsidRDefault="00E0003E" w:rsidP="003E0B20">
            <w:pPr>
              <w:pStyle w:val="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76073C" w:rsidRDefault="00E0003E"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76073C" w:rsidRDefault="00E0003E" w:rsidP="003E0B20">
            <w:pPr>
              <w:pStyle w:val="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76073C" w:rsidRDefault="00E0003E" w:rsidP="003E0B20">
            <w:pPr>
              <w:pStyle w:val="3"/>
              <w:tabs>
                <w:tab w:val="clear" w:pos="360"/>
                <w:tab w:val="clear" w:pos="720"/>
              </w:tabs>
              <w:jc w:val="right"/>
              <w:rPr>
                <w:rFonts w:ascii="Browallia New" w:hAnsi="Browallia New" w:cs="Browallia New"/>
                <w:sz w:val="28"/>
                <w:szCs w:val="28"/>
                <w:cs/>
              </w:rPr>
            </w:pPr>
            <w:r w:rsidRPr="0076073C">
              <w:rPr>
                <w:rFonts w:ascii="Browallia New" w:hAnsi="Browallia New" w:cs="Browallia New"/>
                <w:sz w:val="28"/>
                <w:szCs w:val="28"/>
              </w:rPr>
              <w:t>(</w:t>
            </w:r>
            <w:r w:rsidRPr="0076073C">
              <w:rPr>
                <w:rFonts w:ascii="Browallia New" w:hAnsi="Browallia New" w:cs="Browallia New"/>
                <w:sz w:val="28"/>
                <w:szCs w:val="28"/>
                <w:cs/>
              </w:rPr>
              <w:t>หน่วย</w:t>
            </w:r>
            <w:r w:rsidR="00F60E66" w:rsidRPr="0076073C">
              <w:rPr>
                <w:rFonts w:ascii="Browallia New" w:hAnsi="Browallia New" w:cs="Browallia New"/>
                <w:sz w:val="28"/>
                <w:szCs w:val="28"/>
              </w:rPr>
              <w:t xml:space="preserve"> </w:t>
            </w:r>
            <w:r w:rsidRPr="0076073C">
              <w:rPr>
                <w:rFonts w:ascii="Browallia New" w:hAnsi="Browallia New" w:cs="Browallia New"/>
                <w:sz w:val="28"/>
                <w:szCs w:val="28"/>
                <w:lang w:val="en-GB"/>
              </w:rPr>
              <w:t>:</w:t>
            </w:r>
            <w:r w:rsidR="00F60E66" w:rsidRPr="0076073C">
              <w:rPr>
                <w:rFonts w:ascii="Browallia New" w:hAnsi="Browallia New" w:cs="Browallia New"/>
                <w:sz w:val="28"/>
                <w:szCs w:val="28"/>
              </w:rPr>
              <w:t xml:space="preserve"> </w:t>
            </w:r>
            <w:r w:rsidRPr="0076073C">
              <w:rPr>
                <w:rFonts w:ascii="Browallia New" w:hAnsi="Browallia New" w:cs="Browallia New"/>
                <w:sz w:val="28"/>
                <w:szCs w:val="28"/>
                <w:cs/>
                <w:lang w:val="en-GB"/>
              </w:rPr>
              <w:t>พัน</w:t>
            </w:r>
            <w:r w:rsidRPr="0076073C">
              <w:rPr>
                <w:rFonts w:ascii="Browallia New" w:hAnsi="Browallia New" w:cs="Browallia New"/>
                <w:sz w:val="28"/>
                <w:szCs w:val="28"/>
                <w:cs/>
              </w:rPr>
              <w:t>บาท)</w:t>
            </w:r>
          </w:p>
        </w:tc>
      </w:tr>
      <w:tr w:rsidR="00E0003E" w:rsidRPr="0076073C" w14:paraId="48562519" w14:textId="77777777" w:rsidTr="00623927">
        <w:trPr>
          <w:cantSplit/>
          <w:tblHeader/>
        </w:trPr>
        <w:tc>
          <w:tcPr>
            <w:tcW w:w="3336" w:type="dxa"/>
          </w:tcPr>
          <w:p w14:paraId="48562515" w14:textId="77777777" w:rsidR="00E0003E" w:rsidRPr="0076073C" w:rsidRDefault="00E0003E" w:rsidP="003E0B20">
            <w:pPr>
              <w:pStyle w:val="3"/>
              <w:tabs>
                <w:tab w:val="clear" w:pos="360"/>
                <w:tab w:val="clear" w:pos="720"/>
              </w:tabs>
              <w:jc w:val="center"/>
              <w:rPr>
                <w:rFonts w:ascii="Browallia New" w:hAnsi="Browallia New" w:cs="Browallia New"/>
                <w:sz w:val="28"/>
                <w:szCs w:val="28"/>
                <w:cs/>
              </w:rPr>
            </w:pPr>
            <w:r w:rsidRPr="0076073C">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4C647195" w:rsidR="00E0003E" w:rsidRPr="0076073C" w:rsidRDefault="00135378" w:rsidP="003E0B20">
            <w:pPr>
              <w:jc w:val="center"/>
              <w:rPr>
                <w:rFonts w:ascii="Browallia New" w:hAnsi="Browallia New" w:cs="Browallia New"/>
              </w:rPr>
            </w:pPr>
            <w:r w:rsidRPr="0076073C">
              <w:rPr>
                <w:rFonts w:ascii="Browallia New" w:hAnsi="Browallia New" w:cs="Browallia New"/>
                <w:cs/>
              </w:rPr>
              <w:t>ข้อมูลทางการ</w:t>
            </w:r>
            <w:r w:rsidR="00E0003E" w:rsidRPr="0076073C">
              <w:rPr>
                <w:rFonts w:ascii="Browallia New" w:hAnsi="Browallia New" w:cs="Browallia New"/>
                <w:cs/>
              </w:rPr>
              <w:t>เงินรวม</w:t>
            </w:r>
          </w:p>
        </w:tc>
        <w:tc>
          <w:tcPr>
            <w:tcW w:w="236" w:type="dxa"/>
            <w:tcBorders>
              <w:left w:val="nil"/>
            </w:tcBorders>
          </w:tcPr>
          <w:p w14:paraId="48562517" w14:textId="77777777" w:rsidR="00E0003E" w:rsidRPr="0076073C"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37379010" w:rsidR="00E0003E" w:rsidRPr="0076073C" w:rsidRDefault="00135378" w:rsidP="003E0B20">
            <w:pPr>
              <w:ind w:right="72"/>
              <w:jc w:val="center"/>
              <w:rPr>
                <w:rFonts w:ascii="Browallia New" w:hAnsi="Browallia New" w:cs="Browallia New"/>
              </w:rPr>
            </w:pPr>
            <w:r w:rsidRPr="0076073C">
              <w:rPr>
                <w:rFonts w:ascii="Browallia New" w:hAnsi="Browallia New" w:cs="Browallia New"/>
                <w:cs/>
              </w:rPr>
              <w:t>ข้อมูลทางการ</w:t>
            </w:r>
            <w:r w:rsidR="00E0003E" w:rsidRPr="0076073C">
              <w:rPr>
                <w:rFonts w:ascii="Browallia New" w:hAnsi="Browallia New" w:cs="Browallia New"/>
                <w:cs/>
              </w:rPr>
              <w:t>เงินเฉพาะบริษัท</w:t>
            </w:r>
          </w:p>
        </w:tc>
      </w:tr>
      <w:tr w:rsidR="0062739A" w:rsidRPr="0076073C" w14:paraId="48562524" w14:textId="77777777" w:rsidTr="00623927">
        <w:trPr>
          <w:gridAfter w:val="1"/>
          <w:wAfter w:w="11" w:type="dxa"/>
          <w:cantSplit/>
          <w:trHeight w:val="676"/>
          <w:tblHeader/>
        </w:trPr>
        <w:tc>
          <w:tcPr>
            <w:tcW w:w="3336" w:type="dxa"/>
          </w:tcPr>
          <w:p w14:paraId="4856251A" w14:textId="77777777" w:rsidR="0062739A" w:rsidRPr="0076073C" w:rsidRDefault="0062739A" w:rsidP="0062739A">
            <w:pPr>
              <w:pStyle w:val="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561B6AB4" w:rsidR="0062739A" w:rsidRPr="0076073C" w:rsidRDefault="0062739A" w:rsidP="0062739A">
            <w:pPr>
              <w:ind w:left="-105"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tcBorders>
              <w:top w:val="single" w:sz="4" w:space="0" w:color="auto"/>
              <w:left w:val="nil"/>
            </w:tcBorders>
            <w:vAlign w:val="bottom"/>
          </w:tcPr>
          <w:p w14:paraId="4856251C" w14:textId="77777777" w:rsidR="0062739A" w:rsidRPr="0076073C" w:rsidRDefault="0062739A" w:rsidP="0062739A">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4A9BBEF" w14:textId="77777777" w:rsidR="0062739A" w:rsidRPr="0076073C" w:rsidRDefault="0062739A" w:rsidP="0062739A">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51E" w14:textId="0E9BB23E" w:rsidR="0062739A" w:rsidRPr="0076073C" w:rsidRDefault="0062739A" w:rsidP="0062739A">
            <w:pPr>
              <w:ind w:left="-105" w:right="-108"/>
              <w:jc w:val="center"/>
              <w:rPr>
                <w:rFonts w:ascii="Browallia New" w:hAnsi="Browallia New" w:cs="Browallia New"/>
                <w:cs/>
              </w:rPr>
            </w:pPr>
            <w:r w:rsidRPr="0076073C">
              <w:rPr>
                <w:rFonts w:ascii="Browallia New" w:hAnsi="Browallia New" w:cs="Browallia New"/>
              </w:rPr>
              <w:t>2567</w:t>
            </w:r>
          </w:p>
        </w:tc>
        <w:tc>
          <w:tcPr>
            <w:tcW w:w="236" w:type="dxa"/>
            <w:tcBorders>
              <w:left w:val="nil"/>
            </w:tcBorders>
          </w:tcPr>
          <w:p w14:paraId="4856251F" w14:textId="77777777" w:rsidR="0062739A" w:rsidRPr="0076073C" w:rsidRDefault="0062739A" w:rsidP="0062739A">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397CF433" w:rsidR="0062739A" w:rsidRPr="0076073C" w:rsidRDefault="0062739A" w:rsidP="0062739A">
            <w:pPr>
              <w:ind w:left="-105"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66" w:type="dxa"/>
            <w:tcBorders>
              <w:top w:val="single" w:sz="4" w:space="0" w:color="auto"/>
            </w:tcBorders>
            <w:vAlign w:val="bottom"/>
          </w:tcPr>
          <w:p w14:paraId="48562521" w14:textId="77777777" w:rsidR="0062739A" w:rsidRPr="0076073C" w:rsidRDefault="0062739A" w:rsidP="0062739A">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69A5F728" w14:textId="77777777" w:rsidR="0062739A" w:rsidRPr="0076073C" w:rsidRDefault="0062739A" w:rsidP="0062739A">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523" w14:textId="1F07AEB9" w:rsidR="0062739A" w:rsidRPr="0076073C" w:rsidRDefault="0062739A" w:rsidP="0062739A">
            <w:pPr>
              <w:ind w:left="-105" w:right="-108"/>
              <w:jc w:val="center"/>
              <w:rPr>
                <w:rFonts w:ascii="Browallia New" w:hAnsi="Browallia New" w:cs="Browallia New"/>
              </w:rPr>
            </w:pPr>
            <w:r w:rsidRPr="0076073C">
              <w:rPr>
                <w:rFonts w:ascii="Browallia New" w:hAnsi="Browallia New" w:cs="Browallia New"/>
              </w:rPr>
              <w:t>2567</w:t>
            </w:r>
          </w:p>
        </w:tc>
      </w:tr>
      <w:bookmarkEnd w:id="1"/>
      <w:tr w:rsidR="00E0003E" w:rsidRPr="0076073C" w14:paraId="4856252D" w14:textId="77777777" w:rsidTr="00623927">
        <w:trPr>
          <w:gridAfter w:val="1"/>
          <w:wAfter w:w="11" w:type="dxa"/>
          <w:cantSplit/>
          <w:trHeight w:val="199"/>
        </w:trPr>
        <w:tc>
          <w:tcPr>
            <w:tcW w:w="3336" w:type="dxa"/>
            <w:vAlign w:val="bottom"/>
          </w:tcPr>
          <w:p w14:paraId="48562525" w14:textId="5CFD588E" w:rsidR="00E0003E" w:rsidRPr="0076073C" w:rsidRDefault="00E0003E" w:rsidP="003E0B20">
            <w:pPr>
              <w:pStyle w:val="3"/>
              <w:tabs>
                <w:tab w:val="clear" w:pos="360"/>
                <w:tab w:val="clear" w:pos="720"/>
              </w:tabs>
              <w:rPr>
                <w:rFonts w:ascii="Browallia New" w:hAnsi="Browallia New" w:cs="Browallia New"/>
                <w:sz w:val="12"/>
                <w:szCs w:val="12"/>
                <w:u w:val="single"/>
                <w:cs/>
                <w:lang w:val="en-GB"/>
              </w:rPr>
            </w:pPr>
          </w:p>
        </w:tc>
        <w:tc>
          <w:tcPr>
            <w:tcW w:w="1272" w:type="dxa"/>
            <w:tcBorders>
              <w:left w:val="nil"/>
            </w:tcBorders>
          </w:tcPr>
          <w:p w14:paraId="48562526" w14:textId="77777777" w:rsidR="00E0003E" w:rsidRPr="0076073C"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7" w14:textId="77777777" w:rsidR="00E0003E" w:rsidRPr="0076073C" w:rsidRDefault="00E0003E" w:rsidP="003E0B20">
            <w:pPr>
              <w:pStyle w:val="3"/>
              <w:tabs>
                <w:tab w:val="clear" w:pos="360"/>
                <w:tab w:val="clear" w:pos="720"/>
              </w:tabs>
              <w:rPr>
                <w:rFonts w:ascii="Browallia New" w:hAnsi="Browallia New" w:cs="Browallia New"/>
                <w:sz w:val="12"/>
                <w:szCs w:val="12"/>
              </w:rPr>
            </w:pPr>
          </w:p>
        </w:tc>
        <w:tc>
          <w:tcPr>
            <w:tcW w:w="1240" w:type="dxa"/>
          </w:tcPr>
          <w:p w14:paraId="48562528" w14:textId="77777777" w:rsidR="00E0003E" w:rsidRPr="0076073C" w:rsidRDefault="00E0003E" w:rsidP="003E0B20">
            <w:pPr>
              <w:pStyle w:val="3"/>
              <w:tabs>
                <w:tab w:val="clear" w:pos="360"/>
                <w:tab w:val="clear" w:pos="720"/>
              </w:tabs>
              <w:rPr>
                <w:rFonts w:ascii="Browallia New" w:hAnsi="Browallia New" w:cs="Browallia New"/>
                <w:sz w:val="12"/>
                <w:szCs w:val="12"/>
              </w:rPr>
            </w:pPr>
          </w:p>
        </w:tc>
        <w:tc>
          <w:tcPr>
            <w:tcW w:w="236" w:type="dxa"/>
            <w:tcBorders>
              <w:left w:val="nil"/>
            </w:tcBorders>
          </w:tcPr>
          <w:p w14:paraId="48562529" w14:textId="77777777" w:rsidR="00E0003E" w:rsidRPr="0076073C" w:rsidRDefault="00E0003E" w:rsidP="003E0B20">
            <w:pPr>
              <w:pStyle w:val="3"/>
              <w:tabs>
                <w:tab w:val="clear" w:pos="360"/>
                <w:tab w:val="clear" w:pos="720"/>
              </w:tabs>
              <w:rPr>
                <w:rFonts w:ascii="Browallia New" w:hAnsi="Browallia New" w:cs="Browallia New"/>
                <w:sz w:val="12"/>
                <w:szCs w:val="12"/>
              </w:rPr>
            </w:pPr>
          </w:p>
        </w:tc>
        <w:tc>
          <w:tcPr>
            <w:tcW w:w="1239" w:type="dxa"/>
          </w:tcPr>
          <w:p w14:paraId="4856252A" w14:textId="77777777" w:rsidR="00E0003E" w:rsidRPr="0076073C" w:rsidRDefault="00E0003E" w:rsidP="003E0B20">
            <w:pPr>
              <w:pStyle w:val="3"/>
              <w:tabs>
                <w:tab w:val="clear" w:pos="360"/>
                <w:tab w:val="clear" w:pos="720"/>
              </w:tabs>
              <w:jc w:val="center"/>
              <w:rPr>
                <w:rFonts w:ascii="Browallia New" w:hAnsi="Browallia New" w:cs="Browallia New"/>
                <w:sz w:val="12"/>
                <w:szCs w:val="12"/>
                <w:lang w:val="en-GB"/>
              </w:rPr>
            </w:pPr>
          </w:p>
        </w:tc>
        <w:tc>
          <w:tcPr>
            <w:tcW w:w="266" w:type="dxa"/>
          </w:tcPr>
          <w:p w14:paraId="4856252B" w14:textId="77777777" w:rsidR="00E0003E" w:rsidRPr="0076073C" w:rsidRDefault="00E0003E" w:rsidP="003E0B20">
            <w:pPr>
              <w:pStyle w:val="a"/>
              <w:jc w:val="center"/>
              <w:rPr>
                <w:rFonts w:ascii="Browallia New" w:hAnsi="Browallia New" w:cs="Browallia New"/>
                <w:sz w:val="12"/>
                <w:szCs w:val="12"/>
              </w:rPr>
            </w:pPr>
          </w:p>
        </w:tc>
        <w:tc>
          <w:tcPr>
            <w:tcW w:w="1282" w:type="dxa"/>
          </w:tcPr>
          <w:p w14:paraId="4856252C" w14:textId="77777777" w:rsidR="00E0003E" w:rsidRPr="0076073C" w:rsidRDefault="00E0003E" w:rsidP="003E0B20">
            <w:pPr>
              <w:pStyle w:val="3"/>
              <w:tabs>
                <w:tab w:val="clear" w:pos="360"/>
                <w:tab w:val="clear" w:pos="720"/>
              </w:tabs>
              <w:jc w:val="center"/>
              <w:rPr>
                <w:rFonts w:ascii="Browallia New" w:hAnsi="Browallia New" w:cs="Browallia New"/>
                <w:sz w:val="12"/>
                <w:szCs w:val="12"/>
                <w:lang w:val="en-GB"/>
              </w:rPr>
            </w:pPr>
          </w:p>
        </w:tc>
      </w:tr>
      <w:tr w:rsidR="005943DB" w:rsidRPr="0076073C" w14:paraId="69C33A81" w14:textId="77777777" w:rsidTr="005A12F8">
        <w:trPr>
          <w:gridAfter w:val="1"/>
          <w:wAfter w:w="11" w:type="dxa"/>
          <w:cantSplit/>
          <w:trHeight w:val="382"/>
        </w:trPr>
        <w:tc>
          <w:tcPr>
            <w:tcW w:w="3336" w:type="dxa"/>
            <w:vAlign w:val="bottom"/>
          </w:tcPr>
          <w:p w14:paraId="0E3FD127" w14:textId="7E3B3080" w:rsidR="005943DB" w:rsidRPr="0076073C" w:rsidRDefault="005943DB" w:rsidP="003E0B20">
            <w:pPr>
              <w:pStyle w:val="3"/>
              <w:tabs>
                <w:tab w:val="clear" w:pos="360"/>
                <w:tab w:val="clear" w:pos="720"/>
              </w:tabs>
              <w:rPr>
                <w:rFonts w:ascii="Browallia New" w:hAnsi="Browallia New" w:cs="Browallia New"/>
                <w:sz w:val="28"/>
                <w:szCs w:val="28"/>
                <w:u w:val="single"/>
                <w:cs/>
                <w:lang w:val="en-GB"/>
              </w:rPr>
            </w:pPr>
            <w:r w:rsidRPr="0076073C">
              <w:rPr>
                <w:rFonts w:ascii="Browallia New" w:hAnsi="Browallia New" w:cs="Browallia New"/>
                <w:sz w:val="28"/>
                <w:szCs w:val="28"/>
                <w:u w:val="single"/>
                <w:cs/>
                <w:lang w:val="en-GB"/>
              </w:rPr>
              <w:t>ลูกหนี้การค้า</w:t>
            </w:r>
            <w:r w:rsidRPr="0076073C">
              <w:rPr>
                <w:rFonts w:ascii="Browallia New" w:hAnsi="Browallia New" w:cs="Browallia New"/>
                <w:sz w:val="28"/>
                <w:szCs w:val="28"/>
                <w:u w:val="single"/>
              </w:rPr>
              <w:t xml:space="preserve"> </w:t>
            </w:r>
            <w:r w:rsidRPr="0076073C">
              <w:rPr>
                <w:rFonts w:ascii="Browallia New" w:hAnsi="Browallia New" w:cs="Browallia New"/>
                <w:sz w:val="28"/>
                <w:szCs w:val="28"/>
                <w:u w:val="single"/>
                <w:lang w:val="en-GB"/>
              </w:rPr>
              <w:t xml:space="preserve">- </w:t>
            </w:r>
            <w:r w:rsidRPr="0076073C">
              <w:rPr>
                <w:rFonts w:ascii="Browallia New" w:hAnsi="Browallia New" w:cs="Browallia New"/>
                <w:sz w:val="28"/>
                <w:szCs w:val="28"/>
                <w:u w:val="single"/>
                <w:cs/>
                <w:lang w:val="en-GB"/>
              </w:rPr>
              <w:t>ลูกค้าทั่วไป</w:t>
            </w:r>
            <w:r w:rsidRPr="0076073C">
              <w:rPr>
                <w:rFonts w:ascii="Browallia New" w:hAnsi="Browallia New" w:cs="Browallia New"/>
                <w:sz w:val="28"/>
                <w:szCs w:val="28"/>
                <w:u w:val="single"/>
                <w:lang w:val="en-GB"/>
              </w:rPr>
              <w:t xml:space="preserve"> -</w:t>
            </w:r>
            <w:r w:rsidRPr="0076073C">
              <w:rPr>
                <w:rFonts w:ascii="Browallia New" w:hAnsi="Browallia New" w:cs="Browallia New"/>
                <w:snapToGrid w:val="0"/>
                <w:sz w:val="28"/>
                <w:szCs w:val="28"/>
                <w:u w:val="single"/>
                <w:lang w:eastAsia="th-TH"/>
              </w:rPr>
              <w:t xml:space="preserve"> </w:t>
            </w:r>
            <w:r w:rsidRPr="0076073C">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76073C"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76073C" w:rsidRDefault="005943DB" w:rsidP="003E0B20">
            <w:pPr>
              <w:pStyle w:val="3"/>
              <w:tabs>
                <w:tab w:val="clear" w:pos="360"/>
                <w:tab w:val="clear" w:pos="720"/>
              </w:tabs>
              <w:rPr>
                <w:rFonts w:ascii="Browallia New" w:hAnsi="Browallia New" w:cs="Browallia New"/>
                <w:sz w:val="28"/>
                <w:szCs w:val="28"/>
              </w:rPr>
            </w:pPr>
          </w:p>
        </w:tc>
        <w:tc>
          <w:tcPr>
            <w:tcW w:w="1240" w:type="dxa"/>
          </w:tcPr>
          <w:p w14:paraId="6C105AF3" w14:textId="77777777" w:rsidR="005943DB" w:rsidRPr="0076073C" w:rsidRDefault="005943DB" w:rsidP="003E0B20">
            <w:pPr>
              <w:pStyle w:val="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76073C" w:rsidRDefault="005943DB" w:rsidP="003E0B20">
            <w:pPr>
              <w:pStyle w:val="3"/>
              <w:tabs>
                <w:tab w:val="clear" w:pos="360"/>
                <w:tab w:val="clear" w:pos="720"/>
              </w:tabs>
              <w:rPr>
                <w:rFonts w:ascii="Browallia New" w:hAnsi="Browallia New" w:cs="Browallia New"/>
                <w:sz w:val="28"/>
                <w:szCs w:val="28"/>
              </w:rPr>
            </w:pPr>
          </w:p>
        </w:tc>
        <w:tc>
          <w:tcPr>
            <w:tcW w:w="1239" w:type="dxa"/>
          </w:tcPr>
          <w:p w14:paraId="5F2399F4" w14:textId="77777777" w:rsidR="005943DB" w:rsidRPr="0076073C" w:rsidRDefault="005943DB" w:rsidP="003E0B20">
            <w:pPr>
              <w:pStyle w:val="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76073C" w:rsidRDefault="005943DB" w:rsidP="003E0B20">
            <w:pPr>
              <w:pStyle w:val="a"/>
              <w:jc w:val="center"/>
              <w:rPr>
                <w:rFonts w:ascii="Browallia New" w:hAnsi="Browallia New" w:cs="Browallia New"/>
                <w:sz w:val="28"/>
                <w:szCs w:val="28"/>
              </w:rPr>
            </w:pPr>
          </w:p>
        </w:tc>
        <w:tc>
          <w:tcPr>
            <w:tcW w:w="1282" w:type="dxa"/>
          </w:tcPr>
          <w:p w14:paraId="739D0484" w14:textId="77777777" w:rsidR="005943DB" w:rsidRPr="0076073C" w:rsidRDefault="005943DB" w:rsidP="003E0B20">
            <w:pPr>
              <w:pStyle w:val="3"/>
              <w:tabs>
                <w:tab w:val="clear" w:pos="360"/>
                <w:tab w:val="clear" w:pos="720"/>
              </w:tabs>
              <w:jc w:val="center"/>
              <w:rPr>
                <w:rFonts w:ascii="Browallia New" w:hAnsi="Browallia New" w:cs="Browallia New"/>
                <w:sz w:val="28"/>
                <w:szCs w:val="28"/>
                <w:lang w:val="en-GB"/>
              </w:rPr>
            </w:pPr>
          </w:p>
        </w:tc>
      </w:tr>
      <w:tr w:rsidR="00736DC9" w:rsidRPr="0076073C" w14:paraId="48562536" w14:textId="77777777" w:rsidTr="00623927">
        <w:trPr>
          <w:gridAfter w:val="1"/>
          <w:wAfter w:w="11" w:type="dxa"/>
          <w:cantSplit/>
        </w:trPr>
        <w:tc>
          <w:tcPr>
            <w:tcW w:w="3336" w:type="dxa"/>
          </w:tcPr>
          <w:p w14:paraId="4856252E" w14:textId="77777777" w:rsidR="00736DC9" w:rsidRPr="0076073C" w:rsidRDefault="00736DC9" w:rsidP="00736DC9">
            <w:pPr>
              <w:rPr>
                <w:rFonts w:ascii="Browallia New" w:hAnsi="Browallia New" w:cs="Browallia New"/>
              </w:rPr>
            </w:pPr>
            <w:r w:rsidRPr="0076073C">
              <w:rPr>
                <w:rFonts w:ascii="Browallia New" w:hAnsi="Browallia New" w:cs="Browallia New"/>
                <w:cs/>
              </w:rPr>
              <w:t>ยังไม่ถึงกำหนดชำระ</w:t>
            </w:r>
          </w:p>
        </w:tc>
        <w:tc>
          <w:tcPr>
            <w:tcW w:w="1272" w:type="dxa"/>
            <w:tcBorders>
              <w:left w:val="nil"/>
            </w:tcBorders>
          </w:tcPr>
          <w:p w14:paraId="4856252F" w14:textId="428A0262"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1,136,793 </w:t>
            </w:r>
          </w:p>
        </w:tc>
        <w:tc>
          <w:tcPr>
            <w:tcW w:w="236" w:type="dxa"/>
            <w:tcBorders>
              <w:left w:val="nil"/>
            </w:tcBorders>
          </w:tcPr>
          <w:p w14:paraId="48562530" w14:textId="77777777" w:rsidR="00736DC9" w:rsidRPr="0076073C" w:rsidRDefault="00736DC9" w:rsidP="00736DC9">
            <w:pPr>
              <w:jc w:val="right"/>
              <w:rPr>
                <w:rFonts w:ascii="Browallia New" w:hAnsi="Browallia New" w:cs="Browallia New"/>
              </w:rPr>
            </w:pPr>
          </w:p>
        </w:tc>
        <w:tc>
          <w:tcPr>
            <w:tcW w:w="1240" w:type="dxa"/>
          </w:tcPr>
          <w:p w14:paraId="48562531" w14:textId="7EFA2D45"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1,029,562</w:t>
            </w:r>
          </w:p>
        </w:tc>
        <w:tc>
          <w:tcPr>
            <w:tcW w:w="236" w:type="dxa"/>
            <w:tcBorders>
              <w:left w:val="nil"/>
            </w:tcBorders>
          </w:tcPr>
          <w:p w14:paraId="48562532" w14:textId="77777777" w:rsidR="00736DC9" w:rsidRPr="0076073C" w:rsidRDefault="00736DC9" w:rsidP="00736DC9">
            <w:pPr>
              <w:jc w:val="right"/>
              <w:rPr>
                <w:rFonts w:ascii="Browallia New" w:hAnsi="Browallia New" w:cs="Browallia New"/>
              </w:rPr>
            </w:pPr>
          </w:p>
        </w:tc>
        <w:tc>
          <w:tcPr>
            <w:tcW w:w="1239" w:type="dxa"/>
          </w:tcPr>
          <w:p w14:paraId="48562533" w14:textId="334D63CD"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1,136,793 </w:t>
            </w:r>
          </w:p>
        </w:tc>
        <w:tc>
          <w:tcPr>
            <w:tcW w:w="266" w:type="dxa"/>
          </w:tcPr>
          <w:p w14:paraId="48562534" w14:textId="77777777" w:rsidR="00736DC9" w:rsidRPr="0076073C" w:rsidRDefault="00736DC9" w:rsidP="00736DC9">
            <w:pPr>
              <w:jc w:val="right"/>
              <w:rPr>
                <w:rFonts w:ascii="Browallia New" w:hAnsi="Browallia New" w:cs="Browallia New"/>
              </w:rPr>
            </w:pPr>
          </w:p>
        </w:tc>
        <w:tc>
          <w:tcPr>
            <w:tcW w:w="1282" w:type="dxa"/>
          </w:tcPr>
          <w:p w14:paraId="48562535" w14:textId="02D03608"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1,029,562</w:t>
            </w:r>
          </w:p>
        </w:tc>
      </w:tr>
      <w:tr w:rsidR="00736DC9" w:rsidRPr="0076073C" w14:paraId="4856253F" w14:textId="77777777" w:rsidTr="00623927">
        <w:trPr>
          <w:gridAfter w:val="1"/>
          <w:wAfter w:w="11" w:type="dxa"/>
          <w:cantSplit/>
        </w:trPr>
        <w:tc>
          <w:tcPr>
            <w:tcW w:w="3336" w:type="dxa"/>
          </w:tcPr>
          <w:p w14:paraId="48562537" w14:textId="5460738B" w:rsidR="00736DC9" w:rsidRPr="0076073C" w:rsidRDefault="00736DC9" w:rsidP="00736DC9">
            <w:pPr>
              <w:rPr>
                <w:rFonts w:ascii="Browallia New" w:hAnsi="Browallia New" w:cs="Browallia New"/>
              </w:rPr>
            </w:pPr>
            <w:r w:rsidRPr="0076073C">
              <w:rPr>
                <w:rFonts w:ascii="Browallia New" w:hAnsi="Browallia New" w:cs="Browallia New"/>
                <w:cs/>
                <w:lang w:val="th-TH"/>
              </w:rPr>
              <w:t>เกินกำหนดชำระ</w:t>
            </w:r>
            <w:r w:rsidRPr="0076073C">
              <w:rPr>
                <w:rFonts w:ascii="Browallia New" w:hAnsi="Browallia New" w:cs="Browallia New"/>
              </w:rPr>
              <w:t xml:space="preserve"> :</w:t>
            </w:r>
          </w:p>
        </w:tc>
        <w:tc>
          <w:tcPr>
            <w:tcW w:w="1272" w:type="dxa"/>
            <w:tcBorders>
              <w:left w:val="nil"/>
            </w:tcBorders>
          </w:tcPr>
          <w:p w14:paraId="48562538" w14:textId="54A5E586"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w:t>
            </w:r>
          </w:p>
        </w:tc>
        <w:tc>
          <w:tcPr>
            <w:tcW w:w="236" w:type="dxa"/>
            <w:tcBorders>
              <w:left w:val="nil"/>
            </w:tcBorders>
          </w:tcPr>
          <w:p w14:paraId="48562539" w14:textId="77777777" w:rsidR="00736DC9" w:rsidRPr="0076073C" w:rsidRDefault="00736DC9" w:rsidP="00736DC9">
            <w:pPr>
              <w:jc w:val="right"/>
              <w:rPr>
                <w:rFonts w:ascii="Browallia New" w:hAnsi="Browallia New" w:cs="Browallia New"/>
              </w:rPr>
            </w:pPr>
          </w:p>
        </w:tc>
        <w:tc>
          <w:tcPr>
            <w:tcW w:w="1240" w:type="dxa"/>
          </w:tcPr>
          <w:p w14:paraId="4856253A" w14:textId="77777777" w:rsidR="00736DC9" w:rsidRPr="0076073C" w:rsidRDefault="00736DC9" w:rsidP="00736DC9">
            <w:pPr>
              <w:jc w:val="right"/>
              <w:rPr>
                <w:rFonts w:ascii="Browallia New" w:hAnsi="Browallia New" w:cs="Browallia New"/>
              </w:rPr>
            </w:pPr>
          </w:p>
        </w:tc>
        <w:tc>
          <w:tcPr>
            <w:tcW w:w="236" w:type="dxa"/>
            <w:tcBorders>
              <w:left w:val="nil"/>
            </w:tcBorders>
          </w:tcPr>
          <w:p w14:paraId="4856253B" w14:textId="77777777" w:rsidR="00736DC9" w:rsidRPr="0076073C" w:rsidRDefault="00736DC9" w:rsidP="00736DC9">
            <w:pPr>
              <w:jc w:val="right"/>
              <w:rPr>
                <w:rFonts w:ascii="Browallia New" w:hAnsi="Browallia New" w:cs="Browallia New"/>
              </w:rPr>
            </w:pPr>
          </w:p>
        </w:tc>
        <w:tc>
          <w:tcPr>
            <w:tcW w:w="1239" w:type="dxa"/>
          </w:tcPr>
          <w:p w14:paraId="4856253C" w14:textId="77777777" w:rsidR="00736DC9" w:rsidRPr="0076073C" w:rsidRDefault="00736DC9" w:rsidP="00736DC9">
            <w:pPr>
              <w:jc w:val="right"/>
              <w:rPr>
                <w:rFonts w:ascii="Browallia New" w:hAnsi="Browallia New" w:cs="Browallia New"/>
                <w:sz w:val="26"/>
                <w:szCs w:val="26"/>
              </w:rPr>
            </w:pPr>
          </w:p>
        </w:tc>
        <w:tc>
          <w:tcPr>
            <w:tcW w:w="266" w:type="dxa"/>
          </w:tcPr>
          <w:p w14:paraId="4856253D" w14:textId="77777777" w:rsidR="00736DC9" w:rsidRPr="0076073C" w:rsidRDefault="00736DC9" w:rsidP="00736DC9">
            <w:pPr>
              <w:jc w:val="right"/>
              <w:rPr>
                <w:rFonts w:ascii="Browallia New" w:hAnsi="Browallia New" w:cs="Browallia New"/>
              </w:rPr>
            </w:pPr>
          </w:p>
        </w:tc>
        <w:tc>
          <w:tcPr>
            <w:tcW w:w="1282" w:type="dxa"/>
          </w:tcPr>
          <w:p w14:paraId="4856253E" w14:textId="77777777" w:rsidR="00736DC9" w:rsidRPr="0076073C" w:rsidRDefault="00736DC9" w:rsidP="00736DC9">
            <w:pPr>
              <w:jc w:val="right"/>
              <w:rPr>
                <w:rFonts w:ascii="Browallia New" w:hAnsi="Browallia New" w:cs="Browallia New"/>
              </w:rPr>
            </w:pPr>
          </w:p>
        </w:tc>
      </w:tr>
      <w:tr w:rsidR="00736DC9" w:rsidRPr="0076073C" w14:paraId="48562548" w14:textId="77777777" w:rsidTr="00623927">
        <w:trPr>
          <w:gridAfter w:val="1"/>
          <w:wAfter w:w="11" w:type="dxa"/>
          <w:cantSplit/>
        </w:trPr>
        <w:tc>
          <w:tcPr>
            <w:tcW w:w="3336" w:type="dxa"/>
          </w:tcPr>
          <w:p w14:paraId="48562540" w14:textId="77777777" w:rsidR="00736DC9" w:rsidRPr="0076073C" w:rsidRDefault="00736DC9" w:rsidP="00736DC9">
            <w:pPr>
              <w:ind w:left="266"/>
              <w:rPr>
                <w:rFonts w:ascii="Browallia New" w:hAnsi="Browallia New" w:cs="Browallia New"/>
                <w:cs/>
                <w:lang w:val="th-TH"/>
              </w:rPr>
            </w:pPr>
            <w:r w:rsidRPr="0076073C">
              <w:rPr>
                <w:rFonts w:ascii="Browallia New" w:hAnsi="Browallia New" w:cs="Browallia New"/>
                <w:cs/>
                <w:lang w:val="en-GB"/>
              </w:rPr>
              <w:t>น้อยกว่า</w:t>
            </w:r>
            <w:r w:rsidRPr="0076073C">
              <w:rPr>
                <w:rFonts w:ascii="Browallia New" w:hAnsi="Browallia New" w:cs="Browallia New"/>
                <w:lang w:val="en-GB"/>
              </w:rPr>
              <w:t xml:space="preserve"> 3 </w:t>
            </w:r>
            <w:r w:rsidRPr="0076073C">
              <w:rPr>
                <w:rFonts w:ascii="Browallia New" w:hAnsi="Browallia New" w:cs="Browallia New"/>
                <w:cs/>
                <w:lang w:val="en-GB"/>
              </w:rPr>
              <w:t>เดือน</w:t>
            </w:r>
          </w:p>
        </w:tc>
        <w:tc>
          <w:tcPr>
            <w:tcW w:w="1272" w:type="dxa"/>
            <w:tcBorders>
              <w:left w:val="nil"/>
            </w:tcBorders>
          </w:tcPr>
          <w:p w14:paraId="48562541" w14:textId="2BFF0411"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10,193 </w:t>
            </w:r>
          </w:p>
        </w:tc>
        <w:tc>
          <w:tcPr>
            <w:tcW w:w="236" w:type="dxa"/>
            <w:tcBorders>
              <w:left w:val="nil"/>
            </w:tcBorders>
          </w:tcPr>
          <w:p w14:paraId="48562542" w14:textId="77777777" w:rsidR="00736DC9" w:rsidRPr="0076073C" w:rsidRDefault="00736DC9" w:rsidP="00736DC9">
            <w:pPr>
              <w:jc w:val="right"/>
              <w:rPr>
                <w:rFonts w:ascii="Browallia New" w:hAnsi="Browallia New" w:cs="Browallia New"/>
              </w:rPr>
            </w:pPr>
          </w:p>
        </w:tc>
        <w:tc>
          <w:tcPr>
            <w:tcW w:w="1240" w:type="dxa"/>
          </w:tcPr>
          <w:p w14:paraId="48562543" w14:textId="736E5111"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38,064</w:t>
            </w:r>
          </w:p>
        </w:tc>
        <w:tc>
          <w:tcPr>
            <w:tcW w:w="236" w:type="dxa"/>
            <w:tcBorders>
              <w:left w:val="nil"/>
            </w:tcBorders>
          </w:tcPr>
          <w:p w14:paraId="48562544" w14:textId="77777777" w:rsidR="00736DC9" w:rsidRPr="0076073C" w:rsidRDefault="00736DC9" w:rsidP="00736DC9">
            <w:pPr>
              <w:jc w:val="right"/>
              <w:rPr>
                <w:rFonts w:ascii="Browallia New" w:hAnsi="Browallia New" w:cs="Browallia New"/>
              </w:rPr>
            </w:pPr>
          </w:p>
        </w:tc>
        <w:tc>
          <w:tcPr>
            <w:tcW w:w="1239" w:type="dxa"/>
          </w:tcPr>
          <w:p w14:paraId="48562545" w14:textId="3AFA7322"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6,384 </w:t>
            </w:r>
          </w:p>
        </w:tc>
        <w:tc>
          <w:tcPr>
            <w:tcW w:w="266" w:type="dxa"/>
          </w:tcPr>
          <w:p w14:paraId="48562546" w14:textId="77777777" w:rsidR="00736DC9" w:rsidRPr="0076073C" w:rsidRDefault="00736DC9" w:rsidP="00736DC9">
            <w:pPr>
              <w:jc w:val="right"/>
              <w:rPr>
                <w:rFonts w:ascii="Browallia New" w:hAnsi="Browallia New" w:cs="Browallia New"/>
              </w:rPr>
            </w:pPr>
          </w:p>
        </w:tc>
        <w:tc>
          <w:tcPr>
            <w:tcW w:w="1282" w:type="dxa"/>
          </w:tcPr>
          <w:p w14:paraId="48562547" w14:textId="08B573E7"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13,077</w:t>
            </w:r>
          </w:p>
        </w:tc>
      </w:tr>
      <w:tr w:rsidR="00736DC9" w:rsidRPr="0076073C" w14:paraId="48562551" w14:textId="77777777" w:rsidTr="00A000AD">
        <w:trPr>
          <w:gridAfter w:val="1"/>
          <w:wAfter w:w="11" w:type="dxa"/>
          <w:cantSplit/>
        </w:trPr>
        <w:tc>
          <w:tcPr>
            <w:tcW w:w="3336" w:type="dxa"/>
          </w:tcPr>
          <w:p w14:paraId="48562549" w14:textId="3547E297" w:rsidR="00736DC9" w:rsidRPr="0076073C" w:rsidRDefault="00736DC9" w:rsidP="00736DC9">
            <w:pPr>
              <w:ind w:left="266"/>
              <w:rPr>
                <w:rFonts w:ascii="Browallia New" w:hAnsi="Browallia New" w:cs="Browallia New"/>
                <w:lang w:val="en-GB"/>
              </w:rPr>
            </w:pPr>
            <w:r w:rsidRPr="0076073C">
              <w:rPr>
                <w:rFonts w:ascii="Browallia New" w:hAnsi="Browallia New" w:cs="Browallia New"/>
                <w:lang w:val="en-GB"/>
              </w:rPr>
              <w:t>3</w:t>
            </w:r>
            <w:r w:rsidRPr="0076073C">
              <w:rPr>
                <w:rFonts w:ascii="Browallia New" w:hAnsi="Browallia New" w:cs="Browallia New"/>
              </w:rPr>
              <w:t xml:space="preserve"> </w:t>
            </w:r>
            <w:r w:rsidRPr="0076073C">
              <w:rPr>
                <w:rFonts w:ascii="Browallia New" w:hAnsi="Browallia New" w:cs="Browallia New"/>
                <w:cs/>
                <w:lang w:val="en-GB"/>
              </w:rPr>
              <w:t>-</w:t>
            </w:r>
            <w:r w:rsidRPr="0076073C">
              <w:rPr>
                <w:rFonts w:ascii="Browallia New" w:hAnsi="Browallia New" w:cs="Browallia New"/>
              </w:rPr>
              <w:t xml:space="preserve"> </w:t>
            </w:r>
            <w:r w:rsidRPr="0076073C">
              <w:rPr>
                <w:rFonts w:ascii="Browallia New" w:hAnsi="Browallia New" w:cs="Browallia New"/>
                <w:lang w:val="en-GB"/>
              </w:rPr>
              <w:t>6</w:t>
            </w:r>
            <w:r w:rsidRPr="0076073C">
              <w:rPr>
                <w:rFonts w:ascii="Browallia New" w:hAnsi="Browallia New" w:cs="Browallia New"/>
              </w:rPr>
              <w:t xml:space="preserve"> </w:t>
            </w:r>
            <w:r w:rsidRPr="0076073C">
              <w:rPr>
                <w:rFonts w:ascii="Browallia New" w:hAnsi="Browallia New" w:cs="Browallia New"/>
                <w:cs/>
                <w:lang w:val="en-GB"/>
              </w:rPr>
              <w:t>เดือน</w:t>
            </w:r>
          </w:p>
        </w:tc>
        <w:tc>
          <w:tcPr>
            <w:tcW w:w="1272" w:type="dxa"/>
            <w:tcBorders>
              <w:left w:val="nil"/>
            </w:tcBorders>
          </w:tcPr>
          <w:p w14:paraId="4856254A" w14:textId="714BCCF9"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6,215 </w:t>
            </w:r>
          </w:p>
        </w:tc>
        <w:tc>
          <w:tcPr>
            <w:tcW w:w="236" w:type="dxa"/>
            <w:tcBorders>
              <w:left w:val="nil"/>
            </w:tcBorders>
          </w:tcPr>
          <w:p w14:paraId="4856254B" w14:textId="77777777" w:rsidR="00736DC9" w:rsidRPr="0076073C" w:rsidRDefault="00736DC9" w:rsidP="00736DC9">
            <w:pPr>
              <w:jc w:val="right"/>
              <w:rPr>
                <w:rFonts w:ascii="Browallia New" w:hAnsi="Browallia New" w:cs="Browallia New"/>
              </w:rPr>
            </w:pPr>
          </w:p>
        </w:tc>
        <w:tc>
          <w:tcPr>
            <w:tcW w:w="1240" w:type="dxa"/>
          </w:tcPr>
          <w:p w14:paraId="4856254C" w14:textId="6A28FDB9"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7,955</w:t>
            </w:r>
          </w:p>
        </w:tc>
        <w:tc>
          <w:tcPr>
            <w:tcW w:w="236" w:type="dxa"/>
            <w:tcBorders>
              <w:left w:val="nil"/>
            </w:tcBorders>
          </w:tcPr>
          <w:p w14:paraId="4856254D" w14:textId="77777777" w:rsidR="00736DC9" w:rsidRPr="0076073C" w:rsidRDefault="00736DC9" w:rsidP="00736DC9">
            <w:pPr>
              <w:jc w:val="right"/>
              <w:rPr>
                <w:rFonts w:ascii="Browallia New" w:hAnsi="Browallia New" w:cs="Browallia New"/>
              </w:rPr>
            </w:pPr>
          </w:p>
        </w:tc>
        <w:tc>
          <w:tcPr>
            <w:tcW w:w="1239" w:type="dxa"/>
          </w:tcPr>
          <w:p w14:paraId="4856254E" w14:textId="351FBA04"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4,375 </w:t>
            </w:r>
          </w:p>
        </w:tc>
        <w:tc>
          <w:tcPr>
            <w:tcW w:w="266" w:type="dxa"/>
          </w:tcPr>
          <w:p w14:paraId="4856254F" w14:textId="77777777" w:rsidR="00736DC9" w:rsidRPr="0076073C" w:rsidRDefault="00736DC9" w:rsidP="00736DC9">
            <w:pPr>
              <w:jc w:val="right"/>
              <w:rPr>
                <w:rFonts w:ascii="Browallia New" w:hAnsi="Browallia New" w:cs="Browallia New"/>
              </w:rPr>
            </w:pPr>
          </w:p>
        </w:tc>
        <w:tc>
          <w:tcPr>
            <w:tcW w:w="1282" w:type="dxa"/>
          </w:tcPr>
          <w:p w14:paraId="48562550" w14:textId="342C11BA"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7,113</w:t>
            </w:r>
          </w:p>
        </w:tc>
      </w:tr>
      <w:tr w:rsidR="00736DC9" w:rsidRPr="0076073C" w14:paraId="4856255A" w14:textId="77777777" w:rsidTr="00A000AD">
        <w:trPr>
          <w:gridAfter w:val="1"/>
          <w:wAfter w:w="11" w:type="dxa"/>
          <w:cantSplit/>
          <w:trHeight w:val="255"/>
        </w:trPr>
        <w:tc>
          <w:tcPr>
            <w:tcW w:w="3336" w:type="dxa"/>
          </w:tcPr>
          <w:p w14:paraId="48562552" w14:textId="44508718" w:rsidR="00736DC9" w:rsidRPr="0076073C" w:rsidRDefault="00736DC9" w:rsidP="00736DC9">
            <w:pPr>
              <w:ind w:left="266"/>
              <w:rPr>
                <w:rFonts w:ascii="Browallia New" w:hAnsi="Browallia New" w:cs="Browallia New"/>
                <w:cs/>
                <w:lang w:val="en-GB"/>
              </w:rPr>
            </w:pPr>
            <w:r w:rsidRPr="0076073C">
              <w:rPr>
                <w:rFonts w:ascii="Browallia New" w:hAnsi="Browallia New" w:cs="Browallia New"/>
                <w:lang w:val="en-GB"/>
              </w:rPr>
              <w:t>6</w:t>
            </w:r>
            <w:r w:rsidRPr="0076073C">
              <w:rPr>
                <w:rFonts w:ascii="Browallia New" w:hAnsi="Browallia New" w:cs="Browallia New"/>
              </w:rPr>
              <w:t xml:space="preserve"> </w:t>
            </w:r>
            <w:r w:rsidRPr="0076073C">
              <w:rPr>
                <w:rFonts w:ascii="Browallia New" w:hAnsi="Browallia New" w:cs="Browallia New"/>
                <w:lang w:val="en-GB"/>
              </w:rPr>
              <w:t>- 12</w:t>
            </w:r>
            <w:r w:rsidRPr="0076073C">
              <w:rPr>
                <w:rFonts w:ascii="Browallia New" w:hAnsi="Browallia New" w:cs="Browallia New"/>
              </w:rPr>
              <w:t xml:space="preserve"> </w:t>
            </w:r>
            <w:r w:rsidRPr="0076073C">
              <w:rPr>
                <w:rFonts w:ascii="Browallia New" w:hAnsi="Browallia New" w:cs="Browallia New"/>
                <w:cs/>
                <w:lang w:val="en-GB"/>
              </w:rPr>
              <w:t>เดือน</w:t>
            </w:r>
          </w:p>
        </w:tc>
        <w:tc>
          <w:tcPr>
            <w:tcW w:w="1272" w:type="dxa"/>
            <w:tcBorders>
              <w:left w:val="nil"/>
            </w:tcBorders>
          </w:tcPr>
          <w:p w14:paraId="48562553" w14:textId="040373A2"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3,392 </w:t>
            </w:r>
          </w:p>
        </w:tc>
        <w:tc>
          <w:tcPr>
            <w:tcW w:w="236" w:type="dxa"/>
            <w:tcBorders>
              <w:left w:val="nil"/>
            </w:tcBorders>
          </w:tcPr>
          <w:p w14:paraId="48562554" w14:textId="77777777" w:rsidR="00736DC9" w:rsidRPr="0076073C" w:rsidRDefault="00736DC9" w:rsidP="00736DC9">
            <w:pPr>
              <w:jc w:val="right"/>
              <w:rPr>
                <w:rFonts w:ascii="Browallia New" w:hAnsi="Browallia New" w:cs="Browallia New"/>
              </w:rPr>
            </w:pPr>
          </w:p>
        </w:tc>
        <w:tc>
          <w:tcPr>
            <w:tcW w:w="1240" w:type="dxa"/>
          </w:tcPr>
          <w:p w14:paraId="48562555" w14:textId="419A887C"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1,302</w:t>
            </w:r>
          </w:p>
        </w:tc>
        <w:tc>
          <w:tcPr>
            <w:tcW w:w="236" w:type="dxa"/>
            <w:tcBorders>
              <w:left w:val="nil"/>
            </w:tcBorders>
          </w:tcPr>
          <w:p w14:paraId="48562556" w14:textId="77777777" w:rsidR="00736DC9" w:rsidRPr="0076073C" w:rsidRDefault="00736DC9" w:rsidP="00736DC9">
            <w:pPr>
              <w:jc w:val="right"/>
              <w:rPr>
                <w:rFonts w:ascii="Browallia New" w:hAnsi="Browallia New" w:cs="Browallia New"/>
              </w:rPr>
            </w:pPr>
          </w:p>
        </w:tc>
        <w:tc>
          <w:tcPr>
            <w:tcW w:w="1239" w:type="dxa"/>
          </w:tcPr>
          <w:p w14:paraId="48562557" w14:textId="1D2FFD0D"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3,392 </w:t>
            </w:r>
          </w:p>
        </w:tc>
        <w:tc>
          <w:tcPr>
            <w:tcW w:w="266" w:type="dxa"/>
          </w:tcPr>
          <w:p w14:paraId="48562558" w14:textId="77777777" w:rsidR="00736DC9" w:rsidRPr="0076073C" w:rsidRDefault="00736DC9" w:rsidP="00736DC9">
            <w:pPr>
              <w:jc w:val="right"/>
              <w:rPr>
                <w:rFonts w:ascii="Browallia New" w:hAnsi="Browallia New" w:cs="Browallia New"/>
              </w:rPr>
            </w:pPr>
          </w:p>
        </w:tc>
        <w:tc>
          <w:tcPr>
            <w:tcW w:w="1282" w:type="dxa"/>
          </w:tcPr>
          <w:p w14:paraId="48562559" w14:textId="19B0EEDF"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1,302</w:t>
            </w:r>
          </w:p>
        </w:tc>
      </w:tr>
      <w:tr w:rsidR="00736DC9" w:rsidRPr="0076073C" w14:paraId="48562563" w14:textId="77777777" w:rsidTr="00623927">
        <w:trPr>
          <w:gridAfter w:val="1"/>
          <w:wAfter w:w="11" w:type="dxa"/>
          <w:cantSplit/>
        </w:trPr>
        <w:tc>
          <w:tcPr>
            <w:tcW w:w="3336" w:type="dxa"/>
          </w:tcPr>
          <w:p w14:paraId="4856255B" w14:textId="5061F5FE" w:rsidR="00736DC9" w:rsidRPr="0076073C" w:rsidRDefault="00736DC9" w:rsidP="00736DC9">
            <w:pPr>
              <w:ind w:left="266"/>
              <w:rPr>
                <w:rFonts w:ascii="Browallia New" w:hAnsi="Browallia New" w:cs="Browallia New"/>
                <w:cs/>
                <w:lang w:val="th-TH"/>
              </w:rPr>
            </w:pPr>
            <w:r w:rsidRPr="0076073C">
              <w:rPr>
                <w:rFonts w:ascii="Browallia New" w:hAnsi="Browallia New" w:cs="Browallia New"/>
                <w:cs/>
                <w:lang w:val="th-TH"/>
              </w:rPr>
              <w:t>มากกว่า</w:t>
            </w:r>
            <w:r w:rsidRPr="0076073C">
              <w:rPr>
                <w:rFonts w:ascii="Browallia New" w:hAnsi="Browallia New" w:cs="Browallia New"/>
              </w:rPr>
              <w:t xml:space="preserve"> 12 </w:t>
            </w:r>
            <w:r w:rsidRPr="0076073C">
              <w:rPr>
                <w:rFonts w:ascii="Browallia New" w:hAnsi="Browallia New" w:cs="Browallia New"/>
                <w:cs/>
                <w:lang w:val="th-TH"/>
              </w:rPr>
              <w:t>เดือน</w:t>
            </w:r>
          </w:p>
        </w:tc>
        <w:tc>
          <w:tcPr>
            <w:tcW w:w="1272" w:type="dxa"/>
            <w:tcBorders>
              <w:left w:val="nil"/>
              <w:bottom w:val="single" w:sz="4" w:space="0" w:color="auto"/>
            </w:tcBorders>
          </w:tcPr>
          <w:p w14:paraId="4856255C" w14:textId="78275B2C"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14,47</w:t>
            </w:r>
            <w:r w:rsidR="00DD39E1" w:rsidRPr="0076073C">
              <w:rPr>
                <w:rFonts w:ascii="Browallia New" w:hAnsi="Browallia New" w:cs="Browallia New"/>
                <w:sz w:val="26"/>
                <w:szCs w:val="26"/>
              </w:rPr>
              <w:t>7</w:t>
            </w:r>
            <w:r w:rsidRPr="0076073C">
              <w:rPr>
                <w:rFonts w:ascii="Browallia New" w:hAnsi="Browallia New" w:cs="Browallia New"/>
                <w:sz w:val="26"/>
                <w:szCs w:val="26"/>
              </w:rPr>
              <w:t xml:space="preserve"> </w:t>
            </w:r>
          </w:p>
        </w:tc>
        <w:tc>
          <w:tcPr>
            <w:tcW w:w="236" w:type="dxa"/>
            <w:tcBorders>
              <w:left w:val="nil"/>
            </w:tcBorders>
          </w:tcPr>
          <w:p w14:paraId="4856255D" w14:textId="77777777" w:rsidR="00736DC9" w:rsidRPr="0076073C" w:rsidRDefault="00736DC9" w:rsidP="00736DC9">
            <w:pPr>
              <w:jc w:val="right"/>
              <w:rPr>
                <w:rFonts w:ascii="Browallia New" w:hAnsi="Browallia New" w:cs="Browallia New"/>
              </w:rPr>
            </w:pPr>
          </w:p>
        </w:tc>
        <w:tc>
          <w:tcPr>
            <w:tcW w:w="1240" w:type="dxa"/>
            <w:tcBorders>
              <w:bottom w:val="single" w:sz="4" w:space="0" w:color="auto"/>
            </w:tcBorders>
          </w:tcPr>
          <w:p w14:paraId="4856255E" w14:textId="6072D490"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16,465</w:t>
            </w:r>
          </w:p>
        </w:tc>
        <w:tc>
          <w:tcPr>
            <w:tcW w:w="236" w:type="dxa"/>
            <w:tcBorders>
              <w:left w:val="nil"/>
            </w:tcBorders>
          </w:tcPr>
          <w:p w14:paraId="4856255F" w14:textId="77777777" w:rsidR="00736DC9" w:rsidRPr="0076073C" w:rsidRDefault="00736DC9" w:rsidP="00736DC9">
            <w:pPr>
              <w:jc w:val="right"/>
              <w:rPr>
                <w:rFonts w:ascii="Browallia New" w:hAnsi="Browallia New" w:cs="Browallia New"/>
              </w:rPr>
            </w:pPr>
          </w:p>
        </w:tc>
        <w:tc>
          <w:tcPr>
            <w:tcW w:w="1239" w:type="dxa"/>
            <w:tcBorders>
              <w:bottom w:val="single" w:sz="4" w:space="0" w:color="auto"/>
            </w:tcBorders>
          </w:tcPr>
          <w:p w14:paraId="48562560" w14:textId="5F1CCF7E"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13,45</w:t>
            </w:r>
            <w:r w:rsidR="000838B5" w:rsidRPr="0076073C">
              <w:rPr>
                <w:rFonts w:ascii="Browallia New" w:hAnsi="Browallia New" w:cs="Browallia New"/>
                <w:sz w:val="26"/>
                <w:szCs w:val="26"/>
              </w:rPr>
              <w:t>6</w:t>
            </w:r>
            <w:r w:rsidRPr="0076073C">
              <w:rPr>
                <w:rFonts w:ascii="Browallia New" w:hAnsi="Browallia New" w:cs="Browallia New"/>
                <w:sz w:val="26"/>
                <w:szCs w:val="26"/>
              </w:rPr>
              <w:t xml:space="preserve"> </w:t>
            </w:r>
          </w:p>
        </w:tc>
        <w:tc>
          <w:tcPr>
            <w:tcW w:w="266" w:type="dxa"/>
          </w:tcPr>
          <w:p w14:paraId="48562561" w14:textId="77777777" w:rsidR="00736DC9" w:rsidRPr="0076073C" w:rsidRDefault="00736DC9" w:rsidP="00736DC9">
            <w:pPr>
              <w:jc w:val="right"/>
              <w:rPr>
                <w:rFonts w:ascii="Browallia New" w:hAnsi="Browallia New" w:cs="Browallia New"/>
              </w:rPr>
            </w:pPr>
          </w:p>
        </w:tc>
        <w:tc>
          <w:tcPr>
            <w:tcW w:w="1282" w:type="dxa"/>
            <w:tcBorders>
              <w:bottom w:val="single" w:sz="4" w:space="0" w:color="auto"/>
            </w:tcBorders>
          </w:tcPr>
          <w:p w14:paraId="48562562" w14:textId="33C8913B"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13,303</w:t>
            </w:r>
          </w:p>
        </w:tc>
      </w:tr>
      <w:tr w:rsidR="00736DC9" w:rsidRPr="0076073C" w14:paraId="4856256C" w14:textId="77777777" w:rsidTr="00E974E2">
        <w:trPr>
          <w:gridAfter w:val="1"/>
          <w:wAfter w:w="11" w:type="dxa"/>
          <w:cantSplit/>
        </w:trPr>
        <w:tc>
          <w:tcPr>
            <w:tcW w:w="3336" w:type="dxa"/>
          </w:tcPr>
          <w:p w14:paraId="48562564" w14:textId="77777777" w:rsidR="00736DC9" w:rsidRPr="0076073C" w:rsidRDefault="00736DC9" w:rsidP="00736DC9">
            <w:pPr>
              <w:jc w:val="both"/>
              <w:rPr>
                <w:rFonts w:ascii="Browallia New" w:hAnsi="Browallia New" w:cs="Browallia New"/>
              </w:rPr>
            </w:pPr>
            <w:r w:rsidRPr="0076073C">
              <w:rPr>
                <w:rFonts w:ascii="Browallia New" w:hAnsi="Browallia New" w:cs="Browallia New"/>
                <w:cs/>
              </w:rPr>
              <w:t>รวม</w:t>
            </w:r>
          </w:p>
        </w:tc>
        <w:tc>
          <w:tcPr>
            <w:tcW w:w="1272" w:type="dxa"/>
            <w:tcBorders>
              <w:top w:val="single" w:sz="4" w:space="0" w:color="auto"/>
              <w:left w:val="nil"/>
            </w:tcBorders>
          </w:tcPr>
          <w:p w14:paraId="48562565" w14:textId="464385B8"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1,171,07</w:t>
            </w:r>
            <w:r w:rsidR="00D14A03" w:rsidRPr="0076073C">
              <w:rPr>
                <w:rFonts w:ascii="Browallia New" w:hAnsi="Browallia New" w:cs="Browallia New"/>
                <w:sz w:val="26"/>
                <w:szCs w:val="26"/>
              </w:rPr>
              <w:t>0</w:t>
            </w:r>
            <w:r w:rsidRPr="0076073C">
              <w:rPr>
                <w:rFonts w:ascii="Browallia New" w:hAnsi="Browallia New" w:cs="Browallia New"/>
                <w:sz w:val="26"/>
                <w:szCs w:val="26"/>
              </w:rPr>
              <w:t xml:space="preserve"> </w:t>
            </w:r>
          </w:p>
        </w:tc>
        <w:tc>
          <w:tcPr>
            <w:tcW w:w="236" w:type="dxa"/>
            <w:tcBorders>
              <w:left w:val="nil"/>
            </w:tcBorders>
          </w:tcPr>
          <w:p w14:paraId="48562566" w14:textId="77777777" w:rsidR="00736DC9" w:rsidRPr="0076073C" w:rsidRDefault="00736DC9" w:rsidP="00736DC9">
            <w:pPr>
              <w:jc w:val="right"/>
              <w:rPr>
                <w:rFonts w:ascii="Browallia New" w:hAnsi="Browallia New" w:cs="Browallia New"/>
              </w:rPr>
            </w:pPr>
          </w:p>
        </w:tc>
        <w:tc>
          <w:tcPr>
            <w:tcW w:w="1240" w:type="dxa"/>
            <w:tcBorders>
              <w:top w:val="single" w:sz="4" w:space="0" w:color="auto"/>
            </w:tcBorders>
          </w:tcPr>
          <w:p w14:paraId="48562567" w14:textId="5EA7BEBA"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1,093,348</w:t>
            </w:r>
          </w:p>
        </w:tc>
        <w:tc>
          <w:tcPr>
            <w:tcW w:w="236" w:type="dxa"/>
            <w:tcBorders>
              <w:left w:val="nil"/>
            </w:tcBorders>
          </w:tcPr>
          <w:p w14:paraId="48562568" w14:textId="77777777" w:rsidR="00736DC9" w:rsidRPr="0076073C" w:rsidRDefault="00736DC9" w:rsidP="00736DC9">
            <w:pPr>
              <w:jc w:val="right"/>
              <w:rPr>
                <w:rFonts w:ascii="Browallia New" w:hAnsi="Browallia New" w:cs="Browallia New"/>
              </w:rPr>
            </w:pPr>
          </w:p>
        </w:tc>
        <w:tc>
          <w:tcPr>
            <w:tcW w:w="1239" w:type="dxa"/>
            <w:tcBorders>
              <w:top w:val="single" w:sz="4" w:space="0" w:color="auto"/>
            </w:tcBorders>
          </w:tcPr>
          <w:p w14:paraId="48562569" w14:textId="10C778BA"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1,164,40</w:t>
            </w:r>
            <w:r w:rsidR="000838B5" w:rsidRPr="0076073C">
              <w:rPr>
                <w:rFonts w:ascii="Browallia New" w:hAnsi="Browallia New" w:cs="Browallia New"/>
                <w:sz w:val="26"/>
                <w:szCs w:val="26"/>
              </w:rPr>
              <w:t>0</w:t>
            </w:r>
            <w:r w:rsidRPr="0076073C">
              <w:rPr>
                <w:rFonts w:ascii="Browallia New" w:hAnsi="Browallia New" w:cs="Browallia New"/>
                <w:sz w:val="26"/>
                <w:szCs w:val="26"/>
              </w:rPr>
              <w:t xml:space="preserve"> </w:t>
            </w:r>
          </w:p>
        </w:tc>
        <w:tc>
          <w:tcPr>
            <w:tcW w:w="266" w:type="dxa"/>
          </w:tcPr>
          <w:p w14:paraId="4856256A" w14:textId="77777777" w:rsidR="00736DC9" w:rsidRPr="0076073C" w:rsidRDefault="00736DC9" w:rsidP="00736DC9">
            <w:pPr>
              <w:pStyle w:val="BodyTextIndent"/>
              <w:ind w:left="-157"/>
              <w:jc w:val="right"/>
              <w:rPr>
                <w:rFonts w:ascii="Browallia New" w:hAnsi="Browallia New" w:cs="Browallia New"/>
                <w:sz w:val="28"/>
                <w:szCs w:val="28"/>
              </w:rPr>
            </w:pPr>
          </w:p>
        </w:tc>
        <w:tc>
          <w:tcPr>
            <w:tcW w:w="1282" w:type="dxa"/>
            <w:tcBorders>
              <w:top w:val="single" w:sz="4" w:space="0" w:color="auto"/>
            </w:tcBorders>
          </w:tcPr>
          <w:p w14:paraId="4856256B" w14:textId="307846B5"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1,064,357</w:t>
            </w:r>
          </w:p>
        </w:tc>
      </w:tr>
      <w:tr w:rsidR="00736DC9" w:rsidRPr="0076073C" w14:paraId="48562575" w14:textId="77777777" w:rsidTr="001311EF">
        <w:trPr>
          <w:gridAfter w:val="1"/>
          <w:wAfter w:w="11" w:type="dxa"/>
          <w:cantSplit/>
          <w:trHeight w:val="533"/>
        </w:trPr>
        <w:tc>
          <w:tcPr>
            <w:tcW w:w="3336" w:type="dxa"/>
          </w:tcPr>
          <w:p w14:paraId="6ED94B54" w14:textId="77777777" w:rsidR="00736DC9" w:rsidRPr="0076073C" w:rsidRDefault="00736DC9" w:rsidP="00736DC9">
            <w:pPr>
              <w:ind w:left="609" w:hanging="609"/>
              <w:jc w:val="both"/>
              <w:rPr>
                <w:rFonts w:ascii="Browallia New" w:hAnsi="Browallia New" w:cs="Browallia New"/>
              </w:rPr>
            </w:pPr>
            <w:r w:rsidRPr="0076073C">
              <w:rPr>
                <w:rFonts w:ascii="Browallia New" w:hAnsi="Browallia New" w:cs="Browallia New"/>
                <w:u w:val="single"/>
                <w:cs/>
              </w:rPr>
              <w:t>หัก</w:t>
            </w:r>
            <w:r w:rsidRPr="0076073C">
              <w:rPr>
                <w:rFonts w:ascii="Browallia New" w:hAnsi="Browallia New" w:cs="Browallia New"/>
              </w:rPr>
              <w:t xml:space="preserve"> </w:t>
            </w:r>
            <w:r w:rsidRPr="0076073C">
              <w:rPr>
                <w:rFonts w:ascii="Browallia New" w:hAnsi="Browallia New" w:cs="Browallia New"/>
                <w:cs/>
              </w:rPr>
              <w:t>ค่าเผื่อผลขาดทุนด้านเครดิตที่</w:t>
            </w:r>
          </w:p>
          <w:p w14:paraId="4856256D" w14:textId="4934157D" w:rsidR="00736DC9" w:rsidRPr="0076073C" w:rsidRDefault="00736DC9" w:rsidP="00736DC9">
            <w:pPr>
              <w:ind w:left="609" w:hanging="609"/>
              <w:jc w:val="both"/>
              <w:rPr>
                <w:rFonts w:ascii="Browallia New" w:hAnsi="Browallia New" w:cs="Browallia New"/>
              </w:rPr>
            </w:pPr>
            <w:r w:rsidRPr="0076073C">
              <w:rPr>
                <w:rFonts w:ascii="Browallia New" w:hAnsi="Browallia New" w:cs="Browallia New"/>
              </w:rPr>
              <w:t xml:space="preserve">         </w:t>
            </w:r>
            <w:r w:rsidRPr="0076073C">
              <w:rPr>
                <w:rFonts w:ascii="Browallia New" w:hAnsi="Browallia New" w:cs="Browallia New"/>
                <w:cs/>
              </w:rPr>
              <w:t>คาดว่าจะเกิดขึ้น</w:t>
            </w:r>
          </w:p>
        </w:tc>
        <w:tc>
          <w:tcPr>
            <w:tcW w:w="1272" w:type="dxa"/>
            <w:tcBorders>
              <w:left w:val="nil"/>
              <w:bottom w:val="single" w:sz="4" w:space="0" w:color="auto"/>
            </w:tcBorders>
          </w:tcPr>
          <w:p w14:paraId="121E8B7A" w14:textId="77777777" w:rsidR="00736DC9" w:rsidRPr="0076073C" w:rsidRDefault="00736DC9" w:rsidP="00736DC9">
            <w:pPr>
              <w:jc w:val="right"/>
              <w:rPr>
                <w:rFonts w:ascii="Browallia New" w:hAnsi="Browallia New" w:cs="Browallia New"/>
                <w:sz w:val="26"/>
                <w:szCs w:val="26"/>
              </w:rPr>
            </w:pPr>
          </w:p>
          <w:p w14:paraId="4856256E" w14:textId="193E9D20"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(14,966)</w:t>
            </w:r>
          </w:p>
        </w:tc>
        <w:tc>
          <w:tcPr>
            <w:tcW w:w="236" w:type="dxa"/>
            <w:tcBorders>
              <w:left w:val="nil"/>
            </w:tcBorders>
          </w:tcPr>
          <w:p w14:paraId="4856256F" w14:textId="77777777" w:rsidR="00736DC9" w:rsidRPr="0076073C" w:rsidRDefault="00736DC9" w:rsidP="00736DC9">
            <w:pPr>
              <w:jc w:val="right"/>
              <w:rPr>
                <w:rFonts w:ascii="Browallia New" w:hAnsi="Browallia New" w:cs="Browallia New"/>
              </w:rPr>
            </w:pPr>
          </w:p>
        </w:tc>
        <w:tc>
          <w:tcPr>
            <w:tcW w:w="1240" w:type="dxa"/>
            <w:tcBorders>
              <w:bottom w:val="single" w:sz="4" w:space="0" w:color="auto"/>
            </w:tcBorders>
          </w:tcPr>
          <w:p w14:paraId="2F9A4F0A" w14:textId="77777777" w:rsidR="00363015" w:rsidRPr="0076073C" w:rsidRDefault="00363015" w:rsidP="00363015">
            <w:pPr>
              <w:jc w:val="right"/>
              <w:rPr>
                <w:rFonts w:ascii="Browallia New" w:hAnsi="Browallia New" w:cs="Browallia New"/>
                <w:sz w:val="26"/>
                <w:szCs w:val="26"/>
              </w:rPr>
            </w:pPr>
          </w:p>
          <w:p w14:paraId="48562570" w14:textId="4DD6EE20"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(14,966)</w:t>
            </w:r>
          </w:p>
        </w:tc>
        <w:tc>
          <w:tcPr>
            <w:tcW w:w="236" w:type="dxa"/>
            <w:tcBorders>
              <w:left w:val="nil"/>
            </w:tcBorders>
          </w:tcPr>
          <w:p w14:paraId="48562571" w14:textId="77777777" w:rsidR="00736DC9" w:rsidRPr="0076073C" w:rsidRDefault="00736DC9" w:rsidP="00736DC9">
            <w:pPr>
              <w:jc w:val="right"/>
              <w:rPr>
                <w:rFonts w:ascii="Browallia New" w:hAnsi="Browallia New" w:cs="Browallia New"/>
              </w:rPr>
            </w:pPr>
          </w:p>
        </w:tc>
        <w:tc>
          <w:tcPr>
            <w:tcW w:w="1239" w:type="dxa"/>
            <w:tcBorders>
              <w:bottom w:val="single" w:sz="4" w:space="0" w:color="auto"/>
            </w:tcBorders>
          </w:tcPr>
          <w:p w14:paraId="403F3C5A" w14:textId="6C10CD60" w:rsidR="00736DC9" w:rsidRPr="0076073C" w:rsidRDefault="00736DC9" w:rsidP="00736DC9">
            <w:pPr>
              <w:jc w:val="right"/>
              <w:rPr>
                <w:rFonts w:ascii="Browallia New" w:hAnsi="Browallia New" w:cs="Browallia New"/>
                <w:sz w:val="26"/>
                <w:szCs w:val="26"/>
              </w:rPr>
            </w:pPr>
          </w:p>
          <w:p w14:paraId="48562572" w14:textId="5B28EF0D"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(14,524)</w:t>
            </w:r>
          </w:p>
        </w:tc>
        <w:tc>
          <w:tcPr>
            <w:tcW w:w="266" w:type="dxa"/>
            <w:vAlign w:val="bottom"/>
          </w:tcPr>
          <w:p w14:paraId="48562573" w14:textId="77777777" w:rsidR="00736DC9" w:rsidRPr="0076073C" w:rsidRDefault="00736DC9" w:rsidP="00736DC9">
            <w:pPr>
              <w:pStyle w:val="BodyTextIndent"/>
              <w:ind w:left="-157"/>
              <w:jc w:val="right"/>
              <w:rPr>
                <w:rFonts w:ascii="Browallia New" w:hAnsi="Browallia New" w:cs="Browallia New"/>
                <w:sz w:val="28"/>
                <w:szCs w:val="28"/>
              </w:rPr>
            </w:pPr>
          </w:p>
        </w:tc>
        <w:tc>
          <w:tcPr>
            <w:tcW w:w="1282" w:type="dxa"/>
            <w:tcBorders>
              <w:bottom w:val="single" w:sz="4" w:space="0" w:color="auto"/>
            </w:tcBorders>
          </w:tcPr>
          <w:p w14:paraId="66A97DE7" w14:textId="77777777" w:rsidR="00363015" w:rsidRPr="0076073C" w:rsidRDefault="00363015" w:rsidP="00363015">
            <w:pPr>
              <w:jc w:val="right"/>
              <w:rPr>
                <w:rFonts w:ascii="Browallia New" w:hAnsi="Browallia New" w:cs="Browallia New"/>
                <w:sz w:val="26"/>
                <w:szCs w:val="26"/>
              </w:rPr>
            </w:pPr>
          </w:p>
          <w:p w14:paraId="48562574" w14:textId="0F4FE781"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(14,524)</w:t>
            </w:r>
          </w:p>
        </w:tc>
      </w:tr>
      <w:tr w:rsidR="00736DC9" w:rsidRPr="0076073C" w14:paraId="4856257E" w14:textId="77777777" w:rsidTr="003738F5">
        <w:trPr>
          <w:gridAfter w:val="1"/>
          <w:wAfter w:w="11" w:type="dxa"/>
          <w:cantSplit/>
        </w:trPr>
        <w:tc>
          <w:tcPr>
            <w:tcW w:w="3336" w:type="dxa"/>
          </w:tcPr>
          <w:p w14:paraId="48562576" w14:textId="77777777" w:rsidR="00736DC9" w:rsidRPr="0076073C" w:rsidRDefault="00736DC9" w:rsidP="00736DC9">
            <w:pPr>
              <w:jc w:val="both"/>
              <w:rPr>
                <w:rFonts w:ascii="Browallia New" w:hAnsi="Browallia New" w:cs="Browallia New"/>
              </w:rPr>
            </w:pPr>
            <w:r w:rsidRPr="0076073C">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7540CF22"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1,156,10</w:t>
            </w:r>
            <w:r w:rsidR="000838B5" w:rsidRPr="0076073C">
              <w:rPr>
                <w:rFonts w:ascii="Browallia New" w:hAnsi="Browallia New" w:cs="Browallia New"/>
                <w:sz w:val="26"/>
                <w:szCs w:val="26"/>
              </w:rPr>
              <w:t>4</w:t>
            </w:r>
            <w:r w:rsidRPr="0076073C">
              <w:rPr>
                <w:rFonts w:ascii="Browallia New" w:hAnsi="Browallia New" w:cs="Browallia New"/>
                <w:sz w:val="26"/>
                <w:szCs w:val="26"/>
              </w:rPr>
              <w:t xml:space="preserve"> </w:t>
            </w:r>
          </w:p>
        </w:tc>
        <w:tc>
          <w:tcPr>
            <w:tcW w:w="236" w:type="dxa"/>
            <w:tcBorders>
              <w:left w:val="nil"/>
            </w:tcBorders>
          </w:tcPr>
          <w:p w14:paraId="48562578" w14:textId="77777777" w:rsidR="00736DC9" w:rsidRPr="0076073C" w:rsidRDefault="00736DC9" w:rsidP="00736DC9">
            <w:pPr>
              <w:jc w:val="right"/>
              <w:rPr>
                <w:rFonts w:ascii="Browallia New" w:hAnsi="Browallia New" w:cs="Browallia New"/>
              </w:rPr>
            </w:pPr>
          </w:p>
        </w:tc>
        <w:tc>
          <w:tcPr>
            <w:tcW w:w="1240" w:type="dxa"/>
            <w:tcBorders>
              <w:top w:val="single" w:sz="4" w:space="0" w:color="auto"/>
              <w:bottom w:val="single" w:sz="12" w:space="0" w:color="000000"/>
            </w:tcBorders>
          </w:tcPr>
          <w:p w14:paraId="48562579" w14:textId="644CDFC7"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1,078,382</w:t>
            </w:r>
          </w:p>
        </w:tc>
        <w:tc>
          <w:tcPr>
            <w:tcW w:w="236" w:type="dxa"/>
            <w:tcBorders>
              <w:left w:val="nil"/>
            </w:tcBorders>
          </w:tcPr>
          <w:p w14:paraId="4856257A" w14:textId="77777777" w:rsidR="00736DC9" w:rsidRPr="0076073C" w:rsidRDefault="00736DC9" w:rsidP="00736DC9">
            <w:pPr>
              <w:jc w:val="right"/>
              <w:rPr>
                <w:rFonts w:ascii="Browallia New" w:hAnsi="Browallia New" w:cs="Browallia New"/>
              </w:rPr>
            </w:pPr>
          </w:p>
        </w:tc>
        <w:tc>
          <w:tcPr>
            <w:tcW w:w="1239" w:type="dxa"/>
            <w:tcBorders>
              <w:top w:val="single" w:sz="4" w:space="0" w:color="auto"/>
              <w:bottom w:val="single" w:sz="12" w:space="0" w:color="000000"/>
            </w:tcBorders>
          </w:tcPr>
          <w:p w14:paraId="4856257B" w14:textId="7A229685" w:rsidR="00736DC9" w:rsidRPr="0076073C" w:rsidRDefault="00736DC9" w:rsidP="00736DC9">
            <w:pPr>
              <w:jc w:val="right"/>
              <w:rPr>
                <w:rFonts w:ascii="Browallia New" w:hAnsi="Browallia New" w:cs="Browallia New"/>
                <w:sz w:val="26"/>
                <w:szCs w:val="26"/>
              </w:rPr>
            </w:pPr>
            <w:r w:rsidRPr="0076073C">
              <w:rPr>
                <w:rFonts w:ascii="Browallia New" w:hAnsi="Browallia New" w:cs="Browallia New"/>
                <w:sz w:val="26"/>
                <w:szCs w:val="26"/>
              </w:rPr>
              <w:t xml:space="preserve"> 1,149,87</w:t>
            </w:r>
            <w:r w:rsidR="000838B5" w:rsidRPr="0076073C">
              <w:rPr>
                <w:rFonts w:ascii="Browallia New" w:hAnsi="Browallia New" w:cs="Browallia New"/>
                <w:sz w:val="26"/>
                <w:szCs w:val="26"/>
              </w:rPr>
              <w:t>6</w:t>
            </w:r>
            <w:r w:rsidRPr="0076073C">
              <w:rPr>
                <w:rFonts w:ascii="Browallia New" w:hAnsi="Browallia New" w:cs="Browallia New"/>
                <w:sz w:val="26"/>
                <w:szCs w:val="26"/>
              </w:rPr>
              <w:t xml:space="preserve"> </w:t>
            </w:r>
          </w:p>
        </w:tc>
        <w:tc>
          <w:tcPr>
            <w:tcW w:w="266" w:type="dxa"/>
          </w:tcPr>
          <w:p w14:paraId="4856257C" w14:textId="77777777" w:rsidR="00736DC9" w:rsidRPr="0076073C" w:rsidRDefault="00736DC9" w:rsidP="00736DC9">
            <w:pPr>
              <w:pStyle w:val="BodyTextIndent"/>
              <w:ind w:left="-157"/>
              <w:jc w:val="right"/>
              <w:rPr>
                <w:rFonts w:ascii="Browallia New" w:hAnsi="Browallia New" w:cs="Browallia New"/>
                <w:sz w:val="28"/>
                <w:szCs w:val="28"/>
              </w:rPr>
            </w:pPr>
          </w:p>
        </w:tc>
        <w:tc>
          <w:tcPr>
            <w:tcW w:w="1282" w:type="dxa"/>
            <w:tcBorders>
              <w:top w:val="single" w:sz="4" w:space="0" w:color="auto"/>
              <w:bottom w:val="single" w:sz="12" w:space="0" w:color="000000"/>
            </w:tcBorders>
            <w:vAlign w:val="bottom"/>
          </w:tcPr>
          <w:p w14:paraId="4856257D" w14:textId="7CA92938" w:rsidR="00736DC9" w:rsidRPr="0076073C" w:rsidRDefault="00736DC9" w:rsidP="00736DC9">
            <w:pPr>
              <w:jc w:val="right"/>
              <w:rPr>
                <w:rFonts w:ascii="Browallia New" w:hAnsi="Browallia New" w:cs="Browallia New"/>
              </w:rPr>
            </w:pPr>
            <w:r w:rsidRPr="0076073C">
              <w:rPr>
                <w:rFonts w:ascii="Browallia New" w:hAnsi="Browallia New" w:cs="Browallia New"/>
                <w:sz w:val="26"/>
                <w:szCs w:val="26"/>
              </w:rPr>
              <w:t>1,049,833</w:t>
            </w:r>
          </w:p>
        </w:tc>
      </w:tr>
      <w:tr w:rsidR="004054ED" w:rsidRPr="0076073C" w14:paraId="632CD2A0" w14:textId="77777777" w:rsidTr="00FF45D7">
        <w:trPr>
          <w:gridAfter w:val="1"/>
          <w:wAfter w:w="11" w:type="dxa"/>
          <w:cantSplit/>
        </w:trPr>
        <w:tc>
          <w:tcPr>
            <w:tcW w:w="3336" w:type="dxa"/>
          </w:tcPr>
          <w:p w14:paraId="77D2816D" w14:textId="77777777" w:rsidR="004054ED" w:rsidRPr="0076073C" w:rsidRDefault="004054ED" w:rsidP="004054ED">
            <w:pPr>
              <w:jc w:val="both"/>
              <w:rPr>
                <w:rFonts w:ascii="Browallia New" w:hAnsi="Browallia New" w:cs="Browallia New"/>
                <w:sz w:val="14"/>
                <w:szCs w:val="14"/>
                <w:cs/>
              </w:rPr>
            </w:pPr>
          </w:p>
        </w:tc>
        <w:tc>
          <w:tcPr>
            <w:tcW w:w="1272" w:type="dxa"/>
            <w:tcBorders>
              <w:top w:val="single" w:sz="12" w:space="0" w:color="auto"/>
              <w:left w:val="nil"/>
            </w:tcBorders>
          </w:tcPr>
          <w:p w14:paraId="61BC29A8" w14:textId="77777777" w:rsidR="004054ED" w:rsidRPr="0076073C" w:rsidRDefault="004054ED" w:rsidP="004054ED">
            <w:pPr>
              <w:jc w:val="right"/>
              <w:rPr>
                <w:rFonts w:ascii="Browallia New" w:hAnsi="Browallia New" w:cs="Browallia New"/>
              </w:rPr>
            </w:pPr>
          </w:p>
        </w:tc>
        <w:tc>
          <w:tcPr>
            <w:tcW w:w="236" w:type="dxa"/>
            <w:tcBorders>
              <w:left w:val="nil"/>
            </w:tcBorders>
          </w:tcPr>
          <w:p w14:paraId="0A970400" w14:textId="77777777" w:rsidR="004054ED" w:rsidRPr="0076073C" w:rsidRDefault="004054ED" w:rsidP="004054ED">
            <w:pPr>
              <w:jc w:val="right"/>
              <w:rPr>
                <w:rFonts w:ascii="Browallia New" w:hAnsi="Browallia New" w:cs="Browallia New"/>
                <w:sz w:val="16"/>
                <w:szCs w:val="16"/>
              </w:rPr>
            </w:pPr>
          </w:p>
        </w:tc>
        <w:tc>
          <w:tcPr>
            <w:tcW w:w="1240" w:type="dxa"/>
            <w:tcBorders>
              <w:top w:val="single" w:sz="12" w:space="0" w:color="000000"/>
            </w:tcBorders>
          </w:tcPr>
          <w:p w14:paraId="5E81320A" w14:textId="77777777" w:rsidR="004054ED" w:rsidRPr="0076073C" w:rsidRDefault="004054ED" w:rsidP="004054ED">
            <w:pPr>
              <w:jc w:val="right"/>
              <w:rPr>
                <w:rFonts w:ascii="Browallia New" w:hAnsi="Browallia New" w:cs="Browallia New"/>
                <w:sz w:val="16"/>
                <w:szCs w:val="16"/>
              </w:rPr>
            </w:pPr>
          </w:p>
        </w:tc>
        <w:tc>
          <w:tcPr>
            <w:tcW w:w="236" w:type="dxa"/>
            <w:tcBorders>
              <w:left w:val="nil"/>
            </w:tcBorders>
          </w:tcPr>
          <w:p w14:paraId="1D6992C2" w14:textId="77777777" w:rsidR="004054ED" w:rsidRPr="0076073C" w:rsidRDefault="004054ED" w:rsidP="004054ED">
            <w:pPr>
              <w:jc w:val="right"/>
              <w:rPr>
                <w:rFonts w:ascii="Browallia New" w:hAnsi="Browallia New" w:cs="Browallia New"/>
                <w:sz w:val="16"/>
                <w:szCs w:val="16"/>
              </w:rPr>
            </w:pPr>
          </w:p>
        </w:tc>
        <w:tc>
          <w:tcPr>
            <w:tcW w:w="1239" w:type="dxa"/>
            <w:tcBorders>
              <w:top w:val="single" w:sz="12" w:space="0" w:color="000000"/>
            </w:tcBorders>
          </w:tcPr>
          <w:p w14:paraId="762FF03E" w14:textId="77777777" w:rsidR="004054ED" w:rsidRPr="0076073C" w:rsidRDefault="004054ED" w:rsidP="004054ED">
            <w:pPr>
              <w:jc w:val="right"/>
              <w:rPr>
                <w:rFonts w:ascii="Browallia New" w:hAnsi="Browallia New" w:cs="Browallia New"/>
              </w:rPr>
            </w:pPr>
          </w:p>
        </w:tc>
        <w:tc>
          <w:tcPr>
            <w:tcW w:w="266" w:type="dxa"/>
          </w:tcPr>
          <w:p w14:paraId="28207D93" w14:textId="77777777" w:rsidR="004054ED" w:rsidRPr="0076073C" w:rsidRDefault="004054ED" w:rsidP="004054ED">
            <w:pPr>
              <w:pStyle w:val="BodyTextIndent"/>
              <w:ind w:left="-157"/>
              <w:jc w:val="right"/>
              <w:rPr>
                <w:rFonts w:ascii="Browallia New" w:hAnsi="Browallia New" w:cs="Browallia New"/>
                <w:sz w:val="16"/>
                <w:szCs w:val="16"/>
              </w:rPr>
            </w:pPr>
          </w:p>
        </w:tc>
        <w:tc>
          <w:tcPr>
            <w:tcW w:w="1282" w:type="dxa"/>
            <w:tcBorders>
              <w:top w:val="single" w:sz="12" w:space="0" w:color="000000"/>
            </w:tcBorders>
          </w:tcPr>
          <w:p w14:paraId="017E3E68" w14:textId="77777777" w:rsidR="004054ED" w:rsidRPr="0076073C" w:rsidRDefault="004054ED" w:rsidP="004054ED">
            <w:pPr>
              <w:jc w:val="right"/>
              <w:rPr>
                <w:rFonts w:ascii="Browallia New" w:hAnsi="Browallia New" w:cs="Browallia New"/>
                <w:sz w:val="16"/>
                <w:szCs w:val="16"/>
              </w:rPr>
            </w:pPr>
          </w:p>
        </w:tc>
      </w:tr>
      <w:tr w:rsidR="004054ED" w:rsidRPr="0076073C" w14:paraId="5CFEA780" w14:textId="77777777" w:rsidTr="007406B1">
        <w:trPr>
          <w:gridAfter w:val="1"/>
          <w:wAfter w:w="11" w:type="dxa"/>
          <w:cantSplit/>
        </w:trPr>
        <w:tc>
          <w:tcPr>
            <w:tcW w:w="3336" w:type="dxa"/>
            <w:vAlign w:val="bottom"/>
          </w:tcPr>
          <w:p w14:paraId="61CB5DB0" w14:textId="5D50509E" w:rsidR="004054ED" w:rsidRPr="0076073C" w:rsidRDefault="004054ED" w:rsidP="004054ED">
            <w:pPr>
              <w:jc w:val="both"/>
              <w:rPr>
                <w:rFonts w:ascii="Browallia New" w:hAnsi="Browallia New" w:cs="Browallia New"/>
                <w:cs/>
              </w:rPr>
            </w:pPr>
            <w:r w:rsidRPr="0076073C">
              <w:rPr>
                <w:rFonts w:ascii="Browallia New" w:hAnsi="Browallia New" w:cs="Browallia New"/>
                <w:u w:val="single"/>
                <w:cs/>
                <w:lang w:val="en-GB"/>
              </w:rPr>
              <w:t>ลูกหนี้การค้า</w:t>
            </w:r>
            <w:r w:rsidRPr="0076073C">
              <w:rPr>
                <w:rFonts w:ascii="Browallia New" w:hAnsi="Browallia New" w:cs="Browallia New"/>
                <w:u w:val="single"/>
              </w:rPr>
              <w:t xml:space="preserve"> </w:t>
            </w:r>
            <w:r w:rsidRPr="0076073C">
              <w:rPr>
                <w:rFonts w:ascii="Browallia New" w:hAnsi="Browallia New" w:cs="Browallia New"/>
                <w:u w:val="single"/>
                <w:lang w:val="en-GB"/>
              </w:rPr>
              <w:t xml:space="preserve">- </w:t>
            </w:r>
            <w:r w:rsidRPr="0076073C">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4054ED" w:rsidRPr="0076073C" w:rsidRDefault="004054ED" w:rsidP="004054ED">
            <w:pPr>
              <w:jc w:val="right"/>
              <w:rPr>
                <w:rFonts w:ascii="Browallia New" w:hAnsi="Browallia New" w:cs="Browallia New"/>
              </w:rPr>
            </w:pPr>
          </w:p>
        </w:tc>
        <w:tc>
          <w:tcPr>
            <w:tcW w:w="236" w:type="dxa"/>
            <w:tcBorders>
              <w:left w:val="nil"/>
            </w:tcBorders>
          </w:tcPr>
          <w:p w14:paraId="1BB3ACC4" w14:textId="77777777" w:rsidR="004054ED" w:rsidRPr="0076073C" w:rsidRDefault="004054ED" w:rsidP="004054ED">
            <w:pPr>
              <w:jc w:val="right"/>
              <w:rPr>
                <w:rFonts w:ascii="Browallia New" w:hAnsi="Browallia New" w:cs="Browallia New"/>
              </w:rPr>
            </w:pPr>
          </w:p>
        </w:tc>
        <w:tc>
          <w:tcPr>
            <w:tcW w:w="1240" w:type="dxa"/>
            <w:vAlign w:val="center"/>
          </w:tcPr>
          <w:p w14:paraId="56F7A994" w14:textId="77777777" w:rsidR="004054ED" w:rsidRPr="0076073C" w:rsidRDefault="004054ED" w:rsidP="004054ED">
            <w:pPr>
              <w:jc w:val="right"/>
              <w:rPr>
                <w:rFonts w:ascii="Browallia New" w:hAnsi="Browallia New" w:cs="Browallia New"/>
              </w:rPr>
            </w:pPr>
          </w:p>
        </w:tc>
        <w:tc>
          <w:tcPr>
            <w:tcW w:w="236" w:type="dxa"/>
            <w:tcBorders>
              <w:left w:val="nil"/>
            </w:tcBorders>
          </w:tcPr>
          <w:p w14:paraId="76316C74" w14:textId="77777777" w:rsidR="004054ED" w:rsidRPr="0076073C" w:rsidRDefault="004054ED" w:rsidP="004054ED">
            <w:pPr>
              <w:jc w:val="right"/>
              <w:rPr>
                <w:rFonts w:ascii="Browallia New" w:hAnsi="Browallia New" w:cs="Browallia New"/>
              </w:rPr>
            </w:pPr>
          </w:p>
        </w:tc>
        <w:tc>
          <w:tcPr>
            <w:tcW w:w="1239" w:type="dxa"/>
          </w:tcPr>
          <w:p w14:paraId="611A883D" w14:textId="77777777" w:rsidR="004054ED" w:rsidRPr="0076073C" w:rsidRDefault="004054ED" w:rsidP="004054ED">
            <w:pPr>
              <w:jc w:val="right"/>
              <w:rPr>
                <w:rFonts w:ascii="Browallia New" w:hAnsi="Browallia New" w:cs="Browallia New"/>
              </w:rPr>
            </w:pPr>
          </w:p>
        </w:tc>
        <w:tc>
          <w:tcPr>
            <w:tcW w:w="266" w:type="dxa"/>
          </w:tcPr>
          <w:p w14:paraId="51E96DCA" w14:textId="77777777" w:rsidR="004054ED" w:rsidRPr="0076073C" w:rsidRDefault="004054ED" w:rsidP="004054ED">
            <w:pPr>
              <w:pStyle w:val="BodyTextIndent"/>
              <w:ind w:left="-157"/>
              <w:jc w:val="right"/>
              <w:rPr>
                <w:rFonts w:ascii="Browallia New" w:hAnsi="Browallia New" w:cs="Browallia New"/>
                <w:sz w:val="28"/>
                <w:szCs w:val="28"/>
              </w:rPr>
            </w:pPr>
          </w:p>
        </w:tc>
        <w:tc>
          <w:tcPr>
            <w:tcW w:w="1282" w:type="dxa"/>
          </w:tcPr>
          <w:p w14:paraId="0325D23A" w14:textId="77777777" w:rsidR="004054ED" w:rsidRPr="0076073C" w:rsidRDefault="004054ED" w:rsidP="004054ED">
            <w:pPr>
              <w:jc w:val="right"/>
              <w:rPr>
                <w:rFonts w:ascii="Browallia New" w:hAnsi="Browallia New" w:cs="Browallia New"/>
              </w:rPr>
            </w:pPr>
          </w:p>
        </w:tc>
      </w:tr>
      <w:tr w:rsidR="004054ED" w:rsidRPr="0076073C" w14:paraId="5FA1D5B5" w14:textId="77777777" w:rsidTr="0062739A">
        <w:trPr>
          <w:cantSplit/>
        </w:trPr>
        <w:tc>
          <w:tcPr>
            <w:tcW w:w="3336" w:type="dxa"/>
          </w:tcPr>
          <w:p w14:paraId="23260755" w14:textId="6A841498" w:rsidR="004054ED" w:rsidRPr="0076073C" w:rsidRDefault="004054ED" w:rsidP="004054ED">
            <w:pPr>
              <w:jc w:val="both"/>
              <w:rPr>
                <w:rFonts w:ascii="Browallia New" w:hAnsi="Browallia New" w:cs="Browallia New"/>
                <w:u w:val="single"/>
                <w:cs/>
                <w:lang w:val="en-GB"/>
              </w:rPr>
            </w:pPr>
            <w:r w:rsidRPr="0076073C">
              <w:rPr>
                <w:rFonts w:ascii="Browallia New" w:hAnsi="Browallia New" w:cs="Browallia New"/>
                <w:cs/>
              </w:rPr>
              <w:t>ยังไม่ถึงกำหนดชำระ</w:t>
            </w:r>
          </w:p>
        </w:tc>
        <w:tc>
          <w:tcPr>
            <w:tcW w:w="1272" w:type="dxa"/>
            <w:tcBorders>
              <w:left w:val="nil"/>
            </w:tcBorders>
          </w:tcPr>
          <w:p w14:paraId="04F3FE35" w14:textId="449AFEA6" w:rsidR="004054ED" w:rsidRPr="0076073C" w:rsidRDefault="00F40A90" w:rsidP="004054ED">
            <w:pPr>
              <w:jc w:val="right"/>
              <w:rPr>
                <w:rFonts w:ascii="Browallia New" w:hAnsi="Browallia New" w:cs="Browallia New"/>
              </w:rPr>
            </w:pPr>
            <w:r w:rsidRPr="0076073C">
              <w:rPr>
                <w:rFonts w:ascii="Browallia New" w:hAnsi="Browallia New" w:cs="Browallia New"/>
                <w:sz w:val="26"/>
                <w:szCs w:val="26"/>
              </w:rPr>
              <w:t>43,985</w:t>
            </w:r>
          </w:p>
        </w:tc>
        <w:tc>
          <w:tcPr>
            <w:tcW w:w="236" w:type="dxa"/>
            <w:tcBorders>
              <w:left w:val="nil"/>
            </w:tcBorders>
          </w:tcPr>
          <w:p w14:paraId="1F6BDED2" w14:textId="77777777" w:rsidR="004054ED" w:rsidRPr="0076073C" w:rsidRDefault="004054ED" w:rsidP="004054ED">
            <w:pPr>
              <w:jc w:val="right"/>
              <w:rPr>
                <w:rFonts w:ascii="Browallia New" w:hAnsi="Browallia New" w:cs="Browallia New"/>
              </w:rPr>
            </w:pPr>
          </w:p>
        </w:tc>
        <w:tc>
          <w:tcPr>
            <w:tcW w:w="1240" w:type="dxa"/>
          </w:tcPr>
          <w:p w14:paraId="084FCE2C" w14:textId="5AF0FE95" w:rsidR="004054ED" w:rsidRPr="0076073C" w:rsidRDefault="004054ED" w:rsidP="004054ED">
            <w:pPr>
              <w:jc w:val="right"/>
              <w:rPr>
                <w:rFonts w:ascii="Browallia New" w:hAnsi="Browallia New" w:cs="Browallia New"/>
              </w:rPr>
            </w:pPr>
            <w:r w:rsidRPr="0076073C">
              <w:rPr>
                <w:rFonts w:ascii="Browallia New" w:hAnsi="Browallia New" w:cs="Browallia New"/>
                <w:sz w:val="26"/>
                <w:szCs w:val="26"/>
              </w:rPr>
              <w:t>45,349</w:t>
            </w:r>
          </w:p>
        </w:tc>
        <w:tc>
          <w:tcPr>
            <w:tcW w:w="236" w:type="dxa"/>
            <w:tcBorders>
              <w:left w:val="nil"/>
            </w:tcBorders>
          </w:tcPr>
          <w:p w14:paraId="78A52414" w14:textId="77777777" w:rsidR="004054ED" w:rsidRPr="0076073C" w:rsidRDefault="004054ED" w:rsidP="004054ED">
            <w:pPr>
              <w:jc w:val="right"/>
              <w:rPr>
                <w:rFonts w:ascii="Browallia New" w:hAnsi="Browallia New" w:cs="Browallia New"/>
              </w:rPr>
            </w:pPr>
          </w:p>
        </w:tc>
        <w:tc>
          <w:tcPr>
            <w:tcW w:w="1239" w:type="dxa"/>
          </w:tcPr>
          <w:p w14:paraId="72661903" w14:textId="2A1F6824" w:rsidR="004054ED" w:rsidRPr="0076073C" w:rsidRDefault="00FA7966" w:rsidP="004054ED">
            <w:pPr>
              <w:jc w:val="right"/>
              <w:rPr>
                <w:rFonts w:ascii="Browallia New" w:hAnsi="Browallia New" w:cs="Browallia New"/>
                <w:sz w:val="26"/>
                <w:szCs w:val="26"/>
              </w:rPr>
            </w:pPr>
            <w:r w:rsidRPr="0076073C">
              <w:rPr>
                <w:rFonts w:ascii="Browallia New" w:hAnsi="Browallia New" w:cs="Browallia New"/>
                <w:sz w:val="26"/>
                <w:szCs w:val="26"/>
              </w:rPr>
              <w:t>43,985</w:t>
            </w:r>
          </w:p>
        </w:tc>
        <w:tc>
          <w:tcPr>
            <w:tcW w:w="266" w:type="dxa"/>
          </w:tcPr>
          <w:p w14:paraId="51DA6AC5" w14:textId="77777777" w:rsidR="004054ED" w:rsidRPr="0076073C" w:rsidRDefault="004054ED" w:rsidP="004054ED">
            <w:pPr>
              <w:pStyle w:val="BodyTextIndent"/>
              <w:ind w:left="-157"/>
              <w:jc w:val="right"/>
              <w:rPr>
                <w:rFonts w:ascii="Browallia New" w:hAnsi="Browallia New" w:cs="Browallia New"/>
                <w:sz w:val="28"/>
                <w:szCs w:val="28"/>
              </w:rPr>
            </w:pPr>
          </w:p>
        </w:tc>
        <w:tc>
          <w:tcPr>
            <w:tcW w:w="1293" w:type="dxa"/>
            <w:gridSpan w:val="2"/>
          </w:tcPr>
          <w:p w14:paraId="433EE9F3" w14:textId="3EA83D16" w:rsidR="004054ED" w:rsidRPr="0076073C" w:rsidRDefault="00137A71" w:rsidP="00137A71">
            <w:pPr>
              <w:jc w:val="right"/>
              <w:rPr>
                <w:rFonts w:ascii="Browallia New" w:hAnsi="Browallia New" w:cs="Browallia New"/>
              </w:rPr>
            </w:pPr>
            <w:r w:rsidRPr="0076073C">
              <w:rPr>
                <w:rFonts w:ascii="Browallia New" w:hAnsi="Browallia New" w:cs="Browallia New"/>
                <w:sz w:val="26"/>
                <w:szCs w:val="26"/>
              </w:rPr>
              <w:t>45,731</w:t>
            </w:r>
          </w:p>
        </w:tc>
      </w:tr>
    </w:tbl>
    <w:p w14:paraId="1D15AB2C" w14:textId="77777777" w:rsidR="002471B3" w:rsidRPr="0076073C" w:rsidRDefault="002471B3" w:rsidP="002471B3">
      <w:pPr>
        <w:tabs>
          <w:tab w:val="left" w:pos="426"/>
        </w:tabs>
        <w:ind w:left="360"/>
        <w:jc w:val="thaiDistribute"/>
        <w:rPr>
          <w:rFonts w:ascii="Browallia New" w:hAnsi="Browallia New" w:cs="Browallia New"/>
          <w:b/>
          <w:bCs/>
        </w:rPr>
      </w:pPr>
    </w:p>
    <w:p w14:paraId="485625F2" w14:textId="597FF638" w:rsidR="003E4706" w:rsidRPr="0076073C" w:rsidRDefault="003E4706" w:rsidP="006A4B2B">
      <w:pPr>
        <w:numPr>
          <w:ilvl w:val="0"/>
          <w:numId w:val="1"/>
        </w:numPr>
        <w:tabs>
          <w:tab w:val="clear" w:pos="360"/>
          <w:tab w:val="left" w:pos="374"/>
          <w:tab w:val="left" w:pos="426"/>
        </w:tabs>
        <w:jc w:val="thaiDistribute"/>
        <w:rPr>
          <w:rFonts w:ascii="Browallia New" w:hAnsi="Browallia New" w:cs="Browallia New"/>
          <w:b/>
          <w:bCs/>
          <w:cs/>
        </w:rPr>
      </w:pPr>
      <w:r w:rsidRPr="0076073C">
        <w:rPr>
          <w:rFonts w:ascii="Browallia New" w:hAnsi="Browallia New" w:cs="Browallia New"/>
          <w:b/>
          <w:bCs/>
          <w:cs/>
        </w:rPr>
        <w:t>รายการกับบุคคลและบริษัทที่เกี่ยวข้อง</w:t>
      </w:r>
    </w:p>
    <w:p w14:paraId="485625F3" w14:textId="77777777" w:rsidR="003E4706" w:rsidRPr="0076073C" w:rsidRDefault="003E4706" w:rsidP="007666E1">
      <w:pPr>
        <w:ind w:left="374"/>
        <w:jc w:val="thaiDistribute"/>
        <w:rPr>
          <w:rFonts w:ascii="Browallia New" w:hAnsi="Browallia New" w:cs="Browallia New"/>
          <w:spacing w:val="-2"/>
        </w:rPr>
      </w:pPr>
    </w:p>
    <w:p w14:paraId="1BF08B07" w14:textId="28791AEF" w:rsidR="004400BB" w:rsidRPr="0076073C" w:rsidRDefault="008D08AB" w:rsidP="00EA2ABA">
      <w:pPr>
        <w:ind w:left="374"/>
        <w:jc w:val="thaiDistribute"/>
        <w:rPr>
          <w:rFonts w:ascii="Browallia New" w:hAnsi="Browallia New" w:cs="Browallia New"/>
          <w:spacing w:val="-2"/>
        </w:rPr>
      </w:pPr>
      <w:r w:rsidRPr="0076073C">
        <w:rPr>
          <w:rFonts w:ascii="Browallia New" w:hAnsi="Browallia New" w:cs="Browallia New"/>
          <w:spacing w:val="-2"/>
          <w:cs/>
        </w:rPr>
        <w:t>กลุ่ม</w:t>
      </w:r>
      <w:r w:rsidR="004306A7" w:rsidRPr="0076073C">
        <w:rPr>
          <w:rFonts w:ascii="Browallia New" w:hAnsi="Browallia New" w:cs="Browallia New"/>
          <w:spacing w:val="-2"/>
          <w:cs/>
        </w:rPr>
        <w:t>บริษัทมีรายการบัญชีสินทรัพย์ หนี้สิน รายได้จากการขายสินค้า รายได้อ</w:t>
      </w:r>
      <w:r w:rsidR="00AE3DF8" w:rsidRPr="0076073C">
        <w:rPr>
          <w:rFonts w:ascii="Browallia New" w:hAnsi="Browallia New" w:cs="Browallia New"/>
          <w:spacing w:val="-2"/>
          <w:cs/>
        </w:rPr>
        <w:t>ื่</w:t>
      </w:r>
      <w:r w:rsidR="004306A7" w:rsidRPr="0076073C">
        <w:rPr>
          <w:rFonts w:ascii="Browallia New" w:hAnsi="Browallia New" w:cs="Browallia New"/>
          <w:spacing w:val="-2"/>
          <w:cs/>
        </w:rPr>
        <w:t>น ต้นทุนขายและค่าใช้จ่ายในการขายและบริหาร ส่วนหน</w:t>
      </w:r>
      <w:r w:rsidR="00AE3DF8" w:rsidRPr="0076073C">
        <w:rPr>
          <w:rFonts w:ascii="Browallia New" w:hAnsi="Browallia New" w:cs="Browallia New"/>
          <w:spacing w:val="-2"/>
          <w:cs/>
        </w:rPr>
        <w:t>ึ่</w:t>
      </w:r>
      <w:r w:rsidR="004306A7" w:rsidRPr="0076073C">
        <w:rPr>
          <w:rFonts w:ascii="Browallia New" w:hAnsi="Browallia New" w:cs="Browallia New"/>
          <w:spacing w:val="-2"/>
          <w:cs/>
        </w:rPr>
        <w:t>งเป็นรายการท</w:t>
      </w:r>
      <w:r w:rsidR="00AE3DF8" w:rsidRPr="0076073C">
        <w:rPr>
          <w:rFonts w:ascii="Browallia New" w:hAnsi="Browallia New" w:cs="Browallia New"/>
          <w:spacing w:val="-2"/>
          <w:cs/>
        </w:rPr>
        <w:t>ี่</w:t>
      </w:r>
      <w:r w:rsidR="004306A7" w:rsidRPr="0076073C">
        <w:rPr>
          <w:rFonts w:ascii="Browallia New" w:hAnsi="Browallia New" w:cs="Browallia New"/>
          <w:spacing w:val="-2"/>
          <w:cs/>
        </w:rPr>
        <w:t>เกิดขึ้นกับบริษัทท</w:t>
      </w:r>
      <w:r w:rsidR="00AE3DF8" w:rsidRPr="0076073C">
        <w:rPr>
          <w:rFonts w:ascii="Browallia New" w:hAnsi="Browallia New" w:cs="Browallia New"/>
          <w:spacing w:val="-2"/>
          <w:cs/>
        </w:rPr>
        <w:t>ี่</w:t>
      </w:r>
      <w:r w:rsidR="00134B0D" w:rsidRPr="0076073C">
        <w:rPr>
          <w:rFonts w:ascii="Browallia New" w:hAnsi="Browallia New" w:cs="Browallia New"/>
          <w:spacing w:val="-2"/>
          <w:cs/>
        </w:rPr>
        <w:t>เก</w:t>
      </w:r>
      <w:r w:rsidR="00AE3DF8" w:rsidRPr="0076073C">
        <w:rPr>
          <w:rFonts w:ascii="Browallia New" w:hAnsi="Browallia New" w:cs="Browallia New"/>
          <w:spacing w:val="-2"/>
          <w:cs/>
        </w:rPr>
        <w:t>ี่</w:t>
      </w:r>
      <w:r w:rsidR="004306A7" w:rsidRPr="0076073C">
        <w:rPr>
          <w:rFonts w:ascii="Browallia New" w:hAnsi="Browallia New" w:cs="Browallia New"/>
          <w:spacing w:val="-2"/>
          <w:cs/>
        </w:rPr>
        <w:t>ยวข้องกัน รายการระหว่างกันกับบริษัท</w:t>
      </w:r>
      <w:r w:rsidR="00BD7D6C" w:rsidRPr="0076073C">
        <w:rPr>
          <w:rFonts w:ascii="Browallia New" w:hAnsi="Browallia New" w:cs="Browallia New"/>
          <w:spacing w:val="-2"/>
          <w:cs/>
        </w:rPr>
        <w:t>ที่เกี่</w:t>
      </w:r>
      <w:r w:rsidR="004306A7" w:rsidRPr="0076073C">
        <w:rPr>
          <w:rFonts w:ascii="Browallia New" w:hAnsi="Browallia New" w:cs="Browallia New"/>
          <w:spacing w:val="-2"/>
          <w:cs/>
        </w:rPr>
        <w:t>ยวข้องกันท</w:t>
      </w:r>
      <w:r w:rsidR="00BD7D6C" w:rsidRPr="0076073C">
        <w:rPr>
          <w:rFonts w:ascii="Browallia New" w:hAnsi="Browallia New" w:cs="Browallia New"/>
          <w:spacing w:val="-2"/>
          <w:cs/>
        </w:rPr>
        <w:t>ี่</w:t>
      </w:r>
      <w:r w:rsidR="004306A7" w:rsidRPr="0076073C">
        <w:rPr>
          <w:rFonts w:ascii="Browallia New" w:hAnsi="Browallia New" w:cs="Browallia New"/>
          <w:spacing w:val="-2"/>
          <w:cs/>
        </w:rPr>
        <w:t>มีสาระสำคัญท</w:t>
      </w:r>
      <w:r w:rsidR="00BD7D6C" w:rsidRPr="0076073C">
        <w:rPr>
          <w:rFonts w:ascii="Browallia New" w:hAnsi="Browallia New" w:cs="Browallia New"/>
          <w:spacing w:val="-2"/>
          <w:cs/>
        </w:rPr>
        <w:t>ี่</w:t>
      </w:r>
      <w:r w:rsidR="004306A7" w:rsidRPr="0076073C">
        <w:rPr>
          <w:rFonts w:ascii="Browallia New" w:hAnsi="Browallia New" w:cs="Browallia New"/>
          <w:spacing w:val="-2"/>
          <w:cs/>
        </w:rPr>
        <w:t>รวมไว้ในงบการเงินใช้ราคาตามปกติธุรกิจโดยถือตามราคาตลาดทั่วไป หรือเป็นไปตามสัญญาท</w:t>
      </w:r>
      <w:r w:rsidR="00BD7D6C" w:rsidRPr="0076073C">
        <w:rPr>
          <w:rFonts w:ascii="Browallia New" w:hAnsi="Browallia New" w:cs="Browallia New"/>
          <w:spacing w:val="-2"/>
          <w:cs/>
        </w:rPr>
        <w:t>ี่</w:t>
      </w:r>
      <w:r w:rsidR="004306A7" w:rsidRPr="0076073C">
        <w:rPr>
          <w:rFonts w:ascii="Browallia New" w:hAnsi="Browallia New" w:cs="Browallia New"/>
          <w:spacing w:val="-2"/>
          <w:cs/>
        </w:rPr>
        <w:t>ตกลงกันไว้</w:t>
      </w:r>
      <w:r w:rsidRPr="0076073C">
        <w:rPr>
          <w:rFonts w:ascii="Browallia New" w:hAnsi="Browallia New" w:cs="Browallia New"/>
          <w:spacing w:val="-2"/>
          <w:cs/>
        </w:rPr>
        <w:t xml:space="preserve"> </w:t>
      </w:r>
      <w:r w:rsidR="004306A7" w:rsidRPr="0076073C">
        <w:rPr>
          <w:rFonts w:ascii="Browallia New" w:hAnsi="Browallia New" w:cs="Browallia New"/>
          <w:spacing w:val="-2"/>
          <w:cs/>
        </w:rPr>
        <w:t>สำหรับรายการท</w:t>
      </w:r>
      <w:r w:rsidR="00BD7D6C" w:rsidRPr="0076073C">
        <w:rPr>
          <w:rFonts w:ascii="Browallia New" w:hAnsi="Browallia New" w:cs="Browallia New"/>
          <w:spacing w:val="-2"/>
          <w:cs/>
        </w:rPr>
        <w:t>ี่</w:t>
      </w:r>
      <w:r w:rsidR="004306A7" w:rsidRPr="0076073C">
        <w:rPr>
          <w:rFonts w:ascii="Browallia New" w:hAnsi="Browallia New" w:cs="Browallia New"/>
          <w:spacing w:val="-2"/>
          <w:cs/>
        </w:rPr>
        <w:t>ไม</w:t>
      </w:r>
      <w:r w:rsidR="00BD7D6C" w:rsidRPr="0076073C">
        <w:rPr>
          <w:rFonts w:ascii="Browallia New" w:hAnsi="Browallia New" w:cs="Browallia New"/>
          <w:spacing w:val="-2"/>
          <w:cs/>
        </w:rPr>
        <w:t>่</w:t>
      </w:r>
      <w:r w:rsidR="004306A7" w:rsidRPr="0076073C">
        <w:rPr>
          <w:rFonts w:ascii="Browallia New" w:hAnsi="Browallia New" w:cs="Browallia New"/>
          <w:spacing w:val="-2"/>
          <w:cs/>
        </w:rPr>
        <w:t>มีราคาตลาดสำหรับเปรียบเทียบ</w:t>
      </w:r>
    </w:p>
    <w:p w14:paraId="04CD5D09" w14:textId="77777777" w:rsidR="004A51B0" w:rsidRPr="0076073C" w:rsidRDefault="004A51B0" w:rsidP="00EA2ABA">
      <w:pPr>
        <w:ind w:left="374"/>
        <w:jc w:val="thaiDistribute"/>
        <w:rPr>
          <w:rFonts w:ascii="Browallia New" w:hAnsi="Browallia New" w:cs="Browallia New"/>
        </w:rPr>
      </w:pPr>
    </w:p>
    <w:p w14:paraId="4AC0EDFD" w14:textId="77777777" w:rsidR="00B07787" w:rsidRPr="0076073C" w:rsidRDefault="00B07787">
      <w:pPr>
        <w:rPr>
          <w:rFonts w:ascii="Browallia New" w:hAnsi="Browallia New" w:cs="Browallia New"/>
          <w:cs/>
        </w:rPr>
      </w:pPr>
      <w:r w:rsidRPr="0076073C">
        <w:rPr>
          <w:rFonts w:ascii="Browallia New" w:hAnsi="Browallia New" w:cs="Browallia New"/>
          <w:cs/>
        </w:rPr>
        <w:br w:type="page"/>
      </w:r>
    </w:p>
    <w:p w14:paraId="48562677" w14:textId="020D13E5" w:rsidR="00F3038F" w:rsidRPr="0076073C" w:rsidRDefault="002763D2" w:rsidP="00EA2ABA">
      <w:pPr>
        <w:ind w:left="374"/>
        <w:jc w:val="thaiDistribute"/>
        <w:rPr>
          <w:rFonts w:ascii="Browallia New" w:hAnsi="Browallia New" w:cs="Browallia New"/>
        </w:rPr>
      </w:pPr>
      <w:r w:rsidRPr="0076073C">
        <w:rPr>
          <w:rFonts w:ascii="Browallia New" w:hAnsi="Browallia New" w:cs="Browallia New"/>
          <w:cs/>
        </w:rPr>
        <w:lastRenderedPageBreak/>
        <w:t>ร</w:t>
      </w:r>
      <w:r w:rsidR="003E4706" w:rsidRPr="0076073C">
        <w:rPr>
          <w:rFonts w:ascii="Browallia New" w:hAnsi="Browallia New" w:cs="Browallia New"/>
          <w:cs/>
        </w:rPr>
        <w:t>ายการ</w:t>
      </w:r>
      <w:r w:rsidR="0083290B" w:rsidRPr="0076073C">
        <w:rPr>
          <w:rFonts w:ascii="Browallia New" w:hAnsi="Browallia New" w:cs="Browallia New"/>
          <w:cs/>
        </w:rPr>
        <w:t>ท</w:t>
      </w:r>
      <w:r w:rsidR="0000422F" w:rsidRPr="0076073C">
        <w:rPr>
          <w:rFonts w:ascii="Browallia New" w:hAnsi="Browallia New" w:cs="Browallia New"/>
          <w:cs/>
        </w:rPr>
        <w:t>ี่</w:t>
      </w:r>
      <w:r w:rsidR="0083290B" w:rsidRPr="0076073C">
        <w:rPr>
          <w:rFonts w:ascii="Browallia New" w:hAnsi="Browallia New" w:cs="Browallia New"/>
          <w:cs/>
        </w:rPr>
        <w:t>เกิดกับ</w:t>
      </w:r>
      <w:r w:rsidR="003E4706" w:rsidRPr="0076073C">
        <w:rPr>
          <w:rFonts w:ascii="Browallia New" w:hAnsi="Browallia New" w:cs="Browallia New"/>
          <w:cs/>
        </w:rPr>
        <w:t>บุคคลและบริษัทท</w:t>
      </w:r>
      <w:r w:rsidR="0000422F" w:rsidRPr="0076073C">
        <w:rPr>
          <w:rFonts w:ascii="Browallia New" w:hAnsi="Browallia New" w:cs="Browallia New"/>
          <w:cs/>
        </w:rPr>
        <w:t>ี่</w:t>
      </w:r>
      <w:r w:rsidR="003E4706" w:rsidRPr="0076073C">
        <w:rPr>
          <w:rFonts w:ascii="Browallia New" w:hAnsi="Browallia New" w:cs="Browallia New"/>
          <w:cs/>
        </w:rPr>
        <w:t>เก</w:t>
      </w:r>
      <w:r w:rsidR="0000422F" w:rsidRPr="0076073C">
        <w:rPr>
          <w:rFonts w:ascii="Browallia New" w:hAnsi="Browallia New" w:cs="Browallia New"/>
          <w:cs/>
        </w:rPr>
        <w:t>ี่</w:t>
      </w:r>
      <w:r w:rsidR="003E4706" w:rsidRPr="0076073C">
        <w:rPr>
          <w:rFonts w:ascii="Browallia New" w:hAnsi="Browallia New" w:cs="Browallia New"/>
          <w:cs/>
        </w:rPr>
        <w:t>ยวข้องท</w:t>
      </w:r>
      <w:r w:rsidR="0000422F" w:rsidRPr="0076073C">
        <w:rPr>
          <w:rFonts w:ascii="Browallia New" w:hAnsi="Browallia New" w:cs="Browallia New"/>
          <w:cs/>
        </w:rPr>
        <w:t>ี่</w:t>
      </w:r>
      <w:r w:rsidR="003E4706" w:rsidRPr="0076073C">
        <w:rPr>
          <w:rFonts w:ascii="Browallia New" w:hAnsi="Browallia New" w:cs="Browallia New"/>
          <w:cs/>
        </w:rPr>
        <w:t>สำคัญ</w:t>
      </w:r>
      <w:r w:rsidR="008E1334" w:rsidRPr="0076073C">
        <w:rPr>
          <w:rFonts w:ascii="Browallia New" w:hAnsi="Browallia New" w:cs="Browallia New"/>
          <w:cs/>
        </w:rPr>
        <w:t>สำหรับงวดสามเดือนสิ้นสุดวันที่</w:t>
      </w:r>
      <w:r w:rsidR="008E1334" w:rsidRPr="0076073C">
        <w:rPr>
          <w:rFonts w:ascii="Browallia New" w:hAnsi="Browallia New" w:cs="Browallia New"/>
        </w:rPr>
        <w:t xml:space="preserve"> 31</w:t>
      </w:r>
      <w:r w:rsidR="008E1334" w:rsidRPr="0076073C">
        <w:rPr>
          <w:rFonts w:ascii="Browallia New" w:hAnsi="Browallia New" w:cs="Browallia New"/>
          <w:cs/>
        </w:rPr>
        <w:t xml:space="preserve"> มีนาคม </w:t>
      </w:r>
      <w:r w:rsidR="00905476" w:rsidRPr="0076073C">
        <w:rPr>
          <w:rFonts w:ascii="Browallia New" w:hAnsi="Browallia New" w:cs="Browallia New"/>
          <w:spacing w:val="-4"/>
        </w:rPr>
        <w:t>256</w:t>
      </w:r>
      <w:r w:rsidR="002E1FFF" w:rsidRPr="0076073C">
        <w:rPr>
          <w:rFonts w:ascii="Browallia New" w:hAnsi="Browallia New" w:cs="Browallia New"/>
          <w:spacing w:val="-4"/>
        </w:rPr>
        <w:t>8</w:t>
      </w:r>
      <w:r w:rsidR="00F60E66" w:rsidRPr="0076073C">
        <w:rPr>
          <w:rFonts w:ascii="Browallia New" w:hAnsi="Browallia New" w:cs="Browallia New"/>
        </w:rPr>
        <w:t xml:space="preserve"> </w:t>
      </w:r>
      <w:r w:rsidR="00615E4B" w:rsidRPr="0076073C">
        <w:rPr>
          <w:rFonts w:ascii="Browallia New" w:hAnsi="Browallia New" w:cs="Browallia New"/>
          <w:cs/>
        </w:rPr>
        <w:t>และ</w:t>
      </w:r>
      <w:r w:rsidR="00CE4EF8" w:rsidRPr="0076073C">
        <w:rPr>
          <w:rFonts w:ascii="Browallia New" w:hAnsi="Browallia New" w:cs="Browallia New"/>
        </w:rPr>
        <w:t xml:space="preserve"> 256</w:t>
      </w:r>
      <w:r w:rsidR="002E1FFF" w:rsidRPr="0076073C">
        <w:rPr>
          <w:rFonts w:ascii="Browallia New" w:hAnsi="Browallia New" w:cs="Browallia New"/>
        </w:rPr>
        <w:t>7</w:t>
      </w:r>
      <w:r w:rsidR="00F60E66" w:rsidRPr="0076073C">
        <w:rPr>
          <w:rFonts w:ascii="Browallia New" w:hAnsi="Browallia New" w:cs="Browallia New"/>
        </w:rPr>
        <w:t xml:space="preserve"> </w:t>
      </w:r>
      <w:r w:rsidR="00C94B5C" w:rsidRPr="0076073C">
        <w:rPr>
          <w:rFonts w:ascii="Browallia New" w:hAnsi="Browallia New" w:cs="Browallia New"/>
          <w:cs/>
        </w:rPr>
        <w:t>ประกอบด้วย</w:t>
      </w:r>
    </w:p>
    <w:p w14:paraId="5FA7344A" w14:textId="04CD6DDA" w:rsidR="00AD6FDB" w:rsidRPr="0076073C" w:rsidRDefault="00AD6FDB">
      <w:pPr>
        <w:rPr>
          <w:rFonts w:ascii="Browallia New" w:hAnsi="Browallia New" w:cs="Browallia New"/>
        </w:rPr>
      </w:pPr>
    </w:p>
    <w:tbl>
      <w:tblPr>
        <w:tblW w:w="9126" w:type="dxa"/>
        <w:tblInd w:w="405" w:type="dxa"/>
        <w:tblLayout w:type="fixed"/>
        <w:tblCellMar>
          <w:left w:w="0" w:type="dxa"/>
          <w:right w:w="0" w:type="dxa"/>
        </w:tblCellMar>
        <w:tblLook w:val="0000" w:firstRow="0" w:lastRow="0" w:firstColumn="0" w:lastColumn="0" w:noHBand="0" w:noVBand="0"/>
      </w:tblPr>
      <w:tblGrid>
        <w:gridCol w:w="2695"/>
        <w:gridCol w:w="1844"/>
        <w:gridCol w:w="180"/>
        <w:gridCol w:w="10"/>
        <w:gridCol w:w="935"/>
        <w:gridCol w:w="189"/>
        <w:gridCol w:w="933"/>
        <w:gridCol w:w="180"/>
        <w:gridCol w:w="942"/>
        <w:gridCol w:w="180"/>
        <w:gridCol w:w="1024"/>
        <w:gridCol w:w="14"/>
      </w:tblGrid>
      <w:tr w:rsidR="00AD6FDB" w:rsidRPr="0076073C" w14:paraId="5B632A38" w14:textId="77777777" w:rsidTr="006B725D">
        <w:trPr>
          <w:gridAfter w:val="1"/>
          <w:wAfter w:w="14" w:type="dxa"/>
          <w:cantSplit/>
        </w:trPr>
        <w:tc>
          <w:tcPr>
            <w:tcW w:w="2695" w:type="dxa"/>
          </w:tcPr>
          <w:p w14:paraId="3C56F9C5" w14:textId="77777777" w:rsidR="00AD6FDB" w:rsidRPr="0076073C"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76073C"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76073C" w:rsidRDefault="00AD6FDB" w:rsidP="00A000AD">
            <w:pPr>
              <w:rPr>
                <w:rFonts w:ascii="Browallia New" w:hAnsi="Browallia New" w:cs="Browallia New"/>
                <w:sz w:val="24"/>
                <w:szCs w:val="24"/>
                <w:cs/>
                <w:lang w:val="th-TH"/>
              </w:rPr>
            </w:pPr>
          </w:p>
        </w:tc>
        <w:tc>
          <w:tcPr>
            <w:tcW w:w="4393" w:type="dxa"/>
            <w:gridSpan w:val="8"/>
          </w:tcPr>
          <w:p w14:paraId="598B986B" w14:textId="77777777" w:rsidR="00AD6FDB" w:rsidRPr="0076073C" w:rsidRDefault="00AD6FDB" w:rsidP="00A000AD">
            <w:pPr>
              <w:ind w:right="20"/>
              <w:jc w:val="right"/>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(หน่วย : พันบาท)</w:t>
            </w:r>
          </w:p>
        </w:tc>
      </w:tr>
      <w:tr w:rsidR="00AD6FDB" w:rsidRPr="0076073C" w14:paraId="20FC5B6C" w14:textId="77777777" w:rsidTr="006B725D">
        <w:trPr>
          <w:gridAfter w:val="1"/>
          <w:wAfter w:w="14" w:type="dxa"/>
          <w:cantSplit/>
        </w:trPr>
        <w:tc>
          <w:tcPr>
            <w:tcW w:w="2695" w:type="dxa"/>
          </w:tcPr>
          <w:p w14:paraId="06578F06" w14:textId="77777777" w:rsidR="00AD6FDB" w:rsidRPr="0076073C"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76073C"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42B1CB21" w14:textId="77777777" w:rsidR="00AD6FDB" w:rsidRPr="0076073C" w:rsidRDefault="00AD6FDB" w:rsidP="00A000AD">
            <w:pPr>
              <w:rPr>
                <w:rFonts w:ascii="Browallia New" w:hAnsi="Browallia New" w:cs="Browallia New"/>
                <w:sz w:val="24"/>
                <w:szCs w:val="24"/>
                <w:cs/>
                <w:lang w:val="th-TH"/>
              </w:rPr>
            </w:pPr>
          </w:p>
        </w:tc>
        <w:tc>
          <w:tcPr>
            <w:tcW w:w="2067" w:type="dxa"/>
            <w:gridSpan w:val="4"/>
            <w:tcBorders>
              <w:bottom w:val="single" w:sz="4" w:space="0" w:color="auto"/>
            </w:tcBorders>
          </w:tcPr>
          <w:p w14:paraId="39CA7CAB" w14:textId="47D960A9" w:rsidR="00AD6FDB" w:rsidRPr="0076073C" w:rsidRDefault="00575A33"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ข้อมูลทางการ</w:t>
            </w:r>
            <w:r w:rsidR="00AD6FDB" w:rsidRPr="0076073C">
              <w:rPr>
                <w:rFonts w:ascii="Browallia New" w:hAnsi="Browallia New" w:cs="Browallia New"/>
                <w:sz w:val="24"/>
                <w:szCs w:val="24"/>
                <w:cs/>
                <w:lang w:val="th-TH"/>
              </w:rPr>
              <w:t>เงินรวม</w:t>
            </w:r>
          </w:p>
        </w:tc>
        <w:tc>
          <w:tcPr>
            <w:tcW w:w="180" w:type="dxa"/>
          </w:tcPr>
          <w:p w14:paraId="281D7122" w14:textId="77777777" w:rsidR="00AD6FDB" w:rsidRPr="0076073C" w:rsidRDefault="00AD6FDB" w:rsidP="00A000AD">
            <w:pPr>
              <w:ind w:right="72"/>
              <w:jc w:val="center"/>
              <w:rPr>
                <w:rFonts w:ascii="Browallia New" w:hAnsi="Browallia New" w:cs="Browallia New"/>
                <w:sz w:val="24"/>
                <w:szCs w:val="24"/>
                <w:cs/>
                <w:lang w:val="th-TH"/>
              </w:rPr>
            </w:pPr>
          </w:p>
        </w:tc>
        <w:tc>
          <w:tcPr>
            <w:tcW w:w="2146" w:type="dxa"/>
            <w:gridSpan w:val="3"/>
            <w:tcBorders>
              <w:bottom w:val="single" w:sz="4" w:space="0" w:color="auto"/>
            </w:tcBorders>
          </w:tcPr>
          <w:p w14:paraId="0C89E3FF" w14:textId="52E46A5C" w:rsidR="00AD6FDB" w:rsidRPr="0076073C" w:rsidRDefault="00575A33"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ข้อมูลทางการ</w:t>
            </w:r>
            <w:r w:rsidR="00AD6FDB" w:rsidRPr="0076073C">
              <w:rPr>
                <w:rFonts w:ascii="Browallia New" w:hAnsi="Browallia New" w:cs="Browallia New"/>
                <w:sz w:val="24"/>
                <w:szCs w:val="24"/>
                <w:cs/>
                <w:lang w:val="th-TH"/>
              </w:rPr>
              <w:t>เงินเฉพาะบริษัท</w:t>
            </w:r>
          </w:p>
        </w:tc>
      </w:tr>
      <w:tr w:rsidR="00AD6FDB" w:rsidRPr="0076073C" w14:paraId="1EAD4BF7" w14:textId="77777777" w:rsidTr="006B725D">
        <w:trPr>
          <w:gridAfter w:val="1"/>
          <w:wAfter w:w="14" w:type="dxa"/>
          <w:cantSplit/>
        </w:trPr>
        <w:tc>
          <w:tcPr>
            <w:tcW w:w="2695" w:type="dxa"/>
          </w:tcPr>
          <w:p w14:paraId="0C4BF10A" w14:textId="77777777" w:rsidR="00AD6FDB" w:rsidRPr="0076073C" w:rsidRDefault="00AD6FDB" w:rsidP="00A000AD">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76073C"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338F9C2" w14:textId="77777777" w:rsidR="00AD6FDB" w:rsidRPr="0076073C" w:rsidRDefault="00AD6FDB" w:rsidP="00A000AD">
            <w:pPr>
              <w:rPr>
                <w:rFonts w:ascii="Browallia New" w:hAnsi="Browallia New" w:cs="Browallia New"/>
                <w:sz w:val="24"/>
                <w:szCs w:val="24"/>
                <w:cs/>
                <w:lang w:val="th-TH"/>
              </w:rPr>
            </w:pPr>
          </w:p>
        </w:tc>
        <w:tc>
          <w:tcPr>
            <w:tcW w:w="4393" w:type="dxa"/>
            <w:gridSpan w:val="8"/>
            <w:tcBorders>
              <w:bottom w:val="single" w:sz="4" w:space="0" w:color="auto"/>
            </w:tcBorders>
          </w:tcPr>
          <w:p w14:paraId="0BD25255" w14:textId="4BF5E78C" w:rsidR="00AD6FDB" w:rsidRPr="0076073C" w:rsidRDefault="005B5C51" w:rsidP="00AD6FDB">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สำหรับงวดสามเดือนสิ้นสุดวันที่ </w:t>
            </w:r>
            <w:r w:rsidR="002E1FFF" w:rsidRPr="0076073C">
              <w:rPr>
                <w:rFonts w:ascii="Browallia New" w:hAnsi="Browallia New" w:cs="Browallia New"/>
                <w:sz w:val="24"/>
                <w:szCs w:val="24"/>
              </w:rPr>
              <w:t xml:space="preserve">31 </w:t>
            </w:r>
            <w:r w:rsidR="002E1FFF" w:rsidRPr="0076073C">
              <w:rPr>
                <w:rFonts w:ascii="Browallia New" w:hAnsi="Browallia New" w:cs="Browallia New"/>
                <w:sz w:val="24"/>
                <w:szCs w:val="24"/>
                <w:cs/>
              </w:rPr>
              <w:t>มีนาคม</w:t>
            </w:r>
          </w:p>
        </w:tc>
      </w:tr>
      <w:tr w:rsidR="00AD6FDB" w:rsidRPr="0076073C" w14:paraId="418D45CE" w14:textId="77777777" w:rsidTr="006B725D">
        <w:trPr>
          <w:gridAfter w:val="1"/>
          <w:wAfter w:w="14" w:type="dxa"/>
          <w:cantSplit/>
        </w:trPr>
        <w:tc>
          <w:tcPr>
            <w:tcW w:w="2695" w:type="dxa"/>
          </w:tcPr>
          <w:p w14:paraId="79480856" w14:textId="77777777" w:rsidR="00AD6FDB" w:rsidRPr="0076073C" w:rsidRDefault="00AD6FDB" w:rsidP="00A000AD">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76073C" w:rsidRDefault="00AD6FDB" w:rsidP="00A000AD">
            <w:pPr>
              <w:pStyle w:val="3"/>
              <w:tabs>
                <w:tab w:val="clear" w:pos="360"/>
                <w:tab w:val="clear" w:pos="720"/>
              </w:tabs>
              <w:ind w:left="-157" w:right="-108"/>
              <w:jc w:val="center"/>
              <w:rPr>
                <w:rFonts w:ascii="Browallia New" w:hAnsi="Browallia New" w:cs="Browallia New"/>
                <w:sz w:val="24"/>
                <w:szCs w:val="24"/>
                <w:cs/>
                <w:lang w:val="th-TH" w:eastAsia="en-US"/>
              </w:rPr>
            </w:pPr>
            <w:r w:rsidRPr="0076073C">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76073C" w:rsidRDefault="00AD6FDB" w:rsidP="00A000AD">
            <w:pPr>
              <w:rPr>
                <w:rFonts w:ascii="Browallia New" w:hAnsi="Browallia New" w:cs="Browallia New"/>
                <w:sz w:val="24"/>
                <w:szCs w:val="24"/>
                <w:cs/>
                <w:lang w:val="th-TH"/>
              </w:rPr>
            </w:pPr>
          </w:p>
        </w:tc>
        <w:tc>
          <w:tcPr>
            <w:tcW w:w="945" w:type="dxa"/>
            <w:gridSpan w:val="2"/>
            <w:tcBorders>
              <w:top w:val="single" w:sz="4" w:space="0" w:color="auto"/>
              <w:bottom w:val="single" w:sz="4" w:space="0" w:color="auto"/>
            </w:tcBorders>
          </w:tcPr>
          <w:p w14:paraId="74C143B4" w14:textId="698133F2" w:rsidR="00AD6FDB" w:rsidRPr="0076073C" w:rsidRDefault="00AD6FDB"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256</w:t>
            </w:r>
            <w:r w:rsidR="00ED5621" w:rsidRPr="0076073C">
              <w:rPr>
                <w:rFonts w:ascii="Browallia New" w:hAnsi="Browallia New" w:cs="Browallia New"/>
                <w:sz w:val="24"/>
                <w:szCs w:val="24"/>
              </w:rPr>
              <w:t>8</w:t>
            </w:r>
          </w:p>
        </w:tc>
        <w:tc>
          <w:tcPr>
            <w:tcW w:w="189" w:type="dxa"/>
            <w:tcBorders>
              <w:top w:val="single" w:sz="4" w:space="0" w:color="auto"/>
            </w:tcBorders>
          </w:tcPr>
          <w:p w14:paraId="354F3A44" w14:textId="77777777" w:rsidR="00AD6FDB" w:rsidRPr="0076073C" w:rsidRDefault="00AD6FDB" w:rsidP="00A000AD">
            <w:pPr>
              <w:ind w:right="20"/>
              <w:jc w:val="center"/>
              <w:rPr>
                <w:rFonts w:ascii="Browallia New" w:hAnsi="Browallia New" w:cs="Browallia New"/>
                <w:sz w:val="24"/>
                <w:szCs w:val="24"/>
                <w:cs/>
                <w:lang w:val="th-TH"/>
              </w:rPr>
            </w:pPr>
          </w:p>
        </w:tc>
        <w:tc>
          <w:tcPr>
            <w:tcW w:w="933" w:type="dxa"/>
            <w:tcBorders>
              <w:top w:val="single" w:sz="4" w:space="0" w:color="auto"/>
              <w:left w:val="nil"/>
              <w:bottom w:val="single" w:sz="4" w:space="0" w:color="auto"/>
            </w:tcBorders>
          </w:tcPr>
          <w:p w14:paraId="3B7B0F81" w14:textId="0DA38390" w:rsidR="00AD6FDB" w:rsidRPr="0076073C" w:rsidRDefault="00AD6FDB"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256</w:t>
            </w:r>
            <w:r w:rsidR="00ED5621" w:rsidRPr="0076073C">
              <w:rPr>
                <w:rFonts w:ascii="Browallia New" w:hAnsi="Browallia New" w:cs="Browallia New"/>
                <w:sz w:val="24"/>
                <w:szCs w:val="24"/>
              </w:rPr>
              <w:t>7</w:t>
            </w:r>
          </w:p>
        </w:tc>
        <w:tc>
          <w:tcPr>
            <w:tcW w:w="180" w:type="dxa"/>
            <w:tcBorders>
              <w:top w:val="single" w:sz="4" w:space="0" w:color="auto"/>
            </w:tcBorders>
          </w:tcPr>
          <w:p w14:paraId="7B0EA8AB" w14:textId="77777777" w:rsidR="00AD6FDB" w:rsidRPr="0076073C" w:rsidRDefault="00AD6FDB" w:rsidP="00A000AD">
            <w:pPr>
              <w:ind w:right="72"/>
              <w:jc w:val="center"/>
              <w:rPr>
                <w:rFonts w:ascii="Browallia New" w:hAnsi="Browallia New" w:cs="Browallia New"/>
                <w:sz w:val="24"/>
                <w:szCs w:val="24"/>
                <w:cs/>
                <w:lang w:val="th-TH"/>
              </w:rPr>
            </w:pPr>
          </w:p>
        </w:tc>
        <w:tc>
          <w:tcPr>
            <w:tcW w:w="942" w:type="dxa"/>
            <w:tcBorders>
              <w:top w:val="single" w:sz="4" w:space="0" w:color="auto"/>
              <w:bottom w:val="single" w:sz="4" w:space="0" w:color="auto"/>
            </w:tcBorders>
          </w:tcPr>
          <w:p w14:paraId="7C699C08" w14:textId="383EB1AD" w:rsidR="00AD6FDB" w:rsidRPr="0076073C" w:rsidRDefault="00AD6FDB"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256</w:t>
            </w:r>
            <w:r w:rsidR="00ED5621" w:rsidRPr="0076073C">
              <w:rPr>
                <w:rFonts w:ascii="Browallia New" w:hAnsi="Browallia New" w:cs="Browallia New"/>
                <w:sz w:val="24"/>
                <w:szCs w:val="24"/>
              </w:rPr>
              <w:t>8</w:t>
            </w:r>
          </w:p>
        </w:tc>
        <w:tc>
          <w:tcPr>
            <w:tcW w:w="180" w:type="dxa"/>
            <w:tcBorders>
              <w:top w:val="single" w:sz="4" w:space="0" w:color="auto"/>
            </w:tcBorders>
          </w:tcPr>
          <w:p w14:paraId="7A93DF1B" w14:textId="77777777" w:rsidR="00AD6FDB" w:rsidRPr="0076073C" w:rsidRDefault="00AD6FDB" w:rsidP="00A000AD">
            <w:pPr>
              <w:ind w:right="72"/>
              <w:jc w:val="center"/>
              <w:rPr>
                <w:rFonts w:ascii="Browallia New" w:hAnsi="Browallia New" w:cs="Browallia New"/>
                <w:sz w:val="24"/>
                <w:szCs w:val="24"/>
                <w:cs/>
                <w:lang w:val="th-TH"/>
              </w:rPr>
            </w:pPr>
          </w:p>
        </w:tc>
        <w:tc>
          <w:tcPr>
            <w:tcW w:w="1024" w:type="dxa"/>
            <w:tcBorders>
              <w:bottom w:val="single" w:sz="4" w:space="0" w:color="auto"/>
            </w:tcBorders>
          </w:tcPr>
          <w:p w14:paraId="15E306EC" w14:textId="37DAF764" w:rsidR="00AD6FDB" w:rsidRPr="0076073C" w:rsidRDefault="00AD6FDB" w:rsidP="00A000AD">
            <w:pPr>
              <w:ind w:right="2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256</w:t>
            </w:r>
            <w:r w:rsidR="00ED5621" w:rsidRPr="0076073C">
              <w:rPr>
                <w:rFonts w:ascii="Browallia New" w:hAnsi="Browallia New" w:cs="Browallia New"/>
                <w:sz w:val="24"/>
                <w:szCs w:val="24"/>
              </w:rPr>
              <w:t>7</w:t>
            </w:r>
          </w:p>
        </w:tc>
      </w:tr>
      <w:tr w:rsidR="00AD6FDB" w:rsidRPr="0076073C" w14:paraId="04588C14" w14:textId="77777777" w:rsidTr="00716E47">
        <w:trPr>
          <w:gridAfter w:val="1"/>
          <w:wAfter w:w="14" w:type="dxa"/>
          <w:cantSplit/>
          <w:trHeight w:val="279"/>
        </w:trPr>
        <w:tc>
          <w:tcPr>
            <w:tcW w:w="2695" w:type="dxa"/>
          </w:tcPr>
          <w:p w14:paraId="63BBC0E8" w14:textId="77777777" w:rsidR="00AD6FDB" w:rsidRPr="0076073C" w:rsidRDefault="00AD6FDB" w:rsidP="00A000AD">
            <w:pPr>
              <w:ind w:left="180" w:right="72" w:hanging="180"/>
              <w:rPr>
                <w:rFonts w:ascii="Browallia New" w:hAnsi="Browallia New" w:cs="Browallia New"/>
                <w:sz w:val="18"/>
                <w:szCs w:val="18"/>
                <w:cs/>
                <w:lang w:val="th-TH"/>
              </w:rPr>
            </w:pPr>
          </w:p>
        </w:tc>
        <w:tc>
          <w:tcPr>
            <w:tcW w:w="1844" w:type="dxa"/>
          </w:tcPr>
          <w:p w14:paraId="34E472A7" w14:textId="77777777" w:rsidR="00AD6FDB" w:rsidRPr="0076073C" w:rsidRDefault="00AD6FDB" w:rsidP="00A000AD">
            <w:pPr>
              <w:pStyle w:val="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3B0F3980" w14:textId="77777777" w:rsidR="00AD6FDB" w:rsidRPr="0076073C" w:rsidRDefault="00AD6FDB" w:rsidP="00A000AD">
            <w:pPr>
              <w:ind w:hanging="180"/>
              <w:jc w:val="center"/>
              <w:rPr>
                <w:rFonts w:ascii="Browallia New" w:hAnsi="Browallia New" w:cs="Browallia New"/>
                <w:sz w:val="18"/>
                <w:szCs w:val="18"/>
                <w:cs/>
                <w:lang w:val="th-TH"/>
              </w:rPr>
            </w:pPr>
          </w:p>
        </w:tc>
        <w:tc>
          <w:tcPr>
            <w:tcW w:w="935" w:type="dxa"/>
          </w:tcPr>
          <w:p w14:paraId="521DAC41" w14:textId="77777777" w:rsidR="00AD6FDB" w:rsidRPr="0076073C" w:rsidRDefault="00AD6FDB" w:rsidP="00A000AD">
            <w:pPr>
              <w:ind w:right="81" w:hanging="180"/>
              <w:jc w:val="right"/>
              <w:rPr>
                <w:rFonts w:ascii="Browallia New" w:hAnsi="Browallia New" w:cs="Browallia New"/>
                <w:sz w:val="18"/>
                <w:szCs w:val="18"/>
                <w:cs/>
                <w:lang w:val="th-TH"/>
              </w:rPr>
            </w:pPr>
          </w:p>
        </w:tc>
        <w:tc>
          <w:tcPr>
            <w:tcW w:w="189" w:type="dxa"/>
          </w:tcPr>
          <w:p w14:paraId="576621C3" w14:textId="77777777" w:rsidR="00AD6FDB" w:rsidRPr="0076073C" w:rsidRDefault="00AD6FDB" w:rsidP="00A000AD">
            <w:pPr>
              <w:ind w:right="81" w:hanging="180"/>
              <w:jc w:val="right"/>
              <w:rPr>
                <w:rFonts w:ascii="Browallia New" w:hAnsi="Browallia New" w:cs="Browallia New"/>
                <w:sz w:val="18"/>
                <w:szCs w:val="18"/>
                <w:cs/>
                <w:lang w:val="th-TH"/>
              </w:rPr>
            </w:pPr>
          </w:p>
        </w:tc>
        <w:tc>
          <w:tcPr>
            <w:tcW w:w="933" w:type="dxa"/>
            <w:tcBorders>
              <w:left w:val="nil"/>
            </w:tcBorders>
          </w:tcPr>
          <w:p w14:paraId="042A221D" w14:textId="77777777" w:rsidR="00AD6FDB" w:rsidRPr="0076073C" w:rsidRDefault="00AD6FDB" w:rsidP="00A000AD">
            <w:pPr>
              <w:ind w:right="81" w:hanging="180"/>
              <w:jc w:val="right"/>
              <w:rPr>
                <w:rFonts w:ascii="Browallia New" w:hAnsi="Browallia New" w:cs="Browallia New"/>
                <w:sz w:val="18"/>
                <w:szCs w:val="18"/>
                <w:cs/>
                <w:lang w:val="th-TH"/>
              </w:rPr>
            </w:pPr>
          </w:p>
        </w:tc>
        <w:tc>
          <w:tcPr>
            <w:tcW w:w="180" w:type="dxa"/>
          </w:tcPr>
          <w:p w14:paraId="5F6B7811" w14:textId="77777777" w:rsidR="00AD6FDB" w:rsidRPr="0076073C" w:rsidRDefault="00AD6FDB" w:rsidP="00A000AD">
            <w:pPr>
              <w:ind w:right="72" w:hanging="180"/>
              <w:jc w:val="both"/>
              <w:rPr>
                <w:rFonts w:ascii="Browallia New" w:hAnsi="Browallia New" w:cs="Browallia New"/>
                <w:sz w:val="18"/>
                <w:szCs w:val="18"/>
                <w:cs/>
                <w:lang w:val="th-TH"/>
              </w:rPr>
            </w:pPr>
          </w:p>
        </w:tc>
        <w:tc>
          <w:tcPr>
            <w:tcW w:w="942" w:type="dxa"/>
          </w:tcPr>
          <w:p w14:paraId="38EA1398" w14:textId="77777777" w:rsidR="00AD6FDB" w:rsidRPr="0076073C" w:rsidRDefault="00AD6FDB" w:rsidP="00A000AD">
            <w:pPr>
              <w:ind w:right="57" w:hanging="180"/>
              <w:jc w:val="right"/>
              <w:rPr>
                <w:rFonts w:ascii="Browallia New" w:hAnsi="Browallia New" w:cs="Browallia New"/>
                <w:sz w:val="18"/>
                <w:szCs w:val="18"/>
                <w:cs/>
                <w:lang w:val="th-TH"/>
              </w:rPr>
            </w:pPr>
          </w:p>
        </w:tc>
        <w:tc>
          <w:tcPr>
            <w:tcW w:w="180" w:type="dxa"/>
          </w:tcPr>
          <w:p w14:paraId="06FE8BE2" w14:textId="77777777" w:rsidR="00AD6FDB" w:rsidRPr="0076073C" w:rsidRDefault="00AD6FDB" w:rsidP="00A000AD">
            <w:pPr>
              <w:ind w:right="72" w:hanging="180"/>
              <w:jc w:val="both"/>
              <w:rPr>
                <w:rFonts w:ascii="Browallia New" w:hAnsi="Browallia New" w:cs="Browallia New"/>
                <w:sz w:val="18"/>
                <w:szCs w:val="18"/>
                <w:cs/>
                <w:lang w:val="th-TH"/>
              </w:rPr>
            </w:pPr>
          </w:p>
        </w:tc>
        <w:tc>
          <w:tcPr>
            <w:tcW w:w="1024" w:type="dxa"/>
          </w:tcPr>
          <w:p w14:paraId="6E491286" w14:textId="77777777" w:rsidR="00AD6FDB" w:rsidRPr="0076073C" w:rsidRDefault="00AD6FDB" w:rsidP="00A000AD">
            <w:pPr>
              <w:ind w:right="57" w:hanging="180"/>
              <w:jc w:val="right"/>
              <w:rPr>
                <w:rFonts w:ascii="Browallia New" w:hAnsi="Browallia New" w:cs="Browallia New"/>
                <w:sz w:val="18"/>
                <w:szCs w:val="18"/>
                <w:cs/>
                <w:lang w:val="th-TH"/>
              </w:rPr>
            </w:pPr>
          </w:p>
        </w:tc>
      </w:tr>
      <w:tr w:rsidR="00FF11DD" w:rsidRPr="0076073C" w14:paraId="65F150CA" w14:textId="77777777" w:rsidTr="00716E47">
        <w:trPr>
          <w:gridAfter w:val="1"/>
          <w:wAfter w:w="14" w:type="dxa"/>
          <w:cantSplit/>
          <w:trHeight w:val="279"/>
        </w:trPr>
        <w:tc>
          <w:tcPr>
            <w:tcW w:w="2695" w:type="dxa"/>
          </w:tcPr>
          <w:p w14:paraId="763FCC40" w14:textId="58C5799D" w:rsidR="00FF11DD" w:rsidRPr="0076073C" w:rsidRDefault="009658CE" w:rsidP="00A000AD">
            <w:pPr>
              <w:ind w:left="180" w:right="72" w:hanging="180"/>
              <w:rPr>
                <w:rFonts w:ascii="Browallia New" w:hAnsi="Browallia New" w:cs="Browallia New"/>
                <w:sz w:val="18"/>
                <w:szCs w:val="18"/>
                <w:u w:val="single"/>
                <w:cs/>
              </w:rPr>
            </w:pPr>
            <w:r w:rsidRPr="0076073C">
              <w:rPr>
                <w:rFonts w:ascii="Browallia New" w:hAnsi="Browallia New" w:cs="Browallia New"/>
                <w:sz w:val="24"/>
                <w:szCs w:val="24"/>
                <w:u w:val="single"/>
                <w:cs/>
                <w:lang w:val="th-TH"/>
              </w:rPr>
              <w:t>บริษัทย่อย</w:t>
            </w:r>
          </w:p>
        </w:tc>
        <w:tc>
          <w:tcPr>
            <w:tcW w:w="1844" w:type="dxa"/>
          </w:tcPr>
          <w:p w14:paraId="088B981B" w14:textId="77777777" w:rsidR="00FF11DD" w:rsidRPr="0076073C" w:rsidRDefault="00FF11DD" w:rsidP="00A000AD">
            <w:pPr>
              <w:pStyle w:val="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6E570A2A" w14:textId="77777777" w:rsidR="00FF11DD" w:rsidRPr="0076073C" w:rsidRDefault="00FF11DD" w:rsidP="00A000AD">
            <w:pPr>
              <w:ind w:hanging="180"/>
              <w:jc w:val="center"/>
              <w:rPr>
                <w:rFonts w:ascii="Browallia New" w:hAnsi="Browallia New" w:cs="Browallia New"/>
                <w:sz w:val="18"/>
                <w:szCs w:val="18"/>
                <w:cs/>
                <w:lang w:val="th-TH"/>
              </w:rPr>
            </w:pPr>
          </w:p>
        </w:tc>
        <w:tc>
          <w:tcPr>
            <w:tcW w:w="935" w:type="dxa"/>
          </w:tcPr>
          <w:p w14:paraId="1C2DDC9B" w14:textId="77777777" w:rsidR="00FF11DD" w:rsidRPr="0076073C" w:rsidRDefault="00FF11DD" w:rsidP="00A000AD">
            <w:pPr>
              <w:ind w:right="81" w:hanging="180"/>
              <w:jc w:val="right"/>
              <w:rPr>
                <w:rFonts w:ascii="Browallia New" w:hAnsi="Browallia New" w:cs="Browallia New"/>
                <w:sz w:val="18"/>
                <w:szCs w:val="18"/>
                <w:cs/>
                <w:lang w:val="th-TH"/>
              </w:rPr>
            </w:pPr>
          </w:p>
        </w:tc>
        <w:tc>
          <w:tcPr>
            <w:tcW w:w="189" w:type="dxa"/>
          </w:tcPr>
          <w:p w14:paraId="2674D6CA" w14:textId="77777777" w:rsidR="00FF11DD" w:rsidRPr="0076073C" w:rsidRDefault="00FF11DD" w:rsidP="00A000AD">
            <w:pPr>
              <w:ind w:right="81" w:hanging="180"/>
              <w:jc w:val="right"/>
              <w:rPr>
                <w:rFonts w:ascii="Browallia New" w:hAnsi="Browallia New" w:cs="Browallia New"/>
                <w:sz w:val="18"/>
                <w:szCs w:val="18"/>
                <w:cs/>
                <w:lang w:val="th-TH"/>
              </w:rPr>
            </w:pPr>
          </w:p>
        </w:tc>
        <w:tc>
          <w:tcPr>
            <w:tcW w:w="933" w:type="dxa"/>
            <w:tcBorders>
              <w:left w:val="nil"/>
            </w:tcBorders>
          </w:tcPr>
          <w:p w14:paraId="6B60CADD" w14:textId="77777777" w:rsidR="00FF11DD" w:rsidRPr="0076073C" w:rsidRDefault="00FF11DD" w:rsidP="00A000AD">
            <w:pPr>
              <w:ind w:right="81" w:hanging="180"/>
              <w:jc w:val="right"/>
              <w:rPr>
                <w:rFonts w:ascii="Browallia New" w:hAnsi="Browallia New" w:cs="Browallia New"/>
                <w:sz w:val="18"/>
                <w:szCs w:val="18"/>
                <w:cs/>
                <w:lang w:val="th-TH"/>
              </w:rPr>
            </w:pPr>
          </w:p>
        </w:tc>
        <w:tc>
          <w:tcPr>
            <w:tcW w:w="180" w:type="dxa"/>
          </w:tcPr>
          <w:p w14:paraId="7B53650F" w14:textId="77777777" w:rsidR="00FF11DD" w:rsidRPr="0076073C" w:rsidRDefault="00FF11DD" w:rsidP="00A000AD">
            <w:pPr>
              <w:ind w:right="72" w:hanging="180"/>
              <w:jc w:val="both"/>
              <w:rPr>
                <w:rFonts w:ascii="Browallia New" w:hAnsi="Browallia New" w:cs="Browallia New"/>
                <w:sz w:val="18"/>
                <w:szCs w:val="18"/>
                <w:cs/>
                <w:lang w:val="th-TH"/>
              </w:rPr>
            </w:pPr>
          </w:p>
        </w:tc>
        <w:tc>
          <w:tcPr>
            <w:tcW w:w="942" w:type="dxa"/>
          </w:tcPr>
          <w:p w14:paraId="4958FC7D" w14:textId="77777777" w:rsidR="00FF11DD" w:rsidRPr="0076073C" w:rsidRDefault="00FF11DD" w:rsidP="00A000AD">
            <w:pPr>
              <w:ind w:right="57" w:hanging="180"/>
              <w:jc w:val="right"/>
              <w:rPr>
                <w:rFonts w:ascii="Browallia New" w:hAnsi="Browallia New" w:cs="Browallia New"/>
                <w:sz w:val="18"/>
                <w:szCs w:val="18"/>
                <w:cs/>
                <w:lang w:val="th-TH"/>
              </w:rPr>
            </w:pPr>
          </w:p>
        </w:tc>
        <w:tc>
          <w:tcPr>
            <w:tcW w:w="180" w:type="dxa"/>
          </w:tcPr>
          <w:p w14:paraId="75DB33FA" w14:textId="77777777" w:rsidR="00FF11DD" w:rsidRPr="0076073C" w:rsidRDefault="00FF11DD" w:rsidP="00A000AD">
            <w:pPr>
              <w:ind w:right="72" w:hanging="180"/>
              <w:jc w:val="both"/>
              <w:rPr>
                <w:rFonts w:ascii="Browallia New" w:hAnsi="Browallia New" w:cs="Browallia New"/>
                <w:sz w:val="18"/>
                <w:szCs w:val="18"/>
                <w:cs/>
                <w:lang w:val="th-TH"/>
              </w:rPr>
            </w:pPr>
          </w:p>
        </w:tc>
        <w:tc>
          <w:tcPr>
            <w:tcW w:w="1024" w:type="dxa"/>
          </w:tcPr>
          <w:p w14:paraId="75660596" w14:textId="77777777" w:rsidR="00FF11DD" w:rsidRPr="0076073C" w:rsidRDefault="00FF11DD" w:rsidP="00A000AD">
            <w:pPr>
              <w:ind w:right="57" w:hanging="180"/>
              <w:jc w:val="right"/>
              <w:rPr>
                <w:rFonts w:ascii="Browallia New" w:hAnsi="Browallia New" w:cs="Browallia New"/>
                <w:sz w:val="18"/>
                <w:szCs w:val="18"/>
                <w:cs/>
                <w:lang w:val="th-TH"/>
              </w:rPr>
            </w:pPr>
          </w:p>
        </w:tc>
      </w:tr>
      <w:tr w:rsidR="00C37BA3" w:rsidRPr="0076073C" w14:paraId="5B26DD88" w14:textId="77777777" w:rsidTr="000D1A9C">
        <w:trPr>
          <w:gridAfter w:val="1"/>
          <w:wAfter w:w="14" w:type="dxa"/>
          <w:cantSplit/>
          <w:trHeight w:val="279"/>
        </w:trPr>
        <w:tc>
          <w:tcPr>
            <w:tcW w:w="2695" w:type="dxa"/>
          </w:tcPr>
          <w:p w14:paraId="39615FE2" w14:textId="551178CE" w:rsidR="00C37BA3" w:rsidRPr="0076073C" w:rsidRDefault="00C37BA3" w:rsidP="00C37BA3">
            <w:pPr>
              <w:ind w:left="180" w:right="72" w:hanging="180"/>
              <w:rPr>
                <w:rFonts w:ascii="Browallia New" w:hAnsi="Browallia New" w:cs="Browallia New"/>
                <w:sz w:val="18"/>
                <w:szCs w:val="18"/>
              </w:rPr>
            </w:pPr>
            <w:r w:rsidRPr="0076073C">
              <w:rPr>
                <w:rFonts w:ascii="Browallia New" w:hAnsi="Browallia New" w:cs="Browallia New"/>
                <w:sz w:val="18"/>
                <w:szCs w:val="18"/>
                <w:cs/>
                <w:lang w:val="th-TH"/>
              </w:rPr>
              <w:t xml:space="preserve">      </w:t>
            </w:r>
            <w:r w:rsidRPr="0076073C">
              <w:rPr>
                <w:rFonts w:ascii="Browallia New" w:hAnsi="Browallia New" w:cs="Browallia New"/>
                <w:sz w:val="24"/>
                <w:szCs w:val="24"/>
                <w:cs/>
                <w:lang w:val="th-TH"/>
              </w:rPr>
              <w:t>ซื้อ</w:t>
            </w:r>
            <w:r w:rsidR="006531AB" w:rsidRPr="0076073C">
              <w:rPr>
                <w:rFonts w:ascii="Browallia New" w:hAnsi="Browallia New" w:cs="Browallia New"/>
                <w:sz w:val="24"/>
                <w:szCs w:val="24"/>
                <w:cs/>
              </w:rPr>
              <w:t>วัตถุดิบ</w:t>
            </w:r>
          </w:p>
        </w:tc>
        <w:tc>
          <w:tcPr>
            <w:tcW w:w="1844" w:type="dxa"/>
            <w:vAlign w:val="bottom"/>
          </w:tcPr>
          <w:p w14:paraId="67A83758" w14:textId="7791C7C5" w:rsidR="00C37BA3" w:rsidRPr="0076073C" w:rsidRDefault="00C37BA3" w:rsidP="00C37BA3">
            <w:pPr>
              <w:pStyle w:val="3"/>
              <w:tabs>
                <w:tab w:val="clear" w:pos="360"/>
                <w:tab w:val="clear" w:pos="720"/>
              </w:tabs>
              <w:ind w:hanging="180"/>
              <w:jc w:val="center"/>
              <w:rPr>
                <w:rFonts w:ascii="Browallia New" w:hAnsi="Browallia New" w:cs="Browallia New"/>
                <w:sz w:val="18"/>
                <w:szCs w:val="18"/>
                <w:cs/>
                <w:lang w:val="th-TH" w:eastAsia="en-US"/>
              </w:rPr>
            </w:pPr>
            <w:r w:rsidRPr="0076073C">
              <w:rPr>
                <w:rFonts w:ascii="Browallia New" w:hAnsi="Browallia New" w:cs="Browallia New"/>
                <w:sz w:val="24"/>
                <w:szCs w:val="24"/>
                <w:cs/>
                <w:lang w:val="th-TH"/>
              </w:rPr>
              <w:t>ราคาตลาด</w:t>
            </w:r>
          </w:p>
        </w:tc>
        <w:tc>
          <w:tcPr>
            <w:tcW w:w="190" w:type="dxa"/>
            <w:gridSpan w:val="2"/>
          </w:tcPr>
          <w:p w14:paraId="3B60076E" w14:textId="77777777" w:rsidR="00C37BA3" w:rsidRPr="0076073C" w:rsidRDefault="00C37BA3" w:rsidP="00C37BA3">
            <w:pPr>
              <w:ind w:hanging="180"/>
              <w:jc w:val="center"/>
              <w:rPr>
                <w:rFonts w:ascii="Browallia New" w:hAnsi="Browallia New" w:cs="Browallia New"/>
                <w:sz w:val="18"/>
                <w:szCs w:val="18"/>
                <w:cs/>
                <w:lang w:val="th-TH"/>
              </w:rPr>
            </w:pPr>
          </w:p>
        </w:tc>
        <w:tc>
          <w:tcPr>
            <w:tcW w:w="935" w:type="dxa"/>
          </w:tcPr>
          <w:p w14:paraId="6E09E658" w14:textId="009948CC" w:rsidR="00C37BA3" w:rsidRPr="0076073C" w:rsidRDefault="00C37BA3" w:rsidP="00C37BA3">
            <w:pPr>
              <w:ind w:right="81"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c>
          <w:tcPr>
            <w:tcW w:w="189" w:type="dxa"/>
          </w:tcPr>
          <w:p w14:paraId="0CD6A094" w14:textId="77777777" w:rsidR="00C37BA3" w:rsidRPr="0076073C" w:rsidRDefault="00C37BA3" w:rsidP="00C37BA3">
            <w:pPr>
              <w:ind w:right="81" w:hanging="180"/>
              <w:jc w:val="center"/>
              <w:rPr>
                <w:rFonts w:ascii="Browallia New" w:hAnsi="Browallia New" w:cs="Browallia New"/>
                <w:sz w:val="24"/>
                <w:szCs w:val="24"/>
                <w:cs/>
                <w:lang w:val="th-TH"/>
              </w:rPr>
            </w:pPr>
          </w:p>
        </w:tc>
        <w:tc>
          <w:tcPr>
            <w:tcW w:w="933" w:type="dxa"/>
            <w:tcBorders>
              <w:left w:val="nil"/>
            </w:tcBorders>
          </w:tcPr>
          <w:p w14:paraId="20DB02BE" w14:textId="7A2C3DD0" w:rsidR="00C37BA3" w:rsidRPr="0076073C" w:rsidRDefault="00C37BA3" w:rsidP="00C37BA3">
            <w:pPr>
              <w:ind w:right="81"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c>
          <w:tcPr>
            <w:tcW w:w="180" w:type="dxa"/>
          </w:tcPr>
          <w:p w14:paraId="0D04F69D" w14:textId="77777777" w:rsidR="00C37BA3" w:rsidRPr="0076073C" w:rsidRDefault="00C37BA3" w:rsidP="00C37BA3">
            <w:pPr>
              <w:ind w:right="72" w:hanging="180"/>
              <w:jc w:val="both"/>
              <w:rPr>
                <w:rFonts w:ascii="Browallia New" w:hAnsi="Browallia New" w:cs="Browallia New"/>
                <w:sz w:val="24"/>
                <w:szCs w:val="24"/>
                <w:cs/>
                <w:lang w:val="th-TH"/>
              </w:rPr>
            </w:pPr>
          </w:p>
        </w:tc>
        <w:tc>
          <w:tcPr>
            <w:tcW w:w="942" w:type="dxa"/>
          </w:tcPr>
          <w:p w14:paraId="1275925F" w14:textId="4DB1BD78"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1,619</w:t>
            </w:r>
          </w:p>
        </w:tc>
        <w:tc>
          <w:tcPr>
            <w:tcW w:w="180" w:type="dxa"/>
          </w:tcPr>
          <w:p w14:paraId="437CF5DE" w14:textId="77777777" w:rsidR="00C37BA3" w:rsidRPr="0076073C" w:rsidRDefault="00C37BA3" w:rsidP="00C37BA3">
            <w:pPr>
              <w:ind w:right="72" w:hanging="180"/>
              <w:jc w:val="both"/>
              <w:rPr>
                <w:rFonts w:ascii="Browallia New" w:hAnsi="Browallia New" w:cs="Browallia New"/>
                <w:sz w:val="24"/>
                <w:szCs w:val="24"/>
                <w:cs/>
                <w:lang w:val="th-TH"/>
              </w:rPr>
            </w:pPr>
          </w:p>
        </w:tc>
        <w:tc>
          <w:tcPr>
            <w:tcW w:w="1024" w:type="dxa"/>
          </w:tcPr>
          <w:p w14:paraId="2BF117B2" w14:textId="1DD33D9D" w:rsidR="00C37BA3" w:rsidRPr="0076073C" w:rsidRDefault="00C37BA3" w:rsidP="00C37BA3">
            <w:pPr>
              <w:ind w:left="180" w:right="72"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r>
      <w:tr w:rsidR="00C37BA3" w:rsidRPr="0076073C" w14:paraId="51D8E1C7" w14:textId="77777777" w:rsidTr="000D1A9C">
        <w:trPr>
          <w:gridAfter w:val="1"/>
          <w:wAfter w:w="14" w:type="dxa"/>
          <w:cantSplit/>
          <w:trHeight w:val="279"/>
        </w:trPr>
        <w:tc>
          <w:tcPr>
            <w:tcW w:w="2695" w:type="dxa"/>
          </w:tcPr>
          <w:p w14:paraId="634E3C69" w14:textId="0018AD2C" w:rsidR="00C37BA3" w:rsidRPr="0076073C" w:rsidRDefault="00C37BA3" w:rsidP="00C37BA3">
            <w:pPr>
              <w:ind w:right="72"/>
              <w:rPr>
                <w:rFonts w:ascii="Browallia New" w:hAnsi="Browallia New" w:cs="Browallia New"/>
                <w:sz w:val="18"/>
                <w:szCs w:val="18"/>
                <w:cs/>
                <w:lang w:val="th-TH"/>
              </w:rPr>
            </w:pPr>
            <w:r w:rsidRPr="0076073C">
              <w:rPr>
                <w:rFonts w:ascii="Browallia New" w:hAnsi="Browallia New" w:cs="Browallia New"/>
                <w:sz w:val="18"/>
                <w:szCs w:val="18"/>
                <w:cs/>
                <w:lang w:val="th-TH"/>
              </w:rPr>
              <w:t xml:space="preserve">      </w:t>
            </w:r>
            <w:r w:rsidRPr="0076073C">
              <w:rPr>
                <w:rFonts w:ascii="Browallia New" w:hAnsi="Browallia New" w:cs="Browallia New"/>
                <w:sz w:val="24"/>
                <w:szCs w:val="24"/>
                <w:cs/>
                <w:lang w:val="th-TH"/>
              </w:rPr>
              <w:t>ดอกเบี้ยรับ</w:t>
            </w:r>
          </w:p>
        </w:tc>
        <w:tc>
          <w:tcPr>
            <w:tcW w:w="1844" w:type="dxa"/>
          </w:tcPr>
          <w:p w14:paraId="4B7071CB" w14:textId="12A5D473" w:rsidR="00C37BA3" w:rsidRPr="0076073C" w:rsidRDefault="00C37BA3" w:rsidP="00C37BA3">
            <w:pPr>
              <w:pStyle w:val="3"/>
              <w:tabs>
                <w:tab w:val="clear" w:pos="360"/>
                <w:tab w:val="clear" w:pos="720"/>
              </w:tabs>
              <w:ind w:hanging="180"/>
              <w:jc w:val="center"/>
              <w:rPr>
                <w:rFonts w:ascii="Browallia New" w:hAnsi="Browallia New" w:cs="Browallia New"/>
                <w:sz w:val="18"/>
                <w:szCs w:val="18"/>
                <w:cs/>
                <w:lang w:val="th-TH" w:eastAsia="en-US"/>
              </w:rPr>
            </w:pPr>
            <w:r w:rsidRPr="0076073C">
              <w:rPr>
                <w:rFonts w:ascii="Browallia New" w:hAnsi="Browallia New" w:cs="Browallia New"/>
                <w:sz w:val="24"/>
                <w:szCs w:val="24"/>
                <w:cs/>
                <w:lang w:val="th-TH"/>
              </w:rPr>
              <w:t>อัตราตามที่ตกลงกัน</w:t>
            </w:r>
          </w:p>
        </w:tc>
        <w:tc>
          <w:tcPr>
            <w:tcW w:w="190" w:type="dxa"/>
            <w:gridSpan w:val="2"/>
          </w:tcPr>
          <w:p w14:paraId="33CA56EF" w14:textId="77777777" w:rsidR="00C37BA3" w:rsidRPr="0076073C" w:rsidRDefault="00C37BA3" w:rsidP="00C37BA3">
            <w:pPr>
              <w:ind w:hanging="180"/>
              <w:jc w:val="center"/>
              <w:rPr>
                <w:rFonts w:ascii="Browallia New" w:hAnsi="Browallia New" w:cs="Browallia New"/>
                <w:sz w:val="18"/>
                <w:szCs w:val="18"/>
                <w:cs/>
                <w:lang w:val="th-TH"/>
              </w:rPr>
            </w:pPr>
          </w:p>
        </w:tc>
        <w:tc>
          <w:tcPr>
            <w:tcW w:w="935" w:type="dxa"/>
          </w:tcPr>
          <w:p w14:paraId="7475CEA9" w14:textId="138A7382" w:rsidR="00C37BA3" w:rsidRPr="0076073C" w:rsidRDefault="00C37BA3" w:rsidP="00C37BA3">
            <w:pPr>
              <w:ind w:right="81" w:hanging="180"/>
              <w:jc w:val="center"/>
              <w:rPr>
                <w:rFonts w:ascii="Browallia New" w:hAnsi="Browallia New" w:cs="Browallia New"/>
                <w:sz w:val="24"/>
                <w:szCs w:val="24"/>
                <w:cs/>
                <w:lang w:val="th-TH"/>
              </w:rPr>
            </w:pPr>
            <w:r w:rsidRPr="0076073C">
              <w:rPr>
                <w:rFonts w:ascii="Browallia New" w:hAnsi="Browallia New" w:cs="Browallia New"/>
                <w:sz w:val="24"/>
                <w:szCs w:val="24"/>
              </w:rPr>
              <w:t xml:space="preserve">          -</w:t>
            </w:r>
          </w:p>
        </w:tc>
        <w:tc>
          <w:tcPr>
            <w:tcW w:w="189" w:type="dxa"/>
          </w:tcPr>
          <w:p w14:paraId="6686204E" w14:textId="77777777" w:rsidR="00C37BA3" w:rsidRPr="0076073C" w:rsidRDefault="00C37BA3" w:rsidP="00C37BA3">
            <w:pPr>
              <w:ind w:right="81" w:hanging="180"/>
              <w:jc w:val="center"/>
              <w:rPr>
                <w:rFonts w:ascii="Browallia New" w:hAnsi="Browallia New" w:cs="Browallia New"/>
                <w:sz w:val="24"/>
                <w:szCs w:val="24"/>
                <w:cs/>
                <w:lang w:val="th-TH"/>
              </w:rPr>
            </w:pPr>
          </w:p>
        </w:tc>
        <w:tc>
          <w:tcPr>
            <w:tcW w:w="933" w:type="dxa"/>
            <w:tcBorders>
              <w:left w:val="nil"/>
            </w:tcBorders>
          </w:tcPr>
          <w:p w14:paraId="4292345E" w14:textId="0E4C3D2A" w:rsidR="00C37BA3" w:rsidRPr="0076073C" w:rsidRDefault="00C37BA3" w:rsidP="00C37BA3">
            <w:pPr>
              <w:ind w:right="81"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c>
          <w:tcPr>
            <w:tcW w:w="180" w:type="dxa"/>
          </w:tcPr>
          <w:p w14:paraId="7DEFC06D" w14:textId="77777777" w:rsidR="00C37BA3" w:rsidRPr="0076073C" w:rsidRDefault="00C37BA3" w:rsidP="00C37BA3">
            <w:pPr>
              <w:ind w:right="72" w:hanging="180"/>
              <w:jc w:val="both"/>
              <w:rPr>
                <w:rFonts w:ascii="Browallia New" w:hAnsi="Browallia New" w:cs="Browallia New"/>
                <w:sz w:val="24"/>
                <w:szCs w:val="24"/>
                <w:cs/>
                <w:lang w:val="th-TH"/>
              </w:rPr>
            </w:pPr>
          </w:p>
        </w:tc>
        <w:tc>
          <w:tcPr>
            <w:tcW w:w="942" w:type="dxa"/>
          </w:tcPr>
          <w:p w14:paraId="71B62455" w14:textId="2714E9F9" w:rsidR="00C37BA3" w:rsidRPr="0076073C" w:rsidRDefault="00C37BA3" w:rsidP="00C37BA3">
            <w:pPr>
              <w:ind w:right="57" w:hanging="180"/>
              <w:jc w:val="right"/>
              <w:rPr>
                <w:rFonts w:ascii="Browallia New" w:hAnsi="Browallia New" w:cs="Browallia New"/>
                <w:sz w:val="24"/>
                <w:szCs w:val="24"/>
              </w:rPr>
            </w:pPr>
            <w:r w:rsidRPr="0076073C">
              <w:rPr>
                <w:rFonts w:ascii="Browallia New" w:hAnsi="Browallia New" w:cs="Browallia New"/>
                <w:sz w:val="24"/>
                <w:szCs w:val="24"/>
              </w:rPr>
              <w:t>365</w:t>
            </w:r>
          </w:p>
        </w:tc>
        <w:tc>
          <w:tcPr>
            <w:tcW w:w="180" w:type="dxa"/>
          </w:tcPr>
          <w:p w14:paraId="739CD221" w14:textId="77777777" w:rsidR="00C37BA3" w:rsidRPr="0076073C" w:rsidRDefault="00C37BA3" w:rsidP="00C37BA3">
            <w:pPr>
              <w:ind w:right="72" w:hanging="180"/>
              <w:jc w:val="both"/>
              <w:rPr>
                <w:rFonts w:ascii="Browallia New" w:hAnsi="Browallia New" w:cs="Browallia New"/>
                <w:sz w:val="24"/>
                <w:szCs w:val="24"/>
                <w:cs/>
                <w:lang w:val="th-TH"/>
              </w:rPr>
            </w:pPr>
          </w:p>
        </w:tc>
        <w:tc>
          <w:tcPr>
            <w:tcW w:w="1024" w:type="dxa"/>
          </w:tcPr>
          <w:p w14:paraId="62362290" w14:textId="7DBE26B0" w:rsidR="00C37BA3" w:rsidRPr="0076073C" w:rsidRDefault="00C37BA3" w:rsidP="00C37BA3">
            <w:pPr>
              <w:ind w:right="57" w:hanging="180"/>
              <w:jc w:val="right"/>
              <w:rPr>
                <w:rFonts w:ascii="Browallia New" w:hAnsi="Browallia New" w:cs="Browallia New"/>
                <w:sz w:val="24"/>
                <w:szCs w:val="24"/>
              </w:rPr>
            </w:pPr>
            <w:r w:rsidRPr="0076073C">
              <w:rPr>
                <w:rFonts w:ascii="Browallia New" w:hAnsi="Browallia New" w:cs="Browallia New"/>
                <w:sz w:val="24"/>
                <w:szCs w:val="24"/>
              </w:rPr>
              <w:t>494</w:t>
            </w:r>
          </w:p>
        </w:tc>
      </w:tr>
      <w:tr w:rsidR="00C37BA3" w:rsidRPr="0076073C" w14:paraId="782DBA0A" w14:textId="77777777" w:rsidTr="00716E47">
        <w:trPr>
          <w:gridAfter w:val="1"/>
          <w:wAfter w:w="14" w:type="dxa"/>
          <w:cantSplit/>
          <w:trHeight w:val="279"/>
        </w:trPr>
        <w:tc>
          <w:tcPr>
            <w:tcW w:w="2695" w:type="dxa"/>
          </w:tcPr>
          <w:p w14:paraId="43788583" w14:textId="77777777" w:rsidR="00C37BA3" w:rsidRPr="0076073C" w:rsidRDefault="00C37BA3" w:rsidP="00C37BA3">
            <w:pPr>
              <w:ind w:right="72"/>
              <w:rPr>
                <w:rFonts w:ascii="Browallia New" w:hAnsi="Browallia New" w:cs="Browallia New"/>
                <w:sz w:val="18"/>
                <w:szCs w:val="18"/>
                <w:cs/>
                <w:lang w:val="th-TH"/>
              </w:rPr>
            </w:pPr>
          </w:p>
        </w:tc>
        <w:tc>
          <w:tcPr>
            <w:tcW w:w="1844" w:type="dxa"/>
          </w:tcPr>
          <w:p w14:paraId="01A6BDE6" w14:textId="77777777" w:rsidR="00C37BA3" w:rsidRPr="0076073C" w:rsidRDefault="00C37BA3" w:rsidP="00C37BA3">
            <w:pPr>
              <w:pStyle w:val="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74CFC2B8" w14:textId="77777777" w:rsidR="00C37BA3" w:rsidRPr="0076073C" w:rsidRDefault="00C37BA3" w:rsidP="00C37BA3">
            <w:pPr>
              <w:ind w:hanging="180"/>
              <w:jc w:val="center"/>
              <w:rPr>
                <w:rFonts w:ascii="Browallia New" w:hAnsi="Browallia New" w:cs="Browallia New"/>
                <w:sz w:val="18"/>
                <w:szCs w:val="18"/>
                <w:cs/>
                <w:lang w:val="th-TH"/>
              </w:rPr>
            </w:pPr>
          </w:p>
        </w:tc>
        <w:tc>
          <w:tcPr>
            <w:tcW w:w="935" w:type="dxa"/>
          </w:tcPr>
          <w:p w14:paraId="616E0674" w14:textId="77777777" w:rsidR="00C37BA3" w:rsidRPr="0076073C" w:rsidRDefault="00C37BA3" w:rsidP="00C37BA3">
            <w:pPr>
              <w:ind w:right="81" w:hanging="180"/>
              <w:jc w:val="right"/>
              <w:rPr>
                <w:rFonts w:ascii="Browallia New" w:hAnsi="Browallia New" w:cs="Browallia New"/>
                <w:sz w:val="24"/>
                <w:szCs w:val="24"/>
                <w:cs/>
                <w:lang w:val="th-TH"/>
              </w:rPr>
            </w:pPr>
          </w:p>
        </w:tc>
        <w:tc>
          <w:tcPr>
            <w:tcW w:w="189" w:type="dxa"/>
          </w:tcPr>
          <w:p w14:paraId="54FA6E06" w14:textId="77777777" w:rsidR="00C37BA3" w:rsidRPr="0076073C" w:rsidRDefault="00C37BA3" w:rsidP="00C37BA3">
            <w:pPr>
              <w:ind w:right="81" w:hanging="180"/>
              <w:jc w:val="right"/>
              <w:rPr>
                <w:rFonts w:ascii="Browallia New" w:hAnsi="Browallia New" w:cs="Browallia New"/>
                <w:sz w:val="24"/>
                <w:szCs w:val="24"/>
                <w:cs/>
                <w:lang w:val="th-TH"/>
              </w:rPr>
            </w:pPr>
          </w:p>
        </w:tc>
        <w:tc>
          <w:tcPr>
            <w:tcW w:w="933" w:type="dxa"/>
            <w:tcBorders>
              <w:left w:val="nil"/>
            </w:tcBorders>
          </w:tcPr>
          <w:p w14:paraId="265BCCE0" w14:textId="2DDE1FEF" w:rsidR="00C37BA3" w:rsidRPr="0076073C" w:rsidRDefault="00C37BA3" w:rsidP="00C37BA3">
            <w:pPr>
              <w:ind w:right="81" w:hanging="180"/>
              <w:jc w:val="right"/>
              <w:rPr>
                <w:rFonts w:ascii="Browallia New" w:hAnsi="Browallia New" w:cs="Browallia New"/>
                <w:sz w:val="24"/>
                <w:szCs w:val="24"/>
              </w:rPr>
            </w:pPr>
          </w:p>
        </w:tc>
        <w:tc>
          <w:tcPr>
            <w:tcW w:w="180" w:type="dxa"/>
          </w:tcPr>
          <w:p w14:paraId="2ACF680C" w14:textId="77777777" w:rsidR="00C37BA3" w:rsidRPr="0076073C" w:rsidRDefault="00C37BA3" w:rsidP="00C37BA3">
            <w:pPr>
              <w:ind w:right="72" w:hanging="180"/>
              <w:jc w:val="both"/>
              <w:rPr>
                <w:rFonts w:ascii="Browallia New" w:hAnsi="Browallia New" w:cs="Browallia New"/>
                <w:sz w:val="24"/>
                <w:szCs w:val="24"/>
                <w:cs/>
                <w:lang w:val="th-TH"/>
              </w:rPr>
            </w:pPr>
          </w:p>
        </w:tc>
        <w:tc>
          <w:tcPr>
            <w:tcW w:w="942" w:type="dxa"/>
          </w:tcPr>
          <w:p w14:paraId="71D75073" w14:textId="77777777" w:rsidR="00C37BA3" w:rsidRPr="0076073C" w:rsidRDefault="00C37BA3" w:rsidP="00C37BA3">
            <w:pPr>
              <w:ind w:right="57" w:hanging="180"/>
              <w:jc w:val="right"/>
              <w:rPr>
                <w:rFonts w:ascii="Browallia New" w:hAnsi="Browallia New" w:cs="Browallia New"/>
                <w:sz w:val="24"/>
                <w:szCs w:val="24"/>
                <w:cs/>
                <w:lang w:val="th-TH"/>
              </w:rPr>
            </w:pPr>
          </w:p>
        </w:tc>
        <w:tc>
          <w:tcPr>
            <w:tcW w:w="180" w:type="dxa"/>
          </w:tcPr>
          <w:p w14:paraId="6C363F8A" w14:textId="77777777" w:rsidR="00C37BA3" w:rsidRPr="0076073C" w:rsidRDefault="00C37BA3" w:rsidP="00C37BA3">
            <w:pPr>
              <w:ind w:right="72" w:hanging="180"/>
              <w:jc w:val="both"/>
              <w:rPr>
                <w:rFonts w:ascii="Browallia New" w:hAnsi="Browallia New" w:cs="Browallia New"/>
                <w:sz w:val="24"/>
                <w:szCs w:val="24"/>
                <w:cs/>
                <w:lang w:val="th-TH"/>
              </w:rPr>
            </w:pPr>
          </w:p>
        </w:tc>
        <w:tc>
          <w:tcPr>
            <w:tcW w:w="1024" w:type="dxa"/>
          </w:tcPr>
          <w:p w14:paraId="78308365" w14:textId="77777777" w:rsidR="00C37BA3" w:rsidRPr="0076073C" w:rsidRDefault="00C37BA3" w:rsidP="00C37BA3">
            <w:pPr>
              <w:ind w:right="57" w:hanging="180"/>
              <w:jc w:val="right"/>
              <w:rPr>
                <w:rFonts w:ascii="Browallia New" w:hAnsi="Browallia New" w:cs="Browallia New"/>
                <w:sz w:val="24"/>
                <w:szCs w:val="24"/>
                <w:cs/>
                <w:lang w:val="th-TH"/>
              </w:rPr>
            </w:pPr>
          </w:p>
        </w:tc>
      </w:tr>
      <w:tr w:rsidR="00C37BA3" w:rsidRPr="0076073C" w14:paraId="7E29AD47" w14:textId="77777777" w:rsidTr="00716E47">
        <w:trPr>
          <w:gridAfter w:val="1"/>
          <w:wAfter w:w="14" w:type="dxa"/>
          <w:cantSplit/>
          <w:trHeight w:val="279"/>
        </w:trPr>
        <w:tc>
          <w:tcPr>
            <w:tcW w:w="2695" w:type="dxa"/>
          </w:tcPr>
          <w:p w14:paraId="2181648B" w14:textId="0619F9B8" w:rsidR="00C37BA3" w:rsidRPr="0076073C" w:rsidRDefault="00C37BA3" w:rsidP="00C37BA3">
            <w:pPr>
              <w:ind w:left="180" w:right="72" w:hanging="180"/>
              <w:rPr>
                <w:rFonts w:ascii="Browallia New" w:hAnsi="Browallia New" w:cs="Browallia New"/>
                <w:sz w:val="18"/>
                <w:szCs w:val="18"/>
                <w:u w:val="single"/>
                <w:cs/>
                <w:lang w:val="th-TH"/>
              </w:rPr>
            </w:pPr>
            <w:r w:rsidRPr="0076073C">
              <w:rPr>
                <w:rFonts w:ascii="Browallia New" w:hAnsi="Browallia New" w:cs="Browallia New"/>
                <w:sz w:val="24"/>
                <w:szCs w:val="24"/>
                <w:u w:val="single"/>
                <w:cs/>
                <w:lang w:val="th-TH"/>
              </w:rPr>
              <w:t>บริษัทที่เกี่ยวข้อง</w:t>
            </w:r>
          </w:p>
        </w:tc>
        <w:tc>
          <w:tcPr>
            <w:tcW w:w="1844" w:type="dxa"/>
          </w:tcPr>
          <w:p w14:paraId="7BFAF286" w14:textId="77777777" w:rsidR="00C37BA3" w:rsidRPr="0076073C" w:rsidRDefault="00C37BA3" w:rsidP="00C37BA3">
            <w:pPr>
              <w:pStyle w:val="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6536EA33" w14:textId="77777777" w:rsidR="00C37BA3" w:rsidRPr="0076073C" w:rsidRDefault="00C37BA3" w:rsidP="00C37BA3">
            <w:pPr>
              <w:ind w:hanging="180"/>
              <w:jc w:val="center"/>
              <w:rPr>
                <w:rFonts w:ascii="Browallia New" w:hAnsi="Browallia New" w:cs="Browallia New"/>
                <w:sz w:val="18"/>
                <w:szCs w:val="18"/>
                <w:cs/>
                <w:lang w:val="th-TH"/>
              </w:rPr>
            </w:pPr>
          </w:p>
        </w:tc>
        <w:tc>
          <w:tcPr>
            <w:tcW w:w="935" w:type="dxa"/>
          </w:tcPr>
          <w:p w14:paraId="06C3998C" w14:textId="77777777" w:rsidR="00C37BA3" w:rsidRPr="0076073C" w:rsidRDefault="00C37BA3" w:rsidP="00C37BA3">
            <w:pPr>
              <w:ind w:right="81" w:hanging="180"/>
              <w:jc w:val="right"/>
              <w:rPr>
                <w:rFonts w:ascii="Browallia New" w:hAnsi="Browallia New" w:cs="Browallia New"/>
                <w:sz w:val="24"/>
                <w:szCs w:val="24"/>
                <w:cs/>
                <w:lang w:val="th-TH"/>
              </w:rPr>
            </w:pPr>
          </w:p>
        </w:tc>
        <w:tc>
          <w:tcPr>
            <w:tcW w:w="189" w:type="dxa"/>
          </w:tcPr>
          <w:p w14:paraId="18E63C5F" w14:textId="77777777" w:rsidR="00C37BA3" w:rsidRPr="0076073C" w:rsidRDefault="00C37BA3" w:rsidP="00C37BA3">
            <w:pPr>
              <w:ind w:right="81" w:hanging="180"/>
              <w:jc w:val="right"/>
              <w:rPr>
                <w:rFonts w:ascii="Browallia New" w:hAnsi="Browallia New" w:cs="Browallia New"/>
                <w:sz w:val="24"/>
                <w:szCs w:val="24"/>
                <w:cs/>
                <w:lang w:val="th-TH"/>
              </w:rPr>
            </w:pPr>
          </w:p>
        </w:tc>
        <w:tc>
          <w:tcPr>
            <w:tcW w:w="933" w:type="dxa"/>
            <w:tcBorders>
              <w:left w:val="nil"/>
            </w:tcBorders>
          </w:tcPr>
          <w:p w14:paraId="53A6B7F1" w14:textId="77777777" w:rsidR="00C37BA3" w:rsidRPr="0076073C" w:rsidRDefault="00C37BA3" w:rsidP="00C37BA3">
            <w:pPr>
              <w:ind w:right="81" w:hanging="180"/>
              <w:jc w:val="right"/>
              <w:rPr>
                <w:rFonts w:ascii="Browallia New" w:hAnsi="Browallia New" w:cs="Browallia New"/>
                <w:sz w:val="24"/>
                <w:szCs w:val="24"/>
                <w:cs/>
                <w:lang w:val="th-TH"/>
              </w:rPr>
            </w:pPr>
          </w:p>
        </w:tc>
        <w:tc>
          <w:tcPr>
            <w:tcW w:w="180" w:type="dxa"/>
          </w:tcPr>
          <w:p w14:paraId="3DEB7191" w14:textId="77777777" w:rsidR="00C37BA3" w:rsidRPr="0076073C" w:rsidRDefault="00C37BA3" w:rsidP="00C37BA3">
            <w:pPr>
              <w:ind w:right="72" w:hanging="180"/>
              <w:jc w:val="both"/>
              <w:rPr>
                <w:rFonts w:ascii="Browallia New" w:hAnsi="Browallia New" w:cs="Browallia New"/>
                <w:sz w:val="24"/>
                <w:szCs w:val="24"/>
                <w:cs/>
                <w:lang w:val="th-TH"/>
              </w:rPr>
            </w:pPr>
          </w:p>
        </w:tc>
        <w:tc>
          <w:tcPr>
            <w:tcW w:w="942" w:type="dxa"/>
          </w:tcPr>
          <w:p w14:paraId="0C70996D" w14:textId="77777777" w:rsidR="00C37BA3" w:rsidRPr="0076073C" w:rsidRDefault="00C37BA3" w:rsidP="00C37BA3">
            <w:pPr>
              <w:ind w:right="57" w:hanging="180"/>
              <w:jc w:val="right"/>
              <w:rPr>
                <w:rFonts w:ascii="Browallia New" w:hAnsi="Browallia New" w:cs="Browallia New"/>
                <w:sz w:val="24"/>
                <w:szCs w:val="24"/>
                <w:cs/>
                <w:lang w:val="th-TH"/>
              </w:rPr>
            </w:pPr>
          </w:p>
        </w:tc>
        <w:tc>
          <w:tcPr>
            <w:tcW w:w="180" w:type="dxa"/>
          </w:tcPr>
          <w:p w14:paraId="56BAA497" w14:textId="77777777" w:rsidR="00C37BA3" w:rsidRPr="0076073C" w:rsidRDefault="00C37BA3" w:rsidP="00C37BA3">
            <w:pPr>
              <w:ind w:right="72" w:hanging="180"/>
              <w:jc w:val="both"/>
              <w:rPr>
                <w:rFonts w:ascii="Browallia New" w:hAnsi="Browallia New" w:cs="Browallia New"/>
                <w:sz w:val="24"/>
                <w:szCs w:val="24"/>
                <w:cs/>
                <w:lang w:val="th-TH"/>
              </w:rPr>
            </w:pPr>
          </w:p>
        </w:tc>
        <w:tc>
          <w:tcPr>
            <w:tcW w:w="1024" w:type="dxa"/>
          </w:tcPr>
          <w:p w14:paraId="51492552" w14:textId="77777777" w:rsidR="00C37BA3" w:rsidRPr="0076073C" w:rsidRDefault="00C37BA3" w:rsidP="00C37BA3">
            <w:pPr>
              <w:ind w:right="57" w:hanging="180"/>
              <w:jc w:val="right"/>
              <w:rPr>
                <w:rFonts w:ascii="Browallia New" w:hAnsi="Browallia New" w:cs="Browallia New"/>
                <w:sz w:val="24"/>
                <w:szCs w:val="24"/>
                <w:cs/>
                <w:lang w:val="th-TH"/>
              </w:rPr>
            </w:pPr>
          </w:p>
        </w:tc>
      </w:tr>
      <w:tr w:rsidR="00C37BA3" w:rsidRPr="0076073C" w14:paraId="370424F4" w14:textId="77777777" w:rsidTr="000D1A9C">
        <w:trPr>
          <w:gridAfter w:val="1"/>
          <w:wAfter w:w="14" w:type="dxa"/>
          <w:cantSplit/>
        </w:trPr>
        <w:tc>
          <w:tcPr>
            <w:tcW w:w="2695" w:type="dxa"/>
            <w:shd w:val="clear" w:color="auto" w:fill="auto"/>
            <w:vAlign w:val="bottom"/>
          </w:tcPr>
          <w:p w14:paraId="5402963C" w14:textId="32DDE8F7"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ขายและรายได้จากงานบริการติดตั้ง</w:t>
            </w:r>
          </w:p>
        </w:tc>
        <w:tc>
          <w:tcPr>
            <w:tcW w:w="1844" w:type="dxa"/>
            <w:shd w:val="clear" w:color="auto" w:fill="auto"/>
            <w:vAlign w:val="bottom"/>
          </w:tcPr>
          <w:p w14:paraId="024A53C4" w14:textId="77777777"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35" w:type="dxa"/>
            <w:shd w:val="clear" w:color="auto" w:fill="auto"/>
            <w:noWrap/>
          </w:tcPr>
          <w:p w14:paraId="5227C997" w14:textId="41DDFD03"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39,130 </w:t>
            </w:r>
          </w:p>
        </w:tc>
        <w:tc>
          <w:tcPr>
            <w:tcW w:w="189" w:type="dxa"/>
            <w:shd w:val="clear" w:color="auto" w:fill="auto"/>
          </w:tcPr>
          <w:p w14:paraId="5B6D81CB"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33" w:type="dxa"/>
            <w:tcBorders>
              <w:left w:val="nil"/>
            </w:tcBorders>
            <w:shd w:val="clear" w:color="auto" w:fill="auto"/>
          </w:tcPr>
          <w:p w14:paraId="13191DB8" w14:textId="21F57E66"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44,260</w:t>
            </w:r>
          </w:p>
        </w:tc>
        <w:tc>
          <w:tcPr>
            <w:tcW w:w="180" w:type="dxa"/>
            <w:shd w:val="clear" w:color="auto" w:fill="auto"/>
            <w:noWrap/>
          </w:tcPr>
          <w:p w14:paraId="4595CE92"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1F228FC2" w14:textId="7D94837D"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39,130 </w:t>
            </w:r>
          </w:p>
        </w:tc>
        <w:tc>
          <w:tcPr>
            <w:tcW w:w="180" w:type="dxa"/>
            <w:shd w:val="clear" w:color="auto" w:fill="auto"/>
            <w:noWrap/>
          </w:tcPr>
          <w:p w14:paraId="0BF1BB5A"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tcPr>
          <w:p w14:paraId="53AD362C" w14:textId="41F972A8"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44,260</w:t>
            </w:r>
          </w:p>
        </w:tc>
      </w:tr>
      <w:tr w:rsidR="00C37BA3" w:rsidRPr="0076073C" w14:paraId="411374A0" w14:textId="77777777" w:rsidTr="007406B1">
        <w:trPr>
          <w:gridAfter w:val="1"/>
          <w:wAfter w:w="14" w:type="dxa"/>
          <w:cantSplit/>
        </w:trPr>
        <w:tc>
          <w:tcPr>
            <w:tcW w:w="2695" w:type="dxa"/>
            <w:shd w:val="clear" w:color="auto" w:fill="auto"/>
            <w:vAlign w:val="bottom"/>
          </w:tcPr>
          <w:p w14:paraId="350A7EDB" w14:textId="19DC3225"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รายได้ค่าบริการตัดเหล็กและ</w:t>
            </w:r>
          </w:p>
          <w:p w14:paraId="6EB165B5" w14:textId="0714FAC3"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C37BA3" w:rsidRPr="0076073C" w:rsidRDefault="00C37BA3" w:rsidP="00C37BA3">
            <w:pPr>
              <w:ind w:left="180" w:right="72" w:hanging="180"/>
              <w:jc w:val="center"/>
              <w:rPr>
                <w:rFonts w:ascii="Browallia New" w:hAnsi="Browallia New" w:cs="Browallia New"/>
                <w:sz w:val="24"/>
                <w:szCs w:val="24"/>
                <w:cs/>
                <w:lang w:val="th-TH"/>
              </w:rPr>
            </w:pPr>
          </w:p>
          <w:p w14:paraId="26105D2B" w14:textId="7FB45499"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ราคาตลาด                                      </w:t>
            </w:r>
          </w:p>
        </w:tc>
        <w:tc>
          <w:tcPr>
            <w:tcW w:w="190" w:type="dxa"/>
            <w:gridSpan w:val="2"/>
            <w:shd w:val="clear" w:color="auto" w:fill="auto"/>
            <w:vAlign w:val="bottom"/>
          </w:tcPr>
          <w:p w14:paraId="5CD302B3"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shd w:val="clear" w:color="auto" w:fill="auto"/>
            <w:noWrap/>
          </w:tcPr>
          <w:p w14:paraId="4A8EFDDB" w14:textId="77777777" w:rsidR="00C37BA3" w:rsidRPr="0076073C" w:rsidRDefault="00C37BA3" w:rsidP="00C37BA3">
            <w:pPr>
              <w:ind w:left="180" w:right="72" w:hanging="180"/>
              <w:jc w:val="right"/>
              <w:rPr>
                <w:rFonts w:ascii="Browallia New" w:hAnsi="Browallia New" w:cs="Browallia New"/>
                <w:sz w:val="24"/>
                <w:szCs w:val="24"/>
              </w:rPr>
            </w:pPr>
          </w:p>
          <w:p w14:paraId="261B8331" w14:textId="3A4D825D"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3,137 </w:t>
            </w:r>
          </w:p>
        </w:tc>
        <w:tc>
          <w:tcPr>
            <w:tcW w:w="189" w:type="dxa"/>
            <w:shd w:val="clear" w:color="auto" w:fill="auto"/>
            <w:vAlign w:val="bottom"/>
          </w:tcPr>
          <w:p w14:paraId="0884B370" w14:textId="77777777" w:rsidR="00C37BA3" w:rsidRPr="0076073C" w:rsidRDefault="00C37BA3" w:rsidP="00C37BA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3" w:type="dxa"/>
            <w:tcBorders>
              <w:left w:val="nil"/>
            </w:tcBorders>
            <w:shd w:val="clear" w:color="auto" w:fill="auto"/>
            <w:vAlign w:val="bottom"/>
          </w:tcPr>
          <w:p w14:paraId="65E491D9" w14:textId="04940E8E"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2,765</w:t>
            </w:r>
          </w:p>
        </w:tc>
        <w:tc>
          <w:tcPr>
            <w:tcW w:w="180" w:type="dxa"/>
            <w:shd w:val="clear" w:color="auto" w:fill="auto"/>
            <w:noWrap/>
            <w:vAlign w:val="bottom"/>
          </w:tcPr>
          <w:p w14:paraId="0CBC1A96"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46C56390" w14:textId="77777777"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w:t>
            </w:r>
          </w:p>
          <w:p w14:paraId="27549D6C" w14:textId="4FE607C8"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3,137 </w:t>
            </w:r>
          </w:p>
        </w:tc>
        <w:tc>
          <w:tcPr>
            <w:tcW w:w="180" w:type="dxa"/>
            <w:shd w:val="clear" w:color="auto" w:fill="auto"/>
            <w:noWrap/>
            <w:vAlign w:val="bottom"/>
          </w:tcPr>
          <w:p w14:paraId="74280329"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3E0E2E4F" w14:textId="3194F544"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2,765</w:t>
            </w:r>
          </w:p>
        </w:tc>
      </w:tr>
      <w:tr w:rsidR="00C37BA3" w:rsidRPr="0076073C" w14:paraId="338C2129" w14:textId="77777777" w:rsidTr="007406B1">
        <w:trPr>
          <w:gridAfter w:val="1"/>
          <w:wAfter w:w="14" w:type="dxa"/>
          <w:cantSplit/>
        </w:trPr>
        <w:tc>
          <w:tcPr>
            <w:tcW w:w="2695" w:type="dxa"/>
            <w:shd w:val="clear" w:color="auto" w:fill="auto"/>
            <w:vAlign w:val="bottom"/>
          </w:tcPr>
          <w:p w14:paraId="226DF57E" w14:textId="7CFBD872"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รายได้ค่าเช่า</w:t>
            </w:r>
          </w:p>
        </w:tc>
        <w:tc>
          <w:tcPr>
            <w:tcW w:w="1844" w:type="dxa"/>
            <w:shd w:val="clear" w:color="auto" w:fill="auto"/>
          </w:tcPr>
          <w:p w14:paraId="6F6FB4AB" w14:textId="77777777"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shd w:val="clear" w:color="auto" w:fill="auto"/>
            <w:noWrap/>
          </w:tcPr>
          <w:p w14:paraId="73CAB4BB" w14:textId="0662DB88"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1,399 </w:t>
            </w:r>
          </w:p>
        </w:tc>
        <w:tc>
          <w:tcPr>
            <w:tcW w:w="189" w:type="dxa"/>
            <w:shd w:val="clear" w:color="auto" w:fill="auto"/>
          </w:tcPr>
          <w:p w14:paraId="42845D2C" w14:textId="77777777" w:rsidR="00C37BA3" w:rsidRPr="0076073C" w:rsidRDefault="00C37BA3" w:rsidP="00C37BA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3" w:type="dxa"/>
            <w:tcBorders>
              <w:left w:val="nil"/>
            </w:tcBorders>
            <w:shd w:val="clear" w:color="auto" w:fill="auto"/>
            <w:vAlign w:val="bottom"/>
          </w:tcPr>
          <w:p w14:paraId="6AF748E8" w14:textId="7C4B5306"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1,251</w:t>
            </w:r>
          </w:p>
        </w:tc>
        <w:tc>
          <w:tcPr>
            <w:tcW w:w="180" w:type="dxa"/>
            <w:shd w:val="clear" w:color="auto" w:fill="auto"/>
            <w:noWrap/>
          </w:tcPr>
          <w:p w14:paraId="2BB4EA03"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56824723" w14:textId="25C50DF6"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1,399 </w:t>
            </w:r>
          </w:p>
        </w:tc>
        <w:tc>
          <w:tcPr>
            <w:tcW w:w="180" w:type="dxa"/>
            <w:shd w:val="clear" w:color="auto" w:fill="auto"/>
            <w:noWrap/>
          </w:tcPr>
          <w:p w14:paraId="5EEFDF95"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tcPr>
          <w:p w14:paraId="3361371D" w14:textId="2063A0AD"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1,251</w:t>
            </w:r>
          </w:p>
        </w:tc>
      </w:tr>
      <w:tr w:rsidR="00C37BA3" w:rsidRPr="0076073C" w14:paraId="42F21284" w14:textId="77777777" w:rsidTr="000D1A9C">
        <w:trPr>
          <w:gridAfter w:val="1"/>
          <w:wAfter w:w="14" w:type="dxa"/>
          <w:cantSplit/>
        </w:trPr>
        <w:tc>
          <w:tcPr>
            <w:tcW w:w="2695" w:type="dxa"/>
            <w:shd w:val="clear" w:color="auto" w:fill="auto"/>
            <w:vAlign w:val="bottom"/>
          </w:tcPr>
          <w:p w14:paraId="21E102A1" w14:textId="4DDADA1F"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ซื้อวัตถุดิบ</w:t>
            </w:r>
          </w:p>
        </w:tc>
        <w:tc>
          <w:tcPr>
            <w:tcW w:w="1844" w:type="dxa"/>
            <w:shd w:val="clear" w:color="auto" w:fill="auto"/>
          </w:tcPr>
          <w:p w14:paraId="502EA112" w14:textId="77777777"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shd w:val="clear" w:color="auto" w:fill="auto"/>
            <w:noWrap/>
          </w:tcPr>
          <w:p w14:paraId="3F9DD8ED" w14:textId="198C9832"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757,142 </w:t>
            </w:r>
          </w:p>
        </w:tc>
        <w:tc>
          <w:tcPr>
            <w:tcW w:w="189" w:type="dxa"/>
            <w:shd w:val="clear" w:color="auto" w:fill="auto"/>
          </w:tcPr>
          <w:p w14:paraId="2597DD22" w14:textId="77777777" w:rsidR="00C37BA3" w:rsidRPr="0076073C" w:rsidRDefault="00C37BA3" w:rsidP="00C37BA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3" w:type="dxa"/>
            <w:tcBorders>
              <w:left w:val="nil"/>
            </w:tcBorders>
            <w:shd w:val="clear" w:color="auto" w:fill="auto"/>
          </w:tcPr>
          <w:p w14:paraId="4E0B1D72" w14:textId="6B3DF65D"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877,874</w:t>
            </w:r>
          </w:p>
        </w:tc>
        <w:tc>
          <w:tcPr>
            <w:tcW w:w="180" w:type="dxa"/>
            <w:shd w:val="clear" w:color="auto" w:fill="auto"/>
            <w:noWrap/>
          </w:tcPr>
          <w:p w14:paraId="1B756BD1"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02B5FCC2" w14:textId="13B556A9"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757,142 </w:t>
            </w:r>
          </w:p>
        </w:tc>
        <w:tc>
          <w:tcPr>
            <w:tcW w:w="180" w:type="dxa"/>
            <w:shd w:val="clear" w:color="auto" w:fill="auto"/>
            <w:noWrap/>
          </w:tcPr>
          <w:p w14:paraId="1AAE4B10"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tcPr>
          <w:p w14:paraId="2B825B37" w14:textId="1418C234"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877,874</w:t>
            </w:r>
          </w:p>
        </w:tc>
      </w:tr>
      <w:tr w:rsidR="00C37BA3" w:rsidRPr="0076073C" w14:paraId="2806DCD3" w14:textId="77777777" w:rsidTr="000D1A9C">
        <w:trPr>
          <w:gridAfter w:val="1"/>
          <w:wAfter w:w="14" w:type="dxa"/>
          <w:cantSplit/>
        </w:trPr>
        <w:tc>
          <w:tcPr>
            <w:tcW w:w="2695" w:type="dxa"/>
            <w:shd w:val="clear" w:color="auto" w:fill="auto"/>
            <w:vAlign w:val="bottom"/>
          </w:tcPr>
          <w:p w14:paraId="5BBD1B02" w14:textId="4F68B3AC"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ค่าใช้จ่ายและซื้ออื่นๆ</w:t>
            </w:r>
          </w:p>
        </w:tc>
        <w:tc>
          <w:tcPr>
            <w:tcW w:w="1844" w:type="dxa"/>
            <w:shd w:val="clear" w:color="auto" w:fill="auto"/>
          </w:tcPr>
          <w:p w14:paraId="00C1F964" w14:textId="77777777"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shd w:val="clear" w:color="auto" w:fill="auto"/>
            <w:noWrap/>
          </w:tcPr>
          <w:p w14:paraId="24A08126" w14:textId="41B77AF3"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6,892 </w:t>
            </w:r>
          </w:p>
        </w:tc>
        <w:tc>
          <w:tcPr>
            <w:tcW w:w="189" w:type="dxa"/>
            <w:shd w:val="clear" w:color="auto" w:fill="auto"/>
          </w:tcPr>
          <w:p w14:paraId="3C875546" w14:textId="77777777" w:rsidR="00C37BA3" w:rsidRPr="0076073C" w:rsidRDefault="00C37BA3" w:rsidP="00C37BA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3" w:type="dxa"/>
            <w:tcBorders>
              <w:left w:val="nil"/>
            </w:tcBorders>
            <w:shd w:val="clear" w:color="auto" w:fill="auto"/>
          </w:tcPr>
          <w:p w14:paraId="2EDF450C" w14:textId="15D737F4"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6,755</w:t>
            </w:r>
          </w:p>
        </w:tc>
        <w:tc>
          <w:tcPr>
            <w:tcW w:w="180" w:type="dxa"/>
            <w:shd w:val="clear" w:color="auto" w:fill="auto"/>
            <w:noWrap/>
          </w:tcPr>
          <w:p w14:paraId="46689AA7"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3601C279" w14:textId="2ECA3F07"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6,892 </w:t>
            </w:r>
          </w:p>
        </w:tc>
        <w:tc>
          <w:tcPr>
            <w:tcW w:w="180" w:type="dxa"/>
            <w:shd w:val="clear" w:color="auto" w:fill="auto"/>
            <w:noWrap/>
          </w:tcPr>
          <w:p w14:paraId="7C8E7292"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tcPr>
          <w:p w14:paraId="7FCE4A57" w14:textId="3C560BD3"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6,755</w:t>
            </w:r>
          </w:p>
        </w:tc>
      </w:tr>
      <w:tr w:rsidR="00C37BA3" w:rsidRPr="0076073C" w14:paraId="3BA9C875" w14:textId="77777777" w:rsidTr="007406B1">
        <w:trPr>
          <w:gridAfter w:val="1"/>
          <w:wAfter w:w="14" w:type="dxa"/>
          <w:cantSplit/>
        </w:trPr>
        <w:tc>
          <w:tcPr>
            <w:tcW w:w="2695" w:type="dxa"/>
            <w:shd w:val="clear" w:color="auto" w:fill="auto"/>
            <w:vAlign w:val="bottom"/>
          </w:tcPr>
          <w:p w14:paraId="7BAD40CB" w14:textId="13CDD640"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 xml:space="preserve">     ซื้อสินทรัพย์</w:t>
            </w:r>
          </w:p>
        </w:tc>
        <w:tc>
          <w:tcPr>
            <w:tcW w:w="1844" w:type="dxa"/>
            <w:shd w:val="clear" w:color="auto" w:fill="auto"/>
          </w:tcPr>
          <w:p w14:paraId="409BB10B" w14:textId="36ACAFE4" w:rsidR="00C37BA3" w:rsidRPr="0076073C" w:rsidRDefault="00C37BA3" w:rsidP="00C37BA3">
            <w:pPr>
              <w:ind w:left="180" w:right="72" w:hanging="180"/>
              <w:jc w:val="center"/>
              <w:rPr>
                <w:rFonts w:ascii="Browallia New" w:hAnsi="Browallia New" w:cs="Browallia New"/>
                <w:sz w:val="24"/>
                <w:szCs w:val="24"/>
                <w:cs/>
                <w:lang w:val="th-TH"/>
              </w:rPr>
            </w:pPr>
            <w:r w:rsidRPr="0076073C">
              <w:rPr>
                <w:rFonts w:ascii="Browallia New" w:hAnsi="Browallia New" w:cs="Browallia New"/>
                <w:sz w:val="24"/>
                <w:szCs w:val="24"/>
                <w:cs/>
                <w:lang w:val="th-TH"/>
              </w:rPr>
              <w:t>ราคาตลาด</w:t>
            </w:r>
          </w:p>
        </w:tc>
        <w:tc>
          <w:tcPr>
            <w:tcW w:w="190" w:type="dxa"/>
            <w:gridSpan w:val="2"/>
            <w:shd w:val="clear" w:color="auto" w:fill="auto"/>
            <w:vAlign w:val="bottom"/>
          </w:tcPr>
          <w:p w14:paraId="2FE3D23B"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shd w:val="clear" w:color="auto" w:fill="auto"/>
            <w:noWrap/>
          </w:tcPr>
          <w:p w14:paraId="5204F61A" w14:textId="1312256D" w:rsidR="00C37BA3" w:rsidRPr="0076073C" w:rsidRDefault="00C37BA3" w:rsidP="00C37BA3">
            <w:pPr>
              <w:ind w:left="180" w:right="72"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c>
          <w:tcPr>
            <w:tcW w:w="189" w:type="dxa"/>
            <w:shd w:val="clear" w:color="auto" w:fill="auto"/>
          </w:tcPr>
          <w:p w14:paraId="23622707" w14:textId="77777777" w:rsidR="00C37BA3" w:rsidRPr="0076073C" w:rsidRDefault="00C37BA3" w:rsidP="00C37BA3">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3" w:type="dxa"/>
            <w:tcBorders>
              <w:left w:val="nil"/>
            </w:tcBorders>
            <w:shd w:val="clear" w:color="auto" w:fill="auto"/>
            <w:vAlign w:val="bottom"/>
          </w:tcPr>
          <w:p w14:paraId="077FFA62" w14:textId="7B5F0690"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6</w:t>
            </w:r>
          </w:p>
        </w:tc>
        <w:tc>
          <w:tcPr>
            <w:tcW w:w="180" w:type="dxa"/>
            <w:shd w:val="clear" w:color="auto" w:fill="auto"/>
            <w:noWrap/>
          </w:tcPr>
          <w:p w14:paraId="53B535FA"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942" w:type="dxa"/>
            <w:shd w:val="clear" w:color="auto" w:fill="auto"/>
            <w:noWrap/>
          </w:tcPr>
          <w:p w14:paraId="69E49062" w14:textId="3D318032" w:rsidR="00C37BA3" w:rsidRPr="0076073C" w:rsidRDefault="00C37BA3" w:rsidP="00C37BA3">
            <w:pPr>
              <w:ind w:left="180" w:right="72" w:hanging="180"/>
              <w:jc w:val="center"/>
              <w:rPr>
                <w:rFonts w:ascii="Browallia New" w:hAnsi="Browallia New" w:cs="Browallia New"/>
                <w:sz w:val="24"/>
                <w:szCs w:val="24"/>
              </w:rPr>
            </w:pPr>
            <w:r w:rsidRPr="0076073C">
              <w:rPr>
                <w:rFonts w:ascii="Browallia New" w:hAnsi="Browallia New" w:cs="Browallia New"/>
                <w:sz w:val="24"/>
                <w:szCs w:val="24"/>
              </w:rPr>
              <w:t xml:space="preserve">        -</w:t>
            </w:r>
          </w:p>
        </w:tc>
        <w:tc>
          <w:tcPr>
            <w:tcW w:w="180" w:type="dxa"/>
            <w:shd w:val="clear" w:color="auto" w:fill="auto"/>
            <w:noWrap/>
          </w:tcPr>
          <w:p w14:paraId="0083F445"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24" w:type="dxa"/>
            <w:shd w:val="clear" w:color="auto" w:fill="auto"/>
            <w:noWrap/>
          </w:tcPr>
          <w:p w14:paraId="613EA76C" w14:textId="4C1083A1"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6</w:t>
            </w:r>
          </w:p>
        </w:tc>
      </w:tr>
      <w:tr w:rsidR="00C37BA3" w:rsidRPr="0076073C" w14:paraId="4F5ABB54" w14:textId="05C61AB9" w:rsidTr="006B725D">
        <w:trPr>
          <w:cantSplit/>
        </w:trPr>
        <w:tc>
          <w:tcPr>
            <w:tcW w:w="4539" w:type="dxa"/>
            <w:gridSpan w:val="2"/>
            <w:vAlign w:val="bottom"/>
          </w:tcPr>
          <w:p w14:paraId="0951E7BE" w14:textId="77777777" w:rsidR="00C37BA3" w:rsidRPr="0076073C" w:rsidRDefault="00C37BA3" w:rsidP="00C37BA3">
            <w:pPr>
              <w:ind w:left="180" w:right="72" w:hanging="180"/>
              <w:rPr>
                <w:rFonts w:ascii="Browallia New" w:hAnsi="Browallia New" w:cs="Browallia New"/>
                <w:sz w:val="24"/>
                <w:szCs w:val="24"/>
                <w:cs/>
                <w:lang w:val="th-TH"/>
              </w:rPr>
            </w:pPr>
          </w:p>
        </w:tc>
        <w:tc>
          <w:tcPr>
            <w:tcW w:w="190" w:type="dxa"/>
            <w:gridSpan w:val="2"/>
          </w:tcPr>
          <w:p w14:paraId="263409DD" w14:textId="77777777" w:rsidR="00C37BA3" w:rsidRPr="0076073C" w:rsidRDefault="00C37BA3" w:rsidP="00C37BA3">
            <w:pPr>
              <w:ind w:left="180" w:right="72" w:hanging="180"/>
              <w:rPr>
                <w:rFonts w:ascii="Browallia New" w:hAnsi="Browallia New" w:cs="Browallia New"/>
                <w:sz w:val="24"/>
                <w:szCs w:val="24"/>
                <w:cs/>
                <w:lang w:val="th-TH"/>
              </w:rPr>
            </w:pPr>
          </w:p>
        </w:tc>
        <w:tc>
          <w:tcPr>
            <w:tcW w:w="935" w:type="dxa"/>
            <w:noWrap/>
            <w:vAlign w:val="bottom"/>
          </w:tcPr>
          <w:p w14:paraId="356B32B6" w14:textId="77777777" w:rsidR="00C37BA3" w:rsidRPr="0076073C" w:rsidRDefault="00C37BA3" w:rsidP="00C37BA3">
            <w:pPr>
              <w:ind w:left="180" w:right="72" w:hanging="180"/>
              <w:rPr>
                <w:rFonts w:ascii="Browallia New" w:hAnsi="Browallia New" w:cs="Browallia New"/>
                <w:sz w:val="24"/>
                <w:szCs w:val="24"/>
                <w:cs/>
                <w:lang w:val="th-TH"/>
              </w:rPr>
            </w:pPr>
          </w:p>
        </w:tc>
        <w:tc>
          <w:tcPr>
            <w:tcW w:w="189" w:type="dxa"/>
          </w:tcPr>
          <w:p w14:paraId="6C853845" w14:textId="77777777" w:rsidR="00C37BA3" w:rsidRPr="0076073C" w:rsidRDefault="00C37BA3" w:rsidP="00C37BA3">
            <w:pPr>
              <w:ind w:left="180" w:right="72" w:hanging="180"/>
              <w:rPr>
                <w:rFonts w:ascii="Browallia New" w:hAnsi="Browallia New" w:cs="Browallia New"/>
                <w:sz w:val="24"/>
                <w:szCs w:val="24"/>
                <w:cs/>
                <w:lang w:val="th-TH"/>
              </w:rPr>
            </w:pPr>
          </w:p>
        </w:tc>
        <w:tc>
          <w:tcPr>
            <w:tcW w:w="933" w:type="dxa"/>
            <w:tcBorders>
              <w:left w:val="nil"/>
            </w:tcBorders>
          </w:tcPr>
          <w:p w14:paraId="4DCCAC32" w14:textId="77777777" w:rsidR="00C37BA3" w:rsidRPr="0076073C" w:rsidRDefault="00C37BA3" w:rsidP="00C37BA3">
            <w:pPr>
              <w:ind w:left="180" w:right="72" w:hanging="180"/>
              <w:rPr>
                <w:rFonts w:ascii="Browallia New" w:hAnsi="Browallia New" w:cs="Browallia New"/>
                <w:sz w:val="24"/>
                <w:szCs w:val="24"/>
                <w:cs/>
                <w:lang w:val="th-TH"/>
              </w:rPr>
            </w:pPr>
          </w:p>
        </w:tc>
        <w:tc>
          <w:tcPr>
            <w:tcW w:w="180" w:type="dxa"/>
            <w:noWrap/>
            <w:vAlign w:val="bottom"/>
          </w:tcPr>
          <w:p w14:paraId="3FF6E131" w14:textId="77777777" w:rsidR="00C37BA3" w:rsidRPr="0076073C" w:rsidRDefault="00C37BA3" w:rsidP="00C37BA3">
            <w:pPr>
              <w:ind w:left="180" w:right="72" w:hanging="180"/>
              <w:rPr>
                <w:rFonts w:ascii="Browallia New" w:hAnsi="Browallia New" w:cs="Browallia New"/>
                <w:sz w:val="24"/>
                <w:szCs w:val="24"/>
                <w:cs/>
                <w:lang w:val="th-TH"/>
              </w:rPr>
            </w:pPr>
          </w:p>
        </w:tc>
        <w:tc>
          <w:tcPr>
            <w:tcW w:w="942" w:type="dxa"/>
            <w:noWrap/>
            <w:vAlign w:val="bottom"/>
          </w:tcPr>
          <w:p w14:paraId="7D29E545" w14:textId="77777777" w:rsidR="00C37BA3" w:rsidRPr="0076073C" w:rsidRDefault="00C37BA3" w:rsidP="00C37BA3">
            <w:pPr>
              <w:ind w:left="180" w:right="72" w:hanging="180"/>
              <w:jc w:val="right"/>
              <w:rPr>
                <w:rFonts w:ascii="Browallia New" w:hAnsi="Browallia New" w:cs="Browallia New"/>
                <w:sz w:val="24"/>
                <w:szCs w:val="24"/>
              </w:rPr>
            </w:pPr>
          </w:p>
        </w:tc>
        <w:tc>
          <w:tcPr>
            <w:tcW w:w="180" w:type="dxa"/>
            <w:noWrap/>
          </w:tcPr>
          <w:p w14:paraId="4B4D8B6A" w14:textId="77777777" w:rsidR="00C37BA3" w:rsidRPr="0076073C" w:rsidRDefault="00C37BA3" w:rsidP="00C37BA3">
            <w:pPr>
              <w:ind w:left="180" w:right="72" w:hanging="180"/>
              <w:rPr>
                <w:rFonts w:ascii="Browallia New" w:hAnsi="Browallia New" w:cs="Browallia New"/>
                <w:sz w:val="24"/>
                <w:szCs w:val="24"/>
                <w:cs/>
                <w:lang w:val="th-TH"/>
              </w:rPr>
            </w:pPr>
          </w:p>
        </w:tc>
        <w:tc>
          <w:tcPr>
            <w:tcW w:w="1038" w:type="dxa"/>
            <w:gridSpan w:val="2"/>
            <w:noWrap/>
            <w:vAlign w:val="bottom"/>
          </w:tcPr>
          <w:p w14:paraId="78EA4B61" w14:textId="2F40E91B" w:rsidR="00C37BA3" w:rsidRPr="0076073C" w:rsidRDefault="00C37BA3" w:rsidP="00C37BA3">
            <w:pPr>
              <w:ind w:right="72"/>
              <w:rPr>
                <w:rFonts w:ascii="Browallia New" w:hAnsi="Browallia New" w:cs="Browallia New"/>
                <w:sz w:val="24"/>
                <w:szCs w:val="24"/>
                <w:cs/>
                <w:lang w:val="th-TH"/>
              </w:rPr>
            </w:pPr>
          </w:p>
        </w:tc>
      </w:tr>
      <w:tr w:rsidR="00C37BA3" w:rsidRPr="0076073C" w14:paraId="19B98C85" w14:textId="25CEF173" w:rsidTr="006B725D">
        <w:trPr>
          <w:cantSplit/>
        </w:trPr>
        <w:tc>
          <w:tcPr>
            <w:tcW w:w="4539" w:type="dxa"/>
            <w:gridSpan w:val="2"/>
            <w:vAlign w:val="bottom"/>
          </w:tcPr>
          <w:p w14:paraId="66D15F5A" w14:textId="77777777" w:rsidR="00C37BA3" w:rsidRPr="0076073C" w:rsidRDefault="00C37BA3" w:rsidP="00C37BA3">
            <w:pPr>
              <w:ind w:left="180" w:right="72" w:hanging="180"/>
              <w:rPr>
                <w:rFonts w:ascii="Browallia New" w:hAnsi="Browallia New" w:cs="Browallia New"/>
                <w:sz w:val="24"/>
                <w:szCs w:val="24"/>
                <w:u w:val="single"/>
                <w:cs/>
                <w:lang w:val="th-TH"/>
              </w:rPr>
            </w:pPr>
            <w:r w:rsidRPr="0076073C">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C37BA3" w:rsidRPr="0076073C" w:rsidRDefault="00C37BA3" w:rsidP="00C37BA3">
            <w:pPr>
              <w:ind w:left="180" w:right="72" w:hanging="180"/>
              <w:rPr>
                <w:rFonts w:ascii="Browallia New" w:hAnsi="Browallia New" w:cs="Browallia New"/>
                <w:sz w:val="24"/>
                <w:szCs w:val="24"/>
                <w:cs/>
                <w:lang w:val="th-TH"/>
              </w:rPr>
            </w:pPr>
          </w:p>
        </w:tc>
        <w:tc>
          <w:tcPr>
            <w:tcW w:w="935" w:type="dxa"/>
            <w:noWrap/>
            <w:vAlign w:val="bottom"/>
          </w:tcPr>
          <w:p w14:paraId="0F839A54" w14:textId="77777777" w:rsidR="00C37BA3" w:rsidRPr="0076073C" w:rsidRDefault="00C37BA3" w:rsidP="00C37BA3">
            <w:pPr>
              <w:ind w:left="180" w:right="72" w:hanging="180"/>
              <w:rPr>
                <w:rFonts w:ascii="Browallia New" w:hAnsi="Browallia New" w:cs="Browallia New"/>
                <w:sz w:val="24"/>
                <w:szCs w:val="24"/>
                <w:cs/>
                <w:lang w:val="th-TH"/>
              </w:rPr>
            </w:pPr>
          </w:p>
        </w:tc>
        <w:tc>
          <w:tcPr>
            <w:tcW w:w="189" w:type="dxa"/>
          </w:tcPr>
          <w:p w14:paraId="46C43061" w14:textId="77777777" w:rsidR="00C37BA3" w:rsidRPr="0076073C" w:rsidRDefault="00C37BA3" w:rsidP="00C37BA3">
            <w:pPr>
              <w:ind w:left="180" w:right="72" w:hanging="180"/>
              <w:rPr>
                <w:rFonts w:ascii="Browallia New" w:hAnsi="Browallia New" w:cs="Browallia New"/>
                <w:sz w:val="24"/>
                <w:szCs w:val="24"/>
                <w:cs/>
                <w:lang w:val="th-TH"/>
              </w:rPr>
            </w:pPr>
          </w:p>
        </w:tc>
        <w:tc>
          <w:tcPr>
            <w:tcW w:w="933" w:type="dxa"/>
            <w:tcBorders>
              <w:left w:val="nil"/>
            </w:tcBorders>
          </w:tcPr>
          <w:p w14:paraId="6F80C4FD" w14:textId="77777777" w:rsidR="00C37BA3" w:rsidRPr="0076073C" w:rsidRDefault="00C37BA3" w:rsidP="00C37BA3">
            <w:pPr>
              <w:ind w:left="180" w:right="72" w:hanging="180"/>
              <w:rPr>
                <w:rFonts w:ascii="Browallia New" w:hAnsi="Browallia New" w:cs="Browallia New"/>
                <w:sz w:val="24"/>
                <w:szCs w:val="24"/>
                <w:cs/>
                <w:lang w:val="th-TH"/>
              </w:rPr>
            </w:pPr>
          </w:p>
        </w:tc>
        <w:tc>
          <w:tcPr>
            <w:tcW w:w="180" w:type="dxa"/>
            <w:noWrap/>
            <w:vAlign w:val="bottom"/>
          </w:tcPr>
          <w:p w14:paraId="3A121040" w14:textId="77777777" w:rsidR="00C37BA3" w:rsidRPr="0076073C" w:rsidRDefault="00C37BA3" w:rsidP="00C37BA3">
            <w:pPr>
              <w:ind w:left="180" w:right="72" w:hanging="180"/>
              <w:rPr>
                <w:rFonts w:ascii="Browallia New" w:hAnsi="Browallia New" w:cs="Browallia New"/>
                <w:sz w:val="24"/>
                <w:szCs w:val="24"/>
                <w:cs/>
                <w:lang w:val="th-TH"/>
              </w:rPr>
            </w:pPr>
          </w:p>
        </w:tc>
        <w:tc>
          <w:tcPr>
            <w:tcW w:w="942" w:type="dxa"/>
            <w:noWrap/>
            <w:vAlign w:val="bottom"/>
          </w:tcPr>
          <w:p w14:paraId="62064848" w14:textId="77777777" w:rsidR="00C37BA3" w:rsidRPr="0076073C" w:rsidRDefault="00C37BA3" w:rsidP="00C37BA3">
            <w:pPr>
              <w:ind w:left="180" w:right="72" w:hanging="180"/>
              <w:rPr>
                <w:rFonts w:ascii="Browallia New" w:hAnsi="Browallia New" w:cs="Browallia New"/>
                <w:sz w:val="24"/>
                <w:szCs w:val="24"/>
              </w:rPr>
            </w:pPr>
          </w:p>
        </w:tc>
        <w:tc>
          <w:tcPr>
            <w:tcW w:w="180" w:type="dxa"/>
            <w:noWrap/>
          </w:tcPr>
          <w:p w14:paraId="260FD49D" w14:textId="77777777" w:rsidR="00C37BA3" w:rsidRPr="0076073C" w:rsidRDefault="00C37BA3" w:rsidP="00C37BA3">
            <w:pPr>
              <w:ind w:left="180" w:right="72" w:hanging="180"/>
              <w:rPr>
                <w:rFonts w:ascii="Browallia New" w:hAnsi="Browallia New" w:cs="Browallia New"/>
                <w:sz w:val="24"/>
                <w:szCs w:val="24"/>
                <w:cs/>
                <w:lang w:val="th-TH"/>
              </w:rPr>
            </w:pPr>
          </w:p>
        </w:tc>
        <w:tc>
          <w:tcPr>
            <w:tcW w:w="1038" w:type="dxa"/>
            <w:gridSpan w:val="2"/>
            <w:noWrap/>
            <w:vAlign w:val="bottom"/>
          </w:tcPr>
          <w:p w14:paraId="485C5870" w14:textId="77777777" w:rsidR="00C37BA3" w:rsidRPr="0076073C" w:rsidRDefault="00C37BA3" w:rsidP="00C37BA3">
            <w:pPr>
              <w:ind w:left="180" w:right="72" w:hanging="180"/>
              <w:rPr>
                <w:rFonts w:ascii="Browallia New" w:hAnsi="Browallia New" w:cs="Browallia New"/>
                <w:sz w:val="24"/>
                <w:szCs w:val="24"/>
                <w:cs/>
                <w:lang w:val="th-TH"/>
              </w:rPr>
            </w:pPr>
          </w:p>
        </w:tc>
      </w:tr>
      <w:tr w:rsidR="00C37BA3" w:rsidRPr="0076073C" w14:paraId="474BE70F" w14:textId="31144A88" w:rsidTr="000D1A9C">
        <w:trPr>
          <w:cantSplit/>
        </w:trPr>
        <w:tc>
          <w:tcPr>
            <w:tcW w:w="4539" w:type="dxa"/>
            <w:gridSpan w:val="2"/>
            <w:vAlign w:val="bottom"/>
          </w:tcPr>
          <w:p w14:paraId="7E5076E5" w14:textId="1F8B5910" w:rsidR="00C37BA3" w:rsidRPr="0076073C" w:rsidRDefault="00827EC8" w:rsidP="00C37BA3">
            <w:pPr>
              <w:ind w:left="180" w:right="72" w:firstLine="27"/>
              <w:rPr>
                <w:rFonts w:ascii="Browallia New" w:hAnsi="Browallia New" w:cs="Browallia New"/>
                <w:sz w:val="24"/>
                <w:szCs w:val="24"/>
                <w:cs/>
                <w:lang w:val="th-TH"/>
              </w:rPr>
            </w:pPr>
            <w:r w:rsidRPr="0076073C">
              <w:rPr>
                <w:rFonts w:ascii="Browallia New" w:hAnsi="Browallia New" w:cs="Browallia New"/>
                <w:sz w:val="24"/>
                <w:szCs w:val="24"/>
                <w:cs/>
              </w:rPr>
              <w:t>ค่าตอบแทน</w:t>
            </w:r>
            <w:r w:rsidR="00C37BA3" w:rsidRPr="0076073C">
              <w:rPr>
                <w:rFonts w:ascii="Browallia New" w:hAnsi="Browallia New" w:cs="Browallia New"/>
                <w:sz w:val="24"/>
                <w:szCs w:val="24"/>
                <w:cs/>
                <w:lang w:val="th-TH"/>
              </w:rPr>
              <w:t>ผลประโยชน์ของกรรมการและผู้บริหาร</w:t>
            </w:r>
          </w:p>
        </w:tc>
        <w:tc>
          <w:tcPr>
            <w:tcW w:w="190" w:type="dxa"/>
            <w:gridSpan w:val="2"/>
          </w:tcPr>
          <w:p w14:paraId="6FEE3250" w14:textId="77777777" w:rsidR="00C37BA3" w:rsidRPr="0076073C" w:rsidRDefault="00C37BA3" w:rsidP="00C37BA3">
            <w:pPr>
              <w:ind w:left="180" w:right="72" w:hanging="180"/>
              <w:rPr>
                <w:rFonts w:ascii="Browallia New" w:hAnsi="Browallia New" w:cs="Browallia New"/>
                <w:sz w:val="24"/>
                <w:szCs w:val="24"/>
                <w:cs/>
                <w:lang w:val="th-TH"/>
              </w:rPr>
            </w:pPr>
          </w:p>
        </w:tc>
        <w:tc>
          <w:tcPr>
            <w:tcW w:w="935" w:type="dxa"/>
            <w:noWrap/>
          </w:tcPr>
          <w:p w14:paraId="200D2279" w14:textId="503C6015"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6,241 </w:t>
            </w:r>
          </w:p>
        </w:tc>
        <w:tc>
          <w:tcPr>
            <w:tcW w:w="189" w:type="dxa"/>
          </w:tcPr>
          <w:p w14:paraId="32F035BA" w14:textId="77777777" w:rsidR="00C37BA3" w:rsidRPr="0076073C" w:rsidRDefault="00C37BA3" w:rsidP="00C37BA3">
            <w:pPr>
              <w:ind w:left="180" w:right="72" w:hanging="180"/>
              <w:jc w:val="right"/>
              <w:rPr>
                <w:rFonts w:ascii="Browallia New" w:hAnsi="Browallia New" w:cs="Browallia New"/>
                <w:sz w:val="24"/>
                <w:szCs w:val="24"/>
              </w:rPr>
            </w:pPr>
          </w:p>
        </w:tc>
        <w:tc>
          <w:tcPr>
            <w:tcW w:w="933" w:type="dxa"/>
            <w:tcBorders>
              <w:left w:val="nil"/>
            </w:tcBorders>
          </w:tcPr>
          <w:p w14:paraId="4449FC22" w14:textId="128160F5" w:rsidR="00C37BA3" w:rsidRPr="0076073C" w:rsidRDefault="00C37BA3" w:rsidP="00C37BA3">
            <w:pPr>
              <w:ind w:left="180" w:right="72" w:hanging="180"/>
              <w:jc w:val="right"/>
              <w:rPr>
                <w:rFonts w:ascii="Browallia New" w:hAnsi="Browallia New" w:cs="Browallia New"/>
                <w:sz w:val="24"/>
                <w:szCs w:val="24"/>
                <w:cs/>
              </w:rPr>
            </w:pPr>
            <w:r w:rsidRPr="0076073C">
              <w:rPr>
                <w:rFonts w:ascii="Browallia New" w:hAnsi="Browallia New" w:cs="Browallia New"/>
                <w:sz w:val="24"/>
                <w:szCs w:val="24"/>
              </w:rPr>
              <w:t>6,390</w:t>
            </w:r>
          </w:p>
        </w:tc>
        <w:tc>
          <w:tcPr>
            <w:tcW w:w="180" w:type="dxa"/>
            <w:noWrap/>
          </w:tcPr>
          <w:p w14:paraId="655A7CD7" w14:textId="136FA44A" w:rsidR="00C37BA3" w:rsidRPr="0076073C" w:rsidRDefault="00C37BA3" w:rsidP="00C37BA3">
            <w:pPr>
              <w:ind w:left="180" w:right="72" w:hanging="180"/>
              <w:jc w:val="right"/>
              <w:rPr>
                <w:rFonts w:ascii="Browallia New" w:hAnsi="Browallia New" w:cs="Browallia New"/>
                <w:sz w:val="24"/>
                <w:szCs w:val="24"/>
              </w:rPr>
            </w:pPr>
          </w:p>
        </w:tc>
        <w:tc>
          <w:tcPr>
            <w:tcW w:w="942" w:type="dxa"/>
            <w:noWrap/>
          </w:tcPr>
          <w:p w14:paraId="5B7431CD" w14:textId="6DA146A4"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6,241 </w:t>
            </w:r>
          </w:p>
        </w:tc>
        <w:tc>
          <w:tcPr>
            <w:tcW w:w="180" w:type="dxa"/>
            <w:noWrap/>
          </w:tcPr>
          <w:p w14:paraId="13A75C51"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38" w:type="dxa"/>
            <w:gridSpan w:val="2"/>
            <w:noWrap/>
          </w:tcPr>
          <w:p w14:paraId="168D56E9" w14:textId="03DCBBCF"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6,390</w:t>
            </w:r>
          </w:p>
        </w:tc>
      </w:tr>
      <w:tr w:rsidR="00C37BA3" w:rsidRPr="0076073C" w14:paraId="5365A365" w14:textId="7A1610F3" w:rsidTr="006B725D">
        <w:trPr>
          <w:cantSplit/>
        </w:trPr>
        <w:tc>
          <w:tcPr>
            <w:tcW w:w="4539" w:type="dxa"/>
            <w:gridSpan w:val="2"/>
          </w:tcPr>
          <w:p w14:paraId="45EC100D" w14:textId="0CA50AC8" w:rsidR="00C37BA3" w:rsidRPr="0076073C" w:rsidRDefault="001E3508" w:rsidP="00C37BA3">
            <w:pPr>
              <w:ind w:left="180" w:right="72" w:firstLine="27"/>
              <w:rPr>
                <w:rFonts w:ascii="Browallia New" w:hAnsi="Browallia New" w:cs="Browallia New"/>
                <w:sz w:val="24"/>
                <w:szCs w:val="24"/>
              </w:rPr>
            </w:pPr>
            <w:r w:rsidRPr="0076073C">
              <w:rPr>
                <w:rFonts w:ascii="Browallia New" w:hAnsi="Browallia New" w:cs="Browallia New"/>
                <w:sz w:val="24"/>
                <w:szCs w:val="24"/>
                <w:cs/>
                <w:lang w:val="th-TH"/>
              </w:rPr>
              <w:t>ค่าตอบแทน</w:t>
            </w:r>
            <w:r w:rsidR="00C37BA3" w:rsidRPr="0076073C">
              <w:rPr>
                <w:rFonts w:ascii="Browallia New" w:hAnsi="Browallia New" w:cs="Browallia New"/>
                <w:sz w:val="24"/>
                <w:szCs w:val="24"/>
                <w:cs/>
                <w:lang w:val="th-TH"/>
              </w:rPr>
              <w:t>ผลประโยชน์</w:t>
            </w:r>
            <w:r w:rsidR="005B653E" w:rsidRPr="0076073C">
              <w:rPr>
                <w:rFonts w:ascii="Browallia New" w:hAnsi="Browallia New" w:cs="Browallia New"/>
                <w:sz w:val="24"/>
                <w:szCs w:val="24"/>
                <w:cs/>
              </w:rPr>
              <w:t>ของผู้บริหาร</w:t>
            </w:r>
            <w:r w:rsidR="00CC076D" w:rsidRPr="0076073C">
              <w:rPr>
                <w:rFonts w:ascii="Browallia New" w:hAnsi="Browallia New" w:cs="Browallia New"/>
                <w:sz w:val="24"/>
                <w:szCs w:val="24"/>
                <w:cs/>
              </w:rPr>
              <w:t>ที่เกษียณอายุงาน</w:t>
            </w:r>
          </w:p>
        </w:tc>
        <w:tc>
          <w:tcPr>
            <w:tcW w:w="190" w:type="dxa"/>
            <w:gridSpan w:val="2"/>
          </w:tcPr>
          <w:p w14:paraId="0C30A841"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tcBorders>
              <w:bottom w:val="single" w:sz="4" w:space="0" w:color="auto"/>
            </w:tcBorders>
            <w:noWrap/>
          </w:tcPr>
          <w:p w14:paraId="41B37DCF" w14:textId="373EF20D"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339 </w:t>
            </w:r>
          </w:p>
        </w:tc>
        <w:tc>
          <w:tcPr>
            <w:tcW w:w="189" w:type="dxa"/>
          </w:tcPr>
          <w:p w14:paraId="1DEE50E2" w14:textId="77777777" w:rsidR="00C37BA3" w:rsidRPr="0076073C" w:rsidRDefault="00C37BA3" w:rsidP="00C37BA3">
            <w:pPr>
              <w:ind w:left="180" w:right="72" w:hanging="180"/>
              <w:jc w:val="right"/>
              <w:rPr>
                <w:rFonts w:ascii="Browallia New" w:hAnsi="Browallia New" w:cs="Browallia New"/>
                <w:sz w:val="24"/>
                <w:szCs w:val="24"/>
              </w:rPr>
            </w:pPr>
          </w:p>
        </w:tc>
        <w:tc>
          <w:tcPr>
            <w:tcW w:w="933" w:type="dxa"/>
            <w:tcBorders>
              <w:left w:val="nil"/>
              <w:bottom w:val="single" w:sz="4" w:space="0" w:color="auto"/>
            </w:tcBorders>
          </w:tcPr>
          <w:p w14:paraId="5AA1AA0B" w14:textId="08714025" w:rsidR="00C37BA3" w:rsidRPr="0076073C" w:rsidRDefault="00C37BA3" w:rsidP="00C37BA3">
            <w:pPr>
              <w:ind w:left="180" w:right="72" w:hanging="180"/>
              <w:jc w:val="right"/>
              <w:rPr>
                <w:rFonts w:ascii="Browallia New" w:hAnsi="Browallia New" w:cs="Browallia New"/>
                <w:sz w:val="24"/>
                <w:szCs w:val="24"/>
                <w:cs/>
              </w:rPr>
            </w:pPr>
            <w:r w:rsidRPr="0076073C">
              <w:rPr>
                <w:rFonts w:ascii="Browallia New" w:hAnsi="Browallia New" w:cs="Browallia New"/>
                <w:sz w:val="24"/>
                <w:szCs w:val="24"/>
              </w:rPr>
              <w:t>289</w:t>
            </w:r>
          </w:p>
        </w:tc>
        <w:tc>
          <w:tcPr>
            <w:tcW w:w="180" w:type="dxa"/>
            <w:noWrap/>
          </w:tcPr>
          <w:p w14:paraId="07054DD4" w14:textId="09875248" w:rsidR="00C37BA3" w:rsidRPr="0076073C" w:rsidRDefault="00C37BA3" w:rsidP="00C37BA3">
            <w:pPr>
              <w:ind w:left="180" w:right="72" w:hanging="180"/>
              <w:jc w:val="right"/>
              <w:rPr>
                <w:rFonts w:ascii="Browallia New" w:hAnsi="Browallia New" w:cs="Browallia New"/>
                <w:sz w:val="24"/>
                <w:szCs w:val="24"/>
              </w:rPr>
            </w:pPr>
          </w:p>
        </w:tc>
        <w:tc>
          <w:tcPr>
            <w:tcW w:w="942" w:type="dxa"/>
            <w:tcBorders>
              <w:bottom w:val="single" w:sz="4" w:space="0" w:color="auto"/>
            </w:tcBorders>
            <w:noWrap/>
          </w:tcPr>
          <w:p w14:paraId="71876BB8" w14:textId="5F1FFB8F" w:rsidR="00C37BA3" w:rsidRPr="0076073C" w:rsidRDefault="00C37BA3" w:rsidP="00C37BA3">
            <w:pPr>
              <w:ind w:left="180" w:right="72" w:hanging="180"/>
              <w:jc w:val="right"/>
              <w:rPr>
                <w:rFonts w:ascii="Browallia New" w:hAnsi="Browallia New" w:cs="Browallia New"/>
                <w:sz w:val="24"/>
                <w:szCs w:val="24"/>
                <w:cs/>
              </w:rPr>
            </w:pPr>
            <w:r w:rsidRPr="0076073C">
              <w:rPr>
                <w:rFonts w:ascii="Browallia New" w:hAnsi="Browallia New" w:cs="Browallia New"/>
                <w:sz w:val="24"/>
                <w:szCs w:val="24"/>
              </w:rPr>
              <w:t xml:space="preserve"> 339 </w:t>
            </w:r>
          </w:p>
        </w:tc>
        <w:tc>
          <w:tcPr>
            <w:tcW w:w="180" w:type="dxa"/>
            <w:noWrap/>
          </w:tcPr>
          <w:p w14:paraId="733C6A67"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38" w:type="dxa"/>
            <w:gridSpan w:val="2"/>
            <w:tcBorders>
              <w:bottom w:val="single" w:sz="4" w:space="0" w:color="auto"/>
            </w:tcBorders>
            <w:noWrap/>
          </w:tcPr>
          <w:p w14:paraId="6FCAD54B" w14:textId="461D964B" w:rsidR="00C37BA3" w:rsidRPr="0076073C" w:rsidRDefault="00C37BA3" w:rsidP="00C37BA3">
            <w:pPr>
              <w:ind w:left="180" w:right="72" w:hanging="180"/>
              <w:jc w:val="right"/>
              <w:rPr>
                <w:rFonts w:ascii="Browallia New" w:hAnsi="Browallia New" w:cs="Browallia New"/>
                <w:sz w:val="24"/>
                <w:szCs w:val="24"/>
                <w:cs/>
                <w:lang w:val="th-TH"/>
              </w:rPr>
            </w:pPr>
            <w:r w:rsidRPr="0076073C">
              <w:rPr>
                <w:rFonts w:ascii="Browallia New" w:hAnsi="Browallia New" w:cs="Browallia New"/>
                <w:sz w:val="24"/>
                <w:szCs w:val="24"/>
              </w:rPr>
              <w:t>289</w:t>
            </w:r>
          </w:p>
        </w:tc>
      </w:tr>
      <w:tr w:rsidR="00C37BA3" w:rsidRPr="0076073C" w14:paraId="0F192FE3" w14:textId="129965F4" w:rsidTr="006B725D">
        <w:trPr>
          <w:cantSplit/>
          <w:trHeight w:val="216"/>
        </w:trPr>
        <w:tc>
          <w:tcPr>
            <w:tcW w:w="4539" w:type="dxa"/>
            <w:gridSpan w:val="2"/>
          </w:tcPr>
          <w:p w14:paraId="7D3A2AFC" w14:textId="77777777" w:rsidR="00C37BA3" w:rsidRPr="0076073C" w:rsidRDefault="00C37BA3" w:rsidP="00C37BA3">
            <w:pPr>
              <w:ind w:left="180" w:right="72" w:hanging="180"/>
              <w:rPr>
                <w:rFonts w:ascii="Browallia New" w:hAnsi="Browallia New" w:cs="Browallia New"/>
                <w:sz w:val="24"/>
                <w:szCs w:val="24"/>
                <w:cs/>
                <w:lang w:val="th-TH"/>
              </w:rPr>
            </w:pPr>
            <w:r w:rsidRPr="0076073C">
              <w:rPr>
                <w:rFonts w:ascii="Browallia New" w:hAnsi="Browallia New" w:cs="Browallia New"/>
                <w:sz w:val="24"/>
                <w:szCs w:val="24"/>
                <w:cs/>
                <w:lang w:val="th-TH"/>
              </w:rPr>
              <w:t>รวม</w:t>
            </w:r>
          </w:p>
        </w:tc>
        <w:tc>
          <w:tcPr>
            <w:tcW w:w="190" w:type="dxa"/>
            <w:gridSpan w:val="2"/>
          </w:tcPr>
          <w:p w14:paraId="3B9008D2" w14:textId="77777777" w:rsidR="00C37BA3" w:rsidRPr="0076073C" w:rsidRDefault="00C37BA3" w:rsidP="00C37BA3">
            <w:pPr>
              <w:ind w:left="180" w:right="72" w:hanging="180"/>
              <w:jc w:val="center"/>
              <w:rPr>
                <w:rFonts w:ascii="Browallia New" w:hAnsi="Browallia New" w:cs="Browallia New"/>
                <w:sz w:val="24"/>
                <w:szCs w:val="24"/>
                <w:cs/>
                <w:lang w:val="th-TH"/>
              </w:rPr>
            </w:pPr>
          </w:p>
        </w:tc>
        <w:tc>
          <w:tcPr>
            <w:tcW w:w="935" w:type="dxa"/>
            <w:tcBorders>
              <w:top w:val="single" w:sz="4" w:space="0" w:color="auto"/>
              <w:bottom w:val="single" w:sz="12" w:space="0" w:color="auto"/>
            </w:tcBorders>
            <w:noWrap/>
          </w:tcPr>
          <w:p w14:paraId="1FAF431F" w14:textId="04D8B032"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6,580 </w:t>
            </w:r>
          </w:p>
        </w:tc>
        <w:tc>
          <w:tcPr>
            <w:tcW w:w="189" w:type="dxa"/>
          </w:tcPr>
          <w:p w14:paraId="21AEC625" w14:textId="77777777" w:rsidR="00C37BA3" w:rsidRPr="0076073C" w:rsidRDefault="00C37BA3" w:rsidP="00C37BA3">
            <w:pPr>
              <w:ind w:left="180" w:right="72" w:hanging="180"/>
              <w:jc w:val="right"/>
              <w:rPr>
                <w:rFonts w:ascii="Browallia New" w:hAnsi="Browallia New" w:cs="Browallia New"/>
                <w:sz w:val="24"/>
                <w:szCs w:val="24"/>
              </w:rPr>
            </w:pPr>
          </w:p>
        </w:tc>
        <w:tc>
          <w:tcPr>
            <w:tcW w:w="933" w:type="dxa"/>
            <w:tcBorders>
              <w:top w:val="single" w:sz="4" w:space="0" w:color="auto"/>
              <w:left w:val="nil"/>
              <w:bottom w:val="single" w:sz="12" w:space="0" w:color="auto"/>
            </w:tcBorders>
          </w:tcPr>
          <w:p w14:paraId="48F430AA" w14:textId="7BB67433" w:rsidR="00C37BA3" w:rsidRPr="0076073C" w:rsidRDefault="00C37BA3" w:rsidP="00C37BA3">
            <w:pPr>
              <w:ind w:left="180" w:right="72" w:hanging="180"/>
              <w:jc w:val="right"/>
              <w:rPr>
                <w:rFonts w:ascii="Browallia New" w:hAnsi="Browallia New" w:cs="Browallia New"/>
                <w:sz w:val="24"/>
                <w:szCs w:val="24"/>
                <w:cs/>
              </w:rPr>
            </w:pPr>
            <w:r w:rsidRPr="0076073C">
              <w:rPr>
                <w:rFonts w:ascii="Browallia New" w:hAnsi="Browallia New" w:cs="Browallia New"/>
                <w:sz w:val="24"/>
                <w:szCs w:val="24"/>
              </w:rPr>
              <w:t>6,679</w:t>
            </w:r>
          </w:p>
        </w:tc>
        <w:tc>
          <w:tcPr>
            <w:tcW w:w="180" w:type="dxa"/>
            <w:noWrap/>
          </w:tcPr>
          <w:p w14:paraId="5AFBBE93" w14:textId="009A5CCD" w:rsidR="00C37BA3" w:rsidRPr="0076073C" w:rsidRDefault="00C37BA3" w:rsidP="00C37BA3">
            <w:pPr>
              <w:ind w:left="180" w:right="72" w:hanging="180"/>
              <w:jc w:val="right"/>
              <w:rPr>
                <w:rFonts w:ascii="Browallia New" w:hAnsi="Browallia New" w:cs="Browallia New"/>
                <w:sz w:val="24"/>
                <w:szCs w:val="24"/>
              </w:rPr>
            </w:pPr>
          </w:p>
        </w:tc>
        <w:tc>
          <w:tcPr>
            <w:tcW w:w="942" w:type="dxa"/>
            <w:tcBorders>
              <w:top w:val="single" w:sz="4" w:space="0" w:color="auto"/>
              <w:bottom w:val="single" w:sz="12" w:space="0" w:color="auto"/>
            </w:tcBorders>
            <w:noWrap/>
          </w:tcPr>
          <w:p w14:paraId="06CAFEEC" w14:textId="6902920F"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 xml:space="preserve"> 6,580 </w:t>
            </w:r>
          </w:p>
        </w:tc>
        <w:tc>
          <w:tcPr>
            <w:tcW w:w="180" w:type="dxa"/>
            <w:noWrap/>
          </w:tcPr>
          <w:p w14:paraId="34A25E54" w14:textId="77777777" w:rsidR="00C37BA3" w:rsidRPr="0076073C" w:rsidRDefault="00C37BA3" w:rsidP="00C37BA3">
            <w:pPr>
              <w:ind w:left="180" w:right="72" w:hanging="180"/>
              <w:jc w:val="right"/>
              <w:rPr>
                <w:rFonts w:ascii="Browallia New" w:hAnsi="Browallia New" w:cs="Browallia New"/>
                <w:sz w:val="24"/>
                <w:szCs w:val="24"/>
                <w:cs/>
                <w:lang w:val="th-TH"/>
              </w:rPr>
            </w:pPr>
          </w:p>
        </w:tc>
        <w:tc>
          <w:tcPr>
            <w:tcW w:w="1038" w:type="dxa"/>
            <w:gridSpan w:val="2"/>
            <w:tcBorders>
              <w:top w:val="single" w:sz="4" w:space="0" w:color="auto"/>
              <w:bottom w:val="single" w:sz="12" w:space="0" w:color="auto"/>
            </w:tcBorders>
            <w:noWrap/>
          </w:tcPr>
          <w:p w14:paraId="54099801" w14:textId="781B8785" w:rsidR="00C37BA3" w:rsidRPr="0076073C" w:rsidRDefault="00C37BA3" w:rsidP="00C37BA3">
            <w:pPr>
              <w:ind w:left="180" w:right="72" w:hanging="180"/>
              <w:jc w:val="right"/>
              <w:rPr>
                <w:rFonts w:ascii="Browallia New" w:hAnsi="Browallia New" w:cs="Browallia New"/>
                <w:sz w:val="24"/>
                <w:szCs w:val="24"/>
              </w:rPr>
            </w:pPr>
            <w:r w:rsidRPr="0076073C">
              <w:rPr>
                <w:rFonts w:ascii="Browallia New" w:hAnsi="Browallia New" w:cs="Browallia New"/>
                <w:sz w:val="24"/>
                <w:szCs w:val="24"/>
              </w:rPr>
              <w:t>6,679</w:t>
            </w:r>
          </w:p>
        </w:tc>
      </w:tr>
    </w:tbl>
    <w:p w14:paraId="30C13845" w14:textId="5AC851AF" w:rsidR="00E950B2" w:rsidRPr="0076073C" w:rsidRDefault="00E950B2" w:rsidP="00623927">
      <w:pPr>
        <w:rPr>
          <w:rFonts w:ascii="Browallia New" w:hAnsi="Browallia New" w:cs="Browallia New"/>
          <w:i/>
          <w:iCs/>
          <w:cs/>
        </w:rPr>
      </w:pPr>
    </w:p>
    <w:p w14:paraId="485627C6" w14:textId="3D0E2D2E" w:rsidR="008D2366" w:rsidRPr="0076073C" w:rsidRDefault="008D2366" w:rsidP="00CB4821">
      <w:pPr>
        <w:ind w:left="387"/>
        <w:rPr>
          <w:rFonts w:ascii="Browallia New" w:hAnsi="Browallia New" w:cs="Browallia New"/>
        </w:rPr>
      </w:pPr>
      <w:r w:rsidRPr="0076073C">
        <w:rPr>
          <w:rFonts w:ascii="Browallia New" w:hAnsi="Browallia New" w:cs="Browallia New"/>
          <w:cs/>
        </w:rPr>
        <w:t>ณ</w:t>
      </w:r>
      <w:r w:rsidR="00F60E66" w:rsidRPr="0076073C">
        <w:rPr>
          <w:rFonts w:ascii="Browallia New" w:hAnsi="Browallia New" w:cs="Browallia New"/>
        </w:rPr>
        <w:t xml:space="preserve"> </w:t>
      </w:r>
      <w:r w:rsidRPr="0076073C">
        <w:rPr>
          <w:rFonts w:ascii="Browallia New" w:hAnsi="Browallia New" w:cs="Browallia New"/>
          <w:cs/>
        </w:rPr>
        <w:t>วันที่</w:t>
      </w:r>
      <w:r w:rsidR="00F60E66" w:rsidRPr="0076073C">
        <w:rPr>
          <w:rFonts w:ascii="Browallia New" w:hAnsi="Browallia New" w:cs="Browallia New"/>
        </w:rPr>
        <w:t xml:space="preserve"> </w:t>
      </w:r>
      <w:r w:rsidR="004C366F" w:rsidRPr="0076073C">
        <w:rPr>
          <w:rFonts w:ascii="Browallia New" w:hAnsi="Browallia New" w:cs="Browallia New"/>
        </w:rPr>
        <w:t>31</w:t>
      </w:r>
      <w:r w:rsidR="004C366F" w:rsidRPr="0076073C">
        <w:rPr>
          <w:rFonts w:ascii="Browallia New" w:hAnsi="Browallia New" w:cs="Browallia New"/>
          <w:cs/>
        </w:rPr>
        <w:t xml:space="preserve"> มีนาคม </w:t>
      </w:r>
      <w:r w:rsidR="004A2315" w:rsidRPr="0076073C">
        <w:rPr>
          <w:rFonts w:ascii="Browallia New" w:hAnsi="Browallia New" w:cs="Browallia New"/>
          <w:spacing w:val="-4"/>
        </w:rPr>
        <w:t>256</w:t>
      </w:r>
      <w:r w:rsidR="004C366F" w:rsidRPr="0076073C">
        <w:rPr>
          <w:rFonts w:ascii="Browallia New" w:hAnsi="Browallia New" w:cs="Browallia New"/>
          <w:spacing w:val="-4"/>
        </w:rPr>
        <w:t>8</w:t>
      </w:r>
      <w:r w:rsidR="00F60E66" w:rsidRPr="0076073C">
        <w:rPr>
          <w:rFonts w:ascii="Browallia New" w:hAnsi="Browallia New" w:cs="Browallia New"/>
        </w:rPr>
        <w:t xml:space="preserve"> </w:t>
      </w:r>
      <w:r w:rsidRPr="0076073C">
        <w:rPr>
          <w:rFonts w:ascii="Browallia New" w:hAnsi="Browallia New" w:cs="Browallia New"/>
          <w:cs/>
        </w:rPr>
        <w:t>และวันที่</w:t>
      </w:r>
      <w:r w:rsidR="00F60E66" w:rsidRPr="0076073C">
        <w:rPr>
          <w:rFonts w:ascii="Browallia New" w:hAnsi="Browallia New" w:cs="Browallia New"/>
        </w:rPr>
        <w:t xml:space="preserve"> </w:t>
      </w:r>
      <w:r w:rsidRPr="0076073C">
        <w:rPr>
          <w:rFonts w:ascii="Browallia New" w:hAnsi="Browallia New" w:cs="Browallia New"/>
        </w:rPr>
        <w:t xml:space="preserve">31 </w:t>
      </w:r>
      <w:r w:rsidRPr="0076073C">
        <w:rPr>
          <w:rFonts w:ascii="Browallia New" w:hAnsi="Browallia New" w:cs="Browallia New"/>
          <w:cs/>
        </w:rPr>
        <w:t>ธันวาคม</w:t>
      </w:r>
      <w:r w:rsidR="00F60E66" w:rsidRPr="0076073C">
        <w:rPr>
          <w:rFonts w:ascii="Browallia New" w:hAnsi="Browallia New" w:cs="Browallia New"/>
        </w:rPr>
        <w:t xml:space="preserve"> </w:t>
      </w:r>
      <w:r w:rsidRPr="0076073C">
        <w:rPr>
          <w:rFonts w:ascii="Browallia New" w:hAnsi="Browallia New" w:cs="Browallia New"/>
        </w:rPr>
        <w:t>25</w:t>
      </w:r>
      <w:r w:rsidR="008918B1" w:rsidRPr="0076073C">
        <w:rPr>
          <w:rFonts w:ascii="Browallia New" w:hAnsi="Browallia New" w:cs="Browallia New"/>
        </w:rPr>
        <w:t>6</w:t>
      </w:r>
      <w:r w:rsidR="004C366F" w:rsidRPr="0076073C">
        <w:rPr>
          <w:rFonts w:ascii="Browallia New" w:hAnsi="Browallia New" w:cs="Browallia New"/>
        </w:rPr>
        <w:t>7</w:t>
      </w:r>
      <w:r w:rsidR="00594174" w:rsidRPr="0076073C">
        <w:rPr>
          <w:rFonts w:ascii="Browallia New" w:hAnsi="Browallia New" w:cs="Browallia New"/>
        </w:rPr>
        <w:t xml:space="preserve"> </w:t>
      </w:r>
      <w:r w:rsidRPr="0076073C">
        <w:rPr>
          <w:rFonts w:ascii="Browallia New" w:hAnsi="Browallia New" w:cs="Browallia New"/>
          <w:cs/>
        </w:rPr>
        <w:t>ยอดคงเหลือกับบริษัทที่เกี่ยวข้อง</w:t>
      </w:r>
      <w:r w:rsidR="00F60E66" w:rsidRPr="0076073C">
        <w:rPr>
          <w:rFonts w:ascii="Browallia New" w:hAnsi="Browallia New" w:cs="Browallia New"/>
        </w:rPr>
        <w:t xml:space="preserve"> </w:t>
      </w:r>
      <w:r w:rsidRPr="0076073C">
        <w:rPr>
          <w:rFonts w:ascii="Browallia New" w:hAnsi="Browallia New" w:cs="Browallia New"/>
          <w:cs/>
        </w:rPr>
        <w:t>มีดังนี้</w:t>
      </w:r>
    </w:p>
    <w:p w14:paraId="485627C7" w14:textId="77777777" w:rsidR="008D2366" w:rsidRPr="008714EE" w:rsidRDefault="008D2366" w:rsidP="00980FB4">
      <w:pPr>
        <w:ind w:left="374"/>
        <w:jc w:val="thaiDistribute"/>
        <w:rPr>
          <w:rFonts w:ascii="Browallia New" w:hAnsi="Browallia New" w:cs="Browallia New"/>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76073C" w14:paraId="485627CC" w14:textId="77777777" w:rsidTr="008179FB">
        <w:trPr>
          <w:cantSplit/>
          <w:tblHeader/>
        </w:trPr>
        <w:tc>
          <w:tcPr>
            <w:tcW w:w="3892" w:type="dxa"/>
          </w:tcPr>
          <w:p w14:paraId="485627C8" w14:textId="77777777" w:rsidR="008D2366" w:rsidRPr="0076073C" w:rsidRDefault="008D2366" w:rsidP="003E0B20">
            <w:pPr>
              <w:jc w:val="thaiDistribute"/>
              <w:rPr>
                <w:rFonts w:ascii="Browallia New" w:hAnsi="Browallia New" w:cs="Browallia New"/>
              </w:rPr>
            </w:pPr>
          </w:p>
        </w:tc>
        <w:tc>
          <w:tcPr>
            <w:tcW w:w="1179" w:type="dxa"/>
          </w:tcPr>
          <w:p w14:paraId="485627C9" w14:textId="77777777" w:rsidR="008D2366" w:rsidRPr="0076073C" w:rsidRDefault="008D2366" w:rsidP="003E0B20">
            <w:pPr>
              <w:jc w:val="thaiDistribute"/>
              <w:rPr>
                <w:rFonts w:ascii="Browallia New" w:hAnsi="Browallia New" w:cs="Browallia New"/>
              </w:rPr>
            </w:pPr>
          </w:p>
        </w:tc>
        <w:tc>
          <w:tcPr>
            <w:tcW w:w="180" w:type="dxa"/>
          </w:tcPr>
          <w:p w14:paraId="485627CA" w14:textId="77777777" w:rsidR="008D2366" w:rsidRPr="0076073C" w:rsidRDefault="008D2366" w:rsidP="003E0B20">
            <w:pPr>
              <w:jc w:val="thaiDistribute"/>
              <w:rPr>
                <w:rFonts w:ascii="Browallia New" w:hAnsi="Browallia New" w:cs="Browallia New"/>
              </w:rPr>
            </w:pPr>
          </w:p>
        </w:tc>
        <w:tc>
          <w:tcPr>
            <w:tcW w:w="3797" w:type="dxa"/>
            <w:gridSpan w:val="7"/>
          </w:tcPr>
          <w:p w14:paraId="485627CB" w14:textId="6A6ABAAA" w:rsidR="008D2366" w:rsidRPr="0076073C" w:rsidRDefault="008D2366" w:rsidP="003E0B20">
            <w:pPr>
              <w:ind w:right="57"/>
              <w:jc w:val="right"/>
              <w:rPr>
                <w:rFonts w:ascii="Browallia New" w:hAnsi="Browallia New" w:cs="Browallia New"/>
                <w:lang w:val="en-GB"/>
              </w:rPr>
            </w:pPr>
            <w:r w:rsidRPr="0076073C">
              <w:rPr>
                <w:rFonts w:ascii="Browallia New" w:hAnsi="Browallia New" w:cs="Browallia New"/>
                <w:cs/>
              </w:rPr>
              <w:t>(หน่วย</w:t>
            </w:r>
            <w:r w:rsidR="00F60E66" w:rsidRPr="0076073C">
              <w:rPr>
                <w:rFonts w:ascii="Browallia New" w:hAnsi="Browallia New" w:cs="Browallia New"/>
              </w:rPr>
              <w:t xml:space="preserve"> </w:t>
            </w:r>
            <w:r w:rsidRPr="0076073C">
              <w:rPr>
                <w:rFonts w:ascii="Browallia New" w:hAnsi="Browallia New" w:cs="Browallia New"/>
                <w:lang w:val="en-GB"/>
              </w:rPr>
              <w:t>:</w:t>
            </w:r>
            <w:r w:rsidR="00F60E66" w:rsidRPr="0076073C">
              <w:rPr>
                <w:rFonts w:ascii="Browallia New" w:hAnsi="Browallia New" w:cs="Browallia New"/>
              </w:rPr>
              <w:t xml:space="preserve"> </w:t>
            </w:r>
            <w:r w:rsidRPr="0076073C">
              <w:rPr>
                <w:rFonts w:ascii="Browallia New" w:hAnsi="Browallia New" w:cs="Browallia New"/>
                <w:cs/>
                <w:lang w:val="en-GB"/>
              </w:rPr>
              <w:t>พันบาท</w:t>
            </w:r>
            <w:r w:rsidRPr="0076073C">
              <w:rPr>
                <w:rFonts w:ascii="Browallia New" w:hAnsi="Browallia New" w:cs="Browallia New"/>
                <w:lang w:val="en-GB"/>
              </w:rPr>
              <w:t>)</w:t>
            </w:r>
          </w:p>
        </w:tc>
      </w:tr>
      <w:tr w:rsidR="008D2366" w:rsidRPr="0076073C" w14:paraId="485627D1" w14:textId="77777777" w:rsidTr="008179FB">
        <w:trPr>
          <w:cantSplit/>
          <w:tblHeader/>
        </w:trPr>
        <w:tc>
          <w:tcPr>
            <w:tcW w:w="3892" w:type="dxa"/>
          </w:tcPr>
          <w:p w14:paraId="485627CD" w14:textId="77777777" w:rsidR="008D2366" w:rsidRPr="0076073C"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4473EF6B" w:rsidR="008D2366" w:rsidRPr="0076073C" w:rsidRDefault="00F848B3" w:rsidP="003E0B20">
            <w:pPr>
              <w:jc w:val="center"/>
              <w:rPr>
                <w:rFonts w:ascii="Browallia New" w:hAnsi="Browallia New" w:cs="Browallia New"/>
              </w:rPr>
            </w:pPr>
            <w:r w:rsidRPr="0076073C">
              <w:rPr>
                <w:rFonts w:ascii="Browallia New" w:hAnsi="Browallia New" w:cs="Browallia New"/>
                <w:cs/>
              </w:rPr>
              <w:t>ข้อมูลทางการ</w:t>
            </w:r>
            <w:r w:rsidR="008D2366" w:rsidRPr="0076073C">
              <w:rPr>
                <w:rFonts w:ascii="Browallia New" w:hAnsi="Browallia New" w:cs="Browallia New"/>
                <w:cs/>
              </w:rPr>
              <w:t>เงินรวม</w:t>
            </w:r>
          </w:p>
        </w:tc>
        <w:tc>
          <w:tcPr>
            <w:tcW w:w="189" w:type="dxa"/>
            <w:gridSpan w:val="2"/>
          </w:tcPr>
          <w:p w14:paraId="485627CF" w14:textId="77777777" w:rsidR="008D2366" w:rsidRPr="0076073C"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6B0159CD" w:rsidR="008D2366" w:rsidRPr="0076073C" w:rsidRDefault="00F848B3" w:rsidP="003E0B20">
            <w:pPr>
              <w:jc w:val="center"/>
              <w:rPr>
                <w:rFonts w:ascii="Browallia New" w:hAnsi="Browallia New" w:cs="Browallia New"/>
              </w:rPr>
            </w:pPr>
            <w:r w:rsidRPr="0076073C">
              <w:rPr>
                <w:rFonts w:ascii="Browallia New" w:hAnsi="Browallia New" w:cs="Browallia New"/>
                <w:cs/>
              </w:rPr>
              <w:t>ข้อมูลทางการ</w:t>
            </w:r>
            <w:r w:rsidR="008D2366" w:rsidRPr="0076073C">
              <w:rPr>
                <w:rFonts w:ascii="Browallia New" w:hAnsi="Browallia New" w:cs="Browallia New"/>
                <w:cs/>
              </w:rPr>
              <w:t>เงินเฉพาะบริษัท</w:t>
            </w:r>
          </w:p>
        </w:tc>
      </w:tr>
      <w:tr w:rsidR="00B75E03" w:rsidRPr="0076073C" w14:paraId="485627DC" w14:textId="77777777" w:rsidTr="008179FB">
        <w:trPr>
          <w:cantSplit/>
          <w:tblHeader/>
        </w:trPr>
        <w:tc>
          <w:tcPr>
            <w:tcW w:w="3892" w:type="dxa"/>
          </w:tcPr>
          <w:p w14:paraId="485627D2" w14:textId="77777777" w:rsidR="00B75E03" w:rsidRPr="0076073C" w:rsidRDefault="00B75E03" w:rsidP="00B75E03">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35C846F1" w:rsidR="00B75E03" w:rsidRPr="0076073C" w:rsidRDefault="00B75E03" w:rsidP="00B75E03">
            <w:pPr>
              <w:ind w:left="-105"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180" w:type="dxa"/>
            <w:tcBorders>
              <w:top w:val="single" w:sz="4" w:space="0" w:color="auto"/>
            </w:tcBorders>
            <w:vAlign w:val="bottom"/>
          </w:tcPr>
          <w:p w14:paraId="485627D4" w14:textId="77777777" w:rsidR="00B75E03" w:rsidRPr="0076073C" w:rsidRDefault="00B75E03" w:rsidP="00B75E03">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0D9F7FFB" w14:textId="77777777"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7D6" w14:textId="3AFD8245" w:rsidR="00B75E03" w:rsidRPr="0076073C" w:rsidRDefault="00B75E03" w:rsidP="00B75E03">
            <w:pPr>
              <w:ind w:left="-105" w:right="-108"/>
              <w:jc w:val="center"/>
              <w:rPr>
                <w:rFonts w:ascii="Browallia New" w:hAnsi="Browallia New" w:cs="Browallia New"/>
                <w:cs/>
              </w:rPr>
            </w:pPr>
            <w:r w:rsidRPr="0076073C">
              <w:rPr>
                <w:rFonts w:ascii="Browallia New" w:hAnsi="Browallia New" w:cs="Browallia New"/>
              </w:rPr>
              <w:t>2567</w:t>
            </w:r>
          </w:p>
        </w:tc>
        <w:tc>
          <w:tcPr>
            <w:tcW w:w="189" w:type="dxa"/>
            <w:gridSpan w:val="2"/>
          </w:tcPr>
          <w:p w14:paraId="485627D7" w14:textId="77777777" w:rsidR="00B75E03" w:rsidRPr="0076073C" w:rsidRDefault="00B75E03" w:rsidP="00B75E03">
            <w:pPr>
              <w:ind w:right="72"/>
              <w:jc w:val="center"/>
              <w:rPr>
                <w:rFonts w:ascii="Browallia New" w:hAnsi="Browallia New" w:cs="Browallia New"/>
              </w:rPr>
            </w:pPr>
          </w:p>
        </w:tc>
        <w:tc>
          <w:tcPr>
            <w:tcW w:w="1134" w:type="dxa"/>
            <w:tcBorders>
              <w:bottom w:val="single" w:sz="4" w:space="0" w:color="auto"/>
            </w:tcBorders>
            <w:vAlign w:val="bottom"/>
          </w:tcPr>
          <w:p w14:paraId="485627D8" w14:textId="192EDC7B"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180" w:type="dxa"/>
            <w:vAlign w:val="bottom"/>
          </w:tcPr>
          <w:p w14:paraId="485627D9" w14:textId="77777777" w:rsidR="00B75E03" w:rsidRPr="0076073C" w:rsidRDefault="00B75E03" w:rsidP="00B75E03">
            <w:pPr>
              <w:ind w:left="-105" w:right="-108"/>
              <w:jc w:val="right"/>
              <w:rPr>
                <w:rFonts w:ascii="Browallia New" w:hAnsi="Browallia New" w:cs="Browallia New"/>
                <w:u w:val="single"/>
              </w:rPr>
            </w:pPr>
          </w:p>
        </w:tc>
        <w:tc>
          <w:tcPr>
            <w:tcW w:w="1178" w:type="dxa"/>
            <w:tcBorders>
              <w:bottom w:val="single" w:sz="4" w:space="0" w:color="auto"/>
            </w:tcBorders>
            <w:vAlign w:val="bottom"/>
          </w:tcPr>
          <w:p w14:paraId="160F934B" w14:textId="77777777"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7DB" w14:textId="6E926DC0"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2567</w:t>
            </w:r>
          </w:p>
        </w:tc>
      </w:tr>
      <w:tr w:rsidR="00946FA3" w:rsidRPr="0076073C" w14:paraId="19D60893" w14:textId="77777777" w:rsidTr="008179FB">
        <w:trPr>
          <w:cantSplit/>
        </w:trPr>
        <w:tc>
          <w:tcPr>
            <w:tcW w:w="3892" w:type="dxa"/>
          </w:tcPr>
          <w:p w14:paraId="39A60994" w14:textId="66FA21AE" w:rsidR="00946FA3" w:rsidRPr="0076073C" w:rsidRDefault="00946FA3" w:rsidP="003E0B20">
            <w:pPr>
              <w:ind w:right="230"/>
              <w:rPr>
                <w:rFonts w:ascii="Browallia New" w:hAnsi="Browallia New" w:cs="Browallia New"/>
                <w:u w:val="single"/>
                <w:cs/>
              </w:rPr>
            </w:pPr>
          </w:p>
        </w:tc>
        <w:tc>
          <w:tcPr>
            <w:tcW w:w="1179" w:type="dxa"/>
          </w:tcPr>
          <w:p w14:paraId="31CA451D" w14:textId="77777777" w:rsidR="00946FA3" w:rsidRPr="0076073C" w:rsidRDefault="00946FA3" w:rsidP="003E0B20">
            <w:pPr>
              <w:ind w:right="230"/>
              <w:rPr>
                <w:rFonts w:ascii="Browallia New" w:hAnsi="Browallia New" w:cs="Browallia New"/>
              </w:rPr>
            </w:pPr>
          </w:p>
        </w:tc>
        <w:tc>
          <w:tcPr>
            <w:tcW w:w="180" w:type="dxa"/>
          </w:tcPr>
          <w:p w14:paraId="37CA34EA" w14:textId="77777777" w:rsidR="00946FA3" w:rsidRPr="0076073C" w:rsidRDefault="00946FA3" w:rsidP="003E0B20">
            <w:pPr>
              <w:ind w:right="230"/>
              <w:rPr>
                <w:rFonts w:ascii="Browallia New" w:hAnsi="Browallia New" w:cs="Browallia New"/>
              </w:rPr>
            </w:pPr>
          </w:p>
        </w:tc>
        <w:tc>
          <w:tcPr>
            <w:tcW w:w="1116" w:type="dxa"/>
            <w:gridSpan w:val="2"/>
          </w:tcPr>
          <w:p w14:paraId="635CC481" w14:textId="77777777" w:rsidR="00946FA3" w:rsidRPr="0076073C" w:rsidRDefault="00946FA3" w:rsidP="003E0B20">
            <w:pPr>
              <w:ind w:right="230"/>
              <w:rPr>
                <w:rFonts w:ascii="Browallia New" w:hAnsi="Browallia New" w:cs="Browallia New"/>
              </w:rPr>
            </w:pPr>
          </w:p>
        </w:tc>
        <w:tc>
          <w:tcPr>
            <w:tcW w:w="189" w:type="dxa"/>
            <w:gridSpan w:val="2"/>
          </w:tcPr>
          <w:p w14:paraId="78EB7E59" w14:textId="77777777" w:rsidR="00946FA3" w:rsidRPr="0076073C" w:rsidRDefault="00946FA3" w:rsidP="003E0B20">
            <w:pPr>
              <w:ind w:right="230"/>
              <w:rPr>
                <w:rFonts w:ascii="Browallia New" w:hAnsi="Browallia New" w:cs="Browallia New"/>
              </w:rPr>
            </w:pPr>
          </w:p>
        </w:tc>
        <w:tc>
          <w:tcPr>
            <w:tcW w:w="1134" w:type="dxa"/>
          </w:tcPr>
          <w:p w14:paraId="7D5B1556" w14:textId="77777777" w:rsidR="00946FA3" w:rsidRPr="0076073C" w:rsidRDefault="00946FA3" w:rsidP="003E0B20">
            <w:pPr>
              <w:ind w:right="230"/>
              <w:rPr>
                <w:rFonts w:ascii="Browallia New" w:hAnsi="Browallia New" w:cs="Browallia New"/>
              </w:rPr>
            </w:pPr>
          </w:p>
        </w:tc>
        <w:tc>
          <w:tcPr>
            <w:tcW w:w="180" w:type="dxa"/>
          </w:tcPr>
          <w:p w14:paraId="2A4E91EF" w14:textId="77777777" w:rsidR="00946FA3" w:rsidRPr="0076073C" w:rsidRDefault="00946FA3" w:rsidP="003E0B20">
            <w:pPr>
              <w:ind w:right="230"/>
              <w:rPr>
                <w:rFonts w:ascii="Browallia New" w:hAnsi="Browallia New" w:cs="Browallia New"/>
              </w:rPr>
            </w:pPr>
          </w:p>
        </w:tc>
        <w:tc>
          <w:tcPr>
            <w:tcW w:w="1178" w:type="dxa"/>
          </w:tcPr>
          <w:p w14:paraId="234143E2" w14:textId="77777777" w:rsidR="00946FA3" w:rsidRPr="0076073C" w:rsidRDefault="00946FA3" w:rsidP="003E0B20">
            <w:pPr>
              <w:ind w:right="230"/>
              <w:rPr>
                <w:rFonts w:ascii="Browallia New" w:hAnsi="Browallia New" w:cs="Browallia New"/>
              </w:rPr>
            </w:pPr>
          </w:p>
        </w:tc>
      </w:tr>
      <w:tr w:rsidR="008C5CBB" w:rsidRPr="0076073C" w14:paraId="61798EA0" w14:textId="77777777" w:rsidTr="009A4C84">
        <w:trPr>
          <w:cantSplit/>
        </w:trPr>
        <w:tc>
          <w:tcPr>
            <w:tcW w:w="3892" w:type="dxa"/>
          </w:tcPr>
          <w:p w14:paraId="59D42399" w14:textId="24EAF25E" w:rsidR="008C5CBB" w:rsidRPr="0076073C" w:rsidRDefault="008C5CBB" w:rsidP="003E0B20">
            <w:pPr>
              <w:ind w:right="230"/>
              <w:rPr>
                <w:rFonts w:ascii="Browallia New" w:hAnsi="Browallia New" w:cs="Browallia New"/>
                <w:u w:val="single"/>
                <w:cs/>
              </w:rPr>
            </w:pPr>
            <w:r w:rsidRPr="0076073C">
              <w:rPr>
                <w:rFonts w:ascii="Browallia New" w:hAnsi="Browallia New" w:cs="Browallia New"/>
                <w:u w:val="single"/>
                <w:cs/>
              </w:rPr>
              <w:t>ลูกหนี้การค้า</w:t>
            </w:r>
          </w:p>
        </w:tc>
        <w:tc>
          <w:tcPr>
            <w:tcW w:w="1179" w:type="dxa"/>
          </w:tcPr>
          <w:p w14:paraId="3A668CE2" w14:textId="77777777" w:rsidR="008C5CBB" w:rsidRPr="0076073C" w:rsidRDefault="008C5CBB" w:rsidP="003E0B20">
            <w:pPr>
              <w:ind w:right="230"/>
              <w:rPr>
                <w:rFonts w:ascii="Browallia New" w:hAnsi="Browallia New" w:cs="Browallia New"/>
              </w:rPr>
            </w:pPr>
          </w:p>
        </w:tc>
        <w:tc>
          <w:tcPr>
            <w:tcW w:w="180" w:type="dxa"/>
          </w:tcPr>
          <w:p w14:paraId="0B378DF3" w14:textId="77777777" w:rsidR="008C5CBB" w:rsidRPr="0076073C" w:rsidRDefault="008C5CBB" w:rsidP="003E0B20">
            <w:pPr>
              <w:ind w:right="230"/>
              <w:rPr>
                <w:rFonts w:ascii="Browallia New" w:hAnsi="Browallia New" w:cs="Browallia New"/>
              </w:rPr>
            </w:pPr>
          </w:p>
        </w:tc>
        <w:tc>
          <w:tcPr>
            <w:tcW w:w="1116" w:type="dxa"/>
            <w:gridSpan w:val="2"/>
          </w:tcPr>
          <w:p w14:paraId="6D4D6091" w14:textId="77777777" w:rsidR="008C5CBB" w:rsidRPr="0076073C" w:rsidRDefault="008C5CBB" w:rsidP="003E0B20">
            <w:pPr>
              <w:ind w:right="230"/>
              <w:rPr>
                <w:rFonts w:ascii="Browallia New" w:hAnsi="Browallia New" w:cs="Browallia New"/>
              </w:rPr>
            </w:pPr>
          </w:p>
        </w:tc>
        <w:tc>
          <w:tcPr>
            <w:tcW w:w="189" w:type="dxa"/>
            <w:gridSpan w:val="2"/>
          </w:tcPr>
          <w:p w14:paraId="4C7E8AD8" w14:textId="77777777" w:rsidR="008C5CBB" w:rsidRPr="0076073C" w:rsidRDefault="008C5CBB" w:rsidP="003E0B20">
            <w:pPr>
              <w:ind w:right="230"/>
              <w:rPr>
                <w:rFonts w:ascii="Browallia New" w:hAnsi="Browallia New" w:cs="Browallia New"/>
              </w:rPr>
            </w:pPr>
          </w:p>
        </w:tc>
        <w:tc>
          <w:tcPr>
            <w:tcW w:w="1134" w:type="dxa"/>
          </w:tcPr>
          <w:p w14:paraId="2DA1572A" w14:textId="77777777" w:rsidR="008C5CBB" w:rsidRPr="0076073C" w:rsidRDefault="008C5CBB" w:rsidP="003E0B20">
            <w:pPr>
              <w:ind w:right="230"/>
              <w:rPr>
                <w:rFonts w:ascii="Browallia New" w:hAnsi="Browallia New" w:cs="Browallia New"/>
              </w:rPr>
            </w:pPr>
          </w:p>
        </w:tc>
        <w:tc>
          <w:tcPr>
            <w:tcW w:w="180" w:type="dxa"/>
          </w:tcPr>
          <w:p w14:paraId="21999FCE" w14:textId="77777777" w:rsidR="008C5CBB" w:rsidRPr="0076073C" w:rsidRDefault="008C5CBB" w:rsidP="003E0B20">
            <w:pPr>
              <w:ind w:right="230"/>
              <w:rPr>
                <w:rFonts w:ascii="Browallia New" w:hAnsi="Browallia New" w:cs="Browallia New"/>
              </w:rPr>
            </w:pPr>
          </w:p>
        </w:tc>
        <w:tc>
          <w:tcPr>
            <w:tcW w:w="1178" w:type="dxa"/>
          </w:tcPr>
          <w:p w14:paraId="1D94687F" w14:textId="77777777" w:rsidR="008C5CBB" w:rsidRPr="0076073C" w:rsidRDefault="008C5CBB" w:rsidP="003E0B20">
            <w:pPr>
              <w:ind w:right="230"/>
              <w:rPr>
                <w:rFonts w:ascii="Browallia New" w:hAnsi="Browallia New" w:cs="Browallia New"/>
              </w:rPr>
            </w:pPr>
          </w:p>
        </w:tc>
      </w:tr>
      <w:tr w:rsidR="00742C24" w:rsidRPr="0076073C" w14:paraId="734E0F84" w14:textId="77777777" w:rsidTr="003E7DCC">
        <w:trPr>
          <w:cantSplit/>
        </w:trPr>
        <w:tc>
          <w:tcPr>
            <w:tcW w:w="3892" w:type="dxa"/>
          </w:tcPr>
          <w:p w14:paraId="7B724146" w14:textId="15D38562" w:rsidR="00742C24" w:rsidRPr="0076073C" w:rsidRDefault="00742C24" w:rsidP="00742C24">
            <w:pPr>
              <w:tabs>
                <w:tab w:val="left" w:pos="540"/>
              </w:tabs>
              <w:ind w:left="283"/>
              <w:rPr>
                <w:rFonts w:ascii="Browallia New" w:hAnsi="Browallia New" w:cs="Browallia New"/>
                <w:cs/>
                <w:lang w:val="en-GB"/>
              </w:rPr>
            </w:pPr>
            <w:r w:rsidRPr="0076073C">
              <w:rPr>
                <w:rFonts w:ascii="Browallia New" w:hAnsi="Browallia New" w:cs="Browallia New"/>
                <w:cs/>
                <w:lang w:val="en-GB"/>
              </w:rPr>
              <w:t>บริษัทย่อย</w:t>
            </w:r>
          </w:p>
        </w:tc>
        <w:tc>
          <w:tcPr>
            <w:tcW w:w="1179" w:type="dxa"/>
            <w:vAlign w:val="center"/>
          </w:tcPr>
          <w:p w14:paraId="693F250B" w14:textId="717AF103" w:rsidR="00742C24" w:rsidRPr="0076073C" w:rsidRDefault="00BF261E" w:rsidP="00742C24">
            <w:pPr>
              <w:ind w:right="86"/>
              <w:jc w:val="center"/>
              <w:rPr>
                <w:rFonts w:ascii="Browallia New" w:hAnsi="Browallia New" w:cs="Browallia New"/>
              </w:rPr>
            </w:pPr>
            <w:r w:rsidRPr="0076073C">
              <w:rPr>
                <w:rFonts w:ascii="Browallia New" w:hAnsi="Browallia New" w:cs="Browallia New"/>
              </w:rPr>
              <w:t xml:space="preserve">         -</w:t>
            </w:r>
          </w:p>
        </w:tc>
        <w:tc>
          <w:tcPr>
            <w:tcW w:w="180" w:type="dxa"/>
            <w:vAlign w:val="center"/>
          </w:tcPr>
          <w:p w14:paraId="367D18B3" w14:textId="77777777" w:rsidR="00742C24" w:rsidRPr="0076073C" w:rsidRDefault="00742C24" w:rsidP="00742C24">
            <w:pPr>
              <w:ind w:right="86"/>
              <w:jc w:val="right"/>
              <w:rPr>
                <w:rFonts w:ascii="Browallia New" w:hAnsi="Browallia New" w:cs="Browallia New"/>
              </w:rPr>
            </w:pPr>
          </w:p>
        </w:tc>
        <w:tc>
          <w:tcPr>
            <w:tcW w:w="1116" w:type="dxa"/>
            <w:gridSpan w:val="2"/>
            <w:vAlign w:val="center"/>
          </w:tcPr>
          <w:p w14:paraId="78294E9C" w14:textId="190A49DA" w:rsidR="00742C24" w:rsidRPr="0076073C" w:rsidRDefault="00742C24" w:rsidP="00742C24">
            <w:pPr>
              <w:ind w:right="86"/>
              <w:jc w:val="center"/>
              <w:rPr>
                <w:rFonts w:ascii="Browallia New" w:hAnsi="Browallia New" w:cs="Browallia New"/>
              </w:rPr>
            </w:pPr>
            <w:r w:rsidRPr="0076073C">
              <w:rPr>
                <w:rFonts w:ascii="Browallia New" w:hAnsi="Browallia New" w:cs="Browallia New"/>
              </w:rPr>
              <w:t xml:space="preserve">         -</w:t>
            </w:r>
          </w:p>
        </w:tc>
        <w:tc>
          <w:tcPr>
            <w:tcW w:w="189" w:type="dxa"/>
            <w:gridSpan w:val="2"/>
            <w:vAlign w:val="center"/>
          </w:tcPr>
          <w:p w14:paraId="63B9B0BA" w14:textId="77777777" w:rsidR="00742C24" w:rsidRPr="0076073C" w:rsidRDefault="00742C24" w:rsidP="00742C24">
            <w:pPr>
              <w:ind w:right="86"/>
              <w:jc w:val="right"/>
              <w:rPr>
                <w:rFonts w:ascii="Browallia New" w:hAnsi="Browallia New" w:cs="Browallia New"/>
              </w:rPr>
            </w:pPr>
          </w:p>
        </w:tc>
        <w:tc>
          <w:tcPr>
            <w:tcW w:w="1134" w:type="dxa"/>
            <w:vAlign w:val="center"/>
          </w:tcPr>
          <w:p w14:paraId="65BDCBB9" w14:textId="147CFDE6" w:rsidR="00742C24" w:rsidRPr="0076073C" w:rsidRDefault="00BF261E" w:rsidP="00BF261E">
            <w:pPr>
              <w:ind w:right="86"/>
              <w:jc w:val="center"/>
              <w:rPr>
                <w:rFonts w:ascii="Browallia New" w:hAnsi="Browallia New" w:cs="Browallia New"/>
              </w:rPr>
            </w:pPr>
            <w:r w:rsidRPr="0076073C">
              <w:rPr>
                <w:rFonts w:ascii="Browallia New" w:hAnsi="Browallia New" w:cs="Browallia New"/>
              </w:rPr>
              <w:t xml:space="preserve">         -</w:t>
            </w:r>
          </w:p>
        </w:tc>
        <w:tc>
          <w:tcPr>
            <w:tcW w:w="180" w:type="dxa"/>
            <w:vAlign w:val="center"/>
          </w:tcPr>
          <w:p w14:paraId="3D3D7796" w14:textId="77777777" w:rsidR="00742C24" w:rsidRPr="0076073C" w:rsidRDefault="00742C24" w:rsidP="00742C24">
            <w:pPr>
              <w:ind w:right="86"/>
              <w:jc w:val="right"/>
              <w:rPr>
                <w:rFonts w:ascii="Browallia New" w:hAnsi="Browallia New" w:cs="Browallia New"/>
              </w:rPr>
            </w:pPr>
          </w:p>
        </w:tc>
        <w:tc>
          <w:tcPr>
            <w:tcW w:w="1178" w:type="dxa"/>
            <w:vAlign w:val="center"/>
          </w:tcPr>
          <w:p w14:paraId="7A21873C" w14:textId="126C9F88" w:rsidR="00742C24" w:rsidRPr="0076073C" w:rsidRDefault="00742C24" w:rsidP="00A0795E">
            <w:pPr>
              <w:ind w:right="86"/>
              <w:jc w:val="right"/>
              <w:rPr>
                <w:rFonts w:ascii="Browallia New" w:hAnsi="Browallia New" w:cs="Browallia New"/>
              </w:rPr>
            </w:pPr>
            <w:r w:rsidRPr="0076073C">
              <w:rPr>
                <w:rFonts w:ascii="Browallia New" w:hAnsi="Browallia New" w:cs="Browallia New"/>
              </w:rPr>
              <w:t xml:space="preserve">        382</w:t>
            </w:r>
          </w:p>
        </w:tc>
      </w:tr>
      <w:tr w:rsidR="00742C24" w:rsidRPr="0076073C" w14:paraId="48562809" w14:textId="77777777" w:rsidTr="003E7DCC">
        <w:trPr>
          <w:cantSplit/>
          <w:trHeight w:hRule="exact" w:val="381"/>
        </w:trPr>
        <w:tc>
          <w:tcPr>
            <w:tcW w:w="3892" w:type="dxa"/>
          </w:tcPr>
          <w:p w14:paraId="48562801" w14:textId="5307B294" w:rsidR="00742C24" w:rsidRPr="0076073C" w:rsidRDefault="00742C24" w:rsidP="00742C24">
            <w:pPr>
              <w:tabs>
                <w:tab w:val="left" w:pos="540"/>
              </w:tabs>
              <w:ind w:left="283"/>
              <w:rPr>
                <w:rFonts w:ascii="Browallia New" w:hAnsi="Browallia New" w:cs="Browallia New"/>
                <w:sz w:val="16"/>
                <w:szCs w:val="16"/>
                <w:lang w:val="en-GB"/>
              </w:rPr>
            </w:pPr>
            <w:r w:rsidRPr="0076073C">
              <w:rPr>
                <w:rFonts w:ascii="Browallia New" w:hAnsi="Browallia New" w:cs="Browallia New"/>
                <w:cs/>
                <w:lang w:val="en-GB"/>
              </w:rPr>
              <w:t>บริษัทที่เกี่ยวข้อง</w:t>
            </w:r>
          </w:p>
        </w:tc>
        <w:tc>
          <w:tcPr>
            <w:tcW w:w="1179" w:type="dxa"/>
            <w:tcBorders>
              <w:bottom w:val="single" w:sz="4" w:space="0" w:color="auto"/>
            </w:tcBorders>
            <w:vAlign w:val="center"/>
          </w:tcPr>
          <w:p w14:paraId="48562802" w14:textId="46A9742F" w:rsidR="00742C24" w:rsidRPr="0076073C" w:rsidRDefault="00BF261E" w:rsidP="00742C24">
            <w:pPr>
              <w:ind w:right="86"/>
              <w:jc w:val="right"/>
              <w:rPr>
                <w:rFonts w:ascii="Browallia New" w:hAnsi="Browallia New" w:cs="Browallia New"/>
              </w:rPr>
            </w:pPr>
            <w:r w:rsidRPr="0076073C">
              <w:rPr>
                <w:rFonts w:ascii="Browallia New" w:hAnsi="Browallia New" w:cs="Browallia New"/>
              </w:rPr>
              <w:t>43,985</w:t>
            </w:r>
          </w:p>
        </w:tc>
        <w:tc>
          <w:tcPr>
            <w:tcW w:w="180" w:type="dxa"/>
          </w:tcPr>
          <w:p w14:paraId="48562803" w14:textId="77777777" w:rsidR="00742C24" w:rsidRPr="0076073C" w:rsidRDefault="00742C24" w:rsidP="00742C24">
            <w:pPr>
              <w:ind w:left="-108" w:right="86"/>
              <w:jc w:val="right"/>
              <w:rPr>
                <w:rFonts w:ascii="Browallia New" w:hAnsi="Browallia New" w:cs="Browallia New"/>
              </w:rPr>
            </w:pPr>
          </w:p>
        </w:tc>
        <w:tc>
          <w:tcPr>
            <w:tcW w:w="1116" w:type="dxa"/>
            <w:gridSpan w:val="2"/>
            <w:tcBorders>
              <w:bottom w:val="single" w:sz="4" w:space="0" w:color="auto"/>
            </w:tcBorders>
            <w:vAlign w:val="center"/>
          </w:tcPr>
          <w:p w14:paraId="48562804" w14:textId="3ABFF355" w:rsidR="00742C24" w:rsidRPr="0076073C" w:rsidRDefault="00742C24" w:rsidP="00742C24">
            <w:pPr>
              <w:ind w:right="86"/>
              <w:jc w:val="right"/>
              <w:rPr>
                <w:rFonts w:ascii="Browallia New" w:hAnsi="Browallia New" w:cs="Browallia New"/>
              </w:rPr>
            </w:pPr>
            <w:r w:rsidRPr="0076073C">
              <w:rPr>
                <w:rFonts w:ascii="Browallia New" w:hAnsi="Browallia New" w:cs="Browallia New"/>
              </w:rPr>
              <w:t>45,349</w:t>
            </w:r>
          </w:p>
        </w:tc>
        <w:tc>
          <w:tcPr>
            <w:tcW w:w="189" w:type="dxa"/>
            <w:gridSpan w:val="2"/>
            <w:vAlign w:val="center"/>
          </w:tcPr>
          <w:p w14:paraId="48562805" w14:textId="77777777" w:rsidR="00742C24" w:rsidRPr="0076073C" w:rsidRDefault="00742C24" w:rsidP="00742C24">
            <w:pPr>
              <w:ind w:left="-157" w:right="86"/>
              <w:jc w:val="right"/>
              <w:rPr>
                <w:rFonts w:ascii="Browallia New" w:hAnsi="Browallia New" w:cs="Browallia New"/>
              </w:rPr>
            </w:pPr>
          </w:p>
        </w:tc>
        <w:tc>
          <w:tcPr>
            <w:tcW w:w="1134" w:type="dxa"/>
            <w:tcBorders>
              <w:bottom w:val="single" w:sz="4" w:space="0" w:color="auto"/>
            </w:tcBorders>
            <w:vAlign w:val="center"/>
          </w:tcPr>
          <w:p w14:paraId="48562806" w14:textId="6000853F" w:rsidR="00742C24" w:rsidRPr="0076073C" w:rsidRDefault="003550F2" w:rsidP="00742C24">
            <w:pPr>
              <w:ind w:right="86"/>
              <w:jc w:val="right"/>
              <w:rPr>
                <w:rFonts w:ascii="Browallia New" w:hAnsi="Browallia New" w:cs="Browallia New"/>
              </w:rPr>
            </w:pPr>
            <w:r w:rsidRPr="0076073C">
              <w:rPr>
                <w:rFonts w:ascii="Browallia New" w:hAnsi="Browallia New" w:cs="Browallia New"/>
              </w:rPr>
              <w:t>43,985</w:t>
            </w:r>
          </w:p>
        </w:tc>
        <w:tc>
          <w:tcPr>
            <w:tcW w:w="180" w:type="dxa"/>
            <w:vAlign w:val="center"/>
          </w:tcPr>
          <w:p w14:paraId="48562807" w14:textId="77777777" w:rsidR="00742C24" w:rsidRPr="0076073C" w:rsidRDefault="00742C24" w:rsidP="00742C24">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Borders>
              <w:bottom w:val="single" w:sz="4" w:space="0" w:color="auto"/>
            </w:tcBorders>
            <w:vAlign w:val="center"/>
          </w:tcPr>
          <w:p w14:paraId="48562808" w14:textId="6C30E5D1" w:rsidR="00742C24" w:rsidRPr="0076073C" w:rsidRDefault="00742C24" w:rsidP="00742C24">
            <w:pPr>
              <w:ind w:right="86"/>
              <w:jc w:val="right"/>
              <w:rPr>
                <w:rFonts w:ascii="Browallia New" w:hAnsi="Browallia New" w:cs="Browallia New"/>
              </w:rPr>
            </w:pPr>
            <w:r w:rsidRPr="0076073C">
              <w:rPr>
                <w:rFonts w:ascii="Browallia New" w:hAnsi="Browallia New" w:cs="Browallia New"/>
              </w:rPr>
              <w:t>45,349</w:t>
            </w:r>
          </w:p>
        </w:tc>
      </w:tr>
      <w:tr w:rsidR="00742C24" w:rsidRPr="0076073C" w14:paraId="4856281B" w14:textId="77777777" w:rsidTr="00273609">
        <w:trPr>
          <w:cantSplit/>
        </w:trPr>
        <w:tc>
          <w:tcPr>
            <w:tcW w:w="3892" w:type="dxa"/>
          </w:tcPr>
          <w:p w14:paraId="48562813" w14:textId="7BC48704" w:rsidR="00742C24" w:rsidRPr="0076073C" w:rsidRDefault="00742C24" w:rsidP="00742C24">
            <w:pPr>
              <w:tabs>
                <w:tab w:val="left" w:pos="540"/>
              </w:tabs>
              <w:rPr>
                <w:rFonts w:ascii="Browallia New" w:hAnsi="Browallia New" w:cs="Browallia New"/>
                <w:cs/>
                <w:lang w:val="en-GB"/>
              </w:rPr>
            </w:pPr>
            <w:r w:rsidRPr="0076073C">
              <w:rPr>
                <w:rFonts w:ascii="Browallia New" w:hAnsi="Browallia New" w:cs="Browallia New"/>
                <w:cs/>
                <w:lang w:val="en-GB"/>
              </w:rPr>
              <w:t>รวม</w:t>
            </w:r>
          </w:p>
        </w:tc>
        <w:tc>
          <w:tcPr>
            <w:tcW w:w="1179" w:type="dxa"/>
            <w:tcBorders>
              <w:top w:val="single" w:sz="4" w:space="0" w:color="auto"/>
            </w:tcBorders>
            <w:vAlign w:val="bottom"/>
          </w:tcPr>
          <w:p w14:paraId="48562814" w14:textId="412577D8" w:rsidR="00742C24" w:rsidRPr="0076073C" w:rsidRDefault="00BF261E" w:rsidP="00742C24">
            <w:pPr>
              <w:ind w:right="86"/>
              <w:jc w:val="right"/>
              <w:rPr>
                <w:rFonts w:ascii="Browallia New" w:hAnsi="Browallia New" w:cs="Browallia New"/>
              </w:rPr>
            </w:pPr>
            <w:r w:rsidRPr="0076073C">
              <w:rPr>
                <w:rFonts w:ascii="Browallia New" w:hAnsi="Browallia New" w:cs="Browallia New"/>
              </w:rPr>
              <w:t>43,985</w:t>
            </w:r>
          </w:p>
        </w:tc>
        <w:tc>
          <w:tcPr>
            <w:tcW w:w="180" w:type="dxa"/>
            <w:vAlign w:val="bottom"/>
          </w:tcPr>
          <w:p w14:paraId="48562815" w14:textId="77777777" w:rsidR="00742C24" w:rsidRPr="0076073C" w:rsidRDefault="00742C24" w:rsidP="00742C24">
            <w:pPr>
              <w:tabs>
                <w:tab w:val="left" w:pos="1026"/>
              </w:tabs>
              <w:ind w:left="-47" w:right="86" w:firstLine="47"/>
              <w:jc w:val="right"/>
              <w:rPr>
                <w:rFonts w:ascii="Browallia New" w:hAnsi="Browallia New" w:cs="Browallia New"/>
              </w:rPr>
            </w:pPr>
          </w:p>
        </w:tc>
        <w:tc>
          <w:tcPr>
            <w:tcW w:w="1116" w:type="dxa"/>
            <w:gridSpan w:val="2"/>
            <w:tcBorders>
              <w:top w:val="single" w:sz="4" w:space="0" w:color="auto"/>
            </w:tcBorders>
            <w:vAlign w:val="bottom"/>
          </w:tcPr>
          <w:p w14:paraId="48562816" w14:textId="70E6D420" w:rsidR="00742C24" w:rsidRPr="0076073C" w:rsidRDefault="00742C24" w:rsidP="00742C24">
            <w:pPr>
              <w:ind w:right="86"/>
              <w:jc w:val="right"/>
              <w:rPr>
                <w:rFonts w:ascii="Browallia New" w:hAnsi="Browallia New" w:cs="Browallia New"/>
              </w:rPr>
            </w:pPr>
            <w:r w:rsidRPr="0076073C">
              <w:rPr>
                <w:rFonts w:ascii="Browallia New" w:hAnsi="Browallia New" w:cs="Browallia New"/>
              </w:rPr>
              <w:t xml:space="preserve">    </w:t>
            </w:r>
            <w:r w:rsidRPr="0076073C">
              <w:rPr>
                <w:rFonts w:ascii="Browallia New" w:hAnsi="Browallia New" w:cs="Browallia New"/>
                <w:cs/>
              </w:rPr>
              <w:t xml:space="preserve">  </w:t>
            </w:r>
            <w:r w:rsidRPr="0076073C">
              <w:rPr>
                <w:rFonts w:ascii="Browallia New" w:hAnsi="Browallia New" w:cs="Browallia New"/>
              </w:rPr>
              <w:t>45,349</w:t>
            </w:r>
          </w:p>
        </w:tc>
        <w:tc>
          <w:tcPr>
            <w:tcW w:w="189" w:type="dxa"/>
            <w:gridSpan w:val="2"/>
          </w:tcPr>
          <w:p w14:paraId="48562817" w14:textId="77777777" w:rsidR="00742C24" w:rsidRPr="0076073C" w:rsidRDefault="00742C24" w:rsidP="00742C24">
            <w:pPr>
              <w:tabs>
                <w:tab w:val="left" w:pos="1026"/>
              </w:tabs>
              <w:ind w:left="-47" w:right="86" w:firstLine="47"/>
              <w:jc w:val="right"/>
              <w:rPr>
                <w:rFonts w:ascii="Browallia New" w:hAnsi="Browallia New" w:cs="Browallia New"/>
              </w:rPr>
            </w:pPr>
          </w:p>
        </w:tc>
        <w:tc>
          <w:tcPr>
            <w:tcW w:w="1134" w:type="dxa"/>
            <w:tcBorders>
              <w:top w:val="single" w:sz="4" w:space="0" w:color="auto"/>
            </w:tcBorders>
            <w:vAlign w:val="bottom"/>
          </w:tcPr>
          <w:p w14:paraId="48562818" w14:textId="49B1EC05" w:rsidR="00742C24" w:rsidRPr="0076073C" w:rsidRDefault="003550F2" w:rsidP="00742C24">
            <w:pPr>
              <w:ind w:right="86"/>
              <w:jc w:val="right"/>
              <w:rPr>
                <w:rFonts w:ascii="Browallia New" w:hAnsi="Browallia New" w:cs="Browallia New"/>
              </w:rPr>
            </w:pPr>
            <w:r w:rsidRPr="0076073C">
              <w:rPr>
                <w:rFonts w:ascii="Browallia New" w:hAnsi="Browallia New" w:cs="Browallia New"/>
              </w:rPr>
              <w:t>43,985</w:t>
            </w:r>
          </w:p>
        </w:tc>
        <w:tc>
          <w:tcPr>
            <w:tcW w:w="180" w:type="dxa"/>
          </w:tcPr>
          <w:p w14:paraId="48562819" w14:textId="77777777" w:rsidR="00742C24" w:rsidRPr="0076073C" w:rsidRDefault="00742C24" w:rsidP="00742C24">
            <w:pPr>
              <w:tabs>
                <w:tab w:val="left" w:pos="1026"/>
              </w:tabs>
              <w:ind w:left="-47" w:right="86" w:firstLine="47"/>
              <w:jc w:val="right"/>
              <w:rPr>
                <w:rFonts w:ascii="Browallia New" w:hAnsi="Browallia New" w:cs="Browallia New"/>
              </w:rPr>
            </w:pPr>
          </w:p>
        </w:tc>
        <w:tc>
          <w:tcPr>
            <w:tcW w:w="1178" w:type="dxa"/>
            <w:tcBorders>
              <w:top w:val="single" w:sz="4" w:space="0" w:color="auto"/>
            </w:tcBorders>
            <w:vAlign w:val="bottom"/>
          </w:tcPr>
          <w:p w14:paraId="4856281A" w14:textId="2AED72B8" w:rsidR="00742C24" w:rsidRPr="0076073C" w:rsidRDefault="00742C24" w:rsidP="00742C24">
            <w:pPr>
              <w:ind w:right="86"/>
              <w:jc w:val="right"/>
              <w:rPr>
                <w:rFonts w:ascii="Browallia New" w:hAnsi="Browallia New" w:cs="Browallia New"/>
              </w:rPr>
            </w:pPr>
            <w:r w:rsidRPr="0076073C">
              <w:rPr>
                <w:rFonts w:ascii="Browallia New" w:hAnsi="Browallia New" w:cs="Browallia New"/>
              </w:rPr>
              <w:t>45,731</w:t>
            </w:r>
          </w:p>
        </w:tc>
      </w:tr>
      <w:tr w:rsidR="00742C24" w:rsidRPr="0076073C" w14:paraId="48562836" w14:textId="77777777" w:rsidTr="0062175A">
        <w:trPr>
          <w:cantSplit/>
          <w:trHeight w:hRule="exact" w:val="390"/>
        </w:trPr>
        <w:tc>
          <w:tcPr>
            <w:tcW w:w="3892" w:type="dxa"/>
          </w:tcPr>
          <w:p w14:paraId="4856282E" w14:textId="77777777" w:rsidR="00742C24" w:rsidRPr="0076073C" w:rsidRDefault="00742C24" w:rsidP="00742C24">
            <w:pPr>
              <w:tabs>
                <w:tab w:val="left" w:pos="540"/>
              </w:tabs>
              <w:rPr>
                <w:rFonts w:ascii="Browallia New" w:hAnsi="Browallia New" w:cs="Browallia New"/>
                <w:sz w:val="16"/>
                <w:szCs w:val="16"/>
                <w:lang w:val="en-GB"/>
              </w:rPr>
            </w:pPr>
          </w:p>
        </w:tc>
        <w:tc>
          <w:tcPr>
            <w:tcW w:w="1179" w:type="dxa"/>
            <w:tcBorders>
              <w:top w:val="single" w:sz="12" w:space="0" w:color="auto"/>
            </w:tcBorders>
            <w:vAlign w:val="center"/>
          </w:tcPr>
          <w:p w14:paraId="4856282F" w14:textId="77777777" w:rsidR="00742C24" w:rsidRPr="0076073C" w:rsidRDefault="00742C24" w:rsidP="00742C24">
            <w:pPr>
              <w:ind w:right="86"/>
              <w:jc w:val="right"/>
              <w:rPr>
                <w:rFonts w:ascii="Browallia New" w:hAnsi="Browallia New" w:cs="Browallia New"/>
                <w:sz w:val="24"/>
                <w:szCs w:val="24"/>
              </w:rPr>
            </w:pPr>
          </w:p>
        </w:tc>
        <w:tc>
          <w:tcPr>
            <w:tcW w:w="180" w:type="dxa"/>
          </w:tcPr>
          <w:p w14:paraId="48562830"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16" w:type="dxa"/>
            <w:gridSpan w:val="2"/>
            <w:tcBorders>
              <w:top w:val="single" w:sz="12" w:space="0" w:color="auto"/>
            </w:tcBorders>
          </w:tcPr>
          <w:p w14:paraId="48562831" w14:textId="77777777" w:rsidR="00742C24" w:rsidRPr="0076073C" w:rsidRDefault="00742C24" w:rsidP="00742C24">
            <w:pPr>
              <w:ind w:right="86"/>
              <w:jc w:val="right"/>
              <w:rPr>
                <w:rFonts w:ascii="Browallia New" w:hAnsi="Browallia New" w:cs="Browallia New"/>
                <w:sz w:val="24"/>
                <w:szCs w:val="24"/>
              </w:rPr>
            </w:pPr>
          </w:p>
        </w:tc>
        <w:tc>
          <w:tcPr>
            <w:tcW w:w="189" w:type="dxa"/>
            <w:gridSpan w:val="2"/>
          </w:tcPr>
          <w:p w14:paraId="48562832"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34" w:type="dxa"/>
            <w:tcBorders>
              <w:top w:val="single" w:sz="12" w:space="0" w:color="auto"/>
            </w:tcBorders>
            <w:vAlign w:val="center"/>
          </w:tcPr>
          <w:p w14:paraId="48562833" w14:textId="77777777" w:rsidR="00742C24" w:rsidRPr="0076073C" w:rsidRDefault="00742C24" w:rsidP="00742C24">
            <w:pPr>
              <w:ind w:right="86"/>
              <w:jc w:val="right"/>
              <w:rPr>
                <w:rFonts w:ascii="Browallia New" w:hAnsi="Browallia New" w:cs="Browallia New"/>
                <w:sz w:val="24"/>
                <w:szCs w:val="24"/>
              </w:rPr>
            </w:pPr>
          </w:p>
        </w:tc>
        <w:tc>
          <w:tcPr>
            <w:tcW w:w="180" w:type="dxa"/>
          </w:tcPr>
          <w:p w14:paraId="48562834"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78" w:type="dxa"/>
            <w:tcBorders>
              <w:top w:val="single" w:sz="12" w:space="0" w:color="auto"/>
            </w:tcBorders>
          </w:tcPr>
          <w:p w14:paraId="48562835" w14:textId="77777777" w:rsidR="00742C24" w:rsidRPr="0076073C" w:rsidRDefault="00742C24" w:rsidP="00742C24">
            <w:pPr>
              <w:ind w:right="86"/>
              <w:jc w:val="right"/>
              <w:rPr>
                <w:rFonts w:ascii="Browallia New" w:hAnsi="Browallia New" w:cs="Browallia New"/>
                <w:sz w:val="24"/>
                <w:szCs w:val="24"/>
              </w:rPr>
            </w:pPr>
          </w:p>
        </w:tc>
      </w:tr>
      <w:tr w:rsidR="00742C24" w:rsidRPr="0076073C" w14:paraId="49D60496" w14:textId="77777777" w:rsidTr="0062175A">
        <w:trPr>
          <w:cantSplit/>
          <w:trHeight w:hRule="exact" w:val="390"/>
        </w:trPr>
        <w:tc>
          <w:tcPr>
            <w:tcW w:w="3892" w:type="dxa"/>
          </w:tcPr>
          <w:p w14:paraId="2948EE25" w14:textId="31499601" w:rsidR="00742C24" w:rsidRPr="0076073C" w:rsidRDefault="00742C24" w:rsidP="00742C24">
            <w:pPr>
              <w:tabs>
                <w:tab w:val="left" w:pos="1026"/>
              </w:tabs>
              <w:ind w:right="72"/>
              <w:rPr>
                <w:rFonts w:ascii="Browallia New" w:hAnsi="Browallia New" w:cs="Browallia New"/>
                <w:u w:val="single"/>
                <w:cs/>
                <w:lang w:val="en-GB"/>
              </w:rPr>
            </w:pPr>
          </w:p>
        </w:tc>
        <w:tc>
          <w:tcPr>
            <w:tcW w:w="1179" w:type="dxa"/>
            <w:vAlign w:val="center"/>
          </w:tcPr>
          <w:p w14:paraId="6DE4D476" w14:textId="77777777" w:rsidR="00742C24" w:rsidRPr="0076073C" w:rsidRDefault="00742C24" w:rsidP="00742C24">
            <w:pPr>
              <w:ind w:right="86"/>
              <w:jc w:val="right"/>
              <w:rPr>
                <w:rFonts w:ascii="Browallia New" w:hAnsi="Browallia New" w:cs="Browallia New"/>
                <w:sz w:val="24"/>
                <w:szCs w:val="24"/>
              </w:rPr>
            </w:pPr>
          </w:p>
        </w:tc>
        <w:tc>
          <w:tcPr>
            <w:tcW w:w="180" w:type="dxa"/>
          </w:tcPr>
          <w:p w14:paraId="7EB79698"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16" w:type="dxa"/>
            <w:gridSpan w:val="2"/>
          </w:tcPr>
          <w:p w14:paraId="64193C6E" w14:textId="77777777" w:rsidR="00742C24" w:rsidRPr="0076073C" w:rsidRDefault="00742C24" w:rsidP="00742C24">
            <w:pPr>
              <w:ind w:right="86"/>
              <w:jc w:val="right"/>
              <w:rPr>
                <w:rFonts w:ascii="Browallia New" w:hAnsi="Browallia New" w:cs="Browallia New"/>
                <w:sz w:val="24"/>
                <w:szCs w:val="24"/>
              </w:rPr>
            </w:pPr>
          </w:p>
        </w:tc>
        <w:tc>
          <w:tcPr>
            <w:tcW w:w="189" w:type="dxa"/>
            <w:gridSpan w:val="2"/>
          </w:tcPr>
          <w:p w14:paraId="37302180"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34" w:type="dxa"/>
            <w:vAlign w:val="center"/>
          </w:tcPr>
          <w:p w14:paraId="4C8207A9" w14:textId="77777777" w:rsidR="00742C24" w:rsidRPr="0076073C" w:rsidRDefault="00742C24" w:rsidP="00742C24">
            <w:pPr>
              <w:ind w:right="86"/>
              <w:jc w:val="right"/>
              <w:rPr>
                <w:rFonts w:ascii="Browallia New" w:hAnsi="Browallia New" w:cs="Browallia New"/>
                <w:sz w:val="24"/>
                <w:szCs w:val="24"/>
              </w:rPr>
            </w:pPr>
          </w:p>
        </w:tc>
        <w:tc>
          <w:tcPr>
            <w:tcW w:w="180" w:type="dxa"/>
          </w:tcPr>
          <w:p w14:paraId="336CC845" w14:textId="77777777" w:rsidR="00742C24" w:rsidRPr="0076073C" w:rsidRDefault="00742C24" w:rsidP="00742C24">
            <w:pPr>
              <w:tabs>
                <w:tab w:val="left" w:pos="1026"/>
              </w:tabs>
              <w:ind w:left="-87" w:right="86"/>
              <w:jc w:val="right"/>
              <w:rPr>
                <w:rFonts w:ascii="Browallia New" w:hAnsi="Browallia New" w:cs="Browallia New"/>
                <w:sz w:val="24"/>
                <w:szCs w:val="24"/>
              </w:rPr>
            </w:pPr>
          </w:p>
        </w:tc>
        <w:tc>
          <w:tcPr>
            <w:tcW w:w="1178" w:type="dxa"/>
          </w:tcPr>
          <w:p w14:paraId="6F4BCBCA" w14:textId="77777777" w:rsidR="00742C24" w:rsidRPr="0076073C" w:rsidRDefault="00742C24" w:rsidP="00742C24">
            <w:pPr>
              <w:ind w:right="86"/>
              <w:jc w:val="right"/>
              <w:rPr>
                <w:rFonts w:ascii="Browallia New" w:hAnsi="Browallia New" w:cs="Browallia New"/>
                <w:sz w:val="24"/>
                <w:szCs w:val="24"/>
              </w:rPr>
            </w:pPr>
          </w:p>
        </w:tc>
      </w:tr>
      <w:tr w:rsidR="009E11EE" w:rsidRPr="0076073C" w14:paraId="7140FEC7" w14:textId="77777777" w:rsidTr="0062175A">
        <w:trPr>
          <w:cantSplit/>
          <w:trHeight w:hRule="exact" w:val="390"/>
        </w:trPr>
        <w:tc>
          <w:tcPr>
            <w:tcW w:w="3892" w:type="dxa"/>
          </w:tcPr>
          <w:p w14:paraId="7EBD49D7" w14:textId="77777777" w:rsidR="009E11EE" w:rsidRPr="0076073C" w:rsidRDefault="009E11EE" w:rsidP="00742C24">
            <w:pPr>
              <w:tabs>
                <w:tab w:val="left" w:pos="1026"/>
              </w:tabs>
              <w:ind w:right="72"/>
              <w:rPr>
                <w:rFonts w:ascii="Browallia New" w:hAnsi="Browallia New" w:cs="Browallia New"/>
                <w:u w:val="single"/>
                <w:cs/>
                <w:lang w:val="en-GB"/>
              </w:rPr>
            </w:pPr>
          </w:p>
        </w:tc>
        <w:tc>
          <w:tcPr>
            <w:tcW w:w="1179" w:type="dxa"/>
            <w:vAlign w:val="center"/>
          </w:tcPr>
          <w:p w14:paraId="3EC6B91D"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68B858B0"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16" w:type="dxa"/>
            <w:gridSpan w:val="2"/>
          </w:tcPr>
          <w:p w14:paraId="032F38E6" w14:textId="77777777" w:rsidR="009E11EE" w:rsidRPr="0076073C" w:rsidRDefault="009E11EE" w:rsidP="00742C24">
            <w:pPr>
              <w:ind w:right="86"/>
              <w:jc w:val="right"/>
              <w:rPr>
                <w:rFonts w:ascii="Browallia New" w:hAnsi="Browallia New" w:cs="Browallia New"/>
                <w:sz w:val="24"/>
                <w:szCs w:val="24"/>
              </w:rPr>
            </w:pPr>
          </w:p>
        </w:tc>
        <w:tc>
          <w:tcPr>
            <w:tcW w:w="189" w:type="dxa"/>
            <w:gridSpan w:val="2"/>
          </w:tcPr>
          <w:p w14:paraId="45A684AE"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34" w:type="dxa"/>
            <w:vAlign w:val="center"/>
          </w:tcPr>
          <w:p w14:paraId="203CD8BD"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595386C0"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78" w:type="dxa"/>
          </w:tcPr>
          <w:p w14:paraId="74656783" w14:textId="77777777" w:rsidR="009E11EE" w:rsidRPr="0076073C" w:rsidRDefault="009E11EE" w:rsidP="00742C24">
            <w:pPr>
              <w:ind w:right="86"/>
              <w:jc w:val="right"/>
              <w:rPr>
                <w:rFonts w:ascii="Browallia New" w:hAnsi="Browallia New" w:cs="Browallia New"/>
                <w:sz w:val="24"/>
                <w:szCs w:val="24"/>
              </w:rPr>
            </w:pPr>
          </w:p>
        </w:tc>
      </w:tr>
      <w:tr w:rsidR="009E11EE" w:rsidRPr="0076073C" w14:paraId="69CBC1ED" w14:textId="77777777" w:rsidTr="0062175A">
        <w:trPr>
          <w:cantSplit/>
          <w:trHeight w:hRule="exact" w:val="390"/>
        </w:trPr>
        <w:tc>
          <w:tcPr>
            <w:tcW w:w="3892" w:type="dxa"/>
          </w:tcPr>
          <w:p w14:paraId="193CF4C7" w14:textId="77777777" w:rsidR="009E11EE" w:rsidRPr="0076073C" w:rsidRDefault="009E11EE" w:rsidP="00742C24">
            <w:pPr>
              <w:tabs>
                <w:tab w:val="left" w:pos="1026"/>
              </w:tabs>
              <w:ind w:right="72"/>
              <w:rPr>
                <w:rFonts w:ascii="Browallia New" w:hAnsi="Browallia New" w:cs="Browallia New"/>
                <w:u w:val="single"/>
                <w:cs/>
                <w:lang w:val="en-GB"/>
              </w:rPr>
            </w:pPr>
          </w:p>
        </w:tc>
        <w:tc>
          <w:tcPr>
            <w:tcW w:w="1179" w:type="dxa"/>
            <w:vAlign w:val="center"/>
          </w:tcPr>
          <w:p w14:paraId="5287487D"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2AF4C737"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16" w:type="dxa"/>
            <w:gridSpan w:val="2"/>
          </w:tcPr>
          <w:p w14:paraId="0B8B60BA" w14:textId="77777777" w:rsidR="009E11EE" w:rsidRPr="0076073C" w:rsidRDefault="009E11EE" w:rsidP="00742C24">
            <w:pPr>
              <w:ind w:right="86"/>
              <w:jc w:val="right"/>
              <w:rPr>
                <w:rFonts w:ascii="Browallia New" w:hAnsi="Browallia New" w:cs="Browallia New"/>
                <w:sz w:val="24"/>
                <w:szCs w:val="24"/>
              </w:rPr>
            </w:pPr>
          </w:p>
        </w:tc>
        <w:tc>
          <w:tcPr>
            <w:tcW w:w="189" w:type="dxa"/>
            <w:gridSpan w:val="2"/>
          </w:tcPr>
          <w:p w14:paraId="7D0A6794"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34" w:type="dxa"/>
            <w:vAlign w:val="center"/>
          </w:tcPr>
          <w:p w14:paraId="133498D2"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63D77419"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78" w:type="dxa"/>
          </w:tcPr>
          <w:p w14:paraId="5B8DCBAE" w14:textId="77777777" w:rsidR="009E11EE" w:rsidRPr="0076073C" w:rsidRDefault="009E11EE" w:rsidP="00742C24">
            <w:pPr>
              <w:ind w:right="86"/>
              <w:jc w:val="right"/>
              <w:rPr>
                <w:rFonts w:ascii="Browallia New" w:hAnsi="Browallia New" w:cs="Browallia New"/>
                <w:sz w:val="24"/>
                <w:szCs w:val="24"/>
              </w:rPr>
            </w:pPr>
          </w:p>
        </w:tc>
      </w:tr>
      <w:tr w:rsidR="009E11EE" w:rsidRPr="0076073C" w14:paraId="2B8FE26F" w14:textId="77777777" w:rsidTr="0062175A">
        <w:trPr>
          <w:cantSplit/>
          <w:trHeight w:hRule="exact" w:val="390"/>
        </w:trPr>
        <w:tc>
          <w:tcPr>
            <w:tcW w:w="3892" w:type="dxa"/>
          </w:tcPr>
          <w:p w14:paraId="6F5C311C" w14:textId="6F0C7A74" w:rsidR="009E11EE" w:rsidRPr="0076073C" w:rsidRDefault="009E11EE" w:rsidP="00742C24">
            <w:pPr>
              <w:tabs>
                <w:tab w:val="left" w:pos="1026"/>
              </w:tabs>
              <w:ind w:right="72"/>
              <w:rPr>
                <w:rFonts w:ascii="Browallia New" w:hAnsi="Browallia New" w:cs="Browallia New"/>
                <w:u w:val="single"/>
                <w:cs/>
                <w:lang w:val="en-GB"/>
              </w:rPr>
            </w:pPr>
            <w:r w:rsidRPr="0076073C">
              <w:rPr>
                <w:rFonts w:ascii="Browallia New" w:hAnsi="Browallia New" w:cs="Browallia New"/>
                <w:u w:val="single"/>
                <w:cs/>
                <w:lang w:val="en-GB"/>
              </w:rPr>
              <w:t>ลูกหนี้อื่น</w:t>
            </w:r>
          </w:p>
        </w:tc>
        <w:tc>
          <w:tcPr>
            <w:tcW w:w="1179" w:type="dxa"/>
            <w:vAlign w:val="center"/>
          </w:tcPr>
          <w:p w14:paraId="3ED4F0EA"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0A2B10A9"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16" w:type="dxa"/>
            <w:gridSpan w:val="2"/>
          </w:tcPr>
          <w:p w14:paraId="312ADA18" w14:textId="77777777" w:rsidR="009E11EE" w:rsidRPr="0076073C" w:rsidRDefault="009E11EE" w:rsidP="00742C24">
            <w:pPr>
              <w:ind w:right="86"/>
              <w:jc w:val="right"/>
              <w:rPr>
                <w:rFonts w:ascii="Browallia New" w:hAnsi="Browallia New" w:cs="Browallia New"/>
                <w:sz w:val="24"/>
                <w:szCs w:val="24"/>
              </w:rPr>
            </w:pPr>
          </w:p>
        </w:tc>
        <w:tc>
          <w:tcPr>
            <w:tcW w:w="189" w:type="dxa"/>
            <w:gridSpan w:val="2"/>
          </w:tcPr>
          <w:p w14:paraId="53FD951F"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34" w:type="dxa"/>
            <w:vAlign w:val="center"/>
          </w:tcPr>
          <w:p w14:paraId="424EAE43" w14:textId="77777777" w:rsidR="009E11EE" w:rsidRPr="0076073C" w:rsidRDefault="009E11EE" w:rsidP="00742C24">
            <w:pPr>
              <w:ind w:right="86"/>
              <w:jc w:val="right"/>
              <w:rPr>
                <w:rFonts w:ascii="Browallia New" w:hAnsi="Browallia New" w:cs="Browallia New"/>
                <w:sz w:val="24"/>
                <w:szCs w:val="24"/>
              </w:rPr>
            </w:pPr>
          </w:p>
        </w:tc>
        <w:tc>
          <w:tcPr>
            <w:tcW w:w="180" w:type="dxa"/>
          </w:tcPr>
          <w:p w14:paraId="5F801EAC" w14:textId="77777777" w:rsidR="009E11EE" w:rsidRPr="0076073C" w:rsidRDefault="009E11EE" w:rsidP="00742C24">
            <w:pPr>
              <w:tabs>
                <w:tab w:val="left" w:pos="1026"/>
              </w:tabs>
              <w:ind w:left="-87" w:right="86"/>
              <w:jc w:val="right"/>
              <w:rPr>
                <w:rFonts w:ascii="Browallia New" w:hAnsi="Browallia New" w:cs="Browallia New"/>
                <w:sz w:val="24"/>
                <w:szCs w:val="24"/>
              </w:rPr>
            </w:pPr>
          </w:p>
        </w:tc>
        <w:tc>
          <w:tcPr>
            <w:tcW w:w="1178" w:type="dxa"/>
          </w:tcPr>
          <w:p w14:paraId="5125A09F" w14:textId="77777777" w:rsidR="009E11EE" w:rsidRPr="0076073C" w:rsidRDefault="009E11EE" w:rsidP="00742C24">
            <w:pPr>
              <w:ind w:right="86"/>
              <w:jc w:val="right"/>
              <w:rPr>
                <w:rFonts w:ascii="Browallia New" w:hAnsi="Browallia New" w:cs="Browallia New"/>
                <w:sz w:val="24"/>
                <w:szCs w:val="24"/>
              </w:rPr>
            </w:pPr>
          </w:p>
        </w:tc>
      </w:tr>
      <w:tr w:rsidR="00A7181F" w:rsidRPr="0076073C" w14:paraId="54B98A1D" w14:textId="77777777" w:rsidTr="007406B1">
        <w:trPr>
          <w:cantSplit/>
          <w:trHeight w:hRule="exact" w:val="390"/>
        </w:trPr>
        <w:tc>
          <w:tcPr>
            <w:tcW w:w="3892" w:type="dxa"/>
          </w:tcPr>
          <w:p w14:paraId="4AA3FD2D" w14:textId="30B7384B" w:rsidR="00A7181F" w:rsidRPr="0076073C" w:rsidRDefault="00A7181F" w:rsidP="00A7181F">
            <w:pPr>
              <w:tabs>
                <w:tab w:val="left" w:pos="540"/>
              </w:tabs>
              <w:ind w:left="283"/>
              <w:rPr>
                <w:rFonts w:ascii="Browallia New" w:hAnsi="Browallia New" w:cs="Browallia New"/>
                <w:u w:val="single"/>
                <w:cs/>
                <w:lang w:val="en-GB"/>
              </w:rPr>
            </w:pPr>
            <w:r w:rsidRPr="0076073C">
              <w:rPr>
                <w:rFonts w:ascii="Browallia New" w:hAnsi="Browallia New" w:cs="Browallia New"/>
                <w:cs/>
                <w:lang w:val="en-GB"/>
              </w:rPr>
              <w:t>บริษัทย่อย</w:t>
            </w:r>
          </w:p>
        </w:tc>
        <w:tc>
          <w:tcPr>
            <w:tcW w:w="1179" w:type="dxa"/>
            <w:vAlign w:val="center"/>
          </w:tcPr>
          <w:p w14:paraId="10348948" w14:textId="3DD3F99C" w:rsidR="00A7181F" w:rsidRPr="0076073C" w:rsidRDefault="00461E08" w:rsidP="00461E08">
            <w:pPr>
              <w:ind w:right="86"/>
              <w:jc w:val="center"/>
              <w:rPr>
                <w:rFonts w:ascii="Browallia New" w:hAnsi="Browallia New" w:cs="Browallia New"/>
              </w:rPr>
            </w:pPr>
            <w:r w:rsidRPr="0076073C">
              <w:rPr>
                <w:rFonts w:ascii="Browallia New" w:hAnsi="Browallia New" w:cs="Browallia New"/>
              </w:rPr>
              <w:t xml:space="preserve">         -</w:t>
            </w:r>
          </w:p>
        </w:tc>
        <w:tc>
          <w:tcPr>
            <w:tcW w:w="180" w:type="dxa"/>
          </w:tcPr>
          <w:p w14:paraId="4A835224"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16" w:type="dxa"/>
            <w:gridSpan w:val="2"/>
          </w:tcPr>
          <w:p w14:paraId="2AF317C1" w14:textId="5DC0DCE6" w:rsidR="00A7181F" w:rsidRPr="0076073C" w:rsidRDefault="00A7181F" w:rsidP="00A7181F">
            <w:pPr>
              <w:ind w:right="86"/>
              <w:jc w:val="center"/>
              <w:rPr>
                <w:rFonts w:ascii="Browallia New" w:hAnsi="Browallia New" w:cs="Browallia New"/>
              </w:rPr>
            </w:pPr>
            <w:r w:rsidRPr="0076073C">
              <w:rPr>
                <w:rFonts w:ascii="Browallia New" w:hAnsi="Browallia New" w:cs="Browallia New"/>
              </w:rPr>
              <w:t xml:space="preserve">       -</w:t>
            </w:r>
          </w:p>
        </w:tc>
        <w:tc>
          <w:tcPr>
            <w:tcW w:w="189" w:type="dxa"/>
            <w:gridSpan w:val="2"/>
          </w:tcPr>
          <w:p w14:paraId="4AE31770"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34" w:type="dxa"/>
          </w:tcPr>
          <w:p w14:paraId="0506F2BE" w14:textId="772CB9A1" w:rsidR="00A7181F" w:rsidRPr="0076073C" w:rsidRDefault="00A7181F" w:rsidP="00A7181F">
            <w:pPr>
              <w:ind w:right="86"/>
              <w:jc w:val="right"/>
              <w:rPr>
                <w:rFonts w:ascii="Browallia New" w:hAnsi="Browallia New" w:cs="Browallia New"/>
              </w:rPr>
            </w:pPr>
            <w:r w:rsidRPr="0076073C">
              <w:rPr>
                <w:rFonts w:ascii="Browallia New" w:hAnsi="Browallia New" w:cs="Browallia New"/>
              </w:rPr>
              <w:t>363</w:t>
            </w:r>
          </w:p>
        </w:tc>
        <w:tc>
          <w:tcPr>
            <w:tcW w:w="180" w:type="dxa"/>
          </w:tcPr>
          <w:p w14:paraId="769B0856"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78" w:type="dxa"/>
          </w:tcPr>
          <w:p w14:paraId="349BB69E" w14:textId="0695DD36" w:rsidR="00A7181F" w:rsidRPr="0076073C" w:rsidRDefault="00A7181F" w:rsidP="00A7181F">
            <w:pPr>
              <w:ind w:right="86"/>
              <w:jc w:val="right"/>
              <w:rPr>
                <w:rFonts w:ascii="Browallia New" w:hAnsi="Browallia New" w:cs="Browallia New"/>
                <w:sz w:val="24"/>
                <w:szCs w:val="24"/>
              </w:rPr>
            </w:pPr>
            <w:r w:rsidRPr="0076073C">
              <w:rPr>
                <w:rFonts w:ascii="Browallia New" w:hAnsi="Browallia New" w:cs="Browallia New"/>
              </w:rPr>
              <w:t>827</w:t>
            </w:r>
          </w:p>
        </w:tc>
      </w:tr>
      <w:tr w:rsidR="00A7181F" w:rsidRPr="0076073C" w14:paraId="035E3E08" w14:textId="77777777" w:rsidTr="007406B1">
        <w:trPr>
          <w:cantSplit/>
          <w:trHeight w:hRule="exact" w:val="390"/>
        </w:trPr>
        <w:tc>
          <w:tcPr>
            <w:tcW w:w="3892" w:type="dxa"/>
          </w:tcPr>
          <w:p w14:paraId="6D44B46B" w14:textId="4DD2E5B0" w:rsidR="00A7181F" w:rsidRPr="0076073C" w:rsidRDefault="00A7181F" w:rsidP="00A7181F">
            <w:pPr>
              <w:tabs>
                <w:tab w:val="left" w:pos="540"/>
              </w:tabs>
              <w:ind w:left="283"/>
              <w:rPr>
                <w:rFonts w:ascii="Browallia New" w:hAnsi="Browallia New" w:cs="Browallia New"/>
                <w:u w:val="single"/>
                <w:cs/>
                <w:lang w:val="en-GB"/>
              </w:rPr>
            </w:pPr>
            <w:r w:rsidRPr="0076073C">
              <w:rPr>
                <w:rFonts w:ascii="Browallia New" w:hAnsi="Browallia New" w:cs="Browallia New"/>
                <w:cs/>
                <w:lang w:val="en-GB"/>
              </w:rPr>
              <w:t>บริษัทที่เกี่ยวข้อง</w:t>
            </w:r>
          </w:p>
        </w:tc>
        <w:tc>
          <w:tcPr>
            <w:tcW w:w="1179" w:type="dxa"/>
            <w:tcBorders>
              <w:bottom w:val="single" w:sz="4" w:space="0" w:color="auto"/>
            </w:tcBorders>
            <w:vAlign w:val="center"/>
          </w:tcPr>
          <w:p w14:paraId="7FCA6FD8" w14:textId="5CBFEE84" w:rsidR="00A7181F" w:rsidRPr="0076073C" w:rsidRDefault="00461E08" w:rsidP="00461E08">
            <w:pPr>
              <w:ind w:right="86"/>
              <w:jc w:val="right"/>
              <w:rPr>
                <w:rFonts w:ascii="Browallia New" w:hAnsi="Browallia New" w:cs="Browallia New"/>
              </w:rPr>
            </w:pPr>
            <w:r w:rsidRPr="0076073C">
              <w:rPr>
                <w:rFonts w:ascii="Browallia New" w:hAnsi="Browallia New" w:cs="Browallia New"/>
              </w:rPr>
              <w:t>184</w:t>
            </w:r>
          </w:p>
        </w:tc>
        <w:tc>
          <w:tcPr>
            <w:tcW w:w="180" w:type="dxa"/>
          </w:tcPr>
          <w:p w14:paraId="14319ECB"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16" w:type="dxa"/>
            <w:gridSpan w:val="2"/>
            <w:tcBorders>
              <w:bottom w:val="single" w:sz="4" w:space="0" w:color="auto"/>
            </w:tcBorders>
            <w:vAlign w:val="center"/>
          </w:tcPr>
          <w:p w14:paraId="4EA585D2" w14:textId="01895853" w:rsidR="00A7181F" w:rsidRPr="0076073C" w:rsidRDefault="00A7181F" w:rsidP="00A7181F">
            <w:pPr>
              <w:ind w:right="86"/>
              <w:jc w:val="right"/>
              <w:rPr>
                <w:rFonts w:ascii="Browallia New" w:hAnsi="Browallia New" w:cs="Browallia New"/>
              </w:rPr>
            </w:pPr>
            <w:r w:rsidRPr="0076073C">
              <w:rPr>
                <w:rFonts w:ascii="Browallia New" w:hAnsi="Browallia New" w:cs="Browallia New"/>
              </w:rPr>
              <w:t xml:space="preserve">         70</w:t>
            </w:r>
          </w:p>
        </w:tc>
        <w:tc>
          <w:tcPr>
            <w:tcW w:w="189" w:type="dxa"/>
            <w:gridSpan w:val="2"/>
          </w:tcPr>
          <w:p w14:paraId="3F0BAC58"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34" w:type="dxa"/>
            <w:tcBorders>
              <w:bottom w:val="single" w:sz="4" w:space="0" w:color="auto"/>
            </w:tcBorders>
          </w:tcPr>
          <w:p w14:paraId="3DDF8AC1" w14:textId="09DA43A3" w:rsidR="00A7181F" w:rsidRPr="0076073C" w:rsidRDefault="00A7181F" w:rsidP="00A7181F">
            <w:pPr>
              <w:ind w:right="86"/>
              <w:jc w:val="right"/>
              <w:rPr>
                <w:rFonts w:ascii="Browallia New" w:hAnsi="Browallia New" w:cs="Browallia New"/>
              </w:rPr>
            </w:pPr>
            <w:r w:rsidRPr="0076073C">
              <w:rPr>
                <w:rFonts w:ascii="Browallia New" w:hAnsi="Browallia New" w:cs="Browallia New"/>
              </w:rPr>
              <w:t>184</w:t>
            </w:r>
          </w:p>
        </w:tc>
        <w:tc>
          <w:tcPr>
            <w:tcW w:w="180" w:type="dxa"/>
          </w:tcPr>
          <w:p w14:paraId="43DADF56" w14:textId="77777777" w:rsidR="00A7181F" w:rsidRPr="0076073C" w:rsidRDefault="00A7181F" w:rsidP="00A7181F">
            <w:pPr>
              <w:tabs>
                <w:tab w:val="left" w:pos="1026"/>
              </w:tabs>
              <w:ind w:left="-87" w:right="86"/>
              <w:jc w:val="right"/>
              <w:rPr>
                <w:rFonts w:ascii="Browallia New" w:hAnsi="Browallia New" w:cs="Browallia New"/>
                <w:sz w:val="24"/>
                <w:szCs w:val="24"/>
              </w:rPr>
            </w:pPr>
          </w:p>
        </w:tc>
        <w:tc>
          <w:tcPr>
            <w:tcW w:w="1178" w:type="dxa"/>
            <w:tcBorders>
              <w:bottom w:val="single" w:sz="4" w:space="0" w:color="auto"/>
            </w:tcBorders>
            <w:vAlign w:val="bottom"/>
          </w:tcPr>
          <w:p w14:paraId="3EB6BC2F" w14:textId="0D0E21B3" w:rsidR="00A7181F" w:rsidRPr="0076073C" w:rsidRDefault="00A7181F" w:rsidP="00A7181F">
            <w:pPr>
              <w:ind w:right="86"/>
              <w:jc w:val="right"/>
              <w:rPr>
                <w:rFonts w:ascii="Browallia New" w:hAnsi="Browallia New" w:cs="Browallia New"/>
                <w:sz w:val="24"/>
                <w:szCs w:val="24"/>
              </w:rPr>
            </w:pPr>
            <w:r w:rsidRPr="0076073C">
              <w:rPr>
                <w:rFonts w:ascii="Browallia New" w:hAnsi="Browallia New" w:cs="Browallia New"/>
              </w:rPr>
              <w:t>70</w:t>
            </w:r>
          </w:p>
        </w:tc>
      </w:tr>
      <w:tr w:rsidR="00E6376C" w:rsidRPr="0076073C" w14:paraId="63F06234" w14:textId="77777777" w:rsidTr="00EB2ACB">
        <w:trPr>
          <w:cantSplit/>
          <w:trHeight w:hRule="exact" w:val="390"/>
        </w:trPr>
        <w:tc>
          <w:tcPr>
            <w:tcW w:w="3892" w:type="dxa"/>
          </w:tcPr>
          <w:p w14:paraId="2997997B" w14:textId="1236A52A" w:rsidR="00E6376C" w:rsidRPr="0076073C" w:rsidRDefault="00E6376C" w:rsidP="00E6376C">
            <w:pPr>
              <w:tabs>
                <w:tab w:val="left" w:pos="540"/>
              </w:tabs>
              <w:rPr>
                <w:rFonts w:ascii="Browallia New" w:hAnsi="Browallia New" w:cs="Browallia New"/>
                <w:cs/>
                <w:lang w:val="en-GB"/>
              </w:rPr>
            </w:pPr>
            <w:r w:rsidRPr="0076073C">
              <w:rPr>
                <w:rFonts w:ascii="Browallia New" w:hAnsi="Browallia New" w:cs="Browallia New"/>
                <w:cs/>
                <w:lang w:val="en-GB"/>
              </w:rPr>
              <w:t>รวม</w:t>
            </w:r>
          </w:p>
        </w:tc>
        <w:tc>
          <w:tcPr>
            <w:tcW w:w="1179" w:type="dxa"/>
            <w:tcBorders>
              <w:top w:val="single" w:sz="4" w:space="0" w:color="auto"/>
            </w:tcBorders>
            <w:vAlign w:val="center"/>
          </w:tcPr>
          <w:p w14:paraId="37E7C925" w14:textId="3B6187C8" w:rsidR="00E6376C" w:rsidRPr="0076073C" w:rsidRDefault="00461E08" w:rsidP="00461E08">
            <w:pPr>
              <w:ind w:right="86"/>
              <w:jc w:val="right"/>
              <w:rPr>
                <w:rFonts w:ascii="Browallia New" w:hAnsi="Browallia New" w:cs="Browallia New"/>
              </w:rPr>
            </w:pPr>
            <w:r w:rsidRPr="0076073C">
              <w:rPr>
                <w:rFonts w:ascii="Browallia New" w:hAnsi="Browallia New" w:cs="Browallia New"/>
              </w:rPr>
              <w:t>184</w:t>
            </w:r>
          </w:p>
        </w:tc>
        <w:tc>
          <w:tcPr>
            <w:tcW w:w="180" w:type="dxa"/>
          </w:tcPr>
          <w:p w14:paraId="521C5287" w14:textId="77777777" w:rsidR="00E6376C" w:rsidRPr="0076073C" w:rsidRDefault="00E6376C" w:rsidP="00E6376C">
            <w:pPr>
              <w:tabs>
                <w:tab w:val="left" w:pos="1026"/>
              </w:tabs>
              <w:ind w:left="-87" w:right="86"/>
              <w:jc w:val="right"/>
              <w:rPr>
                <w:rFonts w:ascii="Browallia New" w:hAnsi="Browallia New" w:cs="Browallia New"/>
                <w:sz w:val="24"/>
                <w:szCs w:val="24"/>
              </w:rPr>
            </w:pPr>
          </w:p>
        </w:tc>
        <w:tc>
          <w:tcPr>
            <w:tcW w:w="1116" w:type="dxa"/>
            <w:gridSpan w:val="2"/>
            <w:tcBorders>
              <w:top w:val="single" w:sz="4" w:space="0" w:color="auto"/>
            </w:tcBorders>
            <w:vAlign w:val="center"/>
          </w:tcPr>
          <w:p w14:paraId="2396E6D4" w14:textId="03A9A434" w:rsidR="00E6376C" w:rsidRPr="0076073C" w:rsidRDefault="00DE0609" w:rsidP="00DE0609">
            <w:pPr>
              <w:ind w:right="86"/>
              <w:jc w:val="right"/>
              <w:rPr>
                <w:rFonts w:ascii="Browallia New" w:hAnsi="Browallia New" w:cs="Browallia New"/>
              </w:rPr>
            </w:pPr>
            <w:r w:rsidRPr="0076073C">
              <w:rPr>
                <w:rFonts w:ascii="Browallia New" w:hAnsi="Browallia New" w:cs="Browallia New"/>
              </w:rPr>
              <w:t>70</w:t>
            </w:r>
          </w:p>
        </w:tc>
        <w:tc>
          <w:tcPr>
            <w:tcW w:w="189" w:type="dxa"/>
            <w:gridSpan w:val="2"/>
          </w:tcPr>
          <w:p w14:paraId="6F220810" w14:textId="77777777" w:rsidR="00E6376C" w:rsidRPr="0076073C" w:rsidRDefault="00E6376C" w:rsidP="00E6376C">
            <w:pPr>
              <w:tabs>
                <w:tab w:val="left" w:pos="1026"/>
              </w:tabs>
              <w:ind w:left="-87" w:right="86"/>
              <w:jc w:val="right"/>
              <w:rPr>
                <w:rFonts w:ascii="Browallia New" w:hAnsi="Browallia New" w:cs="Browallia New"/>
                <w:sz w:val="24"/>
                <w:szCs w:val="24"/>
              </w:rPr>
            </w:pPr>
          </w:p>
        </w:tc>
        <w:tc>
          <w:tcPr>
            <w:tcW w:w="1134" w:type="dxa"/>
            <w:tcBorders>
              <w:top w:val="single" w:sz="4" w:space="0" w:color="auto"/>
              <w:bottom w:val="single" w:sz="12" w:space="0" w:color="auto"/>
            </w:tcBorders>
            <w:vAlign w:val="center"/>
          </w:tcPr>
          <w:p w14:paraId="079C3EBC" w14:textId="31D0440F" w:rsidR="00E6376C" w:rsidRPr="0076073C" w:rsidRDefault="008166F1" w:rsidP="00E6376C">
            <w:pPr>
              <w:ind w:right="86"/>
              <w:jc w:val="right"/>
              <w:rPr>
                <w:rFonts w:ascii="Browallia New" w:hAnsi="Browallia New" w:cs="Browallia New"/>
              </w:rPr>
            </w:pPr>
            <w:r w:rsidRPr="0076073C">
              <w:rPr>
                <w:rFonts w:ascii="Browallia New" w:hAnsi="Browallia New" w:cs="Browallia New"/>
              </w:rPr>
              <w:t>547</w:t>
            </w:r>
          </w:p>
        </w:tc>
        <w:tc>
          <w:tcPr>
            <w:tcW w:w="180" w:type="dxa"/>
          </w:tcPr>
          <w:p w14:paraId="101F5B96" w14:textId="77777777" w:rsidR="00E6376C" w:rsidRPr="0076073C" w:rsidRDefault="00E6376C" w:rsidP="00E6376C">
            <w:pPr>
              <w:tabs>
                <w:tab w:val="left" w:pos="1026"/>
              </w:tabs>
              <w:ind w:left="-87" w:right="86"/>
              <w:jc w:val="right"/>
              <w:rPr>
                <w:rFonts w:ascii="Browallia New" w:hAnsi="Browallia New" w:cs="Browallia New"/>
                <w:sz w:val="24"/>
                <w:szCs w:val="24"/>
              </w:rPr>
            </w:pPr>
          </w:p>
        </w:tc>
        <w:tc>
          <w:tcPr>
            <w:tcW w:w="1178" w:type="dxa"/>
            <w:tcBorders>
              <w:top w:val="single" w:sz="4" w:space="0" w:color="auto"/>
              <w:bottom w:val="single" w:sz="12" w:space="0" w:color="auto"/>
            </w:tcBorders>
            <w:vAlign w:val="bottom"/>
          </w:tcPr>
          <w:p w14:paraId="1E094031" w14:textId="200B4C79" w:rsidR="00E6376C" w:rsidRPr="0076073C" w:rsidDel="00437D02" w:rsidRDefault="00890972" w:rsidP="00E6376C">
            <w:pPr>
              <w:ind w:right="86"/>
              <w:jc w:val="right"/>
              <w:rPr>
                <w:rFonts w:ascii="Browallia New" w:hAnsi="Browallia New" w:cs="Browallia New"/>
              </w:rPr>
            </w:pPr>
            <w:r w:rsidRPr="0076073C">
              <w:rPr>
                <w:rFonts w:ascii="Browallia New" w:hAnsi="Browallia New" w:cs="Browallia New"/>
              </w:rPr>
              <w:t>897</w:t>
            </w:r>
          </w:p>
        </w:tc>
      </w:tr>
      <w:tr w:rsidR="00E6376C" w:rsidRPr="0076073C" w14:paraId="65935A75" w14:textId="77777777" w:rsidTr="00EB2ACB">
        <w:trPr>
          <w:cantSplit/>
          <w:trHeight w:hRule="exact" w:val="390"/>
        </w:trPr>
        <w:tc>
          <w:tcPr>
            <w:tcW w:w="3892" w:type="dxa"/>
          </w:tcPr>
          <w:p w14:paraId="547AEA74" w14:textId="77777777" w:rsidR="00E6376C" w:rsidRPr="0076073C" w:rsidRDefault="00E6376C" w:rsidP="00E6376C">
            <w:pPr>
              <w:tabs>
                <w:tab w:val="left" w:pos="540"/>
              </w:tabs>
              <w:ind w:left="283"/>
              <w:rPr>
                <w:rFonts w:ascii="Browallia New" w:hAnsi="Browallia New" w:cs="Browallia New"/>
                <w:cs/>
                <w:lang w:val="en-GB"/>
              </w:rPr>
            </w:pPr>
          </w:p>
        </w:tc>
        <w:tc>
          <w:tcPr>
            <w:tcW w:w="1179" w:type="dxa"/>
            <w:tcBorders>
              <w:top w:val="single" w:sz="12" w:space="0" w:color="auto"/>
            </w:tcBorders>
            <w:vAlign w:val="bottom"/>
          </w:tcPr>
          <w:p w14:paraId="0A814361" w14:textId="77777777" w:rsidR="00E6376C" w:rsidRPr="0076073C" w:rsidRDefault="00E6376C" w:rsidP="00E6376C">
            <w:pPr>
              <w:ind w:right="86"/>
              <w:jc w:val="center"/>
              <w:rPr>
                <w:rFonts w:ascii="Browallia New" w:hAnsi="Browallia New" w:cs="Browallia New"/>
              </w:rPr>
            </w:pPr>
          </w:p>
        </w:tc>
        <w:tc>
          <w:tcPr>
            <w:tcW w:w="180" w:type="dxa"/>
            <w:vAlign w:val="bottom"/>
          </w:tcPr>
          <w:p w14:paraId="1C028E8C" w14:textId="77777777" w:rsidR="00E6376C" w:rsidRPr="0076073C" w:rsidRDefault="00E6376C" w:rsidP="00E6376C">
            <w:pPr>
              <w:tabs>
                <w:tab w:val="left" w:pos="1026"/>
              </w:tabs>
              <w:ind w:left="-87" w:right="86"/>
              <w:jc w:val="center"/>
              <w:rPr>
                <w:rFonts w:ascii="Browallia New" w:hAnsi="Browallia New" w:cs="Browallia New"/>
              </w:rPr>
            </w:pPr>
          </w:p>
        </w:tc>
        <w:tc>
          <w:tcPr>
            <w:tcW w:w="1116" w:type="dxa"/>
            <w:gridSpan w:val="2"/>
            <w:tcBorders>
              <w:top w:val="single" w:sz="12" w:space="0" w:color="auto"/>
            </w:tcBorders>
            <w:vAlign w:val="bottom"/>
          </w:tcPr>
          <w:p w14:paraId="29234E14" w14:textId="77777777" w:rsidR="00E6376C" w:rsidRPr="0076073C" w:rsidDel="00437D02" w:rsidRDefault="00E6376C" w:rsidP="00E6376C">
            <w:pPr>
              <w:ind w:right="86"/>
              <w:jc w:val="right"/>
              <w:rPr>
                <w:rFonts w:ascii="Browallia New" w:hAnsi="Browallia New" w:cs="Browallia New"/>
              </w:rPr>
            </w:pPr>
          </w:p>
        </w:tc>
        <w:tc>
          <w:tcPr>
            <w:tcW w:w="189" w:type="dxa"/>
            <w:gridSpan w:val="2"/>
          </w:tcPr>
          <w:p w14:paraId="4A77181A" w14:textId="77777777" w:rsidR="00E6376C" w:rsidRPr="0076073C" w:rsidRDefault="00E6376C" w:rsidP="00E6376C">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55E4782F" w14:textId="77777777" w:rsidR="00E6376C" w:rsidRPr="0076073C" w:rsidRDefault="00E6376C" w:rsidP="00E6376C">
            <w:pPr>
              <w:ind w:right="86"/>
              <w:jc w:val="right"/>
              <w:rPr>
                <w:rFonts w:ascii="Browallia New" w:hAnsi="Browallia New" w:cs="Browallia New"/>
              </w:rPr>
            </w:pPr>
          </w:p>
        </w:tc>
        <w:tc>
          <w:tcPr>
            <w:tcW w:w="180" w:type="dxa"/>
          </w:tcPr>
          <w:p w14:paraId="38E37BA4" w14:textId="77777777" w:rsidR="00E6376C" w:rsidRPr="0076073C" w:rsidRDefault="00E6376C" w:rsidP="00E6376C">
            <w:pPr>
              <w:tabs>
                <w:tab w:val="left" w:pos="1026"/>
              </w:tabs>
              <w:ind w:left="-87" w:right="86"/>
              <w:jc w:val="right"/>
              <w:rPr>
                <w:rFonts w:ascii="Browallia New" w:hAnsi="Browallia New" w:cs="Browallia New"/>
              </w:rPr>
            </w:pPr>
          </w:p>
        </w:tc>
        <w:tc>
          <w:tcPr>
            <w:tcW w:w="1178" w:type="dxa"/>
            <w:tcBorders>
              <w:top w:val="single" w:sz="12" w:space="0" w:color="auto"/>
            </w:tcBorders>
          </w:tcPr>
          <w:p w14:paraId="0A0B10E2" w14:textId="77777777" w:rsidR="00E6376C" w:rsidRPr="0076073C" w:rsidRDefault="00E6376C" w:rsidP="00E6376C">
            <w:pPr>
              <w:ind w:right="86"/>
              <w:jc w:val="right"/>
              <w:rPr>
                <w:rFonts w:ascii="Browallia New" w:hAnsi="Browallia New" w:cs="Browallia New"/>
              </w:rPr>
            </w:pPr>
          </w:p>
        </w:tc>
      </w:tr>
      <w:tr w:rsidR="00E6376C" w:rsidRPr="0076073C" w14:paraId="4856283F" w14:textId="77777777" w:rsidTr="008179FB">
        <w:trPr>
          <w:cantSplit/>
        </w:trPr>
        <w:tc>
          <w:tcPr>
            <w:tcW w:w="3892" w:type="dxa"/>
          </w:tcPr>
          <w:p w14:paraId="48562837" w14:textId="77777777" w:rsidR="00E6376C" w:rsidRPr="0076073C" w:rsidRDefault="00E6376C" w:rsidP="00E6376C">
            <w:pPr>
              <w:tabs>
                <w:tab w:val="left" w:pos="1026"/>
              </w:tabs>
              <w:ind w:right="72"/>
              <w:rPr>
                <w:rFonts w:ascii="Browallia New" w:hAnsi="Browallia New" w:cs="Browallia New"/>
                <w:u w:val="single"/>
                <w:lang w:val="en-GB"/>
              </w:rPr>
            </w:pPr>
            <w:r w:rsidRPr="0076073C">
              <w:rPr>
                <w:rFonts w:ascii="Browallia New" w:hAnsi="Browallia New" w:cs="Browallia New"/>
                <w:u w:val="single"/>
                <w:cs/>
                <w:lang w:val="en-GB"/>
              </w:rPr>
              <w:t>เงินให้กู้ยืมระยะสั้น</w:t>
            </w:r>
          </w:p>
        </w:tc>
        <w:tc>
          <w:tcPr>
            <w:tcW w:w="1179" w:type="dxa"/>
            <w:vAlign w:val="bottom"/>
          </w:tcPr>
          <w:p w14:paraId="48562838" w14:textId="77777777" w:rsidR="00E6376C" w:rsidRPr="0076073C" w:rsidRDefault="00E6376C" w:rsidP="00E6376C">
            <w:pPr>
              <w:ind w:right="86"/>
              <w:jc w:val="right"/>
              <w:rPr>
                <w:rFonts w:ascii="Browallia New" w:hAnsi="Browallia New" w:cs="Browallia New"/>
              </w:rPr>
            </w:pPr>
          </w:p>
        </w:tc>
        <w:tc>
          <w:tcPr>
            <w:tcW w:w="180" w:type="dxa"/>
            <w:vAlign w:val="bottom"/>
          </w:tcPr>
          <w:p w14:paraId="48562839" w14:textId="77777777" w:rsidR="00E6376C" w:rsidRPr="0076073C" w:rsidRDefault="00E6376C" w:rsidP="00E6376C">
            <w:pPr>
              <w:tabs>
                <w:tab w:val="left" w:pos="1026"/>
              </w:tabs>
              <w:ind w:left="-47" w:right="86" w:firstLine="47"/>
              <w:jc w:val="right"/>
              <w:rPr>
                <w:rFonts w:ascii="Browallia New" w:hAnsi="Browallia New" w:cs="Browallia New"/>
              </w:rPr>
            </w:pPr>
          </w:p>
        </w:tc>
        <w:tc>
          <w:tcPr>
            <w:tcW w:w="1116" w:type="dxa"/>
            <w:gridSpan w:val="2"/>
          </w:tcPr>
          <w:p w14:paraId="4856283A" w14:textId="77777777" w:rsidR="00E6376C" w:rsidRPr="0076073C" w:rsidRDefault="00E6376C" w:rsidP="00E6376C">
            <w:pPr>
              <w:ind w:right="86"/>
              <w:jc w:val="right"/>
              <w:rPr>
                <w:rFonts w:ascii="Browallia New" w:hAnsi="Browallia New" w:cs="Browallia New"/>
              </w:rPr>
            </w:pPr>
          </w:p>
        </w:tc>
        <w:tc>
          <w:tcPr>
            <w:tcW w:w="189" w:type="dxa"/>
            <w:gridSpan w:val="2"/>
          </w:tcPr>
          <w:p w14:paraId="4856283B" w14:textId="77777777" w:rsidR="00E6376C" w:rsidRPr="0076073C" w:rsidRDefault="00E6376C" w:rsidP="00E6376C">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E6376C" w:rsidRPr="0076073C" w:rsidRDefault="00E6376C" w:rsidP="00E6376C">
            <w:pPr>
              <w:ind w:right="86"/>
              <w:jc w:val="right"/>
              <w:rPr>
                <w:rFonts w:ascii="Browallia New" w:hAnsi="Browallia New" w:cs="Browallia New"/>
              </w:rPr>
            </w:pPr>
          </w:p>
        </w:tc>
        <w:tc>
          <w:tcPr>
            <w:tcW w:w="180" w:type="dxa"/>
          </w:tcPr>
          <w:p w14:paraId="4856283D" w14:textId="77777777" w:rsidR="00E6376C" w:rsidRPr="0076073C" w:rsidRDefault="00E6376C" w:rsidP="00E6376C">
            <w:pPr>
              <w:tabs>
                <w:tab w:val="left" w:pos="1026"/>
              </w:tabs>
              <w:ind w:right="86"/>
              <w:jc w:val="right"/>
              <w:rPr>
                <w:rFonts w:ascii="Browallia New" w:hAnsi="Browallia New" w:cs="Browallia New"/>
              </w:rPr>
            </w:pPr>
          </w:p>
        </w:tc>
        <w:tc>
          <w:tcPr>
            <w:tcW w:w="1178" w:type="dxa"/>
          </w:tcPr>
          <w:p w14:paraId="4856283E" w14:textId="77777777" w:rsidR="00E6376C" w:rsidRPr="0076073C" w:rsidRDefault="00E6376C" w:rsidP="00E6376C">
            <w:pPr>
              <w:ind w:right="86"/>
              <w:jc w:val="right"/>
              <w:rPr>
                <w:rFonts w:ascii="Browallia New" w:hAnsi="Browallia New" w:cs="Browallia New"/>
              </w:rPr>
            </w:pPr>
          </w:p>
        </w:tc>
      </w:tr>
      <w:tr w:rsidR="00E6376C" w:rsidRPr="0076073C" w14:paraId="48562848" w14:textId="77777777" w:rsidTr="0020210D">
        <w:trPr>
          <w:cantSplit/>
        </w:trPr>
        <w:tc>
          <w:tcPr>
            <w:tcW w:w="3892" w:type="dxa"/>
          </w:tcPr>
          <w:p w14:paraId="48562840" w14:textId="368CCB18" w:rsidR="00E6376C" w:rsidRPr="0076073C" w:rsidRDefault="00E6376C" w:rsidP="00E6376C">
            <w:pPr>
              <w:tabs>
                <w:tab w:val="left" w:pos="1026"/>
              </w:tabs>
              <w:ind w:right="72"/>
              <w:rPr>
                <w:rFonts w:ascii="Browallia New" w:hAnsi="Browallia New" w:cs="Browallia New"/>
                <w:u w:val="single"/>
                <w:cs/>
                <w:lang w:val="en-GB"/>
              </w:rPr>
            </w:pPr>
            <w:r w:rsidRPr="0076073C">
              <w:rPr>
                <w:rFonts w:ascii="Browallia New" w:hAnsi="Browallia New" w:cs="Browallia New"/>
              </w:rPr>
              <w:t xml:space="preserve">     </w:t>
            </w:r>
            <w:r w:rsidRPr="0076073C">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3033CE35" w:rsidR="00E6376C" w:rsidRPr="0076073C" w:rsidRDefault="00324D0D" w:rsidP="00E6376C">
            <w:pPr>
              <w:ind w:right="86"/>
              <w:jc w:val="center"/>
              <w:rPr>
                <w:rFonts w:ascii="Browallia New" w:hAnsi="Browallia New" w:cs="Browallia New"/>
              </w:rPr>
            </w:pPr>
            <w:r w:rsidRPr="0076073C">
              <w:rPr>
                <w:rFonts w:ascii="Browallia New" w:hAnsi="Browallia New" w:cs="Browallia New"/>
              </w:rPr>
              <w:t xml:space="preserve">     </w:t>
            </w:r>
            <w:r w:rsidRPr="0076073C">
              <w:rPr>
                <w:rFonts w:ascii="Browallia New" w:hAnsi="Browallia New" w:cs="Browallia New"/>
                <w:cs/>
              </w:rPr>
              <w:t xml:space="preserve"> </w:t>
            </w:r>
            <w:r w:rsidRPr="0076073C">
              <w:rPr>
                <w:rFonts w:ascii="Browallia New" w:hAnsi="Browallia New" w:cs="Browallia New"/>
              </w:rPr>
              <w:t xml:space="preserve">   -</w:t>
            </w:r>
            <w:r w:rsidR="00E6376C" w:rsidRPr="0076073C">
              <w:rPr>
                <w:rFonts w:ascii="Browallia New" w:hAnsi="Browallia New" w:cs="Browallia New"/>
              </w:rPr>
              <w:t xml:space="preserve">       </w:t>
            </w:r>
            <w:r w:rsidR="00E6376C" w:rsidRPr="0076073C">
              <w:rPr>
                <w:rFonts w:ascii="Browallia New" w:hAnsi="Browallia New" w:cs="Browallia New"/>
                <w:cs/>
              </w:rPr>
              <w:t xml:space="preserve">  </w:t>
            </w:r>
          </w:p>
        </w:tc>
        <w:tc>
          <w:tcPr>
            <w:tcW w:w="180" w:type="dxa"/>
            <w:vAlign w:val="bottom"/>
          </w:tcPr>
          <w:p w14:paraId="48562842" w14:textId="77777777" w:rsidR="00E6376C" w:rsidRPr="0076073C" w:rsidRDefault="00E6376C" w:rsidP="00E6376C">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vAlign w:val="bottom"/>
          </w:tcPr>
          <w:p w14:paraId="48562843" w14:textId="676BEC0E" w:rsidR="00E6376C" w:rsidRPr="0076073C" w:rsidRDefault="00E6376C" w:rsidP="00E6376C">
            <w:pPr>
              <w:ind w:right="86"/>
              <w:jc w:val="center"/>
              <w:rPr>
                <w:rFonts w:ascii="Browallia New" w:hAnsi="Browallia New" w:cs="Browallia New"/>
              </w:rPr>
            </w:pPr>
            <w:r w:rsidRPr="0076073C">
              <w:rPr>
                <w:rFonts w:ascii="Browallia New" w:hAnsi="Browallia New" w:cs="Browallia New"/>
              </w:rPr>
              <w:t xml:space="preserve">     </w:t>
            </w:r>
            <w:r w:rsidRPr="0076073C">
              <w:rPr>
                <w:rFonts w:ascii="Browallia New" w:hAnsi="Browallia New" w:cs="Browallia New"/>
                <w:cs/>
              </w:rPr>
              <w:t xml:space="preserve"> </w:t>
            </w:r>
            <w:r w:rsidRPr="0076073C">
              <w:rPr>
                <w:rFonts w:ascii="Browallia New" w:hAnsi="Browallia New" w:cs="Browallia New"/>
              </w:rPr>
              <w:t xml:space="preserve">   -</w:t>
            </w:r>
          </w:p>
        </w:tc>
        <w:tc>
          <w:tcPr>
            <w:tcW w:w="189" w:type="dxa"/>
            <w:gridSpan w:val="2"/>
          </w:tcPr>
          <w:p w14:paraId="48562844" w14:textId="77777777" w:rsidR="00E6376C" w:rsidRPr="0076073C" w:rsidRDefault="00E6376C" w:rsidP="00E6376C">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739E792F" w:rsidR="00E6376C" w:rsidRPr="0076073C" w:rsidRDefault="00C37BA3" w:rsidP="00E6376C">
            <w:pPr>
              <w:ind w:right="86"/>
              <w:jc w:val="right"/>
              <w:rPr>
                <w:rFonts w:ascii="Browallia New" w:hAnsi="Browallia New" w:cs="Browallia New"/>
              </w:rPr>
            </w:pPr>
            <w:r w:rsidRPr="0076073C">
              <w:rPr>
                <w:rFonts w:ascii="Browallia New" w:hAnsi="Browallia New" w:cs="Browallia New"/>
              </w:rPr>
              <w:t>42,580</w:t>
            </w:r>
          </w:p>
        </w:tc>
        <w:tc>
          <w:tcPr>
            <w:tcW w:w="180" w:type="dxa"/>
          </w:tcPr>
          <w:p w14:paraId="48562846" w14:textId="77777777" w:rsidR="00E6376C" w:rsidRPr="0076073C" w:rsidRDefault="00E6376C" w:rsidP="00E6376C">
            <w:pPr>
              <w:tabs>
                <w:tab w:val="left" w:pos="1026"/>
              </w:tabs>
              <w:ind w:right="86"/>
              <w:jc w:val="right"/>
              <w:rPr>
                <w:rFonts w:ascii="Browallia New" w:hAnsi="Browallia New" w:cs="Browallia New"/>
              </w:rPr>
            </w:pPr>
          </w:p>
        </w:tc>
        <w:tc>
          <w:tcPr>
            <w:tcW w:w="1178" w:type="dxa"/>
            <w:tcBorders>
              <w:bottom w:val="single" w:sz="12" w:space="0" w:color="auto"/>
            </w:tcBorders>
            <w:vAlign w:val="bottom"/>
          </w:tcPr>
          <w:p w14:paraId="48562847" w14:textId="3E4F5F17" w:rsidR="00E6376C" w:rsidRPr="0076073C" w:rsidRDefault="004509C6" w:rsidP="00E6376C">
            <w:pPr>
              <w:ind w:right="86"/>
              <w:jc w:val="right"/>
              <w:rPr>
                <w:rFonts w:ascii="Browallia New" w:hAnsi="Browallia New" w:cs="Browallia New"/>
              </w:rPr>
            </w:pPr>
            <w:r w:rsidRPr="0076073C">
              <w:rPr>
                <w:rFonts w:ascii="Browallia New" w:hAnsi="Browallia New" w:cs="Browallia New"/>
              </w:rPr>
              <w:t>44,549</w:t>
            </w:r>
          </w:p>
        </w:tc>
      </w:tr>
    </w:tbl>
    <w:p w14:paraId="41CBCCD1" w14:textId="1571A824" w:rsidR="008E7E0B" w:rsidRPr="0076073C" w:rsidRDefault="008E7E0B">
      <w:pPr>
        <w:rPr>
          <w:rFonts w:ascii="Browallia New" w:hAnsi="Browallia New" w:cs="Browallia New"/>
          <w:spacing w:val="-6"/>
          <w:cs/>
        </w:rPr>
      </w:pPr>
    </w:p>
    <w:p w14:paraId="4856284A" w14:textId="7E5422DE" w:rsidR="008D2366" w:rsidRPr="0076073C" w:rsidRDefault="008D2366" w:rsidP="003E0B20">
      <w:pPr>
        <w:ind w:left="374"/>
        <w:jc w:val="thaiDistribute"/>
        <w:rPr>
          <w:rFonts w:ascii="Browallia New" w:hAnsi="Browallia New" w:cs="Browallia New"/>
          <w:spacing w:val="-6"/>
        </w:rPr>
      </w:pPr>
      <w:r w:rsidRPr="0076073C">
        <w:rPr>
          <w:rFonts w:ascii="Browallia New" w:hAnsi="Browallia New" w:cs="Browallia New"/>
          <w:spacing w:val="-6"/>
          <w:cs/>
        </w:rPr>
        <w:t>ณ</w:t>
      </w:r>
      <w:r w:rsidR="00F60E66" w:rsidRPr="0076073C">
        <w:rPr>
          <w:rFonts w:ascii="Browallia New" w:hAnsi="Browallia New" w:cs="Browallia New"/>
          <w:spacing w:val="-6"/>
        </w:rPr>
        <w:t xml:space="preserve"> </w:t>
      </w:r>
      <w:r w:rsidRPr="0076073C">
        <w:rPr>
          <w:rFonts w:ascii="Browallia New" w:hAnsi="Browallia New" w:cs="Browallia New"/>
          <w:spacing w:val="-6"/>
          <w:cs/>
        </w:rPr>
        <w:t>วันที่</w:t>
      </w:r>
      <w:r w:rsidR="00F60E66" w:rsidRPr="0076073C">
        <w:rPr>
          <w:rFonts w:ascii="Browallia New" w:hAnsi="Browallia New" w:cs="Browallia New"/>
          <w:spacing w:val="-6"/>
        </w:rPr>
        <w:t xml:space="preserve"> </w:t>
      </w:r>
      <w:r w:rsidR="00B90CB1" w:rsidRPr="0076073C">
        <w:rPr>
          <w:rFonts w:ascii="Browallia New" w:hAnsi="Browallia New" w:cs="Browallia New"/>
        </w:rPr>
        <w:t>31</w:t>
      </w:r>
      <w:r w:rsidR="00B90CB1" w:rsidRPr="0076073C">
        <w:rPr>
          <w:rFonts w:ascii="Browallia New" w:hAnsi="Browallia New" w:cs="Browallia New"/>
          <w:cs/>
        </w:rPr>
        <w:t xml:space="preserve"> มีนาคม </w:t>
      </w:r>
      <w:r w:rsidR="00B90CB1" w:rsidRPr="0076073C">
        <w:rPr>
          <w:rFonts w:ascii="Browallia New" w:hAnsi="Browallia New" w:cs="Browallia New"/>
          <w:spacing w:val="-4"/>
        </w:rPr>
        <w:t>2568</w:t>
      </w:r>
      <w:r w:rsidR="00B90CB1" w:rsidRPr="0076073C">
        <w:rPr>
          <w:rFonts w:ascii="Browallia New" w:hAnsi="Browallia New" w:cs="Browallia New"/>
        </w:rPr>
        <w:t xml:space="preserve"> </w:t>
      </w:r>
      <w:r w:rsidR="00B90CB1" w:rsidRPr="0076073C">
        <w:rPr>
          <w:rFonts w:ascii="Browallia New" w:hAnsi="Browallia New" w:cs="Browallia New"/>
          <w:cs/>
        </w:rPr>
        <w:t>และวันที่</w:t>
      </w:r>
      <w:r w:rsidR="00B90CB1" w:rsidRPr="0076073C">
        <w:rPr>
          <w:rFonts w:ascii="Browallia New" w:hAnsi="Browallia New" w:cs="Browallia New"/>
        </w:rPr>
        <w:t xml:space="preserve"> 31 </w:t>
      </w:r>
      <w:r w:rsidR="00B90CB1" w:rsidRPr="0076073C">
        <w:rPr>
          <w:rFonts w:ascii="Browallia New" w:hAnsi="Browallia New" w:cs="Browallia New"/>
          <w:cs/>
        </w:rPr>
        <w:t>ธันวาคม</w:t>
      </w:r>
      <w:r w:rsidR="00B90CB1" w:rsidRPr="0076073C">
        <w:rPr>
          <w:rFonts w:ascii="Browallia New" w:hAnsi="Browallia New" w:cs="Browallia New"/>
        </w:rPr>
        <w:t xml:space="preserve"> 2567 </w:t>
      </w:r>
      <w:r w:rsidRPr="0076073C">
        <w:rPr>
          <w:rFonts w:ascii="Browallia New" w:hAnsi="Browallia New" w:cs="Browallia New"/>
          <w:spacing w:val="-6"/>
          <w:cs/>
        </w:rPr>
        <w:t>รายการเค</w:t>
      </w:r>
      <w:r w:rsidR="00E3172F" w:rsidRPr="0076073C">
        <w:rPr>
          <w:rFonts w:ascii="Browallia New" w:hAnsi="Browallia New" w:cs="Browallia New"/>
          <w:spacing w:val="-6"/>
          <w:cs/>
        </w:rPr>
        <w:t>ลื่</w:t>
      </w:r>
      <w:r w:rsidRPr="0076073C">
        <w:rPr>
          <w:rFonts w:ascii="Browallia New" w:hAnsi="Browallia New" w:cs="Browallia New"/>
          <w:spacing w:val="-6"/>
          <w:cs/>
        </w:rPr>
        <w:t>อนไหวของเงินให้กู้ยืม</w:t>
      </w:r>
      <w:r w:rsidR="00250D69" w:rsidRPr="0076073C">
        <w:rPr>
          <w:rFonts w:ascii="Browallia New" w:hAnsi="Browallia New" w:cs="Browallia New"/>
          <w:spacing w:val="-6"/>
          <w:cs/>
        </w:rPr>
        <w:t>ระยะสั้น</w:t>
      </w:r>
      <w:r w:rsidR="000E060E" w:rsidRPr="0076073C">
        <w:rPr>
          <w:rFonts w:ascii="Browallia New" w:hAnsi="Browallia New" w:cs="Browallia New"/>
          <w:spacing w:val="-6"/>
          <w:cs/>
        </w:rPr>
        <w:t>แก่</w:t>
      </w:r>
      <w:r w:rsidRPr="0076073C">
        <w:rPr>
          <w:rFonts w:ascii="Browallia New" w:hAnsi="Browallia New" w:cs="Browallia New"/>
          <w:spacing w:val="-6"/>
          <w:cs/>
        </w:rPr>
        <w:t>บริษัท</w:t>
      </w:r>
      <w:r w:rsidR="003C2FF5" w:rsidRPr="0076073C">
        <w:rPr>
          <w:rFonts w:ascii="Browallia New" w:hAnsi="Browallia New" w:cs="Browallia New"/>
          <w:spacing w:val="-6"/>
          <w:cs/>
        </w:rPr>
        <w:t>ย่อย</w:t>
      </w:r>
      <w:r w:rsidR="008D08AB" w:rsidRPr="0076073C">
        <w:rPr>
          <w:rFonts w:ascii="Browallia New" w:hAnsi="Browallia New" w:cs="Browallia New"/>
          <w:spacing w:val="-6"/>
          <w:cs/>
        </w:rPr>
        <w:t xml:space="preserve"> </w:t>
      </w:r>
      <w:r w:rsidR="00FD19E9" w:rsidRPr="0076073C">
        <w:rPr>
          <w:rFonts w:ascii="Browallia New" w:hAnsi="Browallia New" w:cs="Browallia New"/>
          <w:spacing w:val="-6"/>
        </w:rPr>
        <w:t xml:space="preserve">       </w:t>
      </w:r>
      <w:r w:rsidR="008D08AB" w:rsidRPr="0076073C">
        <w:rPr>
          <w:rFonts w:ascii="Browallia New" w:hAnsi="Browallia New" w:cs="Browallia New"/>
          <w:spacing w:val="-6"/>
          <w:cs/>
        </w:rPr>
        <w:t>(</w:t>
      </w:r>
      <w:r w:rsidR="008D08AB" w:rsidRPr="0076073C">
        <w:rPr>
          <w:rFonts w:ascii="Browallia New" w:hAnsi="Browallia New" w:cs="Browallia New"/>
          <w:cs/>
        </w:rPr>
        <w:t>บริษัท สยามสตีล เวียดนาม จำกัด)</w:t>
      </w:r>
      <w:r w:rsidR="00AF5A48" w:rsidRPr="0076073C">
        <w:rPr>
          <w:rFonts w:ascii="Browallia New" w:hAnsi="Browallia New" w:cs="Browallia New"/>
          <w:spacing w:val="-6"/>
          <w:cs/>
        </w:rPr>
        <w:t xml:space="preserve"> </w:t>
      </w:r>
      <w:r w:rsidRPr="0076073C">
        <w:rPr>
          <w:rFonts w:ascii="Browallia New" w:hAnsi="Browallia New" w:cs="Browallia New"/>
          <w:spacing w:val="-6"/>
          <w:cs/>
        </w:rPr>
        <w:t>มีดังนี้</w:t>
      </w:r>
    </w:p>
    <w:p w14:paraId="6FB3026A" w14:textId="77777777" w:rsidR="00721F93" w:rsidRPr="0076073C" w:rsidRDefault="00721F93" w:rsidP="003E0B20">
      <w:pPr>
        <w:ind w:left="374"/>
        <w:jc w:val="thaiDistribute"/>
        <w:rPr>
          <w:rFonts w:ascii="Browallia New" w:hAnsi="Browallia New" w:cs="Browallia New"/>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76073C" w14:paraId="4856284D" w14:textId="77777777" w:rsidTr="008179FB">
        <w:trPr>
          <w:tblHeader/>
        </w:trPr>
        <w:tc>
          <w:tcPr>
            <w:tcW w:w="5677" w:type="dxa"/>
          </w:tcPr>
          <w:p w14:paraId="4856284B" w14:textId="77777777" w:rsidR="008F13C2" w:rsidRPr="0076073C" w:rsidRDefault="008F13C2" w:rsidP="00E809D4">
            <w:pPr>
              <w:tabs>
                <w:tab w:val="left" w:pos="540"/>
              </w:tabs>
              <w:rPr>
                <w:rFonts w:ascii="Browallia New" w:hAnsi="Browallia New" w:cs="Browallia New"/>
              </w:rPr>
            </w:pPr>
          </w:p>
        </w:tc>
        <w:tc>
          <w:tcPr>
            <w:tcW w:w="3402" w:type="dxa"/>
            <w:gridSpan w:val="4"/>
          </w:tcPr>
          <w:p w14:paraId="4856284C" w14:textId="23F77732" w:rsidR="008F13C2" w:rsidRPr="0076073C" w:rsidRDefault="008F13C2" w:rsidP="00E809D4">
            <w:pPr>
              <w:tabs>
                <w:tab w:val="left" w:pos="540"/>
              </w:tabs>
              <w:jc w:val="right"/>
              <w:rPr>
                <w:rFonts w:ascii="Browallia New" w:hAnsi="Browallia New" w:cs="Browallia New"/>
              </w:rPr>
            </w:pPr>
            <w:r w:rsidRPr="0076073C">
              <w:rPr>
                <w:rFonts w:ascii="Browallia New" w:hAnsi="Browallia New" w:cs="Browallia New"/>
                <w:cs/>
                <w:lang w:val="en-GB"/>
              </w:rPr>
              <w:t>(หน่วย</w:t>
            </w:r>
            <w:r w:rsidRPr="0076073C">
              <w:rPr>
                <w:rFonts w:ascii="Browallia New" w:hAnsi="Browallia New" w:cs="Browallia New"/>
              </w:rPr>
              <w:t xml:space="preserve"> </w:t>
            </w:r>
            <w:r w:rsidRPr="0076073C">
              <w:rPr>
                <w:rFonts w:ascii="Browallia New" w:hAnsi="Browallia New" w:cs="Browallia New"/>
                <w:cs/>
                <w:lang w:val="en-GB"/>
              </w:rPr>
              <w:t>:</w:t>
            </w:r>
            <w:r w:rsidRPr="0076073C">
              <w:rPr>
                <w:rFonts w:ascii="Browallia New" w:hAnsi="Browallia New" w:cs="Browallia New"/>
              </w:rPr>
              <w:t xml:space="preserve"> </w:t>
            </w:r>
            <w:r w:rsidRPr="0076073C">
              <w:rPr>
                <w:rFonts w:ascii="Browallia New" w:hAnsi="Browallia New" w:cs="Browallia New"/>
                <w:cs/>
                <w:lang w:val="en-GB"/>
              </w:rPr>
              <w:t>พันบาท)</w:t>
            </w:r>
          </w:p>
        </w:tc>
      </w:tr>
      <w:tr w:rsidR="008F13C2" w:rsidRPr="0076073C" w14:paraId="48562852" w14:textId="77777777" w:rsidTr="008179FB">
        <w:trPr>
          <w:tblHeader/>
        </w:trPr>
        <w:tc>
          <w:tcPr>
            <w:tcW w:w="5677" w:type="dxa"/>
          </w:tcPr>
          <w:p w14:paraId="4856284E" w14:textId="77777777" w:rsidR="008F13C2" w:rsidRPr="0076073C" w:rsidRDefault="008F13C2" w:rsidP="00E809D4">
            <w:pPr>
              <w:tabs>
                <w:tab w:val="left" w:pos="540"/>
              </w:tabs>
              <w:rPr>
                <w:rFonts w:ascii="Browallia New" w:hAnsi="Browallia New" w:cs="Browallia New"/>
              </w:rPr>
            </w:pPr>
          </w:p>
        </w:tc>
        <w:tc>
          <w:tcPr>
            <w:tcW w:w="141" w:type="dxa"/>
          </w:tcPr>
          <w:p w14:paraId="48562850" w14:textId="77777777" w:rsidR="008F13C2" w:rsidRPr="0076073C" w:rsidRDefault="008F13C2" w:rsidP="00E809D4">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2B6EFAF6" w:rsidR="008F13C2" w:rsidRPr="0076073C" w:rsidRDefault="00530EA9" w:rsidP="00E809D4">
            <w:pPr>
              <w:tabs>
                <w:tab w:val="left" w:pos="540"/>
              </w:tabs>
              <w:ind w:left="-95"/>
              <w:jc w:val="center"/>
              <w:rPr>
                <w:rFonts w:ascii="Browallia New" w:hAnsi="Browallia New" w:cs="Browallia New"/>
              </w:rPr>
            </w:pPr>
            <w:r w:rsidRPr="0076073C">
              <w:rPr>
                <w:rFonts w:ascii="Browallia New" w:hAnsi="Browallia New" w:cs="Browallia New"/>
                <w:cs/>
              </w:rPr>
              <w:t>ข้อมูลทางการ</w:t>
            </w:r>
            <w:r w:rsidR="008F13C2" w:rsidRPr="0076073C">
              <w:rPr>
                <w:rFonts w:ascii="Browallia New" w:hAnsi="Browallia New" w:cs="Browallia New"/>
                <w:cs/>
              </w:rPr>
              <w:t>เงินเฉพาะบริษัท</w:t>
            </w:r>
          </w:p>
        </w:tc>
      </w:tr>
      <w:tr w:rsidR="00B75E03" w:rsidRPr="0076073C" w14:paraId="4856285B" w14:textId="77777777" w:rsidTr="008179FB">
        <w:trPr>
          <w:tblHeader/>
        </w:trPr>
        <w:tc>
          <w:tcPr>
            <w:tcW w:w="5677" w:type="dxa"/>
          </w:tcPr>
          <w:p w14:paraId="48562853" w14:textId="77777777" w:rsidR="00B75E03" w:rsidRPr="0076073C" w:rsidRDefault="00B75E03" w:rsidP="00B75E03">
            <w:pPr>
              <w:tabs>
                <w:tab w:val="left" w:pos="540"/>
                <w:tab w:val="left" w:pos="720"/>
                <w:tab w:val="left" w:pos="1080"/>
              </w:tabs>
              <w:rPr>
                <w:rFonts w:ascii="Browallia New" w:hAnsi="Browallia New" w:cs="Browallia New"/>
              </w:rPr>
            </w:pPr>
          </w:p>
        </w:tc>
        <w:tc>
          <w:tcPr>
            <w:tcW w:w="141" w:type="dxa"/>
            <w:vAlign w:val="bottom"/>
          </w:tcPr>
          <w:p w14:paraId="48562857" w14:textId="77777777" w:rsidR="00B75E03" w:rsidRPr="0076073C" w:rsidRDefault="00B75E03" w:rsidP="00B75E03">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6FA36591" w:rsidR="00B75E03" w:rsidRPr="0076073C" w:rsidRDefault="00B75E03" w:rsidP="00B75E03">
            <w:pPr>
              <w:ind w:left="-108"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143" w:type="dxa"/>
            <w:tcBorders>
              <w:top w:val="single" w:sz="4" w:space="0" w:color="auto"/>
              <w:left w:val="nil"/>
              <w:bottom w:val="nil"/>
              <w:right w:val="nil"/>
            </w:tcBorders>
            <w:vAlign w:val="bottom"/>
          </w:tcPr>
          <w:p w14:paraId="48562859" w14:textId="77777777" w:rsidR="00B75E03" w:rsidRPr="0076073C" w:rsidRDefault="00B75E03" w:rsidP="00B75E03">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3E74F441" w14:textId="77777777"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85A" w14:textId="27CB249A" w:rsidR="00B75E03" w:rsidRPr="0076073C" w:rsidRDefault="00B75E03" w:rsidP="00B75E03">
            <w:pPr>
              <w:ind w:left="-105" w:right="-108"/>
              <w:jc w:val="center"/>
              <w:rPr>
                <w:rFonts w:ascii="Browallia New" w:hAnsi="Browallia New" w:cs="Browallia New"/>
              </w:rPr>
            </w:pPr>
            <w:r w:rsidRPr="0076073C">
              <w:rPr>
                <w:rFonts w:ascii="Browallia New" w:hAnsi="Browallia New" w:cs="Browallia New"/>
              </w:rPr>
              <w:t>2567</w:t>
            </w:r>
          </w:p>
        </w:tc>
      </w:tr>
      <w:tr w:rsidR="008F13C2" w:rsidRPr="0076073C" w14:paraId="48562864" w14:textId="77777777" w:rsidTr="008179FB">
        <w:trPr>
          <w:trHeight w:val="279"/>
        </w:trPr>
        <w:tc>
          <w:tcPr>
            <w:tcW w:w="5677" w:type="dxa"/>
            <w:vAlign w:val="bottom"/>
          </w:tcPr>
          <w:p w14:paraId="4856285C" w14:textId="77777777" w:rsidR="008F13C2" w:rsidRPr="0076073C" w:rsidRDefault="008F13C2" w:rsidP="00E809D4">
            <w:pPr>
              <w:ind w:right="28"/>
              <w:rPr>
                <w:rFonts w:ascii="Browallia New" w:hAnsi="Browallia New" w:cs="Browallia New"/>
                <w:sz w:val="20"/>
                <w:szCs w:val="20"/>
                <w:cs/>
              </w:rPr>
            </w:pPr>
          </w:p>
        </w:tc>
        <w:tc>
          <w:tcPr>
            <w:tcW w:w="141" w:type="dxa"/>
          </w:tcPr>
          <w:p w14:paraId="48562860" w14:textId="77777777" w:rsidR="008F13C2" w:rsidRPr="0076073C" w:rsidRDefault="008F13C2" w:rsidP="00E809D4">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76073C" w:rsidRDefault="008F13C2" w:rsidP="00E809D4">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76073C" w:rsidRDefault="008F13C2" w:rsidP="00E809D4">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76073C" w:rsidRDefault="008F13C2" w:rsidP="00E809D4">
            <w:pPr>
              <w:tabs>
                <w:tab w:val="left" w:pos="540"/>
              </w:tabs>
              <w:ind w:left="-108" w:right="3"/>
              <w:jc w:val="right"/>
              <w:rPr>
                <w:rFonts w:ascii="Browallia New" w:hAnsi="Browallia New" w:cs="Browallia New"/>
                <w:sz w:val="20"/>
                <w:szCs w:val="20"/>
              </w:rPr>
            </w:pPr>
          </w:p>
        </w:tc>
      </w:tr>
      <w:tr w:rsidR="00F249DE" w:rsidRPr="0076073C" w14:paraId="4856286D" w14:textId="77777777" w:rsidTr="007406B1">
        <w:trPr>
          <w:trHeight w:val="279"/>
        </w:trPr>
        <w:tc>
          <w:tcPr>
            <w:tcW w:w="5677" w:type="dxa"/>
            <w:vAlign w:val="bottom"/>
            <w:hideMark/>
          </w:tcPr>
          <w:p w14:paraId="48562865" w14:textId="1F51EE73" w:rsidR="00F249DE" w:rsidRPr="0076073C" w:rsidRDefault="00F249DE" w:rsidP="00F249DE">
            <w:pPr>
              <w:ind w:right="28"/>
              <w:rPr>
                <w:rFonts w:ascii="Browallia New" w:hAnsi="Browallia New" w:cs="Browallia New"/>
                <w:lang w:val="en-GB"/>
              </w:rPr>
            </w:pPr>
            <w:r w:rsidRPr="0076073C">
              <w:rPr>
                <w:rFonts w:ascii="Browallia New" w:hAnsi="Browallia New" w:cs="Browallia New"/>
                <w:cs/>
              </w:rPr>
              <w:t>ยอดคงเหลือ ณ วันต้นงวด</w:t>
            </w:r>
          </w:p>
        </w:tc>
        <w:tc>
          <w:tcPr>
            <w:tcW w:w="141" w:type="dxa"/>
          </w:tcPr>
          <w:p w14:paraId="48562869" w14:textId="77777777" w:rsidR="00F249DE" w:rsidRPr="0076073C" w:rsidRDefault="00F249DE" w:rsidP="00F249DE">
            <w:pPr>
              <w:tabs>
                <w:tab w:val="left" w:pos="540"/>
              </w:tabs>
              <w:ind w:left="-108" w:right="3"/>
              <w:jc w:val="right"/>
              <w:rPr>
                <w:rFonts w:ascii="Browallia New" w:hAnsi="Browallia New" w:cs="Browallia New"/>
              </w:rPr>
            </w:pPr>
          </w:p>
        </w:tc>
        <w:tc>
          <w:tcPr>
            <w:tcW w:w="1560" w:type="dxa"/>
          </w:tcPr>
          <w:p w14:paraId="4856286A" w14:textId="7E99F1DB"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 xml:space="preserve"> 44,549 </w:t>
            </w:r>
          </w:p>
        </w:tc>
        <w:tc>
          <w:tcPr>
            <w:tcW w:w="143" w:type="dxa"/>
          </w:tcPr>
          <w:p w14:paraId="4856286B" w14:textId="77777777" w:rsidR="00F249DE" w:rsidRPr="0076073C" w:rsidRDefault="00F249DE" w:rsidP="00F249DE">
            <w:pPr>
              <w:tabs>
                <w:tab w:val="left" w:pos="540"/>
              </w:tabs>
              <w:ind w:left="-108" w:right="3"/>
              <w:jc w:val="right"/>
              <w:rPr>
                <w:rFonts w:ascii="Browallia New" w:hAnsi="Browallia New" w:cs="Browallia New"/>
              </w:rPr>
            </w:pPr>
          </w:p>
        </w:tc>
        <w:tc>
          <w:tcPr>
            <w:tcW w:w="1558" w:type="dxa"/>
          </w:tcPr>
          <w:p w14:paraId="4856286C" w14:textId="26656C71"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32,753</w:t>
            </w:r>
          </w:p>
        </w:tc>
      </w:tr>
      <w:tr w:rsidR="00F249DE" w:rsidRPr="0076073C" w14:paraId="48562876" w14:textId="77777777" w:rsidTr="007406B1">
        <w:tc>
          <w:tcPr>
            <w:tcW w:w="5677" w:type="dxa"/>
            <w:vAlign w:val="bottom"/>
            <w:hideMark/>
          </w:tcPr>
          <w:p w14:paraId="4856286E" w14:textId="7673F519" w:rsidR="00F249DE" w:rsidRPr="0076073C" w:rsidRDefault="00F249DE" w:rsidP="00F249DE">
            <w:pPr>
              <w:ind w:right="28"/>
              <w:rPr>
                <w:rFonts w:ascii="Browallia New" w:hAnsi="Browallia New" w:cs="Browallia New"/>
              </w:rPr>
            </w:pPr>
            <w:r w:rsidRPr="0076073C">
              <w:rPr>
                <w:rFonts w:ascii="Browallia New" w:hAnsi="Browallia New" w:cs="Browallia New"/>
                <w:u w:val="single"/>
                <w:cs/>
              </w:rPr>
              <w:t>บวก</w:t>
            </w:r>
            <w:r w:rsidRPr="0076073C">
              <w:rPr>
                <w:rFonts w:ascii="Browallia New" w:hAnsi="Browallia New" w:cs="Browallia New"/>
              </w:rPr>
              <w:t xml:space="preserve"> </w:t>
            </w:r>
            <w:r w:rsidRPr="0076073C">
              <w:rPr>
                <w:rFonts w:ascii="Browallia New" w:hAnsi="Browallia New" w:cs="Browallia New"/>
                <w:cs/>
              </w:rPr>
              <w:t>ให้กู้เพิ่มเติม</w:t>
            </w:r>
          </w:p>
        </w:tc>
        <w:tc>
          <w:tcPr>
            <w:tcW w:w="141" w:type="dxa"/>
          </w:tcPr>
          <w:p w14:paraId="48562872" w14:textId="77777777" w:rsidR="00F249DE" w:rsidRPr="0076073C" w:rsidRDefault="00F249DE" w:rsidP="00F249DE">
            <w:pPr>
              <w:tabs>
                <w:tab w:val="left" w:pos="540"/>
              </w:tabs>
              <w:ind w:left="-108" w:right="3"/>
              <w:jc w:val="right"/>
              <w:rPr>
                <w:rFonts w:ascii="Browallia New" w:hAnsi="Browallia New" w:cs="Browallia New"/>
              </w:rPr>
            </w:pPr>
          </w:p>
        </w:tc>
        <w:tc>
          <w:tcPr>
            <w:tcW w:w="1560" w:type="dxa"/>
          </w:tcPr>
          <w:p w14:paraId="48562873" w14:textId="5A343A64"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 xml:space="preserve"> 22,05</w:t>
            </w:r>
            <w:r w:rsidR="0070514E" w:rsidRPr="0076073C">
              <w:rPr>
                <w:rFonts w:ascii="Browallia New" w:hAnsi="Browallia New" w:cs="Browallia New"/>
              </w:rPr>
              <w:t>8</w:t>
            </w:r>
            <w:r w:rsidRPr="0076073C">
              <w:rPr>
                <w:rFonts w:ascii="Browallia New" w:hAnsi="Browallia New" w:cs="Browallia New"/>
              </w:rPr>
              <w:t xml:space="preserve"> </w:t>
            </w:r>
          </w:p>
        </w:tc>
        <w:tc>
          <w:tcPr>
            <w:tcW w:w="143" w:type="dxa"/>
          </w:tcPr>
          <w:p w14:paraId="48562874" w14:textId="77777777" w:rsidR="00F249DE" w:rsidRPr="0076073C" w:rsidRDefault="00F249DE" w:rsidP="00F249DE">
            <w:pPr>
              <w:tabs>
                <w:tab w:val="left" w:pos="540"/>
              </w:tabs>
              <w:ind w:left="-108" w:right="3"/>
              <w:jc w:val="right"/>
              <w:rPr>
                <w:rFonts w:ascii="Browallia New" w:hAnsi="Browallia New" w:cs="Browallia New"/>
                <w:b/>
                <w:bCs/>
                <w:u w:val="single"/>
              </w:rPr>
            </w:pPr>
          </w:p>
        </w:tc>
        <w:tc>
          <w:tcPr>
            <w:tcW w:w="1558" w:type="dxa"/>
          </w:tcPr>
          <w:p w14:paraId="48562875" w14:textId="1BFDEBCB"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49,376</w:t>
            </w:r>
          </w:p>
        </w:tc>
      </w:tr>
      <w:tr w:rsidR="00F249DE" w:rsidRPr="0076073C" w14:paraId="4856287F" w14:textId="77777777" w:rsidTr="007406B1">
        <w:tc>
          <w:tcPr>
            <w:tcW w:w="5677" w:type="dxa"/>
            <w:vAlign w:val="bottom"/>
            <w:hideMark/>
          </w:tcPr>
          <w:p w14:paraId="48562877" w14:textId="51E79C20" w:rsidR="00F249DE" w:rsidRPr="0076073C" w:rsidRDefault="00F249DE" w:rsidP="00F249DE">
            <w:pPr>
              <w:ind w:right="28"/>
              <w:rPr>
                <w:rFonts w:ascii="Browallia New" w:hAnsi="Browallia New" w:cs="Browallia New"/>
              </w:rPr>
            </w:pPr>
            <w:r w:rsidRPr="0076073C">
              <w:rPr>
                <w:rFonts w:ascii="Browallia New" w:hAnsi="Browallia New" w:cs="Browallia New"/>
                <w:u w:val="single"/>
                <w:cs/>
              </w:rPr>
              <w:t>หัก</w:t>
            </w:r>
            <w:r w:rsidRPr="0076073C">
              <w:rPr>
                <w:rFonts w:ascii="Browallia New" w:hAnsi="Browallia New" w:cs="Browallia New"/>
              </w:rPr>
              <w:t xml:space="preserve"> </w:t>
            </w:r>
            <w:r w:rsidRPr="0076073C">
              <w:rPr>
                <w:rFonts w:ascii="Browallia New" w:hAnsi="Browallia New" w:cs="Browallia New"/>
                <w:cs/>
              </w:rPr>
              <w:t xml:space="preserve">  รับชำระคืน</w:t>
            </w:r>
          </w:p>
        </w:tc>
        <w:tc>
          <w:tcPr>
            <w:tcW w:w="141" w:type="dxa"/>
          </w:tcPr>
          <w:p w14:paraId="4856287B" w14:textId="77777777" w:rsidR="00F249DE" w:rsidRPr="0076073C" w:rsidRDefault="00F249DE" w:rsidP="00F249DE">
            <w:pPr>
              <w:tabs>
                <w:tab w:val="left" w:pos="540"/>
              </w:tabs>
              <w:ind w:left="-108" w:right="3"/>
              <w:jc w:val="right"/>
              <w:rPr>
                <w:rFonts w:ascii="Browallia New" w:hAnsi="Browallia New" w:cs="Browallia New"/>
              </w:rPr>
            </w:pPr>
          </w:p>
        </w:tc>
        <w:tc>
          <w:tcPr>
            <w:tcW w:w="1560" w:type="dxa"/>
          </w:tcPr>
          <w:p w14:paraId="4856287C" w14:textId="768CE123" w:rsidR="00F249DE" w:rsidRPr="0076073C" w:rsidRDefault="00DB6A05" w:rsidP="00F249DE">
            <w:pPr>
              <w:ind w:left="-157" w:right="-16"/>
              <w:jc w:val="right"/>
              <w:rPr>
                <w:rFonts w:ascii="Browallia New" w:hAnsi="Browallia New" w:cs="Browallia New"/>
              </w:rPr>
            </w:pPr>
            <w:r w:rsidRPr="0076073C">
              <w:rPr>
                <w:rFonts w:ascii="Browallia New" w:hAnsi="Browallia New" w:cs="Browallia New"/>
              </w:rPr>
              <w:t>(</w:t>
            </w:r>
            <w:r w:rsidR="00F249DE" w:rsidRPr="0076073C">
              <w:rPr>
                <w:rFonts w:ascii="Browallia New" w:hAnsi="Browallia New" w:cs="Browallia New"/>
              </w:rPr>
              <w:t>25,456</w:t>
            </w:r>
            <w:r w:rsidRPr="0076073C">
              <w:rPr>
                <w:rFonts w:ascii="Browallia New" w:hAnsi="Browallia New" w:cs="Browallia New"/>
              </w:rPr>
              <w:t>)</w:t>
            </w:r>
            <w:r w:rsidR="00F249DE" w:rsidRPr="0076073C">
              <w:rPr>
                <w:rFonts w:ascii="Browallia New" w:hAnsi="Browallia New" w:cs="Browallia New"/>
              </w:rPr>
              <w:t xml:space="preserve"> </w:t>
            </w:r>
          </w:p>
        </w:tc>
        <w:tc>
          <w:tcPr>
            <w:tcW w:w="143" w:type="dxa"/>
          </w:tcPr>
          <w:p w14:paraId="4856287D" w14:textId="77777777" w:rsidR="00F249DE" w:rsidRPr="0076073C" w:rsidRDefault="00F249DE" w:rsidP="00F249DE">
            <w:pPr>
              <w:tabs>
                <w:tab w:val="left" w:pos="540"/>
              </w:tabs>
              <w:ind w:left="-108" w:right="3"/>
              <w:jc w:val="right"/>
              <w:rPr>
                <w:rFonts w:ascii="Browallia New" w:hAnsi="Browallia New" w:cs="Browallia New"/>
              </w:rPr>
            </w:pPr>
          </w:p>
        </w:tc>
        <w:tc>
          <w:tcPr>
            <w:tcW w:w="1558" w:type="dxa"/>
          </w:tcPr>
          <w:p w14:paraId="4856287E" w14:textId="774B7BD2"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(32,837)</w:t>
            </w:r>
          </w:p>
        </w:tc>
      </w:tr>
      <w:tr w:rsidR="00F249DE" w:rsidRPr="0076073C" w14:paraId="48562889" w14:textId="77777777" w:rsidTr="007406B1">
        <w:tc>
          <w:tcPr>
            <w:tcW w:w="5677" w:type="dxa"/>
            <w:vAlign w:val="bottom"/>
          </w:tcPr>
          <w:p w14:paraId="48562881" w14:textId="1F8FAB29" w:rsidR="00F249DE" w:rsidRPr="0076073C" w:rsidRDefault="00F249DE" w:rsidP="00F249DE">
            <w:pPr>
              <w:tabs>
                <w:tab w:val="left" w:pos="451"/>
              </w:tabs>
              <w:ind w:left="489" w:right="-228" w:hanging="142"/>
              <w:rPr>
                <w:rFonts w:ascii="Browallia New" w:hAnsi="Browallia New" w:cs="Browallia New"/>
              </w:rPr>
            </w:pPr>
            <w:r w:rsidRPr="0076073C">
              <w:rPr>
                <w:rFonts w:ascii="Browallia New" w:hAnsi="Browallia New" w:cs="Browallia New"/>
                <w:cs/>
              </w:rPr>
              <w:t xml:space="preserve"> กำไร</w:t>
            </w:r>
            <w:r w:rsidRPr="0076073C">
              <w:rPr>
                <w:rFonts w:ascii="Browallia New" w:hAnsi="Browallia New" w:cs="Browallia New"/>
              </w:rPr>
              <w:t xml:space="preserve"> (</w:t>
            </w:r>
            <w:r w:rsidRPr="0076073C">
              <w:rPr>
                <w:rFonts w:ascii="Browallia New" w:hAnsi="Browallia New" w:cs="Browallia New"/>
                <w:cs/>
              </w:rPr>
              <w:t>ขาดทุน</w:t>
            </w:r>
            <w:r w:rsidRPr="0076073C">
              <w:rPr>
                <w:rFonts w:ascii="Browallia New" w:hAnsi="Browallia New" w:cs="Browallia New"/>
              </w:rPr>
              <w:t xml:space="preserve">) </w:t>
            </w:r>
            <w:r w:rsidRPr="0076073C">
              <w:rPr>
                <w:rFonts w:ascii="Browallia New" w:hAnsi="Browallia New" w:cs="Browallia New"/>
                <w:cs/>
              </w:rPr>
              <w:t>จากอัตราแลกเปลี่ยนที่ยังไม่เกิดขึ้นจริง</w:t>
            </w:r>
          </w:p>
        </w:tc>
        <w:tc>
          <w:tcPr>
            <w:tcW w:w="141" w:type="dxa"/>
          </w:tcPr>
          <w:p w14:paraId="48562885" w14:textId="77777777" w:rsidR="00F249DE" w:rsidRPr="0076073C" w:rsidRDefault="00F249DE" w:rsidP="00F249DE">
            <w:pPr>
              <w:tabs>
                <w:tab w:val="left" w:pos="540"/>
              </w:tabs>
              <w:ind w:left="-108" w:right="3"/>
              <w:jc w:val="right"/>
              <w:rPr>
                <w:rFonts w:ascii="Browallia New" w:hAnsi="Browallia New" w:cs="Browallia New"/>
              </w:rPr>
            </w:pPr>
          </w:p>
        </w:tc>
        <w:tc>
          <w:tcPr>
            <w:tcW w:w="1560" w:type="dxa"/>
          </w:tcPr>
          <w:p w14:paraId="48562886" w14:textId="59FCDA86"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 xml:space="preserve"> 1,429 </w:t>
            </w:r>
          </w:p>
        </w:tc>
        <w:tc>
          <w:tcPr>
            <w:tcW w:w="143" w:type="dxa"/>
          </w:tcPr>
          <w:p w14:paraId="48562887" w14:textId="77777777" w:rsidR="00F249DE" w:rsidRPr="0076073C" w:rsidRDefault="00F249DE" w:rsidP="00F249DE">
            <w:pPr>
              <w:tabs>
                <w:tab w:val="left" w:pos="540"/>
              </w:tabs>
              <w:ind w:left="-108" w:right="3"/>
              <w:jc w:val="right"/>
              <w:rPr>
                <w:rFonts w:ascii="Browallia New" w:hAnsi="Browallia New" w:cs="Browallia New"/>
              </w:rPr>
            </w:pPr>
          </w:p>
        </w:tc>
        <w:tc>
          <w:tcPr>
            <w:tcW w:w="1558" w:type="dxa"/>
          </w:tcPr>
          <w:p w14:paraId="48562888" w14:textId="25DA2685"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(4,743)</w:t>
            </w:r>
          </w:p>
        </w:tc>
      </w:tr>
      <w:tr w:rsidR="00F249DE" w:rsidRPr="0076073C" w14:paraId="48562892" w14:textId="77777777" w:rsidTr="007406B1">
        <w:tc>
          <w:tcPr>
            <w:tcW w:w="5677" w:type="dxa"/>
            <w:vAlign w:val="bottom"/>
            <w:hideMark/>
          </w:tcPr>
          <w:p w14:paraId="4856288A" w14:textId="6595AF96" w:rsidR="00F249DE" w:rsidRPr="0076073C" w:rsidRDefault="00F249DE" w:rsidP="00F249DE">
            <w:pPr>
              <w:ind w:right="28"/>
              <w:rPr>
                <w:rFonts w:ascii="Browallia New" w:hAnsi="Browallia New" w:cs="Browallia New"/>
                <w:u w:val="single"/>
                <w:cs/>
                <w:lang w:val="en-GB"/>
              </w:rPr>
            </w:pPr>
            <w:r w:rsidRPr="0076073C">
              <w:rPr>
                <w:rFonts w:ascii="Browallia New" w:hAnsi="Browallia New" w:cs="Browallia New"/>
                <w:cs/>
              </w:rPr>
              <w:t>ยอดคงเหลือ ณ วันสิ้นงวด</w:t>
            </w:r>
          </w:p>
        </w:tc>
        <w:tc>
          <w:tcPr>
            <w:tcW w:w="141" w:type="dxa"/>
          </w:tcPr>
          <w:p w14:paraId="4856288E" w14:textId="77777777" w:rsidR="00F249DE" w:rsidRPr="0076073C" w:rsidRDefault="00F249DE" w:rsidP="00F249DE">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4856288F" w14:textId="6905EF77"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 xml:space="preserve"> 42,58</w:t>
            </w:r>
            <w:r w:rsidR="004A5AE4" w:rsidRPr="0076073C">
              <w:rPr>
                <w:rFonts w:ascii="Browallia New" w:hAnsi="Browallia New" w:cs="Browallia New"/>
              </w:rPr>
              <w:t>0</w:t>
            </w:r>
            <w:r w:rsidRPr="0076073C">
              <w:rPr>
                <w:rFonts w:ascii="Browallia New" w:hAnsi="Browallia New" w:cs="Browallia New"/>
              </w:rPr>
              <w:t xml:space="preserve"> </w:t>
            </w:r>
          </w:p>
        </w:tc>
        <w:tc>
          <w:tcPr>
            <w:tcW w:w="143" w:type="dxa"/>
          </w:tcPr>
          <w:p w14:paraId="48562890" w14:textId="77777777" w:rsidR="00F249DE" w:rsidRPr="0076073C" w:rsidRDefault="00F249DE" w:rsidP="00F249DE">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tcPr>
          <w:p w14:paraId="48562891" w14:textId="3D048047" w:rsidR="00F249DE" w:rsidRPr="0076073C" w:rsidRDefault="00F249DE" w:rsidP="00F249DE">
            <w:pPr>
              <w:ind w:left="-157" w:right="-16"/>
              <w:jc w:val="right"/>
              <w:rPr>
                <w:rFonts w:ascii="Browallia New" w:hAnsi="Browallia New" w:cs="Browallia New"/>
              </w:rPr>
            </w:pPr>
            <w:r w:rsidRPr="0076073C">
              <w:rPr>
                <w:rFonts w:ascii="Browallia New" w:hAnsi="Browallia New" w:cs="Browallia New"/>
              </w:rPr>
              <w:t>44,549</w:t>
            </w:r>
          </w:p>
        </w:tc>
      </w:tr>
    </w:tbl>
    <w:p w14:paraId="430F2BE0" w14:textId="77777777" w:rsidR="00DF5945" w:rsidRPr="0076073C" w:rsidRDefault="00DF5945" w:rsidP="00AD68D6">
      <w:pPr>
        <w:jc w:val="thaiDistribute"/>
        <w:rPr>
          <w:rFonts w:ascii="Browallia New" w:hAnsi="Browallia New" w:cs="Browallia New"/>
        </w:rPr>
      </w:pPr>
    </w:p>
    <w:p w14:paraId="48562894" w14:textId="1DA84F07" w:rsidR="002A7FFD" w:rsidRPr="0076073C" w:rsidRDefault="00531323" w:rsidP="003E0B20">
      <w:pPr>
        <w:ind w:left="374"/>
        <w:jc w:val="thaiDistribute"/>
        <w:rPr>
          <w:rFonts w:ascii="Browallia New" w:hAnsi="Browallia New" w:cs="Browallia New"/>
          <w:cs/>
        </w:rPr>
      </w:pPr>
      <w:r w:rsidRPr="0076073C">
        <w:rPr>
          <w:rFonts w:ascii="Browallia New" w:hAnsi="Browallia New" w:cs="Browallia New"/>
          <w:cs/>
        </w:rPr>
        <w:t>เ</w:t>
      </w:r>
      <w:r w:rsidR="00E56E8B" w:rsidRPr="0076073C">
        <w:rPr>
          <w:rFonts w:ascii="Browallia New" w:hAnsi="Browallia New" w:cs="Browallia New"/>
          <w:cs/>
        </w:rPr>
        <w:t>งิน</w:t>
      </w:r>
      <w:r w:rsidR="00291DDD" w:rsidRPr="0076073C">
        <w:rPr>
          <w:rFonts w:ascii="Browallia New" w:hAnsi="Browallia New" w:cs="Browallia New"/>
          <w:cs/>
        </w:rPr>
        <w:t>ให้</w:t>
      </w:r>
      <w:r w:rsidR="00E56E8B" w:rsidRPr="0076073C">
        <w:rPr>
          <w:rFonts w:ascii="Browallia New" w:hAnsi="Browallia New" w:cs="Browallia New"/>
          <w:cs/>
        </w:rPr>
        <w:t>กู้</w:t>
      </w:r>
      <w:r w:rsidR="008D2366" w:rsidRPr="0076073C">
        <w:rPr>
          <w:rFonts w:ascii="Browallia New" w:hAnsi="Browallia New" w:cs="Browallia New"/>
          <w:cs/>
        </w:rPr>
        <w:t>ยืม</w:t>
      </w:r>
      <w:r w:rsidR="00400287" w:rsidRPr="0076073C">
        <w:rPr>
          <w:rFonts w:ascii="Browallia New" w:hAnsi="Browallia New" w:cs="Browallia New"/>
          <w:cs/>
        </w:rPr>
        <w:t>ระยะสั้น</w:t>
      </w:r>
      <w:r w:rsidR="008D2366" w:rsidRPr="0076073C">
        <w:rPr>
          <w:rFonts w:ascii="Browallia New" w:hAnsi="Browallia New" w:cs="Browallia New"/>
          <w:cs/>
        </w:rPr>
        <w:t>แก่บริษัท</w:t>
      </w:r>
      <w:r w:rsidR="000623EF" w:rsidRPr="0076073C">
        <w:rPr>
          <w:rFonts w:ascii="Browallia New" w:hAnsi="Browallia New" w:cs="Browallia New"/>
          <w:cs/>
        </w:rPr>
        <w:t xml:space="preserve"> สยามสตีล เวียดนาม จำกัด</w:t>
      </w:r>
      <w:r w:rsidR="00EE61E1" w:rsidRPr="0076073C">
        <w:rPr>
          <w:rFonts w:ascii="Browallia New" w:hAnsi="Browallia New" w:cs="Browallia New"/>
          <w:cs/>
        </w:rPr>
        <w:t xml:space="preserve"> </w:t>
      </w:r>
      <w:r w:rsidR="008D2366" w:rsidRPr="0076073C">
        <w:rPr>
          <w:rFonts w:ascii="Browallia New" w:hAnsi="Browallia New" w:cs="Browallia New"/>
          <w:cs/>
        </w:rPr>
        <w:t>มีอัตราดอกเบี้ยร้อยละ</w:t>
      </w:r>
      <w:r w:rsidR="00F60E66" w:rsidRPr="0076073C">
        <w:rPr>
          <w:rFonts w:ascii="Browallia New" w:hAnsi="Browallia New" w:cs="Browallia New"/>
        </w:rPr>
        <w:t xml:space="preserve"> </w:t>
      </w:r>
      <w:r w:rsidR="00F1564D" w:rsidRPr="0076073C">
        <w:rPr>
          <w:rFonts w:ascii="Browallia New" w:hAnsi="Browallia New" w:cs="Browallia New"/>
        </w:rPr>
        <w:t>3.25</w:t>
      </w:r>
      <w:r w:rsidR="00E01ACB" w:rsidRPr="0076073C">
        <w:rPr>
          <w:rFonts w:ascii="Browallia New" w:hAnsi="Browallia New" w:cs="Browallia New"/>
        </w:rPr>
        <w:t xml:space="preserve"> </w:t>
      </w:r>
      <w:r w:rsidR="008D2366" w:rsidRPr="0076073C">
        <w:rPr>
          <w:rFonts w:ascii="Browallia New" w:hAnsi="Browallia New" w:cs="Browallia New"/>
          <w:cs/>
        </w:rPr>
        <w:t>ต่อปี</w:t>
      </w:r>
      <w:r w:rsidR="00EE61E1" w:rsidRPr="0076073C">
        <w:rPr>
          <w:rFonts w:ascii="Browallia New" w:hAnsi="Browallia New" w:cs="Browallia New"/>
          <w:cs/>
        </w:rPr>
        <w:t xml:space="preserve"> </w:t>
      </w:r>
      <w:r w:rsidR="00BC6070" w:rsidRPr="0076073C">
        <w:rPr>
          <w:rFonts w:ascii="Browallia New" w:hAnsi="Browallia New" w:cs="Browallia New"/>
          <w:cs/>
        </w:rPr>
        <w:t>โดยไ</w:t>
      </w:r>
      <w:r w:rsidR="00D51C8E" w:rsidRPr="0076073C">
        <w:rPr>
          <w:rFonts w:ascii="Browallia New" w:hAnsi="Browallia New" w:cs="Browallia New"/>
          <w:cs/>
        </w:rPr>
        <w:t>ม่</w:t>
      </w:r>
      <w:r w:rsidR="00BC6070" w:rsidRPr="0076073C">
        <w:rPr>
          <w:rFonts w:ascii="Browallia New" w:hAnsi="Browallia New" w:cs="Browallia New"/>
          <w:cs/>
        </w:rPr>
        <w:t>มีหลัก</w:t>
      </w:r>
      <w:r w:rsidR="008E748F" w:rsidRPr="0076073C">
        <w:rPr>
          <w:rFonts w:ascii="Browallia New" w:hAnsi="Browallia New" w:cs="Browallia New"/>
          <w:cs/>
        </w:rPr>
        <w:t>ทรัพย์ค้ำ</w:t>
      </w:r>
      <w:r w:rsidR="00BC6070" w:rsidRPr="0076073C">
        <w:rPr>
          <w:rFonts w:ascii="Browallia New" w:hAnsi="Browallia New" w:cs="Browallia New"/>
          <w:cs/>
        </w:rPr>
        <w:t>ประกัน</w:t>
      </w:r>
      <w:r w:rsidR="00EB6A3B" w:rsidRPr="0076073C">
        <w:rPr>
          <w:rFonts w:ascii="Browallia New" w:hAnsi="Browallia New" w:cs="Browallia New"/>
          <w:cs/>
        </w:rPr>
        <w:t xml:space="preserve"> </w:t>
      </w:r>
      <w:r w:rsidR="008D2366" w:rsidRPr="0076073C">
        <w:rPr>
          <w:rFonts w:ascii="Browallia New" w:hAnsi="Browallia New" w:cs="Browallia New"/>
          <w:cs/>
        </w:rPr>
        <w:t>เงินกู้ยืมดังกล่าวมีกำหนดชำระคืน</w:t>
      </w:r>
      <w:r w:rsidR="00EB2748" w:rsidRPr="0076073C">
        <w:rPr>
          <w:rFonts w:ascii="Browallia New" w:hAnsi="Browallia New" w:cs="Browallia New"/>
          <w:cs/>
        </w:rPr>
        <w:t>ภายใน</w:t>
      </w:r>
      <w:r w:rsidR="003B7FC4" w:rsidRPr="0076073C">
        <w:rPr>
          <w:rFonts w:ascii="Browallia New" w:hAnsi="Browallia New" w:cs="Browallia New"/>
          <w:cs/>
        </w:rPr>
        <w:t>หนึ่งปี</w:t>
      </w:r>
    </w:p>
    <w:p w14:paraId="6C18F397" w14:textId="318B3B87" w:rsidR="001E78F9" w:rsidRPr="0076073C" w:rsidRDefault="003916CD" w:rsidP="00FC6C64">
      <w:pPr>
        <w:rPr>
          <w:rFonts w:ascii="Browallia New" w:hAnsi="Browallia New" w:cs="Browallia New"/>
        </w:rPr>
      </w:pPr>
      <w:r w:rsidRPr="0076073C">
        <w:rPr>
          <w:rFonts w:ascii="Browallia New" w:hAnsi="Browallia New" w:cs="Browallia New"/>
          <w:cs/>
        </w:rPr>
        <w:br/>
      </w:r>
    </w:p>
    <w:p w14:paraId="45778634" w14:textId="77777777" w:rsidR="003916CD" w:rsidRPr="0076073C" w:rsidRDefault="003916CD">
      <w:pPr>
        <w:rPr>
          <w:rFonts w:ascii="Browallia New" w:hAnsi="Browallia New" w:cs="Browallia New"/>
          <w:cs/>
        </w:rPr>
      </w:pPr>
      <w:r w:rsidRPr="0076073C">
        <w:rPr>
          <w:rFonts w:ascii="Browallia New" w:hAnsi="Browallia New" w:cs="Browallia New"/>
          <w:cs/>
        </w:rPr>
        <w:br w:type="page"/>
      </w:r>
    </w:p>
    <w:tbl>
      <w:tblPr>
        <w:tblW w:w="9108" w:type="dxa"/>
        <w:tblInd w:w="288" w:type="dxa"/>
        <w:tblLayout w:type="fixed"/>
        <w:tblLook w:val="04A0" w:firstRow="1" w:lastRow="0" w:firstColumn="1" w:lastColumn="0" w:noHBand="0" w:noVBand="1"/>
      </w:tblPr>
      <w:tblGrid>
        <w:gridCol w:w="3339"/>
        <w:gridCol w:w="1242"/>
        <w:gridCol w:w="239"/>
        <w:gridCol w:w="1273"/>
        <w:gridCol w:w="243"/>
        <w:gridCol w:w="1251"/>
        <w:gridCol w:w="236"/>
        <w:gridCol w:w="1285"/>
      </w:tblGrid>
      <w:tr w:rsidR="002638D9" w:rsidRPr="0076073C" w14:paraId="48562897" w14:textId="77777777" w:rsidTr="00CB4821">
        <w:trPr>
          <w:tblHeader/>
        </w:trPr>
        <w:tc>
          <w:tcPr>
            <w:tcW w:w="3339" w:type="dxa"/>
          </w:tcPr>
          <w:p w14:paraId="48562895" w14:textId="77777777" w:rsidR="002638D9" w:rsidRPr="0076073C" w:rsidRDefault="002638D9" w:rsidP="003E0B20">
            <w:pPr>
              <w:tabs>
                <w:tab w:val="left" w:pos="540"/>
              </w:tabs>
              <w:rPr>
                <w:rFonts w:ascii="Browallia New" w:hAnsi="Browallia New" w:cs="Browallia New"/>
              </w:rPr>
            </w:pPr>
          </w:p>
        </w:tc>
        <w:tc>
          <w:tcPr>
            <w:tcW w:w="5769" w:type="dxa"/>
            <w:gridSpan w:val="7"/>
            <w:hideMark/>
          </w:tcPr>
          <w:p w14:paraId="48562896" w14:textId="56E9B748" w:rsidR="002638D9" w:rsidRPr="0076073C" w:rsidRDefault="002638D9" w:rsidP="003E0B20">
            <w:pPr>
              <w:tabs>
                <w:tab w:val="left" w:pos="540"/>
              </w:tabs>
              <w:ind w:right="-74"/>
              <w:jc w:val="right"/>
              <w:rPr>
                <w:rFonts w:ascii="Browallia New" w:hAnsi="Browallia New" w:cs="Browallia New"/>
              </w:rPr>
            </w:pPr>
            <w:r w:rsidRPr="0076073C">
              <w:rPr>
                <w:rFonts w:ascii="Browallia New" w:hAnsi="Browallia New" w:cs="Browallia New"/>
                <w:cs/>
                <w:lang w:val="en-GB"/>
              </w:rPr>
              <w:t>(หน่วย</w:t>
            </w:r>
            <w:r w:rsidR="00F60E66" w:rsidRPr="0076073C">
              <w:rPr>
                <w:rFonts w:ascii="Browallia New" w:hAnsi="Browallia New" w:cs="Browallia New"/>
              </w:rPr>
              <w:t xml:space="preserve"> </w:t>
            </w:r>
            <w:r w:rsidRPr="0076073C">
              <w:rPr>
                <w:rFonts w:ascii="Browallia New" w:hAnsi="Browallia New" w:cs="Browallia New"/>
                <w:cs/>
                <w:lang w:val="en-GB"/>
              </w:rPr>
              <w:t>:</w:t>
            </w:r>
            <w:r w:rsidR="00F60E66" w:rsidRPr="0076073C">
              <w:rPr>
                <w:rFonts w:ascii="Browallia New" w:hAnsi="Browallia New" w:cs="Browallia New"/>
              </w:rPr>
              <w:t xml:space="preserve"> </w:t>
            </w:r>
            <w:r w:rsidRPr="0076073C">
              <w:rPr>
                <w:rFonts w:ascii="Browallia New" w:hAnsi="Browallia New" w:cs="Browallia New"/>
                <w:cs/>
                <w:lang w:val="en-GB"/>
              </w:rPr>
              <w:t>พันบาท)</w:t>
            </w:r>
          </w:p>
        </w:tc>
      </w:tr>
      <w:tr w:rsidR="002638D9" w:rsidRPr="0076073C" w14:paraId="4856289C" w14:textId="77777777" w:rsidTr="00CB4821">
        <w:trPr>
          <w:tblHeader/>
        </w:trPr>
        <w:tc>
          <w:tcPr>
            <w:tcW w:w="3339" w:type="dxa"/>
          </w:tcPr>
          <w:p w14:paraId="48562898" w14:textId="77777777" w:rsidR="002638D9" w:rsidRPr="0076073C" w:rsidRDefault="002638D9" w:rsidP="003E0B20">
            <w:pPr>
              <w:tabs>
                <w:tab w:val="left" w:pos="540"/>
              </w:tabs>
              <w:rPr>
                <w:rFonts w:ascii="Browallia New" w:hAnsi="Browallia New" w:cs="Browallia New"/>
              </w:rPr>
            </w:pPr>
          </w:p>
        </w:tc>
        <w:tc>
          <w:tcPr>
            <w:tcW w:w="2754" w:type="dxa"/>
            <w:gridSpan w:val="3"/>
            <w:tcBorders>
              <w:top w:val="nil"/>
              <w:left w:val="nil"/>
              <w:bottom w:val="single" w:sz="4" w:space="0" w:color="auto"/>
              <w:right w:val="nil"/>
            </w:tcBorders>
            <w:hideMark/>
          </w:tcPr>
          <w:p w14:paraId="48562899" w14:textId="5C18284A" w:rsidR="002638D9" w:rsidRPr="0076073C" w:rsidRDefault="00F55468" w:rsidP="003E0B20">
            <w:pPr>
              <w:tabs>
                <w:tab w:val="left" w:pos="540"/>
              </w:tabs>
              <w:ind w:right="109"/>
              <w:jc w:val="center"/>
              <w:rPr>
                <w:rFonts w:ascii="Browallia New" w:hAnsi="Browallia New" w:cs="Browallia New"/>
              </w:rPr>
            </w:pPr>
            <w:r w:rsidRPr="0076073C">
              <w:rPr>
                <w:rFonts w:ascii="Browallia New" w:hAnsi="Browallia New" w:cs="Browallia New"/>
                <w:cs/>
              </w:rPr>
              <w:t>ข้อมูลทางการ</w:t>
            </w:r>
            <w:r w:rsidR="002638D9" w:rsidRPr="0076073C">
              <w:rPr>
                <w:rFonts w:ascii="Browallia New" w:hAnsi="Browallia New" w:cs="Browallia New"/>
                <w:cs/>
              </w:rPr>
              <w:t>เงินรวม</w:t>
            </w:r>
          </w:p>
        </w:tc>
        <w:tc>
          <w:tcPr>
            <w:tcW w:w="243" w:type="dxa"/>
          </w:tcPr>
          <w:p w14:paraId="4856289A" w14:textId="77777777" w:rsidR="002638D9" w:rsidRPr="0076073C" w:rsidRDefault="002638D9" w:rsidP="003E0B20">
            <w:pPr>
              <w:ind w:left="-108" w:right="-108"/>
              <w:jc w:val="center"/>
              <w:rPr>
                <w:rFonts w:ascii="Browallia New" w:hAnsi="Browallia New" w:cs="Browallia New"/>
              </w:rPr>
            </w:pPr>
          </w:p>
        </w:tc>
        <w:tc>
          <w:tcPr>
            <w:tcW w:w="2772" w:type="dxa"/>
            <w:gridSpan w:val="3"/>
            <w:tcBorders>
              <w:top w:val="nil"/>
              <w:left w:val="nil"/>
              <w:bottom w:val="single" w:sz="4" w:space="0" w:color="auto"/>
              <w:right w:val="nil"/>
            </w:tcBorders>
            <w:hideMark/>
          </w:tcPr>
          <w:p w14:paraId="4856289B" w14:textId="3C22CAEB" w:rsidR="002638D9" w:rsidRPr="0076073C" w:rsidRDefault="00F55468" w:rsidP="003E0B20">
            <w:pPr>
              <w:tabs>
                <w:tab w:val="left" w:pos="540"/>
              </w:tabs>
              <w:ind w:left="-95"/>
              <w:jc w:val="center"/>
              <w:rPr>
                <w:rFonts w:ascii="Browallia New" w:hAnsi="Browallia New" w:cs="Browallia New"/>
              </w:rPr>
            </w:pPr>
            <w:r w:rsidRPr="0076073C">
              <w:rPr>
                <w:rFonts w:ascii="Browallia New" w:hAnsi="Browallia New" w:cs="Browallia New"/>
                <w:cs/>
              </w:rPr>
              <w:t>ข้อมูลทางการ</w:t>
            </w:r>
            <w:r w:rsidR="002638D9" w:rsidRPr="0076073C">
              <w:rPr>
                <w:rFonts w:ascii="Browallia New" w:hAnsi="Browallia New" w:cs="Browallia New"/>
                <w:cs/>
              </w:rPr>
              <w:t>เงินเฉพาะบริษัท</w:t>
            </w:r>
          </w:p>
        </w:tc>
      </w:tr>
      <w:tr w:rsidR="006274C0" w:rsidRPr="0076073C" w14:paraId="485628A5" w14:textId="77777777" w:rsidTr="00CB4821">
        <w:trPr>
          <w:tblHeader/>
        </w:trPr>
        <w:tc>
          <w:tcPr>
            <w:tcW w:w="3339" w:type="dxa"/>
          </w:tcPr>
          <w:p w14:paraId="4856289D" w14:textId="77777777" w:rsidR="006274C0" w:rsidRPr="0076073C" w:rsidRDefault="006274C0" w:rsidP="006274C0">
            <w:pPr>
              <w:pStyle w:val="a3"/>
              <w:tabs>
                <w:tab w:val="clear" w:pos="360"/>
                <w:tab w:val="left" w:pos="540"/>
              </w:tabs>
              <w:rPr>
                <w:rFonts w:ascii="Browallia New" w:hAnsi="Browallia New" w:cs="Browallia New"/>
              </w:rPr>
            </w:pPr>
          </w:p>
        </w:tc>
        <w:tc>
          <w:tcPr>
            <w:tcW w:w="1242" w:type="dxa"/>
            <w:tcBorders>
              <w:top w:val="single" w:sz="4" w:space="0" w:color="auto"/>
              <w:left w:val="nil"/>
              <w:bottom w:val="single" w:sz="4" w:space="0" w:color="auto"/>
              <w:right w:val="nil"/>
            </w:tcBorders>
            <w:vAlign w:val="bottom"/>
            <w:hideMark/>
          </w:tcPr>
          <w:p w14:paraId="4856289E" w14:textId="64978415" w:rsidR="006274C0" w:rsidRPr="0076073C" w:rsidRDefault="006274C0" w:rsidP="006274C0">
            <w:pPr>
              <w:ind w:left="-108"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9" w:type="dxa"/>
            <w:tcBorders>
              <w:top w:val="single" w:sz="4" w:space="0" w:color="auto"/>
              <w:left w:val="nil"/>
              <w:bottom w:val="nil"/>
              <w:right w:val="nil"/>
            </w:tcBorders>
            <w:vAlign w:val="bottom"/>
          </w:tcPr>
          <w:p w14:paraId="4856289F" w14:textId="77777777" w:rsidR="006274C0" w:rsidRPr="0076073C" w:rsidRDefault="006274C0" w:rsidP="006274C0">
            <w:pPr>
              <w:ind w:left="-108" w:right="-108"/>
              <w:jc w:val="center"/>
              <w:rPr>
                <w:rFonts w:ascii="Browallia New" w:hAnsi="Browallia New" w:cs="Browallia New"/>
                <w:cs/>
              </w:rPr>
            </w:pPr>
          </w:p>
        </w:tc>
        <w:tc>
          <w:tcPr>
            <w:tcW w:w="1273" w:type="dxa"/>
            <w:tcBorders>
              <w:top w:val="single" w:sz="4" w:space="0" w:color="auto"/>
              <w:left w:val="nil"/>
              <w:bottom w:val="single" w:sz="4" w:space="0" w:color="auto"/>
              <w:right w:val="nil"/>
            </w:tcBorders>
            <w:vAlign w:val="bottom"/>
            <w:hideMark/>
          </w:tcPr>
          <w:p w14:paraId="287FD73A" w14:textId="77777777" w:rsidR="006274C0" w:rsidRPr="0076073C" w:rsidRDefault="006274C0" w:rsidP="006274C0">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8A0" w14:textId="4B708A7C" w:rsidR="006274C0" w:rsidRPr="0076073C" w:rsidRDefault="006274C0" w:rsidP="006274C0">
            <w:pPr>
              <w:ind w:left="-108" w:right="-108"/>
              <w:jc w:val="center"/>
              <w:rPr>
                <w:rFonts w:ascii="Browallia New" w:hAnsi="Browallia New" w:cs="Browallia New"/>
                <w:cs/>
              </w:rPr>
            </w:pPr>
            <w:r w:rsidRPr="0076073C">
              <w:rPr>
                <w:rFonts w:ascii="Browallia New" w:hAnsi="Browallia New" w:cs="Browallia New"/>
              </w:rPr>
              <w:t>2567</w:t>
            </w:r>
          </w:p>
        </w:tc>
        <w:tc>
          <w:tcPr>
            <w:tcW w:w="243" w:type="dxa"/>
            <w:vAlign w:val="bottom"/>
          </w:tcPr>
          <w:p w14:paraId="485628A1" w14:textId="77777777" w:rsidR="006274C0" w:rsidRPr="0076073C" w:rsidRDefault="006274C0" w:rsidP="006274C0">
            <w:pPr>
              <w:ind w:left="-108" w:right="-108"/>
              <w:jc w:val="center"/>
              <w:rPr>
                <w:rFonts w:ascii="Browallia New" w:hAnsi="Browallia New" w:cs="Browallia New"/>
                <w:cs/>
              </w:rPr>
            </w:pPr>
          </w:p>
        </w:tc>
        <w:tc>
          <w:tcPr>
            <w:tcW w:w="1251" w:type="dxa"/>
            <w:tcBorders>
              <w:top w:val="nil"/>
              <w:left w:val="nil"/>
              <w:bottom w:val="single" w:sz="4" w:space="0" w:color="auto"/>
              <w:right w:val="nil"/>
            </w:tcBorders>
            <w:vAlign w:val="bottom"/>
            <w:hideMark/>
          </w:tcPr>
          <w:p w14:paraId="485628A2" w14:textId="7195631F" w:rsidR="006274C0" w:rsidRPr="0076073C" w:rsidRDefault="006274C0" w:rsidP="006274C0">
            <w:pPr>
              <w:ind w:left="-108"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tcBorders>
              <w:top w:val="single" w:sz="4" w:space="0" w:color="auto"/>
              <w:left w:val="nil"/>
              <w:bottom w:val="nil"/>
              <w:right w:val="nil"/>
            </w:tcBorders>
            <w:vAlign w:val="bottom"/>
          </w:tcPr>
          <w:p w14:paraId="485628A3" w14:textId="77777777" w:rsidR="006274C0" w:rsidRPr="0076073C" w:rsidRDefault="006274C0" w:rsidP="006274C0">
            <w:pPr>
              <w:ind w:left="-108" w:right="-108"/>
              <w:jc w:val="center"/>
              <w:rPr>
                <w:rFonts w:ascii="Browallia New" w:hAnsi="Browallia New" w:cs="Browallia New"/>
                <w:cs/>
              </w:rPr>
            </w:pPr>
          </w:p>
        </w:tc>
        <w:tc>
          <w:tcPr>
            <w:tcW w:w="1285" w:type="dxa"/>
            <w:tcBorders>
              <w:top w:val="single" w:sz="4" w:space="0" w:color="auto"/>
              <w:left w:val="nil"/>
              <w:bottom w:val="single" w:sz="4" w:space="0" w:color="auto"/>
              <w:right w:val="nil"/>
            </w:tcBorders>
            <w:vAlign w:val="bottom"/>
            <w:hideMark/>
          </w:tcPr>
          <w:p w14:paraId="611A38FF" w14:textId="77777777" w:rsidR="006274C0" w:rsidRPr="0076073C" w:rsidRDefault="006274C0" w:rsidP="006274C0">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8A4" w14:textId="46098553" w:rsidR="006274C0" w:rsidRPr="0076073C" w:rsidRDefault="006274C0" w:rsidP="006274C0">
            <w:pPr>
              <w:ind w:left="-108" w:right="-108"/>
              <w:jc w:val="center"/>
              <w:rPr>
                <w:rFonts w:ascii="Browallia New" w:hAnsi="Browallia New" w:cs="Browallia New"/>
              </w:rPr>
            </w:pPr>
            <w:r w:rsidRPr="0076073C">
              <w:rPr>
                <w:rFonts w:ascii="Browallia New" w:hAnsi="Browallia New" w:cs="Browallia New"/>
              </w:rPr>
              <w:t>2567</w:t>
            </w:r>
          </w:p>
        </w:tc>
      </w:tr>
      <w:tr w:rsidR="008C5CBB" w:rsidRPr="0076073C" w14:paraId="114D3D21" w14:textId="77777777" w:rsidTr="00CB4821">
        <w:trPr>
          <w:trHeight w:val="279"/>
        </w:trPr>
        <w:tc>
          <w:tcPr>
            <w:tcW w:w="3339" w:type="dxa"/>
            <w:vAlign w:val="bottom"/>
          </w:tcPr>
          <w:p w14:paraId="0DE3E693" w14:textId="61BEAF6B" w:rsidR="008C5CBB" w:rsidRPr="0076073C" w:rsidRDefault="008C5CBB" w:rsidP="003E0B20">
            <w:pPr>
              <w:ind w:right="28"/>
              <w:rPr>
                <w:rFonts w:ascii="Browallia New" w:hAnsi="Browallia New" w:cs="Browallia New"/>
                <w:sz w:val="16"/>
                <w:szCs w:val="16"/>
                <w:u w:val="single"/>
                <w:cs/>
              </w:rPr>
            </w:pPr>
          </w:p>
        </w:tc>
        <w:tc>
          <w:tcPr>
            <w:tcW w:w="1242" w:type="dxa"/>
            <w:tcBorders>
              <w:top w:val="nil"/>
              <w:left w:val="nil"/>
              <w:right w:val="nil"/>
            </w:tcBorders>
            <w:vAlign w:val="bottom"/>
          </w:tcPr>
          <w:p w14:paraId="7B1146C7" w14:textId="77777777" w:rsidR="008C5CBB" w:rsidRPr="0076073C" w:rsidRDefault="008C5CBB" w:rsidP="003E0B20">
            <w:pPr>
              <w:tabs>
                <w:tab w:val="left" w:pos="720"/>
              </w:tabs>
              <w:ind w:left="-108" w:right="3"/>
              <w:jc w:val="right"/>
              <w:rPr>
                <w:rFonts w:ascii="Browallia New" w:hAnsi="Browallia New" w:cs="Browallia New"/>
                <w:sz w:val="20"/>
                <w:szCs w:val="20"/>
              </w:rPr>
            </w:pPr>
          </w:p>
        </w:tc>
        <w:tc>
          <w:tcPr>
            <w:tcW w:w="239" w:type="dxa"/>
            <w:vAlign w:val="bottom"/>
          </w:tcPr>
          <w:p w14:paraId="60D53508" w14:textId="77777777" w:rsidR="008C5CBB" w:rsidRPr="0076073C" w:rsidRDefault="008C5CBB" w:rsidP="003E0B20">
            <w:pPr>
              <w:tabs>
                <w:tab w:val="left" w:pos="540"/>
              </w:tabs>
              <w:ind w:left="-108" w:right="3"/>
              <w:jc w:val="right"/>
              <w:rPr>
                <w:rFonts w:ascii="Browallia New" w:hAnsi="Browallia New" w:cs="Browallia New"/>
                <w:sz w:val="20"/>
                <w:szCs w:val="20"/>
              </w:rPr>
            </w:pPr>
          </w:p>
        </w:tc>
        <w:tc>
          <w:tcPr>
            <w:tcW w:w="1273" w:type="dxa"/>
            <w:tcBorders>
              <w:top w:val="nil"/>
              <w:left w:val="nil"/>
              <w:right w:val="nil"/>
            </w:tcBorders>
            <w:vAlign w:val="bottom"/>
          </w:tcPr>
          <w:p w14:paraId="6E604DBE" w14:textId="77777777" w:rsidR="008C5CBB" w:rsidRPr="0076073C" w:rsidRDefault="008C5CBB" w:rsidP="003E0B20">
            <w:pPr>
              <w:tabs>
                <w:tab w:val="left" w:pos="522"/>
              </w:tabs>
              <w:ind w:left="-108" w:right="68"/>
              <w:jc w:val="center"/>
              <w:rPr>
                <w:rFonts w:ascii="Browallia New" w:hAnsi="Browallia New" w:cs="Browallia New"/>
                <w:sz w:val="20"/>
                <w:szCs w:val="20"/>
              </w:rPr>
            </w:pPr>
          </w:p>
        </w:tc>
        <w:tc>
          <w:tcPr>
            <w:tcW w:w="243" w:type="dxa"/>
          </w:tcPr>
          <w:p w14:paraId="7F936A0E" w14:textId="77777777" w:rsidR="008C5CBB" w:rsidRPr="0076073C" w:rsidRDefault="008C5CBB" w:rsidP="003E0B20">
            <w:pPr>
              <w:tabs>
                <w:tab w:val="left" w:pos="540"/>
              </w:tabs>
              <w:ind w:left="-108" w:right="3"/>
              <w:jc w:val="right"/>
              <w:rPr>
                <w:rFonts w:ascii="Browallia New" w:hAnsi="Browallia New" w:cs="Browallia New"/>
                <w:sz w:val="20"/>
                <w:szCs w:val="20"/>
              </w:rPr>
            </w:pPr>
          </w:p>
        </w:tc>
        <w:tc>
          <w:tcPr>
            <w:tcW w:w="1251" w:type="dxa"/>
            <w:tcBorders>
              <w:top w:val="nil"/>
              <w:left w:val="nil"/>
              <w:right w:val="nil"/>
            </w:tcBorders>
            <w:vAlign w:val="bottom"/>
          </w:tcPr>
          <w:p w14:paraId="55589AFD" w14:textId="77777777" w:rsidR="008C5CBB" w:rsidRPr="0076073C" w:rsidRDefault="008C5CBB" w:rsidP="003E0B20">
            <w:pPr>
              <w:tabs>
                <w:tab w:val="left" w:pos="720"/>
              </w:tabs>
              <w:ind w:left="-108" w:right="3"/>
              <w:jc w:val="right"/>
              <w:rPr>
                <w:rFonts w:ascii="Browallia New" w:hAnsi="Browallia New" w:cs="Browallia New"/>
                <w:sz w:val="20"/>
                <w:szCs w:val="20"/>
              </w:rPr>
            </w:pPr>
          </w:p>
        </w:tc>
        <w:tc>
          <w:tcPr>
            <w:tcW w:w="236" w:type="dxa"/>
            <w:vAlign w:val="bottom"/>
          </w:tcPr>
          <w:p w14:paraId="433EB826" w14:textId="77777777" w:rsidR="008C5CBB" w:rsidRPr="0076073C" w:rsidRDefault="008C5CBB" w:rsidP="003E0B20">
            <w:pPr>
              <w:tabs>
                <w:tab w:val="left" w:pos="540"/>
              </w:tabs>
              <w:ind w:left="-108" w:right="3"/>
              <w:jc w:val="right"/>
              <w:rPr>
                <w:rFonts w:ascii="Browallia New" w:hAnsi="Browallia New" w:cs="Browallia New"/>
                <w:sz w:val="20"/>
                <w:szCs w:val="20"/>
              </w:rPr>
            </w:pPr>
          </w:p>
        </w:tc>
        <w:tc>
          <w:tcPr>
            <w:tcW w:w="1285" w:type="dxa"/>
            <w:tcBorders>
              <w:top w:val="nil"/>
              <w:left w:val="nil"/>
              <w:right w:val="nil"/>
            </w:tcBorders>
            <w:vAlign w:val="bottom"/>
          </w:tcPr>
          <w:p w14:paraId="582B5448" w14:textId="77777777" w:rsidR="008C5CBB" w:rsidRPr="0076073C" w:rsidRDefault="008C5CBB" w:rsidP="003E0B20">
            <w:pPr>
              <w:tabs>
                <w:tab w:val="left" w:pos="540"/>
              </w:tabs>
              <w:ind w:left="-108" w:right="3"/>
              <w:jc w:val="right"/>
              <w:rPr>
                <w:rFonts w:ascii="Browallia New" w:hAnsi="Browallia New" w:cs="Browallia New"/>
                <w:sz w:val="20"/>
                <w:szCs w:val="20"/>
              </w:rPr>
            </w:pPr>
          </w:p>
        </w:tc>
      </w:tr>
      <w:tr w:rsidR="00DA25AB" w:rsidRPr="0076073C" w14:paraId="425B7B87" w14:textId="77777777" w:rsidTr="00CB4821">
        <w:trPr>
          <w:trHeight w:val="279"/>
        </w:trPr>
        <w:tc>
          <w:tcPr>
            <w:tcW w:w="3339" w:type="dxa"/>
            <w:vAlign w:val="bottom"/>
          </w:tcPr>
          <w:p w14:paraId="051A4199" w14:textId="3032F10C" w:rsidR="00DA25AB" w:rsidRPr="0076073C" w:rsidRDefault="00DA25AB" w:rsidP="003E0B20">
            <w:pPr>
              <w:ind w:right="28"/>
              <w:rPr>
                <w:rFonts w:ascii="Browallia New" w:hAnsi="Browallia New" w:cs="Browallia New"/>
                <w:u w:val="single"/>
                <w:cs/>
              </w:rPr>
            </w:pPr>
            <w:r w:rsidRPr="0076073C">
              <w:rPr>
                <w:rFonts w:ascii="Browallia New" w:hAnsi="Browallia New" w:cs="Browallia New"/>
                <w:u w:val="single"/>
                <w:cs/>
              </w:rPr>
              <w:t>เจ้าหนี้การค้า</w:t>
            </w:r>
          </w:p>
        </w:tc>
        <w:tc>
          <w:tcPr>
            <w:tcW w:w="1242" w:type="dxa"/>
            <w:tcBorders>
              <w:top w:val="nil"/>
              <w:left w:val="nil"/>
              <w:right w:val="nil"/>
            </w:tcBorders>
            <w:vAlign w:val="bottom"/>
          </w:tcPr>
          <w:p w14:paraId="5B53342A" w14:textId="77777777" w:rsidR="00DA25AB" w:rsidRPr="0076073C" w:rsidRDefault="00DA25AB" w:rsidP="003E0B20">
            <w:pPr>
              <w:tabs>
                <w:tab w:val="left" w:pos="720"/>
              </w:tabs>
              <w:ind w:left="-108" w:right="3"/>
              <w:jc w:val="right"/>
              <w:rPr>
                <w:rFonts w:ascii="Browallia New" w:hAnsi="Browallia New" w:cs="Browallia New"/>
              </w:rPr>
            </w:pPr>
          </w:p>
        </w:tc>
        <w:tc>
          <w:tcPr>
            <w:tcW w:w="239" w:type="dxa"/>
            <w:vAlign w:val="bottom"/>
          </w:tcPr>
          <w:p w14:paraId="22052832" w14:textId="77777777" w:rsidR="00DA25AB" w:rsidRPr="0076073C" w:rsidRDefault="00DA25AB" w:rsidP="003E0B20">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3AE3C016" w14:textId="77777777" w:rsidR="00DA25AB" w:rsidRPr="0076073C" w:rsidRDefault="00DA25AB" w:rsidP="003E0B20">
            <w:pPr>
              <w:tabs>
                <w:tab w:val="left" w:pos="522"/>
              </w:tabs>
              <w:ind w:left="-108" w:right="68"/>
              <w:jc w:val="center"/>
              <w:rPr>
                <w:rFonts w:ascii="Browallia New" w:hAnsi="Browallia New" w:cs="Browallia New"/>
              </w:rPr>
            </w:pPr>
          </w:p>
        </w:tc>
        <w:tc>
          <w:tcPr>
            <w:tcW w:w="243" w:type="dxa"/>
          </w:tcPr>
          <w:p w14:paraId="4E4CCF21" w14:textId="77777777" w:rsidR="00DA25AB" w:rsidRPr="0076073C" w:rsidRDefault="00DA25AB" w:rsidP="003E0B20">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73B2F53C" w14:textId="77777777" w:rsidR="00DA25AB" w:rsidRPr="0076073C"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76073C" w:rsidRDefault="00DA25AB" w:rsidP="003E0B20">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74783378" w14:textId="77777777" w:rsidR="00DA25AB" w:rsidRPr="0076073C" w:rsidRDefault="00DA25AB" w:rsidP="003E0B20">
            <w:pPr>
              <w:tabs>
                <w:tab w:val="left" w:pos="540"/>
              </w:tabs>
              <w:ind w:left="-108" w:right="3"/>
              <w:jc w:val="right"/>
              <w:rPr>
                <w:rFonts w:ascii="Browallia New" w:hAnsi="Browallia New" w:cs="Browallia New"/>
              </w:rPr>
            </w:pPr>
          </w:p>
        </w:tc>
      </w:tr>
      <w:tr w:rsidR="00EF7FC5" w:rsidRPr="0076073C" w14:paraId="221BCD5E" w14:textId="77777777" w:rsidTr="00EF7FC5">
        <w:trPr>
          <w:trHeight w:val="279"/>
        </w:trPr>
        <w:tc>
          <w:tcPr>
            <w:tcW w:w="3339" w:type="dxa"/>
            <w:vAlign w:val="bottom"/>
          </w:tcPr>
          <w:p w14:paraId="5470DAF6" w14:textId="5AFFC7C7" w:rsidR="00EF7FC5" w:rsidRPr="0076073C" w:rsidRDefault="00EF7FC5" w:rsidP="003E0B20">
            <w:pPr>
              <w:ind w:right="28"/>
              <w:rPr>
                <w:rFonts w:ascii="Browallia New" w:hAnsi="Browallia New" w:cs="Browallia New"/>
                <w:u w:val="single"/>
                <w:cs/>
              </w:rPr>
            </w:pPr>
            <w:r w:rsidRPr="0076073C">
              <w:rPr>
                <w:rFonts w:ascii="Browallia New" w:hAnsi="Browallia New" w:cs="Browallia New"/>
                <w:lang w:val="en-GB"/>
              </w:rPr>
              <w:t xml:space="preserve">    </w:t>
            </w:r>
            <w:r w:rsidRPr="0076073C">
              <w:rPr>
                <w:rFonts w:ascii="Browallia New" w:hAnsi="Browallia New" w:cs="Browallia New"/>
                <w:cs/>
                <w:lang w:val="en-GB"/>
              </w:rPr>
              <w:t>บริษัทย่อย</w:t>
            </w:r>
          </w:p>
        </w:tc>
        <w:tc>
          <w:tcPr>
            <w:tcW w:w="1242" w:type="dxa"/>
            <w:tcBorders>
              <w:top w:val="nil"/>
              <w:left w:val="nil"/>
              <w:right w:val="nil"/>
            </w:tcBorders>
            <w:vAlign w:val="bottom"/>
          </w:tcPr>
          <w:p w14:paraId="088CF8F2" w14:textId="52F80AB7" w:rsidR="00EF7FC5" w:rsidRPr="0076073C" w:rsidRDefault="00D90E41" w:rsidP="00D90E41">
            <w:pPr>
              <w:tabs>
                <w:tab w:val="left" w:pos="720"/>
              </w:tabs>
              <w:ind w:left="-108" w:right="3"/>
              <w:jc w:val="center"/>
              <w:rPr>
                <w:rFonts w:ascii="Browallia New" w:hAnsi="Browallia New" w:cs="Browallia New"/>
              </w:rPr>
            </w:pPr>
            <w:r w:rsidRPr="0076073C">
              <w:rPr>
                <w:rFonts w:ascii="Browallia New" w:hAnsi="Browallia New" w:cs="Browallia New"/>
              </w:rPr>
              <w:t xml:space="preserve">          -</w:t>
            </w:r>
          </w:p>
        </w:tc>
        <w:tc>
          <w:tcPr>
            <w:tcW w:w="239" w:type="dxa"/>
            <w:vAlign w:val="bottom"/>
          </w:tcPr>
          <w:p w14:paraId="23370CC5" w14:textId="77777777" w:rsidR="00EF7FC5" w:rsidRPr="0076073C" w:rsidRDefault="00EF7FC5" w:rsidP="003E0B20">
            <w:pPr>
              <w:tabs>
                <w:tab w:val="left" w:pos="540"/>
              </w:tabs>
              <w:ind w:left="-108" w:right="3"/>
              <w:jc w:val="right"/>
              <w:rPr>
                <w:rFonts w:ascii="Browallia New" w:hAnsi="Browallia New" w:cs="Browallia New"/>
              </w:rPr>
            </w:pPr>
          </w:p>
        </w:tc>
        <w:tc>
          <w:tcPr>
            <w:tcW w:w="1273" w:type="dxa"/>
            <w:tcBorders>
              <w:top w:val="nil"/>
              <w:left w:val="nil"/>
              <w:right w:val="nil"/>
            </w:tcBorders>
            <w:vAlign w:val="bottom"/>
          </w:tcPr>
          <w:p w14:paraId="11F1A588" w14:textId="7DD60D2E" w:rsidR="00EF7FC5" w:rsidRPr="0076073C" w:rsidRDefault="00D90E41" w:rsidP="003E0B20">
            <w:pPr>
              <w:tabs>
                <w:tab w:val="left" w:pos="522"/>
              </w:tabs>
              <w:ind w:left="-108" w:right="68"/>
              <w:jc w:val="center"/>
              <w:rPr>
                <w:rFonts w:ascii="Browallia New" w:hAnsi="Browallia New" w:cs="Browallia New"/>
              </w:rPr>
            </w:pPr>
            <w:r w:rsidRPr="0076073C">
              <w:rPr>
                <w:rFonts w:ascii="Browallia New" w:hAnsi="Browallia New" w:cs="Browallia New"/>
              </w:rPr>
              <w:t xml:space="preserve">            -</w:t>
            </w:r>
          </w:p>
        </w:tc>
        <w:tc>
          <w:tcPr>
            <w:tcW w:w="243" w:type="dxa"/>
          </w:tcPr>
          <w:p w14:paraId="7E67FC36" w14:textId="77777777" w:rsidR="00EF7FC5" w:rsidRPr="0076073C" w:rsidRDefault="00EF7FC5" w:rsidP="003E0B20">
            <w:pPr>
              <w:tabs>
                <w:tab w:val="left" w:pos="540"/>
              </w:tabs>
              <w:ind w:left="-108" w:right="3"/>
              <w:jc w:val="right"/>
              <w:rPr>
                <w:rFonts w:ascii="Browallia New" w:hAnsi="Browallia New" w:cs="Browallia New"/>
              </w:rPr>
            </w:pPr>
          </w:p>
        </w:tc>
        <w:tc>
          <w:tcPr>
            <w:tcW w:w="1251" w:type="dxa"/>
            <w:tcBorders>
              <w:top w:val="nil"/>
              <w:left w:val="nil"/>
              <w:right w:val="nil"/>
            </w:tcBorders>
            <w:vAlign w:val="bottom"/>
          </w:tcPr>
          <w:p w14:paraId="7643B174" w14:textId="2169D993" w:rsidR="00EF7FC5" w:rsidRPr="0076073C" w:rsidRDefault="00CA7F0B" w:rsidP="003E0B20">
            <w:pPr>
              <w:tabs>
                <w:tab w:val="left" w:pos="720"/>
              </w:tabs>
              <w:ind w:left="-108" w:right="3"/>
              <w:jc w:val="right"/>
              <w:rPr>
                <w:rFonts w:ascii="Browallia New" w:hAnsi="Browallia New" w:cs="Browallia New"/>
              </w:rPr>
            </w:pPr>
            <w:r w:rsidRPr="0076073C">
              <w:rPr>
                <w:rFonts w:ascii="Browallia New" w:hAnsi="Browallia New" w:cs="Browallia New"/>
              </w:rPr>
              <w:t>84</w:t>
            </w:r>
            <w:r w:rsidR="00340D4B" w:rsidRPr="0076073C">
              <w:rPr>
                <w:rFonts w:ascii="Browallia New" w:hAnsi="Browallia New" w:cs="Browallia New"/>
              </w:rPr>
              <w:t>5</w:t>
            </w:r>
          </w:p>
        </w:tc>
        <w:tc>
          <w:tcPr>
            <w:tcW w:w="236" w:type="dxa"/>
            <w:vAlign w:val="bottom"/>
          </w:tcPr>
          <w:p w14:paraId="1DFBA980" w14:textId="77777777" w:rsidR="00EF7FC5" w:rsidRPr="0076073C" w:rsidRDefault="00EF7FC5" w:rsidP="003E0B20">
            <w:pPr>
              <w:tabs>
                <w:tab w:val="left" w:pos="540"/>
              </w:tabs>
              <w:ind w:left="-108" w:right="3"/>
              <w:jc w:val="right"/>
              <w:rPr>
                <w:rFonts w:ascii="Browallia New" w:hAnsi="Browallia New" w:cs="Browallia New"/>
              </w:rPr>
            </w:pPr>
          </w:p>
        </w:tc>
        <w:tc>
          <w:tcPr>
            <w:tcW w:w="1285" w:type="dxa"/>
            <w:tcBorders>
              <w:top w:val="nil"/>
              <w:left w:val="nil"/>
              <w:right w:val="nil"/>
            </w:tcBorders>
            <w:vAlign w:val="bottom"/>
          </w:tcPr>
          <w:p w14:paraId="5AA25ECD" w14:textId="6D2D08DA" w:rsidR="00EF7FC5" w:rsidRPr="0076073C" w:rsidRDefault="00D90E41" w:rsidP="00D90E41">
            <w:pPr>
              <w:tabs>
                <w:tab w:val="left" w:pos="540"/>
              </w:tabs>
              <w:ind w:left="-108" w:right="3"/>
              <w:jc w:val="center"/>
              <w:rPr>
                <w:rFonts w:ascii="Browallia New" w:hAnsi="Browallia New" w:cs="Browallia New"/>
              </w:rPr>
            </w:pPr>
            <w:r w:rsidRPr="0076073C">
              <w:rPr>
                <w:rFonts w:ascii="Browallia New" w:hAnsi="Browallia New" w:cs="Browallia New"/>
              </w:rPr>
              <w:t xml:space="preserve">           -</w:t>
            </w:r>
          </w:p>
        </w:tc>
      </w:tr>
      <w:tr w:rsidR="004A51B0" w:rsidRPr="0076073C" w14:paraId="485628C0" w14:textId="77777777" w:rsidTr="00EF7FC5">
        <w:tc>
          <w:tcPr>
            <w:tcW w:w="3339" w:type="dxa"/>
            <w:vAlign w:val="bottom"/>
          </w:tcPr>
          <w:p w14:paraId="485628B8" w14:textId="77777777" w:rsidR="004A51B0" w:rsidRPr="0076073C" w:rsidRDefault="004A51B0" w:rsidP="004A51B0">
            <w:pPr>
              <w:ind w:right="28"/>
              <w:rPr>
                <w:rFonts w:ascii="Browallia New" w:hAnsi="Browallia New" w:cs="Browallia New"/>
                <w:u w:val="single"/>
                <w:cs/>
              </w:rPr>
            </w:pPr>
            <w:r w:rsidRPr="0076073C">
              <w:rPr>
                <w:rFonts w:ascii="Browallia New" w:hAnsi="Browallia New" w:cs="Browallia New"/>
                <w:lang w:val="en-GB"/>
              </w:rPr>
              <w:t xml:space="preserve">    </w:t>
            </w:r>
            <w:r w:rsidRPr="0076073C">
              <w:rPr>
                <w:rFonts w:ascii="Browallia New" w:hAnsi="Browallia New" w:cs="Browallia New"/>
                <w:cs/>
                <w:lang w:val="en-GB"/>
              </w:rPr>
              <w:t>บริษัทที่เกี่ยวข้อง</w:t>
            </w:r>
          </w:p>
        </w:tc>
        <w:tc>
          <w:tcPr>
            <w:tcW w:w="1242" w:type="dxa"/>
            <w:tcBorders>
              <w:bottom w:val="single" w:sz="4" w:space="0" w:color="auto"/>
            </w:tcBorders>
            <w:vAlign w:val="bottom"/>
          </w:tcPr>
          <w:p w14:paraId="485628B9" w14:textId="61C3574E" w:rsidR="004A51B0" w:rsidRPr="0076073C" w:rsidRDefault="00CA7F0B" w:rsidP="004A51B0">
            <w:pPr>
              <w:ind w:left="-108" w:right="-24"/>
              <w:jc w:val="right"/>
              <w:rPr>
                <w:rFonts w:ascii="Browallia New" w:hAnsi="Browallia New" w:cs="Browallia New"/>
              </w:rPr>
            </w:pPr>
            <w:r w:rsidRPr="0076073C">
              <w:rPr>
                <w:rFonts w:ascii="Browallia New" w:hAnsi="Browallia New" w:cs="Browallia New"/>
              </w:rPr>
              <w:t>104,24</w:t>
            </w:r>
            <w:r w:rsidR="00340D4B" w:rsidRPr="0076073C">
              <w:rPr>
                <w:rFonts w:ascii="Browallia New" w:hAnsi="Browallia New" w:cs="Browallia New"/>
              </w:rPr>
              <w:t>5</w:t>
            </w:r>
          </w:p>
        </w:tc>
        <w:tc>
          <w:tcPr>
            <w:tcW w:w="239" w:type="dxa"/>
            <w:vAlign w:val="bottom"/>
          </w:tcPr>
          <w:p w14:paraId="485628BA" w14:textId="77777777" w:rsidR="004A51B0" w:rsidRPr="0076073C" w:rsidRDefault="004A51B0" w:rsidP="004A51B0">
            <w:pPr>
              <w:tabs>
                <w:tab w:val="left" w:pos="540"/>
              </w:tabs>
              <w:ind w:left="-108" w:right="3"/>
              <w:jc w:val="right"/>
              <w:rPr>
                <w:rFonts w:ascii="Browallia New" w:hAnsi="Browallia New" w:cs="Browallia New"/>
              </w:rPr>
            </w:pPr>
          </w:p>
        </w:tc>
        <w:tc>
          <w:tcPr>
            <w:tcW w:w="1273" w:type="dxa"/>
            <w:tcBorders>
              <w:bottom w:val="single" w:sz="4" w:space="0" w:color="auto"/>
            </w:tcBorders>
            <w:vAlign w:val="bottom"/>
          </w:tcPr>
          <w:p w14:paraId="485628BB" w14:textId="26CE765C" w:rsidR="004A51B0" w:rsidRPr="0076073C" w:rsidRDefault="00D74AD3" w:rsidP="004A51B0">
            <w:pPr>
              <w:ind w:left="-108" w:right="-24"/>
              <w:jc w:val="right"/>
              <w:rPr>
                <w:rFonts w:ascii="Browallia New" w:hAnsi="Browallia New" w:cs="Browallia New"/>
              </w:rPr>
            </w:pPr>
            <w:r w:rsidRPr="0076073C">
              <w:rPr>
                <w:rFonts w:ascii="Browallia New" w:hAnsi="Browallia New" w:cs="Browallia New"/>
              </w:rPr>
              <w:t>85,409</w:t>
            </w:r>
          </w:p>
        </w:tc>
        <w:tc>
          <w:tcPr>
            <w:tcW w:w="243" w:type="dxa"/>
          </w:tcPr>
          <w:p w14:paraId="485628BC" w14:textId="77777777" w:rsidR="004A51B0" w:rsidRPr="0076073C" w:rsidRDefault="004A51B0" w:rsidP="004A51B0">
            <w:pPr>
              <w:tabs>
                <w:tab w:val="left" w:pos="540"/>
              </w:tabs>
              <w:ind w:left="-108" w:right="3"/>
              <w:jc w:val="right"/>
              <w:rPr>
                <w:rFonts w:ascii="Browallia New" w:hAnsi="Browallia New" w:cs="Browallia New"/>
              </w:rPr>
            </w:pPr>
          </w:p>
        </w:tc>
        <w:tc>
          <w:tcPr>
            <w:tcW w:w="1251" w:type="dxa"/>
            <w:tcBorders>
              <w:bottom w:val="single" w:sz="4" w:space="0" w:color="auto"/>
            </w:tcBorders>
            <w:vAlign w:val="bottom"/>
          </w:tcPr>
          <w:p w14:paraId="485628BD" w14:textId="5E46190C" w:rsidR="004A51B0" w:rsidRPr="0076073C" w:rsidRDefault="00CA7F0B" w:rsidP="004A51B0">
            <w:pPr>
              <w:ind w:left="-108" w:right="-24"/>
              <w:jc w:val="right"/>
              <w:rPr>
                <w:rFonts w:ascii="Browallia New" w:hAnsi="Browallia New" w:cs="Browallia New"/>
              </w:rPr>
            </w:pPr>
            <w:r w:rsidRPr="0076073C">
              <w:rPr>
                <w:rFonts w:ascii="Browallia New" w:hAnsi="Browallia New" w:cs="Browallia New"/>
              </w:rPr>
              <w:t>104</w:t>
            </w:r>
            <w:r w:rsidR="00340D4B" w:rsidRPr="0076073C">
              <w:rPr>
                <w:rFonts w:ascii="Browallia New" w:hAnsi="Browallia New" w:cs="Browallia New"/>
              </w:rPr>
              <w:t>,</w:t>
            </w:r>
            <w:r w:rsidRPr="0076073C">
              <w:rPr>
                <w:rFonts w:ascii="Browallia New" w:hAnsi="Browallia New" w:cs="Browallia New"/>
              </w:rPr>
              <w:t>24</w:t>
            </w:r>
            <w:r w:rsidR="00340D4B" w:rsidRPr="0076073C">
              <w:rPr>
                <w:rFonts w:ascii="Browallia New" w:hAnsi="Browallia New" w:cs="Browallia New"/>
              </w:rPr>
              <w:t>5</w:t>
            </w:r>
          </w:p>
        </w:tc>
        <w:tc>
          <w:tcPr>
            <w:tcW w:w="236" w:type="dxa"/>
            <w:vAlign w:val="bottom"/>
          </w:tcPr>
          <w:p w14:paraId="485628BE" w14:textId="77777777" w:rsidR="004A51B0" w:rsidRPr="0076073C" w:rsidRDefault="004A51B0" w:rsidP="004A51B0">
            <w:pPr>
              <w:tabs>
                <w:tab w:val="left" w:pos="540"/>
              </w:tabs>
              <w:ind w:left="-108" w:right="3"/>
              <w:jc w:val="right"/>
              <w:rPr>
                <w:rFonts w:ascii="Browallia New" w:hAnsi="Browallia New" w:cs="Browallia New"/>
              </w:rPr>
            </w:pPr>
          </w:p>
        </w:tc>
        <w:tc>
          <w:tcPr>
            <w:tcW w:w="1285" w:type="dxa"/>
            <w:tcBorders>
              <w:bottom w:val="single" w:sz="4" w:space="0" w:color="auto"/>
            </w:tcBorders>
            <w:vAlign w:val="bottom"/>
          </w:tcPr>
          <w:p w14:paraId="485628BF" w14:textId="2C74E52C" w:rsidR="004A51B0" w:rsidRPr="0076073C" w:rsidRDefault="00670634" w:rsidP="004A51B0">
            <w:pPr>
              <w:ind w:left="-108" w:right="-24"/>
              <w:jc w:val="right"/>
              <w:rPr>
                <w:rFonts w:ascii="Browallia New" w:hAnsi="Browallia New" w:cs="Browallia New"/>
              </w:rPr>
            </w:pPr>
            <w:r w:rsidRPr="0076073C">
              <w:rPr>
                <w:rFonts w:ascii="Browallia New" w:hAnsi="Browallia New" w:cs="Browallia New"/>
              </w:rPr>
              <w:t>84,184</w:t>
            </w:r>
          </w:p>
        </w:tc>
      </w:tr>
      <w:tr w:rsidR="00EF7FC5" w:rsidRPr="0076073C" w14:paraId="0F2227FA" w14:textId="77777777" w:rsidTr="00EF7FC5">
        <w:tc>
          <w:tcPr>
            <w:tcW w:w="3339" w:type="dxa"/>
            <w:vAlign w:val="bottom"/>
          </w:tcPr>
          <w:p w14:paraId="6B33E4B6" w14:textId="07721FDE" w:rsidR="00EF7FC5" w:rsidRPr="0076073C" w:rsidRDefault="00EF7FC5" w:rsidP="004A51B0">
            <w:pPr>
              <w:ind w:right="28"/>
              <w:rPr>
                <w:rFonts w:ascii="Browallia New" w:hAnsi="Browallia New" w:cs="Browallia New"/>
                <w:lang w:val="en-GB"/>
              </w:rPr>
            </w:pPr>
            <w:r w:rsidRPr="0076073C">
              <w:rPr>
                <w:rFonts w:ascii="Browallia New" w:hAnsi="Browallia New" w:cs="Browallia New"/>
                <w:cs/>
                <w:lang w:val="en-GB"/>
              </w:rPr>
              <w:t>รวม</w:t>
            </w:r>
          </w:p>
        </w:tc>
        <w:tc>
          <w:tcPr>
            <w:tcW w:w="1242" w:type="dxa"/>
            <w:tcBorders>
              <w:top w:val="single" w:sz="4" w:space="0" w:color="auto"/>
              <w:bottom w:val="single" w:sz="12" w:space="0" w:color="auto"/>
            </w:tcBorders>
            <w:vAlign w:val="bottom"/>
          </w:tcPr>
          <w:p w14:paraId="40DA0CFC" w14:textId="7D66DABC" w:rsidR="00EF7FC5" w:rsidRPr="0076073C" w:rsidRDefault="00101169" w:rsidP="004A51B0">
            <w:pPr>
              <w:ind w:left="-108" w:right="-24"/>
              <w:jc w:val="right"/>
              <w:rPr>
                <w:rFonts w:ascii="Browallia New" w:hAnsi="Browallia New" w:cs="Browallia New"/>
              </w:rPr>
            </w:pPr>
            <w:r w:rsidRPr="0076073C">
              <w:rPr>
                <w:rFonts w:ascii="Browallia New" w:hAnsi="Browallia New" w:cs="Browallia New"/>
              </w:rPr>
              <w:t>104,24</w:t>
            </w:r>
            <w:r w:rsidR="00340D4B" w:rsidRPr="0076073C">
              <w:rPr>
                <w:rFonts w:ascii="Browallia New" w:hAnsi="Browallia New" w:cs="Browallia New"/>
              </w:rPr>
              <w:t>5</w:t>
            </w:r>
          </w:p>
        </w:tc>
        <w:tc>
          <w:tcPr>
            <w:tcW w:w="239" w:type="dxa"/>
            <w:vAlign w:val="bottom"/>
          </w:tcPr>
          <w:p w14:paraId="0830E48F" w14:textId="77777777" w:rsidR="00EF7FC5" w:rsidRPr="0076073C" w:rsidRDefault="00EF7FC5" w:rsidP="004A51B0">
            <w:pPr>
              <w:tabs>
                <w:tab w:val="left" w:pos="540"/>
              </w:tabs>
              <w:ind w:left="-108" w:right="3"/>
              <w:jc w:val="right"/>
              <w:rPr>
                <w:rFonts w:ascii="Browallia New" w:hAnsi="Browallia New" w:cs="Browallia New"/>
              </w:rPr>
            </w:pPr>
          </w:p>
        </w:tc>
        <w:tc>
          <w:tcPr>
            <w:tcW w:w="1273" w:type="dxa"/>
            <w:tcBorders>
              <w:top w:val="single" w:sz="4" w:space="0" w:color="auto"/>
              <w:bottom w:val="single" w:sz="12" w:space="0" w:color="auto"/>
            </w:tcBorders>
            <w:vAlign w:val="bottom"/>
          </w:tcPr>
          <w:p w14:paraId="56BD0097" w14:textId="7ED23ABE" w:rsidR="00EF7FC5" w:rsidRPr="0076073C" w:rsidRDefault="00101169" w:rsidP="004A51B0">
            <w:pPr>
              <w:ind w:left="-108" w:right="-24"/>
              <w:jc w:val="right"/>
              <w:rPr>
                <w:rFonts w:ascii="Browallia New" w:hAnsi="Browallia New" w:cs="Browallia New"/>
              </w:rPr>
            </w:pPr>
            <w:r w:rsidRPr="0076073C">
              <w:rPr>
                <w:rFonts w:ascii="Browallia New" w:hAnsi="Browallia New" w:cs="Browallia New"/>
              </w:rPr>
              <w:t>85,409</w:t>
            </w:r>
          </w:p>
        </w:tc>
        <w:tc>
          <w:tcPr>
            <w:tcW w:w="243" w:type="dxa"/>
          </w:tcPr>
          <w:p w14:paraId="2BCC7500" w14:textId="77777777" w:rsidR="00EF7FC5" w:rsidRPr="0076073C" w:rsidRDefault="00EF7FC5" w:rsidP="004A51B0">
            <w:pPr>
              <w:tabs>
                <w:tab w:val="left" w:pos="540"/>
              </w:tabs>
              <w:ind w:left="-108" w:right="3"/>
              <w:jc w:val="right"/>
              <w:rPr>
                <w:rFonts w:ascii="Browallia New" w:hAnsi="Browallia New" w:cs="Browallia New"/>
              </w:rPr>
            </w:pPr>
          </w:p>
        </w:tc>
        <w:tc>
          <w:tcPr>
            <w:tcW w:w="1251" w:type="dxa"/>
            <w:tcBorders>
              <w:top w:val="single" w:sz="4" w:space="0" w:color="auto"/>
              <w:bottom w:val="single" w:sz="12" w:space="0" w:color="auto"/>
            </w:tcBorders>
            <w:vAlign w:val="bottom"/>
          </w:tcPr>
          <w:p w14:paraId="5DB15A2A" w14:textId="24246457" w:rsidR="00EF7FC5" w:rsidRPr="0076073C" w:rsidRDefault="00101169" w:rsidP="004A51B0">
            <w:pPr>
              <w:ind w:left="-108" w:right="-24"/>
              <w:jc w:val="right"/>
              <w:rPr>
                <w:rFonts w:ascii="Browallia New" w:hAnsi="Browallia New" w:cs="Browallia New"/>
              </w:rPr>
            </w:pPr>
            <w:r w:rsidRPr="0076073C">
              <w:rPr>
                <w:rFonts w:ascii="Browallia New" w:hAnsi="Browallia New" w:cs="Browallia New"/>
              </w:rPr>
              <w:t>105,090</w:t>
            </w:r>
          </w:p>
        </w:tc>
        <w:tc>
          <w:tcPr>
            <w:tcW w:w="236" w:type="dxa"/>
            <w:vAlign w:val="bottom"/>
          </w:tcPr>
          <w:p w14:paraId="77DCDCF0" w14:textId="77777777" w:rsidR="00EF7FC5" w:rsidRPr="0076073C" w:rsidRDefault="00EF7FC5" w:rsidP="004A51B0">
            <w:pPr>
              <w:tabs>
                <w:tab w:val="left" w:pos="540"/>
              </w:tabs>
              <w:ind w:left="-108" w:right="3"/>
              <w:jc w:val="right"/>
              <w:rPr>
                <w:rFonts w:ascii="Browallia New" w:hAnsi="Browallia New" w:cs="Browallia New"/>
              </w:rPr>
            </w:pPr>
          </w:p>
        </w:tc>
        <w:tc>
          <w:tcPr>
            <w:tcW w:w="1285" w:type="dxa"/>
            <w:tcBorders>
              <w:top w:val="single" w:sz="4" w:space="0" w:color="auto"/>
              <w:bottom w:val="single" w:sz="12" w:space="0" w:color="auto"/>
            </w:tcBorders>
            <w:vAlign w:val="bottom"/>
          </w:tcPr>
          <w:p w14:paraId="6F14E1AA" w14:textId="23E615E0" w:rsidR="00EF7FC5" w:rsidRPr="0076073C" w:rsidRDefault="00101169" w:rsidP="004A51B0">
            <w:pPr>
              <w:ind w:left="-108" w:right="-24"/>
              <w:jc w:val="right"/>
              <w:rPr>
                <w:rFonts w:ascii="Browallia New" w:hAnsi="Browallia New" w:cs="Browallia New"/>
              </w:rPr>
            </w:pPr>
            <w:r w:rsidRPr="0076073C">
              <w:rPr>
                <w:rFonts w:ascii="Browallia New" w:hAnsi="Browallia New" w:cs="Browallia New"/>
              </w:rPr>
              <w:t>84,184</w:t>
            </w:r>
          </w:p>
        </w:tc>
      </w:tr>
      <w:tr w:rsidR="004A51B0" w:rsidRPr="0076073C" w14:paraId="485628C9" w14:textId="77777777" w:rsidTr="00CB4821">
        <w:trPr>
          <w:trHeight w:hRule="exact" w:val="372"/>
        </w:trPr>
        <w:tc>
          <w:tcPr>
            <w:tcW w:w="3339" w:type="dxa"/>
            <w:vAlign w:val="bottom"/>
          </w:tcPr>
          <w:p w14:paraId="485628C1" w14:textId="77777777" w:rsidR="004A51B0" w:rsidRPr="0076073C" w:rsidRDefault="004A51B0" w:rsidP="004A51B0">
            <w:pPr>
              <w:ind w:right="28"/>
              <w:rPr>
                <w:rFonts w:ascii="Browallia New" w:hAnsi="Browallia New" w:cs="Browallia New"/>
                <w:sz w:val="16"/>
                <w:szCs w:val="16"/>
                <w:lang w:val="en-GB"/>
              </w:rPr>
            </w:pPr>
          </w:p>
        </w:tc>
        <w:tc>
          <w:tcPr>
            <w:tcW w:w="1242" w:type="dxa"/>
            <w:tcBorders>
              <w:top w:val="single" w:sz="12" w:space="0" w:color="auto"/>
            </w:tcBorders>
            <w:vAlign w:val="bottom"/>
          </w:tcPr>
          <w:p w14:paraId="485628C2" w14:textId="77777777" w:rsidR="004A51B0" w:rsidRPr="0076073C" w:rsidRDefault="004A51B0" w:rsidP="004A51B0">
            <w:pPr>
              <w:ind w:left="-108" w:right="-24"/>
              <w:jc w:val="right"/>
              <w:rPr>
                <w:rFonts w:ascii="Browallia New" w:hAnsi="Browallia New" w:cs="Browallia New"/>
                <w:sz w:val="20"/>
                <w:szCs w:val="20"/>
              </w:rPr>
            </w:pPr>
          </w:p>
        </w:tc>
        <w:tc>
          <w:tcPr>
            <w:tcW w:w="239" w:type="dxa"/>
            <w:vAlign w:val="bottom"/>
          </w:tcPr>
          <w:p w14:paraId="485628C3" w14:textId="77777777" w:rsidR="004A51B0" w:rsidRPr="0076073C" w:rsidRDefault="004A51B0" w:rsidP="004A51B0">
            <w:pPr>
              <w:tabs>
                <w:tab w:val="left" w:pos="540"/>
              </w:tabs>
              <w:ind w:left="-108" w:right="3"/>
              <w:jc w:val="right"/>
              <w:rPr>
                <w:rFonts w:ascii="Browallia New" w:hAnsi="Browallia New" w:cs="Browallia New"/>
                <w:sz w:val="20"/>
                <w:szCs w:val="20"/>
              </w:rPr>
            </w:pPr>
          </w:p>
        </w:tc>
        <w:tc>
          <w:tcPr>
            <w:tcW w:w="1273" w:type="dxa"/>
            <w:tcBorders>
              <w:top w:val="single" w:sz="12" w:space="0" w:color="auto"/>
            </w:tcBorders>
            <w:vAlign w:val="bottom"/>
          </w:tcPr>
          <w:p w14:paraId="485628C4" w14:textId="77777777" w:rsidR="004A51B0" w:rsidRPr="0076073C" w:rsidRDefault="004A51B0" w:rsidP="004A51B0">
            <w:pPr>
              <w:ind w:left="-108" w:right="-24"/>
              <w:jc w:val="right"/>
              <w:rPr>
                <w:rFonts w:ascii="Browallia New" w:hAnsi="Browallia New" w:cs="Browallia New"/>
                <w:sz w:val="20"/>
                <w:szCs w:val="20"/>
              </w:rPr>
            </w:pPr>
          </w:p>
        </w:tc>
        <w:tc>
          <w:tcPr>
            <w:tcW w:w="243" w:type="dxa"/>
          </w:tcPr>
          <w:p w14:paraId="485628C5" w14:textId="77777777" w:rsidR="004A51B0" w:rsidRPr="0076073C" w:rsidRDefault="004A51B0" w:rsidP="004A51B0">
            <w:pPr>
              <w:tabs>
                <w:tab w:val="left" w:pos="540"/>
              </w:tabs>
              <w:ind w:left="-108" w:right="3"/>
              <w:jc w:val="right"/>
              <w:rPr>
                <w:rFonts w:ascii="Browallia New" w:hAnsi="Browallia New" w:cs="Browallia New"/>
                <w:sz w:val="20"/>
                <w:szCs w:val="20"/>
              </w:rPr>
            </w:pPr>
          </w:p>
        </w:tc>
        <w:tc>
          <w:tcPr>
            <w:tcW w:w="1251" w:type="dxa"/>
            <w:tcBorders>
              <w:top w:val="single" w:sz="12" w:space="0" w:color="auto"/>
            </w:tcBorders>
            <w:vAlign w:val="bottom"/>
          </w:tcPr>
          <w:p w14:paraId="485628C6" w14:textId="77777777" w:rsidR="004A51B0" w:rsidRPr="0076073C" w:rsidRDefault="004A51B0" w:rsidP="004A51B0">
            <w:pPr>
              <w:ind w:left="-108" w:right="-24"/>
              <w:jc w:val="right"/>
              <w:rPr>
                <w:rFonts w:ascii="Browallia New" w:hAnsi="Browallia New" w:cs="Browallia New"/>
                <w:sz w:val="20"/>
                <w:szCs w:val="20"/>
              </w:rPr>
            </w:pPr>
          </w:p>
        </w:tc>
        <w:tc>
          <w:tcPr>
            <w:tcW w:w="236" w:type="dxa"/>
            <w:vAlign w:val="bottom"/>
          </w:tcPr>
          <w:p w14:paraId="485628C7" w14:textId="77777777" w:rsidR="004A51B0" w:rsidRPr="0076073C" w:rsidRDefault="004A51B0" w:rsidP="004A51B0">
            <w:pPr>
              <w:tabs>
                <w:tab w:val="left" w:pos="540"/>
              </w:tabs>
              <w:ind w:left="-108" w:right="3"/>
              <w:jc w:val="right"/>
              <w:rPr>
                <w:rFonts w:ascii="Browallia New" w:hAnsi="Browallia New" w:cs="Browallia New"/>
                <w:sz w:val="20"/>
                <w:szCs w:val="20"/>
              </w:rPr>
            </w:pPr>
          </w:p>
        </w:tc>
        <w:tc>
          <w:tcPr>
            <w:tcW w:w="1285" w:type="dxa"/>
            <w:tcBorders>
              <w:top w:val="single" w:sz="12" w:space="0" w:color="auto"/>
            </w:tcBorders>
            <w:vAlign w:val="bottom"/>
          </w:tcPr>
          <w:p w14:paraId="485628C8" w14:textId="77777777" w:rsidR="004A51B0" w:rsidRPr="0076073C" w:rsidRDefault="004A51B0" w:rsidP="004A51B0">
            <w:pPr>
              <w:ind w:left="-108" w:right="-24"/>
              <w:jc w:val="right"/>
              <w:rPr>
                <w:rFonts w:ascii="Browallia New" w:hAnsi="Browallia New" w:cs="Browallia New"/>
                <w:sz w:val="20"/>
                <w:szCs w:val="20"/>
              </w:rPr>
            </w:pPr>
          </w:p>
        </w:tc>
      </w:tr>
      <w:tr w:rsidR="004A51B0" w:rsidRPr="0076073C" w14:paraId="485628D2" w14:textId="77777777" w:rsidTr="00CB4821">
        <w:tc>
          <w:tcPr>
            <w:tcW w:w="3339" w:type="dxa"/>
            <w:vAlign w:val="bottom"/>
            <w:hideMark/>
          </w:tcPr>
          <w:p w14:paraId="485628CA" w14:textId="77777777" w:rsidR="004A51B0" w:rsidRPr="0076073C" w:rsidRDefault="004A51B0" w:rsidP="004A51B0">
            <w:pPr>
              <w:ind w:right="28"/>
              <w:rPr>
                <w:rFonts w:ascii="Browallia New" w:hAnsi="Browallia New" w:cs="Browallia New"/>
                <w:u w:val="single"/>
                <w:lang w:val="en-GB"/>
              </w:rPr>
            </w:pPr>
            <w:r w:rsidRPr="0076073C">
              <w:rPr>
                <w:rFonts w:ascii="Browallia New" w:hAnsi="Browallia New" w:cs="Browallia New"/>
                <w:u w:val="single"/>
                <w:cs/>
              </w:rPr>
              <w:t>ค่าตอบแทนผู้บริหารที่สำคัญ</w:t>
            </w:r>
          </w:p>
        </w:tc>
        <w:tc>
          <w:tcPr>
            <w:tcW w:w="1242" w:type="dxa"/>
            <w:vAlign w:val="bottom"/>
          </w:tcPr>
          <w:p w14:paraId="485628CB" w14:textId="77777777" w:rsidR="004A51B0" w:rsidRPr="0076073C" w:rsidRDefault="004A51B0" w:rsidP="004A51B0">
            <w:pPr>
              <w:ind w:left="-108" w:right="-24"/>
              <w:jc w:val="right"/>
              <w:rPr>
                <w:rFonts w:ascii="Browallia New" w:hAnsi="Browallia New" w:cs="Browallia New"/>
              </w:rPr>
            </w:pPr>
          </w:p>
        </w:tc>
        <w:tc>
          <w:tcPr>
            <w:tcW w:w="239" w:type="dxa"/>
            <w:vAlign w:val="bottom"/>
          </w:tcPr>
          <w:p w14:paraId="485628CC" w14:textId="77777777" w:rsidR="004A51B0" w:rsidRPr="0076073C" w:rsidRDefault="004A51B0" w:rsidP="004A51B0">
            <w:pPr>
              <w:tabs>
                <w:tab w:val="left" w:pos="540"/>
              </w:tabs>
              <w:ind w:left="-108" w:right="3"/>
              <w:jc w:val="right"/>
              <w:rPr>
                <w:rFonts w:ascii="Browallia New" w:hAnsi="Browallia New" w:cs="Browallia New"/>
              </w:rPr>
            </w:pPr>
          </w:p>
        </w:tc>
        <w:tc>
          <w:tcPr>
            <w:tcW w:w="1273" w:type="dxa"/>
            <w:vAlign w:val="bottom"/>
          </w:tcPr>
          <w:p w14:paraId="485628CD" w14:textId="77777777" w:rsidR="004A51B0" w:rsidRPr="0076073C" w:rsidRDefault="004A51B0" w:rsidP="004A51B0">
            <w:pPr>
              <w:ind w:left="-108" w:right="-24"/>
              <w:jc w:val="right"/>
              <w:rPr>
                <w:rFonts w:ascii="Browallia New" w:hAnsi="Browallia New" w:cs="Browallia New"/>
              </w:rPr>
            </w:pPr>
          </w:p>
        </w:tc>
        <w:tc>
          <w:tcPr>
            <w:tcW w:w="243" w:type="dxa"/>
          </w:tcPr>
          <w:p w14:paraId="485628CE" w14:textId="77777777" w:rsidR="004A51B0" w:rsidRPr="0076073C" w:rsidRDefault="004A51B0" w:rsidP="004A51B0">
            <w:pPr>
              <w:tabs>
                <w:tab w:val="left" w:pos="540"/>
              </w:tabs>
              <w:ind w:left="-108" w:right="3"/>
              <w:jc w:val="right"/>
              <w:rPr>
                <w:rFonts w:ascii="Browallia New" w:hAnsi="Browallia New" w:cs="Browallia New"/>
              </w:rPr>
            </w:pPr>
          </w:p>
        </w:tc>
        <w:tc>
          <w:tcPr>
            <w:tcW w:w="1251" w:type="dxa"/>
            <w:vAlign w:val="bottom"/>
          </w:tcPr>
          <w:p w14:paraId="485628CF" w14:textId="77777777" w:rsidR="004A51B0" w:rsidRPr="0076073C" w:rsidRDefault="004A51B0" w:rsidP="004A51B0">
            <w:pPr>
              <w:ind w:left="-108" w:right="-24"/>
              <w:jc w:val="right"/>
              <w:rPr>
                <w:rFonts w:ascii="Browallia New" w:hAnsi="Browallia New" w:cs="Browallia New"/>
              </w:rPr>
            </w:pPr>
          </w:p>
        </w:tc>
        <w:tc>
          <w:tcPr>
            <w:tcW w:w="236" w:type="dxa"/>
            <w:vAlign w:val="bottom"/>
          </w:tcPr>
          <w:p w14:paraId="485628D0" w14:textId="77777777" w:rsidR="004A51B0" w:rsidRPr="0076073C" w:rsidRDefault="004A51B0" w:rsidP="004A51B0">
            <w:pPr>
              <w:tabs>
                <w:tab w:val="left" w:pos="540"/>
              </w:tabs>
              <w:ind w:left="-108" w:right="3"/>
              <w:jc w:val="right"/>
              <w:rPr>
                <w:rFonts w:ascii="Browallia New" w:hAnsi="Browallia New" w:cs="Browallia New"/>
              </w:rPr>
            </w:pPr>
          </w:p>
        </w:tc>
        <w:tc>
          <w:tcPr>
            <w:tcW w:w="1285" w:type="dxa"/>
            <w:vAlign w:val="bottom"/>
          </w:tcPr>
          <w:p w14:paraId="485628D1" w14:textId="77777777" w:rsidR="004A51B0" w:rsidRPr="0076073C" w:rsidRDefault="004A51B0" w:rsidP="004A51B0">
            <w:pPr>
              <w:ind w:left="-108" w:right="-24"/>
              <w:jc w:val="right"/>
              <w:rPr>
                <w:rFonts w:ascii="Browallia New" w:hAnsi="Browallia New" w:cs="Browallia New"/>
              </w:rPr>
            </w:pPr>
          </w:p>
        </w:tc>
      </w:tr>
      <w:tr w:rsidR="004A51B0" w:rsidRPr="0076073C" w14:paraId="485628DB" w14:textId="77777777" w:rsidTr="00CB4821">
        <w:tc>
          <w:tcPr>
            <w:tcW w:w="3339" w:type="dxa"/>
            <w:vAlign w:val="bottom"/>
            <w:hideMark/>
          </w:tcPr>
          <w:p w14:paraId="485628D3" w14:textId="77777777" w:rsidR="004A51B0" w:rsidRPr="0076073C" w:rsidRDefault="004A51B0" w:rsidP="004A51B0">
            <w:pPr>
              <w:ind w:right="28" w:firstLine="311"/>
              <w:rPr>
                <w:rFonts w:ascii="Browallia New" w:hAnsi="Browallia New" w:cs="Browallia New"/>
                <w:cs/>
                <w:lang w:val="en-GB"/>
              </w:rPr>
            </w:pPr>
            <w:r w:rsidRPr="0076073C">
              <w:rPr>
                <w:rFonts w:ascii="Browallia New" w:hAnsi="Browallia New" w:cs="Browallia New"/>
                <w:cs/>
                <w:lang w:val="en-GB"/>
              </w:rPr>
              <w:t>ผลประโยชน์หลังออกจากงาน</w:t>
            </w:r>
          </w:p>
        </w:tc>
        <w:tc>
          <w:tcPr>
            <w:tcW w:w="1242" w:type="dxa"/>
            <w:tcBorders>
              <w:top w:val="nil"/>
              <w:left w:val="nil"/>
              <w:bottom w:val="single" w:sz="12" w:space="0" w:color="auto"/>
              <w:right w:val="nil"/>
            </w:tcBorders>
            <w:shd w:val="clear" w:color="auto" w:fill="auto"/>
            <w:vAlign w:val="bottom"/>
          </w:tcPr>
          <w:p w14:paraId="485628D4" w14:textId="3D875FE7" w:rsidR="004A51B0" w:rsidRPr="0076073C" w:rsidRDefault="00316FBE" w:rsidP="004A51B0">
            <w:pPr>
              <w:ind w:left="-108" w:right="-24"/>
              <w:jc w:val="right"/>
              <w:rPr>
                <w:rFonts w:ascii="Browallia New" w:hAnsi="Browallia New" w:cs="Browallia New"/>
              </w:rPr>
            </w:pPr>
            <w:r w:rsidRPr="0076073C">
              <w:rPr>
                <w:rFonts w:ascii="Browallia New" w:hAnsi="Browallia New" w:cs="Browallia New"/>
              </w:rPr>
              <w:t>15,441</w:t>
            </w:r>
          </w:p>
        </w:tc>
        <w:tc>
          <w:tcPr>
            <w:tcW w:w="239" w:type="dxa"/>
            <w:shd w:val="clear" w:color="auto" w:fill="auto"/>
            <w:vAlign w:val="bottom"/>
          </w:tcPr>
          <w:p w14:paraId="485628D5" w14:textId="77777777" w:rsidR="004A51B0" w:rsidRPr="0076073C" w:rsidRDefault="004A51B0" w:rsidP="004A51B0">
            <w:pPr>
              <w:tabs>
                <w:tab w:val="left" w:pos="540"/>
              </w:tabs>
              <w:ind w:left="-108" w:right="3"/>
              <w:jc w:val="right"/>
              <w:rPr>
                <w:rFonts w:ascii="Browallia New" w:hAnsi="Browallia New" w:cs="Browallia New"/>
              </w:rPr>
            </w:pPr>
          </w:p>
        </w:tc>
        <w:tc>
          <w:tcPr>
            <w:tcW w:w="1273" w:type="dxa"/>
            <w:tcBorders>
              <w:top w:val="nil"/>
              <w:left w:val="nil"/>
              <w:bottom w:val="single" w:sz="12" w:space="0" w:color="auto"/>
              <w:right w:val="nil"/>
            </w:tcBorders>
            <w:shd w:val="clear" w:color="auto" w:fill="auto"/>
            <w:vAlign w:val="bottom"/>
          </w:tcPr>
          <w:p w14:paraId="485628D6" w14:textId="3EBFB447" w:rsidR="004A51B0" w:rsidRPr="0076073C" w:rsidRDefault="005135DB" w:rsidP="004A51B0">
            <w:pPr>
              <w:ind w:left="-108" w:right="-24"/>
              <w:jc w:val="right"/>
              <w:rPr>
                <w:rFonts w:ascii="Browallia New" w:hAnsi="Browallia New" w:cs="Browallia New"/>
              </w:rPr>
            </w:pPr>
            <w:r w:rsidRPr="0076073C">
              <w:rPr>
                <w:rFonts w:ascii="Browallia New" w:hAnsi="Browallia New" w:cs="Browallia New"/>
              </w:rPr>
              <w:t>15,103</w:t>
            </w:r>
          </w:p>
        </w:tc>
        <w:tc>
          <w:tcPr>
            <w:tcW w:w="243" w:type="dxa"/>
            <w:shd w:val="clear" w:color="auto" w:fill="auto"/>
          </w:tcPr>
          <w:p w14:paraId="485628D7" w14:textId="77777777" w:rsidR="004A51B0" w:rsidRPr="0076073C" w:rsidRDefault="004A51B0" w:rsidP="004A51B0">
            <w:pPr>
              <w:tabs>
                <w:tab w:val="left" w:pos="540"/>
              </w:tabs>
              <w:ind w:left="-108" w:right="3"/>
              <w:jc w:val="right"/>
              <w:rPr>
                <w:rFonts w:ascii="Browallia New" w:hAnsi="Browallia New" w:cs="Browallia New"/>
              </w:rPr>
            </w:pPr>
          </w:p>
        </w:tc>
        <w:tc>
          <w:tcPr>
            <w:tcW w:w="1251" w:type="dxa"/>
            <w:tcBorders>
              <w:top w:val="nil"/>
              <w:left w:val="nil"/>
              <w:bottom w:val="single" w:sz="12" w:space="0" w:color="auto"/>
              <w:right w:val="nil"/>
            </w:tcBorders>
            <w:shd w:val="clear" w:color="auto" w:fill="auto"/>
            <w:vAlign w:val="bottom"/>
          </w:tcPr>
          <w:p w14:paraId="485628D8" w14:textId="6E0C080C" w:rsidR="004A51B0" w:rsidRPr="0076073C" w:rsidRDefault="00316FBE" w:rsidP="004A51B0">
            <w:pPr>
              <w:ind w:left="-108" w:right="-24"/>
              <w:jc w:val="right"/>
              <w:rPr>
                <w:rFonts w:ascii="Browallia New" w:hAnsi="Browallia New" w:cs="Browallia New"/>
              </w:rPr>
            </w:pPr>
            <w:r w:rsidRPr="0076073C">
              <w:rPr>
                <w:rFonts w:ascii="Browallia New" w:hAnsi="Browallia New" w:cs="Browallia New"/>
              </w:rPr>
              <w:t>15,441</w:t>
            </w:r>
          </w:p>
        </w:tc>
        <w:tc>
          <w:tcPr>
            <w:tcW w:w="236" w:type="dxa"/>
            <w:shd w:val="clear" w:color="auto" w:fill="auto"/>
            <w:vAlign w:val="bottom"/>
          </w:tcPr>
          <w:p w14:paraId="485628D9" w14:textId="77777777" w:rsidR="004A51B0" w:rsidRPr="0076073C" w:rsidRDefault="004A51B0" w:rsidP="004A51B0">
            <w:pPr>
              <w:tabs>
                <w:tab w:val="left" w:pos="540"/>
              </w:tabs>
              <w:ind w:left="-108" w:right="3"/>
              <w:jc w:val="right"/>
              <w:rPr>
                <w:rFonts w:ascii="Browallia New" w:hAnsi="Browallia New" w:cs="Browallia New"/>
              </w:rPr>
            </w:pPr>
          </w:p>
        </w:tc>
        <w:tc>
          <w:tcPr>
            <w:tcW w:w="1285" w:type="dxa"/>
            <w:tcBorders>
              <w:top w:val="nil"/>
              <w:left w:val="nil"/>
              <w:bottom w:val="single" w:sz="12" w:space="0" w:color="auto"/>
              <w:right w:val="nil"/>
            </w:tcBorders>
            <w:shd w:val="clear" w:color="auto" w:fill="auto"/>
            <w:vAlign w:val="bottom"/>
          </w:tcPr>
          <w:p w14:paraId="485628DA" w14:textId="5A181267" w:rsidR="004A51B0" w:rsidRPr="0076073C" w:rsidRDefault="007E44B7" w:rsidP="004A51B0">
            <w:pPr>
              <w:ind w:left="-108" w:right="-24"/>
              <w:jc w:val="right"/>
              <w:rPr>
                <w:rFonts w:ascii="Browallia New" w:hAnsi="Browallia New" w:cs="Browallia New"/>
              </w:rPr>
            </w:pPr>
            <w:r w:rsidRPr="0076073C">
              <w:rPr>
                <w:rFonts w:ascii="Browallia New" w:hAnsi="Browallia New" w:cs="Browallia New"/>
              </w:rPr>
              <w:t>15,103</w:t>
            </w:r>
          </w:p>
        </w:tc>
      </w:tr>
    </w:tbl>
    <w:p w14:paraId="2D514CF6" w14:textId="6703A4B2" w:rsidR="001E78F9" w:rsidRPr="0076073C" w:rsidRDefault="001E78F9" w:rsidP="001E78F9">
      <w:pPr>
        <w:tabs>
          <w:tab w:val="left" w:pos="426"/>
        </w:tabs>
        <w:ind w:left="360"/>
        <w:jc w:val="thaiDistribute"/>
        <w:rPr>
          <w:rFonts w:ascii="Browallia New" w:hAnsi="Browallia New" w:cs="Browallia New"/>
          <w:b/>
          <w:bCs/>
        </w:rPr>
      </w:pPr>
    </w:p>
    <w:p w14:paraId="48562975" w14:textId="45EB40F7" w:rsidR="002037AC" w:rsidRPr="0076073C"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สินค้าคงเหลือ</w:t>
      </w:r>
      <w:r w:rsidR="0026270B" w:rsidRPr="0076073C">
        <w:rPr>
          <w:rFonts w:ascii="Browallia New" w:hAnsi="Browallia New" w:cs="Browallia New"/>
          <w:b/>
          <w:bCs/>
        </w:rPr>
        <w:t xml:space="preserve"> - </w:t>
      </w:r>
      <w:r w:rsidR="0026270B" w:rsidRPr="0076073C">
        <w:rPr>
          <w:rFonts w:ascii="Browallia New" w:hAnsi="Browallia New" w:cs="Browallia New"/>
          <w:b/>
          <w:bCs/>
          <w:cs/>
        </w:rPr>
        <w:t>สุทธิ</w:t>
      </w:r>
    </w:p>
    <w:p w14:paraId="7CD20345" w14:textId="77777777" w:rsidR="003A5EBE" w:rsidRPr="0076073C" w:rsidRDefault="003A5EBE" w:rsidP="00DC495D">
      <w:pPr>
        <w:pStyle w:val="ListParagraph"/>
        <w:spacing w:after="0" w:line="240" w:lineRule="auto"/>
        <w:ind w:left="360"/>
        <w:jc w:val="thaiDistribute"/>
        <w:rPr>
          <w:rFonts w:ascii="Browallia New" w:hAnsi="Browallia New" w:cs="Browallia New"/>
          <w:sz w:val="28"/>
        </w:rPr>
      </w:pPr>
    </w:p>
    <w:tbl>
      <w:tblPr>
        <w:tblW w:w="9019" w:type="dxa"/>
        <w:tblInd w:w="378" w:type="dxa"/>
        <w:tblLayout w:type="fixed"/>
        <w:tblLook w:val="0000" w:firstRow="0" w:lastRow="0" w:firstColumn="0" w:lastColumn="0" w:noHBand="0" w:noVBand="0"/>
      </w:tblPr>
      <w:tblGrid>
        <w:gridCol w:w="3249"/>
        <w:gridCol w:w="1260"/>
        <w:gridCol w:w="239"/>
        <w:gridCol w:w="1257"/>
        <w:gridCol w:w="236"/>
        <w:gridCol w:w="1260"/>
        <w:gridCol w:w="236"/>
        <w:gridCol w:w="1282"/>
      </w:tblGrid>
      <w:tr w:rsidR="003E4706" w:rsidRPr="0076073C" w14:paraId="4856297A" w14:textId="77777777" w:rsidTr="007F4BD2">
        <w:trPr>
          <w:cantSplit/>
          <w:trHeight w:val="20"/>
        </w:trPr>
        <w:tc>
          <w:tcPr>
            <w:tcW w:w="3249" w:type="dxa"/>
            <w:vAlign w:val="bottom"/>
          </w:tcPr>
          <w:p w14:paraId="48562976" w14:textId="77777777" w:rsidR="003E4706" w:rsidRPr="0076073C" w:rsidRDefault="003E4706" w:rsidP="003E0B20">
            <w:pPr>
              <w:pStyle w:val="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76073C" w:rsidRDefault="003E4706" w:rsidP="003E0B20">
            <w:pPr>
              <w:pStyle w:val="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76073C" w:rsidRDefault="003E4706" w:rsidP="003E0B20">
            <w:pPr>
              <w:pStyle w:val="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76073C" w:rsidRDefault="003E4706" w:rsidP="003E0B20">
            <w:pPr>
              <w:pStyle w:val="3"/>
              <w:tabs>
                <w:tab w:val="clear" w:pos="360"/>
                <w:tab w:val="clear" w:pos="720"/>
              </w:tabs>
              <w:jc w:val="right"/>
              <w:rPr>
                <w:rFonts w:ascii="Browallia New" w:hAnsi="Browallia New" w:cs="Browallia New"/>
                <w:sz w:val="28"/>
                <w:szCs w:val="28"/>
              </w:rPr>
            </w:pPr>
            <w:r w:rsidRPr="0076073C">
              <w:rPr>
                <w:rFonts w:ascii="Browallia New" w:hAnsi="Browallia New" w:cs="Browallia New"/>
                <w:sz w:val="28"/>
                <w:szCs w:val="28"/>
              </w:rPr>
              <w:t>(</w:t>
            </w:r>
            <w:r w:rsidRPr="0076073C">
              <w:rPr>
                <w:rFonts w:ascii="Browallia New" w:hAnsi="Browallia New" w:cs="Browallia New"/>
                <w:sz w:val="28"/>
                <w:szCs w:val="28"/>
                <w:cs/>
              </w:rPr>
              <w:t>หน่วย</w:t>
            </w:r>
            <w:r w:rsidR="00F60E66" w:rsidRPr="0076073C">
              <w:rPr>
                <w:rFonts w:ascii="Browallia New" w:hAnsi="Browallia New" w:cs="Browallia New"/>
                <w:sz w:val="28"/>
                <w:szCs w:val="28"/>
              </w:rPr>
              <w:t xml:space="preserve"> </w:t>
            </w:r>
            <w:r w:rsidRPr="0076073C">
              <w:rPr>
                <w:rFonts w:ascii="Browallia New" w:hAnsi="Browallia New" w:cs="Browallia New"/>
                <w:sz w:val="28"/>
                <w:szCs w:val="28"/>
                <w:lang w:val="en-GB"/>
              </w:rPr>
              <w:t>:</w:t>
            </w:r>
            <w:r w:rsidR="00F60E66" w:rsidRPr="0076073C">
              <w:rPr>
                <w:rFonts w:ascii="Browallia New" w:hAnsi="Browallia New" w:cs="Browallia New"/>
                <w:sz w:val="28"/>
                <w:szCs w:val="28"/>
              </w:rPr>
              <w:t xml:space="preserve"> </w:t>
            </w:r>
            <w:r w:rsidRPr="0076073C">
              <w:rPr>
                <w:rFonts w:ascii="Browallia New" w:hAnsi="Browallia New" w:cs="Browallia New"/>
                <w:sz w:val="28"/>
                <w:szCs w:val="28"/>
                <w:cs/>
                <w:lang w:val="en-GB"/>
              </w:rPr>
              <w:t>พัน</w:t>
            </w:r>
            <w:r w:rsidRPr="0076073C">
              <w:rPr>
                <w:rFonts w:ascii="Browallia New" w:hAnsi="Browallia New" w:cs="Browallia New"/>
                <w:sz w:val="28"/>
                <w:szCs w:val="28"/>
                <w:cs/>
              </w:rPr>
              <w:t>บาท)</w:t>
            </w:r>
          </w:p>
        </w:tc>
      </w:tr>
      <w:tr w:rsidR="003E4706" w:rsidRPr="0076073C" w14:paraId="4856297F" w14:textId="77777777" w:rsidTr="007F4BD2">
        <w:trPr>
          <w:cantSplit/>
          <w:trHeight w:val="20"/>
        </w:trPr>
        <w:tc>
          <w:tcPr>
            <w:tcW w:w="3249" w:type="dxa"/>
            <w:vAlign w:val="bottom"/>
          </w:tcPr>
          <w:p w14:paraId="4856297B" w14:textId="77777777" w:rsidR="003E4706" w:rsidRPr="0076073C" w:rsidRDefault="003E4706" w:rsidP="003E0B20">
            <w:pPr>
              <w:pStyle w:val="3"/>
              <w:tabs>
                <w:tab w:val="clear" w:pos="360"/>
                <w:tab w:val="clear" w:pos="720"/>
              </w:tabs>
              <w:jc w:val="center"/>
              <w:rPr>
                <w:rFonts w:ascii="Browallia New" w:hAnsi="Browallia New" w:cs="Browallia New"/>
                <w:sz w:val="28"/>
                <w:szCs w:val="28"/>
              </w:rPr>
            </w:pPr>
            <w:r w:rsidRPr="0076073C">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1F88DAF6" w:rsidR="003E4706" w:rsidRPr="0076073C" w:rsidRDefault="00892FB5" w:rsidP="003E0B20">
            <w:pPr>
              <w:jc w:val="center"/>
              <w:rPr>
                <w:rFonts w:ascii="Browallia New" w:hAnsi="Browallia New" w:cs="Browallia New"/>
              </w:rPr>
            </w:pPr>
            <w:r w:rsidRPr="0076073C">
              <w:rPr>
                <w:rFonts w:ascii="Browallia New" w:hAnsi="Browallia New" w:cs="Browallia New"/>
                <w:cs/>
              </w:rPr>
              <w:t>ข้อมูล</w:t>
            </w:r>
            <w:r w:rsidR="004A6DA0" w:rsidRPr="0076073C">
              <w:rPr>
                <w:rFonts w:ascii="Browallia New" w:hAnsi="Browallia New" w:cs="Browallia New"/>
                <w:cs/>
              </w:rPr>
              <w:t>ทาง</w:t>
            </w:r>
            <w:r w:rsidR="003E4706" w:rsidRPr="0076073C">
              <w:rPr>
                <w:rFonts w:ascii="Browallia New" w:hAnsi="Browallia New" w:cs="Browallia New"/>
                <w:cs/>
              </w:rPr>
              <w:t>การเงินรวม</w:t>
            </w:r>
          </w:p>
        </w:tc>
        <w:tc>
          <w:tcPr>
            <w:tcW w:w="236" w:type="dxa"/>
            <w:tcBorders>
              <w:left w:val="nil"/>
            </w:tcBorders>
            <w:vAlign w:val="bottom"/>
          </w:tcPr>
          <w:p w14:paraId="4856297D" w14:textId="77777777" w:rsidR="003E4706" w:rsidRPr="0076073C"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2C1E2972" w:rsidR="003E4706" w:rsidRPr="0076073C" w:rsidRDefault="000B2410" w:rsidP="003E0B20">
            <w:pPr>
              <w:ind w:right="72"/>
              <w:jc w:val="center"/>
              <w:rPr>
                <w:rFonts w:ascii="Browallia New" w:hAnsi="Browallia New" w:cs="Browallia New"/>
                <w:cs/>
              </w:rPr>
            </w:pPr>
            <w:r w:rsidRPr="0076073C">
              <w:rPr>
                <w:rFonts w:ascii="Browallia New" w:hAnsi="Browallia New" w:cs="Browallia New"/>
                <w:cs/>
              </w:rPr>
              <w:t>ข้อมูลทาง</w:t>
            </w:r>
            <w:r w:rsidR="003E4706" w:rsidRPr="0076073C">
              <w:rPr>
                <w:rFonts w:ascii="Browallia New" w:hAnsi="Browallia New" w:cs="Browallia New"/>
                <w:cs/>
              </w:rPr>
              <w:t>การเงินเฉพาะบริษัท</w:t>
            </w:r>
          </w:p>
        </w:tc>
      </w:tr>
      <w:tr w:rsidR="00F901B7" w:rsidRPr="0076073C" w14:paraId="4856298C" w14:textId="77777777" w:rsidTr="007F4BD2">
        <w:trPr>
          <w:cantSplit/>
          <w:trHeight w:val="20"/>
        </w:trPr>
        <w:tc>
          <w:tcPr>
            <w:tcW w:w="3249" w:type="dxa"/>
            <w:vAlign w:val="bottom"/>
          </w:tcPr>
          <w:p w14:paraId="48562980" w14:textId="77777777" w:rsidR="00F901B7" w:rsidRPr="0076073C" w:rsidRDefault="00F901B7" w:rsidP="00F901B7">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080CB118" w:rsidR="00F901B7" w:rsidRPr="0076073C" w:rsidRDefault="00F901B7" w:rsidP="00F901B7">
            <w:pPr>
              <w:ind w:left="-105"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9" w:type="dxa"/>
            <w:tcBorders>
              <w:top w:val="single" w:sz="4" w:space="0" w:color="auto"/>
              <w:left w:val="nil"/>
            </w:tcBorders>
            <w:vAlign w:val="bottom"/>
          </w:tcPr>
          <w:p w14:paraId="48562983" w14:textId="77777777" w:rsidR="00F901B7" w:rsidRPr="0076073C" w:rsidRDefault="00F901B7" w:rsidP="00F901B7">
            <w:pPr>
              <w:ind w:left="-105" w:right="-108"/>
              <w:jc w:val="right"/>
              <w:rPr>
                <w:rFonts w:ascii="Browallia New" w:hAnsi="Browallia New" w:cs="Browallia New"/>
                <w:u w:val="single"/>
              </w:rPr>
            </w:pPr>
          </w:p>
        </w:tc>
        <w:tc>
          <w:tcPr>
            <w:tcW w:w="1257" w:type="dxa"/>
            <w:tcBorders>
              <w:top w:val="single" w:sz="4" w:space="0" w:color="auto"/>
              <w:bottom w:val="single" w:sz="4" w:space="0" w:color="auto"/>
            </w:tcBorders>
            <w:vAlign w:val="bottom"/>
          </w:tcPr>
          <w:p w14:paraId="1D58C8E7" w14:textId="77777777" w:rsidR="00F901B7" w:rsidRPr="0076073C" w:rsidRDefault="00F901B7" w:rsidP="00F901B7">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985" w14:textId="72201783" w:rsidR="00F901B7" w:rsidRPr="0076073C" w:rsidRDefault="00F901B7" w:rsidP="00F901B7">
            <w:pPr>
              <w:ind w:left="-105" w:right="-108"/>
              <w:jc w:val="center"/>
              <w:rPr>
                <w:rFonts w:ascii="Browallia New" w:hAnsi="Browallia New" w:cs="Browallia New"/>
                <w:cs/>
              </w:rPr>
            </w:pPr>
            <w:r w:rsidRPr="0076073C">
              <w:rPr>
                <w:rFonts w:ascii="Browallia New" w:hAnsi="Browallia New" w:cs="Browallia New"/>
              </w:rPr>
              <w:t>2567</w:t>
            </w:r>
          </w:p>
        </w:tc>
        <w:tc>
          <w:tcPr>
            <w:tcW w:w="236" w:type="dxa"/>
            <w:tcBorders>
              <w:left w:val="nil"/>
            </w:tcBorders>
            <w:vAlign w:val="bottom"/>
          </w:tcPr>
          <w:p w14:paraId="48562986" w14:textId="77777777" w:rsidR="00F901B7" w:rsidRPr="0076073C" w:rsidRDefault="00F901B7" w:rsidP="00F901B7">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27269516" w:rsidR="00F901B7" w:rsidRPr="0076073C" w:rsidRDefault="00F901B7" w:rsidP="00F901B7">
            <w:pPr>
              <w:ind w:left="-105"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tcBorders>
              <w:top w:val="single" w:sz="4" w:space="0" w:color="auto"/>
            </w:tcBorders>
            <w:vAlign w:val="bottom"/>
          </w:tcPr>
          <w:p w14:paraId="48562989" w14:textId="77777777" w:rsidR="00F901B7" w:rsidRPr="0076073C" w:rsidRDefault="00F901B7" w:rsidP="00F901B7">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83EDD49" w14:textId="77777777" w:rsidR="00F901B7" w:rsidRPr="0076073C" w:rsidRDefault="00F901B7" w:rsidP="00F901B7">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4856298B" w14:textId="5EBC1887" w:rsidR="00F901B7" w:rsidRPr="0076073C" w:rsidRDefault="00F901B7" w:rsidP="00F901B7">
            <w:pPr>
              <w:ind w:left="-105" w:right="-108"/>
              <w:jc w:val="center"/>
              <w:rPr>
                <w:rFonts w:ascii="Browallia New" w:hAnsi="Browallia New" w:cs="Browallia New"/>
                <w:cs/>
              </w:rPr>
            </w:pPr>
            <w:r w:rsidRPr="0076073C">
              <w:rPr>
                <w:rFonts w:ascii="Browallia New" w:hAnsi="Browallia New" w:cs="Browallia New"/>
              </w:rPr>
              <w:t>2567</w:t>
            </w:r>
          </w:p>
        </w:tc>
      </w:tr>
      <w:tr w:rsidR="003E4706" w:rsidRPr="0076073C" w14:paraId="48562995" w14:textId="77777777" w:rsidTr="00CB4821">
        <w:trPr>
          <w:cantSplit/>
          <w:trHeight w:val="199"/>
        </w:trPr>
        <w:tc>
          <w:tcPr>
            <w:tcW w:w="3249" w:type="dxa"/>
            <w:vAlign w:val="bottom"/>
          </w:tcPr>
          <w:p w14:paraId="4856298D" w14:textId="77777777" w:rsidR="003E4706" w:rsidRPr="0076073C"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76073C" w:rsidRDefault="003E4706" w:rsidP="003E0B20">
            <w:pPr>
              <w:jc w:val="right"/>
              <w:rPr>
                <w:rFonts w:ascii="Browallia New" w:hAnsi="Browallia New" w:cs="Browallia New"/>
              </w:rPr>
            </w:pPr>
          </w:p>
        </w:tc>
        <w:tc>
          <w:tcPr>
            <w:tcW w:w="239" w:type="dxa"/>
            <w:tcBorders>
              <w:left w:val="nil"/>
            </w:tcBorders>
            <w:vAlign w:val="bottom"/>
          </w:tcPr>
          <w:p w14:paraId="4856298F" w14:textId="77777777" w:rsidR="003E4706" w:rsidRPr="0076073C" w:rsidRDefault="003E4706" w:rsidP="003E0B20">
            <w:pPr>
              <w:rPr>
                <w:rFonts w:ascii="Browallia New" w:hAnsi="Browallia New" w:cs="Browallia New"/>
              </w:rPr>
            </w:pPr>
          </w:p>
        </w:tc>
        <w:tc>
          <w:tcPr>
            <w:tcW w:w="1257" w:type="dxa"/>
            <w:vAlign w:val="bottom"/>
          </w:tcPr>
          <w:p w14:paraId="48562990" w14:textId="77777777" w:rsidR="003E4706" w:rsidRPr="0076073C"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76073C" w:rsidRDefault="003E4706" w:rsidP="003E0B20">
            <w:pPr>
              <w:rPr>
                <w:rFonts w:ascii="Browallia New" w:hAnsi="Browallia New" w:cs="Browallia New"/>
              </w:rPr>
            </w:pPr>
          </w:p>
        </w:tc>
        <w:tc>
          <w:tcPr>
            <w:tcW w:w="1260" w:type="dxa"/>
            <w:vAlign w:val="bottom"/>
          </w:tcPr>
          <w:p w14:paraId="48562992" w14:textId="77777777" w:rsidR="003E4706" w:rsidRPr="0076073C" w:rsidRDefault="003E4706" w:rsidP="003E0B20">
            <w:pPr>
              <w:jc w:val="right"/>
              <w:rPr>
                <w:rFonts w:ascii="Browallia New" w:hAnsi="Browallia New" w:cs="Browallia New"/>
              </w:rPr>
            </w:pPr>
          </w:p>
        </w:tc>
        <w:tc>
          <w:tcPr>
            <w:tcW w:w="236" w:type="dxa"/>
            <w:vAlign w:val="bottom"/>
          </w:tcPr>
          <w:p w14:paraId="48562993" w14:textId="77777777" w:rsidR="003E4706" w:rsidRPr="0076073C" w:rsidRDefault="003E4706" w:rsidP="003E0B20">
            <w:pPr>
              <w:pStyle w:val="a"/>
              <w:ind w:left="-157" w:right="0"/>
              <w:rPr>
                <w:rFonts w:ascii="Browallia New" w:hAnsi="Browallia New" w:cs="Browallia New"/>
                <w:sz w:val="28"/>
                <w:szCs w:val="28"/>
              </w:rPr>
            </w:pPr>
          </w:p>
        </w:tc>
        <w:tc>
          <w:tcPr>
            <w:tcW w:w="1282" w:type="dxa"/>
            <w:vAlign w:val="bottom"/>
          </w:tcPr>
          <w:p w14:paraId="48562994" w14:textId="77777777" w:rsidR="003E4706" w:rsidRPr="0076073C" w:rsidRDefault="003E4706" w:rsidP="003E0B20">
            <w:pPr>
              <w:jc w:val="right"/>
              <w:rPr>
                <w:rFonts w:ascii="Browallia New" w:hAnsi="Browallia New" w:cs="Browallia New"/>
              </w:rPr>
            </w:pPr>
          </w:p>
        </w:tc>
      </w:tr>
      <w:tr w:rsidR="0080701F" w:rsidRPr="0076073C" w14:paraId="6D221981" w14:textId="77777777" w:rsidTr="007F4BD2">
        <w:trPr>
          <w:cantSplit/>
          <w:trHeight w:val="20"/>
        </w:trPr>
        <w:tc>
          <w:tcPr>
            <w:tcW w:w="3249" w:type="dxa"/>
            <w:vAlign w:val="bottom"/>
          </w:tcPr>
          <w:p w14:paraId="596C6EEF" w14:textId="6B9E0C65"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วัตถุดิบ</w:t>
            </w:r>
          </w:p>
        </w:tc>
        <w:tc>
          <w:tcPr>
            <w:tcW w:w="1260" w:type="dxa"/>
            <w:tcBorders>
              <w:left w:val="nil"/>
            </w:tcBorders>
          </w:tcPr>
          <w:p w14:paraId="2FE8B139" w14:textId="3A51F563"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860,158 </w:t>
            </w:r>
          </w:p>
        </w:tc>
        <w:tc>
          <w:tcPr>
            <w:tcW w:w="239" w:type="dxa"/>
            <w:tcBorders>
              <w:left w:val="nil"/>
            </w:tcBorders>
            <w:vAlign w:val="bottom"/>
          </w:tcPr>
          <w:p w14:paraId="0CE3AEDA" w14:textId="77777777" w:rsidR="0080701F" w:rsidRPr="0076073C" w:rsidRDefault="0080701F" w:rsidP="0080701F">
            <w:pPr>
              <w:rPr>
                <w:rFonts w:ascii="Browallia New" w:hAnsi="Browallia New" w:cs="Browallia New"/>
              </w:rPr>
            </w:pPr>
          </w:p>
        </w:tc>
        <w:tc>
          <w:tcPr>
            <w:tcW w:w="1257" w:type="dxa"/>
          </w:tcPr>
          <w:p w14:paraId="15B79E31" w14:textId="416170CA" w:rsidR="0080701F" w:rsidRPr="0076073C" w:rsidRDefault="0080701F" w:rsidP="0080701F">
            <w:pPr>
              <w:jc w:val="right"/>
              <w:rPr>
                <w:rFonts w:ascii="Browallia New" w:hAnsi="Browallia New" w:cs="Browallia New"/>
              </w:rPr>
            </w:pPr>
            <w:r w:rsidRPr="0076073C">
              <w:rPr>
                <w:rFonts w:ascii="Browallia New" w:hAnsi="Browallia New" w:cs="Browallia New"/>
              </w:rPr>
              <w:t>990,759</w:t>
            </w:r>
          </w:p>
        </w:tc>
        <w:tc>
          <w:tcPr>
            <w:tcW w:w="236" w:type="dxa"/>
            <w:tcBorders>
              <w:left w:val="nil"/>
            </w:tcBorders>
            <w:vAlign w:val="bottom"/>
          </w:tcPr>
          <w:p w14:paraId="403C6BBB" w14:textId="77777777" w:rsidR="0080701F" w:rsidRPr="0076073C" w:rsidRDefault="0080701F" w:rsidP="0080701F">
            <w:pPr>
              <w:ind w:right="30"/>
              <w:rPr>
                <w:rFonts w:ascii="Browallia New" w:hAnsi="Browallia New" w:cs="Browallia New"/>
              </w:rPr>
            </w:pPr>
          </w:p>
        </w:tc>
        <w:tc>
          <w:tcPr>
            <w:tcW w:w="1260" w:type="dxa"/>
          </w:tcPr>
          <w:p w14:paraId="68FDCC08" w14:textId="2EE89F2F"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850,336 </w:t>
            </w:r>
          </w:p>
        </w:tc>
        <w:tc>
          <w:tcPr>
            <w:tcW w:w="236" w:type="dxa"/>
            <w:vAlign w:val="bottom"/>
          </w:tcPr>
          <w:p w14:paraId="6B894CB5" w14:textId="77777777" w:rsidR="0080701F" w:rsidRPr="0076073C" w:rsidRDefault="0080701F" w:rsidP="0080701F">
            <w:pPr>
              <w:pStyle w:val="a"/>
              <w:ind w:left="-157" w:right="30"/>
              <w:rPr>
                <w:rFonts w:ascii="Browallia New" w:hAnsi="Browallia New" w:cs="Browallia New"/>
                <w:sz w:val="28"/>
                <w:szCs w:val="28"/>
              </w:rPr>
            </w:pPr>
          </w:p>
        </w:tc>
        <w:tc>
          <w:tcPr>
            <w:tcW w:w="1282" w:type="dxa"/>
          </w:tcPr>
          <w:p w14:paraId="0D50BAFC" w14:textId="207F7916" w:rsidR="0080701F" w:rsidRPr="0076073C" w:rsidRDefault="0080701F" w:rsidP="0080701F">
            <w:pPr>
              <w:jc w:val="right"/>
              <w:rPr>
                <w:rFonts w:ascii="Browallia New" w:hAnsi="Browallia New" w:cs="Browallia New"/>
                <w:cs/>
              </w:rPr>
            </w:pPr>
            <w:r w:rsidRPr="0076073C">
              <w:rPr>
                <w:rFonts w:ascii="Browallia New" w:hAnsi="Browallia New" w:cs="Browallia New"/>
              </w:rPr>
              <w:t>980,405</w:t>
            </w:r>
          </w:p>
        </w:tc>
      </w:tr>
      <w:tr w:rsidR="0080701F" w:rsidRPr="0076073C" w14:paraId="485629A7" w14:textId="77777777" w:rsidTr="007F4BD2">
        <w:trPr>
          <w:cantSplit/>
          <w:trHeight w:val="20"/>
        </w:trPr>
        <w:tc>
          <w:tcPr>
            <w:tcW w:w="3249" w:type="dxa"/>
            <w:vAlign w:val="bottom"/>
          </w:tcPr>
          <w:p w14:paraId="4856299F" w14:textId="0E4E68F6"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สินค้าสำเร็จรูป</w:t>
            </w:r>
          </w:p>
        </w:tc>
        <w:tc>
          <w:tcPr>
            <w:tcW w:w="1260" w:type="dxa"/>
            <w:tcBorders>
              <w:left w:val="nil"/>
            </w:tcBorders>
          </w:tcPr>
          <w:p w14:paraId="485629A0" w14:textId="753FA75C"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193,959 </w:t>
            </w:r>
          </w:p>
        </w:tc>
        <w:tc>
          <w:tcPr>
            <w:tcW w:w="239" w:type="dxa"/>
            <w:tcBorders>
              <w:left w:val="nil"/>
            </w:tcBorders>
            <w:vAlign w:val="bottom"/>
          </w:tcPr>
          <w:p w14:paraId="485629A1" w14:textId="77777777" w:rsidR="0080701F" w:rsidRPr="0076073C" w:rsidRDefault="0080701F" w:rsidP="0080701F">
            <w:pPr>
              <w:rPr>
                <w:rFonts w:ascii="Browallia New" w:hAnsi="Browallia New" w:cs="Browallia New"/>
              </w:rPr>
            </w:pPr>
          </w:p>
        </w:tc>
        <w:tc>
          <w:tcPr>
            <w:tcW w:w="1257" w:type="dxa"/>
          </w:tcPr>
          <w:p w14:paraId="485629A2" w14:textId="5230C0D6" w:rsidR="0080701F" w:rsidRPr="0076073C" w:rsidRDefault="0080701F" w:rsidP="0080701F">
            <w:pPr>
              <w:jc w:val="right"/>
              <w:rPr>
                <w:rFonts w:ascii="Browallia New" w:hAnsi="Browallia New" w:cs="Browallia New"/>
              </w:rPr>
            </w:pPr>
            <w:r w:rsidRPr="0076073C">
              <w:rPr>
                <w:rFonts w:ascii="Browallia New" w:hAnsi="Browallia New" w:cs="Browallia New"/>
              </w:rPr>
              <w:t>161,693</w:t>
            </w:r>
          </w:p>
        </w:tc>
        <w:tc>
          <w:tcPr>
            <w:tcW w:w="236" w:type="dxa"/>
            <w:tcBorders>
              <w:left w:val="nil"/>
            </w:tcBorders>
            <w:vAlign w:val="bottom"/>
          </w:tcPr>
          <w:p w14:paraId="485629A3" w14:textId="77777777" w:rsidR="0080701F" w:rsidRPr="0076073C" w:rsidRDefault="0080701F" w:rsidP="0080701F">
            <w:pPr>
              <w:ind w:right="30"/>
              <w:rPr>
                <w:rFonts w:ascii="Browallia New" w:hAnsi="Browallia New" w:cs="Browallia New"/>
              </w:rPr>
            </w:pPr>
          </w:p>
        </w:tc>
        <w:tc>
          <w:tcPr>
            <w:tcW w:w="1260" w:type="dxa"/>
          </w:tcPr>
          <w:p w14:paraId="485629A4" w14:textId="2D2F9F5F"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193,959 </w:t>
            </w:r>
          </w:p>
        </w:tc>
        <w:tc>
          <w:tcPr>
            <w:tcW w:w="236" w:type="dxa"/>
            <w:vAlign w:val="bottom"/>
          </w:tcPr>
          <w:p w14:paraId="485629A5" w14:textId="77777777" w:rsidR="0080701F" w:rsidRPr="0076073C" w:rsidRDefault="0080701F" w:rsidP="0080701F">
            <w:pPr>
              <w:pStyle w:val="a"/>
              <w:ind w:left="-157" w:right="30"/>
              <w:rPr>
                <w:rFonts w:ascii="Browallia New" w:hAnsi="Browallia New" w:cs="Browallia New"/>
                <w:sz w:val="28"/>
                <w:szCs w:val="28"/>
              </w:rPr>
            </w:pPr>
          </w:p>
        </w:tc>
        <w:tc>
          <w:tcPr>
            <w:tcW w:w="1282" w:type="dxa"/>
          </w:tcPr>
          <w:p w14:paraId="485629A6" w14:textId="5554F6DD" w:rsidR="0080701F" w:rsidRPr="0076073C" w:rsidRDefault="0080701F" w:rsidP="0080701F">
            <w:pPr>
              <w:jc w:val="right"/>
              <w:rPr>
                <w:rFonts w:ascii="Browallia New" w:hAnsi="Browallia New" w:cs="Browallia New"/>
              </w:rPr>
            </w:pPr>
            <w:r w:rsidRPr="0076073C">
              <w:rPr>
                <w:rFonts w:ascii="Browallia New" w:hAnsi="Browallia New" w:cs="Browallia New"/>
              </w:rPr>
              <w:t>161,693</w:t>
            </w:r>
          </w:p>
        </w:tc>
      </w:tr>
      <w:tr w:rsidR="0080701F" w:rsidRPr="0076073C" w14:paraId="559332B3" w14:textId="77777777" w:rsidTr="007F4BD2">
        <w:trPr>
          <w:cantSplit/>
          <w:trHeight w:val="20"/>
        </w:trPr>
        <w:tc>
          <w:tcPr>
            <w:tcW w:w="3249" w:type="dxa"/>
            <w:vAlign w:val="bottom"/>
          </w:tcPr>
          <w:p w14:paraId="1B1023C5" w14:textId="36650329"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งานระหว่างทำ</w:t>
            </w:r>
          </w:p>
        </w:tc>
        <w:tc>
          <w:tcPr>
            <w:tcW w:w="1260" w:type="dxa"/>
            <w:tcBorders>
              <w:left w:val="nil"/>
            </w:tcBorders>
          </w:tcPr>
          <w:p w14:paraId="553908FE" w14:textId="260470CE"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95,065 </w:t>
            </w:r>
          </w:p>
        </w:tc>
        <w:tc>
          <w:tcPr>
            <w:tcW w:w="239" w:type="dxa"/>
            <w:tcBorders>
              <w:left w:val="nil"/>
            </w:tcBorders>
            <w:vAlign w:val="bottom"/>
          </w:tcPr>
          <w:p w14:paraId="081ADC9B" w14:textId="77777777" w:rsidR="0080701F" w:rsidRPr="0076073C" w:rsidRDefault="0080701F" w:rsidP="0080701F">
            <w:pPr>
              <w:rPr>
                <w:rFonts w:ascii="Browallia New" w:hAnsi="Browallia New" w:cs="Browallia New"/>
              </w:rPr>
            </w:pPr>
          </w:p>
        </w:tc>
        <w:tc>
          <w:tcPr>
            <w:tcW w:w="1257" w:type="dxa"/>
          </w:tcPr>
          <w:p w14:paraId="098DE21B" w14:textId="3362A836" w:rsidR="0080701F" w:rsidRPr="0076073C" w:rsidRDefault="0080701F" w:rsidP="0080701F">
            <w:pPr>
              <w:jc w:val="right"/>
              <w:rPr>
                <w:rFonts w:ascii="Browallia New" w:hAnsi="Browallia New" w:cs="Browallia New"/>
              </w:rPr>
            </w:pPr>
            <w:r w:rsidRPr="0076073C">
              <w:rPr>
                <w:rFonts w:ascii="Browallia New" w:hAnsi="Browallia New" w:cs="Browallia New"/>
              </w:rPr>
              <w:t>98,122</w:t>
            </w:r>
          </w:p>
        </w:tc>
        <w:tc>
          <w:tcPr>
            <w:tcW w:w="236" w:type="dxa"/>
            <w:tcBorders>
              <w:left w:val="nil"/>
            </w:tcBorders>
            <w:vAlign w:val="bottom"/>
          </w:tcPr>
          <w:p w14:paraId="2327D757" w14:textId="77777777" w:rsidR="0080701F" w:rsidRPr="0076073C" w:rsidRDefault="0080701F" w:rsidP="0080701F">
            <w:pPr>
              <w:ind w:right="30"/>
              <w:rPr>
                <w:rFonts w:ascii="Browallia New" w:hAnsi="Browallia New" w:cs="Browallia New"/>
              </w:rPr>
            </w:pPr>
          </w:p>
        </w:tc>
        <w:tc>
          <w:tcPr>
            <w:tcW w:w="1260" w:type="dxa"/>
          </w:tcPr>
          <w:p w14:paraId="4A7CDA8E" w14:textId="1701DC6D"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89,535 </w:t>
            </w:r>
          </w:p>
        </w:tc>
        <w:tc>
          <w:tcPr>
            <w:tcW w:w="236" w:type="dxa"/>
            <w:vAlign w:val="bottom"/>
          </w:tcPr>
          <w:p w14:paraId="32D94B09" w14:textId="77777777" w:rsidR="0080701F" w:rsidRPr="0076073C" w:rsidRDefault="0080701F" w:rsidP="0080701F">
            <w:pPr>
              <w:pStyle w:val="a"/>
              <w:ind w:left="-157" w:right="30"/>
              <w:rPr>
                <w:rFonts w:ascii="Browallia New" w:hAnsi="Browallia New" w:cs="Browallia New"/>
                <w:sz w:val="28"/>
                <w:szCs w:val="28"/>
              </w:rPr>
            </w:pPr>
          </w:p>
        </w:tc>
        <w:tc>
          <w:tcPr>
            <w:tcW w:w="1282" w:type="dxa"/>
          </w:tcPr>
          <w:p w14:paraId="55205CC1" w14:textId="378F6D21" w:rsidR="0080701F" w:rsidRPr="0076073C" w:rsidRDefault="0080701F" w:rsidP="0080701F">
            <w:pPr>
              <w:jc w:val="right"/>
              <w:rPr>
                <w:rFonts w:ascii="Browallia New" w:hAnsi="Browallia New" w:cs="Browallia New"/>
              </w:rPr>
            </w:pPr>
            <w:r w:rsidRPr="0076073C">
              <w:rPr>
                <w:rFonts w:ascii="Browallia New" w:hAnsi="Browallia New" w:cs="Browallia New"/>
              </w:rPr>
              <w:t>90,464</w:t>
            </w:r>
          </w:p>
        </w:tc>
      </w:tr>
      <w:tr w:rsidR="0080701F" w:rsidRPr="0076073C" w14:paraId="485629B9" w14:textId="77777777" w:rsidTr="007F4BD2">
        <w:trPr>
          <w:cantSplit/>
          <w:trHeight w:val="20"/>
        </w:trPr>
        <w:tc>
          <w:tcPr>
            <w:tcW w:w="3249" w:type="dxa"/>
            <w:vAlign w:val="bottom"/>
          </w:tcPr>
          <w:p w14:paraId="485629B1" w14:textId="77777777"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อะไหล่และวัสดุ</w:t>
            </w:r>
          </w:p>
        </w:tc>
        <w:tc>
          <w:tcPr>
            <w:tcW w:w="1260" w:type="dxa"/>
            <w:tcBorders>
              <w:left w:val="nil"/>
            </w:tcBorders>
          </w:tcPr>
          <w:p w14:paraId="485629B2" w14:textId="13685665"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51,023 </w:t>
            </w:r>
          </w:p>
        </w:tc>
        <w:tc>
          <w:tcPr>
            <w:tcW w:w="239" w:type="dxa"/>
            <w:tcBorders>
              <w:left w:val="nil"/>
            </w:tcBorders>
            <w:vAlign w:val="bottom"/>
          </w:tcPr>
          <w:p w14:paraId="485629B3" w14:textId="77777777" w:rsidR="0080701F" w:rsidRPr="0076073C" w:rsidRDefault="0080701F" w:rsidP="0080701F">
            <w:pPr>
              <w:rPr>
                <w:rFonts w:ascii="Browallia New" w:hAnsi="Browallia New" w:cs="Browallia New"/>
              </w:rPr>
            </w:pPr>
          </w:p>
        </w:tc>
        <w:tc>
          <w:tcPr>
            <w:tcW w:w="1257" w:type="dxa"/>
          </w:tcPr>
          <w:p w14:paraId="485629B4" w14:textId="6ADBEA9E" w:rsidR="0080701F" w:rsidRPr="0076073C" w:rsidRDefault="0080701F" w:rsidP="0080701F">
            <w:pPr>
              <w:jc w:val="right"/>
              <w:rPr>
                <w:rFonts w:ascii="Browallia New" w:hAnsi="Browallia New" w:cs="Browallia New"/>
              </w:rPr>
            </w:pPr>
            <w:r w:rsidRPr="0076073C">
              <w:rPr>
                <w:rFonts w:ascii="Browallia New" w:hAnsi="Browallia New" w:cs="Browallia New"/>
              </w:rPr>
              <w:t>49,311</w:t>
            </w:r>
          </w:p>
        </w:tc>
        <w:tc>
          <w:tcPr>
            <w:tcW w:w="236" w:type="dxa"/>
            <w:tcBorders>
              <w:left w:val="nil"/>
            </w:tcBorders>
            <w:vAlign w:val="bottom"/>
          </w:tcPr>
          <w:p w14:paraId="485629B5" w14:textId="77777777" w:rsidR="0080701F" w:rsidRPr="0076073C" w:rsidRDefault="0080701F" w:rsidP="0080701F">
            <w:pPr>
              <w:ind w:right="30"/>
              <w:rPr>
                <w:rFonts w:ascii="Browallia New" w:hAnsi="Browallia New" w:cs="Browallia New"/>
              </w:rPr>
            </w:pPr>
          </w:p>
        </w:tc>
        <w:tc>
          <w:tcPr>
            <w:tcW w:w="1260" w:type="dxa"/>
          </w:tcPr>
          <w:p w14:paraId="485629B6" w14:textId="3D71FE11"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51,023 </w:t>
            </w:r>
          </w:p>
        </w:tc>
        <w:tc>
          <w:tcPr>
            <w:tcW w:w="236" w:type="dxa"/>
            <w:vAlign w:val="bottom"/>
          </w:tcPr>
          <w:p w14:paraId="485629B7" w14:textId="77777777" w:rsidR="0080701F" w:rsidRPr="0076073C" w:rsidRDefault="0080701F" w:rsidP="0080701F">
            <w:pPr>
              <w:pStyle w:val="a"/>
              <w:ind w:left="-157" w:right="30"/>
              <w:rPr>
                <w:rFonts w:ascii="Browallia New" w:hAnsi="Browallia New" w:cs="Browallia New"/>
                <w:sz w:val="28"/>
                <w:szCs w:val="28"/>
              </w:rPr>
            </w:pPr>
          </w:p>
        </w:tc>
        <w:tc>
          <w:tcPr>
            <w:tcW w:w="1282" w:type="dxa"/>
          </w:tcPr>
          <w:p w14:paraId="485629B8" w14:textId="145A5399" w:rsidR="0080701F" w:rsidRPr="0076073C" w:rsidRDefault="0080701F" w:rsidP="0080701F">
            <w:pPr>
              <w:jc w:val="right"/>
              <w:rPr>
                <w:rFonts w:ascii="Browallia New" w:hAnsi="Browallia New" w:cs="Browallia New"/>
              </w:rPr>
            </w:pPr>
            <w:r w:rsidRPr="0076073C">
              <w:rPr>
                <w:rFonts w:ascii="Browallia New" w:hAnsi="Browallia New" w:cs="Browallia New"/>
              </w:rPr>
              <w:t>49,311</w:t>
            </w:r>
          </w:p>
        </w:tc>
      </w:tr>
      <w:tr w:rsidR="0080701F" w:rsidRPr="0076073C" w14:paraId="485629C2" w14:textId="77777777" w:rsidTr="007F4BD2">
        <w:trPr>
          <w:cantSplit/>
          <w:trHeight w:val="20"/>
        </w:trPr>
        <w:tc>
          <w:tcPr>
            <w:tcW w:w="3249" w:type="dxa"/>
            <w:vAlign w:val="bottom"/>
          </w:tcPr>
          <w:p w14:paraId="485629BA" w14:textId="77777777" w:rsidR="0080701F" w:rsidRPr="0076073C" w:rsidRDefault="0080701F" w:rsidP="0080701F">
            <w:pPr>
              <w:tabs>
                <w:tab w:val="left" w:pos="540"/>
              </w:tabs>
              <w:ind w:left="-108"/>
              <w:rPr>
                <w:rFonts w:ascii="Browallia New" w:hAnsi="Browallia New" w:cs="Browallia New"/>
              </w:rPr>
            </w:pPr>
            <w:r w:rsidRPr="0076073C">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24C72614"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39,555 </w:t>
            </w:r>
          </w:p>
        </w:tc>
        <w:tc>
          <w:tcPr>
            <w:tcW w:w="239" w:type="dxa"/>
            <w:tcBorders>
              <w:left w:val="nil"/>
            </w:tcBorders>
            <w:vAlign w:val="bottom"/>
          </w:tcPr>
          <w:p w14:paraId="485629BC" w14:textId="77777777" w:rsidR="0080701F" w:rsidRPr="0076073C" w:rsidRDefault="0080701F" w:rsidP="0080701F">
            <w:pPr>
              <w:rPr>
                <w:rFonts w:ascii="Browallia New" w:hAnsi="Browallia New" w:cs="Browallia New"/>
              </w:rPr>
            </w:pPr>
          </w:p>
        </w:tc>
        <w:tc>
          <w:tcPr>
            <w:tcW w:w="1257" w:type="dxa"/>
            <w:tcBorders>
              <w:bottom w:val="single" w:sz="4" w:space="0" w:color="auto"/>
            </w:tcBorders>
          </w:tcPr>
          <w:p w14:paraId="485629BD" w14:textId="11C4A8C9" w:rsidR="0080701F" w:rsidRPr="0076073C" w:rsidRDefault="0080701F" w:rsidP="0080701F">
            <w:pPr>
              <w:jc w:val="right"/>
              <w:rPr>
                <w:rFonts w:ascii="Browallia New" w:hAnsi="Browallia New" w:cs="Browallia New"/>
              </w:rPr>
            </w:pPr>
            <w:r w:rsidRPr="0076073C">
              <w:rPr>
                <w:rFonts w:ascii="Browallia New" w:hAnsi="Browallia New" w:cs="Browallia New"/>
              </w:rPr>
              <w:t>57,995</w:t>
            </w:r>
          </w:p>
        </w:tc>
        <w:tc>
          <w:tcPr>
            <w:tcW w:w="236" w:type="dxa"/>
            <w:tcBorders>
              <w:left w:val="nil"/>
            </w:tcBorders>
            <w:vAlign w:val="bottom"/>
          </w:tcPr>
          <w:p w14:paraId="485629BE" w14:textId="77777777" w:rsidR="0080701F" w:rsidRPr="0076073C" w:rsidRDefault="0080701F" w:rsidP="0080701F">
            <w:pPr>
              <w:ind w:right="30"/>
              <w:rPr>
                <w:rFonts w:ascii="Browallia New" w:hAnsi="Browallia New" w:cs="Browallia New"/>
              </w:rPr>
            </w:pPr>
          </w:p>
        </w:tc>
        <w:tc>
          <w:tcPr>
            <w:tcW w:w="1260" w:type="dxa"/>
            <w:tcBorders>
              <w:bottom w:val="single" w:sz="4" w:space="0" w:color="auto"/>
            </w:tcBorders>
          </w:tcPr>
          <w:p w14:paraId="485629BF" w14:textId="592C9C0E"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39,555 </w:t>
            </w:r>
          </w:p>
        </w:tc>
        <w:tc>
          <w:tcPr>
            <w:tcW w:w="236" w:type="dxa"/>
            <w:vAlign w:val="bottom"/>
          </w:tcPr>
          <w:p w14:paraId="485629C0" w14:textId="77777777" w:rsidR="0080701F" w:rsidRPr="0076073C" w:rsidRDefault="0080701F" w:rsidP="0080701F">
            <w:pPr>
              <w:pStyle w:val="a"/>
              <w:ind w:left="-157" w:right="30"/>
              <w:rPr>
                <w:rFonts w:ascii="Browallia New" w:hAnsi="Browallia New" w:cs="Browallia New"/>
                <w:sz w:val="28"/>
                <w:szCs w:val="28"/>
              </w:rPr>
            </w:pPr>
          </w:p>
        </w:tc>
        <w:tc>
          <w:tcPr>
            <w:tcW w:w="1282" w:type="dxa"/>
            <w:tcBorders>
              <w:bottom w:val="single" w:sz="4" w:space="0" w:color="auto"/>
            </w:tcBorders>
          </w:tcPr>
          <w:p w14:paraId="485629C1" w14:textId="6845C86E" w:rsidR="0080701F" w:rsidRPr="0076073C" w:rsidRDefault="0080701F" w:rsidP="0080701F">
            <w:pPr>
              <w:jc w:val="right"/>
              <w:rPr>
                <w:rFonts w:ascii="Browallia New" w:hAnsi="Browallia New" w:cs="Browallia New"/>
              </w:rPr>
            </w:pPr>
            <w:r w:rsidRPr="0076073C">
              <w:rPr>
                <w:rFonts w:ascii="Browallia New" w:hAnsi="Browallia New" w:cs="Browallia New"/>
              </w:rPr>
              <w:t>57,995</w:t>
            </w:r>
          </w:p>
        </w:tc>
      </w:tr>
      <w:tr w:rsidR="0080701F" w:rsidRPr="0076073C" w14:paraId="485629CB" w14:textId="77777777" w:rsidTr="007F4BD2">
        <w:trPr>
          <w:cantSplit/>
          <w:trHeight w:val="20"/>
        </w:trPr>
        <w:tc>
          <w:tcPr>
            <w:tcW w:w="3249" w:type="dxa"/>
            <w:vAlign w:val="bottom"/>
          </w:tcPr>
          <w:p w14:paraId="485629C3" w14:textId="77777777"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รวม</w:t>
            </w:r>
          </w:p>
        </w:tc>
        <w:tc>
          <w:tcPr>
            <w:tcW w:w="1260" w:type="dxa"/>
            <w:tcBorders>
              <w:top w:val="single" w:sz="4" w:space="0" w:color="auto"/>
              <w:left w:val="nil"/>
            </w:tcBorders>
          </w:tcPr>
          <w:p w14:paraId="485629C4" w14:textId="070C8863"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1,239,760 </w:t>
            </w:r>
          </w:p>
        </w:tc>
        <w:tc>
          <w:tcPr>
            <w:tcW w:w="239" w:type="dxa"/>
            <w:tcBorders>
              <w:left w:val="nil"/>
            </w:tcBorders>
            <w:vAlign w:val="bottom"/>
          </w:tcPr>
          <w:p w14:paraId="485629C5" w14:textId="77777777" w:rsidR="0080701F" w:rsidRPr="0076073C" w:rsidRDefault="0080701F" w:rsidP="0080701F">
            <w:pPr>
              <w:rPr>
                <w:rFonts w:ascii="Browallia New" w:hAnsi="Browallia New" w:cs="Browallia New"/>
              </w:rPr>
            </w:pPr>
          </w:p>
        </w:tc>
        <w:tc>
          <w:tcPr>
            <w:tcW w:w="1257" w:type="dxa"/>
            <w:tcBorders>
              <w:top w:val="single" w:sz="4" w:space="0" w:color="auto"/>
            </w:tcBorders>
          </w:tcPr>
          <w:p w14:paraId="485629C6" w14:textId="408BE463" w:rsidR="0080701F" w:rsidRPr="0076073C" w:rsidRDefault="0080701F" w:rsidP="0080701F">
            <w:pPr>
              <w:jc w:val="right"/>
              <w:rPr>
                <w:rFonts w:ascii="Browallia New" w:hAnsi="Browallia New" w:cs="Browallia New"/>
              </w:rPr>
            </w:pPr>
            <w:r w:rsidRPr="0076073C">
              <w:rPr>
                <w:rFonts w:ascii="Browallia New" w:hAnsi="Browallia New" w:cs="Browallia New"/>
              </w:rPr>
              <w:t>1,357,880</w:t>
            </w:r>
          </w:p>
        </w:tc>
        <w:tc>
          <w:tcPr>
            <w:tcW w:w="236" w:type="dxa"/>
            <w:tcBorders>
              <w:left w:val="nil"/>
            </w:tcBorders>
            <w:vAlign w:val="bottom"/>
          </w:tcPr>
          <w:p w14:paraId="485629C7" w14:textId="77777777" w:rsidR="0080701F" w:rsidRPr="0076073C" w:rsidRDefault="0080701F" w:rsidP="0080701F">
            <w:pPr>
              <w:ind w:right="30"/>
              <w:rPr>
                <w:rFonts w:ascii="Browallia New" w:hAnsi="Browallia New" w:cs="Browallia New"/>
              </w:rPr>
            </w:pPr>
          </w:p>
        </w:tc>
        <w:tc>
          <w:tcPr>
            <w:tcW w:w="1260" w:type="dxa"/>
            <w:tcBorders>
              <w:top w:val="single" w:sz="4" w:space="0" w:color="auto"/>
            </w:tcBorders>
          </w:tcPr>
          <w:p w14:paraId="485629C8" w14:textId="1F6BA2AC" w:rsidR="0080701F" w:rsidRPr="0076073C" w:rsidRDefault="0080701F" w:rsidP="0080701F">
            <w:pPr>
              <w:jc w:val="right"/>
              <w:rPr>
                <w:rFonts w:ascii="Browallia New" w:hAnsi="Browallia New" w:cs="Browallia New"/>
              </w:rPr>
            </w:pPr>
            <w:r w:rsidRPr="0076073C">
              <w:rPr>
                <w:rFonts w:ascii="Browallia New" w:hAnsi="Browallia New" w:cs="Browallia New"/>
              </w:rPr>
              <w:t xml:space="preserve"> 1,224,408 </w:t>
            </w:r>
          </w:p>
        </w:tc>
        <w:tc>
          <w:tcPr>
            <w:tcW w:w="236" w:type="dxa"/>
            <w:vAlign w:val="bottom"/>
          </w:tcPr>
          <w:p w14:paraId="485629C9" w14:textId="77777777" w:rsidR="0080701F" w:rsidRPr="0076073C" w:rsidRDefault="0080701F" w:rsidP="0080701F">
            <w:pPr>
              <w:pStyle w:val="a"/>
              <w:ind w:left="-157" w:right="30"/>
              <w:rPr>
                <w:rFonts w:ascii="Browallia New" w:hAnsi="Browallia New" w:cs="Browallia New"/>
                <w:sz w:val="28"/>
                <w:szCs w:val="28"/>
              </w:rPr>
            </w:pPr>
          </w:p>
        </w:tc>
        <w:tc>
          <w:tcPr>
            <w:tcW w:w="1282" w:type="dxa"/>
            <w:tcBorders>
              <w:top w:val="single" w:sz="4" w:space="0" w:color="auto"/>
            </w:tcBorders>
          </w:tcPr>
          <w:p w14:paraId="485629CA" w14:textId="58271879" w:rsidR="0080701F" w:rsidRPr="0076073C" w:rsidRDefault="0080701F" w:rsidP="0080701F">
            <w:pPr>
              <w:jc w:val="right"/>
              <w:rPr>
                <w:rFonts w:ascii="Browallia New" w:hAnsi="Browallia New" w:cs="Browallia New"/>
              </w:rPr>
            </w:pPr>
            <w:r w:rsidRPr="0076073C">
              <w:rPr>
                <w:rFonts w:ascii="Browallia New" w:hAnsi="Browallia New" w:cs="Browallia New"/>
              </w:rPr>
              <w:t>1,339,868</w:t>
            </w:r>
          </w:p>
        </w:tc>
      </w:tr>
      <w:tr w:rsidR="0080701F" w:rsidRPr="0076073C" w14:paraId="5FED9DD9" w14:textId="77777777" w:rsidTr="007F4BD2">
        <w:trPr>
          <w:cantSplit/>
          <w:trHeight w:val="20"/>
        </w:trPr>
        <w:tc>
          <w:tcPr>
            <w:tcW w:w="3249" w:type="dxa"/>
            <w:vAlign w:val="bottom"/>
          </w:tcPr>
          <w:p w14:paraId="10DA30A1" w14:textId="41E0F39B"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u w:val="single"/>
                <w:cs/>
                <w:lang w:val="th-TH"/>
              </w:rPr>
              <w:t>หัก</w:t>
            </w:r>
            <w:r w:rsidRPr="0076073C">
              <w:rPr>
                <w:rFonts w:ascii="Browallia New" w:hAnsi="Browallia New" w:cs="Browallia New"/>
                <w:cs/>
                <w:lang w:val="th-TH"/>
              </w:rPr>
              <w:t xml:space="preserve"> ค่าเผื่อการลดมูลค่าของสินค้า</w:t>
            </w:r>
          </w:p>
        </w:tc>
        <w:tc>
          <w:tcPr>
            <w:tcW w:w="1260" w:type="dxa"/>
            <w:tcBorders>
              <w:left w:val="nil"/>
              <w:bottom w:val="single" w:sz="4" w:space="0" w:color="auto"/>
            </w:tcBorders>
          </w:tcPr>
          <w:p w14:paraId="1D884A7C" w14:textId="06D8FD82" w:rsidR="0080701F" w:rsidRPr="0076073C" w:rsidDel="00CD32AB" w:rsidRDefault="0080701F" w:rsidP="0080701F">
            <w:pPr>
              <w:jc w:val="right"/>
              <w:rPr>
                <w:rFonts w:ascii="Browallia New" w:hAnsi="Browallia New" w:cs="Browallia New"/>
                <w:cs/>
              </w:rPr>
            </w:pPr>
            <w:r w:rsidRPr="0076073C">
              <w:rPr>
                <w:rFonts w:ascii="Browallia New" w:hAnsi="Browallia New" w:cs="Browallia New"/>
              </w:rPr>
              <w:t xml:space="preserve"> (992)</w:t>
            </w:r>
          </w:p>
        </w:tc>
        <w:tc>
          <w:tcPr>
            <w:tcW w:w="239" w:type="dxa"/>
            <w:tcBorders>
              <w:left w:val="nil"/>
            </w:tcBorders>
            <w:vAlign w:val="bottom"/>
          </w:tcPr>
          <w:p w14:paraId="109E4127" w14:textId="77777777" w:rsidR="0080701F" w:rsidRPr="0076073C" w:rsidRDefault="0080701F" w:rsidP="0080701F">
            <w:pPr>
              <w:rPr>
                <w:rFonts w:ascii="Browallia New" w:hAnsi="Browallia New" w:cs="Browallia New"/>
              </w:rPr>
            </w:pPr>
          </w:p>
        </w:tc>
        <w:tc>
          <w:tcPr>
            <w:tcW w:w="1257" w:type="dxa"/>
            <w:tcBorders>
              <w:bottom w:val="single" w:sz="4" w:space="0" w:color="auto"/>
            </w:tcBorders>
          </w:tcPr>
          <w:p w14:paraId="2236414C" w14:textId="51C57ABD" w:rsidR="0080701F" w:rsidRPr="0076073C" w:rsidRDefault="0080701F" w:rsidP="0080701F">
            <w:pPr>
              <w:jc w:val="right"/>
              <w:rPr>
                <w:rFonts w:ascii="Browallia New" w:hAnsi="Browallia New" w:cs="Browallia New"/>
                <w:cs/>
              </w:rPr>
            </w:pPr>
            <w:r w:rsidRPr="0076073C">
              <w:rPr>
                <w:rFonts w:ascii="Browallia New" w:hAnsi="Browallia New" w:cs="Browallia New"/>
              </w:rPr>
              <w:t>(41)</w:t>
            </w:r>
          </w:p>
        </w:tc>
        <w:tc>
          <w:tcPr>
            <w:tcW w:w="236" w:type="dxa"/>
            <w:tcBorders>
              <w:left w:val="nil"/>
            </w:tcBorders>
            <w:vAlign w:val="bottom"/>
          </w:tcPr>
          <w:p w14:paraId="1673C911" w14:textId="77777777" w:rsidR="0080701F" w:rsidRPr="0076073C" w:rsidRDefault="0080701F" w:rsidP="0080701F">
            <w:pPr>
              <w:ind w:right="30"/>
              <w:rPr>
                <w:rFonts w:ascii="Browallia New" w:hAnsi="Browallia New" w:cs="Browallia New"/>
              </w:rPr>
            </w:pPr>
          </w:p>
        </w:tc>
        <w:tc>
          <w:tcPr>
            <w:tcW w:w="1260" w:type="dxa"/>
            <w:tcBorders>
              <w:bottom w:val="single" w:sz="4" w:space="0" w:color="auto"/>
            </w:tcBorders>
          </w:tcPr>
          <w:p w14:paraId="72F55D73" w14:textId="7F4C754D" w:rsidR="0080701F" w:rsidRPr="0076073C" w:rsidDel="00CD32AB" w:rsidRDefault="0080701F" w:rsidP="0080701F">
            <w:pPr>
              <w:jc w:val="right"/>
              <w:rPr>
                <w:rFonts w:ascii="Browallia New" w:hAnsi="Browallia New" w:cs="Browallia New"/>
                <w:cs/>
              </w:rPr>
            </w:pPr>
            <w:r w:rsidRPr="0076073C">
              <w:rPr>
                <w:rFonts w:ascii="Browallia New" w:hAnsi="Browallia New" w:cs="Browallia New"/>
              </w:rPr>
              <w:t xml:space="preserve"> (992)</w:t>
            </w:r>
          </w:p>
        </w:tc>
        <w:tc>
          <w:tcPr>
            <w:tcW w:w="236" w:type="dxa"/>
            <w:vAlign w:val="bottom"/>
          </w:tcPr>
          <w:p w14:paraId="4A0F0188" w14:textId="77777777" w:rsidR="0080701F" w:rsidRPr="0076073C" w:rsidRDefault="0080701F" w:rsidP="0080701F">
            <w:pPr>
              <w:pStyle w:val="a"/>
              <w:ind w:left="-157" w:right="30"/>
              <w:rPr>
                <w:rFonts w:ascii="Browallia New" w:hAnsi="Browallia New" w:cs="Browallia New"/>
                <w:sz w:val="28"/>
                <w:szCs w:val="28"/>
              </w:rPr>
            </w:pPr>
          </w:p>
        </w:tc>
        <w:tc>
          <w:tcPr>
            <w:tcW w:w="1282" w:type="dxa"/>
            <w:tcBorders>
              <w:bottom w:val="single" w:sz="4" w:space="0" w:color="auto"/>
            </w:tcBorders>
          </w:tcPr>
          <w:p w14:paraId="3CBAA8E1" w14:textId="6EE2C51A" w:rsidR="0080701F" w:rsidRPr="0076073C" w:rsidRDefault="0080701F" w:rsidP="0080701F">
            <w:pPr>
              <w:jc w:val="right"/>
              <w:rPr>
                <w:rFonts w:ascii="Browallia New" w:hAnsi="Browallia New" w:cs="Browallia New"/>
                <w:cs/>
                <w:lang w:val="th-TH"/>
              </w:rPr>
            </w:pPr>
            <w:r w:rsidRPr="0076073C">
              <w:rPr>
                <w:rFonts w:ascii="Browallia New" w:hAnsi="Browallia New" w:cs="Browallia New"/>
              </w:rPr>
              <w:t>(41)</w:t>
            </w:r>
          </w:p>
        </w:tc>
      </w:tr>
      <w:tr w:rsidR="0080701F" w:rsidRPr="0076073C" w14:paraId="2BE4634E" w14:textId="77777777" w:rsidTr="007F4BD2">
        <w:trPr>
          <w:cantSplit/>
          <w:trHeight w:val="20"/>
        </w:trPr>
        <w:tc>
          <w:tcPr>
            <w:tcW w:w="3249" w:type="dxa"/>
            <w:vAlign w:val="bottom"/>
          </w:tcPr>
          <w:p w14:paraId="40CB169C" w14:textId="04122FD4" w:rsidR="0080701F" w:rsidRPr="0076073C" w:rsidRDefault="0080701F" w:rsidP="0080701F">
            <w:pPr>
              <w:tabs>
                <w:tab w:val="left" w:pos="540"/>
              </w:tabs>
              <w:ind w:left="-108"/>
              <w:rPr>
                <w:rFonts w:ascii="Browallia New" w:hAnsi="Browallia New" w:cs="Browallia New"/>
                <w:cs/>
                <w:lang w:val="th-TH"/>
              </w:rPr>
            </w:pPr>
            <w:r w:rsidRPr="0076073C">
              <w:rPr>
                <w:rFonts w:ascii="Browallia New" w:hAnsi="Browallia New" w:cs="Browallia New"/>
                <w:cs/>
                <w:lang w:val="th-TH"/>
              </w:rPr>
              <w:t>สุทธิ</w:t>
            </w:r>
          </w:p>
        </w:tc>
        <w:tc>
          <w:tcPr>
            <w:tcW w:w="1260" w:type="dxa"/>
            <w:tcBorders>
              <w:top w:val="single" w:sz="4" w:space="0" w:color="auto"/>
              <w:left w:val="nil"/>
              <w:bottom w:val="single" w:sz="12" w:space="0" w:color="auto"/>
            </w:tcBorders>
          </w:tcPr>
          <w:p w14:paraId="4A2F28C7" w14:textId="4D8218E7" w:rsidR="0080701F" w:rsidRPr="0076073C" w:rsidDel="00CD32AB" w:rsidRDefault="0080701F" w:rsidP="0080701F">
            <w:pPr>
              <w:jc w:val="right"/>
              <w:rPr>
                <w:rFonts w:ascii="Browallia New" w:hAnsi="Browallia New" w:cs="Browallia New"/>
                <w:cs/>
              </w:rPr>
            </w:pPr>
            <w:r w:rsidRPr="0076073C">
              <w:rPr>
                <w:rFonts w:ascii="Browallia New" w:hAnsi="Browallia New" w:cs="Browallia New"/>
              </w:rPr>
              <w:t xml:space="preserve"> 1,238,768 </w:t>
            </w:r>
          </w:p>
        </w:tc>
        <w:tc>
          <w:tcPr>
            <w:tcW w:w="239" w:type="dxa"/>
            <w:tcBorders>
              <w:left w:val="nil"/>
            </w:tcBorders>
            <w:vAlign w:val="bottom"/>
          </w:tcPr>
          <w:p w14:paraId="0E3C266C" w14:textId="77777777" w:rsidR="0080701F" w:rsidRPr="0076073C" w:rsidRDefault="0080701F" w:rsidP="0080701F">
            <w:pPr>
              <w:rPr>
                <w:rFonts w:ascii="Browallia New" w:hAnsi="Browallia New" w:cs="Browallia New"/>
              </w:rPr>
            </w:pPr>
          </w:p>
        </w:tc>
        <w:tc>
          <w:tcPr>
            <w:tcW w:w="1257" w:type="dxa"/>
            <w:tcBorders>
              <w:top w:val="single" w:sz="4" w:space="0" w:color="auto"/>
              <w:bottom w:val="single" w:sz="12" w:space="0" w:color="auto"/>
            </w:tcBorders>
          </w:tcPr>
          <w:p w14:paraId="349AC5B1" w14:textId="20027729" w:rsidR="0080701F" w:rsidRPr="0076073C" w:rsidRDefault="0080701F" w:rsidP="0080701F">
            <w:pPr>
              <w:tabs>
                <w:tab w:val="left" w:pos="242"/>
                <w:tab w:val="center" w:pos="522"/>
              </w:tabs>
              <w:jc w:val="right"/>
              <w:rPr>
                <w:rFonts w:ascii="Browallia New" w:hAnsi="Browallia New" w:cs="Browallia New"/>
                <w:cs/>
              </w:rPr>
            </w:pPr>
            <w:r w:rsidRPr="0076073C">
              <w:rPr>
                <w:rFonts w:ascii="Browallia New" w:hAnsi="Browallia New" w:cs="Browallia New"/>
              </w:rPr>
              <w:t>1,357,839</w:t>
            </w:r>
          </w:p>
        </w:tc>
        <w:tc>
          <w:tcPr>
            <w:tcW w:w="236" w:type="dxa"/>
            <w:tcBorders>
              <w:left w:val="nil"/>
            </w:tcBorders>
            <w:vAlign w:val="bottom"/>
          </w:tcPr>
          <w:p w14:paraId="309EE394" w14:textId="77777777" w:rsidR="0080701F" w:rsidRPr="0076073C" w:rsidRDefault="0080701F" w:rsidP="0080701F">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333CFC7D" w:rsidR="0080701F" w:rsidRPr="0076073C" w:rsidDel="00CD32AB" w:rsidRDefault="0080701F" w:rsidP="0080701F">
            <w:pPr>
              <w:jc w:val="right"/>
              <w:rPr>
                <w:rFonts w:ascii="Browallia New" w:hAnsi="Browallia New" w:cs="Browallia New"/>
              </w:rPr>
            </w:pPr>
            <w:r w:rsidRPr="0076073C">
              <w:rPr>
                <w:rFonts w:ascii="Browallia New" w:hAnsi="Browallia New" w:cs="Browallia New"/>
              </w:rPr>
              <w:t xml:space="preserve"> 1,223,416 </w:t>
            </w:r>
          </w:p>
        </w:tc>
        <w:tc>
          <w:tcPr>
            <w:tcW w:w="236" w:type="dxa"/>
            <w:vAlign w:val="bottom"/>
          </w:tcPr>
          <w:p w14:paraId="00BA97EF" w14:textId="77777777" w:rsidR="0080701F" w:rsidRPr="0076073C" w:rsidRDefault="0080701F" w:rsidP="0080701F">
            <w:pPr>
              <w:pStyle w:val="a"/>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0CB06CE9" w:rsidR="0080701F" w:rsidRPr="0076073C" w:rsidRDefault="0080701F" w:rsidP="0080701F">
            <w:pPr>
              <w:jc w:val="right"/>
              <w:rPr>
                <w:rFonts w:ascii="Browallia New" w:hAnsi="Browallia New" w:cs="Browallia New"/>
                <w:cs/>
                <w:lang w:val="th-TH"/>
              </w:rPr>
            </w:pPr>
            <w:r w:rsidRPr="0076073C">
              <w:rPr>
                <w:rFonts w:ascii="Browallia New" w:hAnsi="Browallia New" w:cs="Browallia New"/>
              </w:rPr>
              <w:t>1,339,827</w:t>
            </w:r>
          </w:p>
        </w:tc>
      </w:tr>
    </w:tbl>
    <w:p w14:paraId="45B1BD4D" w14:textId="5B64FC51" w:rsidR="00557EDF" w:rsidRPr="0076073C" w:rsidRDefault="00557EDF" w:rsidP="00661E79">
      <w:pPr>
        <w:tabs>
          <w:tab w:val="left" w:pos="7655"/>
          <w:tab w:val="left" w:pos="7797"/>
          <w:tab w:val="left" w:pos="7938"/>
        </w:tabs>
        <w:ind w:left="378"/>
        <w:jc w:val="thaiDistribute"/>
        <w:rPr>
          <w:rFonts w:ascii="Browallia New" w:hAnsi="Browallia New" w:cs="Browallia New"/>
          <w:lang w:val="en-GB"/>
        </w:rPr>
      </w:pPr>
    </w:p>
    <w:p w14:paraId="0F34850A" w14:textId="77777777" w:rsidR="00B51961" w:rsidRPr="0076073C" w:rsidRDefault="00B51961">
      <w:pPr>
        <w:rPr>
          <w:rFonts w:ascii="Browallia New" w:hAnsi="Browallia New" w:cs="Browallia New"/>
          <w:cs/>
          <w:lang w:val="en-GB"/>
        </w:rPr>
      </w:pPr>
      <w:r w:rsidRPr="0076073C">
        <w:rPr>
          <w:rFonts w:ascii="Browallia New" w:hAnsi="Browallia New" w:cs="Browallia New"/>
          <w:cs/>
          <w:lang w:val="en-GB"/>
        </w:rPr>
        <w:br w:type="page"/>
      </w:r>
    </w:p>
    <w:p w14:paraId="7D197CCA" w14:textId="4B5D2ED1" w:rsidR="006A0F2F" w:rsidRPr="0076073C" w:rsidRDefault="006A0F2F" w:rsidP="00661E79">
      <w:pPr>
        <w:tabs>
          <w:tab w:val="left" w:pos="7655"/>
          <w:tab w:val="left" w:pos="7797"/>
          <w:tab w:val="left" w:pos="7938"/>
        </w:tabs>
        <w:ind w:left="378"/>
        <w:jc w:val="thaiDistribute"/>
        <w:rPr>
          <w:rFonts w:ascii="Browallia New" w:hAnsi="Browallia New" w:cs="Browallia New"/>
          <w:lang w:val="en-GB"/>
        </w:rPr>
      </w:pPr>
      <w:r w:rsidRPr="0076073C">
        <w:rPr>
          <w:rFonts w:ascii="Browallia New" w:hAnsi="Browallia New" w:cs="Browallia New"/>
          <w:cs/>
          <w:lang w:val="en-GB"/>
        </w:rPr>
        <w:lastRenderedPageBreak/>
        <w:t>บริษัทและบริษัทย่อยมีรายการเคล</w:t>
      </w:r>
      <w:r w:rsidR="00A731C7" w:rsidRPr="0076073C">
        <w:rPr>
          <w:rFonts w:ascii="Browallia New" w:hAnsi="Browallia New" w:cs="Browallia New"/>
          <w:cs/>
          <w:lang w:val="en-GB"/>
        </w:rPr>
        <w:t>ื่</w:t>
      </w:r>
      <w:r w:rsidRPr="0076073C">
        <w:rPr>
          <w:rFonts w:ascii="Browallia New" w:hAnsi="Browallia New" w:cs="Browallia New"/>
          <w:cs/>
          <w:lang w:val="en-GB"/>
        </w:rPr>
        <w:t>อนไหวของค่าเผื่อ</w:t>
      </w:r>
      <w:r w:rsidR="00CA736D" w:rsidRPr="0076073C">
        <w:rPr>
          <w:rFonts w:ascii="Browallia New" w:hAnsi="Browallia New" w:cs="Browallia New"/>
          <w:cs/>
          <w:lang w:val="en-GB"/>
        </w:rPr>
        <w:t>การลด</w:t>
      </w:r>
      <w:r w:rsidRPr="0076073C">
        <w:rPr>
          <w:rFonts w:ascii="Browallia New" w:hAnsi="Browallia New" w:cs="Browallia New"/>
          <w:cs/>
          <w:lang w:val="en-GB"/>
        </w:rPr>
        <w:t>มูลค่า</w:t>
      </w:r>
      <w:r w:rsidR="00CA736D" w:rsidRPr="0076073C">
        <w:rPr>
          <w:rFonts w:ascii="Browallia New" w:hAnsi="Browallia New" w:cs="Browallia New"/>
          <w:cs/>
          <w:lang w:val="en-GB"/>
        </w:rPr>
        <w:t>ของ</w:t>
      </w:r>
      <w:r w:rsidRPr="0076073C">
        <w:rPr>
          <w:rFonts w:ascii="Browallia New" w:hAnsi="Browallia New" w:cs="Browallia New"/>
          <w:cs/>
          <w:lang w:val="en-GB"/>
        </w:rPr>
        <w:t>สินค้า</w:t>
      </w:r>
      <w:r w:rsidR="00B50D61" w:rsidRPr="0076073C">
        <w:rPr>
          <w:rFonts w:ascii="Browallia New" w:hAnsi="Browallia New" w:cs="Browallia New"/>
          <w:cs/>
          <w:lang w:val="en-GB"/>
        </w:rPr>
        <w:t>เพิ่มขึ้น</w:t>
      </w:r>
      <w:r w:rsidR="00D015E1" w:rsidRPr="0076073C">
        <w:rPr>
          <w:rFonts w:ascii="Browallia New" w:hAnsi="Browallia New" w:cs="Browallia New"/>
          <w:cs/>
          <w:lang w:val="en-GB"/>
        </w:rPr>
        <w:t xml:space="preserve">สำหรับงวดสามเดือนสิ้นสุดวันที่ </w:t>
      </w:r>
      <w:r w:rsidR="00D015E1" w:rsidRPr="0076073C">
        <w:rPr>
          <w:rFonts w:ascii="Browallia New" w:hAnsi="Browallia New" w:cs="Browallia New"/>
          <w:lang w:val="en-GB"/>
        </w:rPr>
        <w:br/>
        <w:t>31</w:t>
      </w:r>
      <w:r w:rsidR="00D015E1" w:rsidRPr="0076073C">
        <w:rPr>
          <w:rFonts w:ascii="Browallia New" w:hAnsi="Browallia New" w:cs="Browallia New"/>
          <w:cs/>
          <w:lang w:val="en-GB"/>
        </w:rPr>
        <w:t xml:space="preserve"> มีนาคม</w:t>
      </w:r>
      <w:r w:rsidR="00D015E1" w:rsidRPr="0076073C">
        <w:rPr>
          <w:rFonts w:ascii="Browallia New" w:hAnsi="Browallia New" w:cs="Browallia New"/>
          <w:lang w:val="en-GB"/>
        </w:rPr>
        <w:t xml:space="preserve"> </w:t>
      </w:r>
      <w:r w:rsidRPr="0076073C">
        <w:rPr>
          <w:rFonts w:ascii="Browallia New" w:hAnsi="Browallia New" w:cs="Browallia New"/>
          <w:lang w:val="en-GB"/>
        </w:rPr>
        <w:t>256</w:t>
      </w:r>
      <w:r w:rsidR="00855FDD" w:rsidRPr="0076073C">
        <w:rPr>
          <w:rFonts w:ascii="Browallia New" w:hAnsi="Browallia New" w:cs="Browallia New"/>
          <w:lang w:val="en-GB"/>
        </w:rPr>
        <w:t>8</w:t>
      </w:r>
      <w:r w:rsidRPr="0076073C">
        <w:rPr>
          <w:rFonts w:ascii="Browallia New" w:hAnsi="Browallia New" w:cs="Browallia New"/>
          <w:lang w:val="en-GB"/>
        </w:rPr>
        <w:t xml:space="preserve"> </w:t>
      </w:r>
      <w:r w:rsidRPr="0076073C">
        <w:rPr>
          <w:rFonts w:ascii="Browallia New" w:hAnsi="Browallia New" w:cs="Browallia New"/>
          <w:cs/>
          <w:lang w:val="en-GB"/>
        </w:rPr>
        <w:t>ดังต่อไปนี้</w:t>
      </w:r>
    </w:p>
    <w:p w14:paraId="4E776CA7" w14:textId="77777777" w:rsidR="00287A5E" w:rsidRPr="0076073C" w:rsidRDefault="00287A5E" w:rsidP="00661E79">
      <w:pPr>
        <w:tabs>
          <w:tab w:val="left" w:pos="7655"/>
          <w:tab w:val="left" w:pos="7797"/>
          <w:tab w:val="left" w:pos="7938"/>
        </w:tabs>
        <w:ind w:left="378"/>
        <w:jc w:val="thaiDistribute"/>
        <w:rPr>
          <w:rFonts w:ascii="Browallia New" w:hAnsi="Browallia New" w:cs="Browallia New"/>
        </w:rPr>
      </w:pPr>
    </w:p>
    <w:p w14:paraId="70747E2B" w14:textId="77777777" w:rsidR="006A0F2F" w:rsidRPr="0076073C" w:rsidRDefault="006A0F2F" w:rsidP="00287A5E">
      <w:pPr>
        <w:ind w:left="6906" w:right="57" w:firstLine="294"/>
        <w:jc w:val="right"/>
        <w:rPr>
          <w:rFonts w:ascii="Browallia New" w:hAnsi="Browallia New" w:cs="Browallia New"/>
        </w:rPr>
      </w:pPr>
      <w:r w:rsidRPr="0076073C">
        <w:rPr>
          <w:rFonts w:ascii="Browallia New" w:hAnsi="Browallia New" w:cs="Browallia New"/>
          <w:cs/>
        </w:rPr>
        <w:t xml:space="preserve">(หน่วย </w:t>
      </w:r>
      <w:r w:rsidRPr="0076073C">
        <w:rPr>
          <w:rFonts w:ascii="Browallia New" w:hAnsi="Browallia New" w:cs="Browallia New"/>
          <w:lang w:val="en-GB"/>
        </w:rPr>
        <w:t>:</w:t>
      </w:r>
      <w:r w:rsidRPr="0076073C">
        <w:rPr>
          <w:rFonts w:ascii="Browallia New" w:hAnsi="Browallia New" w:cs="Browallia New"/>
          <w:cs/>
        </w:rPr>
        <w:t xml:space="preserve"> พันบาท)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76073C" w14:paraId="55ACAB0E" w14:textId="77777777" w:rsidTr="00623927">
        <w:trPr>
          <w:cantSplit/>
          <w:trHeight w:val="258"/>
        </w:trPr>
        <w:tc>
          <w:tcPr>
            <w:tcW w:w="6030" w:type="dxa"/>
          </w:tcPr>
          <w:p w14:paraId="4019368D" w14:textId="77777777" w:rsidR="006A0F2F" w:rsidRPr="0076073C" w:rsidRDefault="006A0F2F" w:rsidP="00A000AD">
            <w:pPr>
              <w:pStyle w:val="3"/>
              <w:tabs>
                <w:tab w:val="clear" w:pos="360"/>
                <w:tab w:val="clear" w:pos="720"/>
              </w:tabs>
              <w:rPr>
                <w:rFonts w:ascii="Browallia New" w:hAnsi="Browallia New" w:cs="Browallia New"/>
                <w:sz w:val="28"/>
                <w:szCs w:val="28"/>
              </w:rPr>
            </w:pPr>
          </w:p>
        </w:tc>
        <w:tc>
          <w:tcPr>
            <w:tcW w:w="270" w:type="dxa"/>
          </w:tcPr>
          <w:p w14:paraId="224E8DAD" w14:textId="77777777" w:rsidR="006A0F2F" w:rsidRPr="0076073C" w:rsidRDefault="006A0F2F" w:rsidP="00A000AD">
            <w:pPr>
              <w:ind w:right="-108"/>
              <w:rPr>
                <w:rFonts w:ascii="Browallia New" w:hAnsi="Browallia New" w:cs="Browallia New"/>
                <w:cs/>
              </w:rPr>
            </w:pPr>
          </w:p>
        </w:tc>
        <w:tc>
          <w:tcPr>
            <w:tcW w:w="2745" w:type="dxa"/>
            <w:tcBorders>
              <w:bottom w:val="single" w:sz="4" w:space="0" w:color="auto"/>
            </w:tcBorders>
            <w:vAlign w:val="bottom"/>
          </w:tcPr>
          <w:p w14:paraId="3A9DE024" w14:textId="09D937A4" w:rsidR="006A0F2F" w:rsidRPr="0076073C" w:rsidRDefault="00C16120" w:rsidP="00A000AD">
            <w:pPr>
              <w:ind w:left="-105" w:right="-108"/>
              <w:jc w:val="center"/>
              <w:rPr>
                <w:rFonts w:ascii="Browallia New" w:hAnsi="Browallia New" w:cs="Browallia New"/>
                <w:cs/>
              </w:rPr>
            </w:pPr>
            <w:r w:rsidRPr="0076073C">
              <w:rPr>
                <w:rFonts w:ascii="Browallia New" w:hAnsi="Browallia New" w:cs="Browallia New"/>
                <w:cs/>
              </w:rPr>
              <w:t>ข้อมูลทาง</w:t>
            </w:r>
            <w:r w:rsidR="006A0F2F" w:rsidRPr="0076073C">
              <w:rPr>
                <w:rFonts w:ascii="Browallia New" w:hAnsi="Browallia New" w:cs="Browallia New"/>
                <w:cs/>
              </w:rPr>
              <w:t>การเงินรวม</w:t>
            </w:r>
            <w:r w:rsidR="00F76CD5" w:rsidRPr="0076073C">
              <w:rPr>
                <w:rFonts w:ascii="Browallia New" w:hAnsi="Browallia New" w:cs="Browallia New"/>
                <w:cs/>
              </w:rPr>
              <w:br/>
            </w:r>
            <w:r w:rsidR="006A0F2F" w:rsidRPr="0076073C">
              <w:rPr>
                <w:rFonts w:ascii="Browallia New" w:hAnsi="Browallia New" w:cs="Browallia New"/>
                <w:cs/>
              </w:rPr>
              <w:t>และเฉพาะบริษัท</w:t>
            </w:r>
          </w:p>
        </w:tc>
      </w:tr>
      <w:tr w:rsidR="006A0F2F" w:rsidRPr="0076073C" w14:paraId="12DAE37C" w14:textId="77777777" w:rsidTr="00623927">
        <w:trPr>
          <w:cantSplit/>
          <w:trHeight w:val="258"/>
        </w:trPr>
        <w:tc>
          <w:tcPr>
            <w:tcW w:w="6030" w:type="dxa"/>
          </w:tcPr>
          <w:p w14:paraId="5C2B1A17" w14:textId="77777777" w:rsidR="006A0F2F" w:rsidRPr="0076073C" w:rsidRDefault="006A0F2F" w:rsidP="00A000AD">
            <w:pPr>
              <w:pStyle w:val="3"/>
              <w:tabs>
                <w:tab w:val="clear" w:pos="360"/>
                <w:tab w:val="clear" w:pos="720"/>
              </w:tabs>
              <w:rPr>
                <w:rFonts w:ascii="Browallia New" w:hAnsi="Browallia New" w:cs="Browallia New"/>
                <w:sz w:val="28"/>
                <w:szCs w:val="28"/>
              </w:rPr>
            </w:pPr>
          </w:p>
        </w:tc>
        <w:tc>
          <w:tcPr>
            <w:tcW w:w="270" w:type="dxa"/>
          </w:tcPr>
          <w:p w14:paraId="7C94D4AB" w14:textId="77777777" w:rsidR="006A0F2F" w:rsidRPr="0076073C" w:rsidRDefault="006A0F2F" w:rsidP="00A000AD">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4B641691" w:rsidR="006A0F2F" w:rsidRPr="0076073C" w:rsidRDefault="006A0F2F" w:rsidP="00A000AD">
            <w:pPr>
              <w:ind w:left="-105" w:right="-108"/>
              <w:jc w:val="center"/>
              <w:rPr>
                <w:rFonts w:ascii="Browallia New" w:hAnsi="Browallia New" w:cs="Browallia New"/>
                <w:cs/>
              </w:rPr>
            </w:pPr>
            <w:r w:rsidRPr="0076073C">
              <w:rPr>
                <w:rFonts w:ascii="Browallia New" w:hAnsi="Browallia New" w:cs="Browallia New"/>
              </w:rPr>
              <w:t>256</w:t>
            </w:r>
            <w:r w:rsidR="00855FDD" w:rsidRPr="0076073C">
              <w:rPr>
                <w:rFonts w:ascii="Browallia New" w:hAnsi="Browallia New" w:cs="Browallia New"/>
              </w:rPr>
              <w:t>8</w:t>
            </w:r>
          </w:p>
        </w:tc>
      </w:tr>
      <w:tr w:rsidR="006A0F2F" w:rsidRPr="0076073C" w14:paraId="25C12826" w14:textId="77777777" w:rsidTr="00287A5E">
        <w:trPr>
          <w:cantSplit/>
          <w:trHeight w:val="323"/>
        </w:trPr>
        <w:tc>
          <w:tcPr>
            <w:tcW w:w="6030" w:type="dxa"/>
          </w:tcPr>
          <w:p w14:paraId="7255BF38" w14:textId="77777777" w:rsidR="006A0F2F" w:rsidRPr="0076073C" w:rsidRDefault="006A0F2F" w:rsidP="00A000AD">
            <w:pPr>
              <w:pStyle w:val="3"/>
              <w:tabs>
                <w:tab w:val="clear" w:pos="360"/>
                <w:tab w:val="clear" w:pos="720"/>
              </w:tabs>
              <w:rPr>
                <w:rFonts w:ascii="Browallia New" w:hAnsi="Browallia New" w:cs="Browallia New"/>
                <w:sz w:val="16"/>
                <w:szCs w:val="16"/>
                <w:u w:val="single"/>
                <w:cs/>
              </w:rPr>
            </w:pPr>
          </w:p>
        </w:tc>
        <w:tc>
          <w:tcPr>
            <w:tcW w:w="270" w:type="dxa"/>
          </w:tcPr>
          <w:p w14:paraId="5E95C9DE" w14:textId="77777777" w:rsidR="006A0F2F" w:rsidRPr="0076073C" w:rsidRDefault="006A0F2F" w:rsidP="00A000AD">
            <w:pPr>
              <w:pStyle w:val="3"/>
              <w:tabs>
                <w:tab w:val="clear" w:pos="360"/>
                <w:tab w:val="clear" w:pos="720"/>
              </w:tabs>
              <w:jc w:val="center"/>
              <w:rPr>
                <w:rFonts w:ascii="Browallia New" w:hAnsi="Browallia New" w:cs="Browallia New"/>
                <w:sz w:val="16"/>
                <w:szCs w:val="16"/>
                <w:lang w:val="en-GB"/>
              </w:rPr>
            </w:pPr>
          </w:p>
        </w:tc>
        <w:tc>
          <w:tcPr>
            <w:tcW w:w="2745" w:type="dxa"/>
          </w:tcPr>
          <w:p w14:paraId="336E33AC" w14:textId="77777777" w:rsidR="006A0F2F" w:rsidRPr="0076073C" w:rsidRDefault="006A0F2F" w:rsidP="00A000AD">
            <w:pPr>
              <w:pStyle w:val="3"/>
              <w:tabs>
                <w:tab w:val="clear" w:pos="360"/>
                <w:tab w:val="clear" w:pos="720"/>
              </w:tabs>
              <w:jc w:val="center"/>
              <w:rPr>
                <w:rFonts w:ascii="Browallia New" w:hAnsi="Browallia New" w:cs="Browallia New"/>
                <w:sz w:val="16"/>
                <w:szCs w:val="16"/>
                <w:lang w:val="en-GB"/>
              </w:rPr>
            </w:pPr>
          </w:p>
        </w:tc>
      </w:tr>
      <w:tr w:rsidR="00AA7DF8" w:rsidRPr="0076073C" w14:paraId="4EA10F85" w14:textId="77777777" w:rsidTr="00623927">
        <w:trPr>
          <w:cantSplit/>
          <w:trHeight w:val="258"/>
        </w:trPr>
        <w:tc>
          <w:tcPr>
            <w:tcW w:w="6030" w:type="dxa"/>
          </w:tcPr>
          <w:p w14:paraId="7E2E0B66" w14:textId="195EB969" w:rsidR="00AA7DF8" w:rsidRPr="0076073C" w:rsidRDefault="00AA7DF8" w:rsidP="00AA7DF8">
            <w:pPr>
              <w:tabs>
                <w:tab w:val="left" w:pos="540"/>
              </w:tabs>
              <w:jc w:val="thaiDistribute"/>
              <w:rPr>
                <w:rFonts w:ascii="Browallia New" w:hAnsi="Browallia New" w:cs="Browallia New"/>
              </w:rPr>
            </w:pPr>
            <w:r w:rsidRPr="0076073C">
              <w:rPr>
                <w:rFonts w:ascii="Browallia New" w:hAnsi="Browallia New" w:cs="Browallia New"/>
                <w:cs/>
                <w:lang w:val="en-GB"/>
              </w:rPr>
              <w:t xml:space="preserve">ยอดคงเหลือ ณ วันที่ </w:t>
            </w:r>
            <w:r w:rsidRPr="0076073C">
              <w:rPr>
                <w:rFonts w:ascii="Browallia New" w:hAnsi="Browallia New" w:cs="Browallia New"/>
              </w:rPr>
              <w:t>1</w:t>
            </w:r>
            <w:r w:rsidRPr="0076073C">
              <w:rPr>
                <w:rFonts w:ascii="Browallia New" w:hAnsi="Browallia New" w:cs="Browallia New"/>
                <w:lang w:val="en-GB"/>
              </w:rPr>
              <w:t xml:space="preserve"> </w:t>
            </w:r>
            <w:r w:rsidRPr="0076073C">
              <w:rPr>
                <w:rFonts w:ascii="Browallia New" w:hAnsi="Browallia New" w:cs="Browallia New"/>
                <w:cs/>
                <w:lang w:val="en-GB"/>
              </w:rPr>
              <w:t xml:space="preserve">มกราคม </w:t>
            </w:r>
            <w:r w:rsidRPr="0076073C">
              <w:rPr>
                <w:rFonts w:ascii="Browallia New" w:hAnsi="Browallia New" w:cs="Browallia New"/>
              </w:rPr>
              <w:t>2568</w:t>
            </w:r>
          </w:p>
        </w:tc>
        <w:tc>
          <w:tcPr>
            <w:tcW w:w="270" w:type="dxa"/>
          </w:tcPr>
          <w:p w14:paraId="477840D7" w14:textId="77777777" w:rsidR="00AA7DF8" w:rsidRPr="0076073C" w:rsidRDefault="00AA7DF8" w:rsidP="00AA7DF8">
            <w:pPr>
              <w:jc w:val="right"/>
              <w:rPr>
                <w:rFonts w:ascii="Browallia New" w:hAnsi="Browallia New" w:cs="Browallia New"/>
                <w:cs/>
              </w:rPr>
            </w:pPr>
          </w:p>
        </w:tc>
        <w:tc>
          <w:tcPr>
            <w:tcW w:w="2745" w:type="dxa"/>
          </w:tcPr>
          <w:p w14:paraId="6B5C4A73" w14:textId="5756D3CA" w:rsidR="00AA7DF8" w:rsidRPr="0076073C" w:rsidRDefault="00AA7DF8" w:rsidP="00AA7DF8">
            <w:pPr>
              <w:jc w:val="right"/>
              <w:rPr>
                <w:rFonts w:ascii="Browallia New" w:hAnsi="Browallia New" w:cs="Browallia New"/>
              </w:rPr>
            </w:pPr>
            <w:r w:rsidRPr="0076073C">
              <w:rPr>
                <w:rFonts w:ascii="Browallia New" w:hAnsi="Browallia New" w:cs="Browallia New"/>
              </w:rPr>
              <w:t xml:space="preserve"> 41 </w:t>
            </w:r>
          </w:p>
        </w:tc>
      </w:tr>
      <w:tr w:rsidR="00AA7DF8" w:rsidRPr="0076073C" w14:paraId="712407CD" w14:textId="77777777" w:rsidTr="00623927">
        <w:trPr>
          <w:cantSplit/>
          <w:trHeight w:val="258"/>
        </w:trPr>
        <w:tc>
          <w:tcPr>
            <w:tcW w:w="6030" w:type="dxa"/>
          </w:tcPr>
          <w:p w14:paraId="13DD30F8" w14:textId="4B0D46A1" w:rsidR="00AA7DF8" w:rsidRPr="0076073C" w:rsidRDefault="00AA7DF8" w:rsidP="00AA7DF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sidRPr="0076073C">
              <w:rPr>
                <w:rFonts w:ascii="Browallia New" w:hAnsi="Browallia New" w:cs="Browallia New"/>
                <w:cs/>
              </w:rPr>
              <w:t>เพิ่มขึ้น</w:t>
            </w:r>
          </w:p>
        </w:tc>
        <w:tc>
          <w:tcPr>
            <w:tcW w:w="270" w:type="dxa"/>
          </w:tcPr>
          <w:p w14:paraId="27AC50CB" w14:textId="77777777" w:rsidR="00AA7DF8" w:rsidRPr="0076073C" w:rsidRDefault="00AA7DF8" w:rsidP="00AA7DF8">
            <w:pPr>
              <w:jc w:val="right"/>
              <w:rPr>
                <w:rFonts w:ascii="Browallia New" w:hAnsi="Browallia New" w:cs="Browallia New"/>
              </w:rPr>
            </w:pPr>
          </w:p>
        </w:tc>
        <w:tc>
          <w:tcPr>
            <w:tcW w:w="2745" w:type="dxa"/>
            <w:tcBorders>
              <w:bottom w:val="single" w:sz="4" w:space="0" w:color="auto"/>
            </w:tcBorders>
          </w:tcPr>
          <w:p w14:paraId="18A44627" w14:textId="2419E73F" w:rsidR="00AA7DF8" w:rsidRPr="0076073C" w:rsidRDefault="00AA7DF8" w:rsidP="00AA7DF8">
            <w:pPr>
              <w:jc w:val="right"/>
              <w:rPr>
                <w:rFonts w:ascii="Browallia New" w:hAnsi="Browallia New" w:cs="Browallia New"/>
              </w:rPr>
            </w:pPr>
            <w:r w:rsidRPr="0076073C">
              <w:rPr>
                <w:rFonts w:ascii="Browallia New" w:hAnsi="Browallia New" w:cs="Browallia New"/>
              </w:rPr>
              <w:t xml:space="preserve"> 951 </w:t>
            </w:r>
          </w:p>
        </w:tc>
      </w:tr>
      <w:tr w:rsidR="00AA7DF8" w:rsidRPr="0076073C" w14:paraId="4A49EC09" w14:textId="77777777" w:rsidTr="007406B1">
        <w:trPr>
          <w:cantSplit/>
          <w:trHeight w:val="247"/>
        </w:trPr>
        <w:tc>
          <w:tcPr>
            <w:tcW w:w="6030" w:type="dxa"/>
          </w:tcPr>
          <w:p w14:paraId="0E4C482D" w14:textId="2C9E58B0" w:rsidR="00AA7DF8" w:rsidRPr="0076073C" w:rsidRDefault="00AA7DF8" w:rsidP="00AA7DF8">
            <w:pPr>
              <w:tabs>
                <w:tab w:val="left" w:pos="540"/>
              </w:tabs>
              <w:jc w:val="thaiDistribute"/>
              <w:rPr>
                <w:rFonts w:ascii="Browallia New" w:hAnsi="Browallia New" w:cs="Browallia New"/>
                <w:cs/>
                <w:lang w:val="en-GB"/>
              </w:rPr>
            </w:pPr>
            <w:r w:rsidRPr="0076073C">
              <w:rPr>
                <w:rFonts w:ascii="Browallia New" w:hAnsi="Browallia New" w:cs="Browallia New"/>
                <w:cs/>
                <w:lang w:val="en-GB"/>
              </w:rPr>
              <w:t xml:space="preserve">ยอดคงเหลือ ณ วันที่ </w:t>
            </w:r>
            <w:r w:rsidRPr="0076073C">
              <w:rPr>
                <w:rFonts w:ascii="Browallia New" w:hAnsi="Browallia New" w:cs="Browallia New"/>
                <w:lang w:val="en-GB"/>
              </w:rPr>
              <w:t>31</w:t>
            </w:r>
            <w:r w:rsidRPr="0076073C">
              <w:rPr>
                <w:rFonts w:ascii="Browallia New" w:hAnsi="Browallia New" w:cs="Browallia New"/>
                <w:cs/>
              </w:rPr>
              <w:t xml:space="preserve"> มีนาคม</w:t>
            </w:r>
            <w:r w:rsidRPr="0076073C">
              <w:rPr>
                <w:rFonts w:ascii="Browallia New" w:hAnsi="Browallia New" w:cs="Browallia New"/>
                <w:lang w:val="en-GB"/>
              </w:rPr>
              <w:t xml:space="preserve"> </w:t>
            </w:r>
            <w:r w:rsidRPr="0076073C">
              <w:rPr>
                <w:rFonts w:ascii="Browallia New" w:hAnsi="Browallia New" w:cs="Browallia New"/>
              </w:rPr>
              <w:t>2568</w:t>
            </w:r>
          </w:p>
        </w:tc>
        <w:tc>
          <w:tcPr>
            <w:tcW w:w="270" w:type="dxa"/>
          </w:tcPr>
          <w:p w14:paraId="1F798DD6" w14:textId="77777777" w:rsidR="00AA7DF8" w:rsidRPr="0076073C" w:rsidRDefault="00AA7DF8" w:rsidP="00AA7DF8">
            <w:pPr>
              <w:jc w:val="right"/>
              <w:rPr>
                <w:rFonts w:ascii="Browallia New" w:hAnsi="Browallia New" w:cs="Browallia New"/>
              </w:rPr>
            </w:pPr>
          </w:p>
        </w:tc>
        <w:tc>
          <w:tcPr>
            <w:tcW w:w="2745" w:type="dxa"/>
            <w:tcBorders>
              <w:top w:val="single" w:sz="4" w:space="0" w:color="auto"/>
              <w:bottom w:val="single" w:sz="12" w:space="0" w:color="auto"/>
            </w:tcBorders>
          </w:tcPr>
          <w:p w14:paraId="15431A05" w14:textId="116CBA43" w:rsidR="00AA7DF8" w:rsidRPr="0076073C" w:rsidRDefault="00AA7DF8" w:rsidP="00AA7DF8">
            <w:pPr>
              <w:jc w:val="right"/>
              <w:rPr>
                <w:rFonts w:ascii="Browallia New" w:hAnsi="Browallia New" w:cs="Browallia New"/>
              </w:rPr>
            </w:pPr>
            <w:r w:rsidRPr="0076073C">
              <w:rPr>
                <w:rFonts w:ascii="Browallia New" w:hAnsi="Browallia New" w:cs="Browallia New"/>
              </w:rPr>
              <w:t xml:space="preserve"> 992 </w:t>
            </w:r>
          </w:p>
        </w:tc>
      </w:tr>
    </w:tbl>
    <w:p w14:paraId="6EA07060" w14:textId="1E29610C" w:rsidR="00222E10" w:rsidRPr="0076073C" w:rsidRDefault="00222E10" w:rsidP="001F44C7">
      <w:pPr>
        <w:tabs>
          <w:tab w:val="left" w:pos="7655"/>
          <w:tab w:val="left" w:pos="7797"/>
          <w:tab w:val="left" w:pos="7938"/>
        </w:tabs>
        <w:ind w:left="378"/>
        <w:jc w:val="thaiDistribute"/>
        <w:rPr>
          <w:rFonts w:ascii="Browallia New" w:hAnsi="Browallia New" w:cs="Browallia New"/>
          <w:lang w:val="en-GB"/>
        </w:rPr>
      </w:pPr>
    </w:p>
    <w:p w14:paraId="06D82DED" w14:textId="7D1155B4" w:rsidR="006A0F2F" w:rsidRPr="0076073C" w:rsidRDefault="006A0F2F" w:rsidP="001F44C7">
      <w:pPr>
        <w:tabs>
          <w:tab w:val="left" w:pos="7655"/>
          <w:tab w:val="left" w:pos="7797"/>
          <w:tab w:val="left" w:pos="7938"/>
        </w:tabs>
        <w:ind w:left="378"/>
        <w:jc w:val="thaiDistribute"/>
        <w:rPr>
          <w:rFonts w:ascii="Browallia New" w:hAnsi="Browallia New" w:cs="Browallia New"/>
        </w:rPr>
      </w:pPr>
      <w:r w:rsidRPr="0076073C">
        <w:rPr>
          <w:rFonts w:ascii="Browallia New" w:hAnsi="Browallia New" w:cs="Browallia New"/>
          <w:cs/>
          <w:lang w:val="en-GB"/>
        </w:rPr>
        <w:t>ต้นทุนสินค้าที่บันทึกเป็นค่าใช้จ่าย</w:t>
      </w:r>
      <w:r w:rsidR="00932E29" w:rsidRPr="0076073C">
        <w:rPr>
          <w:rFonts w:ascii="Browallia New" w:hAnsi="Browallia New" w:cs="Browallia New"/>
          <w:cs/>
          <w:lang w:val="en-GB"/>
        </w:rPr>
        <w:t xml:space="preserve">สำหรับงวดสามเดือนสิ้นสุดวันที่ </w:t>
      </w:r>
      <w:r w:rsidR="00932E29" w:rsidRPr="0076073C">
        <w:rPr>
          <w:rFonts w:ascii="Browallia New" w:hAnsi="Browallia New" w:cs="Browallia New"/>
          <w:lang w:val="en-GB"/>
        </w:rPr>
        <w:t>31</w:t>
      </w:r>
      <w:r w:rsidR="00932E29" w:rsidRPr="0076073C">
        <w:rPr>
          <w:rFonts w:ascii="Browallia New" w:hAnsi="Browallia New" w:cs="Browallia New"/>
          <w:cs/>
          <w:lang w:val="en-GB"/>
        </w:rPr>
        <w:t xml:space="preserve"> มีนาคม</w:t>
      </w:r>
      <w:r w:rsidR="00932E29" w:rsidRPr="0076073C">
        <w:rPr>
          <w:rFonts w:ascii="Browallia New" w:hAnsi="Browallia New" w:cs="Browallia New"/>
          <w:lang w:val="en-GB"/>
        </w:rPr>
        <w:t xml:space="preserve"> </w:t>
      </w:r>
      <w:r w:rsidR="00795836" w:rsidRPr="0076073C">
        <w:rPr>
          <w:rFonts w:ascii="Browallia New" w:hAnsi="Browallia New" w:cs="Browallia New"/>
        </w:rPr>
        <w:t>256</w:t>
      </w:r>
      <w:r w:rsidR="00932E29" w:rsidRPr="0076073C">
        <w:rPr>
          <w:rFonts w:ascii="Browallia New" w:hAnsi="Browallia New" w:cs="Browallia New"/>
        </w:rPr>
        <w:t>8</w:t>
      </w:r>
      <w:r w:rsidR="00795836" w:rsidRPr="0076073C">
        <w:rPr>
          <w:rFonts w:ascii="Browallia New" w:hAnsi="Browallia New" w:cs="Browallia New"/>
        </w:rPr>
        <w:t xml:space="preserve"> </w:t>
      </w:r>
      <w:r w:rsidRPr="0076073C">
        <w:rPr>
          <w:rFonts w:ascii="Browallia New" w:hAnsi="Browallia New" w:cs="Browallia New"/>
          <w:cs/>
          <w:lang w:val="en-GB"/>
        </w:rPr>
        <w:t xml:space="preserve">และ </w:t>
      </w:r>
      <w:r w:rsidRPr="0076073C">
        <w:rPr>
          <w:rFonts w:ascii="Browallia New" w:hAnsi="Browallia New" w:cs="Browallia New"/>
        </w:rPr>
        <w:t>256</w:t>
      </w:r>
      <w:r w:rsidR="00932E29" w:rsidRPr="0076073C">
        <w:rPr>
          <w:rFonts w:ascii="Browallia New" w:hAnsi="Browallia New" w:cs="Browallia New"/>
        </w:rPr>
        <w:t>7</w:t>
      </w:r>
      <w:r w:rsidRPr="0076073C">
        <w:rPr>
          <w:rFonts w:ascii="Browallia New" w:hAnsi="Browallia New" w:cs="Browallia New"/>
          <w:lang w:val="en-GB"/>
        </w:rPr>
        <w:t xml:space="preserve"> </w:t>
      </w:r>
      <w:r w:rsidRPr="0076073C">
        <w:rPr>
          <w:rFonts w:ascii="Browallia New" w:hAnsi="Browallia New" w:cs="Browallia New"/>
          <w:cs/>
          <w:lang w:val="en-GB"/>
        </w:rPr>
        <w:t>มีดังนี้</w:t>
      </w:r>
    </w:p>
    <w:p w14:paraId="2E668051" w14:textId="77777777" w:rsidR="006A0F2F" w:rsidRPr="0076073C"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76073C" w14:paraId="5CB70A65" w14:textId="77777777" w:rsidTr="00623927">
        <w:trPr>
          <w:cantSplit/>
        </w:trPr>
        <w:tc>
          <w:tcPr>
            <w:tcW w:w="3636" w:type="dxa"/>
          </w:tcPr>
          <w:p w14:paraId="2D556524" w14:textId="77777777" w:rsidR="006A0F2F" w:rsidRPr="0076073C" w:rsidRDefault="006A0F2F" w:rsidP="00A000AD">
            <w:pPr>
              <w:pStyle w:val="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76073C" w:rsidRDefault="006A0F2F" w:rsidP="00A000AD">
            <w:pPr>
              <w:pStyle w:val="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76073C" w:rsidRDefault="006A0F2F" w:rsidP="00A000AD">
            <w:pPr>
              <w:pStyle w:val="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76073C" w:rsidRDefault="006A0F2F" w:rsidP="00A000AD">
            <w:pPr>
              <w:pStyle w:val="3"/>
              <w:tabs>
                <w:tab w:val="clear" w:pos="360"/>
                <w:tab w:val="clear" w:pos="720"/>
              </w:tabs>
              <w:jc w:val="right"/>
              <w:rPr>
                <w:rFonts w:ascii="Browallia New" w:hAnsi="Browallia New" w:cs="Browallia New"/>
                <w:sz w:val="28"/>
                <w:szCs w:val="28"/>
              </w:rPr>
            </w:pPr>
            <w:r w:rsidRPr="0076073C">
              <w:rPr>
                <w:rFonts w:ascii="Browallia New" w:hAnsi="Browallia New" w:cs="Browallia New"/>
                <w:sz w:val="28"/>
                <w:szCs w:val="28"/>
              </w:rPr>
              <w:t>(</w:t>
            </w:r>
            <w:r w:rsidRPr="0076073C">
              <w:rPr>
                <w:rFonts w:ascii="Browallia New" w:hAnsi="Browallia New" w:cs="Browallia New"/>
                <w:sz w:val="28"/>
                <w:szCs w:val="28"/>
                <w:cs/>
              </w:rPr>
              <w:t xml:space="preserve">หน่วย </w:t>
            </w:r>
            <w:r w:rsidRPr="0076073C">
              <w:rPr>
                <w:rFonts w:ascii="Browallia New" w:hAnsi="Browallia New" w:cs="Browallia New"/>
                <w:sz w:val="28"/>
                <w:szCs w:val="28"/>
                <w:lang w:val="en-GB"/>
              </w:rPr>
              <w:t>:</w:t>
            </w:r>
            <w:r w:rsidRPr="0076073C">
              <w:rPr>
                <w:rFonts w:ascii="Browallia New" w:hAnsi="Browallia New" w:cs="Browallia New"/>
                <w:sz w:val="28"/>
                <w:szCs w:val="28"/>
                <w:cs/>
                <w:lang w:val="en-GB"/>
              </w:rPr>
              <w:t xml:space="preserve"> พัน</w:t>
            </w:r>
            <w:r w:rsidRPr="0076073C">
              <w:rPr>
                <w:rFonts w:ascii="Browallia New" w:hAnsi="Browallia New" w:cs="Browallia New"/>
                <w:sz w:val="28"/>
                <w:szCs w:val="28"/>
                <w:cs/>
              </w:rPr>
              <w:t>บาท)</w:t>
            </w:r>
          </w:p>
        </w:tc>
      </w:tr>
      <w:tr w:rsidR="006A0F2F" w:rsidRPr="0076073C" w14:paraId="5FF82EB0" w14:textId="77777777" w:rsidTr="00623927">
        <w:trPr>
          <w:cantSplit/>
        </w:trPr>
        <w:tc>
          <w:tcPr>
            <w:tcW w:w="3636" w:type="dxa"/>
          </w:tcPr>
          <w:p w14:paraId="7516B515" w14:textId="77777777" w:rsidR="006A0F2F" w:rsidRPr="0076073C" w:rsidRDefault="006A0F2F" w:rsidP="00A000AD">
            <w:pPr>
              <w:pStyle w:val="3"/>
              <w:tabs>
                <w:tab w:val="clear" w:pos="360"/>
                <w:tab w:val="clear" w:pos="720"/>
              </w:tabs>
              <w:jc w:val="center"/>
              <w:rPr>
                <w:rFonts w:ascii="Browallia New" w:hAnsi="Browallia New" w:cs="Browallia New"/>
                <w:sz w:val="28"/>
                <w:szCs w:val="28"/>
              </w:rPr>
            </w:pPr>
            <w:r w:rsidRPr="0076073C">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56348F28" w:rsidR="006A0F2F" w:rsidRPr="0076073C" w:rsidRDefault="0018447B" w:rsidP="00A000AD">
            <w:pPr>
              <w:jc w:val="center"/>
              <w:rPr>
                <w:rFonts w:ascii="Browallia New" w:hAnsi="Browallia New" w:cs="Browallia New"/>
              </w:rPr>
            </w:pPr>
            <w:r w:rsidRPr="0076073C">
              <w:rPr>
                <w:rFonts w:ascii="Browallia New" w:hAnsi="Browallia New" w:cs="Browallia New"/>
                <w:cs/>
              </w:rPr>
              <w:t>ข้อมูลทาง</w:t>
            </w:r>
            <w:r w:rsidR="006A0F2F" w:rsidRPr="0076073C">
              <w:rPr>
                <w:rFonts w:ascii="Browallia New" w:hAnsi="Browallia New" w:cs="Browallia New"/>
                <w:cs/>
              </w:rPr>
              <w:t>การเงินรวม</w:t>
            </w:r>
          </w:p>
        </w:tc>
        <w:tc>
          <w:tcPr>
            <w:tcW w:w="236" w:type="dxa"/>
            <w:tcBorders>
              <w:left w:val="nil"/>
            </w:tcBorders>
          </w:tcPr>
          <w:p w14:paraId="0FE3EED3" w14:textId="77777777" w:rsidR="006A0F2F" w:rsidRPr="0076073C" w:rsidRDefault="006A0F2F" w:rsidP="00A000AD">
            <w:pPr>
              <w:ind w:right="72"/>
              <w:rPr>
                <w:rFonts w:ascii="Browallia New" w:hAnsi="Browallia New" w:cs="Browallia New"/>
              </w:rPr>
            </w:pPr>
          </w:p>
        </w:tc>
        <w:tc>
          <w:tcPr>
            <w:tcW w:w="2633" w:type="dxa"/>
            <w:gridSpan w:val="3"/>
            <w:tcBorders>
              <w:bottom w:val="single" w:sz="4" w:space="0" w:color="auto"/>
            </w:tcBorders>
          </w:tcPr>
          <w:p w14:paraId="364DC12A" w14:textId="6660FC9A" w:rsidR="006A0F2F" w:rsidRPr="0076073C" w:rsidRDefault="00391BB8" w:rsidP="00A000AD">
            <w:pPr>
              <w:ind w:right="72"/>
              <w:jc w:val="center"/>
              <w:rPr>
                <w:rFonts w:ascii="Browallia New" w:hAnsi="Browallia New" w:cs="Browallia New"/>
              </w:rPr>
            </w:pPr>
            <w:r w:rsidRPr="0076073C">
              <w:rPr>
                <w:rFonts w:ascii="Browallia New" w:hAnsi="Browallia New" w:cs="Browallia New"/>
                <w:cs/>
              </w:rPr>
              <w:t>ข้อมูลทาง</w:t>
            </w:r>
            <w:r w:rsidR="006A0F2F" w:rsidRPr="0076073C">
              <w:rPr>
                <w:rFonts w:ascii="Browallia New" w:hAnsi="Browallia New" w:cs="Browallia New"/>
                <w:cs/>
              </w:rPr>
              <w:t>การเงินเฉพาะบริษัท</w:t>
            </w:r>
          </w:p>
        </w:tc>
      </w:tr>
      <w:tr w:rsidR="002C78AA" w:rsidRPr="0076073C" w14:paraId="250B73B3" w14:textId="77777777" w:rsidTr="00623927">
        <w:trPr>
          <w:cantSplit/>
        </w:trPr>
        <w:tc>
          <w:tcPr>
            <w:tcW w:w="3636" w:type="dxa"/>
          </w:tcPr>
          <w:p w14:paraId="4F240C40" w14:textId="77777777" w:rsidR="002C78AA" w:rsidRPr="0076073C" w:rsidRDefault="002C78AA" w:rsidP="002C78AA">
            <w:pPr>
              <w:pStyle w:val="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61BBFD85" w:rsidR="002C78AA" w:rsidRPr="0076073C" w:rsidRDefault="002C78AA" w:rsidP="002C78AA">
            <w:pPr>
              <w:ind w:left="-105" w:right="-108"/>
              <w:jc w:val="center"/>
              <w:rPr>
                <w:rFonts w:ascii="Browallia New" w:hAnsi="Browallia New" w:cs="Browallia New"/>
              </w:rPr>
            </w:pPr>
            <w:r w:rsidRPr="0076073C">
              <w:rPr>
                <w:rFonts w:ascii="Browallia New" w:hAnsi="Browallia New" w:cs="Browallia New"/>
              </w:rPr>
              <w:t>2568</w:t>
            </w:r>
          </w:p>
        </w:tc>
        <w:tc>
          <w:tcPr>
            <w:tcW w:w="236" w:type="dxa"/>
            <w:tcBorders>
              <w:top w:val="single" w:sz="4" w:space="0" w:color="auto"/>
              <w:left w:val="nil"/>
            </w:tcBorders>
            <w:vAlign w:val="bottom"/>
          </w:tcPr>
          <w:p w14:paraId="7A0FE992" w14:textId="77777777" w:rsidR="002C78AA" w:rsidRPr="0076073C" w:rsidRDefault="002C78AA" w:rsidP="002C78AA">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1DE5B382" w:rsidR="002C78AA" w:rsidRPr="0076073C" w:rsidRDefault="002C78AA" w:rsidP="002C78AA">
            <w:pPr>
              <w:ind w:left="-105" w:right="-108"/>
              <w:jc w:val="center"/>
              <w:rPr>
                <w:rFonts w:ascii="Browallia New" w:hAnsi="Browallia New" w:cs="Browallia New"/>
              </w:rPr>
            </w:pPr>
            <w:r w:rsidRPr="0076073C">
              <w:rPr>
                <w:rFonts w:ascii="Browallia New" w:hAnsi="Browallia New" w:cs="Browallia New"/>
              </w:rPr>
              <w:t>2567</w:t>
            </w:r>
          </w:p>
        </w:tc>
        <w:tc>
          <w:tcPr>
            <w:tcW w:w="236" w:type="dxa"/>
            <w:tcBorders>
              <w:left w:val="nil"/>
            </w:tcBorders>
          </w:tcPr>
          <w:p w14:paraId="0D43D162" w14:textId="77777777" w:rsidR="002C78AA" w:rsidRPr="0076073C" w:rsidRDefault="002C78AA" w:rsidP="002C78AA">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3F068B86" w:rsidR="002C78AA" w:rsidRPr="0076073C" w:rsidRDefault="002C78AA" w:rsidP="002C78AA">
            <w:pPr>
              <w:ind w:left="-105" w:right="-108"/>
              <w:jc w:val="center"/>
              <w:rPr>
                <w:rFonts w:ascii="Browallia New" w:hAnsi="Browallia New" w:cs="Browallia New"/>
              </w:rPr>
            </w:pPr>
            <w:r w:rsidRPr="0076073C">
              <w:rPr>
                <w:rFonts w:ascii="Browallia New" w:hAnsi="Browallia New" w:cs="Browallia New"/>
              </w:rPr>
              <w:t>2568</w:t>
            </w:r>
          </w:p>
        </w:tc>
        <w:tc>
          <w:tcPr>
            <w:tcW w:w="236" w:type="dxa"/>
            <w:tcBorders>
              <w:top w:val="single" w:sz="4" w:space="0" w:color="auto"/>
            </w:tcBorders>
            <w:vAlign w:val="bottom"/>
          </w:tcPr>
          <w:p w14:paraId="72575D5F" w14:textId="77777777" w:rsidR="002C78AA" w:rsidRPr="0076073C" w:rsidRDefault="002C78AA" w:rsidP="002C78AA">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5EE85C17" w:rsidR="002C78AA" w:rsidRPr="0076073C" w:rsidRDefault="002C78AA" w:rsidP="002C78AA">
            <w:pPr>
              <w:ind w:left="-105" w:right="-108"/>
              <w:jc w:val="center"/>
              <w:rPr>
                <w:rFonts w:ascii="Browallia New" w:hAnsi="Browallia New" w:cs="Browallia New"/>
              </w:rPr>
            </w:pPr>
            <w:r w:rsidRPr="0076073C">
              <w:rPr>
                <w:rFonts w:ascii="Browallia New" w:hAnsi="Browallia New" w:cs="Browallia New"/>
              </w:rPr>
              <w:t>2567</w:t>
            </w:r>
          </w:p>
        </w:tc>
      </w:tr>
      <w:tr w:rsidR="006A0F2F" w:rsidRPr="0076073C" w14:paraId="5F1C18A3" w14:textId="77777777" w:rsidTr="00623927">
        <w:trPr>
          <w:cantSplit/>
          <w:trHeight w:val="368"/>
        </w:trPr>
        <w:tc>
          <w:tcPr>
            <w:tcW w:w="3636" w:type="dxa"/>
            <w:vAlign w:val="bottom"/>
          </w:tcPr>
          <w:p w14:paraId="43625F43" w14:textId="77777777" w:rsidR="006A0F2F" w:rsidRPr="0076073C" w:rsidRDefault="006A0F2F" w:rsidP="00A000AD">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76073C" w:rsidRDefault="006A0F2F" w:rsidP="00A000AD">
            <w:pPr>
              <w:jc w:val="right"/>
              <w:rPr>
                <w:rFonts w:ascii="Browallia New" w:hAnsi="Browallia New" w:cs="Browallia New"/>
                <w:sz w:val="20"/>
                <w:szCs w:val="20"/>
              </w:rPr>
            </w:pPr>
          </w:p>
        </w:tc>
        <w:tc>
          <w:tcPr>
            <w:tcW w:w="236" w:type="dxa"/>
            <w:tcBorders>
              <w:left w:val="nil"/>
            </w:tcBorders>
          </w:tcPr>
          <w:p w14:paraId="40AAAC3F" w14:textId="77777777" w:rsidR="006A0F2F" w:rsidRPr="0076073C" w:rsidRDefault="006A0F2F" w:rsidP="00A000AD">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76073C" w:rsidRDefault="006A0F2F" w:rsidP="00A000AD">
            <w:pPr>
              <w:jc w:val="right"/>
              <w:rPr>
                <w:rFonts w:ascii="Browallia New" w:hAnsi="Browallia New" w:cs="Browallia New"/>
                <w:sz w:val="20"/>
                <w:szCs w:val="20"/>
              </w:rPr>
            </w:pPr>
          </w:p>
        </w:tc>
        <w:tc>
          <w:tcPr>
            <w:tcW w:w="236" w:type="dxa"/>
            <w:tcBorders>
              <w:left w:val="nil"/>
            </w:tcBorders>
          </w:tcPr>
          <w:p w14:paraId="5C4BDE77" w14:textId="77777777" w:rsidR="006A0F2F" w:rsidRPr="0076073C" w:rsidRDefault="006A0F2F" w:rsidP="00A000AD">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76073C" w:rsidRDefault="006A0F2F" w:rsidP="00A000AD">
            <w:pPr>
              <w:jc w:val="right"/>
              <w:rPr>
                <w:rFonts w:ascii="Browallia New" w:hAnsi="Browallia New" w:cs="Browallia New"/>
                <w:sz w:val="20"/>
                <w:szCs w:val="20"/>
              </w:rPr>
            </w:pPr>
          </w:p>
        </w:tc>
        <w:tc>
          <w:tcPr>
            <w:tcW w:w="236" w:type="dxa"/>
          </w:tcPr>
          <w:p w14:paraId="21A04E74" w14:textId="77777777" w:rsidR="006A0F2F" w:rsidRPr="0076073C" w:rsidRDefault="006A0F2F" w:rsidP="00A000AD">
            <w:pPr>
              <w:pStyle w:val="a"/>
              <w:ind w:left="-157" w:right="0"/>
              <w:rPr>
                <w:rFonts w:ascii="Browallia New" w:hAnsi="Browallia New" w:cs="Browallia New"/>
                <w:sz w:val="20"/>
                <w:szCs w:val="20"/>
              </w:rPr>
            </w:pPr>
          </w:p>
        </w:tc>
        <w:tc>
          <w:tcPr>
            <w:tcW w:w="1204" w:type="dxa"/>
          </w:tcPr>
          <w:p w14:paraId="1DEE6EC4" w14:textId="77777777" w:rsidR="006A0F2F" w:rsidRPr="0076073C" w:rsidRDefault="006A0F2F" w:rsidP="00A000AD">
            <w:pPr>
              <w:jc w:val="right"/>
              <w:rPr>
                <w:rFonts w:ascii="Browallia New" w:hAnsi="Browallia New" w:cs="Browallia New"/>
                <w:sz w:val="20"/>
                <w:szCs w:val="20"/>
              </w:rPr>
            </w:pPr>
          </w:p>
        </w:tc>
      </w:tr>
      <w:tr w:rsidR="00142D86" w:rsidRPr="0076073C" w14:paraId="39D102E6" w14:textId="77777777" w:rsidTr="00623927">
        <w:trPr>
          <w:cantSplit/>
        </w:trPr>
        <w:tc>
          <w:tcPr>
            <w:tcW w:w="3636" w:type="dxa"/>
          </w:tcPr>
          <w:p w14:paraId="53EA1156" w14:textId="77777777" w:rsidR="00142D86" w:rsidRPr="0076073C" w:rsidRDefault="00142D86" w:rsidP="00142D86">
            <w:pPr>
              <w:tabs>
                <w:tab w:val="left" w:pos="540"/>
              </w:tabs>
              <w:ind w:left="-108"/>
              <w:rPr>
                <w:rFonts w:ascii="Browallia New" w:hAnsi="Browallia New" w:cs="Browallia New"/>
                <w:cs/>
                <w:lang w:val="th-TH"/>
              </w:rPr>
            </w:pPr>
            <w:r w:rsidRPr="0076073C">
              <w:rPr>
                <w:rFonts w:ascii="Browallia New" w:hAnsi="Browallia New" w:cs="Browallia New"/>
                <w:cs/>
              </w:rPr>
              <w:t>ต้นทุนขายสินค้า</w:t>
            </w:r>
          </w:p>
        </w:tc>
        <w:tc>
          <w:tcPr>
            <w:tcW w:w="1134" w:type="dxa"/>
            <w:tcBorders>
              <w:left w:val="nil"/>
            </w:tcBorders>
          </w:tcPr>
          <w:p w14:paraId="55A7EE34" w14:textId="448C8333" w:rsidR="00142D86" w:rsidRPr="0076073C" w:rsidRDefault="00142D86" w:rsidP="00142D86">
            <w:pPr>
              <w:jc w:val="right"/>
              <w:rPr>
                <w:rFonts w:ascii="Browallia New" w:hAnsi="Browallia New" w:cs="Browallia New"/>
              </w:rPr>
            </w:pPr>
            <w:r w:rsidRPr="0076073C">
              <w:rPr>
                <w:rFonts w:ascii="Browallia New" w:hAnsi="Browallia New" w:cs="Browallia New"/>
              </w:rPr>
              <w:t>1,141,43</w:t>
            </w:r>
            <w:r w:rsidR="002A38E7" w:rsidRPr="0076073C">
              <w:rPr>
                <w:rFonts w:ascii="Browallia New" w:hAnsi="Browallia New" w:cs="Browallia New"/>
              </w:rPr>
              <w:t>9</w:t>
            </w:r>
            <w:r w:rsidRPr="0076073C">
              <w:rPr>
                <w:rFonts w:ascii="Browallia New" w:hAnsi="Browallia New" w:cs="Browallia New"/>
              </w:rPr>
              <w:t xml:space="preserve"> </w:t>
            </w:r>
          </w:p>
        </w:tc>
        <w:tc>
          <w:tcPr>
            <w:tcW w:w="236" w:type="dxa"/>
            <w:tcBorders>
              <w:left w:val="nil"/>
            </w:tcBorders>
          </w:tcPr>
          <w:p w14:paraId="266A1231" w14:textId="77777777" w:rsidR="00142D86" w:rsidRPr="0076073C" w:rsidRDefault="00142D86" w:rsidP="00142D86">
            <w:pPr>
              <w:rPr>
                <w:rFonts w:ascii="Browallia New" w:hAnsi="Browallia New" w:cs="Browallia New"/>
              </w:rPr>
            </w:pPr>
          </w:p>
        </w:tc>
        <w:tc>
          <w:tcPr>
            <w:tcW w:w="1134" w:type="dxa"/>
          </w:tcPr>
          <w:p w14:paraId="4E489859" w14:textId="6016B852" w:rsidR="00142D86" w:rsidRPr="0076073C" w:rsidRDefault="00142D86" w:rsidP="00142D86">
            <w:pPr>
              <w:jc w:val="right"/>
              <w:rPr>
                <w:rFonts w:ascii="Browallia New" w:hAnsi="Browallia New" w:cs="Browallia New"/>
              </w:rPr>
            </w:pPr>
            <w:r w:rsidRPr="0076073C">
              <w:rPr>
                <w:rFonts w:ascii="Browallia New" w:hAnsi="Browallia New" w:cs="Browallia New"/>
              </w:rPr>
              <w:t>1,095,403</w:t>
            </w:r>
          </w:p>
        </w:tc>
        <w:tc>
          <w:tcPr>
            <w:tcW w:w="236" w:type="dxa"/>
            <w:tcBorders>
              <w:left w:val="nil"/>
            </w:tcBorders>
          </w:tcPr>
          <w:p w14:paraId="52097129" w14:textId="77777777" w:rsidR="00142D86" w:rsidRPr="0076073C" w:rsidRDefault="00142D86" w:rsidP="00142D86">
            <w:pPr>
              <w:ind w:right="30"/>
              <w:rPr>
                <w:rFonts w:ascii="Browallia New" w:hAnsi="Browallia New" w:cs="Browallia New"/>
              </w:rPr>
            </w:pPr>
          </w:p>
        </w:tc>
        <w:tc>
          <w:tcPr>
            <w:tcW w:w="1193" w:type="dxa"/>
          </w:tcPr>
          <w:p w14:paraId="4F472223" w14:textId="5154EC5B" w:rsidR="00142D86" w:rsidRPr="0076073C" w:rsidRDefault="00142D86" w:rsidP="00142D86">
            <w:pPr>
              <w:jc w:val="right"/>
              <w:rPr>
                <w:rFonts w:ascii="Browallia New" w:hAnsi="Browallia New" w:cs="Browallia New"/>
              </w:rPr>
            </w:pPr>
            <w:r w:rsidRPr="0076073C">
              <w:rPr>
                <w:rFonts w:ascii="Browallia New" w:hAnsi="Browallia New" w:cs="Browallia New"/>
              </w:rPr>
              <w:t xml:space="preserve">1,130,855 </w:t>
            </w:r>
          </w:p>
        </w:tc>
        <w:tc>
          <w:tcPr>
            <w:tcW w:w="236" w:type="dxa"/>
          </w:tcPr>
          <w:p w14:paraId="76F5764C" w14:textId="77777777" w:rsidR="00142D86" w:rsidRPr="0076073C" w:rsidRDefault="00142D86" w:rsidP="00142D86">
            <w:pPr>
              <w:pStyle w:val="a"/>
              <w:ind w:left="-157" w:right="30"/>
              <w:rPr>
                <w:rFonts w:ascii="Browallia New" w:hAnsi="Browallia New" w:cs="Browallia New"/>
                <w:sz w:val="28"/>
                <w:szCs w:val="28"/>
              </w:rPr>
            </w:pPr>
          </w:p>
        </w:tc>
        <w:tc>
          <w:tcPr>
            <w:tcW w:w="1204" w:type="dxa"/>
          </w:tcPr>
          <w:p w14:paraId="41C83CCB" w14:textId="35BFBC66" w:rsidR="00142D86" w:rsidRPr="0076073C" w:rsidRDefault="00142D86" w:rsidP="00142D86">
            <w:pPr>
              <w:jc w:val="right"/>
              <w:rPr>
                <w:rFonts w:ascii="Browallia New" w:hAnsi="Browallia New" w:cs="Browallia New"/>
              </w:rPr>
            </w:pPr>
            <w:r w:rsidRPr="0076073C">
              <w:rPr>
                <w:rFonts w:ascii="Browallia New" w:hAnsi="Browallia New" w:cs="Browallia New"/>
              </w:rPr>
              <w:t>1,081,646</w:t>
            </w:r>
          </w:p>
        </w:tc>
      </w:tr>
      <w:tr w:rsidR="00142D86" w:rsidRPr="0076073C" w14:paraId="75E70E37" w14:textId="77777777" w:rsidTr="007406B1">
        <w:trPr>
          <w:cantSplit/>
        </w:trPr>
        <w:tc>
          <w:tcPr>
            <w:tcW w:w="3636" w:type="dxa"/>
          </w:tcPr>
          <w:p w14:paraId="22691284" w14:textId="1A140AA0" w:rsidR="00142D86" w:rsidRPr="0076073C" w:rsidRDefault="00142D86" w:rsidP="00142D86">
            <w:pPr>
              <w:tabs>
                <w:tab w:val="left" w:pos="1451"/>
              </w:tabs>
              <w:ind w:left="99" w:right="-7" w:hanging="207"/>
              <w:rPr>
                <w:rFonts w:ascii="Browallia New" w:hAnsi="Browallia New" w:cs="Browallia New"/>
              </w:rPr>
            </w:pPr>
            <w:r w:rsidRPr="0076073C">
              <w:rPr>
                <w:rFonts w:ascii="Browallia New" w:hAnsi="Browallia New" w:cs="Browallia New"/>
                <w:cs/>
              </w:rPr>
              <w:t>ค่าเผื่อการลดมูลค่าของสินค้า</w:t>
            </w:r>
          </w:p>
        </w:tc>
        <w:tc>
          <w:tcPr>
            <w:tcW w:w="1134" w:type="dxa"/>
            <w:tcBorders>
              <w:left w:val="nil"/>
              <w:bottom w:val="single" w:sz="4" w:space="0" w:color="auto"/>
            </w:tcBorders>
          </w:tcPr>
          <w:p w14:paraId="33F80714" w14:textId="2A81782D" w:rsidR="00142D86" w:rsidRPr="0076073C" w:rsidRDefault="00142D86" w:rsidP="00142D86">
            <w:pPr>
              <w:jc w:val="right"/>
              <w:rPr>
                <w:rFonts w:ascii="Browallia New" w:hAnsi="Browallia New" w:cs="Browallia New"/>
              </w:rPr>
            </w:pPr>
            <w:r w:rsidRPr="0076073C">
              <w:rPr>
                <w:rFonts w:ascii="Browallia New" w:hAnsi="Browallia New" w:cs="Browallia New"/>
              </w:rPr>
              <w:t xml:space="preserve">951 </w:t>
            </w:r>
          </w:p>
        </w:tc>
        <w:tc>
          <w:tcPr>
            <w:tcW w:w="236" w:type="dxa"/>
            <w:tcBorders>
              <w:left w:val="nil"/>
            </w:tcBorders>
            <w:vAlign w:val="bottom"/>
          </w:tcPr>
          <w:p w14:paraId="4D345BCA" w14:textId="77777777" w:rsidR="00142D86" w:rsidRPr="0076073C" w:rsidRDefault="00142D86" w:rsidP="00142D86">
            <w:pPr>
              <w:jc w:val="right"/>
              <w:rPr>
                <w:rFonts w:ascii="Browallia New" w:hAnsi="Browallia New" w:cs="Browallia New"/>
              </w:rPr>
            </w:pPr>
          </w:p>
        </w:tc>
        <w:tc>
          <w:tcPr>
            <w:tcW w:w="1134" w:type="dxa"/>
            <w:tcBorders>
              <w:bottom w:val="single" w:sz="4" w:space="0" w:color="auto"/>
            </w:tcBorders>
            <w:vAlign w:val="bottom"/>
          </w:tcPr>
          <w:p w14:paraId="6CB21FD5" w14:textId="62AA1926" w:rsidR="00142D86" w:rsidRPr="0076073C" w:rsidRDefault="00142D86" w:rsidP="00142D86">
            <w:pPr>
              <w:jc w:val="right"/>
              <w:rPr>
                <w:rFonts w:ascii="Browallia New" w:hAnsi="Browallia New" w:cs="Browallia New"/>
              </w:rPr>
            </w:pPr>
            <w:r w:rsidRPr="0076073C">
              <w:rPr>
                <w:rFonts w:ascii="Browallia New" w:hAnsi="Browallia New" w:cs="Browallia New"/>
              </w:rPr>
              <w:t>297</w:t>
            </w:r>
          </w:p>
        </w:tc>
        <w:tc>
          <w:tcPr>
            <w:tcW w:w="236" w:type="dxa"/>
            <w:tcBorders>
              <w:left w:val="nil"/>
            </w:tcBorders>
            <w:vAlign w:val="bottom"/>
          </w:tcPr>
          <w:p w14:paraId="087C2B37" w14:textId="77777777" w:rsidR="00142D86" w:rsidRPr="0076073C" w:rsidRDefault="00142D86" w:rsidP="00142D86">
            <w:pPr>
              <w:ind w:right="30"/>
              <w:jc w:val="right"/>
              <w:rPr>
                <w:rFonts w:ascii="Browallia New" w:hAnsi="Browallia New" w:cs="Browallia New"/>
              </w:rPr>
            </w:pPr>
          </w:p>
        </w:tc>
        <w:tc>
          <w:tcPr>
            <w:tcW w:w="1193" w:type="dxa"/>
            <w:tcBorders>
              <w:bottom w:val="single" w:sz="4" w:space="0" w:color="auto"/>
            </w:tcBorders>
          </w:tcPr>
          <w:p w14:paraId="1E9281C6" w14:textId="41FC311B" w:rsidR="00142D86" w:rsidRPr="0076073C" w:rsidRDefault="00142D86" w:rsidP="00142D86">
            <w:pPr>
              <w:jc w:val="right"/>
              <w:rPr>
                <w:rFonts w:ascii="Browallia New" w:hAnsi="Browallia New" w:cs="Browallia New"/>
              </w:rPr>
            </w:pPr>
            <w:r w:rsidRPr="0076073C">
              <w:rPr>
                <w:rFonts w:ascii="Browallia New" w:hAnsi="Browallia New" w:cs="Browallia New"/>
              </w:rPr>
              <w:t xml:space="preserve">951 </w:t>
            </w:r>
          </w:p>
        </w:tc>
        <w:tc>
          <w:tcPr>
            <w:tcW w:w="236" w:type="dxa"/>
            <w:vAlign w:val="bottom"/>
          </w:tcPr>
          <w:p w14:paraId="75894385" w14:textId="77777777" w:rsidR="00142D86" w:rsidRPr="0076073C" w:rsidRDefault="00142D86" w:rsidP="00142D86">
            <w:pPr>
              <w:pStyle w:val="a"/>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17AB5CEA" w:rsidR="00142D86" w:rsidRPr="0076073C" w:rsidRDefault="00142D86" w:rsidP="00142D86">
            <w:pPr>
              <w:jc w:val="right"/>
              <w:rPr>
                <w:rFonts w:ascii="Browallia New" w:hAnsi="Browallia New" w:cs="Browallia New"/>
              </w:rPr>
            </w:pPr>
            <w:r w:rsidRPr="0076073C">
              <w:rPr>
                <w:rFonts w:ascii="Browallia New" w:hAnsi="Browallia New" w:cs="Browallia New"/>
              </w:rPr>
              <w:t>297</w:t>
            </w:r>
          </w:p>
        </w:tc>
      </w:tr>
      <w:tr w:rsidR="00142D86" w:rsidRPr="0076073C" w14:paraId="226A8000" w14:textId="77777777" w:rsidTr="00AB35C6">
        <w:trPr>
          <w:cantSplit/>
        </w:trPr>
        <w:tc>
          <w:tcPr>
            <w:tcW w:w="3636" w:type="dxa"/>
          </w:tcPr>
          <w:p w14:paraId="3C194CC4" w14:textId="77777777" w:rsidR="00142D86" w:rsidRPr="0076073C" w:rsidRDefault="00142D86" w:rsidP="00142D86">
            <w:pPr>
              <w:tabs>
                <w:tab w:val="left" w:pos="540"/>
              </w:tabs>
              <w:ind w:left="-108"/>
              <w:rPr>
                <w:rFonts w:ascii="Browallia New" w:hAnsi="Browallia New" w:cs="Browallia New"/>
              </w:rPr>
            </w:pPr>
            <w:r w:rsidRPr="0076073C">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42E44DC8" w:rsidR="00142D86" w:rsidRPr="0076073C" w:rsidRDefault="00142D86" w:rsidP="00142D86">
            <w:pPr>
              <w:jc w:val="right"/>
              <w:rPr>
                <w:rFonts w:ascii="Browallia New" w:hAnsi="Browallia New" w:cs="Browallia New"/>
              </w:rPr>
            </w:pPr>
            <w:r w:rsidRPr="0076073C">
              <w:rPr>
                <w:rFonts w:ascii="Browallia New" w:hAnsi="Browallia New" w:cs="Browallia New"/>
              </w:rPr>
              <w:t>1,142,3</w:t>
            </w:r>
            <w:r w:rsidR="00CC40EE" w:rsidRPr="0076073C">
              <w:rPr>
                <w:rFonts w:ascii="Browallia New" w:hAnsi="Browallia New" w:cs="Browallia New"/>
              </w:rPr>
              <w:t>90</w:t>
            </w:r>
            <w:r w:rsidRPr="0076073C">
              <w:rPr>
                <w:rFonts w:ascii="Browallia New" w:hAnsi="Browallia New" w:cs="Browallia New"/>
              </w:rPr>
              <w:t xml:space="preserve"> </w:t>
            </w:r>
          </w:p>
        </w:tc>
        <w:tc>
          <w:tcPr>
            <w:tcW w:w="236" w:type="dxa"/>
            <w:tcBorders>
              <w:left w:val="nil"/>
            </w:tcBorders>
          </w:tcPr>
          <w:p w14:paraId="4DB4659A" w14:textId="77777777" w:rsidR="00142D86" w:rsidRPr="0076073C" w:rsidRDefault="00142D86" w:rsidP="00142D86">
            <w:pPr>
              <w:rPr>
                <w:rFonts w:ascii="Browallia New" w:hAnsi="Browallia New" w:cs="Browallia New"/>
              </w:rPr>
            </w:pPr>
          </w:p>
        </w:tc>
        <w:tc>
          <w:tcPr>
            <w:tcW w:w="1134" w:type="dxa"/>
            <w:tcBorders>
              <w:top w:val="single" w:sz="4" w:space="0" w:color="auto"/>
              <w:bottom w:val="single" w:sz="12" w:space="0" w:color="auto"/>
            </w:tcBorders>
          </w:tcPr>
          <w:p w14:paraId="1CAA9472" w14:textId="3293AE35" w:rsidR="00142D86" w:rsidRPr="0076073C" w:rsidRDefault="00142D86" w:rsidP="00142D86">
            <w:pPr>
              <w:jc w:val="right"/>
              <w:rPr>
                <w:rFonts w:ascii="Browallia New" w:hAnsi="Browallia New" w:cs="Browallia New"/>
              </w:rPr>
            </w:pPr>
            <w:r w:rsidRPr="0076073C">
              <w:rPr>
                <w:rFonts w:ascii="Browallia New" w:hAnsi="Browallia New" w:cs="Browallia New"/>
              </w:rPr>
              <w:t>1,095,700</w:t>
            </w:r>
          </w:p>
        </w:tc>
        <w:tc>
          <w:tcPr>
            <w:tcW w:w="236" w:type="dxa"/>
            <w:tcBorders>
              <w:left w:val="nil"/>
            </w:tcBorders>
          </w:tcPr>
          <w:p w14:paraId="570DA88A" w14:textId="77777777" w:rsidR="00142D86" w:rsidRPr="0076073C" w:rsidRDefault="00142D86" w:rsidP="00142D86">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02F4AEAE" w:rsidR="00142D86" w:rsidRPr="0076073C" w:rsidRDefault="00142D86" w:rsidP="00142D86">
            <w:pPr>
              <w:jc w:val="right"/>
              <w:rPr>
                <w:rFonts w:ascii="Browallia New" w:hAnsi="Browallia New" w:cs="Browallia New"/>
              </w:rPr>
            </w:pPr>
            <w:r w:rsidRPr="0076073C">
              <w:rPr>
                <w:rFonts w:ascii="Browallia New" w:hAnsi="Browallia New" w:cs="Browallia New"/>
              </w:rPr>
              <w:t xml:space="preserve">1,131,806 </w:t>
            </w:r>
          </w:p>
        </w:tc>
        <w:tc>
          <w:tcPr>
            <w:tcW w:w="236" w:type="dxa"/>
          </w:tcPr>
          <w:p w14:paraId="3617218C" w14:textId="77777777" w:rsidR="00142D86" w:rsidRPr="0076073C" w:rsidRDefault="00142D86" w:rsidP="00142D86">
            <w:pPr>
              <w:pStyle w:val="a"/>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241837E7" w:rsidR="00142D86" w:rsidRPr="0076073C" w:rsidRDefault="00142D86" w:rsidP="00142D86">
            <w:pPr>
              <w:jc w:val="right"/>
              <w:rPr>
                <w:rFonts w:ascii="Browallia New" w:hAnsi="Browallia New" w:cs="Browallia New"/>
              </w:rPr>
            </w:pPr>
            <w:r w:rsidRPr="0076073C">
              <w:rPr>
                <w:rFonts w:ascii="Browallia New" w:hAnsi="Browallia New" w:cs="Browallia New"/>
              </w:rPr>
              <w:t>1,081,943</w:t>
            </w:r>
          </w:p>
        </w:tc>
      </w:tr>
    </w:tbl>
    <w:p w14:paraId="34793E10" w14:textId="77777777" w:rsidR="006E1AC8" w:rsidRPr="0076073C" w:rsidRDefault="006E1AC8" w:rsidP="006E1AC8">
      <w:pPr>
        <w:tabs>
          <w:tab w:val="left" w:pos="990"/>
        </w:tabs>
        <w:ind w:left="360"/>
        <w:jc w:val="thaiDistribute"/>
        <w:rPr>
          <w:rFonts w:ascii="Browallia New" w:hAnsi="Browallia New" w:cs="Browallia New"/>
          <w:b/>
          <w:bCs/>
        </w:rPr>
      </w:pPr>
    </w:p>
    <w:p w14:paraId="485629FF" w14:textId="2B10898A" w:rsidR="004C0874" w:rsidRPr="0076073C" w:rsidRDefault="004C0874" w:rsidP="00287A5E">
      <w:pPr>
        <w:numPr>
          <w:ilvl w:val="0"/>
          <w:numId w:val="1"/>
        </w:numPr>
        <w:tabs>
          <w:tab w:val="clear" w:pos="360"/>
          <w:tab w:val="left" w:pos="990"/>
        </w:tabs>
        <w:jc w:val="thaiDistribute"/>
        <w:rPr>
          <w:rFonts w:ascii="Browallia New" w:hAnsi="Browallia New" w:cs="Browallia New"/>
          <w:b/>
          <w:bCs/>
        </w:rPr>
      </w:pPr>
      <w:r w:rsidRPr="0076073C">
        <w:rPr>
          <w:rFonts w:ascii="Browallia New" w:hAnsi="Browallia New" w:cs="Browallia New"/>
          <w:b/>
          <w:bCs/>
          <w:cs/>
        </w:rPr>
        <w:t>เงินลงทุนในบริษัทย่อย</w:t>
      </w:r>
    </w:p>
    <w:p w14:paraId="3180BA96" w14:textId="77777777" w:rsidR="00B85B71" w:rsidRPr="0076073C" w:rsidRDefault="00B85B71" w:rsidP="00C3162A">
      <w:pPr>
        <w:ind w:left="360"/>
        <w:jc w:val="thaiDistribute"/>
        <w:rPr>
          <w:rFonts w:ascii="Browallia New" w:hAnsi="Browallia New" w:cs="Browallia New"/>
          <w:sz w:val="24"/>
          <w:szCs w:val="24"/>
        </w:rPr>
      </w:pPr>
    </w:p>
    <w:tbl>
      <w:tblPr>
        <w:tblW w:w="9210" w:type="dxa"/>
        <w:tblInd w:w="270" w:type="dxa"/>
        <w:tblLayout w:type="fixed"/>
        <w:tblLook w:val="0000" w:firstRow="0" w:lastRow="0" w:firstColumn="0" w:lastColumn="0" w:noHBand="0" w:noVBand="0"/>
      </w:tblPr>
      <w:tblGrid>
        <w:gridCol w:w="2331"/>
        <w:gridCol w:w="2490"/>
        <w:gridCol w:w="981"/>
        <w:gridCol w:w="236"/>
        <w:gridCol w:w="614"/>
        <w:gridCol w:w="426"/>
        <w:gridCol w:w="425"/>
        <w:gridCol w:w="850"/>
        <w:gridCol w:w="857"/>
      </w:tblGrid>
      <w:tr w:rsidR="00C3162A" w:rsidRPr="0076073C" w14:paraId="3A159717" w14:textId="77777777" w:rsidTr="00C14DCC">
        <w:trPr>
          <w:cantSplit/>
        </w:trPr>
        <w:tc>
          <w:tcPr>
            <w:tcW w:w="2331" w:type="dxa"/>
          </w:tcPr>
          <w:p w14:paraId="7BE8F738" w14:textId="77777777" w:rsidR="00C3162A" w:rsidRPr="0076073C" w:rsidRDefault="00C3162A" w:rsidP="0010534A">
            <w:pPr>
              <w:tabs>
                <w:tab w:val="left" w:pos="540"/>
              </w:tabs>
              <w:ind w:right="-90"/>
              <w:jc w:val="center"/>
              <w:rPr>
                <w:rFonts w:ascii="Browallia New" w:hAnsi="Browallia New" w:cs="Browallia New"/>
                <w:sz w:val="20"/>
                <w:szCs w:val="20"/>
              </w:rPr>
            </w:pPr>
          </w:p>
        </w:tc>
        <w:tc>
          <w:tcPr>
            <w:tcW w:w="2490" w:type="dxa"/>
          </w:tcPr>
          <w:p w14:paraId="33611774" w14:textId="77777777" w:rsidR="00C3162A" w:rsidRPr="0076073C"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ECD9D93" w14:textId="77777777" w:rsidR="00C3162A" w:rsidRPr="0076073C"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76073C" w:rsidRDefault="00C3162A" w:rsidP="0010534A">
            <w:pPr>
              <w:pStyle w:val="a"/>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76073C" w:rsidRDefault="00C3162A" w:rsidP="0010534A">
            <w:pPr>
              <w:pStyle w:val="a"/>
              <w:ind w:right="-90"/>
              <w:jc w:val="center"/>
              <w:rPr>
                <w:rFonts w:ascii="Browallia New" w:hAnsi="Browallia New" w:cs="Browallia New"/>
                <w:sz w:val="20"/>
                <w:szCs w:val="20"/>
              </w:rPr>
            </w:pPr>
          </w:p>
        </w:tc>
        <w:tc>
          <w:tcPr>
            <w:tcW w:w="2132" w:type="dxa"/>
            <w:gridSpan w:val="3"/>
          </w:tcPr>
          <w:p w14:paraId="3541D859" w14:textId="77777777" w:rsidR="00C3162A" w:rsidRPr="0076073C" w:rsidRDefault="00C3162A" w:rsidP="0010534A">
            <w:pPr>
              <w:tabs>
                <w:tab w:val="left" w:pos="540"/>
              </w:tabs>
              <w:ind w:right="-90"/>
              <w:jc w:val="right"/>
              <w:rPr>
                <w:rFonts w:ascii="Browallia New" w:hAnsi="Browallia New" w:cs="Browallia New"/>
                <w:sz w:val="20"/>
                <w:szCs w:val="20"/>
              </w:rPr>
            </w:pPr>
            <w:r w:rsidRPr="0076073C">
              <w:rPr>
                <w:rFonts w:ascii="Browallia New" w:hAnsi="Browallia New" w:cs="Browallia New"/>
                <w:sz w:val="20"/>
                <w:szCs w:val="20"/>
              </w:rPr>
              <w:t>(</w:t>
            </w:r>
            <w:r w:rsidRPr="0076073C">
              <w:rPr>
                <w:rFonts w:ascii="Browallia New" w:hAnsi="Browallia New" w:cs="Browallia New"/>
                <w:sz w:val="20"/>
                <w:szCs w:val="20"/>
                <w:cs/>
              </w:rPr>
              <w:t>หน่วย</w:t>
            </w:r>
            <w:r w:rsidRPr="0076073C">
              <w:rPr>
                <w:rFonts w:ascii="Browallia New" w:hAnsi="Browallia New" w:cs="Browallia New"/>
                <w:sz w:val="20"/>
                <w:szCs w:val="20"/>
              </w:rPr>
              <w:t xml:space="preserve"> </w:t>
            </w:r>
            <w:r w:rsidRPr="0076073C">
              <w:rPr>
                <w:rFonts w:ascii="Browallia New" w:hAnsi="Browallia New" w:cs="Browallia New"/>
                <w:sz w:val="20"/>
                <w:szCs w:val="20"/>
                <w:lang w:val="en-GB"/>
              </w:rPr>
              <w:t>:</w:t>
            </w:r>
            <w:r w:rsidRPr="0076073C">
              <w:rPr>
                <w:rFonts w:ascii="Browallia New" w:hAnsi="Browallia New" w:cs="Browallia New"/>
                <w:sz w:val="20"/>
                <w:szCs w:val="20"/>
              </w:rPr>
              <w:t xml:space="preserve"> </w:t>
            </w:r>
            <w:r w:rsidRPr="0076073C">
              <w:rPr>
                <w:rFonts w:ascii="Browallia New" w:hAnsi="Browallia New" w:cs="Browallia New"/>
                <w:sz w:val="20"/>
                <w:szCs w:val="20"/>
                <w:cs/>
              </w:rPr>
              <w:t>พันบาท</w:t>
            </w:r>
            <w:r w:rsidRPr="0076073C">
              <w:rPr>
                <w:rFonts w:ascii="Browallia New" w:hAnsi="Browallia New" w:cs="Browallia New"/>
                <w:sz w:val="20"/>
                <w:szCs w:val="20"/>
              </w:rPr>
              <w:t>)</w:t>
            </w:r>
          </w:p>
        </w:tc>
      </w:tr>
      <w:tr w:rsidR="00C3162A" w:rsidRPr="0076073C" w14:paraId="1DAD75C5" w14:textId="77777777" w:rsidTr="00C14DCC">
        <w:trPr>
          <w:cantSplit/>
          <w:trHeight w:val="226"/>
        </w:trPr>
        <w:tc>
          <w:tcPr>
            <w:tcW w:w="2331" w:type="dxa"/>
          </w:tcPr>
          <w:p w14:paraId="69520F24" w14:textId="77777777" w:rsidR="00C3162A" w:rsidRPr="0076073C" w:rsidRDefault="00C3162A" w:rsidP="0010534A">
            <w:pPr>
              <w:tabs>
                <w:tab w:val="left" w:pos="540"/>
              </w:tabs>
              <w:ind w:right="-90"/>
              <w:jc w:val="center"/>
              <w:rPr>
                <w:rFonts w:ascii="Browallia New" w:hAnsi="Browallia New" w:cs="Browallia New"/>
                <w:sz w:val="20"/>
                <w:szCs w:val="20"/>
              </w:rPr>
            </w:pPr>
          </w:p>
        </w:tc>
        <w:tc>
          <w:tcPr>
            <w:tcW w:w="2490" w:type="dxa"/>
          </w:tcPr>
          <w:p w14:paraId="0C1BC45A" w14:textId="77777777" w:rsidR="00C3162A" w:rsidRPr="0076073C" w:rsidRDefault="00C3162A" w:rsidP="0010534A">
            <w:pPr>
              <w:pStyle w:val="a"/>
              <w:tabs>
                <w:tab w:val="left" w:pos="540"/>
              </w:tabs>
              <w:ind w:right="-90"/>
              <w:jc w:val="center"/>
              <w:rPr>
                <w:rFonts w:ascii="Browallia New" w:hAnsi="Browallia New" w:cs="Browallia New"/>
                <w:sz w:val="20"/>
                <w:szCs w:val="20"/>
              </w:rPr>
            </w:pPr>
          </w:p>
        </w:tc>
        <w:tc>
          <w:tcPr>
            <w:tcW w:w="981" w:type="dxa"/>
          </w:tcPr>
          <w:p w14:paraId="2048763B" w14:textId="77777777" w:rsidR="00C3162A" w:rsidRPr="0076073C" w:rsidRDefault="00C3162A" w:rsidP="0010534A">
            <w:pPr>
              <w:ind w:right="-90"/>
              <w:jc w:val="center"/>
              <w:rPr>
                <w:rFonts w:ascii="Browallia New" w:hAnsi="Browallia New" w:cs="Browallia New"/>
                <w:sz w:val="20"/>
                <w:szCs w:val="20"/>
              </w:rPr>
            </w:pPr>
          </w:p>
          <w:p w14:paraId="16EC7E7E" w14:textId="77777777" w:rsidR="00C3162A" w:rsidRPr="0076073C"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76073C"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76073C" w:rsidRDefault="00C3162A" w:rsidP="0010534A">
            <w:pPr>
              <w:pBdr>
                <w:bottom w:val="single" w:sz="4" w:space="1" w:color="auto"/>
              </w:pBdr>
              <w:ind w:right="-90"/>
              <w:jc w:val="center"/>
              <w:rPr>
                <w:rFonts w:ascii="Browallia New" w:hAnsi="Browallia New" w:cs="Browallia New"/>
                <w:sz w:val="20"/>
                <w:szCs w:val="20"/>
                <w:lang w:val="en-GB"/>
              </w:rPr>
            </w:pPr>
            <w:r w:rsidRPr="0076073C">
              <w:rPr>
                <w:rFonts w:ascii="Browallia New" w:hAnsi="Browallia New" w:cs="Browallia New"/>
                <w:sz w:val="20"/>
                <w:szCs w:val="20"/>
                <w:cs/>
              </w:rPr>
              <w:t>สัดส่วนการถือหุ้น</w:t>
            </w:r>
            <w:r w:rsidRPr="0076073C">
              <w:rPr>
                <w:rFonts w:ascii="Browallia New" w:hAnsi="Browallia New" w:cs="Browallia New"/>
                <w:sz w:val="20"/>
                <w:szCs w:val="20"/>
              </w:rPr>
              <w:t xml:space="preserve"> </w:t>
            </w:r>
            <w:r w:rsidRPr="0076073C">
              <w:rPr>
                <w:rFonts w:ascii="Browallia New" w:hAnsi="Browallia New" w:cs="Browallia New"/>
                <w:sz w:val="20"/>
                <w:szCs w:val="20"/>
                <w:cs/>
              </w:rPr>
              <w:t>(ร้อยละ)</w:t>
            </w:r>
          </w:p>
        </w:tc>
        <w:tc>
          <w:tcPr>
            <w:tcW w:w="1707" w:type="dxa"/>
            <w:gridSpan w:val="2"/>
            <w:vAlign w:val="bottom"/>
          </w:tcPr>
          <w:p w14:paraId="541DFE31" w14:textId="5A3A69DF" w:rsidR="00C3162A" w:rsidRPr="0076073C" w:rsidRDefault="00086A91" w:rsidP="001B532E">
            <w:pPr>
              <w:pBdr>
                <w:bottom w:val="single" w:sz="4" w:space="1" w:color="auto"/>
              </w:pBdr>
              <w:tabs>
                <w:tab w:val="left" w:pos="540"/>
              </w:tabs>
              <w:ind w:right="-90"/>
              <w:jc w:val="center"/>
              <w:rPr>
                <w:rFonts w:ascii="Browallia New" w:hAnsi="Browallia New" w:cs="Browallia New"/>
                <w:sz w:val="20"/>
                <w:szCs w:val="20"/>
              </w:rPr>
            </w:pPr>
            <w:r w:rsidRPr="0076073C">
              <w:rPr>
                <w:rFonts w:ascii="Browallia New" w:hAnsi="Browallia New" w:cs="Browallia New"/>
                <w:sz w:val="20"/>
                <w:szCs w:val="20"/>
                <w:cs/>
              </w:rPr>
              <w:t>ข้อมูล</w:t>
            </w:r>
            <w:r w:rsidR="00501223" w:rsidRPr="0076073C">
              <w:rPr>
                <w:rFonts w:ascii="Browallia New" w:hAnsi="Browallia New" w:cs="Browallia New"/>
                <w:sz w:val="20"/>
                <w:szCs w:val="20"/>
                <w:cs/>
              </w:rPr>
              <w:t>ทาง</w:t>
            </w:r>
            <w:r w:rsidR="00C3162A" w:rsidRPr="0076073C">
              <w:rPr>
                <w:rFonts w:ascii="Browallia New" w:hAnsi="Browallia New" w:cs="Browallia New"/>
                <w:sz w:val="20"/>
                <w:szCs w:val="20"/>
                <w:cs/>
              </w:rPr>
              <w:t>การเงิน</w:t>
            </w:r>
            <w:r w:rsidR="001B532E" w:rsidRPr="0076073C">
              <w:rPr>
                <w:rFonts w:ascii="Browallia New" w:hAnsi="Browallia New" w:cs="Browallia New"/>
                <w:sz w:val="20"/>
                <w:szCs w:val="20"/>
                <w:cs/>
              </w:rPr>
              <w:br/>
            </w:r>
            <w:r w:rsidR="00C3162A" w:rsidRPr="0076073C">
              <w:rPr>
                <w:rFonts w:ascii="Browallia New" w:hAnsi="Browallia New" w:cs="Browallia New"/>
                <w:sz w:val="20"/>
                <w:szCs w:val="20"/>
                <w:cs/>
              </w:rPr>
              <w:t>เฉพาะบริษัท</w:t>
            </w:r>
          </w:p>
        </w:tc>
      </w:tr>
      <w:tr w:rsidR="00C14DCC" w:rsidRPr="0076073C" w14:paraId="0806F19F" w14:textId="77777777" w:rsidTr="00C14DCC">
        <w:trPr>
          <w:cantSplit/>
        </w:trPr>
        <w:tc>
          <w:tcPr>
            <w:tcW w:w="2331" w:type="dxa"/>
            <w:vAlign w:val="bottom"/>
          </w:tcPr>
          <w:p w14:paraId="228BC37C" w14:textId="77777777" w:rsidR="00C14DCC" w:rsidRPr="0076073C" w:rsidRDefault="00C14DCC" w:rsidP="00C14DCC">
            <w:pPr>
              <w:pBdr>
                <w:bottom w:val="single" w:sz="4" w:space="1" w:color="auto"/>
              </w:pBdr>
              <w:ind w:right="-12"/>
              <w:jc w:val="center"/>
              <w:rPr>
                <w:rFonts w:ascii="Browallia New" w:hAnsi="Browallia New" w:cs="Browallia New"/>
                <w:sz w:val="20"/>
                <w:szCs w:val="20"/>
                <w:lang w:val="en-GB"/>
              </w:rPr>
            </w:pPr>
            <w:r w:rsidRPr="0076073C">
              <w:rPr>
                <w:rFonts w:ascii="Browallia New" w:hAnsi="Browallia New" w:cs="Browallia New"/>
                <w:sz w:val="20"/>
                <w:szCs w:val="20"/>
                <w:cs/>
              </w:rPr>
              <w:t>บริษัท</w:t>
            </w:r>
          </w:p>
        </w:tc>
        <w:tc>
          <w:tcPr>
            <w:tcW w:w="2490" w:type="dxa"/>
            <w:vAlign w:val="bottom"/>
          </w:tcPr>
          <w:p w14:paraId="66D7395F" w14:textId="77777777" w:rsidR="00C14DCC" w:rsidRPr="0076073C" w:rsidRDefault="00C14DCC" w:rsidP="00C14DCC">
            <w:pPr>
              <w:pBdr>
                <w:bottom w:val="single" w:sz="4" w:space="1" w:color="auto"/>
              </w:pBdr>
              <w:ind w:right="-12"/>
              <w:jc w:val="center"/>
              <w:rPr>
                <w:rFonts w:ascii="Browallia New" w:hAnsi="Browallia New" w:cs="Browallia New"/>
                <w:sz w:val="20"/>
                <w:szCs w:val="20"/>
                <w:cs/>
              </w:rPr>
            </w:pPr>
            <w:r w:rsidRPr="0076073C">
              <w:rPr>
                <w:rFonts w:ascii="Browallia New" w:hAnsi="Browallia New" w:cs="Browallia New"/>
                <w:sz w:val="20"/>
                <w:szCs w:val="20"/>
                <w:cs/>
              </w:rPr>
              <w:t>ประเภทกิจการ</w:t>
            </w:r>
          </w:p>
        </w:tc>
        <w:tc>
          <w:tcPr>
            <w:tcW w:w="981" w:type="dxa"/>
            <w:vAlign w:val="bottom"/>
          </w:tcPr>
          <w:p w14:paraId="69C0DCBB" w14:textId="77777777" w:rsidR="00C14DCC" w:rsidRPr="0076073C" w:rsidRDefault="00C14DCC" w:rsidP="00C14DCC">
            <w:pPr>
              <w:pBdr>
                <w:bottom w:val="single" w:sz="4" w:space="1" w:color="auto"/>
              </w:pBdr>
              <w:ind w:right="-12"/>
              <w:jc w:val="center"/>
              <w:rPr>
                <w:rFonts w:ascii="Browallia New" w:hAnsi="Browallia New" w:cs="Browallia New"/>
                <w:sz w:val="20"/>
                <w:szCs w:val="20"/>
              </w:rPr>
            </w:pPr>
            <w:r w:rsidRPr="0076073C">
              <w:rPr>
                <w:rFonts w:ascii="Browallia New" w:hAnsi="Browallia New" w:cs="Browallia New"/>
                <w:sz w:val="20"/>
                <w:szCs w:val="20"/>
                <w:cs/>
              </w:rPr>
              <w:t>ทุนชำระแล้ว</w:t>
            </w:r>
          </w:p>
        </w:tc>
        <w:tc>
          <w:tcPr>
            <w:tcW w:w="850" w:type="dxa"/>
            <w:gridSpan w:val="2"/>
            <w:vAlign w:val="bottom"/>
          </w:tcPr>
          <w:p w14:paraId="26E0EF5E" w14:textId="49B1B43A" w:rsidR="00C14DCC" w:rsidRPr="0076073C" w:rsidRDefault="00C14DCC" w:rsidP="00C14DCC">
            <w:pPr>
              <w:pBdr>
                <w:bottom w:val="single" w:sz="4" w:space="1" w:color="auto"/>
              </w:pBdr>
              <w:ind w:right="-12"/>
              <w:jc w:val="center"/>
              <w:rPr>
                <w:rFonts w:ascii="Browallia New" w:hAnsi="Browallia New" w:cs="Browallia New"/>
                <w:sz w:val="20"/>
                <w:szCs w:val="20"/>
                <w:cs/>
                <w:lang w:val="en-GB"/>
              </w:rPr>
            </w:pPr>
            <w:r w:rsidRPr="0076073C">
              <w:rPr>
                <w:rFonts w:ascii="Browallia New" w:hAnsi="Browallia New" w:cs="Browallia New"/>
                <w:sz w:val="20"/>
                <w:szCs w:val="20"/>
              </w:rPr>
              <w:t>31</w:t>
            </w:r>
            <w:r w:rsidRPr="0076073C">
              <w:rPr>
                <w:rFonts w:ascii="Browallia New" w:hAnsi="Browallia New" w:cs="Browallia New"/>
                <w:sz w:val="20"/>
                <w:szCs w:val="20"/>
                <w:cs/>
              </w:rPr>
              <w:t xml:space="preserve"> มี.ค.</w:t>
            </w:r>
            <w:r w:rsidRPr="0076073C">
              <w:rPr>
                <w:rFonts w:ascii="Browallia New" w:hAnsi="Browallia New" w:cs="Browallia New"/>
                <w:sz w:val="20"/>
                <w:szCs w:val="20"/>
                <w:cs/>
              </w:rPr>
              <w:br/>
            </w:r>
            <w:r w:rsidRPr="0076073C">
              <w:rPr>
                <w:rFonts w:ascii="Browallia New" w:hAnsi="Browallia New" w:cs="Browallia New"/>
                <w:sz w:val="20"/>
                <w:szCs w:val="20"/>
              </w:rPr>
              <w:t>256</w:t>
            </w:r>
            <w:r w:rsidR="00953661" w:rsidRPr="0076073C">
              <w:rPr>
                <w:rFonts w:ascii="Browallia New" w:hAnsi="Browallia New" w:cs="Browallia New"/>
                <w:sz w:val="20"/>
                <w:szCs w:val="20"/>
              </w:rPr>
              <w:t>8</w:t>
            </w:r>
          </w:p>
        </w:tc>
        <w:tc>
          <w:tcPr>
            <w:tcW w:w="851" w:type="dxa"/>
            <w:gridSpan w:val="2"/>
            <w:vAlign w:val="bottom"/>
          </w:tcPr>
          <w:p w14:paraId="1E4B9F2D" w14:textId="3A8DD6F9" w:rsidR="00C14DCC" w:rsidRPr="0076073C" w:rsidRDefault="00C14DCC" w:rsidP="00C14DCC">
            <w:pPr>
              <w:pBdr>
                <w:bottom w:val="single" w:sz="4" w:space="1" w:color="auto"/>
              </w:pBdr>
              <w:ind w:right="-12"/>
              <w:jc w:val="center"/>
              <w:rPr>
                <w:rFonts w:ascii="Browallia New" w:hAnsi="Browallia New" w:cs="Browallia New"/>
                <w:sz w:val="20"/>
                <w:szCs w:val="20"/>
              </w:rPr>
            </w:pPr>
            <w:r w:rsidRPr="0076073C">
              <w:rPr>
                <w:rFonts w:ascii="Browallia New" w:hAnsi="Browallia New" w:cs="Browallia New"/>
                <w:sz w:val="20"/>
                <w:szCs w:val="20"/>
              </w:rPr>
              <w:t xml:space="preserve">31 </w:t>
            </w:r>
            <w:r w:rsidRPr="0076073C">
              <w:rPr>
                <w:rFonts w:ascii="Browallia New" w:hAnsi="Browallia New" w:cs="Browallia New"/>
                <w:sz w:val="20"/>
                <w:szCs w:val="20"/>
                <w:cs/>
              </w:rPr>
              <w:t>ธ.ค.</w:t>
            </w:r>
            <w:r w:rsidRPr="0076073C">
              <w:rPr>
                <w:rFonts w:ascii="Browallia New" w:hAnsi="Browallia New" w:cs="Browallia New"/>
                <w:sz w:val="20"/>
                <w:szCs w:val="20"/>
              </w:rPr>
              <w:t xml:space="preserve"> 256</w:t>
            </w:r>
            <w:r w:rsidR="00953661" w:rsidRPr="0076073C">
              <w:rPr>
                <w:rFonts w:ascii="Browallia New" w:hAnsi="Browallia New" w:cs="Browallia New"/>
                <w:sz w:val="20"/>
                <w:szCs w:val="20"/>
              </w:rPr>
              <w:t>7</w:t>
            </w:r>
          </w:p>
        </w:tc>
        <w:tc>
          <w:tcPr>
            <w:tcW w:w="850" w:type="dxa"/>
            <w:vAlign w:val="bottom"/>
          </w:tcPr>
          <w:p w14:paraId="56263366" w14:textId="3F73E0AD" w:rsidR="00C14DCC" w:rsidRPr="0076073C" w:rsidRDefault="00C14DCC" w:rsidP="00C14DCC">
            <w:pPr>
              <w:pBdr>
                <w:bottom w:val="single" w:sz="4" w:space="1" w:color="auto"/>
              </w:pBdr>
              <w:ind w:right="-12"/>
              <w:jc w:val="center"/>
              <w:rPr>
                <w:rFonts w:ascii="Browallia New" w:hAnsi="Browallia New" w:cs="Browallia New"/>
                <w:sz w:val="20"/>
                <w:szCs w:val="20"/>
                <w:lang w:val="en-GB"/>
              </w:rPr>
            </w:pPr>
            <w:r w:rsidRPr="0076073C">
              <w:rPr>
                <w:rFonts w:ascii="Browallia New" w:hAnsi="Browallia New" w:cs="Browallia New"/>
                <w:sz w:val="20"/>
                <w:szCs w:val="20"/>
              </w:rPr>
              <w:t>31</w:t>
            </w:r>
            <w:r w:rsidRPr="0076073C">
              <w:rPr>
                <w:rFonts w:ascii="Browallia New" w:hAnsi="Browallia New" w:cs="Browallia New"/>
                <w:sz w:val="20"/>
                <w:szCs w:val="20"/>
                <w:cs/>
              </w:rPr>
              <w:t xml:space="preserve"> มี.ค.</w:t>
            </w:r>
            <w:r w:rsidRPr="0076073C">
              <w:rPr>
                <w:rFonts w:ascii="Browallia New" w:hAnsi="Browallia New" w:cs="Browallia New"/>
                <w:sz w:val="20"/>
                <w:szCs w:val="20"/>
                <w:cs/>
              </w:rPr>
              <w:br/>
            </w:r>
            <w:r w:rsidRPr="0076073C">
              <w:rPr>
                <w:rFonts w:ascii="Browallia New" w:hAnsi="Browallia New" w:cs="Browallia New"/>
                <w:sz w:val="20"/>
                <w:szCs w:val="20"/>
              </w:rPr>
              <w:t>256</w:t>
            </w:r>
            <w:r w:rsidR="00953661" w:rsidRPr="0076073C">
              <w:rPr>
                <w:rFonts w:ascii="Browallia New" w:hAnsi="Browallia New" w:cs="Browallia New"/>
                <w:sz w:val="20"/>
                <w:szCs w:val="20"/>
              </w:rPr>
              <w:t>8</w:t>
            </w:r>
          </w:p>
        </w:tc>
        <w:tc>
          <w:tcPr>
            <w:tcW w:w="857" w:type="dxa"/>
            <w:vAlign w:val="bottom"/>
          </w:tcPr>
          <w:p w14:paraId="128EB6C9" w14:textId="3888D946" w:rsidR="00C14DCC" w:rsidRPr="0076073C" w:rsidRDefault="00C14DCC" w:rsidP="00C14DCC">
            <w:pPr>
              <w:pBdr>
                <w:bottom w:val="single" w:sz="4" w:space="1" w:color="auto"/>
              </w:pBdr>
              <w:ind w:right="-12"/>
              <w:jc w:val="center"/>
              <w:rPr>
                <w:rFonts w:ascii="Browallia New" w:hAnsi="Browallia New" w:cs="Browallia New"/>
                <w:sz w:val="20"/>
                <w:szCs w:val="20"/>
              </w:rPr>
            </w:pPr>
            <w:r w:rsidRPr="0076073C">
              <w:rPr>
                <w:rFonts w:ascii="Browallia New" w:hAnsi="Browallia New" w:cs="Browallia New"/>
                <w:sz w:val="20"/>
                <w:szCs w:val="20"/>
              </w:rPr>
              <w:t xml:space="preserve">31 </w:t>
            </w:r>
            <w:r w:rsidRPr="0076073C">
              <w:rPr>
                <w:rFonts w:ascii="Browallia New" w:hAnsi="Browallia New" w:cs="Browallia New"/>
                <w:sz w:val="20"/>
                <w:szCs w:val="20"/>
                <w:cs/>
              </w:rPr>
              <w:t>ธ.ค.</w:t>
            </w:r>
            <w:r w:rsidRPr="0076073C">
              <w:rPr>
                <w:rFonts w:ascii="Browallia New" w:hAnsi="Browallia New" w:cs="Browallia New"/>
                <w:sz w:val="20"/>
                <w:szCs w:val="20"/>
              </w:rPr>
              <w:t>256</w:t>
            </w:r>
            <w:r w:rsidR="00953661" w:rsidRPr="0076073C">
              <w:rPr>
                <w:rFonts w:ascii="Browallia New" w:hAnsi="Browallia New" w:cs="Browallia New"/>
                <w:sz w:val="20"/>
                <w:szCs w:val="20"/>
              </w:rPr>
              <w:t>7</w:t>
            </w:r>
          </w:p>
        </w:tc>
      </w:tr>
      <w:tr w:rsidR="00C3162A" w:rsidRPr="0076073C" w14:paraId="23243AAC" w14:textId="77777777" w:rsidTr="00436F61">
        <w:trPr>
          <w:cantSplit/>
          <w:trHeight w:hRule="exact" w:val="202"/>
        </w:trPr>
        <w:tc>
          <w:tcPr>
            <w:tcW w:w="4821" w:type="dxa"/>
            <w:gridSpan w:val="2"/>
          </w:tcPr>
          <w:p w14:paraId="0D7027DF" w14:textId="77777777" w:rsidR="00C3162A" w:rsidRPr="0076073C" w:rsidRDefault="00C3162A" w:rsidP="0010534A">
            <w:pPr>
              <w:pStyle w:val="a"/>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76073C" w:rsidRDefault="00C3162A" w:rsidP="0010534A">
            <w:pPr>
              <w:pStyle w:val="a"/>
              <w:tabs>
                <w:tab w:val="left" w:pos="540"/>
              </w:tabs>
              <w:ind w:right="0"/>
              <w:rPr>
                <w:rFonts w:ascii="Browallia New" w:hAnsi="Browallia New" w:cs="Browallia New"/>
                <w:sz w:val="20"/>
                <w:szCs w:val="20"/>
              </w:rPr>
            </w:pPr>
          </w:p>
        </w:tc>
        <w:tc>
          <w:tcPr>
            <w:tcW w:w="850" w:type="dxa"/>
            <w:gridSpan w:val="2"/>
          </w:tcPr>
          <w:p w14:paraId="4858D91F" w14:textId="77777777" w:rsidR="00C3162A" w:rsidRPr="0076073C" w:rsidRDefault="00C3162A" w:rsidP="0010534A">
            <w:pPr>
              <w:pStyle w:val="a"/>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76073C" w:rsidRDefault="00C3162A" w:rsidP="0010534A">
            <w:pPr>
              <w:pStyle w:val="a"/>
              <w:ind w:right="-100"/>
              <w:rPr>
                <w:rFonts w:ascii="Browallia New" w:hAnsi="Browallia New" w:cs="Browallia New"/>
                <w:sz w:val="20"/>
                <w:szCs w:val="20"/>
              </w:rPr>
            </w:pPr>
          </w:p>
        </w:tc>
        <w:tc>
          <w:tcPr>
            <w:tcW w:w="850" w:type="dxa"/>
          </w:tcPr>
          <w:p w14:paraId="57B5CA2D" w14:textId="77777777" w:rsidR="00C3162A" w:rsidRPr="0076073C"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76073C" w:rsidRDefault="00C3162A" w:rsidP="0010534A">
            <w:pPr>
              <w:tabs>
                <w:tab w:val="left" w:pos="540"/>
              </w:tabs>
              <w:ind w:left="-108" w:right="62"/>
              <w:jc w:val="right"/>
              <w:rPr>
                <w:rFonts w:ascii="Browallia New" w:hAnsi="Browallia New" w:cs="Browallia New"/>
                <w:sz w:val="20"/>
                <w:szCs w:val="20"/>
              </w:rPr>
            </w:pPr>
          </w:p>
        </w:tc>
      </w:tr>
      <w:tr w:rsidR="00C3162A" w:rsidRPr="0076073C" w14:paraId="0BA3C377" w14:textId="77777777" w:rsidTr="00436F61">
        <w:trPr>
          <w:cantSplit/>
        </w:trPr>
        <w:tc>
          <w:tcPr>
            <w:tcW w:w="4821" w:type="dxa"/>
            <w:gridSpan w:val="2"/>
          </w:tcPr>
          <w:p w14:paraId="3FEBA357" w14:textId="77777777" w:rsidR="00C3162A" w:rsidRPr="0076073C" w:rsidRDefault="00C3162A" w:rsidP="0010534A">
            <w:pPr>
              <w:pStyle w:val="a"/>
              <w:tabs>
                <w:tab w:val="left" w:pos="540"/>
              </w:tabs>
              <w:ind w:right="0"/>
              <w:jc w:val="left"/>
              <w:rPr>
                <w:rFonts w:ascii="Browallia New" w:hAnsi="Browallia New" w:cs="Browallia New"/>
                <w:sz w:val="20"/>
                <w:szCs w:val="20"/>
                <w:lang w:val="en-GB"/>
              </w:rPr>
            </w:pPr>
            <w:r w:rsidRPr="0076073C">
              <w:rPr>
                <w:rFonts w:ascii="Browallia New" w:hAnsi="Browallia New" w:cs="Browallia New"/>
                <w:sz w:val="20"/>
                <w:szCs w:val="20"/>
                <w:u w:val="single"/>
                <w:cs/>
              </w:rPr>
              <w:t>เงินลงทุนในบริษัท</w:t>
            </w:r>
            <w:r w:rsidRPr="0076073C">
              <w:rPr>
                <w:rFonts w:ascii="Browallia New" w:hAnsi="Browallia New" w:cs="Browallia New"/>
                <w:sz w:val="20"/>
                <w:szCs w:val="20"/>
                <w:u w:val="single"/>
                <w:cs/>
                <w:lang w:val="en-GB"/>
              </w:rPr>
              <w:t>ย่อย</w:t>
            </w:r>
          </w:p>
        </w:tc>
        <w:tc>
          <w:tcPr>
            <w:tcW w:w="981" w:type="dxa"/>
          </w:tcPr>
          <w:p w14:paraId="4DE605B0" w14:textId="77777777" w:rsidR="00C3162A" w:rsidRPr="0076073C" w:rsidRDefault="00C3162A" w:rsidP="0010534A">
            <w:pPr>
              <w:pStyle w:val="a"/>
              <w:tabs>
                <w:tab w:val="left" w:pos="540"/>
              </w:tabs>
              <w:ind w:right="0"/>
              <w:rPr>
                <w:rFonts w:ascii="Browallia New" w:hAnsi="Browallia New" w:cs="Browallia New"/>
                <w:sz w:val="20"/>
                <w:szCs w:val="20"/>
              </w:rPr>
            </w:pPr>
          </w:p>
        </w:tc>
        <w:tc>
          <w:tcPr>
            <w:tcW w:w="850" w:type="dxa"/>
            <w:gridSpan w:val="2"/>
          </w:tcPr>
          <w:p w14:paraId="0C751CEA" w14:textId="77777777" w:rsidR="00C3162A" w:rsidRPr="0076073C" w:rsidRDefault="00C3162A" w:rsidP="0010534A">
            <w:pPr>
              <w:pStyle w:val="a"/>
              <w:tabs>
                <w:tab w:val="left" w:pos="540"/>
              </w:tabs>
              <w:ind w:right="-100"/>
              <w:rPr>
                <w:rFonts w:ascii="Browallia New" w:hAnsi="Browallia New" w:cs="Browallia New"/>
                <w:sz w:val="20"/>
                <w:szCs w:val="20"/>
              </w:rPr>
            </w:pPr>
          </w:p>
        </w:tc>
        <w:tc>
          <w:tcPr>
            <w:tcW w:w="851" w:type="dxa"/>
            <w:gridSpan w:val="2"/>
          </w:tcPr>
          <w:p w14:paraId="03E2E6AC" w14:textId="77777777" w:rsidR="00C3162A" w:rsidRPr="0076073C" w:rsidRDefault="00C3162A" w:rsidP="0010534A">
            <w:pPr>
              <w:pStyle w:val="a"/>
              <w:ind w:right="-100"/>
              <w:rPr>
                <w:rFonts w:ascii="Browallia New" w:hAnsi="Browallia New" w:cs="Browallia New"/>
                <w:sz w:val="20"/>
                <w:szCs w:val="20"/>
              </w:rPr>
            </w:pPr>
          </w:p>
        </w:tc>
        <w:tc>
          <w:tcPr>
            <w:tcW w:w="850" w:type="dxa"/>
          </w:tcPr>
          <w:p w14:paraId="32B807A9" w14:textId="77777777" w:rsidR="00C3162A" w:rsidRPr="0076073C"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76073C" w:rsidRDefault="00C3162A" w:rsidP="0010534A">
            <w:pPr>
              <w:tabs>
                <w:tab w:val="left" w:pos="540"/>
              </w:tabs>
              <w:ind w:left="-108" w:right="62"/>
              <w:jc w:val="right"/>
              <w:rPr>
                <w:rFonts w:ascii="Browallia New" w:hAnsi="Browallia New" w:cs="Browallia New"/>
                <w:sz w:val="20"/>
                <w:szCs w:val="20"/>
              </w:rPr>
            </w:pPr>
          </w:p>
        </w:tc>
      </w:tr>
      <w:tr w:rsidR="008F4DA7" w:rsidRPr="0076073C" w14:paraId="4573F1F6" w14:textId="77777777" w:rsidTr="00C14DCC">
        <w:trPr>
          <w:cantSplit/>
          <w:trHeight w:val="69"/>
        </w:trPr>
        <w:tc>
          <w:tcPr>
            <w:tcW w:w="2331" w:type="dxa"/>
          </w:tcPr>
          <w:p w14:paraId="248E5299" w14:textId="77777777" w:rsidR="008F4DA7" w:rsidRPr="0076073C" w:rsidRDefault="008F4DA7" w:rsidP="008F4DA7">
            <w:pPr>
              <w:tabs>
                <w:tab w:val="left" w:pos="540"/>
              </w:tabs>
              <w:ind w:left="214" w:right="-108" w:hanging="214"/>
              <w:rPr>
                <w:rFonts w:ascii="Browallia New" w:hAnsi="Browallia New" w:cs="Browallia New"/>
                <w:sz w:val="20"/>
                <w:szCs w:val="20"/>
              </w:rPr>
            </w:pPr>
            <w:r w:rsidRPr="0076073C">
              <w:rPr>
                <w:rFonts w:ascii="Browallia New" w:hAnsi="Browallia New" w:cs="Browallia New"/>
                <w:sz w:val="20"/>
                <w:szCs w:val="20"/>
                <w:cs/>
              </w:rPr>
              <w:t>บริษัท</w:t>
            </w:r>
            <w:r w:rsidRPr="0076073C">
              <w:rPr>
                <w:rFonts w:ascii="Browallia New" w:hAnsi="Browallia New" w:cs="Browallia New"/>
                <w:sz w:val="20"/>
                <w:szCs w:val="20"/>
              </w:rPr>
              <w:t xml:space="preserve"> </w:t>
            </w:r>
            <w:r w:rsidRPr="0076073C">
              <w:rPr>
                <w:rFonts w:ascii="Browallia New" w:hAnsi="Browallia New" w:cs="Browallia New"/>
                <w:sz w:val="20"/>
                <w:szCs w:val="20"/>
                <w:cs/>
              </w:rPr>
              <w:t>สยามสตีล</w:t>
            </w:r>
            <w:r w:rsidRPr="0076073C">
              <w:rPr>
                <w:rFonts w:ascii="Browallia New" w:hAnsi="Browallia New" w:cs="Browallia New"/>
                <w:sz w:val="20"/>
                <w:szCs w:val="20"/>
              </w:rPr>
              <w:t xml:space="preserve"> </w:t>
            </w:r>
            <w:r w:rsidRPr="0076073C">
              <w:rPr>
                <w:rFonts w:ascii="Browallia New" w:hAnsi="Browallia New" w:cs="Browallia New"/>
                <w:sz w:val="20"/>
                <w:szCs w:val="20"/>
                <w:cs/>
              </w:rPr>
              <w:t>เวียดนาม</w:t>
            </w:r>
            <w:r w:rsidRPr="0076073C">
              <w:rPr>
                <w:rFonts w:ascii="Browallia New" w:hAnsi="Browallia New" w:cs="Browallia New"/>
                <w:sz w:val="20"/>
                <w:szCs w:val="20"/>
              </w:rPr>
              <w:t xml:space="preserve"> </w:t>
            </w:r>
            <w:r w:rsidRPr="0076073C">
              <w:rPr>
                <w:rFonts w:ascii="Browallia New" w:hAnsi="Browallia New" w:cs="Browallia New"/>
                <w:sz w:val="20"/>
                <w:szCs w:val="20"/>
                <w:cs/>
              </w:rPr>
              <w:t>จำกัด</w:t>
            </w:r>
          </w:p>
        </w:tc>
        <w:tc>
          <w:tcPr>
            <w:tcW w:w="2490" w:type="dxa"/>
          </w:tcPr>
          <w:p w14:paraId="03036B10" w14:textId="549ECF2C" w:rsidR="008F4DA7" w:rsidRPr="0076073C" w:rsidRDefault="008F4DA7" w:rsidP="008F4DA7">
            <w:pPr>
              <w:pStyle w:val="a"/>
              <w:ind w:left="82" w:right="-58" w:hanging="180"/>
              <w:jc w:val="left"/>
              <w:rPr>
                <w:rFonts w:ascii="Browallia New" w:hAnsi="Browallia New" w:cs="Browallia New"/>
                <w:sz w:val="20"/>
                <w:szCs w:val="20"/>
              </w:rPr>
            </w:pPr>
            <w:r w:rsidRPr="0076073C">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76073C">
              <w:rPr>
                <w:rFonts w:ascii="Browallia New" w:hAnsi="Browallia New" w:cs="Browallia New"/>
                <w:sz w:val="20"/>
                <w:szCs w:val="20"/>
              </w:rPr>
              <w:t xml:space="preserve"> </w:t>
            </w:r>
            <w:r w:rsidRPr="0076073C">
              <w:rPr>
                <w:rFonts w:ascii="Browallia New" w:hAnsi="Browallia New" w:cs="Browallia New"/>
                <w:sz w:val="20"/>
                <w:szCs w:val="20"/>
                <w:cs/>
              </w:rPr>
              <w:t>เฟอร์นิเจอร์ ยานยนต์และอิเล็กทรอนิกส์</w:t>
            </w:r>
          </w:p>
        </w:tc>
        <w:tc>
          <w:tcPr>
            <w:tcW w:w="981" w:type="dxa"/>
            <w:vAlign w:val="bottom"/>
          </w:tcPr>
          <w:p w14:paraId="352EF01F" w14:textId="767CB10D" w:rsidR="008F4DA7" w:rsidRPr="0076073C" w:rsidRDefault="008F4DA7" w:rsidP="008F4DA7">
            <w:pPr>
              <w:tabs>
                <w:tab w:val="left" w:pos="540"/>
              </w:tabs>
              <w:ind w:left="-108" w:right="-36" w:firstLine="32"/>
              <w:jc w:val="right"/>
              <w:rPr>
                <w:rFonts w:ascii="Browallia New" w:hAnsi="Browallia New" w:cs="Browallia New"/>
                <w:sz w:val="20"/>
                <w:szCs w:val="20"/>
              </w:rPr>
            </w:pPr>
            <w:r w:rsidRPr="0076073C">
              <w:rPr>
                <w:rFonts w:ascii="Browallia New" w:hAnsi="Browallia New" w:cs="Browallia New"/>
                <w:sz w:val="20"/>
                <w:szCs w:val="20"/>
              </w:rPr>
              <w:t>26,698</w:t>
            </w:r>
          </w:p>
        </w:tc>
        <w:tc>
          <w:tcPr>
            <w:tcW w:w="850" w:type="dxa"/>
            <w:gridSpan w:val="2"/>
            <w:vAlign w:val="bottom"/>
          </w:tcPr>
          <w:p w14:paraId="64BEAEA7" w14:textId="0453C157" w:rsidR="008F4DA7" w:rsidRPr="0076073C" w:rsidRDefault="003F7764" w:rsidP="008F4DA7">
            <w:pPr>
              <w:ind w:right="-12"/>
              <w:jc w:val="right"/>
              <w:rPr>
                <w:rFonts w:ascii="Browallia New" w:hAnsi="Browallia New" w:cs="Browallia New"/>
                <w:sz w:val="20"/>
                <w:szCs w:val="20"/>
              </w:rPr>
            </w:pPr>
            <w:r w:rsidRPr="0076073C">
              <w:rPr>
                <w:rFonts w:ascii="Browallia New" w:hAnsi="Browallia New" w:cs="Browallia New"/>
                <w:sz w:val="20"/>
                <w:szCs w:val="20"/>
                <w:lang w:val="en-GB"/>
              </w:rPr>
              <w:t>90.00</w:t>
            </w:r>
          </w:p>
        </w:tc>
        <w:tc>
          <w:tcPr>
            <w:tcW w:w="851" w:type="dxa"/>
            <w:gridSpan w:val="2"/>
            <w:vAlign w:val="bottom"/>
          </w:tcPr>
          <w:p w14:paraId="023F21E6" w14:textId="759DC828" w:rsidR="008F4DA7" w:rsidRPr="0076073C" w:rsidRDefault="008F4DA7" w:rsidP="008F4DA7">
            <w:pPr>
              <w:ind w:right="-12"/>
              <w:jc w:val="right"/>
              <w:rPr>
                <w:rFonts w:ascii="Browallia New" w:hAnsi="Browallia New" w:cs="Browallia New"/>
                <w:sz w:val="20"/>
                <w:szCs w:val="20"/>
              </w:rPr>
            </w:pPr>
            <w:r w:rsidRPr="0076073C">
              <w:rPr>
                <w:rFonts w:ascii="Browallia New" w:hAnsi="Browallia New" w:cs="Browallia New"/>
                <w:sz w:val="20"/>
                <w:szCs w:val="20"/>
                <w:lang w:val="en-GB"/>
              </w:rPr>
              <w:t>90.00</w:t>
            </w:r>
          </w:p>
        </w:tc>
        <w:tc>
          <w:tcPr>
            <w:tcW w:w="850" w:type="dxa"/>
            <w:vAlign w:val="bottom"/>
          </w:tcPr>
          <w:p w14:paraId="4B04373E" w14:textId="1CD0D2CC" w:rsidR="008F4DA7" w:rsidRPr="0076073C" w:rsidRDefault="003F7764" w:rsidP="008F4DA7">
            <w:pPr>
              <w:pBdr>
                <w:bottom w:val="single" w:sz="4" w:space="1" w:color="auto"/>
              </w:pBdr>
              <w:ind w:right="-12"/>
              <w:jc w:val="right"/>
              <w:rPr>
                <w:rFonts w:ascii="Browallia New" w:hAnsi="Browallia New" w:cs="Browallia New"/>
                <w:sz w:val="20"/>
                <w:szCs w:val="20"/>
              </w:rPr>
            </w:pPr>
            <w:r w:rsidRPr="0076073C">
              <w:rPr>
                <w:rFonts w:ascii="Browallia New" w:hAnsi="Browallia New" w:cs="Browallia New"/>
                <w:sz w:val="20"/>
                <w:szCs w:val="20"/>
              </w:rPr>
              <w:t>24,029</w:t>
            </w:r>
          </w:p>
        </w:tc>
        <w:tc>
          <w:tcPr>
            <w:tcW w:w="857" w:type="dxa"/>
            <w:vAlign w:val="bottom"/>
          </w:tcPr>
          <w:p w14:paraId="7BC81253" w14:textId="1B23D897" w:rsidR="008F4DA7" w:rsidRPr="0076073C" w:rsidRDefault="008F4DA7" w:rsidP="008F4DA7">
            <w:pPr>
              <w:pBdr>
                <w:bottom w:val="single" w:sz="4" w:space="1" w:color="auto"/>
              </w:pBdr>
              <w:ind w:right="-12"/>
              <w:jc w:val="right"/>
              <w:rPr>
                <w:rFonts w:ascii="Browallia New" w:hAnsi="Browallia New" w:cs="Browallia New"/>
                <w:sz w:val="20"/>
                <w:szCs w:val="20"/>
              </w:rPr>
            </w:pPr>
            <w:r w:rsidRPr="0076073C">
              <w:rPr>
                <w:rFonts w:ascii="Browallia New" w:hAnsi="Browallia New" w:cs="Browallia New"/>
                <w:sz w:val="20"/>
                <w:szCs w:val="20"/>
              </w:rPr>
              <w:t>24,029</w:t>
            </w:r>
          </w:p>
        </w:tc>
      </w:tr>
      <w:tr w:rsidR="00B84B0A" w:rsidRPr="0076073C" w14:paraId="3B6EE4CA" w14:textId="77777777" w:rsidTr="00436F61">
        <w:trPr>
          <w:cantSplit/>
          <w:trHeight w:val="66"/>
        </w:trPr>
        <w:tc>
          <w:tcPr>
            <w:tcW w:w="4821" w:type="dxa"/>
            <w:gridSpan w:val="2"/>
            <w:vAlign w:val="center"/>
          </w:tcPr>
          <w:p w14:paraId="0C16554B" w14:textId="77777777" w:rsidR="00B84B0A" w:rsidRPr="0076073C" w:rsidRDefault="00B84B0A" w:rsidP="00B84B0A">
            <w:pPr>
              <w:tabs>
                <w:tab w:val="left" w:pos="540"/>
              </w:tabs>
              <w:ind w:right="31"/>
              <w:rPr>
                <w:rFonts w:ascii="Browallia New" w:hAnsi="Browallia New" w:cs="Browallia New"/>
                <w:sz w:val="20"/>
                <w:szCs w:val="20"/>
              </w:rPr>
            </w:pPr>
            <w:r w:rsidRPr="0076073C">
              <w:rPr>
                <w:rFonts w:ascii="Browallia New" w:hAnsi="Browallia New" w:cs="Browallia New"/>
                <w:sz w:val="20"/>
                <w:szCs w:val="20"/>
                <w:cs/>
              </w:rPr>
              <w:t>รวม</w:t>
            </w:r>
          </w:p>
        </w:tc>
        <w:tc>
          <w:tcPr>
            <w:tcW w:w="981" w:type="dxa"/>
            <w:vAlign w:val="bottom"/>
          </w:tcPr>
          <w:p w14:paraId="4FD2D970" w14:textId="77777777" w:rsidR="00B84B0A" w:rsidRPr="0076073C" w:rsidRDefault="00B84B0A" w:rsidP="00B84B0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B84B0A" w:rsidRPr="0076073C" w:rsidRDefault="00B84B0A" w:rsidP="00B84B0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B84B0A" w:rsidRPr="0076073C" w:rsidRDefault="00B84B0A" w:rsidP="00B84B0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2220304D" w:rsidR="00B84B0A" w:rsidRPr="0076073C" w:rsidRDefault="003F7764" w:rsidP="00B84B0A">
            <w:pPr>
              <w:pBdr>
                <w:bottom w:val="single" w:sz="12" w:space="1" w:color="auto"/>
              </w:pBdr>
              <w:ind w:right="-12"/>
              <w:jc w:val="right"/>
              <w:rPr>
                <w:rFonts w:ascii="Browallia New" w:hAnsi="Browallia New" w:cs="Browallia New"/>
                <w:sz w:val="20"/>
                <w:szCs w:val="20"/>
              </w:rPr>
            </w:pPr>
            <w:r w:rsidRPr="0076073C">
              <w:rPr>
                <w:rFonts w:ascii="Browallia New" w:hAnsi="Browallia New" w:cs="Browallia New"/>
                <w:sz w:val="20"/>
                <w:szCs w:val="20"/>
              </w:rPr>
              <w:t>24,029</w:t>
            </w:r>
          </w:p>
        </w:tc>
        <w:tc>
          <w:tcPr>
            <w:tcW w:w="857" w:type="dxa"/>
            <w:vAlign w:val="bottom"/>
          </w:tcPr>
          <w:p w14:paraId="34299CBE" w14:textId="4675AD74" w:rsidR="00B84B0A" w:rsidRPr="0076073C" w:rsidRDefault="00B84B0A" w:rsidP="00B84B0A">
            <w:pPr>
              <w:pBdr>
                <w:bottom w:val="single" w:sz="12" w:space="1" w:color="auto"/>
              </w:pBdr>
              <w:ind w:right="-12"/>
              <w:jc w:val="right"/>
              <w:rPr>
                <w:rFonts w:ascii="Browallia New" w:hAnsi="Browallia New" w:cs="Browallia New"/>
                <w:sz w:val="20"/>
                <w:szCs w:val="20"/>
                <w:cs/>
              </w:rPr>
            </w:pPr>
            <w:r w:rsidRPr="0076073C">
              <w:rPr>
                <w:rFonts w:ascii="Browallia New" w:hAnsi="Browallia New" w:cs="Browallia New"/>
                <w:sz w:val="20"/>
                <w:szCs w:val="20"/>
              </w:rPr>
              <w:t>24,029</w:t>
            </w:r>
          </w:p>
        </w:tc>
      </w:tr>
    </w:tbl>
    <w:p w14:paraId="25975CB3" w14:textId="64D3F032" w:rsidR="002D7317" w:rsidRPr="0076073C" w:rsidRDefault="002D7317">
      <w:pPr>
        <w:rPr>
          <w:rFonts w:ascii="Browallia New" w:hAnsi="Browallia New" w:cs="Browallia New"/>
          <w:b/>
          <w:bCs/>
        </w:rPr>
      </w:pPr>
    </w:p>
    <w:p w14:paraId="28F08123" w14:textId="77777777" w:rsidR="006E1AC8" w:rsidRPr="0076073C" w:rsidRDefault="006E1AC8">
      <w:pPr>
        <w:rPr>
          <w:rFonts w:ascii="Browallia New" w:hAnsi="Browallia New" w:cs="Browallia New"/>
          <w:b/>
          <w:bCs/>
        </w:rPr>
      </w:pPr>
    </w:p>
    <w:p w14:paraId="11ECEA8E" w14:textId="77777777" w:rsidR="006E1AC8" w:rsidRPr="0076073C" w:rsidRDefault="006E1AC8">
      <w:pPr>
        <w:rPr>
          <w:rFonts w:ascii="Browallia New" w:hAnsi="Browallia New" w:cs="Browallia New"/>
          <w:b/>
          <w:bCs/>
        </w:rPr>
      </w:pPr>
    </w:p>
    <w:p w14:paraId="40A0A341" w14:textId="77777777" w:rsidR="006E1AC8" w:rsidRPr="0076073C" w:rsidRDefault="006E1AC8">
      <w:pPr>
        <w:rPr>
          <w:rFonts w:ascii="Browallia New" w:hAnsi="Browallia New" w:cs="Browallia New"/>
          <w:b/>
          <w:bCs/>
        </w:rPr>
      </w:pPr>
    </w:p>
    <w:p w14:paraId="10D54979" w14:textId="77777777" w:rsidR="009024AA" w:rsidRPr="0076073C" w:rsidRDefault="009024AA">
      <w:pPr>
        <w:rPr>
          <w:rFonts w:ascii="Browallia New" w:hAnsi="Browallia New" w:cs="Browallia New"/>
          <w:b/>
          <w:bCs/>
        </w:rPr>
      </w:pPr>
    </w:p>
    <w:p w14:paraId="48562A63" w14:textId="21C7DACC" w:rsidR="003E4706" w:rsidRPr="0076073C"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lastRenderedPageBreak/>
        <w:t>ที่ดิน</w:t>
      </w:r>
      <w:r w:rsidR="00F60E66" w:rsidRPr="0076073C">
        <w:rPr>
          <w:rFonts w:ascii="Browallia New" w:hAnsi="Browallia New" w:cs="Browallia New"/>
          <w:b/>
          <w:bCs/>
        </w:rPr>
        <w:t xml:space="preserve"> </w:t>
      </w:r>
      <w:r w:rsidRPr="0076073C">
        <w:rPr>
          <w:rFonts w:ascii="Browallia New" w:hAnsi="Browallia New" w:cs="Browallia New"/>
          <w:b/>
          <w:bCs/>
          <w:cs/>
        </w:rPr>
        <w:t>อาคาร</w:t>
      </w:r>
      <w:r w:rsidR="00A704FE" w:rsidRPr="0076073C">
        <w:rPr>
          <w:rFonts w:ascii="Browallia New" w:hAnsi="Browallia New" w:cs="Browallia New"/>
          <w:b/>
          <w:bCs/>
          <w:cs/>
        </w:rPr>
        <w:t xml:space="preserve"> </w:t>
      </w:r>
      <w:r w:rsidRPr="0076073C">
        <w:rPr>
          <w:rFonts w:ascii="Browallia New" w:hAnsi="Browallia New" w:cs="Browallia New"/>
          <w:b/>
          <w:bCs/>
          <w:cs/>
        </w:rPr>
        <w:t>และอุปกรณ์</w:t>
      </w:r>
      <w:r w:rsidRPr="0076073C">
        <w:rPr>
          <w:rFonts w:ascii="Browallia New" w:hAnsi="Browallia New" w:cs="Browallia New"/>
          <w:b/>
          <w:bCs/>
        </w:rPr>
        <w:t xml:space="preserve"> </w:t>
      </w:r>
      <w:r w:rsidR="00681FD5" w:rsidRPr="0076073C">
        <w:rPr>
          <w:rFonts w:ascii="Browallia New" w:hAnsi="Browallia New" w:cs="Browallia New"/>
          <w:b/>
          <w:bCs/>
        </w:rPr>
        <w:t xml:space="preserve">- </w:t>
      </w:r>
      <w:r w:rsidR="00681FD5" w:rsidRPr="0076073C">
        <w:rPr>
          <w:rFonts w:ascii="Browallia New" w:hAnsi="Browallia New" w:cs="Browallia New"/>
          <w:b/>
          <w:bCs/>
          <w:cs/>
        </w:rPr>
        <w:t>สุทธิ</w:t>
      </w:r>
    </w:p>
    <w:p w14:paraId="48562A64" w14:textId="77777777" w:rsidR="00B07976" w:rsidRPr="0076073C" w:rsidRDefault="00B07976" w:rsidP="00C3162A">
      <w:pPr>
        <w:ind w:left="360"/>
        <w:jc w:val="thaiDistribute"/>
        <w:rPr>
          <w:rFonts w:ascii="Browallia New" w:hAnsi="Browallia New" w:cs="Browallia New"/>
          <w:sz w:val="16"/>
          <w:szCs w:val="16"/>
        </w:rPr>
      </w:pPr>
    </w:p>
    <w:p w14:paraId="48562A65" w14:textId="426E0F33" w:rsidR="004A75BC" w:rsidRPr="0076073C" w:rsidRDefault="003B4502" w:rsidP="00C3162A">
      <w:pPr>
        <w:ind w:left="360"/>
        <w:jc w:val="thaiDistribute"/>
        <w:rPr>
          <w:rFonts w:ascii="Browallia New" w:hAnsi="Browallia New" w:cs="Browallia New"/>
        </w:rPr>
      </w:pPr>
      <w:r w:rsidRPr="0076073C">
        <w:rPr>
          <w:rFonts w:ascii="Browallia New" w:hAnsi="Browallia New" w:cs="Browallia New"/>
          <w:cs/>
        </w:rPr>
        <w:t>รายการเคล</w:t>
      </w:r>
      <w:r w:rsidR="00492A1A" w:rsidRPr="0076073C">
        <w:rPr>
          <w:rFonts w:ascii="Browallia New" w:hAnsi="Browallia New" w:cs="Browallia New"/>
          <w:cs/>
        </w:rPr>
        <w:t>ื่</w:t>
      </w:r>
      <w:r w:rsidRPr="0076073C">
        <w:rPr>
          <w:rFonts w:ascii="Browallia New" w:hAnsi="Browallia New" w:cs="Browallia New"/>
          <w:cs/>
        </w:rPr>
        <w:t>อนไหวอย่างย่อของที่ดิน</w:t>
      </w:r>
      <w:r w:rsidR="00F60E66" w:rsidRPr="0076073C">
        <w:rPr>
          <w:rFonts w:ascii="Browallia New" w:hAnsi="Browallia New" w:cs="Browallia New"/>
        </w:rPr>
        <w:t xml:space="preserve"> </w:t>
      </w:r>
      <w:r w:rsidRPr="0076073C">
        <w:rPr>
          <w:rFonts w:ascii="Browallia New" w:hAnsi="Browallia New" w:cs="Browallia New"/>
          <w:cs/>
        </w:rPr>
        <w:t>อาคาร</w:t>
      </w:r>
      <w:r w:rsidR="00F60E66" w:rsidRPr="0076073C">
        <w:rPr>
          <w:rFonts w:ascii="Browallia New" w:hAnsi="Browallia New" w:cs="Browallia New"/>
        </w:rPr>
        <w:t xml:space="preserve"> </w:t>
      </w:r>
      <w:r w:rsidRPr="0076073C">
        <w:rPr>
          <w:rFonts w:ascii="Browallia New" w:hAnsi="Browallia New" w:cs="Browallia New"/>
          <w:cs/>
        </w:rPr>
        <w:t>และอุปกรณ์</w:t>
      </w:r>
      <w:r w:rsidR="00F60E66" w:rsidRPr="0076073C">
        <w:rPr>
          <w:rFonts w:ascii="Browallia New" w:hAnsi="Browallia New" w:cs="Browallia New"/>
        </w:rPr>
        <w:t xml:space="preserve"> </w:t>
      </w:r>
      <w:r w:rsidRPr="0076073C">
        <w:rPr>
          <w:rFonts w:ascii="Browallia New" w:hAnsi="Browallia New" w:cs="Browallia New"/>
          <w:cs/>
        </w:rPr>
        <w:t>โดยรวม</w:t>
      </w:r>
      <w:r w:rsidR="00477566" w:rsidRPr="0076073C">
        <w:rPr>
          <w:rFonts w:ascii="Browallia New" w:hAnsi="Browallia New" w:cs="Browallia New"/>
          <w:cs/>
        </w:rPr>
        <w:t>สำหรับงวดสามเดือนสิ้นสุดวันที่</w:t>
      </w:r>
      <w:r w:rsidR="00477566" w:rsidRPr="0076073C">
        <w:rPr>
          <w:rFonts w:ascii="Browallia New" w:hAnsi="Browallia New" w:cs="Browallia New"/>
        </w:rPr>
        <w:t xml:space="preserve"> 31</w:t>
      </w:r>
      <w:r w:rsidR="00477566" w:rsidRPr="0076073C">
        <w:rPr>
          <w:rFonts w:ascii="Browallia New" w:hAnsi="Browallia New" w:cs="Browallia New"/>
          <w:cs/>
        </w:rPr>
        <w:t xml:space="preserve"> มีนาคม </w:t>
      </w:r>
      <w:r w:rsidR="000969BB" w:rsidRPr="0076073C">
        <w:rPr>
          <w:rFonts w:ascii="Browallia New" w:hAnsi="Browallia New" w:cs="Browallia New"/>
          <w:spacing w:val="-4"/>
        </w:rPr>
        <w:t>256</w:t>
      </w:r>
      <w:r w:rsidR="00477566" w:rsidRPr="0076073C">
        <w:rPr>
          <w:rFonts w:ascii="Browallia New" w:hAnsi="Browallia New" w:cs="Browallia New"/>
          <w:spacing w:val="-4"/>
        </w:rPr>
        <w:t>8</w:t>
      </w:r>
      <w:r w:rsidR="00A70A06" w:rsidRPr="0076073C">
        <w:rPr>
          <w:rFonts w:ascii="Browallia New" w:hAnsi="Browallia New" w:cs="Browallia New"/>
          <w:cs/>
        </w:rPr>
        <w:t xml:space="preserve">          </w:t>
      </w:r>
      <w:r w:rsidR="004A75BC" w:rsidRPr="0076073C">
        <w:rPr>
          <w:rFonts w:ascii="Browallia New" w:hAnsi="Browallia New" w:cs="Browallia New"/>
        </w:rPr>
        <w:t xml:space="preserve">  </w:t>
      </w:r>
      <w:r w:rsidRPr="0076073C">
        <w:rPr>
          <w:rFonts w:ascii="Browallia New" w:hAnsi="Browallia New" w:cs="Browallia New"/>
          <w:cs/>
        </w:rPr>
        <w:t>มีดังนี้</w:t>
      </w:r>
    </w:p>
    <w:p w14:paraId="48562A66" w14:textId="77777777" w:rsidR="002A7FFD" w:rsidRPr="0076073C" w:rsidRDefault="002A7FFD" w:rsidP="00C3162A">
      <w:pPr>
        <w:ind w:left="360"/>
        <w:jc w:val="thaiDistribute"/>
        <w:rPr>
          <w:rFonts w:ascii="Browallia New" w:hAnsi="Browallia New" w:cs="Browallia New"/>
          <w:sz w:val="16"/>
          <w:szCs w:val="16"/>
        </w:rPr>
      </w:pPr>
    </w:p>
    <w:tbl>
      <w:tblPr>
        <w:tblW w:w="9114" w:type="dxa"/>
        <w:tblInd w:w="270" w:type="dxa"/>
        <w:tblLayout w:type="fixed"/>
        <w:tblLook w:val="0000" w:firstRow="0" w:lastRow="0" w:firstColumn="0" w:lastColumn="0" w:noHBand="0" w:noVBand="0"/>
      </w:tblPr>
      <w:tblGrid>
        <w:gridCol w:w="711"/>
        <w:gridCol w:w="3414"/>
        <w:gridCol w:w="2310"/>
        <w:gridCol w:w="241"/>
        <w:gridCol w:w="2438"/>
      </w:tblGrid>
      <w:tr w:rsidR="003B4502" w:rsidRPr="0076073C" w14:paraId="48562A6B" w14:textId="77777777" w:rsidTr="00534A1C">
        <w:tc>
          <w:tcPr>
            <w:tcW w:w="4125" w:type="dxa"/>
            <w:gridSpan w:val="2"/>
          </w:tcPr>
          <w:p w14:paraId="48562A67" w14:textId="77777777" w:rsidR="003B4502" w:rsidRPr="0076073C" w:rsidRDefault="003B4502" w:rsidP="003E0B20">
            <w:pPr>
              <w:tabs>
                <w:tab w:val="left" w:pos="3090"/>
                <w:tab w:val="left" w:pos="4860"/>
              </w:tabs>
              <w:rPr>
                <w:rFonts w:ascii="Browallia New" w:hAnsi="Browallia New" w:cs="Browallia New"/>
                <w:snapToGrid w:val="0"/>
                <w:lang w:eastAsia="th-TH"/>
              </w:rPr>
            </w:pPr>
          </w:p>
        </w:tc>
        <w:tc>
          <w:tcPr>
            <w:tcW w:w="2310" w:type="dxa"/>
          </w:tcPr>
          <w:p w14:paraId="48562A68" w14:textId="77777777" w:rsidR="003B4502" w:rsidRPr="0076073C" w:rsidRDefault="003B4502" w:rsidP="003E0B20">
            <w:pPr>
              <w:tabs>
                <w:tab w:val="left" w:pos="3090"/>
                <w:tab w:val="left" w:pos="4860"/>
              </w:tabs>
              <w:rPr>
                <w:rFonts w:ascii="Browallia New" w:hAnsi="Browallia New" w:cs="Browallia New"/>
                <w:snapToGrid w:val="0"/>
                <w:lang w:eastAsia="th-TH"/>
              </w:rPr>
            </w:pPr>
          </w:p>
        </w:tc>
        <w:tc>
          <w:tcPr>
            <w:tcW w:w="241" w:type="dxa"/>
          </w:tcPr>
          <w:p w14:paraId="48562A69" w14:textId="77777777" w:rsidR="003B4502" w:rsidRPr="0076073C" w:rsidRDefault="003B4502" w:rsidP="003E0B20">
            <w:pPr>
              <w:tabs>
                <w:tab w:val="left" w:pos="3090"/>
                <w:tab w:val="left" w:pos="4860"/>
              </w:tabs>
              <w:rPr>
                <w:rFonts w:ascii="Browallia New" w:hAnsi="Browallia New" w:cs="Browallia New"/>
                <w:snapToGrid w:val="0"/>
                <w:lang w:eastAsia="th-TH"/>
              </w:rPr>
            </w:pPr>
          </w:p>
        </w:tc>
        <w:tc>
          <w:tcPr>
            <w:tcW w:w="2438" w:type="dxa"/>
          </w:tcPr>
          <w:p w14:paraId="48562A6A" w14:textId="6E016CD6" w:rsidR="003B4502" w:rsidRPr="0076073C" w:rsidRDefault="003B4502" w:rsidP="003E0B20">
            <w:pPr>
              <w:tabs>
                <w:tab w:val="left" w:pos="3090"/>
                <w:tab w:val="left" w:pos="4860"/>
              </w:tabs>
              <w:ind w:right="-59"/>
              <w:jc w:val="right"/>
              <w:rPr>
                <w:rFonts w:ascii="Browallia New" w:hAnsi="Browallia New" w:cs="Browallia New"/>
                <w:snapToGrid w:val="0"/>
                <w:cs/>
                <w:lang w:eastAsia="th-TH"/>
              </w:rPr>
            </w:pPr>
            <w:r w:rsidRPr="0076073C">
              <w:rPr>
                <w:rFonts w:ascii="Browallia New" w:hAnsi="Browallia New" w:cs="Browallia New"/>
                <w:snapToGrid w:val="0"/>
                <w:lang w:eastAsia="th-TH"/>
              </w:rPr>
              <w:t>(</w:t>
            </w:r>
            <w:r w:rsidRPr="0076073C">
              <w:rPr>
                <w:rFonts w:ascii="Browallia New" w:hAnsi="Browallia New" w:cs="Browallia New"/>
                <w:snapToGrid w:val="0"/>
                <w:cs/>
                <w:lang w:eastAsia="th-TH"/>
              </w:rPr>
              <w:t>หน่วย</w:t>
            </w:r>
            <w:r w:rsidR="00F60E66" w:rsidRPr="0076073C">
              <w:rPr>
                <w:rFonts w:ascii="Browallia New" w:hAnsi="Browallia New" w:cs="Browallia New"/>
                <w:snapToGrid w:val="0"/>
                <w:lang w:eastAsia="th-TH"/>
              </w:rPr>
              <w:t xml:space="preserve"> </w:t>
            </w:r>
            <w:r w:rsidRPr="0076073C">
              <w:rPr>
                <w:rFonts w:ascii="Browallia New" w:hAnsi="Browallia New" w:cs="Browallia New"/>
                <w:snapToGrid w:val="0"/>
                <w:lang w:eastAsia="th-TH"/>
              </w:rPr>
              <w:t>:</w:t>
            </w:r>
            <w:r w:rsidR="00F60E66"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พันบาท)</w:t>
            </w:r>
          </w:p>
        </w:tc>
      </w:tr>
      <w:tr w:rsidR="003B4502" w:rsidRPr="0076073C" w14:paraId="48562A70" w14:textId="77777777" w:rsidTr="00534A1C">
        <w:tc>
          <w:tcPr>
            <w:tcW w:w="4125" w:type="dxa"/>
            <w:gridSpan w:val="2"/>
          </w:tcPr>
          <w:p w14:paraId="48562A6C" w14:textId="77777777" w:rsidR="003B4502" w:rsidRPr="0076073C" w:rsidRDefault="003B4502" w:rsidP="003E0B20">
            <w:pPr>
              <w:tabs>
                <w:tab w:val="left" w:pos="3090"/>
                <w:tab w:val="left" w:pos="4860"/>
              </w:tabs>
              <w:rPr>
                <w:rFonts w:ascii="Browallia New" w:hAnsi="Browallia New" w:cs="Browallia New"/>
                <w:snapToGrid w:val="0"/>
                <w:lang w:eastAsia="th-TH"/>
              </w:rPr>
            </w:pPr>
          </w:p>
        </w:tc>
        <w:tc>
          <w:tcPr>
            <w:tcW w:w="2310" w:type="dxa"/>
            <w:tcBorders>
              <w:bottom w:val="single" w:sz="4" w:space="0" w:color="auto"/>
            </w:tcBorders>
          </w:tcPr>
          <w:p w14:paraId="48562A6D" w14:textId="06F12E79" w:rsidR="003B4502" w:rsidRPr="0076073C" w:rsidRDefault="00EE56FB" w:rsidP="004B2BE1">
            <w:pPr>
              <w:tabs>
                <w:tab w:val="left" w:pos="3090"/>
                <w:tab w:val="left" w:pos="4860"/>
              </w:tabs>
              <w:jc w:val="center"/>
              <w:rPr>
                <w:rFonts w:ascii="Browallia New" w:hAnsi="Browallia New" w:cs="Browallia New"/>
                <w:snapToGrid w:val="0"/>
                <w:lang w:eastAsia="th-TH"/>
              </w:rPr>
            </w:pPr>
            <w:r w:rsidRPr="0076073C">
              <w:rPr>
                <w:rFonts w:ascii="Browallia New" w:hAnsi="Browallia New" w:cs="Browallia New"/>
                <w:snapToGrid w:val="0"/>
                <w:cs/>
                <w:lang w:eastAsia="th-TH"/>
              </w:rPr>
              <w:t>ข้อมูลทาง</w:t>
            </w:r>
            <w:r w:rsidR="003B4502" w:rsidRPr="0076073C">
              <w:rPr>
                <w:rFonts w:ascii="Browallia New" w:hAnsi="Browallia New" w:cs="Browallia New"/>
                <w:snapToGrid w:val="0"/>
                <w:cs/>
                <w:lang w:eastAsia="th-TH"/>
              </w:rPr>
              <w:t>การเงินรวม</w:t>
            </w:r>
          </w:p>
        </w:tc>
        <w:tc>
          <w:tcPr>
            <w:tcW w:w="241" w:type="dxa"/>
          </w:tcPr>
          <w:p w14:paraId="48562A6E" w14:textId="77777777" w:rsidR="003B4502" w:rsidRPr="0076073C" w:rsidRDefault="003B4502" w:rsidP="003E0B20">
            <w:pPr>
              <w:tabs>
                <w:tab w:val="left" w:pos="3090"/>
                <w:tab w:val="left" w:pos="4860"/>
              </w:tabs>
              <w:rPr>
                <w:rFonts w:ascii="Browallia New" w:hAnsi="Browallia New" w:cs="Browallia New"/>
                <w:snapToGrid w:val="0"/>
                <w:lang w:eastAsia="th-TH"/>
              </w:rPr>
            </w:pPr>
          </w:p>
        </w:tc>
        <w:tc>
          <w:tcPr>
            <w:tcW w:w="2438" w:type="dxa"/>
            <w:tcBorders>
              <w:bottom w:val="single" w:sz="4" w:space="0" w:color="auto"/>
            </w:tcBorders>
          </w:tcPr>
          <w:p w14:paraId="48562A6F" w14:textId="64013FC0" w:rsidR="003B4502" w:rsidRPr="0076073C" w:rsidRDefault="00EE56FB" w:rsidP="003E0B20">
            <w:pPr>
              <w:tabs>
                <w:tab w:val="left" w:pos="3090"/>
                <w:tab w:val="left" w:pos="4860"/>
              </w:tabs>
              <w:ind w:left="-108" w:right="-108"/>
              <w:jc w:val="center"/>
              <w:rPr>
                <w:rFonts w:ascii="Browallia New" w:hAnsi="Browallia New" w:cs="Browallia New"/>
                <w:snapToGrid w:val="0"/>
                <w:lang w:eastAsia="th-TH"/>
              </w:rPr>
            </w:pPr>
            <w:r w:rsidRPr="0076073C">
              <w:rPr>
                <w:rFonts w:ascii="Browallia New" w:hAnsi="Browallia New" w:cs="Browallia New"/>
                <w:snapToGrid w:val="0"/>
                <w:cs/>
                <w:lang w:eastAsia="th-TH"/>
              </w:rPr>
              <w:t>ข้อมูลทาง</w:t>
            </w:r>
            <w:r w:rsidR="003B4502" w:rsidRPr="0076073C">
              <w:rPr>
                <w:rFonts w:ascii="Browallia New" w:hAnsi="Browallia New" w:cs="Browallia New"/>
                <w:snapToGrid w:val="0"/>
                <w:cs/>
                <w:lang w:eastAsia="th-TH"/>
              </w:rPr>
              <w:t>การเงินเฉพาะบริษัท</w:t>
            </w:r>
          </w:p>
        </w:tc>
      </w:tr>
      <w:tr w:rsidR="003C6EC4" w:rsidRPr="0076073C" w14:paraId="77B9AA63" w14:textId="77777777" w:rsidTr="00534A1C">
        <w:trPr>
          <w:trHeight w:val="58"/>
        </w:trPr>
        <w:tc>
          <w:tcPr>
            <w:tcW w:w="4125" w:type="dxa"/>
            <w:gridSpan w:val="2"/>
          </w:tcPr>
          <w:p w14:paraId="55155F26" w14:textId="77777777" w:rsidR="003C6EC4" w:rsidRPr="0076073C" w:rsidRDefault="003C6EC4" w:rsidP="003E0B20">
            <w:pPr>
              <w:tabs>
                <w:tab w:val="left" w:pos="3090"/>
                <w:tab w:val="left" w:pos="4860"/>
              </w:tabs>
              <w:rPr>
                <w:rFonts w:ascii="Browallia New" w:hAnsi="Browallia New" w:cs="Browallia New"/>
                <w:snapToGrid w:val="0"/>
                <w:sz w:val="16"/>
                <w:szCs w:val="16"/>
                <w:lang w:eastAsia="th-TH"/>
              </w:rPr>
            </w:pPr>
          </w:p>
        </w:tc>
        <w:tc>
          <w:tcPr>
            <w:tcW w:w="2310" w:type="dxa"/>
          </w:tcPr>
          <w:p w14:paraId="2FF00DBF" w14:textId="77777777" w:rsidR="003C6EC4" w:rsidRPr="0076073C" w:rsidRDefault="003C6EC4" w:rsidP="003E0B20">
            <w:pPr>
              <w:tabs>
                <w:tab w:val="left" w:pos="3090"/>
                <w:tab w:val="left" w:pos="4860"/>
              </w:tabs>
              <w:jc w:val="center"/>
              <w:rPr>
                <w:rFonts w:ascii="Browallia New" w:hAnsi="Browallia New" w:cs="Browallia New"/>
                <w:snapToGrid w:val="0"/>
                <w:sz w:val="16"/>
                <w:szCs w:val="16"/>
                <w:cs/>
                <w:lang w:eastAsia="th-TH"/>
              </w:rPr>
            </w:pPr>
          </w:p>
        </w:tc>
        <w:tc>
          <w:tcPr>
            <w:tcW w:w="241" w:type="dxa"/>
          </w:tcPr>
          <w:p w14:paraId="274C232B" w14:textId="77777777" w:rsidR="003C6EC4" w:rsidRPr="0076073C" w:rsidRDefault="003C6EC4" w:rsidP="003E0B20">
            <w:pPr>
              <w:tabs>
                <w:tab w:val="left" w:pos="3090"/>
                <w:tab w:val="left" w:pos="4860"/>
              </w:tabs>
              <w:rPr>
                <w:rFonts w:ascii="Browallia New" w:hAnsi="Browallia New" w:cs="Browallia New"/>
                <w:snapToGrid w:val="0"/>
                <w:sz w:val="16"/>
                <w:szCs w:val="16"/>
                <w:lang w:eastAsia="th-TH"/>
              </w:rPr>
            </w:pPr>
          </w:p>
        </w:tc>
        <w:tc>
          <w:tcPr>
            <w:tcW w:w="2438" w:type="dxa"/>
          </w:tcPr>
          <w:p w14:paraId="2EEDE6BD" w14:textId="77777777" w:rsidR="003C6EC4" w:rsidRPr="0076073C" w:rsidRDefault="003C6EC4" w:rsidP="003E0B20">
            <w:pPr>
              <w:tabs>
                <w:tab w:val="left" w:pos="3090"/>
                <w:tab w:val="left" w:pos="4860"/>
              </w:tabs>
              <w:ind w:left="-108" w:right="-108"/>
              <w:jc w:val="center"/>
              <w:rPr>
                <w:rFonts w:ascii="Browallia New" w:hAnsi="Browallia New" w:cs="Browallia New"/>
                <w:snapToGrid w:val="0"/>
                <w:sz w:val="16"/>
                <w:szCs w:val="16"/>
                <w:cs/>
                <w:lang w:eastAsia="th-TH"/>
              </w:rPr>
            </w:pPr>
          </w:p>
        </w:tc>
      </w:tr>
      <w:tr w:rsidR="00C563BE" w:rsidRPr="0076073C" w14:paraId="48562A7A" w14:textId="77777777" w:rsidTr="00534A1C">
        <w:tc>
          <w:tcPr>
            <w:tcW w:w="4125" w:type="dxa"/>
            <w:gridSpan w:val="2"/>
          </w:tcPr>
          <w:p w14:paraId="48562A76" w14:textId="7E6C36FA" w:rsidR="00C563BE" w:rsidRPr="0076073C" w:rsidRDefault="00C563BE" w:rsidP="00C563BE">
            <w:pPr>
              <w:tabs>
                <w:tab w:val="left" w:pos="3090"/>
                <w:tab w:val="left" w:pos="4860"/>
              </w:tabs>
              <w:rPr>
                <w:rFonts w:ascii="Browallia New" w:hAnsi="Browallia New" w:cs="Browallia New"/>
                <w:snapToGrid w:val="0"/>
                <w:lang w:eastAsia="th-TH"/>
              </w:rPr>
            </w:pPr>
            <w:r w:rsidRPr="0076073C">
              <w:rPr>
                <w:rFonts w:ascii="Browallia New" w:hAnsi="Browallia New" w:cs="Browallia New"/>
                <w:snapToGrid w:val="0"/>
                <w:cs/>
                <w:lang w:eastAsia="th-TH"/>
              </w:rPr>
              <w:t>มูลค่าสุทธิ</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ณ</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วันที่</w:t>
            </w:r>
            <w:r w:rsidRPr="0076073C">
              <w:rPr>
                <w:rFonts w:ascii="Browallia New" w:hAnsi="Browallia New" w:cs="Browallia New"/>
                <w:snapToGrid w:val="0"/>
                <w:lang w:eastAsia="th-TH"/>
              </w:rPr>
              <w:t xml:space="preserve"> 1 </w:t>
            </w:r>
            <w:r w:rsidRPr="0076073C">
              <w:rPr>
                <w:rFonts w:ascii="Browallia New" w:hAnsi="Browallia New" w:cs="Browallia New"/>
                <w:snapToGrid w:val="0"/>
                <w:cs/>
                <w:lang w:eastAsia="th-TH"/>
              </w:rPr>
              <w:t>มกราคม</w:t>
            </w:r>
            <w:r w:rsidRPr="0076073C">
              <w:rPr>
                <w:rFonts w:ascii="Browallia New" w:hAnsi="Browallia New" w:cs="Browallia New"/>
                <w:snapToGrid w:val="0"/>
                <w:lang w:eastAsia="th-TH"/>
              </w:rPr>
              <w:t xml:space="preserve"> 256</w:t>
            </w:r>
            <w:r w:rsidR="00AA4E1D" w:rsidRPr="0076073C">
              <w:rPr>
                <w:rFonts w:ascii="Browallia New" w:hAnsi="Browallia New" w:cs="Browallia New"/>
                <w:snapToGrid w:val="0"/>
                <w:lang w:eastAsia="th-TH"/>
              </w:rPr>
              <w:t>8</w:t>
            </w:r>
          </w:p>
        </w:tc>
        <w:tc>
          <w:tcPr>
            <w:tcW w:w="2310" w:type="dxa"/>
          </w:tcPr>
          <w:p w14:paraId="48562A77" w14:textId="310DE3BC" w:rsidR="00C563BE" w:rsidRPr="0076073C" w:rsidRDefault="000D5DF8" w:rsidP="00C563BE">
            <w:pPr>
              <w:tabs>
                <w:tab w:val="left" w:pos="3090"/>
                <w:tab w:val="left" w:pos="4860"/>
              </w:tabs>
              <w:ind w:left="-108" w:right="-33"/>
              <w:jc w:val="right"/>
              <w:rPr>
                <w:rFonts w:ascii="Browallia New" w:hAnsi="Browallia New" w:cs="Browallia New"/>
                <w:snapToGrid w:val="0"/>
                <w:lang w:eastAsia="th-TH"/>
              </w:rPr>
            </w:pPr>
            <w:r w:rsidRPr="0076073C">
              <w:rPr>
                <w:rFonts w:ascii="Browallia New" w:hAnsi="Browallia New" w:cs="Browallia New"/>
                <w:lang w:val="en-GB"/>
              </w:rPr>
              <w:t>991,869</w:t>
            </w:r>
          </w:p>
        </w:tc>
        <w:tc>
          <w:tcPr>
            <w:tcW w:w="241" w:type="dxa"/>
          </w:tcPr>
          <w:p w14:paraId="48562A78" w14:textId="77777777" w:rsidR="00C563BE" w:rsidRPr="0076073C" w:rsidRDefault="00C563BE" w:rsidP="00C563BE">
            <w:pPr>
              <w:tabs>
                <w:tab w:val="left" w:pos="3090"/>
                <w:tab w:val="left" w:pos="4860"/>
              </w:tabs>
              <w:ind w:right="-33"/>
              <w:jc w:val="right"/>
              <w:rPr>
                <w:rFonts w:ascii="Browallia New" w:hAnsi="Browallia New" w:cs="Browallia New"/>
                <w:snapToGrid w:val="0"/>
                <w:lang w:eastAsia="th-TH"/>
              </w:rPr>
            </w:pPr>
          </w:p>
        </w:tc>
        <w:tc>
          <w:tcPr>
            <w:tcW w:w="2438" w:type="dxa"/>
          </w:tcPr>
          <w:p w14:paraId="48562A79" w14:textId="32E8F29F" w:rsidR="00C563BE" w:rsidRPr="0076073C" w:rsidRDefault="003801EE" w:rsidP="003801EE">
            <w:pPr>
              <w:tabs>
                <w:tab w:val="left" w:pos="3090"/>
                <w:tab w:val="left" w:pos="4860"/>
              </w:tabs>
              <w:ind w:left="-108" w:right="-33"/>
              <w:jc w:val="right"/>
              <w:rPr>
                <w:rFonts w:ascii="Browallia New" w:hAnsi="Browallia New" w:cs="Browallia New"/>
                <w:lang w:val="en-GB"/>
              </w:rPr>
            </w:pPr>
            <w:r w:rsidRPr="0076073C">
              <w:rPr>
                <w:rFonts w:ascii="Browallia New" w:hAnsi="Browallia New" w:cs="Browallia New"/>
                <w:lang w:val="en-GB"/>
              </w:rPr>
              <w:t>982,468</w:t>
            </w:r>
          </w:p>
        </w:tc>
      </w:tr>
      <w:tr w:rsidR="00D92E4A" w:rsidRPr="0076073C" w14:paraId="48562A80" w14:textId="77777777" w:rsidTr="00534A1C">
        <w:tc>
          <w:tcPr>
            <w:tcW w:w="711" w:type="dxa"/>
          </w:tcPr>
          <w:p w14:paraId="48562A7B" w14:textId="77777777" w:rsidR="00D92E4A" w:rsidRPr="0076073C" w:rsidRDefault="00D92E4A" w:rsidP="00D92E4A">
            <w:pPr>
              <w:tabs>
                <w:tab w:val="left" w:pos="266"/>
                <w:tab w:val="left" w:pos="1470"/>
              </w:tabs>
              <w:rPr>
                <w:rFonts w:ascii="Browallia New" w:hAnsi="Browallia New" w:cs="Browallia New"/>
                <w:snapToGrid w:val="0"/>
                <w:u w:val="single"/>
                <w:lang w:eastAsia="th-TH"/>
              </w:rPr>
            </w:pPr>
            <w:r w:rsidRPr="0076073C">
              <w:rPr>
                <w:rFonts w:ascii="Browallia New" w:hAnsi="Browallia New" w:cs="Browallia New"/>
                <w:snapToGrid w:val="0"/>
                <w:u w:val="single"/>
                <w:cs/>
                <w:lang w:eastAsia="th-TH"/>
              </w:rPr>
              <w:t>บวก</w:t>
            </w:r>
          </w:p>
        </w:tc>
        <w:tc>
          <w:tcPr>
            <w:tcW w:w="3414" w:type="dxa"/>
          </w:tcPr>
          <w:p w14:paraId="48562A7C" w14:textId="066E7755" w:rsidR="00D92E4A" w:rsidRPr="0076073C" w:rsidRDefault="00D92E4A" w:rsidP="00D92E4A">
            <w:pPr>
              <w:tabs>
                <w:tab w:val="left" w:pos="453"/>
                <w:tab w:val="left" w:pos="1470"/>
              </w:tabs>
              <w:ind w:left="-108"/>
              <w:rPr>
                <w:rFonts w:ascii="Browallia New" w:hAnsi="Browallia New" w:cs="Browallia New"/>
                <w:snapToGrid w:val="0"/>
                <w:cs/>
                <w:lang w:eastAsia="th-TH"/>
              </w:rPr>
            </w:pPr>
            <w:r w:rsidRPr="0076073C">
              <w:rPr>
                <w:rFonts w:ascii="Browallia New" w:hAnsi="Browallia New" w:cs="Browallia New"/>
                <w:snapToGrid w:val="0"/>
                <w:cs/>
                <w:lang w:eastAsia="th-TH"/>
              </w:rPr>
              <w:t>ซื้อสินทรัพย์เพิ่ม</w:t>
            </w:r>
          </w:p>
        </w:tc>
        <w:tc>
          <w:tcPr>
            <w:tcW w:w="2310" w:type="dxa"/>
          </w:tcPr>
          <w:p w14:paraId="48562A7D" w14:textId="78618622" w:rsidR="00D92E4A" w:rsidRPr="0076073C" w:rsidRDefault="00AB051F" w:rsidP="00D92E4A">
            <w:pPr>
              <w:tabs>
                <w:tab w:val="left" w:pos="1470"/>
              </w:tabs>
              <w:ind w:left="-108" w:right="-33"/>
              <w:jc w:val="right"/>
              <w:rPr>
                <w:rFonts w:ascii="Browallia New" w:hAnsi="Browallia New" w:cs="Browallia New"/>
                <w:snapToGrid w:val="0"/>
                <w:lang w:eastAsia="th-TH"/>
              </w:rPr>
            </w:pPr>
            <w:r w:rsidRPr="0076073C">
              <w:rPr>
                <w:rFonts w:ascii="Browallia New" w:hAnsi="Browallia New" w:cs="Browallia New"/>
                <w:snapToGrid w:val="0"/>
                <w:lang w:eastAsia="th-TH"/>
              </w:rPr>
              <w:t>11,284</w:t>
            </w:r>
          </w:p>
        </w:tc>
        <w:tc>
          <w:tcPr>
            <w:tcW w:w="241" w:type="dxa"/>
          </w:tcPr>
          <w:p w14:paraId="48562A7E" w14:textId="77777777" w:rsidR="00D92E4A" w:rsidRPr="0076073C" w:rsidRDefault="00D92E4A" w:rsidP="00D92E4A">
            <w:pPr>
              <w:tabs>
                <w:tab w:val="left" w:pos="1470"/>
              </w:tabs>
              <w:ind w:right="-33"/>
              <w:jc w:val="right"/>
              <w:rPr>
                <w:rFonts w:ascii="Browallia New" w:hAnsi="Browallia New" w:cs="Browallia New"/>
                <w:snapToGrid w:val="0"/>
                <w:lang w:eastAsia="th-TH"/>
              </w:rPr>
            </w:pPr>
          </w:p>
        </w:tc>
        <w:tc>
          <w:tcPr>
            <w:tcW w:w="2438" w:type="dxa"/>
          </w:tcPr>
          <w:p w14:paraId="48562A7F" w14:textId="41464B0D" w:rsidR="00D92E4A" w:rsidRPr="0076073C" w:rsidRDefault="00D92E4A" w:rsidP="00D92E4A">
            <w:pPr>
              <w:tabs>
                <w:tab w:val="left" w:pos="3090"/>
                <w:tab w:val="left" w:pos="4860"/>
              </w:tabs>
              <w:ind w:left="-108" w:right="-33"/>
              <w:jc w:val="right"/>
              <w:rPr>
                <w:rFonts w:ascii="Browallia New" w:hAnsi="Browallia New" w:cs="Browallia New"/>
                <w:lang w:val="en-GB"/>
              </w:rPr>
            </w:pPr>
            <w:r w:rsidRPr="0076073C">
              <w:rPr>
                <w:rFonts w:ascii="Browallia New" w:hAnsi="Browallia New" w:cs="Browallia New"/>
                <w:lang w:val="en-GB"/>
              </w:rPr>
              <w:t xml:space="preserve"> 11,284 </w:t>
            </w:r>
          </w:p>
        </w:tc>
      </w:tr>
      <w:tr w:rsidR="00D92E4A" w:rsidRPr="0076073C" w14:paraId="48562A86" w14:textId="77777777" w:rsidTr="00534A1C">
        <w:tc>
          <w:tcPr>
            <w:tcW w:w="711" w:type="dxa"/>
          </w:tcPr>
          <w:p w14:paraId="48562A81" w14:textId="77777777" w:rsidR="00D92E4A" w:rsidRPr="0076073C" w:rsidRDefault="00D92E4A" w:rsidP="00D92E4A">
            <w:pPr>
              <w:tabs>
                <w:tab w:val="left" w:pos="453"/>
                <w:tab w:val="left" w:pos="3090"/>
                <w:tab w:val="left" w:pos="4860"/>
              </w:tabs>
              <w:rPr>
                <w:rFonts w:ascii="Browallia New" w:hAnsi="Browallia New" w:cs="Browallia New"/>
                <w:snapToGrid w:val="0"/>
                <w:u w:val="single"/>
                <w:lang w:eastAsia="th-TH"/>
              </w:rPr>
            </w:pPr>
            <w:r w:rsidRPr="0076073C">
              <w:rPr>
                <w:rFonts w:ascii="Browallia New" w:hAnsi="Browallia New" w:cs="Browallia New"/>
                <w:snapToGrid w:val="0"/>
                <w:u w:val="single"/>
                <w:cs/>
                <w:lang w:eastAsia="th-TH"/>
              </w:rPr>
              <w:t>หัก</w:t>
            </w:r>
          </w:p>
        </w:tc>
        <w:tc>
          <w:tcPr>
            <w:tcW w:w="3414" w:type="dxa"/>
          </w:tcPr>
          <w:p w14:paraId="48562A82" w14:textId="7D1C6895" w:rsidR="00D92E4A" w:rsidRPr="0076073C" w:rsidRDefault="00D92E4A" w:rsidP="00D92E4A">
            <w:pPr>
              <w:tabs>
                <w:tab w:val="left" w:pos="453"/>
                <w:tab w:val="left" w:pos="3090"/>
                <w:tab w:val="left" w:pos="4860"/>
              </w:tabs>
              <w:ind w:left="-108"/>
              <w:rPr>
                <w:rFonts w:ascii="Browallia New" w:hAnsi="Browallia New" w:cs="Browallia New"/>
                <w:snapToGrid w:val="0"/>
                <w:lang w:eastAsia="th-TH"/>
              </w:rPr>
            </w:pPr>
            <w:r w:rsidRPr="0076073C">
              <w:rPr>
                <w:rFonts w:ascii="Browallia New" w:hAnsi="Browallia New" w:cs="Browallia New"/>
                <w:snapToGrid w:val="0"/>
                <w:cs/>
                <w:lang w:eastAsia="th-TH"/>
              </w:rPr>
              <w:t>ขายและตัดจำหน่ายสินทรัพย์</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สุทธิ</w:t>
            </w:r>
          </w:p>
        </w:tc>
        <w:tc>
          <w:tcPr>
            <w:tcW w:w="2310" w:type="dxa"/>
          </w:tcPr>
          <w:p w14:paraId="48562A83" w14:textId="4718B68F" w:rsidR="00D92E4A" w:rsidRPr="0076073C" w:rsidRDefault="00AB051F" w:rsidP="00D92E4A">
            <w:pPr>
              <w:tabs>
                <w:tab w:val="left" w:pos="3090"/>
                <w:tab w:val="left" w:pos="4860"/>
              </w:tabs>
              <w:ind w:left="-108" w:right="-33"/>
              <w:jc w:val="right"/>
              <w:rPr>
                <w:rFonts w:ascii="Browallia New" w:hAnsi="Browallia New" w:cs="Browallia New"/>
                <w:snapToGrid w:val="0"/>
                <w:lang w:eastAsia="th-TH"/>
              </w:rPr>
            </w:pPr>
            <w:r w:rsidRPr="0076073C">
              <w:rPr>
                <w:rFonts w:ascii="Browallia New" w:hAnsi="Browallia New" w:cs="Browallia New"/>
                <w:snapToGrid w:val="0"/>
                <w:lang w:eastAsia="th-TH"/>
              </w:rPr>
              <w:t>(</w:t>
            </w:r>
            <w:r w:rsidR="00042454" w:rsidRPr="0076073C">
              <w:rPr>
                <w:rFonts w:ascii="Browallia New" w:hAnsi="Browallia New" w:cs="Browallia New"/>
                <w:snapToGrid w:val="0"/>
                <w:lang w:eastAsia="th-TH"/>
              </w:rPr>
              <w:t>34</w:t>
            </w:r>
            <w:r w:rsidRPr="0076073C">
              <w:rPr>
                <w:rFonts w:ascii="Browallia New" w:hAnsi="Browallia New" w:cs="Browallia New"/>
                <w:snapToGrid w:val="0"/>
                <w:lang w:eastAsia="th-TH"/>
              </w:rPr>
              <w:t>)</w:t>
            </w:r>
          </w:p>
        </w:tc>
        <w:tc>
          <w:tcPr>
            <w:tcW w:w="241" w:type="dxa"/>
          </w:tcPr>
          <w:p w14:paraId="48562A84" w14:textId="77777777" w:rsidR="00D92E4A" w:rsidRPr="0076073C" w:rsidRDefault="00D92E4A" w:rsidP="00D92E4A">
            <w:pPr>
              <w:tabs>
                <w:tab w:val="left" w:pos="3090"/>
                <w:tab w:val="left" w:pos="4860"/>
              </w:tabs>
              <w:ind w:right="-33"/>
              <w:jc w:val="right"/>
              <w:rPr>
                <w:rFonts w:ascii="Browallia New" w:hAnsi="Browallia New" w:cs="Browallia New"/>
                <w:snapToGrid w:val="0"/>
                <w:lang w:eastAsia="th-TH"/>
              </w:rPr>
            </w:pPr>
          </w:p>
        </w:tc>
        <w:tc>
          <w:tcPr>
            <w:tcW w:w="2438" w:type="dxa"/>
          </w:tcPr>
          <w:p w14:paraId="48562A85" w14:textId="743C8B55" w:rsidR="00D92E4A" w:rsidRPr="0076073C" w:rsidRDefault="00D92E4A" w:rsidP="00D92E4A">
            <w:pPr>
              <w:tabs>
                <w:tab w:val="left" w:pos="3090"/>
                <w:tab w:val="left" w:pos="4860"/>
              </w:tabs>
              <w:ind w:left="-108" w:right="-33"/>
              <w:jc w:val="right"/>
              <w:rPr>
                <w:rFonts w:ascii="Browallia New" w:hAnsi="Browallia New" w:cs="Browallia New"/>
                <w:lang w:val="en-GB"/>
              </w:rPr>
            </w:pPr>
            <w:r w:rsidRPr="0076073C">
              <w:rPr>
                <w:rFonts w:ascii="Browallia New" w:hAnsi="Browallia New" w:cs="Browallia New"/>
                <w:lang w:val="en-GB"/>
              </w:rPr>
              <w:t xml:space="preserve"> (</w:t>
            </w:r>
            <w:r w:rsidR="00042454" w:rsidRPr="0076073C">
              <w:rPr>
                <w:rFonts w:ascii="Browallia New" w:hAnsi="Browallia New" w:cs="Browallia New"/>
                <w:lang w:val="en-GB"/>
              </w:rPr>
              <w:t>34</w:t>
            </w:r>
            <w:r w:rsidRPr="0076073C">
              <w:rPr>
                <w:rFonts w:ascii="Browallia New" w:hAnsi="Browallia New" w:cs="Browallia New"/>
                <w:lang w:val="en-GB"/>
              </w:rPr>
              <w:t>)</w:t>
            </w:r>
          </w:p>
        </w:tc>
      </w:tr>
      <w:tr w:rsidR="00D92E4A" w:rsidRPr="0076073C" w14:paraId="4A1E1404" w14:textId="77777777" w:rsidTr="00534A1C">
        <w:tc>
          <w:tcPr>
            <w:tcW w:w="711" w:type="dxa"/>
          </w:tcPr>
          <w:p w14:paraId="0520982E" w14:textId="77777777" w:rsidR="00D92E4A" w:rsidRPr="0076073C" w:rsidRDefault="00D92E4A" w:rsidP="00D92E4A">
            <w:pPr>
              <w:tabs>
                <w:tab w:val="left" w:pos="453"/>
                <w:tab w:val="left" w:pos="3090"/>
                <w:tab w:val="left" w:pos="4860"/>
              </w:tabs>
              <w:rPr>
                <w:rFonts w:ascii="Browallia New" w:hAnsi="Browallia New" w:cs="Browallia New"/>
                <w:snapToGrid w:val="0"/>
                <w:u w:val="single"/>
                <w:cs/>
                <w:lang w:eastAsia="th-TH"/>
              </w:rPr>
            </w:pPr>
          </w:p>
        </w:tc>
        <w:tc>
          <w:tcPr>
            <w:tcW w:w="3414" w:type="dxa"/>
          </w:tcPr>
          <w:p w14:paraId="4E7AD342" w14:textId="2FC5E502" w:rsidR="00D92E4A" w:rsidRPr="0076073C" w:rsidRDefault="00D92E4A" w:rsidP="00D92E4A">
            <w:pPr>
              <w:tabs>
                <w:tab w:val="left" w:pos="453"/>
                <w:tab w:val="left" w:pos="3090"/>
                <w:tab w:val="left" w:pos="4860"/>
              </w:tabs>
              <w:ind w:left="-108"/>
              <w:rPr>
                <w:rFonts w:ascii="Browallia New" w:hAnsi="Browallia New" w:cs="Browallia New"/>
                <w:snapToGrid w:val="0"/>
                <w:cs/>
                <w:lang w:val="en-GB" w:eastAsia="th-TH"/>
              </w:rPr>
            </w:pPr>
            <w:r w:rsidRPr="0076073C">
              <w:rPr>
                <w:rFonts w:ascii="Browallia New" w:hAnsi="Browallia New" w:cs="Browallia New"/>
                <w:snapToGrid w:val="0"/>
                <w:cs/>
                <w:lang w:val="en-GB" w:eastAsia="th-TH"/>
              </w:rPr>
              <w:t>ค่าเสื่อมราคาสำหรับงวด</w:t>
            </w:r>
          </w:p>
        </w:tc>
        <w:tc>
          <w:tcPr>
            <w:tcW w:w="2310" w:type="dxa"/>
          </w:tcPr>
          <w:p w14:paraId="59076DCE" w14:textId="5AD6DE8E" w:rsidR="00D92E4A" w:rsidRPr="0076073C" w:rsidRDefault="00523774" w:rsidP="00D92E4A">
            <w:pPr>
              <w:tabs>
                <w:tab w:val="left" w:pos="3090"/>
                <w:tab w:val="left" w:pos="4860"/>
              </w:tabs>
              <w:ind w:left="-108" w:right="-33"/>
              <w:jc w:val="right"/>
              <w:rPr>
                <w:rFonts w:ascii="Browallia New" w:hAnsi="Browallia New" w:cs="Browallia New"/>
                <w:snapToGrid w:val="0"/>
                <w:cs/>
                <w:lang w:eastAsia="th-TH"/>
              </w:rPr>
            </w:pPr>
            <w:r w:rsidRPr="0076073C">
              <w:rPr>
                <w:rFonts w:ascii="Browallia New" w:hAnsi="Browallia New" w:cs="Browallia New"/>
                <w:snapToGrid w:val="0"/>
                <w:cs/>
                <w:lang w:eastAsia="th-TH"/>
              </w:rPr>
              <w:t>(</w:t>
            </w:r>
            <w:r w:rsidR="0076073C" w:rsidRPr="0076073C">
              <w:rPr>
                <w:rFonts w:ascii="Browallia New" w:hAnsi="Browallia New" w:cs="Browallia New"/>
                <w:snapToGrid w:val="0"/>
                <w:lang w:eastAsia="th-TH"/>
              </w:rPr>
              <w:t>13</w:t>
            </w:r>
            <w:r w:rsidRPr="0076073C">
              <w:rPr>
                <w:rFonts w:ascii="Browallia New" w:hAnsi="Browallia New" w:cs="Browallia New"/>
                <w:snapToGrid w:val="0"/>
                <w:lang w:eastAsia="th-TH"/>
              </w:rPr>
              <w:t>,</w:t>
            </w:r>
            <w:r w:rsidR="0076073C" w:rsidRPr="0076073C">
              <w:rPr>
                <w:rFonts w:ascii="Browallia New" w:hAnsi="Browallia New" w:cs="Browallia New"/>
                <w:snapToGrid w:val="0"/>
                <w:lang w:eastAsia="th-TH"/>
              </w:rPr>
              <w:t>578</w:t>
            </w:r>
            <w:r w:rsidRPr="0076073C">
              <w:rPr>
                <w:rFonts w:ascii="Browallia New" w:hAnsi="Browallia New" w:cs="Browallia New"/>
                <w:snapToGrid w:val="0"/>
                <w:cs/>
                <w:lang w:eastAsia="th-TH"/>
              </w:rPr>
              <w:t>)</w:t>
            </w:r>
          </w:p>
        </w:tc>
        <w:tc>
          <w:tcPr>
            <w:tcW w:w="241" w:type="dxa"/>
          </w:tcPr>
          <w:p w14:paraId="0D0C6815" w14:textId="77777777" w:rsidR="00D92E4A" w:rsidRPr="0076073C" w:rsidRDefault="00D92E4A" w:rsidP="00D92E4A">
            <w:pPr>
              <w:tabs>
                <w:tab w:val="left" w:pos="3090"/>
                <w:tab w:val="left" w:pos="4860"/>
              </w:tabs>
              <w:ind w:right="-33"/>
              <w:jc w:val="right"/>
              <w:rPr>
                <w:rFonts w:ascii="Browallia New" w:hAnsi="Browallia New" w:cs="Browallia New"/>
                <w:snapToGrid w:val="0"/>
                <w:lang w:eastAsia="th-TH"/>
              </w:rPr>
            </w:pPr>
          </w:p>
        </w:tc>
        <w:tc>
          <w:tcPr>
            <w:tcW w:w="2438" w:type="dxa"/>
          </w:tcPr>
          <w:p w14:paraId="3001A4DA" w14:textId="02B3AED8" w:rsidR="00D92E4A" w:rsidRPr="0076073C" w:rsidRDefault="00D92E4A" w:rsidP="00D92E4A">
            <w:pPr>
              <w:tabs>
                <w:tab w:val="left" w:pos="3090"/>
                <w:tab w:val="left" w:pos="4860"/>
              </w:tabs>
              <w:ind w:left="-108" w:right="-33"/>
              <w:jc w:val="right"/>
              <w:rPr>
                <w:rFonts w:ascii="Browallia New" w:hAnsi="Browallia New" w:cs="Browallia New"/>
                <w:lang w:val="en-GB"/>
              </w:rPr>
            </w:pPr>
            <w:r w:rsidRPr="0076073C">
              <w:rPr>
                <w:rFonts w:ascii="Browallia New" w:hAnsi="Browallia New" w:cs="Browallia New"/>
                <w:lang w:val="en-GB"/>
              </w:rPr>
              <w:t xml:space="preserve"> (13,248)</w:t>
            </w:r>
          </w:p>
        </w:tc>
      </w:tr>
      <w:tr w:rsidR="00C563BE" w:rsidRPr="0076073C" w14:paraId="48562A9D" w14:textId="77777777" w:rsidTr="00534A1C">
        <w:trPr>
          <w:trHeight w:val="263"/>
        </w:trPr>
        <w:tc>
          <w:tcPr>
            <w:tcW w:w="4125" w:type="dxa"/>
            <w:gridSpan w:val="2"/>
          </w:tcPr>
          <w:p w14:paraId="48562A99" w14:textId="6996C7B9" w:rsidR="00C563BE" w:rsidRPr="0076073C" w:rsidRDefault="00C563BE" w:rsidP="00C563BE">
            <w:pPr>
              <w:tabs>
                <w:tab w:val="left" w:pos="3090"/>
                <w:tab w:val="left" w:pos="4860"/>
              </w:tabs>
              <w:rPr>
                <w:rFonts w:ascii="Browallia New" w:hAnsi="Browallia New" w:cs="Browallia New"/>
                <w:snapToGrid w:val="0"/>
                <w:lang w:eastAsia="th-TH"/>
              </w:rPr>
            </w:pPr>
            <w:r w:rsidRPr="0076073C">
              <w:rPr>
                <w:rFonts w:ascii="Browallia New" w:hAnsi="Browallia New" w:cs="Browallia New"/>
                <w:snapToGrid w:val="0"/>
                <w:cs/>
                <w:lang w:eastAsia="th-TH"/>
              </w:rPr>
              <w:t>มูลค่าสุทธิ</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ณ</w:t>
            </w:r>
            <w:r w:rsidRPr="0076073C">
              <w:rPr>
                <w:rFonts w:ascii="Browallia New" w:hAnsi="Browallia New" w:cs="Browallia New"/>
                <w:snapToGrid w:val="0"/>
                <w:lang w:eastAsia="th-TH"/>
              </w:rPr>
              <w:t xml:space="preserve"> </w:t>
            </w:r>
            <w:r w:rsidRPr="0076073C">
              <w:rPr>
                <w:rFonts w:ascii="Browallia New" w:hAnsi="Browallia New" w:cs="Browallia New"/>
                <w:snapToGrid w:val="0"/>
                <w:cs/>
                <w:lang w:eastAsia="th-TH"/>
              </w:rPr>
              <w:t>วันที่</w:t>
            </w:r>
            <w:r w:rsidRPr="0076073C">
              <w:rPr>
                <w:rFonts w:ascii="Browallia New" w:hAnsi="Browallia New" w:cs="Browallia New"/>
                <w:snapToGrid w:val="0"/>
                <w:lang w:eastAsia="th-TH"/>
              </w:rPr>
              <w:t xml:space="preserve"> </w:t>
            </w:r>
            <w:r w:rsidRPr="0076073C">
              <w:rPr>
                <w:rFonts w:ascii="Browallia New" w:hAnsi="Browallia New" w:cs="Browallia New"/>
                <w:spacing w:val="-4"/>
              </w:rPr>
              <w:t>31</w:t>
            </w:r>
            <w:r w:rsidRPr="0076073C">
              <w:rPr>
                <w:rFonts w:ascii="Browallia New" w:hAnsi="Browallia New" w:cs="Browallia New"/>
                <w:spacing w:val="-4"/>
                <w:cs/>
              </w:rPr>
              <w:t xml:space="preserve"> มีนาคม </w:t>
            </w:r>
            <w:r w:rsidRPr="0076073C">
              <w:rPr>
                <w:rFonts w:ascii="Browallia New" w:hAnsi="Browallia New" w:cs="Browallia New"/>
                <w:spacing w:val="-4"/>
              </w:rPr>
              <w:t>256</w:t>
            </w:r>
            <w:r w:rsidR="00AA4E1D" w:rsidRPr="0076073C">
              <w:rPr>
                <w:rFonts w:ascii="Browallia New" w:hAnsi="Browallia New" w:cs="Browallia New"/>
                <w:spacing w:val="-4"/>
              </w:rPr>
              <w:t>8</w:t>
            </w:r>
          </w:p>
        </w:tc>
        <w:tc>
          <w:tcPr>
            <w:tcW w:w="2310" w:type="dxa"/>
            <w:tcBorders>
              <w:top w:val="single" w:sz="4" w:space="0" w:color="auto"/>
              <w:bottom w:val="single" w:sz="12" w:space="0" w:color="auto"/>
            </w:tcBorders>
          </w:tcPr>
          <w:p w14:paraId="48562A9A" w14:textId="779111F7" w:rsidR="00C563BE" w:rsidRPr="0076073C" w:rsidRDefault="0076073C" w:rsidP="00C563BE">
            <w:pPr>
              <w:tabs>
                <w:tab w:val="left" w:pos="3090"/>
                <w:tab w:val="left" w:pos="4860"/>
              </w:tabs>
              <w:ind w:left="-108" w:right="-33"/>
              <w:jc w:val="right"/>
              <w:rPr>
                <w:rFonts w:ascii="Browallia New" w:hAnsi="Browallia New" w:cs="Browallia New"/>
                <w:snapToGrid w:val="0"/>
                <w:cs/>
                <w:lang w:eastAsia="th-TH"/>
              </w:rPr>
            </w:pPr>
            <w:r w:rsidRPr="0076073C">
              <w:rPr>
                <w:rFonts w:ascii="Browallia New" w:hAnsi="Browallia New" w:cs="Browallia New"/>
                <w:snapToGrid w:val="0"/>
                <w:lang w:eastAsia="th-TH"/>
              </w:rPr>
              <w:t>989</w:t>
            </w:r>
            <w:r w:rsidR="00523774" w:rsidRPr="0076073C">
              <w:rPr>
                <w:rFonts w:ascii="Browallia New" w:hAnsi="Browallia New" w:cs="Browallia New"/>
                <w:snapToGrid w:val="0"/>
                <w:lang w:eastAsia="th-TH"/>
              </w:rPr>
              <w:t>,</w:t>
            </w:r>
            <w:r w:rsidRPr="0076073C">
              <w:rPr>
                <w:rFonts w:ascii="Browallia New" w:hAnsi="Browallia New" w:cs="Browallia New"/>
                <w:snapToGrid w:val="0"/>
                <w:lang w:eastAsia="th-TH"/>
              </w:rPr>
              <w:t>541</w:t>
            </w:r>
          </w:p>
        </w:tc>
        <w:tc>
          <w:tcPr>
            <w:tcW w:w="241" w:type="dxa"/>
            <w:vAlign w:val="bottom"/>
          </w:tcPr>
          <w:p w14:paraId="48562A9B" w14:textId="77777777" w:rsidR="00C563BE" w:rsidRPr="0076073C" w:rsidRDefault="00C563BE" w:rsidP="00C563BE">
            <w:pPr>
              <w:tabs>
                <w:tab w:val="left" w:pos="3090"/>
                <w:tab w:val="left" w:pos="4860"/>
              </w:tabs>
              <w:ind w:right="-33"/>
              <w:jc w:val="right"/>
              <w:rPr>
                <w:rFonts w:ascii="Browallia New" w:hAnsi="Browallia New" w:cs="Browallia New"/>
                <w:snapToGrid w:val="0"/>
                <w:lang w:eastAsia="th-TH"/>
              </w:rPr>
            </w:pPr>
          </w:p>
        </w:tc>
        <w:tc>
          <w:tcPr>
            <w:tcW w:w="2438" w:type="dxa"/>
            <w:tcBorders>
              <w:top w:val="single" w:sz="4" w:space="0" w:color="auto"/>
              <w:bottom w:val="single" w:sz="12" w:space="0" w:color="auto"/>
            </w:tcBorders>
            <w:vAlign w:val="bottom"/>
          </w:tcPr>
          <w:p w14:paraId="48562A9C" w14:textId="6CB9A69E" w:rsidR="00C563BE" w:rsidRPr="0076073C" w:rsidRDefault="00D92E4A" w:rsidP="00C563BE">
            <w:pPr>
              <w:tabs>
                <w:tab w:val="left" w:pos="3090"/>
                <w:tab w:val="left" w:pos="4860"/>
              </w:tabs>
              <w:ind w:left="-159" w:right="-33"/>
              <w:jc w:val="right"/>
              <w:rPr>
                <w:rFonts w:ascii="Browallia New" w:hAnsi="Browallia New" w:cs="Browallia New"/>
                <w:snapToGrid w:val="0"/>
                <w:lang w:eastAsia="th-TH"/>
              </w:rPr>
            </w:pPr>
            <w:r w:rsidRPr="0076073C">
              <w:rPr>
                <w:rFonts w:ascii="Browallia New" w:hAnsi="Browallia New" w:cs="Browallia New"/>
                <w:snapToGrid w:val="0"/>
                <w:lang w:eastAsia="th-TH"/>
              </w:rPr>
              <w:t>980,470</w:t>
            </w:r>
          </w:p>
        </w:tc>
      </w:tr>
    </w:tbl>
    <w:p w14:paraId="4E097690" w14:textId="6F3CC711" w:rsidR="00D52106" w:rsidRPr="0076073C" w:rsidRDefault="00D52106" w:rsidP="00D52106">
      <w:pPr>
        <w:rPr>
          <w:rFonts w:ascii="Browallia New" w:hAnsi="Browallia New" w:cs="Browallia New"/>
          <w:b/>
          <w:bCs/>
          <w:lang w:val="en-GB"/>
        </w:rPr>
      </w:pPr>
    </w:p>
    <w:p w14:paraId="48562A9F" w14:textId="0A6B5AE1" w:rsidR="003E4706" w:rsidRPr="0076073C" w:rsidRDefault="003E4706"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เงิน</w:t>
      </w:r>
      <w:r w:rsidR="001344A8" w:rsidRPr="0076073C">
        <w:rPr>
          <w:rFonts w:ascii="Browallia New" w:hAnsi="Browallia New" w:cs="Browallia New"/>
          <w:b/>
          <w:bCs/>
          <w:cs/>
        </w:rPr>
        <w:t>เบิกเกินบัญชีและเงินกู</w:t>
      </w:r>
      <w:r w:rsidR="00F11E88" w:rsidRPr="0076073C">
        <w:rPr>
          <w:rFonts w:ascii="Browallia New" w:hAnsi="Browallia New" w:cs="Browallia New"/>
          <w:b/>
          <w:bCs/>
          <w:cs/>
        </w:rPr>
        <w:t>้ยืมระยะสั้นจากสถาบันการเงิน</w:t>
      </w:r>
    </w:p>
    <w:p w14:paraId="5DC31CD7" w14:textId="77777777" w:rsidR="000A4FF2" w:rsidRPr="0076073C" w:rsidRDefault="000A4FF2" w:rsidP="000A4FF2">
      <w:pPr>
        <w:pStyle w:val="ListParagraph"/>
        <w:spacing w:after="0" w:line="240" w:lineRule="auto"/>
        <w:ind w:left="360"/>
        <w:rPr>
          <w:rFonts w:ascii="Browallia New" w:hAnsi="Browallia New" w:cs="Browallia New"/>
          <w:b/>
          <w:bCs/>
          <w:sz w:val="16"/>
          <w:szCs w:val="16"/>
          <w:highlight w:val="yellow"/>
        </w:rPr>
      </w:pPr>
    </w:p>
    <w:tbl>
      <w:tblPr>
        <w:tblW w:w="9090" w:type="dxa"/>
        <w:tblInd w:w="270" w:type="dxa"/>
        <w:tblLayout w:type="fixed"/>
        <w:tblLook w:val="0000" w:firstRow="0" w:lastRow="0" w:firstColumn="0" w:lastColumn="0" w:noHBand="0" w:noVBand="0"/>
      </w:tblPr>
      <w:tblGrid>
        <w:gridCol w:w="2957"/>
        <w:gridCol w:w="1263"/>
        <w:gridCol w:w="236"/>
        <w:gridCol w:w="1293"/>
        <w:gridCol w:w="239"/>
        <w:gridCol w:w="1368"/>
        <w:gridCol w:w="49"/>
        <w:gridCol w:w="203"/>
        <w:gridCol w:w="33"/>
        <w:gridCol w:w="1440"/>
        <w:gridCol w:w="9"/>
      </w:tblGrid>
      <w:tr w:rsidR="004548B9" w:rsidRPr="0076073C" w14:paraId="677F9E5C" w14:textId="77777777" w:rsidTr="00727E31">
        <w:trPr>
          <w:gridAfter w:val="1"/>
          <w:wAfter w:w="9" w:type="dxa"/>
          <w:cantSplit/>
        </w:trPr>
        <w:tc>
          <w:tcPr>
            <w:tcW w:w="2957" w:type="dxa"/>
          </w:tcPr>
          <w:p w14:paraId="1F3F9570" w14:textId="77777777" w:rsidR="004548B9" w:rsidRPr="0076073C" w:rsidRDefault="004548B9" w:rsidP="00A000AD">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6554BD88" w14:textId="77777777" w:rsidR="004548B9" w:rsidRPr="0076073C" w:rsidRDefault="004548B9" w:rsidP="00A000AD">
            <w:pPr>
              <w:pStyle w:val="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76073C" w:rsidRDefault="004548B9" w:rsidP="00A000AD">
            <w:pPr>
              <w:pStyle w:val="3"/>
              <w:tabs>
                <w:tab w:val="clear" w:pos="360"/>
                <w:tab w:val="clear" w:pos="720"/>
              </w:tabs>
              <w:jc w:val="center"/>
              <w:rPr>
                <w:rFonts w:ascii="Browallia New" w:hAnsi="Browallia New" w:cs="Browallia New"/>
                <w:sz w:val="28"/>
                <w:szCs w:val="28"/>
              </w:rPr>
            </w:pPr>
          </w:p>
        </w:tc>
        <w:tc>
          <w:tcPr>
            <w:tcW w:w="1293" w:type="dxa"/>
          </w:tcPr>
          <w:p w14:paraId="0874A59F" w14:textId="77777777" w:rsidR="004548B9" w:rsidRPr="0076073C" w:rsidRDefault="004548B9" w:rsidP="00A000AD">
            <w:pPr>
              <w:pStyle w:val="3"/>
              <w:tabs>
                <w:tab w:val="clear" w:pos="360"/>
                <w:tab w:val="clear" w:pos="720"/>
              </w:tabs>
              <w:jc w:val="right"/>
              <w:rPr>
                <w:rFonts w:ascii="Browallia New" w:hAnsi="Browallia New" w:cs="Browallia New"/>
                <w:sz w:val="28"/>
                <w:szCs w:val="28"/>
              </w:rPr>
            </w:pPr>
          </w:p>
        </w:tc>
        <w:tc>
          <w:tcPr>
            <w:tcW w:w="239" w:type="dxa"/>
          </w:tcPr>
          <w:p w14:paraId="7E027516" w14:textId="77777777" w:rsidR="004548B9" w:rsidRPr="0076073C" w:rsidRDefault="004548B9" w:rsidP="00A000AD">
            <w:pPr>
              <w:pStyle w:val="3"/>
              <w:tabs>
                <w:tab w:val="clear" w:pos="360"/>
                <w:tab w:val="clear" w:pos="720"/>
              </w:tabs>
              <w:jc w:val="right"/>
              <w:rPr>
                <w:rFonts w:ascii="Browallia New" w:hAnsi="Browallia New" w:cs="Browallia New"/>
                <w:sz w:val="28"/>
                <w:szCs w:val="28"/>
              </w:rPr>
            </w:pPr>
          </w:p>
        </w:tc>
        <w:tc>
          <w:tcPr>
            <w:tcW w:w="3093" w:type="dxa"/>
            <w:gridSpan w:val="5"/>
          </w:tcPr>
          <w:p w14:paraId="3F52D344" w14:textId="77777777" w:rsidR="004548B9" w:rsidRPr="0076073C" w:rsidRDefault="004548B9" w:rsidP="00A000AD">
            <w:pPr>
              <w:pStyle w:val="3"/>
              <w:tabs>
                <w:tab w:val="clear" w:pos="360"/>
                <w:tab w:val="clear" w:pos="720"/>
              </w:tabs>
              <w:jc w:val="right"/>
              <w:rPr>
                <w:rFonts w:ascii="Browallia New" w:hAnsi="Browallia New" w:cs="Browallia New"/>
                <w:sz w:val="28"/>
                <w:szCs w:val="28"/>
              </w:rPr>
            </w:pPr>
            <w:r w:rsidRPr="0076073C">
              <w:rPr>
                <w:rFonts w:ascii="Browallia New" w:hAnsi="Browallia New" w:cs="Browallia New"/>
                <w:sz w:val="28"/>
                <w:szCs w:val="28"/>
              </w:rPr>
              <w:t>(</w:t>
            </w:r>
            <w:r w:rsidRPr="0076073C">
              <w:rPr>
                <w:rFonts w:ascii="Browallia New" w:hAnsi="Browallia New" w:cs="Browallia New"/>
                <w:sz w:val="28"/>
                <w:szCs w:val="28"/>
                <w:cs/>
              </w:rPr>
              <w:t xml:space="preserve">หน่วย </w:t>
            </w:r>
            <w:r w:rsidRPr="0076073C">
              <w:rPr>
                <w:rFonts w:ascii="Browallia New" w:hAnsi="Browallia New" w:cs="Browallia New"/>
                <w:sz w:val="28"/>
                <w:szCs w:val="28"/>
                <w:lang w:val="en-GB"/>
              </w:rPr>
              <w:t>:</w:t>
            </w:r>
            <w:r w:rsidRPr="0076073C">
              <w:rPr>
                <w:rFonts w:ascii="Browallia New" w:hAnsi="Browallia New" w:cs="Browallia New"/>
                <w:sz w:val="28"/>
                <w:szCs w:val="28"/>
                <w:cs/>
                <w:lang w:val="en-GB"/>
              </w:rPr>
              <w:t xml:space="preserve"> พัน</w:t>
            </w:r>
            <w:r w:rsidRPr="0076073C">
              <w:rPr>
                <w:rFonts w:ascii="Browallia New" w:hAnsi="Browallia New" w:cs="Browallia New"/>
                <w:sz w:val="28"/>
                <w:szCs w:val="28"/>
                <w:cs/>
              </w:rPr>
              <w:t>บาท)</w:t>
            </w:r>
          </w:p>
        </w:tc>
      </w:tr>
      <w:tr w:rsidR="004548B9" w:rsidRPr="0076073C" w14:paraId="062C7EA5" w14:textId="77777777" w:rsidTr="00727E31">
        <w:trPr>
          <w:gridAfter w:val="1"/>
          <w:wAfter w:w="9" w:type="dxa"/>
          <w:cantSplit/>
        </w:trPr>
        <w:tc>
          <w:tcPr>
            <w:tcW w:w="2957" w:type="dxa"/>
          </w:tcPr>
          <w:p w14:paraId="25EB1447" w14:textId="77777777" w:rsidR="004548B9" w:rsidRPr="0076073C" w:rsidRDefault="004548B9" w:rsidP="00A000AD">
            <w:pPr>
              <w:pStyle w:val="3"/>
              <w:tabs>
                <w:tab w:val="clear" w:pos="360"/>
                <w:tab w:val="clear" w:pos="720"/>
              </w:tabs>
              <w:jc w:val="center"/>
              <w:rPr>
                <w:rFonts w:ascii="Browallia New" w:hAnsi="Browallia New" w:cs="Browallia New"/>
                <w:sz w:val="28"/>
                <w:szCs w:val="28"/>
              </w:rPr>
            </w:pPr>
            <w:r w:rsidRPr="0076073C">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4675AE00" w14:textId="77777777" w:rsidR="004548B9" w:rsidRPr="0076073C" w:rsidRDefault="004548B9" w:rsidP="00A000AD">
            <w:pPr>
              <w:ind w:right="72"/>
              <w:jc w:val="center"/>
              <w:rPr>
                <w:rFonts w:ascii="Browallia New" w:hAnsi="Browallia New" w:cs="Browallia New"/>
                <w:color w:val="000000"/>
                <w:cs/>
              </w:rPr>
            </w:pPr>
            <w:r w:rsidRPr="0076073C">
              <w:rPr>
                <w:rFonts w:ascii="Browallia New" w:hAnsi="Browallia New" w:cs="Browallia New"/>
                <w:cs/>
              </w:rPr>
              <w:t>อัตราดอกเบี้ยร้อยละต่อปี</w:t>
            </w:r>
          </w:p>
        </w:tc>
        <w:tc>
          <w:tcPr>
            <w:tcW w:w="239" w:type="dxa"/>
          </w:tcPr>
          <w:p w14:paraId="2BA11769" w14:textId="77777777" w:rsidR="004548B9" w:rsidRPr="0076073C" w:rsidRDefault="004548B9" w:rsidP="00A000AD">
            <w:pPr>
              <w:ind w:right="72"/>
              <w:jc w:val="center"/>
              <w:rPr>
                <w:rFonts w:ascii="Browallia New" w:hAnsi="Browallia New" w:cs="Browallia New"/>
                <w:color w:val="000000"/>
                <w:cs/>
              </w:rPr>
            </w:pPr>
          </w:p>
        </w:tc>
        <w:tc>
          <w:tcPr>
            <w:tcW w:w="3093" w:type="dxa"/>
            <w:gridSpan w:val="5"/>
            <w:tcBorders>
              <w:bottom w:val="single" w:sz="4" w:space="0" w:color="auto"/>
            </w:tcBorders>
          </w:tcPr>
          <w:p w14:paraId="5E0BCFB7" w14:textId="52FE2FDA" w:rsidR="004548B9" w:rsidRPr="0076073C" w:rsidRDefault="009106A9" w:rsidP="00A000AD">
            <w:pPr>
              <w:ind w:right="72"/>
              <w:jc w:val="center"/>
              <w:rPr>
                <w:rFonts w:ascii="Browallia New" w:hAnsi="Browallia New" w:cs="Browallia New"/>
              </w:rPr>
            </w:pPr>
            <w:r w:rsidRPr="0076073C">
              <w:rPr>
                <w:rFonts w:ascii="Browallia New" w:hAnsi="Browallia New" w:cs="Browallia New"/>
                <w:color w:val="000000"/>
                <w:cs/>
              </w:rPr>
              <w:t>ข้อมูลทาง</w:t>
            </w:r>
            <w:r w:rsidR="004548B9" w:rsidRPr="0076073C">
              <w:rPr>
                <w:rFonts w:ascii="Browallia New" w:hAnsi="Browallia New" w:cs="Browallia New"/>
                <w:color w:val="000000"/>
                <w:cs/>
              </w:rPr>
              <w:t>การเงินรวม</w:t>
            </w:r>
          </w:p>
        </w:tc>
      </w:tr>
      <w:tr w:rsidR="00926ECC" w:rsidRPr="0076073C" w14:paraId="0F1E8615" w14:textId="77777777" w:rsidTr="007406B1">
        <w:trPr>
          <w:gridAfter w:val="1"/>
          <w:wAfter w:w="9" w:type="dxa"/>
          <w:cantSplit/>
        </w:trPr>
        <w:tc>
          <w:tcPr>
            <w:tcW w:w="2957" w:type="dxa"/>
          </w:tcPr>
          <w:p w14:paraId="74032747" w14:textId="77777777" w:rsidR="00926ECC" w:rsidRPr="0076073C" w:rsidRDefault="00926ECC" w:rsidP="00926ECC">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vAlign w:val="bottom"/>
          </w:tcPr>
          <w:p w14:paraId="3806B67F" w14:textId="48F99254" w:rsidR="00926ECC" w:rsidRPr="0076073C" w:rsidRDefault="00926ECC" w:rsidP="00926ECC">
            <w:pPr>
              <w:ind w:right="72"/>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vAlign w:val="bottom"/>
          </w:tcPr>
          <w:p w14:paraId="7493E898" w14:textId="77777777" w:rsidR="00926ECC" w:rsidRPr="0076073C" w:rsidRDefault="00926ECC" w:rsidP="00926ECC">
            <w:pPr>
              <w:ind w:right="72"/>
              <w:jc w:val="center"/>
              <w:rPr>
                <w:rFonts w:ascii="Browallia New" w:hAnsi="Browallia New" w:cs="Browallia New"/>
              </w:rPr>
            </w:pPr>
          </w:p>
        </w:tc>
        <w:tc>
          <w:tcPr>
            <w:tcW w:w="1293" w:type="dxa"/>
            <w:tcBorders>
              <w:bottom w:val="single" w:sz="4" w:space="0" w:color="auto"/>
            </w:tcBorders>
            <w:vAlign w:val="bottom"/>
          </w:tcPr>
          <w:p w14:paraId="345F8A9C" w14:textId="77777777" w:rsidR="00926ECC" w:rsidRPr="0076073C" w:rsidRDefault="00926ECC" w:rsidP="00926ECC">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694F13D7" w14:textId="5055649A" w:rsidR="00926ECC" w:rsidRPr="0076073C" w:rsidRDefault="00926ECC" w:rsidP="00926ECC">
            <w:pPr>
              <w:ind w:left="-105" w:right="-108"/>
              <w:jc w:val="center"/>
              <w:rPr>
                <w:rFonts w:ascii="Browallia New" w:hAnsi="Browallia New" w:cs="Browallia New"/>
              </w:rPr>
            </w:pPr>
            <w:r w:rsidRPr="0076073C">
              <w:rPr>
                <w:rFonts w:ascii="Browallia New" w:hAnsi="Browallia New" w:cs="Browallia New"/>
              </w:rPr>
              <w:t>2567</w:t>
            </w:r>
          </w:p>
        </w:tc>
        <w:tc>
          <w:tcPr>
            <w:tcW w:w="239" w:type="dxa"/>
          </w:tcPr>
          <w:p w14:paraId="19B90C6E" w14:textId="77777777" w:rsidR="00926ECC" w:rsidRPr="0076073C" w:rsidRDefault="00926ECC" w:rsidP="00926ECC">
            <w:pPr>
              <w:ind w:left="-105" w:right="-108"/>
              <w:jc w:val="center"/>
              <w:rPr>
                <w:rFonts w:ascii="Browallia New" w:hAnsi="Browallia New" w:cs="Browallia New"/>
              </w:rPr>
            </w:pPr>
          </w:p>
        </w:tc>
        <w:tc>
          <w:tcPr>
            <w:tcW w:w="1417" w:type="dxa"/>
            <w:gridSpan w:val="2"/>
            <w:tcBorders>
              <w:top w:val="single" w:sz="4" w:space="0" w:color="auto"/>
              <w:bottom w:val="single" w:sz="4" w:space="0" w:color="auto"/>
            </w:tcBorders>
            <w:vAlign w:val="bottom"/>
          </w:tcPr>
          <w:p w14:paraId="6B1E8BF5" w14:textId="1B03CEE5" w:rsidR="00926ECC" w:rsidRPr="0076073C" w:rsidRDefault="00926ECC" w:rsidP="00926ECC">
            <w:pPr>
              <w:ind w:left="-105"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gridSpan w:val="2"/>
            <w:tcBorders>
              <w:top w:val="single" w:sz="4" w:space="0" w:color="auto"/>
            </w:tcBorders>
            <w:vAlign w:val="bottom"/>
          </w:tcPr>
          <w:p w14:paraId="0DEC3875" w14:textId="77777777" w:rsidR="00926ECC" w:rsidRPr="0076073C" w:rsidRDefault="00926ECC" w:rsidP="00926ECC">
            <w:pPr>
              <w:ind w:left="-105" w:right="-108"/>
              <w:jc w:val="right"/>
              <w:rPr>
                <w:rFonts w:ascii="Browallia New" w:hAnsi="Browallia New" w:cs="Browallia New"/>
                <w:u w:val="single"/>
              </w:rPr>
            </w:pPr>
          </w:p>
        </w:tc>
        <w:tc>
          <w:tcPr>
            <w:tcW w:w="1440" w:type="dxa"/>
            <w:tcBorders>
              <w:top w:val="single" w:sz="4" w:space="0" w:color="auto"/>
              <w:bottom w:val="single" w:sz="4" w:space="0" w:color="auto"/>
            </w:tcBorders>
            <w:vAlign w:val="bottom"/>
          </w:tcPr>
          <w:p w14:paraId="2DFF571F" w14:textId="77777777" w:rsidR="00926ECC" w:rsidRPr="0076073C" w:rsidRDefault="00926ECC" w:rsidP="00926ECC">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3A3E9D1F" w14:textId="37BE056C" w:rsidR="00926ECC" w:rsidRPr="0076073C" w:rsidRDefault="00926ECC" w:rsidP="00926ECC">
            <w:pPr>
              <w:ind w:left="-105" w:right="-108"/>
              <w:jc w:val="center"/>
              <w:rPr>
                <w:rFonts w:ascii="Browallia New" w:hAnsi="Browallia New" w:cs="Browallia New"/>
              </w:rPr>
            </w:pPr>
            <w:r w:rsidRPr="0076073C">
              <w:rPr>
                <w:rFonts w:ascii="Browallia New" w:hAnsi="Browallia New" w:cs="Browallia New"/>
              </w:rPr>
              <w:t>2567</w:t>
            </w:r>
          </w:p>
        </w:tc>
      </w:tr>
      <w:tr w:rsidR="005D25B0" w:rsidRPr="0076073C" w14:paraId="0AA4BA63" w14:textId="77777777" w:rsidTr="00727E31">
        <w:trPr>
          <w:gridAfter w:val="1"/>
          <w:wAfter w:w="9" w:type="dxa"/>
          <w:cantSplit/>
        </w:trPr>
        <w:tc>
          <w:tcPr>
            <w:tcW w:w="2957" w:type="dxa"/>
          </w:tcPr>
          <w:p w14:paraId="027BE2C7" w14:textId="77777777" w:rsidR="005D25B0" w:rsidRPr="0076073C" w:rsidRDefault="005D25B0" w:rsidP="00E16333">
            <w:pPr>
              <w:pStyle w:val="3"/>
              <w:tabs>
                <w:tab w:val="clear" w:pos="360"/>
                <w:tab w:val="clear" w:pos="720"/>
              </w:tabs>
              <w:rPr>
                <w:rFonts w:ascii="Browallia New" w:hAnsi="Browallia New" w:cs="Browallia New"/>
                <w:sz w:val="28"/>
                <w:szCs w:val="28"/>
              </w:rPr>
            </w:pPr>
          </w:p>
        </w:tc>
        <w:tc>
          <w:tcPr>
            <w:tcW w:w="1263" w:type="dxa"/>
            <w:tcBorders>
              <w:left w:val="nil"/>
            </w:tcBorders>
          </w:tcPr>
          <w:p w14:paraId="65B7A623" w14:textId="77777777" w:rsidR="005D25B0" w:rsidRPr="0076073C" w:rsidRDefault="005D25B0" w:rsidP="00E16333">
            <w:pPr>
              <w:ind w:right="72"/>
              <w:jc w:val="center"/>
              <w:rPr>
                <w:rFonts w:ascii="Browallia New" w:hAnsi="Browallia New" w:cs="Browallia New"/>
              </w:rPr>
            </w:pPr>
          </w:p>
        </w:tc>
        <w:tc>
          <w:tcPr>
            <w:tcW w:w="236" w:type="dxa"/>
          </w:tcPr>
          <w:p w14:paraId="516D6F3F" w14:textId="77777777" w:rsidR="005D25B0" w:rsidRPr="0076073C" w:rsidRDefault="005D25B0" w:rsidP="00E16333">
            <w:pPr>
              <w:ind w:right="72"/>
              <w:jc w:val="center"/>
              <w:rPr>
                <w:rFonts w:ascii="Browallia New" w:hAnsi="Browallia New" w:cs="Browallia New"/>
              </w:rPr>
            </w:pPr>
          </w:p>
        </w:tc>
        <w:tc>
          <w:tcPr>
            <w:tcW w:w="1293" w:type="dxa"/>
          </w:tcPr>
          <w:p w14:paraId="6E51AF42" w14:textId="77777777" w:rsidR="005D25B0" w:rsidRPr="0076073C" w:rsidRDefault="005D25B0" w:rsidP="00E16333">
            <w:pPr>
              <w:ind w:left="-105" w:right="-108"/>
              <w:jc w:val="center"/>
              <w:rPr>
                <w:rFonts w:ascii="Browallia New" w:hAnsi="Browallia New" w:cs="Browallia New"/>
              </w:rPr>
            </w:pPr>
          </w:p>
        </w:tc>
        <w:tc>
          <w:tcPr>
            <w:tcW w:w="239" w:type="dxa"/>
          </w:tcPr>
          <w:p w14:paraId="4EBD5BFB" w14:textId="77777777" w:rsidR="005D25B0" w:rsidRPr="0076073C" w:rsidRDefault="005D25B0" w:rsidP="00E16333">
            <w:pPr>
              <w:ind w:left="-105" w:right="-108"/>
              <w:jc w:val="center"/>
              <w:rPr>
                <w:rFonts w:ascii="Browallia New" w:hAnsi="Browallia New" w:cs="Browallia New"/>
              </w:rPr>
            </w:pPr>
          </w:p>
        </w:tc>
        <w:tc>
          <w:tcPr>
            <w:tcW w:w="1417" w:type="dxa"/>
            <w:gridSpan w:val="2"/>
            <w:tcBorders>
              <w:top w:val="single" w:sz="4" w:space="0" w:color="auto"/>
            </w:tcBorders>
          </w:tcPr>
          <w:p w14:paraId="517E8054" w14:textId="77777777" w:rsidR="005D25B0" w:rsidRPr="0076073C" w:rsidRDefault="005D25B0" w:rsidP="00E16333">
            <w:pPr>
              <w:ind w:left="-105" w:right="-108"/>
              <w:jc w:val="center"/>
              <w:rPr>
                <w:rFonts w:ascii="Browallia New" w:hAnsi="Browallia New" w:cs="Browallia New"/>
              </w:rPr>
            </w:pPr>
          </w:p>
        </w:tc>
        <w:tc>
          <w:tcPr>
            <w:tcW w:w="236" w:type="dxa"/>
            <w:gridSpan w:val="2"/>
          </w:tcPr>
          <w:p w14:paraId="7D0DEFAD" w14:textId="77777777" w:rsidR="005D25B0" w:rsidRPr="0076073C" w:rsidRDefault="005D25B0" w:rsidP="00E16333">
            <w:pPr>
              <w:ind w:left="-105" w:right="-108"/>
              <w:jc w:val="right"/>
              <w:rPr>
                <w:rFonts w:ascii="Browallia New" w:hAnsi="Browallia New" w:cs="Browallia New"/>
                <w:u w:val="single"/>
              </w:rPr>
            </w:pPr>
          </w:p>
        </w:tc>
        <w:tc>
          <w:tcPr>
            <w:tcW w:w="1440" w:type="dxa"/>
            <w:tcBorders>
              <w:top w:val="single" w:sz="4" w:space="0" w:color="auto"/>
            </w:tcBorders>
          </w:tcPr>
          <w:p w14:paraId="1AB0C5E6" w14:textId="77777777" w:rsidR="005D25B0" w:rsidRPr="0076073C" w:rsidRDefault="005D25B0" w:rsidP="00E16333">
            <w:pPr>
              <w:ind w:left="-105" w:right="-108"/>
              <w:jc w:val="center"/>
              <w:rPr>
                <w:rFonts w:ascii="Browallia New" w:hAnsi="Browallia New" w:cs="Browallia New"/>
              </w:rPr>
            </w:pPr>
          </w:p>
        </w:tc>
      </w:tr>
      <w:tr w:rsidR="00640648" w:rsidRPr="0076073C" w14:paraId="36388CF9" w14:textId="77777777" w:rsidTr="00727E31">
        <w:trPr>
          <w:gridAfter w:val="1"/>
          <w:wAfter w:w="9" w:type="dxa"/>
          <w:cantSplit/>
        </w:trPr>
        <w:tc>
          <w:tcPr>
            <w:tcW w:w="2957" w:type="dxa"/>
            <w:vAlign w:val="bottom"/>
          </w:tcPr>
          <w:p w14:paraId="4E5F6856" w14:textId="77777777" w:rsidR="00640648" w:rsidRPr="0076073C" w:rsidRDefault="00640648" w:rsidP="00640648">
            <w:pPr>
              <w:rPr>
                <w:rFonts w:ascii="Browallia New" w:hAnsi="Browallia New" w:cs="Browallia New"/>
              </w:rPr>
            </w:pPr>
            <w:r w:rsidRPr="0076073C">
              <w:rPr>
                <w:rFonts w:ascii="Browallia New" w:hAnsi="Browallia New" w:cs="Browallia New"/>
                <w:cs/>
              </w:rPr>
              <w:t>เงินเบิกเกินบัญชีธนาคาร</w:t>
            </w:r>
          </w:p>
        </w:tc>
        <w:tc>
          <w:tcPr>
            <w:tcW w:w="1263" w:type="dxa"/>
            <w:tcBorders>
              <w:left w:val="nil"/>
            </w:tcBorders>
          </w:tcPr>
          <w:p w14:paraId="3D32798B" w14:textId="365F4A0E" w:rsidR="00640648" w:rsidRPr="0076073C" w:rsidRDefault="00640648" w:rsidP="00640648">
            <w:pPr>
              <w:jc w:val="center"/>
              <w:rPr>
                <w:rFonts w:ascii="Browallia New" w:hAnsi="Browallia New" w:cs="Browallia New"/>
                <w:color w:val="000000" w:themeColor="text1"/>
              </w:rPr>
            </w:pPr>
            <w:r w:rsidRPr="0076073C">
              <w:rPr>
                <w:rFonts w:ascii="Browallia New" w:hAnsi="Browallia New" w:cs="Browallia New"/>
                <w:color w:val="000000" w:themeColor="text1"/>
              </w:rPr>
              <w:t>7.02 - 7.0</w:t>
            </w:r>
            <w:r w:rsidR="00BD10A5" w:rsidRPr="0076073C">
              <w:rPr>
                <w:rFonts w:ascii="Browallia New" w:hAnsi="Browallia New" w:cs="Browallia New"/>
                <w:color w:val="000000" w:themeColor="text1"/>
              </w:rPr>
              <w:t>8</w:t>
            </w:r>
          </w:p>
        </w:tc>
        <w:tc>
          <w:tcPr>
            <w:tcW w:w="236" w:type="dxa"/>
          </w:tcPr>
          <w:p w14:paraId="546D9C37" w14:textId="77777777" w:rsidR="00640648" w:rsidRPr="0076073C" w:rsidRDefault="00640648" w:rsidP="00640648">
            <w:pPr>
              <w:rPr>
                <w:rFonts w:ascii="Browallia New" w:hAnsi="Browallia New" w:cs="Browallia New"/>
              </w:rPr>
            </w:pPr>
          </w:p>
        </w:tc>
        <w:tc>
          <w:tcPr>
            <w:tcW w:w="1293" w:type="dxa"/>
          </w:tcPr>
          <w:p w14:paraId="0C0ED834" w14:textId="7B9B2A5A" w:rsidR="00640648" w:rsidRPr="0076073C" w:rsidRDefault="00640648" w:rsidP="00640648">
            <w:pPr>
              <w:jc w:val="center"/>
              <w:rPr>
                <w:rFonts w:ascii="Browallia New" w:hAnsi="Browallia New" w:cs="Browallia New"/>
                <w:highlight w:val="yellow"/>
              </w:rPr>
            </w:pPr>
            <w:r w:rsidRPr="0076073C">
              <w:rPr>
                <w:rFonts w:ascii="Browallia New" w:hAnsi="Browallia New" w:cs="Browallia New"/>
                <w:color w:val="000000" w:themeColor="text1"/>
              </w:rPr>
              <w:t>7.27 - 7.33</w:t>
            </w:r>
          </w:p>
        </w:tc>
        <w:tc>
          <w:tcPr>
            <w:tcW w:w="239" w:type="dxa"/>
          </w:tcPr>
          <w:p w14:paraId="3088FDC9" w14:textId="77777777" w:rsidR="00640648" w:rsidRPr="0076073C" w:rsidRDefault="00640648" w:rsidP="00640648">
            <w:pPr>
              <w:jc w:val="right"/>
              <w:rPr>
                <w:rFonts w:ascii="Browallia New" w:hAnsi="Browallia New" w:cs="Browallia New"/>
              </w:rPr>
            </w:pPr>
          </w:p>
        </w:tc>
        <w:tc>
          <w:tcPr>
            <w:tcW w:w="1417" w:type="dxa"/>
            <w:gridSpan w:val="2"/>
          </w:tcPr>
          <w:p w14:paraId="127CD905" w14:textId="4D2475B4"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1,512 </w:t>
            </w:r>
          </w:p>
        </w:tc>
        <w:tc>
          <w:tcPr>
            <w:tcW w:w="236" w:type="dxa"/>
            <w:gridSpan w:val="2"/>
          </w:tcPr>
          <w:p w14:paraId="5A9E55DA" w14:textId="77777777" w:rsidR="00640648" w:rsidRPr="0076073C" w:rsidRDefault="00640648" w:rsidP="00640648">
            <w:pPr>
              <w:pStyle w:val="a"/>
              <w:ind w:left="-157" w:right="0"/>
              <w:rPr>
                <w:rFonts w:ascii="Browallia New" w:hAnsi="Browallia New" w:cs="Browallia New"/>
                <w:sz w:val="28"/>
                <w:szCs w:val="28"/>
              </w:rPr>
            </w:pPr>
          </w:p>
        </w:tc>
        <w:tc>
          <w:tcPr>
            <w:tcW w:w="1440" w:type="dxa"/>
          </w:tcPr>
          <w:p w14:paraId="07507F84" w14:textId="08205789" w:rsidR="00640648" w:rsidRPr="0076073C" w:rsidRDefault="00640648" w:rsidP="00640648">
            <w:pPr>
              <w:jc w:val="right"/>
              <w:rPr>
                <w:rFonts w:ascii="Browallia New" w:hAnsi="Browallia New" w:cs="Browallia New"/>
              </w:rPr>
            </w:pPr>
            <w:r w:rsidRPr="0076073C">
              <w:rPr>
                <w:rFonts w:ascii="Browallia New" w:hAnsi="Browallia New" w:cs="Browallia New"/>
              </w:rPr>
              <w:t>916</w:t>
            </w:r>
          </w:p>
        </w:tc>
      </w:tr>
      <w:tr w:rsidR="00640648" w:rsidRPr="0076073C" w14:paraId="454E35D2" w14:textId="77777777" w:rsidTr="00727E31">
        <w:trPr>
          <w:gridAfter w:val="1"/>
          <w:wAfter w:w="9" w:type="dxa"/>
          <w:cantSplit/>
        </w:trPr>
        <w:tc>
          <w:tcPr>
            <w:tcW w:w="2957" w:type="dxa"/>
          </w:tcPr>
          <w:p w14:paraId="3284F1C4" w14:textId="77777777" w:rsidR="00640648" w:rsidRPr="0076073C" w:rsidRDefault="00640648" w:rsidP="00640648">
            <w:pPr>
              <w:tabs>
                <w:tab w:val="left" w:pos="540"/>
              </w:tabs>
              <w:ind w:right="-108"/>
              <w:rPr>
                <w:rFonts w:ascii="Browallia New" w:hAnsi="Browallia New" w:cs="Browallia New"/>
                <w:lang w:val="en-GB"/>
              </w:rPr>
            </w:pPr>
            <w:r w:rsidRPr="0076073C">
              <w:rPr>
                <w:rFonts w:ascii="Browallia New" w:hAnsi="Browallia New" w:cs="Browallia New"/>
                <w:cs/>
              </w:rPr>
              <w:t>หนี้สินภายใต้สัญญาทรัสต์รีซีทส์</w:t>
            </w:r>
          </w:p>
        </w:tc>
        <w:tc>
          <w:tcPr>
            <w:tcW w:w="1263" w:type="dxa"/>
            <w:tcBorders>
              <w:left w:val="nil"/>
            </w:tcBorders>
          </w:tcPr>
          <w:p w14:paraId="313BC6B8" w14:textId="6240FF3D" w:rsidR="00640648" w:rsidRPr="0076073C" w:rsidRDefault="00640648" w:rsidP="00640648">
            <w:pPr>
              <w:jc w:val="center"/>
              <w:rPr>
                <w:rFonts w:ascii="Browallia New" w:hAnsi="Browallia New" w:cs="Browallia New"/>
                <w:color w:val="000000" w:themeColor="text1"/>
              </w:rPr>
            </w:pPr>
            <w:r w:rsidRPr="0076073C">
              <w:rPr>
                <w:rFonts w:ascii="Browallia New" w:hAnsi="Browallia New" w:cs="Browallia New"/>
                <w:color w:val="000000" w:themeColor="text1"/>
              </w:rPr>
              <w:t>2.40</w:t>
            </w:r>
          </w:p>
        </w:tc>
        <w:tc>
          <w:tcPr>
            <w:tcW w:w="236" w:type="dxa"/>
          </w:tcPr>
          <w:p w14:paraId="5D434481" w14:textId="77777777" w:rsidR="00640648" w:rsidRPr="0076073C" w:rsidRDefault="00640648" w:rsidP="00640648">
            <w:pPr>
              <w:rPr>
                <w:rFonts w:ascii="Browallia New" w:hAnsi="Browallia New" w:cs="Browallia New"/>
              </w:rPr>
            </w:pPr>
          </w:p>
        </w:tc>
        <w:tc>
          <w:tcPr>
            <w:tcW w:w="1293" w:type="dxa"/>
          </w:tcPr>
          <w:p w14:paraId="78A7E386" w14:textId="09F64F2D" w:rsidR="00640648" w:rsidRPr="0076073C" w:rsidRDefault="00640648" w:rsidP="00640648">
            <w:pPr>
              <w:jc w:val="center"/>
              <w:rPr>
                <w:rFonts w:ascii="Browallia New" w:hAnsi="Browallia New" w:cs="Browallia New"/>
                <w:highlight w:val="yellow"/>
              </w:rPr>
            </w:pPr>
            <w:r w:rsidRPr="0076073C">
              <w:rPr>
                <w:rFonts w:ascii="Browallia New" w:hAnsi="Browallia New" w:cs="Browallia New"/>
                <w:color w:val="000000" w:themeColor="text1"/>
              </w:rPr>
              <w:t>2.70</w:t>
            </w:r>
          </w:p>
        </w:tc>
        <w:tc>
          <w:tcPr>
            <w:tcW w:w="239" w:type="dxa"/>
          </w:tcPr>
          <w:p w14:paraId="5BD083A3" w14:textId="77777777" w:rsidR="00640648" w:rsidRPr="0076073C" w:rsidRDefault="00640648" w:rsidP="00640648">
            <w:pPr>
              <w:jc w:val="right"/>
              <w:rPr>
                <w:rFonts w:ascii="Browallia New" w:hAnsi="Browallia New" w:cs="Browallia New"/>
              </w:rPr>
            </w:pPr>
          </w:p>
        </w:tc>
        <w:tc>
          <w:tcPr>
            <w:tcW w:w="1417" w:type="dxa"/>
            <w:gridSpan w:val="2"/>
          </w:tcPr>
          <w:p w14:paraId="6956FD12" w14:textId="0AC462C5"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13,000 </w:t>
            </w:r>
          </w:p>
        </w:tc>
        <w:tc>
          <w:tcPr>
            <w:tcW w:w="236" w:type="dxa"/>
            <w:gridSpan w:val="2"/>
          </w:tcPr>
          <w:p w14:paraId="49379B37" w14:textId="77777777" w:rsidR="00640648" w:rsidRPr="0076073C" w:rsidRDefault="00640648" w:rsidP="00640648">
            <w:pPr>
              <w:pStyle w:val="a"/>
              <w:ind w:left="-157" w:right="0"/>
              <w:rPr>
                <w:rFonts w:ascii="Browallia New" w:hAnsi="Browallia New" w:cs="Browallia New"/>
                <w:sz w:val="28"/>
                <w:szCs w:val="28"/>
                <w:lang w:eastAsia="en-US"/>
              </w:rPr>
            </w:pPr>
          </w:p>
        </w:tc>
        <w:tc>
          <w:tcPr>
            <w:tcW w:w="1440" w:type="dxa"/>
          </w:tcPr>
          <w:p w14:paraId="754A7A99" w14:textId="5BCAD93E" w:rsidR="00640648" w:rsidRPr="0076073C" w:rsidRDefault="00640648" w:rsidP="00640648">
            <w:pPr>
              <w:jc w:val="right"/>
              <w:rPr>
                <w:rFonts w:ascii="Browallia New" w:hAnsi="Browallia New" w:cs="Browallia New"/>
              </w:rPr>
            </w:pPr>
            <w:r w:rsidRPr="0076073C">
              <w:rPr>
                <w:rFonts w:ascii="Browallia New" w:hAnsi="Browallia New" w:cs="Browallia New"/>
              </w:rPr>
              <w:t>109,123</w:t>
            </w:r>
          </w:p>
        </w:tc>
      </w:tr>
      <w:tr w:rsidR="00640648" w:rsidRPr="0076073C" w14:paraId="63707221" w14:textId="77777777" w:rsidTr="00CC40EE">
        <w:trPr>
          <w:gridAfter w:val="1"/>
          <w:wAfter w:w="9" w:type="dxa"/>
          <w:cantSplit/>
        </w:trPr>
        <w:tc>
          <w:tcPr>
            <w:tcW w:w="2957" w:type="dxa"/>
          </w:tcPr>
          <w:p w14:paraId="6473850A" w14:textId="77777777" w:rsidR="00640648" w:rsidRPr="0076073C" w:rsidRDefault="00640648" w:rsidP="00640648">
            <w:pPr>
              <w:tabs>
                <w:tab w:val="left" w:pos="540"/>
              </w:tabs>
              <w:ind w:right="-108"/>
              <w:rPr>
                <w:rFonts w:ascii="Browallia New" w:hAnsi="Browallia New" w:cs="Browallia New"/>
              </w:rPr>
            </w:pPr>
            <w:r w:rsidRPr="0076073C">
              <w:rPr>
                <w:rFonts w:ascii="Browallia New" w:hAnsi="Browallia New" w:cs="Browallia New"/>
                <w:cs/>
              </w:rPr>
              <w:t>เงินกู้ยืมระยะสั้น</w:t>
            </w:r>
          </w:p>
        </w:tc>
        <w:tc>
          <w:tcPr>
            <w:tcW w:w="1263" w:type="dxa"/>
            <w:tcBorders>
              <w:left w:val="nil"/>
            </w:tcBorders>
          </w:tcPr>
          <w:p w14:paraId="3EC3C2F9" w14:textId="3EAC3899" w:rsidR="00640648" w:rsidRPr="0076073C" w:rsidRDefault="00640648" w:rsidP="00640648">
            <w:pPr>
              <w:jc w:val="center"/>
              <w:rPr>
                <w:rFonts w:ascii="Browallia New" w:hAnsi="Browallia New" w:cs="Browallia New"/>
                <w:color w:val="000000" w:themeColor="text1"/>
              </w:rPr>
            </w:pPr>
            <w:r w:rsidRPr="0076073C">
              <w:rPr>
                <w:rFonts w:ascii="Browallia New" w:hAnsi="Browallia New" w:cs="Browallia New"/>
                <w:color w:val="000000" w:themeColor="text1"/>
              </w:rPr>
              <w:t>2.33 - 7.20</w:t>
            </w:r>
          </w:p>
        </w:tc>
        <w:tc>
          <w:tcPr>
            <w:tcW w:w="236" w:type="dxa"/>
          </w:tcPr>
          <w:p w14:paraId="771BAB56" w14:textId="77777777" w:rsidR="00640648" w:rsidRPr="0076073C" w:rsidRDefault="00640648" w:rsidP="00640648">
            <w:pPr>
              <w:rPr>
                <w:rFonts w:ascii="Browallia New" w:hAnsi="Browallia New" w:cs="Browallia New"/>
              </w:rPr>
            </w:pPr>
          </w:p>
        </w:tc>
        <w:tc>
          <w:tcPr>
            <w:tcW w:w="1293" w:type="dxa"/>
          </w:tcPr>
          <w:p w14:paraId="7B88FD1F" w14:textId="49483130" w:rsidR="00640648" w:rsidRPr="0076073C" w:rsidRDefault="00640648" w:rsidP="00640648">
            <w:pPr>
              <w:jc w:val="center"/>
              <w:rPr>
                <w:rFonts w:ascii="Browallia New" w:hAnsi="Browallia New" w:cs="Browallia New"/>
                <w:highlight w:val="yellow"/>
              </w:rPr>
            </w:pPr>
            <w:r w:rsidRPr="0076073C">
              <w:rPr>
                <w:rFonts w:ascii="Browallia New" w:hAnsi="Browallia New" w:cs="Browallia New"/>
                <w:color w:val="000000" w:themeColor="text1"/>
              </w:rPr>
              <w:t>6.80 - 7.20</w:t>
            </w:r>
          </w:p>
        </w:tc>
        <w:tc>
          <w:tcPr>
            <w:tcW w:w="239" w:type="dxa"/>
          </w:tcPr>
          <w:p w14:paraId="51638A44" w14:textId="77777777" w:rsidR="00640648" w:rsidRPr="0076073C" w:rsidRDefault="00640648" w:rsidP="00640648">
            <w:pPr>
              <w:jc w:val="right"/>
              <w:rPr>
                <w:rFonts w:ascii="Browallia New" w:hAnsi="Browallia New" w:cs="Browallia New"/>
              </w:rPr>
            </w:pPr>
          </w:p>
        </w:tc>
        <w:tc>
          <w:tcPr>
            <w:tcW w:w="1417" w:type="dxa"/>
            <w:gridSpan w:val="2"/>
            <w:tcBorders>
              <w:bottom w:val="single" w:sz="4" w:space="0" w:color="auto"/>
            </w:tcBorders>
          </w:tcPr>
          <w:p w14:paraId="72BC4437" w14:textId="2B0DD405"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63,329 </w:t>
            </w:r>
          </w:p>
        </w:tc>
        <w:tc>
          <w:tcPr>
            <w:tcW w:w="236" w:type="dxa"/>
            <w:gridSpan w:val="2"/>
          </w:tcPr>
          <w:p w14:paraId="3B91F94D" w14:textId="77777777" w:rsidR="00640648" w:rsidRPr="0076073C" w:rsidRDefault="00640648" w:rsidP="00640648">
            <w:pPr>
              <w:pStyle w:val="a"/>
              <w:ind w:left="-157" w:right="0"/>
              <w:rPr>
                <w:rFonts w:ascii="Browallia New" w:hAnsi="Browallia New" w:cs="Browallia New"/>
                <w:sz w:val="28"/>
                <w:szCs w:val="28"/>
                <w:lang w:eastAsia="en-US"/>
              </w:rPr>
            </w:pPr>
          </w:p>
        </w:tc>
        <w:tc>
          <w:tcPr>
            <w:tcW w:w="1440" w:type="dxa"/>
          </w:tcPr>
          <w:p w14:paraId="6A15DA9C" w14:textId="0FFCFB64" w:rsidR="00640648" w:rsidRPr="0076073C" w:rsidRDefault="00640648" w:rsidP="00640648">
            <w:pPr>
              <w:jc w:val="right"/>
              <w:rPr>
                <w:rFonts w:ascii="Browallia New" w:hAnsi="Browallia New" w:cs="Browallia New"/>
              </w:rPr>
            </w:pPr>
            <w:r w:rsidRPr="0076073C">
              <w:rPr>
                <w:rFonts w:ascii="Browallia New" w:hAnsi="Browallia New" w:cs="Browallia New"/>
              </w:rPr>
              <w:t>13,551</w:t>
            </w:r>
          </w:p>
        </w:tc>
      </w:tr>
      <w:tr w:rsidR="00376439" w:rsidRPr="0076073C" w14:paraId="34B70073" w14:textId="77777777" w:rsidTr="00727E31">
        <w:trPr>
          <w:gridAfter w:val="1"/>
          <w:wAfter w:w="9" w:type="dxa"/>
          <w:cantSplit/>
          <w:trHeight w:val="58"/>
        </w:trPr>
        <w:tc>
          <w:tcPr>
            <w:tcW w:w="2957" w:type="dxa"/>
          </w:tcPr>
          <w:p w14:paraId="6BD7458F" w14:textId="77777777" w:rsidR="00376439" w:rsidRPr="0076073C" w:rsidRDefault="00376439" w:rsidP="00376439">
            <w:pPr>
              <w:tabs>
                <w:tab w:val="left" w:pos="540"/>
              </w:tabs>
              <w:ind w:left="266"/>
              <w:rPr>
                <w:rFonts w:ascii="Browallia New" w:hAnsi="Browallia New" w:cs="Browallia New"/>
                <w:cs/>
                <w:lang w:val="th-TH"/>
              </w:rPr>
            </w:pPr>
            <w:r w:rsidRPr="0076073C">
              <w:rPr>
                <w:rFonts w:ascii="Browallia New" w:hAnsi="Browallia New" w:cs="Browallia New"/>
                <w:cs/>
              </w:rPr>
              <w:t>รวม</w:t>
            </w:r>
          </w:p>
        </w:tc>
        <w:tc>
          <w:tcPr>
            <w:tcW w:w="1263" w:type="dxa"/>
            <w:tcBorders>
              <w:left w:val="nil"/>
            </w:tcBorders>
          </w:tcPr>
          <w:p w14:paraId="3C947C88" w14:textId="77777777" w:rsidR="00376439" w:rsidRPr="0076073C" w:rsidRDefault="00376439" w:rsidP="00376439">
            <w:pPr>
              <w:rPr>
                <w:rFonts w:ascii="Browallia New" w:hAnsi="Browallia New" w:cs="Browallia New"/>
              </w:rPr>
            </w:pPr>
          </w:p>
        </w:tc>
        <w:tc>
          <w:tcPr>
            <w:tcW w:w="236" w:type="dxa"/>
          </w:tcPr>
          <w:p w14:paraId="277A315E" w14:textId="77777777" w:rsidR="00376439" w:rsidRPr="0076073C" w:rsidRDefault="00376439" w:rsidP="00376439">
            <w:pPr>
              <w:rPr>
                <w:rFonts w:ascii="Browallia New" w:hAnsi="Browallia New" w:cs="Browallia New"/>
              </w:rPr>
            </w:pPr>
          </w:p>
        </w:tc>
        <w:tc>
          <w:tcPr>
            <w:tcW w:w="1293" w:type="dxa"/>
          </w:tcPr>
          <w:p w14:paraId="15C4B353" w14:textId="77777777" w:rsidR="00376439" w:rsidRPr="0076073C" w:rsidRDefault="00376439" w:rsidP="00376439">
            <w:pPr>
              <w:jc w:val="right"/>
              <w:rPr>
                <w:rFonts w:ascii="Browallia New" w:hAnsi="Browallia New" w:cs="Browallia New"/>
              </w:rPr>
            </w:pPr>
          </w:p>
        </w:tc>
        <w:tc>
          <w:tcPr>
            <w:tcW w:w="239" w:type="dxa"/>
          </w:tcPr>
          <w:p w14:paraId="36203844" w14:textId="77777777" w:rsidR="00376439" w:rsidRPr="0076073C" w:rsidRDefault="00376439" w:rsidP="00376439">
            <w:pPr>
              <w:jc w:val="right"/>
              <w:rPr>
                <w:rFonts w:ascii="Browallia New" w:hAnsi="Browallia New" w:cs="Browallia New"/>
              </w:rPr>
            </w:pPr>
          </w:p>
        </w:tc>
        <w:tc>
          <w:tcPr>
            <w:tcW w:w="1417" w:type="dxa"/>
            <w:gridSpan w:val="2"/>
            <w:tcBorders>
              <w:top w:val="single" w:sz="4" w:space="0" w:color="auto"/>
              <w:bottom w:val="single" w:sz="12" w:space="0" w:color="auto"/>
            </w:tcBorders>
          </w:tcPr>
          <w:p w14:paraId="0D1B5CA0" w14:textId="0A622326" w:rsidR="00376439" w:rsidRPr="0076073C" w:rsidRDefault="00640648" w:rsidP="00376439">
            <w:pPr>
              <w:jc w:val="right"/>
              <w:rPr>
                <w:rFonts w:ascii="Browallia New" w:hAnsi="Browallia New" w:cs="Browallia New"/>
              </w:rPr>
            </w:pPr>
            <w:r w:rsidRPr="0076073C">
              <w:rPr>
                <w:rFonts w:ascii="Browallia New" w:hAnsi="Browallia New" w:cs="Browallia New"/>
              </w:rPr>
              <w:t>77,841</w:t>
            </w:r>
          </w:p>
        </w:tc>
        <w:tc>
          <w:tcPr>
            <w:tcW w:w="236" w:type="dxa"/>
            <w:gridSpan w:val="2"/>
          </w:tcPr>
          <w:p w14:paraId="6DBD2A62" w14:textId="77777777" w:rsidR="00376439" w:rsidRPr="0076073C" w:rsidRDefault="00376439" w:rsidP="00376439">
            <w:pPr>
              <w:pStyle w:val="a"/>
              <w:ind w:left="-157" w:right="0"/>
              <w:rPr>
                <w:rFonts w:ascii="Browallia New" w:hAnsi="Browallia New" w:cs="Browallia New"/>
                <w:sz w:val="28"/>
                <w:szCs w:val="28"/>
                <w:lang w:eastAsia="en-US"/>
              </w:rPr>
            </w:pPr>
          </w:p>
        </w:tc>
        <w:tc>
          <w:tcPr>
            <w:tcW w:w="1440" w:type="dxa"/>
            <w:tcBorders>
              <w:top w:val="single" w:sz="4" w:space="0" w:color="auto"/>
              <w:bottom w:val="single" w:sz="12" w:space="0" w:color="auto"/>
            </w:tcBorders>
          </w:tcPr>
          <w:p w14:paraId="0D0FDDA7" w14:textId="7744D2F6" w:rsidR="00376439" w:rsidRPr="0076073C" w:rsidRDefault="00376439" w:rsidP="00376439">
            <w:pPr>
              <w:jc w:val="right"/>
              <w:rPr>
                <w:rFonts w:ascii="Browallia New" w:hAnsi="Browallia New" w:cs="Browallia New"/>
                <w:cs/>
              </w:rPr>
            </w:pPr>
            <w:r w:rsidRPr="0076073C">
              <w:rPr>
                <w:rFonts w:ascii="Browallia New" w:hAnsi="Browallia New" w:cs="Browallia New"/>
              </w:rPr>
              <w:t>123,590</w:t>
            </w:r>
          </w:p>
        </w:tc>
      </w:tr>
      <w:tr w:rsidR="00CC40EE" w:rsidRPr="0076073C" w14:paraId="316CDB38" w14:textId="77777777" w:rsidTr="00CC40EE">
        <w:trPr>
          <w:cantSplit/>
          <w:trHeight w:val="110"/>
        </w:trPr>
        <w:tc>
          <w:tcPr>
            <w:tcW w:w="2957" w:type="dxa"/>
          </w:tcPr>
          <w:p w14:paraId="124A50B8" w14:textId="77777777" w:rsidR="00CC40EE" w:rsidRPr="0076073C" w:rsidRDefault="00CC40EE" w:rsidP="00376439">
            <w:pPr>
              <w:tabs>
                <w:tab w:val="left" w:pos="540"/>
              </w:tabs>
              <w:ind w:left="266"/>
              <w:rPr>
                <w:rFonts w:ascii="Browallia New" w:hAnsi="Browallia New" w:cs="Browallia New"/>
                <w:cs/>
              </w:rPr>
            </w:pPr>
          </w:p>
        </w:tc>
        <w:tc>
          <w:tcPr>
            <w:tcW w:w="1263" w:type="dxa"/>
            <w:tcBorders>
              <w:left w:val="nil"/>
            </w:tcBorders>
          </w:tcPr>
          <w:p w14:paraId="48076CA6" w14:textId="77777777" w:rsidR="00CC40EE" w:rsidRPr="0076073C" w:rsidRDefault="00CC40EE" w:rsidP="00376439">
            <w:pPr>
              <w:rPr>
                <w:rFonts w:ascii="Browallia New" w:hAnsi="Browallia New" w:cs="Browallia New"/>
              </w:rPr>
            </w:pPr>
          </w:p>
        </w:tc>
        <w:tc>
          <w:tcPr>
            <w:tcW w:w="236" w:type="dxa"/>
          </w:tcPr>
          <w:p w14:paraId="5FDFF2EC" w14:textId="77777777" w:rsidR="00CC40EE" w:rsidRPr="0076073C" w:rsidRDefault="00CC40EE" w:rsidP="00376439">
            <w:pPr>
              <w:rPr>
                <w:rFonts w:ascii="Browallia New" w:hAnsi="Browallia New" w:cs="Browallia New"/>
              </w:rPr>
            </w:pPr>
          </w:p>
        </w:tc>
        <w:tc>
          <w:tcPr>
            <w:tcW w:w="1293" w:type="dxa"/>
          </w:tcPr>
          <w:p w14:paraId="2D7720AD" w14:textId="77777777" w:rsidR="00CC40EE" w:rsidRPr="0076073C" w:rsidRDefault="00CC40EE" w:rsidP="00376439">
            <w:pPr>
              <w:jc w:val="right"/>
              <w:rPr>
                <w:rFonts w:ascii="Browallia New" w:hAnsi="Browallia New" w:cs="Browallia New"/>
              </w:rPr>
            </w:pPr>
          </w:p>
        </w:tc>
        <w:tc>
          <w:tcPr>
            <w:tcW w:w="239" w:type="dxa"/>
          </w:tcPr>
          <w:p w14:paraId="4E2D57A0" w14:textId="77777777" w:rsidR="00CC40EE" w:rsidRPr="0076073C" w:rsidRDefault="00CC40EE" w:rsidP="00376439">
            <w:pPr>
              <w:jc w:val="right"/>
              <w:rPr>
                <w:rFonts w:ascii="Browallia New" w:hAnsi="Browallia New" w:cs="Browallia New"/>
              </w:rPr>
            </w:pPr>
          </w:p>
        </w:tc>
        <w:tc>
          <w:tcPr>
            <w:tcW w:w="1417" w:type="dxa"/>
            <w:gridSpan w:val="2"/>
            <w:tcBorders>
              <w:top w:val="single" w:sz="12" w:space="0" w:color="auto"/>
            </w:tcBorders>
          </w:tcPr>
          <w:p w14:paraId="3C87799B" w14:textId="77777777" w:rsidR="00CC40EE" w:rsidRPr="0076073C" w:rsidRDefault="00CC40EE" w:rsidP="00376439">
            <w:pPr>
              <w:jc w:val="right"/>
              <w:rPr>
                <w:rFonts w:ascii="Browallia New" w:hAnsi="Browallia New" w:cs="Browallia New"/>
              </w:rPr>
            </w:pPr>
          </w:p>
        </w:tc>
        <w:tc>
          <w:tcPr>
            <w:tcW w:w="236" w:type="dxa"/>
            <w:gridSpan w:val="2"/>
          </w:tcPr>
          <w:p w14:paraId="3450F90A" w14:textId="77777777" w:rsidR="00CC40EE" w:rsidRPr="0076073C" w:rsidRDefault="00CC40EE" w:rsidP="00376439">
            <w:pPr>
              <w:pStyle w:val="a"/>
              <w:ind w:left="-157" w:right="0"/>
              <w:rPr>
                <w:rFonts w:ascii="Browallia New" w:hAnsi="Browallia New" w:cs="Browallia New"/>
                <w:sz w:val="28"/>
                <w:szCs w:val="28"/>
                <w:lang w:eastAsia="en-US"/>
              </w:rPr>
            </w:pPr>
          </w:p>
        </w:tc>
        <w:tc>
          <w:tcPr>
            <w:tcW w:w="1440" w:type="dxa"/>
            <w:gridSpan w:val="2"/>
            <w:tcBorders>
              <w:top w:val="single" w:sz="12" w:space="0" w:color="auto"/>
            </w:tcBorders>
          </w:tcPr>
          <w:p w14:paraId="216EC449" w14:textId="77777777" w:rsidR="00CC40EE" w:rsidRPr="0076073C" w:rsidRDefault="00CC40EE" w:rsidP="00376439">
            <w:pPr>
              <w:jc w:val="right"/>
              <w:rPr>
                <w:rFonts w:ascii="Browallia New" w:hAnsi="Browallia New" w:cs="Browallia New"/>
              </w:rPr>
            </w:pPr>
          </w:p>
        </w:tc>
      </w:tr>
      <w:tr w:rsidR="00376439" w:rsidRPr="0076073C" w14:paraId="0B6B383C" w14:textId="77777777" w:rsidTr="00727E31">
        <w:trPr>
          <w:cantSplit/>
        </w:trPr>
        <w:tc>
          <w:tcPr>
            <w:tcW w:w="2957" w:type="dxa"/>
          </w:tcPr>
          <w:p w14:paraId="4165A0B0" w14:textId="77777777" w:rsidR="00376439" w:rsidRPr="0076073C" w:rsidRDefault="00376439" w:rsidP="00376439">
            <w:pPr>
              <w:pStyle w:val="3"/>
              <w:tabs>
                <w:tab w:val="clear" w:pos="360"/>
                <w:tab w:val="clear" w:pos="720"/>
              </w:tabs>
              <w:jc w:val="center"/>
              <w:rPr>
                <w:rFonts w:ascii="Browallia New" w:hAnsi="Browallia New" w:cs="Browallia New"/>
                <w:sz w:val="28"/>
                <w:szCs w:val="28"/>
              </w:rPr>
            </w:pPr>
          </w:p>
        </w:tc>
        <w:tc>
          <w:tcPr>
            <w:tcW w:w="1263" w:type="dxa"/>
            <w:tcBorders>
              <w:left w:val="nil"/>
            </w:tcBorders>
          </w:tcPr>
          <w:p w14:paraId="72D24E16" w14:textId="77777777" w:rsidR="00376439" w:rsidRPr="0076073C" w:rsidRDefault="00376439" w:rsidP="00376439">
            <w:pPr>
              <w:pStyle w:val="3"/>
              <w:tabs>
                <w:tab w:val="clear" w:pos="360"/>
                <w:tab w:val="clear" w:pos="720"/>
              </w:tabs>
              <w:jc w:val="center"/>
              <w:rPr>
                <w:rFonts w:ascii="Browallia New" w:hAnsi="Browallia New" w:cs="Browallia New"/>
                <w:sz w:val="28"/>
                <w:szCs w:val="28"/>
              </w:rPr>
            </w:pPr>
          </w:p>
        </w:tc>
        <w:tc>
          <w:tcPr>
            <w:tcW w:w="236" w:type="dxa"/>
          </w:tcPr>
          <w:p w14:paraId="090A989B" w14:textId="77777777" w:rsidR="00376439" w:rsidRPr="0076073C" w:rsidRDefault="00376439" w:rsidP="00376439">
            <w:pPr>
              <w:pStyle w:val="3"/>
              <w:tabs>
                <w:tab w:val="clear" w:pos="360"/>
                <w:tab w:val="clear" w:pos="720"/>
              </w:tabs>
              <w:jc w:val="center"/>
              <w:rPr>
                <w:rFonts w:ascii="Browallia New" w:hAnsi="Browallia New" w:cs="Browallia New"/>
                <w:sz w:val="28"/>
                <w:szCs w:val="28"/>
              </w:rPr>
            </w:pPr>
          </w:p>
        </w:tc>
        <w:tc>
          <w:tcPr>
            <w:tcW w:w="1293" w:type="dxa"/>
          </w:tcPr>
          <w:p w14:paraId="768D3A76" w14:textId="77777777" w:rsidR="00376439" w:rsidRPr="0076073C" w:rsidRDefault="00376439" w:rsidP="00376439">
            <w:pPr>
              <w:pStyle w:val="3"/>
              <w:tabs>
                <w:tab w:val="clear" w:pos="360"/>
                <w:tab w:val="clear" w:pos="720"/>
              </w:tabs>
              <w:jc w:val="center"/>
              <w:rPr>
                <w:rFonts w:ascii="Browallia New" w:hAnsi="Browallia New" w:cs="Browallia New"/>
                <w:sz w:val="28"/>
                <w:szCs w:val="28"/>
              </w:rPr>
            </w:pPr>
          </w:p>
        </w:tc>
        <w:tc>
          <w:tcPr>
            <w:tcW w:w="239" w:type="dxa"/>
          </w:tcPr>
          <w:p w14:paraId="2308BE00" w14:textId="77777777" w:rsidR="00376439" w:rsidRPr="0076073C" w:rsidRDefault="00376439" w:rsidP="00376439">
            <w:pPr>
              <w:pStyle w:val="3"/>
              <w:tabs>
                <w:tab w:val="clear" w:pos="360"/>
                <w:tab w:val="clear" w:pos="720"/>
              </w:tabs>
              <w:jc w:val="right"/>
              <w:rPr>
                <w:rFonts w:ascii="Browallia New" w:hAnsi="Browallia New" w:cs="Browallia New"/>
                <w:sz w:val="28"/>
                <w:szCs w:val="28"/>
              </w:rPr>
            </w:pPr>
          </w:p>
        </w:tc>
        <w:tc>
          <w:tcPr>
            <w:tcW w:w="3102" w:type="dxa"/>
            <w:gridSpan w:val="6"/>
          </w:tcPr>
          <w:p w14:paraId="216DC6AA" w14:textId="77777777" w:rsidR="00376439" w:rsidRPr="0076073C" w:rsidRDefault="00376439" w:rsidP="00376439">
            <w:pPr>
              <w:pStyle w:val="3"/>
              <w:tabs>
                <w:tab w:val="clear" w:pos="360"/>
                <w:tab w:val="clear" w:pos="720"/>
              </w:tabs>
              <w:jc w:val="right"/>
              <w:rPr>
                <w:rFonts w:ascii="Browallia New" w:hAnsi="Browallia New" w:cs="Browallia New"/>
                <w:sz w:val="28"/>
                <w:szCs w:val="28"/>
                <w:cs/>
              </w:rPr>
            </w:pPr>
            <w:r w:rsidRPr="0076073C">
              <w:rPr>
                <w:rFonts w:ascii="Browallia New" w:hAnsi="Browallia New" w:cs="Browallia New"/>
                <w:sz w:val="28"/>
                <w:szCs w:val="28"/>
              </w:rPr>
              <w:t>(</w:t>
            </w:r>
            <w:r w:rsidRPr="0076073C">
              <w:rPr>
                <w:rFonts w:ascii="Browallia New" w:hAnsi="Browallia New" w:cs="Browallia New"/>
                <w:sz w:val="28"/>
                <w:szCs w:val="28"/>
                <w:cs/>
              </w:rPr>
              <w:t xml:space="preserve">หน่วย </w:t>
            </w:r>
            <w:r w:rsidRPr="0076073C">
              <w:rPr>
                <w:rFonts w:ascii="Browallia New" w:hAnsi="Browallia New" w:cs="Browallia New"/>
                <w:sz w:val="28"/>
                <w:szCs w:val="28"/>
                <w:lang w:val="en-GB"/>
              </w:rPr>
              <w:t>:</w:t>
            </w:r>
            <w:r w:rsidRPr="0076073C">
              <w:rPr>
                <w:rFonts w:ascii="Browallia New" w:hAnsi="Browallia New" w:cs="Browallia New"/>
                <w:sz w:val="28"/>
                <w:szCs w:val="28"/>
                <w:cs/>
                <w:lang w:val="en-GB"/>
              </w:rPr>
              <w:t xml:space="preserve"> พัน</w:t>
            </w:r>
            <w:r w:rsidRPr="0076073C">
              <w:rPr>
                <w:rFonts w:ascii="Browallia New" w:hAnsi="Browallia New" w:cs="Browallia New"/>
                <w:sz w:val="28"/>
                <w:szCs w:val="28"/>
                <w:cs/>
              </w:rPr>
              <w:t>บาท)</w:t>
            </w:r>
          </w:p>
        </w:tc>
      </w:tr>
      <w:tr w:rsidR="00376439" w:rsidRPr="0076073C" w14:paraId="48E3607E" w14:textId="77777777" w:rsidTr="00727E31">
        <w:trPr>
          <w:cantSplit/>
        </w:trPr>
        <w:tc>
          <w:tcPr>
            <w:tcW w:w="2957" w:type="dxa"/>
          </w:tcPr>
          <w:p w14:paraId="2B590C6C" w14:textId="77777777" w:rsidR="00376439" w:rsidRPr="0076073C" w:rsidRDefault="00376439" w:rsidP="00376439">
            <w:pPr>
              <w:pStyle w:val="3"/>
              <w:tabs>
                <w:tab w:val="clear" w:pos="360"/>
                <w:tab w:val="clear" w:pos="720"/>
              </w:tabs>
              <w:jc w:val="center"/>
              <w:rPr>
                <w:rFonts w:ascii="Browallia New" w:hAnsi="Browallia New" w:cs="Browallia New"/>
                <w:sz w:val="28"/>
                <w:szCs w:val="28"/>
              </w:rPr>
            </w:pPr>
            <w:r w:rsidRPr="0076073C">
              <w:rPr>
                <w:rFonts w:ascii="Browallia New" w:hAnsi="Browallia New" w:cs="Browallia New"/>
                <w:b/>
                <w:bCs/>
                <w:sz w:val="28"/>
                <w:szCs w:val="28"/>
                <w:cs/>
                <w:lang w:val="en-GB"/>
              </w:rPr>
              <w:tab/>
            </w:r>
          </w:p>
        </w:tc>
        <w:tc>
          <w:tcPr>
            <w:tcW w:w="2792" w:type="dxa"/>
            <w:gridSpan w:val="3"/>
            <w:tcBorders>
              <w:left w:val="nil"/>
              <w:bottom w:val="single" w:sz="4" w:space="0" w:color="auto"/>
            </w:tcBorders>
          </w:tcPr>
          <w:p w14:paraId="123E4EAC" w14:textId="77777777" w:rsidR="00376439" w:rsidRPr="0076073C" w:rsidRDefault="00376439" w:rsidP="00376439">
            <w:pPr>
              <w:ind w:right="72"/>
              <w:jc w:val="center"/>
              <w:rPr>
                <w:rFonts w:ascii="Browallia New" w:hAnsi="Browallia New" w:cs="Browallia New"/>
              </w:rPr>
            </w:pPr>
            <w:r w:rsidRPr="0076073C">
              <w:rPr>
                <w:rFonts w:ascii="Browallia New" w:hAnsi="Browallia New" w:cs="Browallia New"/>
                <w:cs/>
              </w:rPr>
              <w:t>อัตราดอกเบี้ยร้อยละต่อปี</w:t>
            </w:r>
          </w:p>
        </w:tc>
        <w:tc>
          <w:tcPr>
            <w:tcW w:w="239" w:type="dxa"/>
          </w:tcPr>
          <w:p w14:paraId="7B5CE23D" w14:textId="77777777" w:rsidR="00376439" w:rsidRPr="0076073C" w:rsidRDefault="00376439" w:rsidP="00376439">
            <w:pPr>
              <w:ind w:right="72"/>
              <w:jc w:val="center"/>
              <w:rPr>
                <w:rFonts w:ascii="Browallia New" w:hAnsi="Browallia New" w:cs="Browallia New"/>
                <w:color w:val="000000"/>
                <w:cs/>
              </w:rPr>
            </w:pPr>
          </w:p>
        </w:tc>
        <w:tc>
          <w:tcPr>
            <w:tcW w:w="3102" w:type="dxa"/>
            <w:gridSpan w:val="6"/>
            <w:tcBorders>
              <w:bottom w:val="single" w:sz="4" w:space="0" w:color="auto"/>
            </w:tcBorders>
          </w:tcPr>
          <w:p w14:paraId="3560427C" w14:textId="4476A3B8" w:rsidR="00376439" w:rsidRPr="0076073C" w:rsidRDefault="00376439" w:rsidP="00376439">
            <w:pPr>
              <w:ind w:right="72"/>
              <w:jc w:val="center"/>
              <w:rPr>
                <w:rFonts w:ascii="Browallia New" w:hAnsi="Browallia New" w:cs="Browallia New"/>
              </w:rPr>
            </w:pPr>
            <w:r w:rsidRPr="0076073C">
              <w:rPr>
                <w:rFonts w:ascii="Browallia New" w:hAnsi="Browallia New" w:cs="Browallia New"/>
                <w:color w:val="000000"/>
                <w:cs/>
              </w:rPr>
              <w:t>ข้อมูลทางการเงินเฉพาะบริษัท</w:t>
            </w:r>
          </w:p>
        </w:tc>
      </w:tr>
      <w:tr w:rsidR="00376439" w:rsidRPr="0076073C" w14:paraId="5246DE58" w14:textId="77777777" w:rsidTr="007406B1">
        <w:trPr>
          <w:cantSplit/>
        </w:trPr>
        <w:tc>
          <w:tcPr>
            <w:tcW w:w="2957" w:type="dxa"/>
          </w:tcPr>
          <w:p w14:paraId="55F9AC9F" w14:textId="77777777" w:rsidR="00376439" w:rsidRPr="0076073C" w:rsidRDefault="00376439" w:rsidP="00376439">
            <w:pPr>
              <w:pStyle w:val="3"/>
              <w:tabs>
                <w:tab w:val="clear" w:pos="360"/>
                <w:tab w:val="clear" w:pos="720"/>
              </w:tabs>
              <w:rPr>
                <w:rFonts w:ascii="Browallia New" w:hAnsi="Browallia New" w:cs="Browallia New"/>
                <w:sz w:val="28"/>
                <w:szCs w:val="28"/>
              </w:rPr>
            </w:pPr>
          </w:p>
        </w:tc>
        <w:tc>
          <w:tcPr>
            <w:tcW w:w="1263" w:type="dxa"/>
            <w:tcBorders>
              <w:left w:val="nil"/>
              <w:bottom w:val="single" w:sz="4" w:space="0" w:color="auto"/>
            </w:tcBorders>
            <w:vAlign w:val="bottom"/>
          </w:tcPr>
          <w:p w14:paraId="66602A59" w14:textId="797AF601" w:rsidR="00376439" w:rsidRPr="0076073C" w:rsidRDefault="00376439" w:rsidP="00376439">
            <w:pPr>
              <w:ind w:right="72"/>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36" w:type="dxa"/>
            <w:vAlign w:val="bottom"/>
          </w:tcPr>
          <w:p w14:paraId="12458954" w14:textId="77777777" w:rsidR="00376439" w:rsidRPr="0076073C" w:rsidRDefault="00376439" w:rsidP="00376439">
            <w:pPr>
              <w:ind w:right="72"/>
              <w:jc w:val="center"/>
              <w:rPr>
                <w:rFonts w:ascii="Browallia New" w:hAnsi="Browallia New" w:cs="Browallia New"/>
              </w:rPr>
            </w:pPr>
          </w:p>
        </w:tc>
        <w:tc>
          <w:tcPr>
            <w:tcW w:w="1293" w:type="dxa"/>
            <w:tcBorders>
              <w:bottom w:val="single" w:sz="4" w:space="0" w:color="auto"/>
            </w:tcBorders>
            <w:vAlign w:val="bottom"/>
          </w:tcPr>
          <w:p w14:paraId="14DC0A41" w14:textId="77777777" w:rsidR="00376439" w:rsidRPr="0076073C" w:rsidRDefault="00376439" w:rsidP="00376439">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10B20BB3" w14:textId="58821FFA" w:rsidR="00376439" w:rsidRPr="0076073C" w:rsidRDefault="00376439" w:rsidP="00376439">
            <w:pPr>
              <w:ind w:left="-105" w:right="-108"/>
              <w:jc w:val="center"/>
              <w:rPr>
                <w:rFonts w:ascii="Browallia New" w:hAnsi="Browallia New" w:cs="Browallia New"/>
              </w:rPr>
            </w:pPr>
            <w:r w:rsidRPr="0076073C">
              <w:rPr>
                <w:rFonts w:ascii="Browallia New" w:hAnsi="Browallia New" w:cs="Browallia New"/>
              </w:rPr>
              <w:t>2567</w:t>
            </w:r>
          </w:p>
        </w:tc>
        <w:tc>
          <w:tcPr>
            <w:tcW w:w="239" w:type="dxa"/>
          </w:tcPr>
          <w:p w14:paraId="19777DA3" w14:textId="77777777" w:rsidR="00376439" w:rsidRPr="0076073C" w:rsidRDefault="00376439" w:rsidP="00376439">
            <w:pPr>
              <w:ind w:left="-105" w:right="-108"/>
              <w:jc w:val="center"/>
              <w:rPr>
                <w:rFonts w:ascii="Browallia New" w:hAnsi="Browallia New" w:cs="Browallia New"/>
              </w:rPr>
            </w:pPr>
          </w:p>
        </w:tc>
        <w:tc>
          <w:tcPr>
            <w:tcW w:w="1368" w:type="dxa"/>
            <w:tcBorders>
              <w:top w:val="single" w:sz="4" w:space="0" w:color="auto"/>
              <w:bottom w:val="single" w:sz="4" w:space="0" w:color="auto"/>
            </w:tcBorders>
            <w:vAlign w:val="bottom"/>
          </w:tcPr>
          <w:p w14:paraId="181BA51E" w14:textId="151671C1" w:rsidR="00376439" w:rsidRPr="0076073C" w:rsidRDefault="00376439" w:rsidP="00376439">
            <w:pPr>
              <w:ind w:left="-105" w:right="-108"/>
              <w:jc w:val="center"/>
              <w:rPr>
                <w:rFonts w:ascii="Browallia New" w:hAnsi="Browallia New" w:cs="Browallia New"/>
                <w:cs/>
              </w:rPr>
            </w:pPr>
            <w:r w:rsidRPr="0076073C">
              <w:rPr>
                <w:rFonts w:ascii="Browallia New" w:hAnsi="Browallia New" w:cs="Browallia New"/>
              </w:rPr>
              <w:t>31</w:t>
            </w:r>
            <w:r w:rsidRPr="0076073C">
              <w:rPr>
                <w:rFonts w:ascii="Browallia New" w:hAnsi="Browallia New" w:cs="Browallia New"/>
                <w:cs/>
              </w:rPr>
              <w:t xml:space="preserve"> มีนาคม</w:t>
            </w:r>
            <w:r w:rsidRPr="0076073C">
              <w:rPr>
                <w:rStyle w:val="normaltextrun"/>
                <w:rFonts w:ascii="Browallia New" w:hAnsi="Browallia New" w:cs="Browallia New"/>
                <w:cs/>
              </w:rPr>
              <w:br/>
            </w:r>
            <w:r w:rsidRPr="0076073C">
              <w:rPr>
                <w:rStyle w:val="normaltextrun"/>
                <w:rFonts w:ascii="Browallia New" w:hAnsi="Browallia New" w:cs="Browallia New"/>
              </w:rPr>
              <w:t>2568</w:t>
            </w:r>
          </w:p>
        </w:tc>
        <w:tc>
          <w:tcPr>
            <w:tcW w:w="252" w:type="dxa"/>
            <w:gridSpan w:val="2"/>
            <w:tcBorders>
              <w:top w:val="single" w:sz="4" w:space="0" w:color="auto"/>
            </w:tcBorders>
            <w:vAlign w:val="bottom"/>
          </w:tcPr>
          <w:p w14:paraId="779A2DA3" w14:textId="77777777" w:rsidR="00376439" w:rsidRPr="0076073C" w:rsidRDefault="00376439" w:rsidP="00376439">
            <w:pPr>
              <w:ind w:left="-105" w:right="-108"/>
              <w:jc w:val="right"/>
              <w:rPr>
                <w:rFonts w:ascii="Browallia New" w:hAnsi="Browallia New" w:cs="Browallia New"/>
                <w:u w:val="single"/>
              </w:rPr>
            </w:pPr>
          </w:p>
        </w:tc>
        <w:tc>
          <w:tcPr>
            <w:tcW w:w="1482" w:type="dxa"/>
            <w:gridSpan w:val="3"/>
            <w:tcBorders>
              <w:top w:val="single" w:sz="4" w:space="0" w:color="auto"/>
              <w:bottom w:val="single" w:sz="4" w:space="0" w:color="auto"/>
            </w:tcBorders>
            <w:vAlign w:val="bottom"/>
          </w:tcPr>
          <w:p w14:paraId="1A011F53" w14:textId="77777777" w:rsidR="00376439" w:rsidRPr="0076073C" w:rsidRDefault="00376439" w:rsidP="00376439">
            <w:pPr>
              <w:ind w:left="-105" w:right="-108"/>
              <w:jc w:val="center"/>
              <w:rPr>
                <w:rFonts w:ascii="Browallia New" w:hAnsi="Browallia New" w:cs="Browallia New"/>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w:t>
            </w:r>
          </w:p>
          <w:p w14:paraId="70D5B9D4" w14:textId="381B8486" w:rsidR="00376439" w:rsidRPr="0076073C" w:rsidRDefault="00376439" w:rsidP="00376439">
            <w:pPr>
              <w:ind w:left="-105" w:right="-108"/>
              <w:jc w:val="center"/>
              <w:rPr>
                <w:rFonts w:ascii="Browallia New" w:hAnsi="Browallia New" w:cs="Browallia New"/>
              </w:rPr>
            </w:pPr>
            <w:r w:rsidRPr="0076073C">
              <w:rPr>
                <w:rFonts w:ascii="Browallia New" w:hAnsi="Browallia New" w:cs="Browallia New"/>
              </w:rPr>
              <w:t>2567</w:t>
            </w:r>
          </w:p>
        </w:tc>
      </w:tr>
      <w:tr w:rsidR="00376439" w:rsidRPr="0076073C" w14:paraId="30C14C79" w14:textId="77777777" w:rsidTr="00727E31">
        <w:trPr>
          <w:cantSplit/>
        </w:trPr>
        <w:tc>
          <w:tcPr>
            <w:tcW w:w="2957" w:type="dxa"/>
          </w:tcPr>
          <w:p w14:paraId="57EB8938" w14:textId="77777777" w:rsidR="00376439" w:rsidRPr="0076073C" w:rsidRDefault="00376439" w:rsidP="00376439">
            <w:pPr>
              <w:pStyle w:val="3"/>
              <w:tabs>
                <w:tab w:val="clear" w:pos="360"/>
                <w:tab w:val="clear" w:pos="720"/>
              </w:tabs>
              <w:rPr>
                <w:rFonts w:ascii="Browallia New" w:hAnsi="Browallia New" w:cs="Browallia New"/>
                <w:sz w:val="28"/>
                <w:szCs w:val="28"/>
              </w:rPr>
            </w:pPr>
          </w:p>
        </w:tc>
        <w:tc>
          <w:tcPr>
            <w:tcW w:w="1263" w:type="dxa"/>
            <w:tcBorders>
              <w:left w:val="nil"/>
            </w:tcBorders>
          </w:tcPr>
          <w:p w14:paraId="01FC17B8" w14:textId="77777777" w:rsidR="00376439" w:rsidRPr="0076073C" w:rsidRDefault="00376439" w:rsidP="00376439">
            <w:pPr>
              <w:ind w:right="72"/>
              <w:jc w:val="center"/>
              <w:rPr>
                <w:rFonts w:ascii="Browallia New" w:hAnsi="Browallia New" w:cs="Browallia New"/>
              </w:rPr>
            </w:pPr>
          </w:p>
        </w:tc>
        <w:tc>
          <w:tcPr>
            <w:tcW w:w="236" w:type="dxa"/>
          </w:tcPr>
          <w:p w14:paraId="3F269050" w14:textId="77777777" w:rsidR="00376439" w:rsidRPr="0076073C" w:rsidRDefault="00376439" w:rsidP="00376439">
            <w:pPr>
              <w:ind w:right="72"/>
              <w:jc w:val="center"/>
              <w:rPr>
                <w:rFonts w:ascii="Browallia New" w:hAnsi="Browallia New" w:cs="Browallia New"/>
              </w:rPr>
            </w:pPr>
          </w:p>
        </w:tc>
        <w:tc>
          <w:tcPr>
            <w:tcW w:w="1293" w:type="dxa"/>
          </w:tcPr>
          <w:p w14:paraId="457B15D2" w14:textId="77777777" w:rsidR="00376439" w:rsidRPr="0076073C" w:rsidRDefault="00376439" w:rsidP="00376439">
            <w:pPr>
              <w:ind w:left="-105" w:right="-108"/>
              <w:jc w:val="center"/>
              <w:rPr>
                <w:rFonts w:ascii="Browallia New" w:hAnsi="Browallia New" w:cs="Browallia New"/>
              </w:rPr>
            </w:pPr>
          </w:p>
        </w:tc>
        <w:tc>
          <w:tcPr>
            <w:tcW w:w="239" w:type="dxa"/>
          </w:tcPr>
          <w:p w14:paraId="1E00F215" w14:textId="77777777" w:rsidR="00376439" w:rsidRPr="0076073C" w:rsidRDefault="00376439" w:rsidP="00376439">
            <w:pPr>
              <w:ind w:left="-105" w:right="-108"/>
              <w:jc w:val="center"/>
              <w:rPr>
                <w:rFonts w:ascii="Browallia New" w:hAnsi="Browallia New" w:cs="Browallia New"/>
              </w:rPr>
            </w:pPr>
          </w:p>
        </w:tc>
        <w:tc>
          <w:tcPr>
            <w:tcW w:w="1368" w:type="dxa"/>
            <w:tcBorders>
              <w:top w:val="single" w:sz="4" w:space="0" w:color="auto"/>
            </w:tcBorders>
          </w:tcPr>
          <w:p w14:paraId="2553CC79" w14:textId="77777777" w:rsidR="00376439" w:rsidRPr="0076073C" w:rsidRDefault="00376439" w:rsidP="00376439">
            <w:pPr>
              <w:ind w:left="-105" w:right="-108"/>
              <w:jc w:val="center"/>
              <w:rPr>
                <w:rFonts w:ascii="Browallia New" w:hAnsi="Browallia New" w:cs="Browallia New"/>
              </w:rPr>
            </w:pPr>
          </w:p>
        </w:tc>
        <w:tc>
          <w:tcPr>
            <w:tcW w:w="252" w:type="dxa"/>
            <w:gridSpan w:val="2"/>
          </w:tcPr>
          <w:p w14:paraId="1AD80451" w14:textId="77777777" w:rsidR="00376439" w:rsidRPr="0076073C" w:rsidRDefault="00376439" w:rsidP="00376439">
            <w:pPr>
              <w:ind w:left="-105" w:right="-108"/>
              <w:jc w:val="right"/>
              <w:rPr>
                <w:rFonts w:ascii="Browallia New" w:hAnsi="Browallia New" w:cs="Browallia New"/>
                <w:u w:val="single"/>
              </w:rPr>
            </w:pPr>
          </w:p>
        </w:tc>
        <w:tc>
          <w:tcPr>
            <w:tcW w:w="1482" w:type="dxa"/>
            <w:gridSpan w:val="3"/>
            <w:tcBorders>
              <w:top w:val="single" w:sz="4" w:space="0" w:color="auto"/>
            </w:tcBorders>
          </w:tcPr>
          <w:p w14:paraId="6C2A6067" w14:textId="77777777" w:rsidR="00376439" w:rsidRPr="0076073C" w:rsidRDefault="00376439" w:rsidP="00376439">
            <w:pPr>
              <w:ind w:left="-105" w:right="-108"/>
              <w:jc w:val="center"/>
              <w:rPr>
                <w:rFonts w:ascii="Browallia New" w:hAnsi="Browallia New" w:cs="Browallia New"/>
              </w:rPr>
            </w:pPr>
          </w:p>
        </w:tc>
      </w:tr>
      <w:tr w:rsidR="00640648" w:rsidRPr="0076073C" w14:paraId="15B9070D" w14:textId="77777777" w:rsidTr="00727E31">
        <w:trPr>
          <w:cantSplit/>
        </w:trPr>
        <w:tc>
          <w:tcPr>
            <w:tcW w:w="2957" w:type="dxa"/>
            <w:vAlign w:val="bottom"/>
          </w:tcPr>
          <w:p w14:paraId="300AD3C2" w14:textId="77777777" w:rsidR="00640648" w:rsidRPr="0076073C" w:rsidRDefault="00640648" w:rsidP="00640648">
            <w:pPr>
              <w:rPr>
                <w:rFonts w:ascii="Browallia New" w:hAnsi="Browallia New" w:cs="Browallia New"/>
              </w:rPr>
            </w:pPr>
            <w:r w:rsidRPr="0076073C">
              <w:rPr>
                <w:rFonts w:ascii="Browallia New" w:hAnsi="Browallia New" w:cs="Browallia New"/>
                <w:cs/>
              </w:rPr>
              <w:t>เงินเบิกเกินบัญชีธนาคาร</w:t>
            </w:r>
          </w:p>
        </w:tc>
        <w:tc>
          <w:tcPr>
            <w:tcW w:w="1263" w:type="dxa"/>
            <w:tcBorders>
              <w:left w:val="nil"/>
            </w:tcBorders>
          </w:tcPr>
          <w:p w14:paraId="2A6A8E86" w14:textId="51B24A20" w:rsidR="00640648" w:rsidRPr="0076073C" w:rsidRDefault="0076073C" w:rsidP="00640648">
            <w:pPr>
              <w:jc w:val="center"/>
              <w:rPr>
                <w:rFonts w:ascii="Browallia New" w:hAnsi="Browallia New" w:cs="Browallia New"/>
                <w:color w:val="000000" w:themeColor="text1"/>
                <w:cs/>
              </w:rPr>
            </w:pPr>
            <w:r w:rsidRPr="0076073C">
              <w:rPr>
                <w:rFonts w:ascii="Browallia New" w:hAnsi="Browallia New" w:cs="Browallia New"/>
                <w:color w:val="000000" w:themeColor="text1"/>
              </w:rPr>
              <w:t>7</w:t>
            </w:r>
            <w:r w:rsidR="00640648" w:rsidRPr="0076073C">
              <w:rPr>
                <w:rFonts w:ascii="Browallia New" w:hAnsi="Browallia New" w:cs="Browallia New"/>
                <w:color w:val="000000" w:themeColor="text1"/>
                <w:cs/>
              </w:rPr>
              <w:t>.</w:t>
            </w:r>
            <w:r w:rsidRPr="0076073C">
              <w:rPr>
                <w:rFonts w:ascii="Browallia New" w:hAnsi="Browallia New" w:cs="Browallia New"/>
                <w:color w:val="000000" w:themeColor="text1"/>
              </w:rPr>
              <w:t>02</w:t>
            </w:r>
            <w:r w:rsidR="00640648" w:rsidRPr="0076073C">
              <w:rPr>
                <w:rFonts w:ascii="Browallia New" w:hAnsi="Browallia New" w:cs="Browallia New"/>
                <w:color w:val="000000" w:themeColor="text1"/>
                <w:cs/>
              </w:rPr>
              <w:t xml:space="preserve"> </w:t>
            </w:r>
            <w:r w:rsidR="00640648" w:rsidRPr="0076073C">
              <w:rPr>
                <w:rFonts w:ascii="Browallia New" w:hAnsi="Browallia New" w:cs="Browallia New"/>
                <w:color w:val="000000" w:themeColor="text1"/>
              </w:rPr>
              <w:t>-</w:t>
            </w:r>
            <w:r w:rsidR="00640648" w:rsidRPr="0076073C">
              <w:rPr>
                <w:rFonts w:ascii="Browallia New" w:hAnsi="Browallia New" w:cs="Browallia New"/>
                <w:color w:val="000000" w:themeColor="text1"/>
                <w:cs/>
              </w:rPr>
              <w:t xml:space="preserve"> </w:t>
            </w:r>
            <w:r w:rsidRPr="0076073C">
              <w:rPr>
                <w:rFonts w:ascii="Browallia New" w:hAnsi="Browallia New" w:cs="Browallia New"/>
                <w:color w:val="000000" w:themeColor="text1"/>
              </w:rPr>
              <w:t>7</w:t>
            </w:r>
            <w:r w:rsidR="00640648" w:rsidRPr="0076073C">
              <w:rPr>
                <w:rFonts w:ascii="Browallia New" w:hAnsi="Browallia New" w:cs="Browallia New"/>
                <w:color w:val="000000" w:themeColor="text1"/>
                <w:cs/>
              </w:rPr>
              <w:t>.</w:t>
            </w:r>
            <w:r w:rsidRPr="0076073C">
              <w:rPr>
                <w:rFonts w:ascii="Browallia New" w:hAnsi="Browallia New" w:cs="Browallia New"/>
                <w:color w:val="000000" w:themeColor="text1"/>
              </w:rPr>
              <w:t>0</w:t>
            </w:r>
            <w:r w:rsidR="00BD10A5" w:rsidRPr="0076073C">
              <w:rPr>
                <w:rFonts w:ascii="Browallia New" w:hAnsi="Browallia New" w:cs="Browallia New"/>
                <w:color w:val="000000" w:themeColor="text1"/>
              </w:rPr>
              <w:t>8</w:t>
            </w:r>
          </w:p>
        </w:tc>
        <w:tc>
          <w:tcPr>
            <w:tcW w:w="236" w:type="dxa"/>
          </w:tcPr>
          <w:p w14:paraId="54EA6460" w14:textId="77777777" w:rsidR="00640648" w:rsidRPr="0076073C" w:rsidRDefault="00640648" w:rsidP="00640648">
            <w:pPr>
              <w:rPr>
                <w:rFonts w:ascii="Browallia New" w:hAnsi="Browallia New" w:cs="Browallia New"/>
              </w:rPr>
            </w:pPr>
          </w:p>
        </w:tc>
        <w:tc>
          <w:tcPr>
            <w:tcW w:w="1293" w:type="dxa"/>
          </w:tcPr>
          <w:p w14:paraId="3F198B78" w14:textId="0AB4B72F" w:rsidR="00640648" w:rsidRPr="0076073C" w:rsidRDefault="00640648" w:rsidP="00640648">
            <w:pPr>
              <w:jc w:val="center"/>
              <w:rPr>
                <w:rFonts w:ascii="Browallia New" w:hAnsi="Browallia New" w:cs="Browallia New"/>
              </w:rPr>
            </w:pPr>
            <w:r w:rsidRPr="0076073C">
              <w:rPr>
                <w:rFonts w:ascii="Browallia New" w:hAnsi="Browallia New" w:cs="Browallia New"/>
                <w:color w:val="000000" w:themeColor="text1"/>
              </w:rPr>
              <w:t>7.27 - 7.33</w:t>
            </w:r>
          </w:p>
        </w:tc>
        <w:tc>
          <w:tcPr>
            <w:tcW w:w="239" w:type="dxa"/>
          </w:tcPr>
          <w:p w14:paraId="52085734" w14:textId="77777777" w:rsidR="00640648" w:rsidRPr="0076073C" w:rsidRDefault="00640648" w:rsidP="00640648">
            <w:pPr>
              <w:jc w:val="right"/>
              <w:rPr>
                <w:rFonts w:ascii="Browallia New" w:hAnsi="Browallia New" w:cs="Browallia New"/>
              </w:rPr>
            </w:pPr>
          </w:p>
        </w:tc>
        <w:tc>
          <w:tcPr>
            <w:tcW w:w="1368" w:type="dxa"/>
          </w:tcPr>
          <w:p w14:paraId="25065337" w14:textId="58A72B29"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1,512 </w:t>
            </w:r>
          </w:p>
        </w:tc>
        <w:tc>
          <w:tcPr>
            <w:tcW w:w="252" w:type="dxa"/>
            <w:gridSpan w:val="2"/>
          </w:tcPr>
          <w:p w14:paraId="7EB318FA" w14:textId="77777777" w:rsidR="00640648" w:rsidRPr="0076073C" w:rsidRDefault="00640648" w:rsidP="00640648">
            <w:pPr>
              <w:pStyle w:val="a"/>
              <w:ind w:left="-157" w:right="0"/>
              <w:rPr>
                <w:rFonts w:ascii="Browallia New" w:hAnsi="Browallia New" w:cs="Browallia New"/>
                <w:sz w:val="28"/>
                <w:szCs w:val="28"/>
              </w:rPr>
            </w:pPr>
          </w:p>
        </w:tc>
        <w:tc>
          <w:tcPr>
            <w:tcW w:w="1482" w:type="dxa"/>
            <w:gridSpan w:val="3"/>
          </w:tcPr>
          <w:p w14:paraId="37D23145" w14:textId="6816FA6C" w:rsidR="00640648" w:rsidRPr="0076073C" w:rsidRDefault="00640648" w:rsidP="00640648">
            <w:pPr>
              <w:jc w:val="right"/>
              <w:rPr>
                <w:rFonts w:ascii="Browallia New" w:hAnsi="Browallia New" w:cs="Browallia New"/>
              </w:rPr>
            </w:pPr>
            <w:r w:rsidRPr="0076073C">
              <w:rPr>
                <w:rFonts w:ascii="Browallia New" w:hAnsi="Browallia New" w:cs="Browallia New"/>
              </w:rPr>
              <w:t>916</w:t>
            </w:r>
          </w:p>
        </w:tc>
      </w:tr>
      <w:tr w:rsidR="00640648" w:rsidRPr="0076073C" w14:paraId="6DED9223" w14:textId="77777777" w:rsidTr="00727E31">
        <w:trPr>
          <w:cantSplit/>
        </w:trPr>
        <w:tc>
          <w:tcPr>
            <w:tcW w:w="2957" w:type="dxa"/>
          </w:tcPr>
          <w:p w14:paraId="76502F2C" w14:textId="77777777" w:rsidR="00640648" w:rsidRPr="0076073C" w:rsidRDefault="00640648" w:rsidP="00640648">
            <w:pPr>
              <w:tabs>
                <w:tab w:val="left" w:pos="540"/>
              </w:tabs>
              <w:ind w:right="-108"/>
              <w:rPr>
                <w:rFonts w:ascii="Browallia New" w:hAnsi="Browallia New" w:cs="Browallia New"/>
                <w:lang w:val="en-GB"/>
              </w:rPr>
            </w:pPr>
            <w:r w:rsidRPr="0076073C">
              <w:rPr>
                <w:rFonts w:ascii="Browallia New" w:hAnsi="Browallia New" w:cs="Browallia New"/>
                <w:cs/>
              </w:rPr>
              <w:t>หนี้สินภายใต้สัญญาทรัสต์รีซีทส์</w:t>
            </w:r>
          </w:p>
        </w:tc>
        <w:tc>
          <w:tcPr>
            <w:tcW w:w="1263" w:type="dxa"/>
            <w:tcBorders>
              <w:left w:val="nil"/>
            </w:tcBorders>
          </w:tcPr>
          <w:p w14:paraId="7D2EA6B0" w14:textId="1390604E" w:rsidR="00640648" w:rsidRPr="0076073C" w:rsidRDefault="0076073C" w:rsidP="00640648">
            <w:pPr>
              <w:jc w:val="center"/>
              <w:rPr>
                <w:rFonts w:ascii="Browallia New" w:hAnsi="Browallia New" w:cs="Browallia New"/>
                <w:color w:val="000000" w:themeColor="text1"/>
              </w:rPr>
            </w:pPr>
            <w:r w:rsidRPr="0076073C">
              <w:rPr>
                <w:rFonts w:ascii="Browallia New" w:hAnsi="Browallia New" w:cs="Browallia New"/>
                <w:color w:val="000000" w:themeColor="text1"/>
              </w:rPr>
              <w:t>2</w:t>
            </w:r>
            <w:r w:rsidR="00640648" w:rsidRPr="0076073C">
              <w:rPr>
                <w:rFonts w:ascii="Browallia New" w:hAnsi="Browallia New" w:cs="Browallia New"/>
                <w:color w:val="000000" w:themeColor="text1"/>
                <w:cs/>
              </w:rPr>
              <w:t>.</w:t>
            </w:r>
            <w:r w:rsidRPr="0076073C">
              <w:rPr>
                <w:rFonts w:ascii="Browallia New" w:hAnsi="Browallia New" w:cs="Browallia New"/>
                <w:color w:val="000000" w:themeColor="text1"/>
              </w:rPr>
              <w:t>40</w:t>
            </w:r>
          </w:p>
        </w:tc>
        <w:tc>
          <w:tcPr>
            <w:tcW w:w="236" w:type="dxa"/>
          </w:tcPr>
          <w:p w14:paraId="01BDA9F3" w14:textId="77777777" w:rsidR="00640648" w:rsidRPr="0076073C" w:rsidRDefault="00640648" w:rsidP="00640648">
            <w:pPr>
              <w:rPr>
                <w:rFonts w:ascii="Browallia New" w:hAnsi="Browallia New" w:cs="Browallia New"/>
              </w:rPr>
            </w:pPr>
          </w:p>
        </w:tc>
        <w:tc>
          <w:tcPr>
            <w:tcW w:w="1293" w:type="dxa"/>
          </w:tcPr>
          <w:p w14:paraId="642D7411" w14:textId="7CB7346B" w:rsidR="00640648" w:rsidRPr="0076073C" w:rsidRDefault="00640648" w:rsidP="00640648">
            <w:pPr>
              <w:jc w:val="center"/>
              <w:rPr>
                <w:rFonts w:ascii="Browallia New" w:hAnsi="Browallia New" w:cs="Browallia New"/>
              </w:rPr>
            </w:pPr>
            <w:r w:rsidRPr="0076073C">
              <w:rPr>
                <w:rFonts w:ascii="Browallia New" w:hAnsi="Browallia New" w:cs="Browallia New"/>
                <w:color w:val="000000" w:themeColor="text1"/>
              </w:rPr>
              <w:t>2.70</w:t>
            </w:r>
          </w:p>
        </w:tc>
        <w:tc>
          <w:tcPr>
            <w:tcW w:w="239" w:type="dxa"/>
          </w:tcPr>
          <w:p w14:paraId="3ECA9123" w14:textId="77777777" w:rsidR="00640648" w:rsidRPr="0076073C" w:rsidRDefault="00640648" w:rsidP="00640648">
            <w:pPr>
              <w:jc w:val="right"/>
              <w:rPr>
                <w:rFonts w:ascii="Browallia New" w:hAnsi="Browallia New" w:cs="Browallia New"/>
              </w:rPr>
            </w:pPr>
          </w:p>
        </w:tc>
        <w:tc>
          <w:tcPr>
            <w:tcW w:w="1368" w:type="dxa"/>
          </w:tcPr>
          <w:p w14:paraId="7C2EB7D7" w14:textId="202FB8A3"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13,000 </w:t>
            </w:r>
          </w:p>
        </w:tc>
        <w:tc>
          <w:tcPr>
            <w:tcW w:w="252" w:type="dxa"/>
            <w:gridSpan w:val="2"/>
          </w:tcPr>
          <w:p w14:paraId="274FA1ED" w14:textId="77777777" w:rsidR="00640648" w:rsidRPr="0076073C" w:rsidRDefault="00640648" w:rsidP="00640648">
            <w:pPr>
              <w:pStyle w:val="a"/>
              <w:ind w:left="-157" w:right="0"/>
              <w:rPr>
                <w:rFonts w:ascii="Browallia New" w:hAnsi="Browallia New" w:cs="Browallia New"/>
                <w:sz w:val="28"/>
                <w:szCs w:val="28"/>
                <w:lang w:eastAsia="en-US"/>
              </w:rPr>
            </w:pPr>
          </w:p>
        </w:tc>
        <w:tc>
          <w:tcPr>
            <w:tcW w:w="1482" w:type="dxa"/>
            <w:gridSpan w:val="3"/>
          </w:tcPr>
          <w:p w14:paraId="3503CD73" w14:textId="5491F60C" w:rsidR="00640648" w:rsidRPr="0076073C" w:rsidRDefault="00640648" w:rsidP="00640648">
            <w:pPr>
              <w:jc w:val="right"/>
              <w:rPr>
                <w:rFonts w:ascii="Browallia New" w:hAnsi="Browallia New" w:cs="Browallia New"/>
              </w:rPr>
            </w:pPr>
            <w:r w:rsidRPr="0076073C">
              <w:rPr>
                <w:rFonts w:ascii="Browallia New" w:hAnsi="Browallia New" w:cs="Browallia New"/>
              </w:rPr>
              <w:t>109,123</w:t>
            </w:r>
          </w:p>
        </w:tc>
      </w:tr>
      <w:tr w:rsidR="00640648" w:rsidRPr="0076073C" w14:paraId="7BC568FB" w14:textId="77777777" w:rsidTr="007406B1">
        <w:trPr>
          <w:cantSplit/>
        </w:trPr>
        <w:tc>
          <w:tcPr>
            <w:tcW w:w="2957" w:type="dxa"/>
          </w:tcPr>
          <w:p w14:paraId="4E0C2EFE" w14:textId="77777777" w:rsidR="00640648" w:rsidRPr="0076073C" w:rsidRDefault="00640648" w:rsidP="00640648">
            <w:pPr>
              <w:tabs>
                <w:tab w:val="left" w:pos="540"/>
              </w:tabs>
              <w:ind w:right="-108"/>
              <w:rPr>
                <w:rFonts w:ascii="Browallia New" w:hAnsi="Browallia New" w:cs="Browallia New"/>
              </w:rPr>
            </w:pPr>
            <w:r w:rsidRPr="0076073C">
              <w:rPr>
                <w:rFonts w:ascii="Browallia New" w:hAnsi="Browallia New" w:cs="Browallia New"/>
                <w:cs/>
              </w:rPr>
              <w:t>เงินกู้ยืมระยะสั้น</w:t>
            </w:r>
          </w:p>
        </w:tc>
        <w:tc>
          <w:tcPr>
            <w:tcW w:w="1263" w:type="dxa"/>
            <w:tcBorders>
              <w:left w:val="nil"/>
            </w:tcBorders>
          </w:tcPr>
          <w:p w14:paraId="44739DDD" w14:textId="24C43E89" w:rsidR="00640648" w:rsidRPr="0076073C" w:rsidRDefault="0076073C" w:rsidP="00640648">
            <w:pPr>
              <w:jc w:val="center"/>
              <w:rPr>
                <w:rFonts w:ascii="Browallia New" w:hAnsi="Browallia New" w:cs="Browallia New"/>
                <w:color w:val="000000" w:themeColor="text1"/>
                <w:cs/>
              </w:rPr>
            </w:pPr>
            <w:r w:rsidRPr="0076073C">
              <w:rPr>
                <w:rFonts w:ascii="Browallia New" w:hAnsi="Browallia New" w:cs="Browallia New"/>
                <w:color w:val="000000" w:themeColor="text1"/>
              </w:rPr>
              <w:t>2</w:t>
            </w:r>
            <w:r w:rsidR="00640648" w:rsidRPr="0076073C">
              <w:rPr>
                <w:rFonts w:ascii="Browallia New" w:hAnsi="Browallia New" w:cs="Browallia New"/>
                <w:color w:val="000000" w:themeColor="text1"/>
                <w:cs/>
              </w:rPr>
              <w:t>.</w:t>
            </w:r>
            <w:r w:rsidRPr="0076073C">
              <w:rPr>
                <w:rFonts w:ascii="Browallia New" w:hAnsi="Browallia New" w:cs="Browallia New"/>
                <w:color w:val="000000" w:themeColor="text1"/>
              </w:rPr>
              <w:t>33</w:t>
            </w:r>
          </w:p>
        </w:tc>
        <w:tc>
          <w:tcPr>
            <w:tcW w:w="236" w:type="dxa"/>
          </w:tcPr>
          <w:p w14:paraId="227C0E17" w14:textId="77777777" w:rsidR="00640648" w:rsidRPr="0076073C" w:rsidRDefault="00640648" w:rsidP="00640648">
            <w:pPr>
              <w:rPr>
                <w:rFonts w:ascii="Browallia New" w:hAnsi="Browallia New" w:cs="Browallia New"/>
              </w:rPr>
            </w:pPr>
          </w:p>
        </w:tc>
        <w:tc>
          <w:tcPr>
            <w:tcW w:w="1293" w:type="dxa"/>
          </w:tcPr>
          <w:p w14:paraId="0C3543ED" w14:textId="1B62DFF7" w:rsidR="00640648" w:rsidRPr="0076073C" w:rsidRDefault="00640648" w:rsidP="00640648">
            <w:pPr>
              <w:jc w:val="center"/>
              <w:rPr>
                <w:rFonts w:ascii="Browallia New" w:hAnsi="Browallia New" w:cs="Browallia New"/>
              </w:rPr>
            </w:pPr>
            <w:r w:rsidRPr="0076073C">
              <w:rPr>
                <w:rFonts w:ascii="Browallia New" w:hAnsi="Browallia New" w:cs="Browallia New"/>
                <w:color w:val="000000" w:themeColor="text1"/>
              </w:rPr>
              <w:t>-</w:t>
            </w:r>
          </w:p>
        </w:tc>
        <w:tc>
          <w:tcPr>
            <w:tcW w:w="239" w:type="dxa"/>
          </w:tcPr>
          <w:p w14:paraId="727B9E15" w14:textId="77777777" w:rsidR="00640648" w:rsidRPr="0076073C" w:rsidRDefault="00640648" w:rsidP="00640648">
            <w:pPr>
              <w:jc w:val="right"/>
              <w:rPr>
                <w:rFonts w:ascii="Browallia New" w:hAnsi="Browallia New" w:cs="Browallia New"/>
              </w:rPr>
            </w:pPr>
          </w:p>
        </w:tc>
        <w:tc>
          <w:tcPr>
            <w:tcW w:w="1368" w:type="dxa"/>
          </w:tcPr>
          <w:p w14:paraId="0B6C744F" w14:textId="61CAF88A" w:rsidR="00640648" w:rsidRPr="0076073C" w:rsidRDefault="00640648" w:rsidP="00640648">
            <w:pPr>
              <w:jc w:val="right"/>
              <w:rPr>
                <w:rFonts w:ascii="Browallia New" w:hAnsi="Browallia New" w:cs="Browallia New"/>
              </w:rPr>
            </w:pPr>
            <w:r w:rsidRPr="0076073C">
              <w:rPr>
                <w:rFonts w:ascii="Browallia New" w:hAnsi="Browallia New" w:cs="Browallia New"/>
              </w:rPr>
              <w:t xml:space="preserve"> 50,000 </w:t>
            </w:r>
          </w:p>
        </w:tc>
        <w:tc>
          <w:tcPr>
            <w:tcW w:w="252" w:type="dxa"/>
            <w:gridSpan w:val="2"/>
          </w:tcPr>
          <w:p w14:paraId="5AB6A4BC" w14:textId="77777777" w:rsidR="00640648" w:rsidRPr="0076073C" w:rsidRDefault="00640648" w:rsidP="00640648">
            <w:pPr>
              <w:pStyle w:val="a"/>
              <w:ind w:left="-157" w:right="0"/>
              <w:rPr>
                <w:rFonts w:ascii="Browallia New" w:hAnsi="Browallia New" w:cs="Browallia New"/>
                <w:sz w:val="28"/>
                <w:szCs w:val="28"/>
                <w:lang w:eastAsia="en-US"/>
              </w:rPr>
            </w:pPr>
          </w:p>
        </w:tc>
        <w:tc>
          <w:tcPr>
            <w:tcW w:w="1482" w:type="dxa"/>
            <w:gridSpan w:val="3"/>
            <w:vAlign w:val="center"/>
          </w:tcPr>
          <w:p w14:paraId="2BDA9651" w14:textId="2AB1C732" w:rsidR="00640648" w:rsidRPr="0076073C" w:rsidRDefault="00640648" w:rsidP="00640648">
            <w:pPr>
              <w:jc w:val="center"/>
              <w:rPr>
                <w:rFonts w:ascii="Browallia New" w:hAnsi="Browallia New" w:cs="Browallia New"/>
              </w:rPr>
            </w:pPr>
            <w:r w:rsidRPr="0076073C">
              <w:rPr>
                <w:rFonts w:ascii="Browallia New" w:hAnsi="Browallia New" w:cs="Browallia New"/>
                <w:cs/>
              </w:rPr>
              <w:t xml:space="preserve">            </w:t>
            </w:r>
            <w:r w:rsidRPr="00B73F53">
              <w:rPr>
                <w:rFonts w:ascii="Browallia New" w:hAnsi="Browallia New" w:cs="Browallia New"/>
                <w:cs/>
              </w:rPr>
              <w:t>-</w:t>
            </w:r>
          </w:p>
        </w:tc>
      </w:tr>
      <w:tr w:rsidR="00E03AE4" w:rsidRPr="0076073C" w14:paraId="23B97DDE" w14:textId="77777777" w:rsidTr="00727E31">
        <w:trPr>
          <w:cantSplit/>
        </w:trPr>
        <w:tc>
          <w:tcPr>
            <w:tcW w:w="2957" w:type="dxa"/>
          </w:tcPr>
          <w:p w14:paraId="5F5950EE" w14:textId="77777777" w:rsidR="00E03AE4" w:rsidRPr="0076073C" w:rsidRDefault="00E03AE4" w:rsidP="00E03AE4">
            <w:pPr>
              <w:tabs>
                <w:tab w:val="left" w:pos="540"/>
              </w:tabs>
              <w:ind w:left="266"/>
              <w:rPr>
                <w:rFonts w:ascii="Browallia New" w:hAnsi="Browallia New" w:cs="Browallia New"/>
                <w:cs/>
                <w:lang w:val="th-TH"/>
              </w:rPr>
            </w:pPr>
            <w:r w:rsidRPr="0076073C">
              <w:rPr>
                <w:rFonts w:ascii="Browallia New" w:hAnsi="Browallia New" w:cs="Browallia New"/>
                <w:cs/>
              </w:rPr>
              <w:t>รวม</w:t>
            </w:r>
          </w:p>
        </w:tc>
        <w:tc>
          <w:tcPr>
            <w:tcW w:w="1263" w:type="dxa"/>
            <w:tcBorders>
              <w:left w:val="nil"/>
            </w:tcBorders>
          </w:tcPr>
          <w:p w14:paraId="00829C19" w14:textId="77777777" w:rsidR="00E03AE4" w:rsidRPr="0076073C" w:rsidRDefault="00E03AE4" w:rsidP="00E03AE4">
            <w:pPr>
              <w:rPr>
                <w:rFonts w:ascii="Browallia New" w:hAnsi="Browallia New" w:cs="Browallia New"/>
              </w:rPr>
            </w:pPr>
          </w:p>
        </w:tc>
        <w:tc>
          <w:tcPr>
            <w:tcW w:w="236" w:type="dxa"/>
          </w:tcPr>
          <w:p w14:paraId="2DAB1232" w14:textId="77777777" w:rsidR="00E03AE4" w:rsidRPr="0076073C" w:rsidRDefault="00E03AE4" w:rsidP="00E03AE4">
            <w:pPr>
              <w:rPr>
                <w:rFonts w:ascii="Browallia New" w:hAnsi="Browallia New" w:cs="Browallia New"/>
              </w:rPr>
            </w:pPr>
          </w:p>
        </w:tc>
        <w:tc>
          <w:tcPr>
            <w:tcW w:w="1293" w:type="dxa"/>
          </w:tcPr>
          <w:p w14:paraId="16E5DAF7" w14:textId="77777777" w:rsidR="00E03AE4" w:rsidRPr="0076073C" w:rsidRDefault="00E03AE4" w:rsidP="00E03AE4">
            <w:pPr>
              <w:rPr>
                <w:rFonts w:ascii="Browallia New" w:hAnsi="Browallia New" w:cs="Browallia New"/>
              </w:rPr>
            </w:pPr>
          </w:p>
        </w:tc>
        <w:tc>
          <w:tcPr>
            <w:tcW w:w="239" w:type="dxa"/>
          </w:tcPr>
          <w:p w14:paraId="0B0DE9B2" w14:textId="77777777" w:rsidR="00E03AE4" w:rsidRPr="0076073C" w:rsidRDefault="00E03AE4" w:rsidP="00E03AE4">
            <w:pPr>
              <w:jc w:val="right"/>
              <w:rPr>
                <w:rFonts w:ascii="Browallia New" w:hAnsi="Browallia New" w:cs="Browallia New"/>
              </w:rPr>
            </w:pPr>
          </w:p>
        </w:tc>
        <w:tc>
          <w:tcPr>
            <w:tcW w:w="1368" w:type="dxa"/>
            <w:tcBorders>
              <w:top w:val="single" w:sz="4" w:space="0" w:color="auto"/>
              <w:bottom w:val="single" w:sz="12" w:space="0" w:color="auto"/>
            </w:tcBorders>
          </w:tcPr>
          <w:p w14:paraId="2FCB1716" w14:textId="6991624C" w:rsidR="00E03AE4" w:rsidRPr="0076073C" w:rsidRDefault="00640648" w:rsidP="00E03AE4">
            <w:pPr>
              <w:jc w:val="right"/>
              <w:rPr>
                <w:rFonts w:ascii="Browallia New" w:hAnsi="Browallia New" w:cs="Browallia New"/>
                <w:cs/>
              </w:rPr>
            </w:pPr>
            <w:r w:rsidRPr="0076073C">
              <w:rPr>
                <w:rFonts w:ascii="Browallia New" w:hAnsi="Browallia New" w:cs="Browallia New"/>
              </w:rPr>
              <w:t>64,512</w:t>
            </w:r>
          </w:p>
        </w:tc>
        <w:tc>
          <w:tcPr>
            <w:tcW w:w="252" w:type="dxa"/>
            <w:gridSpan w:val="2"/>
          </w:tcPr>
          <w:p w14:paraId="1D4178C7" w14:textId="77777777" w:rsidR="00E03AE4" w:rsidRPr="0076073C" w:rsidRDefault="00E03AE4" w:rsidP="00E03AE4">
            <w:pPr>
              <w:pStyle w:val="a"/>
              <w:ind w:left="-157" w:right="0"/>
              <w:rPr>
                <w:rFonts w:ascii="Browallia New" w:hAnsi="Browallia New" w:cs="Browallia New"/>
                <w:sz w:val="28"/>
                <w:szCs w:val="28"/>
                <w:lang w:eastAsia="en-US"/>
              </w:rPr>
            </w:pPr>
          </w:p>
        </w:tc>
        <w:tc>
          <w:tcPr>
            <w:tcW w:w="1482" w:type="dxa"/>
            <w:gridSpan w:val="3"/>
            <w:tcBorders>
              <w:top w:val="single" w:sz="4" w:space="0" w:color="auto"/>
              <w:bottom w:val="single" w:sz="12" w:space="0" w:color="auto"/>
            </w:tcBorders>
          </w:tcPr>
          <w:p w14:paraId="73C33AF3" w14:textId="50487E6E" w:rsidR="00E03AE4" w:rsidRPr="0076073C" w:rsidRDefault="00E03AE4" w:rsidP="00E03AE4">
            <w:pPr>
              <w:jc w:val="right"/>
              <w:rPr>
                <w:rFonts w:ascii="Browallia New" w:hAnsi="Browallia New" w:cs="Browallia New"/>
                <w:cs/>
              </w:rPr>
            </w:pPr>
            <w:r w:rsidRPr="0076073C">
              <w:rPr>
                <w:rFonts w:ascii="Browallia New" w:hAnsi="Browallia New" w:cs="Browallia New"/>
              </w:rPr>
              <w:t>110,039</w:t>
            </w:r>
          </w:p>
        </w:tc>
      </w:tr>
    </w:tbl>
    <w:p w14:paraId="06A119F7" w14:textId="77777777" w:rsidR="00042454" w:rsidRPr="0076073C" w:rsidRDefault="00042454" w:rsidP="00905323">
      <w:pPr>
        <w:jc w:val="thaiDistribute"/>
        <w:rPr>
          <w:rFonts w:ascii="Browallia New" w:hAnsi="Browallia New" w:cs="Browallia New"/>
        </w:rPr>
      </w:pPr>
    </w:p>
    <w:p w14:paraId="48562B0D" w14:textId="0A571743" w:rsidR="00E74075" w:rsidRPr="0076073C" w:rsidRDefault="00D24B7D" w:rsidP="00F8200D">
      <w:pPr>
        <w:ind w:left="360"/>
        <w:jc w:val="thaiDistribute"/>
        <w:rPr>
          <w:rFonts w:ascii="Browallia New" w:hAnsi="Browallia New" w:cs="Browallia New"/>
        </w:rPr>
      </w:pPr>
      <w:r w:rsidRPr="0076073C">
        <w:rPr>
          <w:rFonts w:ascii="Browallia New" w:hAnsi="Browallia New" w:cs="Browallia New"/>
          <w:cs/>
        </w:rPr>
        <w:t>ณ</w:t>
      </w:r>
      <w:r w:rsidR="00F60E66" w:rsidRPr="0076073C">
        <w:rPr>
          <w:rFonts w:ascii="Browallia New" w:hAnsi="Browallia New" w:cs="Browallia New"/>
        </w:rPr>
        <w:t xml:space="preserve"> </w:t>
      </w:r>
      <w:r w:rsidRPr="0076073C">
        <w:rPr>
          <w:rFonts w:ascii="Browallia New" w:hAnsi="Browallia New" w:cs="Browallia New"/>
          <w:cs/>
        </w:rPr>
        <w:t>วันที่</w:t>
      </w:r>
      <w:r w:rsidR="00F60E66" w:rsidRPr="0076073C">
        <w:rPr>
          <w:rFonts w:ascii="Browallia New" w:hAnsi="Browallia New" w:cs="Browallia New"/>
        </w:rPr>
        <w:t xml:space="preserve"> </w:t>
      </w:r>
      <w:r w:rsidR="003666C4" w:rsidRPr="0076073C">
        <w:rPr>
          <w:rFonts w:ascii="Browallia New" w:hAnsi="Browallia New" w:cs="Browallia New"/>
        </w:rPr>
        <w:t>31</w:t>
      </w:r>
      <w:r w:rsidR="003666C4" w:rsidRPr="0076073C">
        <w:rPr>
          <w:rFonts w:ascii="Browallia New" w:hAnsi="Browallia New" w:cs="Browallia New"/>
          <w:cs/>
        </w:rPr>
        <w:t xml:space="preserve"> มีนาคม </w:t>
      </w:r>
      <w:r w:rsidR="001B061D" w:rsidRPr="0076073C">
        <w:rPr>
          <w:rFonts w:ascii="Browallia New" w:hAnsi="Browallia New" w:cs="Browallia New"/>
          <w:spacing w:val="-4"/>
        </w:rPr>
        <w:t>256</w:t>
      </w:r>
      <w:r w:rsidR="00F24A18" w:rsidRPr="0076073C">
        <w:rPr>
          <w:rFonts w:ascii="Browallia New" w:hAnsi="Browallia New" w:cs="Browallia New"/>
          <w:spacing w:val="-4"/>
        </w:rPr>
        <w:t>8</w:t>
      </w:r>
      <w:r w:rsidR="00F60E66" w:rsidRPr="0076073C">
        <w:rPr>
          <w:rFonts w:ascii="Browallia New" w:hAnsi="Browallia New" w:cs="Browallia New"/>
        </w:rPr>
        <w:t xml:space="preserve"> </w:t>
      </w:r>
      <w:r w:rsidRPr="0076073C">
        <w:rPr>
          <w:rFonts w:ascii="Browallia New" w:hAnsi="Browallia New" w:cs="Browallia New"/>
          <w:cs/>
        </w:rPr>
        <w:t>และวันที่</w:t>
      </w:r>
      <w:r w:rsidR="00F60E66" w:rsidRPr="0076073C">
        <w:rPr>
          <w:rFonts w:ascii="Browallia New" w:hAnsi="Browallia New" w:cs="Browallia New"/>
        </w:rPr>
        <w:t xml:space="preserve"> </w:t>
      </w:r>
      <w:r w:rsidRPr="0076073C">
        <w:rPr>
          <w:rFonts w:ascii="Browallia New" w:hAnsi="Browallia New" w:cs="Browallia New"/>
        </w:rPr>
        <w:t xml:space="preserve">31 </w:t>
      </w:r>
      <w:r w:rsidRPr="0076073C">
        <w:rPr>
          <w:rFonts w:ascii="Browallia New" w:hAnsi="Browallia New" w:cs="Browallia New"/>
          <w:cs/>
        </w:rPr>
        <w:t>ธันวาคม</w:t>
      </w:r>
      <w:r w:rsidR="00F60E66" w:rsidRPr="0076073C">
        <w:rPr>
          <w:rFonts w:ascii="Browallia New" w:hAnsi="Browallia New" w:cs="Browallia New"/>
        </w:rPr>
        <w:t xml:space="preserve"> </w:t>
      </w:r>
      <w:r w:rsidR="00A65582" w:rsidRPr="0076073C">
        <w:rPr>
          <w:rFonts w:ascii="Browallia New" w:hAnsi="Browallia New" w:cs="Browallia New"/>
        </w:rPr>
        <w:t>256</w:t>
      </w:r>
      <w:r w:rsidR="00316FF8" w:rsidRPr="0076073C">
        <w:rPr>
          <w:rFonts w:ascii="Browallia New" w:hAnsi="Browallia New" w:cs="Browallia New"/>
        </w:rPr>
        <w:t>7</w:t>
      </w:r>
      <w:r w:rsidR="00A65582" w:rsidRPr="0076073C">
        <w:rPr>
          <w:rFonts w:ascii="Browallia New" w:hAnsi="Browallia New" w:cs="Browallia New"/>
        </w:rPr>
        <w:t xml:space="preserve"> </w:t>
      </w:r>
      <w:r w:rsidR="001236B9" w:rsidRPr="0076073C">
        <w:rPr>
          <w:rFonts w:ascii="Browallia New" w:hAnsi="Browallia New" w:cs="Browallia New"/>
          <w:cs/>
        </w:rPr>
        <w:t>กลุ</w:t>
      </w:r>
      <w:r w:rsidR="003B5AA6" w:rsidRPr="0076073C">
        <w:rPr>
          <w:rFonts w:ascii="Browallia New" w:hAnsi="Browallia New" w:cs="Browallia New"/>
          <w:cs/>
        </w:rPr>
        <w:t>่ม</w:t>
      </w:r>
      <w:r w:rsidRPr="0076073C">
        <w:rPr>
          <w:rFonts w:ascii="Browallia New" w:hAnsi="Browallia New" w:cs="Browallia New"/>
          <w:cs/>
        </w:rPr>
        <w:t>บริษัทมีวงเงินเบิกเกินบัญชี</w:t>
      </w:r>
      <w:r w:rsidR="0038132E" w:rsidRPr="0076073C">
        <w:rPr>
          <w:rFonts w:ascii="Browallia New" w:hAnsi="Browallia New" w:cs="Browallia New"/>
          <w:cs/>
        </w:rPr>
        <w:t xml:space="preserve"> หนี้สินตั๋วสัญญา</w:t>
      </w:r>
      <w:r w:rsidR="001D6108" w:rsidRPr="0076073C">
        <w:rPr>
          <w:rFonts w:ascii="Browallia New" w:hAnsi="Browallia New" w:cs="Browallia New"/>
          <w:cs/>
        </w:rPr>
        <w:t>ใช้เงิน</w:t>
      </w:r>
      <w:r w:rsidR="000C25BB" w:rsidRPr="0076073C">
        <w:rPr>
          <w:rFonts w:ascii="Browallia New" w:hAnsi="Browallia New" w:cs="Browallia New"/>
          <w:cs/>
        </w:rPr>
        <w:t xml:space="preserve">                            </w:t>
      </w:r>
      <w:r w:rsidRPr="0076073C">
        <w:rPr>
          <w:rFonts w:ascii="Browallia New" w:hAnsi="Browallia New" w:cs="Browallia New"/>
          <w:cs/>
        </w:rPr>
        <w:t>หนี้สินภายใต้สัญญา</w:t>
      </w:r>
      <w:r w:rsidR="003113EB" w:rsidRPr="0076073C">
        <w:rPr>
          <w:rFonts w:ascii="Browallia New" w:hAnsi="Browallia New" w:cs="Browallia New"/>
        </w:rPr>
        <w:t xml:space="preserve"> </w:t>
      </w:r>
      <w:r w:rsidRPr="0076073C">
        <w:rPr>
          <w:rFonts w:ascii="Browallia New" w:hAnsi="Browallia New" w:cs="Browallia New"/>
          <w:cs/>
        </w:rPr>
        <w:t>ทรัสต์รีซีทส์</w:t>
      </w:r>
      <w:r w:rsidR="003113EB" w:rsidRPr="0076073C">
        <w:rPr>
          <w:rFonts w:ascii="Browallia New" w:hAnsi="Browallia New" w:cs="Browallia New"/>
        </w:rPr>
        <w:t xml:space="preserve"> </w:t>
      </w:r>
      <w:r w:rsidR="0038132E" w:rsidRPr="0076073C">
        <w:rPr>
          <w:rFonts w:ascii="Browallia New" w:hAnsi="Browallia New" w:cs="Browallia New"/>
          <w:cs/>
        </w:rPr>
        <w:t xml:space="preserve">และสินเชื่ออื่น </w:t>
      </w:r>
      <w:r w:rsidR="002C331F" w:rsidRPr="0076073C">
        <w:rPr>
          <w:rFonts w:ascii="Browallia New" w:hAnsi="Browallia New" w:cs="Browallia New"/>
          <w:cs/>
        </w:rPr>
        <w:t>เป็นจำนวนเงินรวม</w:t>
      </w:r>
      <w:r w:rsidR="00F60E66" w:rsidRPr="0076073C">
        <w:rPr>
          <w:rFonts w:ascii="Browallia New" w:hAnsi="Browallia New" w:cs="Browallia New"/>
        </w:rPr>
        <w:t xml:space="preserve"> </w:t>
      </w:r>
      <w:r w:rsidR="00E27C22" w:rsidRPr="0076073C">
        <w:rPr>
          <w:rFonts w:ascii="Browallia New" w:hAnsi="Browallia New" w:cs="Browallia New"/>
        </w:rPr>
        <w:t>5,930</w:t>
      </w:r>
      <w:r w:rsidR="008D4312" w:rsidRPr="0076073C">
        <w:rPr>
          <w:rFonts w:ascii="Browallia New" w:hAnsi="Browallia New" w:cs="Browallia New"/>
        </w:rPr>
        <w:t xml:space="preserve"> </w:t>
      </w:r>
      <w:r w:rsidRPr="0076073C">
        <w:rPr>
          <w:rFonts w:ascii="Browallia New" w:hAnsi="Browallia New" w:cs="Browallia New"/>
          <w:cs/>
        </w:rPr>
        <w:t>ล้านบาท</w:t>
      </w:r>
      <w:r w:rsidR="000C25BB" w:rsidRPr="0076073C">
        <w:rPr>
          <w:rFonts w:ascii="Browallia New" w:hAnsi="Browallia New" w:cs="Browallia New"/>
          <w:cs/>
        </w:rPr>
        <w:t xml:space="preserve"> </w:t>
      </w:r>
    </w:p>
    <w:p w14:paraId="1BC69150" w14:textId="77777777" w:rsidR="00042454" w:rsidRPr="0076073C" w:rsidRDefault="00042454" w:rsidP="00F8200D">
      <w:pPr>
        <w:ind w:left="360"/>
        <w:jc w:val="thaiDistribute"/>
        <w:rPr>
          <w:rFonts w:ascii="Browallia New" w:hAnsi="Browallia New" w:cs="Browallia New"/>
          <w:cs/>
        </w:rPr>
      </w:pPr>
    </w:p>
    <w:p w14:paraId="48562B0F" w14:textId="19AD1059" w:rsidR="00BB6530" w:rsidRPr="0076073C" w:rsidRDefault="001A1BFF" w:rsidP="00EC1E77">
      <w:pPr>
        <w:numPr>
          <w:ilvl w:val="0"/>
          <w:numId w:val="1"/>
        </w:numPr>
        <w:tabs>
          <w:tab w:val="clear" w:pos="360"/>
          <w:tab w:val="left" w:pos="374"/>
          <w:tab w:val="left" w:pos="426"/>
        </w:tabs>
        <w:jc w:val="thaiDistribute"/>
        <w:rPr>
          <w:rFonts w:ascii="Browallia New" w:hAnsi="Browallia New" w:cs="Browallia New"/>
          <w:sz w:val="20"/>
          <w:szCs w:val="20"/>
        </w:rPr>
      </w:pPr>
      <w:r w:rsidRPr="0076073C">
        <w:rPr>
          <w:rFonts w:ascii="Browallia New" w:hAnsi="Browallia New" w:cs="Browallia New"/>
          <w:b/>
          <w:bCs/>
          <w:cs/>
        </w:rPr>
        <w:lastRenderedPageBreak/>
        <w:t>ภาระผูกพัน</w:t>
      </w:r>
      <w:r w:rsidR="001E3113" w:rsidRPr="0076073C">
        <w:rPr>
          <w:rFonts w:ascii="Browallia New" w:hAnsi="Browallia New" w:cs="Browallia New"/>
          <w:b/>
          <w:bCs/>
          <w:cs/>
        </w:rPr>
        <w:t>สำหรับ</w:t>
      </w:r>
      <w:r w:rsidRPr="0076073C">
        <w:rPr>
          <w:rFonts w:ascii="Browallia New" w:hAnsi="Browallia New" w:cs="Browallia New"/>
          <w:b/>
          <w:bCs/>
          <w:cs/>
        </w:rPr>
        <w:t>ผลประโยชน์พนักงาน</w:t>
      </w:r>
    </w:p>
    <w:p w14:paraId="40568A17" w14:textId="77777777" w:rsidR="005F47C9" w:rsidRPr="0076073C" w:rsidRDefault="005F47C9" w:rsidP="005F47C9">
      <w:pPr>
        <w:tabs>
          <w:tab w:val="left" w:pos="426"/>
        </w:tabs>
        <w:ind w:left="360"/>
        <w:jc w:val="thaiDistribute"/>
        <w:rPr>
          <w:rFonts w:ascii="Browallia New" w:hAnsi="Browallia New" w:cs="Browallia New"/>
        </w:rPr>
      </w:pPr>
    </w:p>
    <w:tbl>
      <w:tblPr>
        <w:tblW w:w="9042" w:type="dxa"/>
        <w:tblInd w:w="387" w:type="dxa"/>
        <w:tblLayout w:type="fixed"/>
        <w:tblCellMar>
          <w:left w:w="0" w:type="dxa"/>
          <w:right w:w="0" w:type="dxa"/>
        </w:tblCellMar>
        <w:tblLook w:val="04A0" w:firstRow="1" w:lastRow="0" w:firstColumn="1" w:lastColumn="0" w:noHBand="0" w:noVBand="1"/>
      </w:tblPr>
      <w:tblGrid>
        <w:gridCol w:w="5634"/>
        <w:gridCol w:w="1559"/>
        <w:gridCol w:w="283"/>
        <w:gridCol w:w="1566"/>
      </w:tblGrid>
      <w:tr w:rsidR="00854375" w:rsidRPr="0076073C" w14:paraId="48562B13" w14:textId="77777777" w:rsidTr="00436F61">
        <w:trPr>
          <w:cantSplit/>
        </w:trPr>
        <w:tc>
          <w:tcPr>
            <w:tcW w:w="9042" w:type="dxa"/>
            <w:gridSpan w:val="4"/>
            <w:hideMark/>
          </w:tcPr>
          <w:p w14:paraId="48562B12" w14:textId="69AFF233" w:rsidR="00854375" w:rsidRPr="0076073C" w:rsidRDefault="00854375" w:rsidP="003E0B20">
            <w:pPr>
              <w:ind w:right="138"/>
              <w:jc w:val="right"/>
              <w:rPr>
                <w:rFonts w:ascii="Browallia New" w:hAnsi="Browallia New" w:cs="Browallia New"/>
                <w:lang w:val="en-GB"/>
              </w:rPr>
            </w:pPr>
            <w:r w:rsidRPr="0076073C">
              <w:rPr>
                <w:rFonts w:ascii="Browallia New" w:hAnsi="Browallia New" w:cs="Browallia New"/>
                <w:cs/>
              </w:rPr>
              <w:t>(หน่วย</w:t>
            </w:r>
            <w:r w:rsidR="00F60E66" w:rsidRPr="0076073C">
              <w:rPr>
                <w:rFonts w:ascii="Browallia New" w:hAnsi="Browallia New" w:cs="Browallia New"/>
              </w:rPr>
              <w:t xml:space="preserve"> </w:t>
            </w:r>
            <w:r w:rsidRPr="0076073C">
              <w:rPr>
                <w:rFonts w:ascii="Browallia New" w:hAnsi="Browallia New" w:cs="Browallia New"/>
                <w:lang w:val="en-GB"/>
              </w:rPr>
              <w:t>:</w:t>
            </w:r>
            <w:r w:rsidR="00F60E66" w:rsidRPr="0076073C">
              <w:rPr>
                <w:rFonts w:ascii="Browallia New" w:hAnsi="Browallia New" w:cs="Browallia New"/>
              </w:rPr>
              <w:t xml:space="preserve"> </w:t>
            </w:r>
            <w:r w:rsidRPr="0076073C">
              <w:rPr>
                <w:rFonts w:ascii="Browallia New" w:hAnsi="Browallia New" w:cs="Browallia New"/>
                <w:cs/>
                <w:lang w:val="en-GB"/>
              </w:rPr>
              <w:t>พันบาท</w:t>
            </w:r>
            <w:r w:rsidRPr="0076073C">
              <w:rPr>
                <w:rFonts w:ascii="Browallia New" w:hAnsi="Browallia New" w:cs="Browallia New"/>
                <w:lang w:val="en-GB"/>
              </w:rPr>
              <w:t>)</w:t>
            </w:r>
          </w:p>
        </w:tc>
      </w:tr>
      <w:tr w:rsidR="00F2675C" w:rsidRPr="0076073C" w14:paraId="48562B16" w14:textId="77777777" w:rsidTr="0025486D">
        <w:trPr>
          <w:cantSplit/>
          <w:trHeight w:val="736"/>
        </w:trPr>
        <w:tc>
          <w:tcPr>
            <w:tcW w:w="5634" w:type="dxa"/>
          </w:tcPr>
          <w:p w14:paraId="48562B14" w14:textId="77777777" w:rsidR="00F2675C" w:rsidRPr="0076073C" w:rsidRDefault="00F2675C" w:rsidP="003E0B20">
            <w:pPr>
              <w:jc w:val="thaiDistribute"/>
              <w:rPr>
                <w:rFonts w:ascii="Browallia New" w:hAnsi="Browallia New" w:cs="Browallia New"/>
                <w:b/>
                <w:bCs/>
              </w:rPr>
            </w:pPr>
          </w:p>
        </w:tc>
        <w:tc>
          <w:tcPr>
            <w:tcW w:w="3408" w:type="dxa"/>
            <w:gridSpan w:val="3"/>
            <w:tcBorders>
              <w:top w:val="nil"/>
              <w:left w:val="nil"/>
              <w:bottom w:val="single" w:sz="4" w:space="0" w:color="auto"/>
              <w:right w:val="nil"/>
            </w:tcBorders>
            <w:hideMark/>
          </w:tcPr>
          <w:p w14:paraId="48562B15" w14:textId="739BE8E3" w:rsidR="00F2675C" w:rsidRPr="0076073C" w:rsidRDefault="00056231" w:rsidP="003E0B20">
            <w:pPr>
              <w:jc w:val="center"/>
              <w:rPr>
                <w:rFonts w:ascii="Browallia New" w:hAnsi="Browallia New" w:cs="Browallia New"/>
                <w:cs/>
              </w:rPr>
            </w:pPr>
            <w:r w:rsidRPr="0076073C">
              <w:rPr>
                <w:rFonts w:ascii="Browallia New" w:hAnsi="Browallia New" w:cs="Browallia New"/>
                <w:cs/>
              </w:rPr>
              <w:t>ข้อมูลทาง</w:t>
            </w:r>
            <w:r w:rsidR="00F2675C" w:rsidRPr="0076073C">
              <w:rPr>
                <w:rFonts w:ascii="Browallia New" w:hAnsi="Browallia New" w:cs="Browallia New"/>
                <w:cs/>
              </w:rPr>
              <w:t>การเงินรวม</w:t>
            </w:r>
            <w:r w:rsidR="005112B4" w:rsidRPr="0076073C">
              <w:rPr>
                <w:rFonts w:ascii="Browallia New" w:hAnsi="Browallia New" w:cs="Browallia New"/>
                <w:cs/>
              </w:rPr>
              <w:br/>
            </w:r>
            <w:r w:rsidR="00F2675C" w:rsidRPr="0076073C">
              <w:rPr>
                <w:rFonts w:ascii="Browallia New" w:hAnsi="Browallia New" w:cs="Browallia New"/>
                <w:cs/>
              </w:rPr>
              <w:t>และเฉพาะบริษัท</w:t>
            </w:r>
          </w:p>
        </w:tc>
      </w:tr>
      <w:tr w:rsidR="00316FF8" w:rsidRPr="0076073C" w14:paraId="48562B1B" w14:textId="77777777" w:rsidTr="0025486D">
        <w:trPr>
          <w:cantSplit/>
        </w:trPr>
        <w:tc>
          <w:tcPr>
            <w:tcW w:w="5634" w:type="dxa"/>
          </w:tcPr>
          <w:p w14:paraId="48562B17" w14:textId="77777777" w:rsidR="00316FF8" w:rsidRPr="0076073C" w:rsidRDefault="00316FF8" w:rsidP="00316FF8">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43C4E041" w:rsidR="00316FF8" w:rsidRPr="0076073C" w:rsidRDefault="00316FF8" w:rsidP="00316FF8">
            <w:pPr>
              <w:ind w:left="-108" w:right="-108"/>
              <w:jc w:val="center"/>
              <w:rPr>
                <w:rFonts w:ascii="Browallia New" w:hAnsi="Browallia New" w:cs="Browallia New"/>
              </w:rPr>
            </w:pPr>
            <w:r w:rsidRPr="0076073C">
              <w:rPr>
                <w:rFonts w:ascii="Browallia New" w:hAnsi="Browallia New" w:cs="Browallia New"/>
              </w:rPr>
              <w:t>31</w:t>
            </w:r>
            <w:r w:rsidRPr="0076073C">
              <w:rPr>
                <w:rFonts w:ascii="Browallia New" w:hAnsi="Browallia New" w:cs="Browallia New"/>
                <w:cs/>
              </w:rPr>
              <w:t xml:space="preserve"> มีนาคม </w:t>
            </w:r>
            <w:r w:rsidRPr="0076073C">
              <w:rPr>
                <w:rStyle w:val="normaltextrun"/>
                <w:rFonts w:ascii="Browallia New" w:hAnsi="Browallia New" w:cs="Browallia New"/>
              </w:rPr>
              <w:t>2568</w:t>
            </w:r>
          </w:p>
        </w:tc>
        <w:tc>
          <w:tcPr>
            <w:tcW w:w="283" w:type="dxa"/>
            <w:vAlign w:val="bottom"/>
          </w:tcPr>
          <w:p w14:paraId="48562B19" w14:textId="77777777" w:rsidR="00316FF8" w:rsidRPr="0076073C" w:rsidRDefault="00316FF8" w:rsidP="00316FF8">
            <w:pPr>
              <w:ind w:left="-108" w:right="-108"/>
              <w:jc w:val="center"/>
              <w:rPr>
                <w:rFonts w:ascii="Browallia New" w:hAnsi="Browallia New" w:cs="Browallia New"/>
                <w:cs/>
              </w:rPr>
            </w:pPr>
          </w:p>
        </w:tc>
        <w:tc>
          <w:tcPr>
            <w:tcW w:w="1566" w:type="dxa"/>
            <w:tcBorders>
              <w:top w:val="single" w:sz="4" w:space="0" w:color="auto"/>
              <w:left w:val="nil"/>
              <w:bottom w:val="single" w:sz="4" w:space="0" w:color="auto"/>
              <w:right w:val="nil"/>
            </w:tcBorders>
            <w:vAlign w:val="bottom"/>
            <w:hideMark/>
          </w:tcPr>
          <w:p w14:paraId="48562B1A" w14:textId="3DF3C8FB" w:rsidR="00316FF8" w:rsidRPr="0076073C" w:rsidRDefault="00316FF8" w:rsidP="00316FF8">
            <w:pPr>
              <w:ind w:left="-105" w:right="-108"/>
              <w:jc w:val="center"/>
              <w:rPr>
                <w:rFonts w:ascii="Browallia New" w:hAnsi="Browallia New" w:cs="Browallia New"/>
                <w:cs/>
              </w:rPr>
            </w:pPr>
            <w:r w:rsidRPr="0076073C">
              <w:rPr>
                <w:rFonts w:ascii="Browallia New" w:hAnsi="Browallia New" w:cs="Browallia New"/>
              </w:rPr>
              <w:t xml:space="preserve">31 </w:t>
            </w:r>
            <w:r w:rsidRPr="0076073C">
              <w:rPr>
                <w:rFonts w:ascii="Browallia New" w:hAnsi="Browallia New" w:cs="Browallia New"/>
                <w:cs/>
              </w:rPr>
              <w:t>ธันวาคม</w:t>
            </w:r>
            <w:r w:rsidRPr="0076073C">
              <w:rPr>
                <w:rFonts w:ascii="Browallia New" w:hAnsi="Browallia New" w:cs="Browallia New"/>
              </w:rPr>
              <w:t xml:space="preserve"> 2567</w:t>
            </w:r>
          </w:p>
        </w:tc>
      </w:tr>
      <w:tr w:rsidR="00F2675C" w:rsidRPr="0076073C" w14:paraId="48562B20" w14:textId="77777777" w:rsidTr="0025486D">
        <w:trPr>
          <w:cantSplit/>
        </w:trPr>
        <w:tc>
          <w:tcPr>
            <w:tcW w:w="5634" w:type="dxa"/>
          </w:tcPr>
          <w:p w14:paraId="48562B1C" w14:textId="77777777" w:rsidR="00F2675C" w:rsidRPr="0076073C" w:rsidRDefault="00F2675C" w:rsidP="003E0B20">
            <w:pPr>
              <w:jc w:val="center"/>
              <w:rPr>
                <w:rFonts w:ascii="Browallia New" w:hAnsi="Browallia New" w:cs="Browallia New"/>
                <w:cs/>
              </w:rPr>
            </w:pPr>
          </w:p>
        </w:tc>
        <w:tc>
          <w:tcPr>
            <w:tcW w:w="1559" w:type="dxa"/>
            <w:tcBorders>
              <w:top w:val="single" w:sz="4" w:space="0" w:color="auto"/>
              <w:left w:val="nil"/>
              <w:bottom w:val="nil"/>
              <w:right w:val="nil"/>
            </w:tcBorders>
            <w:vAlign w:val="bottom"/>
          </w:tcPr>
          <w:p w14:paraId="48562B1D" w14:textId="77777777" w:rsidR="00F2675C" w:rsidRPr="0076073C" w:rsidRDefault="00F2675C" w:rsidP="003E0B20">
            <w:pPr>
              <w:ind w:left="-108" w:right="-108"/>
              <w:jc w:val="center"/>
              <w:rPr>
                <w:rFonts w:ascii="Browallia New" w:eastAsia="SimSun" w:hAnsi="Browallia New" w:cs="Browallia New"/>
                <w:lang w:val="en-GB"/>
              </w:rPr>
            </w:pPr>
          </w:p>
        </w:tc>
        <w:tc>
          <w:tcPr>
            <w:tcW w:w="283" w:type="dxa"/>
            <w:vAlign w:val="bottom"/>
          </w:tcPr>
          <w:p w14:paraId="48562B1E" w14:textId="77777777" w:rsidR="00F2675C" w:rsidRPr="0076073C" w:rsidRDefault="00F2675C" w:rsidP="003E0B20">
            <w:pPr>
              <w:ind w:left="-108" w:right="-108"/>
              <w:jc w:val="center"/>
              <w:rPr>
                <w:rFonts w:ascii="Browallia New" w:hAnsi="Browallia New" w:cs="Browallia New"/>
              </w:rPr>
            </w:pPr>
          </w:p>
        </w:tc>
        <w:tc>
          <w:tcPr>
            <w:tcW w:w="1566" w:type="dxa"/>
            <w:tcBorders>
              <w:top w:val="single" w:sz="4" w:space="0" w:color="auto"/>
              <w:left w:val="nil"/>
              <w:bottom w:val="nil"/>
              <w:right w:val="nil"/>
            </w:tcBorders>
            <w:vAlign w:val="bottom"/>
          </w:tcPr>
          <w:p w14:paraId="48562B1F" w14:textId="77777777" w:rsidR="00F2675C" w:rsidRPr="0076073C" w:rsidRDefault="00F2675C" w:rsidP="003E0B20">
            <w:pPr>
              <w:ind w:left="-108" w:right="-108"/>
              <w:jc w:val="center"/>
              <w:rPr>
                <w:rFonts w:ascii="Browallia New" w:hAnsi="Browallia New" w:cs="Browallia New"/>
                <w:cs/>
                <w:lang w:val="en-GB"/>
              </w:rPr>
            </w:pPr>
          </w:p>
        </w:tc>
      </w:tr>
      <w:tr w:rsidR="00220EF7" w:rsidRPr="0076073C" w14:paraId="48562B25" w14:textId="77777777" w:rsidTr="0025486D">
        <w:trPr>
          <w:cantSplit/>
        </w:trPr>
        <w:tc>
          <w:tcPr>
            <w:tcW w:w="5634" w:type="dxa"/>
          </w:tcPr>
          <w:p w14:paraId="48562B21" w14:textId="6F4F1E6F" w:rsidR="00220EF7" w:rsidRPr="0076073C" w:rsidRDefault="00220EF7" w:rsidP="00220EF7">
            <w:pPr>
              <w:tabs>
                <w:tab w:val="left" w:pos="4318"/>
              </w:tabs>
              <w:rPr>
                <w:rFonts w:ascii="Browallia New" w:hAnsi="Browallia New" w:cs="Browallia New"/>
              </w:rPr>
            </w:pPr>
            <w:r w:rsidRPr="0076073C">
              <w:rPr>
                <w:rFonts w:ascii="Browallia New" w:hAnsi="Browallia New" w:cs="Browallia New"/>
                <w:cs/>
              </w:rPr>
              <w:t>ยอดคงเหลือต้นงวด</w:t>
            </w:r>
          </w:p>
        </w:tc>
        <w:tc>
          <w:tcPr>
            <w:tcW w:w="1559" w:type="dxa"/>
            <w:tcBorders>
              <w:left w:val="nil"/>
            </w:tcBorders>
          </w:tcPr>
          <w:p w14:paraId="48562B22" w14:textId="1B840FC0" w:rsidR="00220EF7" w:rsidRPr="0076073C" w:rsidRDefault="00220EF7" w:rsidP="00220EF7">
            <w:pPr>
              <w:tabs>
                <w:tab w:val="left" w:pos="720"/>
              </w:tabs>
              <w:ind w:right="106"/>
              <w:jc w:val="right"/>
              <w:rPr>
                <w:rFonts w:ascii="Browallia New" w:hAnsi="Browallia New" w:cs="Browallia New"/>
              </w:rPr>
            </w:pPr>
            <w:r w:rsidRPr="0076073C">
              <w:rPr>
                <w:rFonts w:ascii="Browallia New" w:hAnsi="Browallia New" w:cs="Browallia New"/>
              </w:rPr>
              <w:t xml:space="preserve"> 111,619 </w:t>
            </w:r>
          </w:p>
        </w:tc>
        <w:tc>
          <w:tcPr>
            <w:tcW w:w="283" w:type="dxa"/>
            <w:tcBorders>
              <w:left w:val="nil"/>
            </w:tcBorders>
            <w:vAlign w:val="bottom"/>
          </w:tcPr>
          <w:p w14:paraId="48562B23" w14:textId="77777777" w:rsidR="00220EF7" w:rsidRPr="0076073C" w:rsidRDefault="00220EF7" w:rsidP="00220EF7">
            <w:pPr>
              <w:ind w:right="106"/>
              <w:jc w:val="right"/>
              <w:rPr>
                <w:rFonts w:ascii="Browallia New" w:hAnsi="Browallia New" w:cs="Browallia New"/>
                <w:highlight w:val="yellow"/>
                <w:lang w:val="en-GB" w:eastAsia="en-GB"/>
              </w:rPr>
            </w:pPr>
          </w:p>
        </w:tc>
        <w:tc>
          <w:tcPr>
            <w:tcW w:w="1566" w:type="dxa"/>
          </w:tcPr>
          <w:p w14:paraId="48562B24" w14:textId="2A2DAFC8" w:rsidR="00220EF7" w:rsidRPr="0076073C" w:rsidRDefault="00220EF7" w:rsidP="00220EF7">
            <w:pPr>
              <w:tabs>
                <w:tab w:val="left" w:pos="720"/>
              </w:tabs>
              <w:ind w:right="106"/>
              <w:jc w:val="right"/>
              <w:rPr>
                <w:rFonts w:ascii="Browallia New" w:hAnsi="Browallia New" w:cs="Browallia New"/>
                <w:lang w:val="en-GB"/>
              </w:rPr>
            </w:pPr>
            <w:r w:rsidRPr="0076073C">
              <w:rPr>
                <w:rFonts w:ascii="Browallia New" w:hAnsi="Browallia New" w:cs="Browallia New"/>
              </w:rPr>
              <w:t>111,110</w:t>
            </w:r>
          </w:p>
        </w:tc>
      </w:tr>
      <w:tr w:rsidR="00220EF7" w:rsidRPr="0076073C" w14:paraId="48562B2A" w14:textId="77777777" w:rsidTr="0025486D">
        <w:trPr>
          <w:cantSplit/>
        </w:trPr>
        <w:tc>
          <w:tcPr>
            <w:tcW w:w="5634" w:type="dxa"/>
          </w:tcPr>
          <w:p w14:paraId="48562B26" w14:textId="4061FF4B" w:rsidR="00220EF7" w:rsidRPr="0076073C" w:rsidRDefault="00220EF7" w:rsidP="00220EF7">
            <w:pPr>
              <w:rPr>
                <w:rFonts w:ascii="Browallia New" w:hAnsi="Browallia New" w:cs="Browallia New"/>
                <w:lang w:val="en-GB"/>
              </w:rPr>
            </w:pPr>
            <w:r w:rsidRPr="0076073C">
              <w:rPr>
                <w:rFonts w:ascii="Browallia New" w:hAnsi="Browallia New" w:cs="Browallia New"/>
                <w:cs/>
              </w:rPr>
              <w:t>ต้นทุนบริการปัจจุบัน</w:t>
            </w:r>
          </w:p>
        </w:tc>
        <w:tc>
          <w:tcPr>
            <w:tcW w:w="1559" w:type="dxa"/>
            <w:tcBorders>
              <w:left w:val="nil"/>
            </w:tcBorders>
          </w:tcPr>
          <w:p w14:paraId="48562B27" w14:textId="345CF1C5" w:rsidR="00220EF7" w:rsidRPr="0076073C" w:rsidRDefault="00220EF7" w:rsidP="00220EF7">
            <w:pPr>
              <w:tabs>
                <w:tab w:val="left" w:pos="720"/>
              </w:tabs>
              <w:ind w:right="106"/>
              <w:jc w:val="right"/>
              <w:rPr>
                <w:rFonts w:ascii="Browallia New" w:hAnsi="Browallia New" w:cs="Browallia New"/>
              </w:rPr>
            </w:pPr>
            <w:r w:rsidRPr="0076073C">
              <w:rPr>
                <w:rFonts w:ascii="Browallia New" w:hAnsi="Browallia New" w:cs="Browallia New"/>
              </w:rPr>
              <w:t xml:space="preserve"> 2,079 </w:t>
            </w:r>
          </w:p>
        </w:tc>
        <w:tc>
          <w:tcPr>
            <w:tcW w:w="283" w:type="dxa"/>
            <w:tcBorders>
              <w:left w:val="nil"/>
            </w:tcBorders>
            <w:vAlign w:val="bottom"/>
          </w:tcPr>
          <w:p w14:paraId="48562B28" w14:textId="77777777" w:rsidR="00220EF7" w:rsidRPr="0076073C" w:rsidRDefault="00220EF7" w:rsidP="00220EF7">
            <w:pPr>
              <w:ind w:right="106"/>
              <w:jc w:val="right"/>
              <w:rPr>
                <w:rFonts w:ascii="Browallia New" w:hAnsi="Browallia New" w:cs="Browallia New"/>
                <w:highlight w:val="yellow"/>
                <w:lang w:val="en-GB" w:eastAsia="en-GB"/>
              </w:rPr>
            </w:pPr>
          </w:p>
        </w:tc>
        <w:tc>
          <w:tcPr>
            <w:tcW w:w="1566" w:type="dxa"/>
          </w:tcPr>
          <w:p w14:paraId="48562B29" w14:textId="39DBDCF8" w:rsidR="00220EF7" w:rsidRPr="0076073C" w:rsidRDefault="00220EF7" w:rsidP="00220EF7">
            <w:pPr>
              <w:ind w:right="99"/>
              <w:jc w:val="right"/>
              <w:rPr>
                <w:rFonts w:ascii="Browallia New" w:hAnsi="Browallia New" w:cs="Browallia New"/>
                <w:lang w:val="en-GB"/>
              </w:rPr>
            </w:pPr>
            <w:r w:rsidRPr="0076073C">
              <w:rPr>
                <w:rFonts w:ascii="Browallia New" w:hAnsi="Browallia New" w:cs="Browallia New"/>
              </w:rPr>
              <w:t>8,312</w:t>
            </w:r>
          </w:p>
        </w:tc>
      </w:tr>
      <w:tr w:rsidR="00220EF7" w:rsidRPr="0076073C" w14:paraId="48562B34" w14:textId="77777777" w:rsidTr="0025486D">
        <w:trPr>
          <w:cantSplit/>
        </w:trPr>
        <w:tc>
          <w:tcPr>
            <w:tcW w:w="5634" w:type="dxa"/>
          </w:tcPr>
          <w:p w14:paraId="48562B30" w14:textId="47959B16" w:rsidR="00220EF7" w:rsidRPr="0076073C" w:rsidRDefault="00220EF7" w:rsidP="00220EF7">
            <w:pPr>
              <w:tabs>
                <w:tab w:val="left" w:pos="4318"/>
              </w:tabs>
              <w:rPr>
                <w:rFonts w:ascii="Browallia New" w:hAnsi="Browallia New" w:cs="Browallia New"/>
              </w:rPr>
            </w:pPr>
            <w:r w:rsidRPr="0076073C">
              <w:rPr>
                <w:rFonts w:ascii="Browallia New" w:hAnsi="Browallia New" w:cs="Browallia New"/>
                <w:cs/>
              </w:rPr>
              <w:t>ดอกเบี้ยจ่าย</w:t>
            </w:r>
          </w:p>
        </w:tc>
        <w:tc>
          <w:tcPr>
            <w:tcW w:w="1559" w:type="dxa"/>
            <w:tcBorders>
              <w:left w:val="nil"/>
            </w:tcBorders>
          </w:tcPr>
          <w:p w14:paraId="48562B31" w14:textId="6CB3F52B" w:rsidR="00220EF7" w:rsidRPr="0076073C" w:rsidRDefault="00220EF7" w:rsidP="00220EF7">
            <w:pPr>
              <w:tabs>
                <w:tab w:val="left" w:pos="720"/>
              </w:tabs>
              <w:ind w:right="106"/>
              <w:jc w:val="right"/>
              <w:rPr>
                <w:rFonts w:ascii="Browallia New" w:hAnsi="Browallia New" w:cs="Browallia New"/>
                <w:cs/>
              </w:rPr>
            </w:pPr>
            <w:r w:rsidRPr="0076073C">
              <w:rPr>
                <w:rFonts w:ascii="Browallia New" w:hAnsi="Browallia New" w:cs="Browallia New"/>
              </w:rPr>
              <w:t xml:space="preserve"> 643 </w:t>
            </w:r>
          </w:p>
        </w:tc>
        <w:tc>
          <w:tcPr>
            <w:tcW w:w="283" w:type="dxa"/>
            <w:tcBorders>
              <w:left w:val="nil"/>
            </w:tcBorders>
            <w:vAlign w:val="bottom"/>
          </w:tcPr>
          <w:p w14:paraId="48562B32" w14:textId="77777777" w:rsidR="00220EF7" w:rsidRPr="0076073C" w:rsidRDefault="00220EF7" w:rsidP="00220EF7">
            <w:pPr>
              <w:ind w:right="106"/>
              <w:jc w:val="right"/>
              <w:rPr>
                <w:rFonts w:ascii="Browallia New" w:hAnsi="Browallia New" w:cs="Browallia New"/>
                <w:highlight w:val="yellow"/>
                <w:lang w:val="en-GB" w:eastAsia="en-GB"/>
              </w:rPr>
            </w:pPr>
          </w:p>
        </w:tc>
        <w:tc>
          <w:tcPr>
            <w:tcW w:w="1566" w:type="dxa"/>
          </w:tcPr>
          <w:p w14:paraId="48562B33" w14:textId="7562B908" w:rsidR="00220EF7" w:rsidRPr="0076073C" w:rsidRDefault="00220EF7" w:rsidP="00220EF7">
            <w:pPr>
              <w:ind w:right="99"/>
              <w:jc w:val="right"/>
              <w:rPr>
                <w:rFonts w:ascii="Browallia New" w:hAnsi="Browallia New" w:cs="Browallia New"/>
                <w:lang w:val="en-GB"/>
              </w:rPr>
            </w:pPr>
            <w:r w:rsidRPr="0076073C">
              <w:rPr>
                <w:rFonts w:ascii="Browallia New" w:hAnsi="Browallia New" w:cs="Browallia New"/>
              </w:rPr>
              <w:t>2,354</w:t>
            </w:r>
          </w:p>
        </w:tc>
      </w:tr>
      <w:tr w:rsidR="006B03F0" w:rsidRPr="0076073C" w14:paraId="4BE7FF20" w14:textId="77777777" w:rsidTr="0025486D">
        <w:trPr>
          <w:cantSplit/>
        </w:trPr>
        <w:tc>
          <w:tcPr>
            <w:tcW w:w="5634" w:type="dxa"/>
          </w:tcPr>
          <w:p w14:paraId="23D356A7" w14:textId="40BB52D8" w:rsidR="006B03F0" w:rsidRPr="0076073C" w:rsidRDefault="00675CE6" w:rsidP="00220EF7">
            <w:pPr>
              <w:tabs>
                <w:tab w:val="left" w:pos="4318"/>
              </w:tabs>
              <w:rPr>
                <w:rFonts w:ascii="Browallia New" w:hAnsi="Browallia New" w:cs="Browallia New"/>
                <w:cs/>
              </w:rPr>
            </w:pPr>
            <w:r w:rsidRPr="0076073C">
              <w:rPr>
                <w:rFonts w:ascii="Browallia New" w:hAnsi="Browallia New" w:cs="Browallia New"/>
                <w:cs/>
              </w:rPr>
              <w:t>ขาดทุนจากการประมาณการตามหลักคณิตศาสตร์ประกันภัย</w:t>
            </w:r>
          </w:p>
        </w:tc>
        <w:tc>
          <w:tcPr>
            <w:tcW w:w="1559" w:type="dxa"/>
            <w:tcBorders>
              <w:left w:val="nil"/>
            </w:tcBorders>
          </w:tcPr>
          <w:p w14:paraId="7DB016C9" w14:textId="180C0530" w:rsidR="006B03F0" w:rsidRPr="0076073C" w:rsidRDefault="005B3099" w:rsidP="005B3099">
            <w:pPr>
              <w:tabs>
                <w:tab w:val="left" w:pos="720"/>
              </w:tabs>
              <w:ind w:right="106"/>
              <w:jc w:val="center"/>
              <w:rPr>
                <w:rFonts w:ascii="Browallia New" w:hAnsi="Browallia New" w:cs="Browallia New"/>
              </w:rPr>
            </w:pPr>
            <w:r w:rsidRPr="0076073C">
              <w:rPr>
                <w:rFonts w:ascii="Browallia New" w:hAnsi="Browallia New" w:cs="Browallia New"/>
                <w:color w:val="000000" w:themeColor="text1"/>
                <w:cs/>
              </w:rPr>
              <w:t xml:space="preserve">               </w:t>
            </w:r>
            <w:r w:rsidRPr="0076073C">
              <w:rPr>
                <w:rFonts w:ascii="Browallia New" w:hAnsi="Browallia New" w:cs="Browallia New"/>
                <w:color w:val="000000" w:themeColor="text1"/>
              </w:rPr>
              <w:t>-</w:t>
            </w:r>
          </w:p>
        </w:tc>
        <w:tc>
          <w:tcPr>
            <w:tcW w:w="283" w:type="dxa"/>
            <w:tcBorders>
              <w:left w:val="nil"/>
            </w:tcBorders>
            <w:vAlign w:val="bottom"/>
          </w:tcPr>
          <w:p w14:paraId="67672038" w14:textId="77777777" w:rsidR="006B03F0" w:rsidRPr="0076073C" w:rsidRDefault="006B03F0" w:rsidP="00220EF7">
            <w:pPr>
              <w:ind w:right="106"/>
              <w:jc w:val="right"/>
              <w:rPr>
                <w:rFonts w:ascii="Browallia New" w:hAnsi="Browallia New" w:cs="Browallia New"/>
                <w:highlight w:val="yellow"/>
                <w:lang w:val="en-GB" w:eastAsia="en-GB"/>
              </w:rPr>
            </w:pPr>
          </w:p>
        </w:tc>
        <w:tc>
          <w:tcPr>
            <w:tcW w:w="1566" w:type="dxa"/>
          </w:tcPr>
          <w:p w14:paraId="7A4BE047" w14:textId="1113403A" w:rsidR="006B03F0" w:rsidRPr="0076073C" w:rsidRDefault="0076073C" w:rsidP="00220EF7">
            <w:pPr>
              <w:ind w:right="99"/>
              <w:jc w:val="right"/>
              <w:rPr>
                <w:rFonts w:ascii="Browallia New" w:hAnsi="Browallia New" w:cs="Browallia New"/>
              </w:rPr>
            </w:pPr>
            <w:r w:rsidRPr="0076073C">
              <w:rPr>
                <w:rFonts w:ascii="Browallia New" w:hAnsi="Browallia New" w:cs="Browallia New"/>
              </w:rPr>
              <w:t>2</w:t>
            </w:r>
            <w:r w:rsidR="005B3099" w:rsidRPr="0076073C">
              <w:rPr>
                <w:rFonts w:ascii="Browallia New" w:hAnsi="Browallia New" w:cs="Browallia New"/>
              </w:rPr>
              <w:t>,</w:t>
            </w:r>
            <w:r w:rsidRPr="0076073C">
              <w:rPr>
                <w:rFonts w:ascii="Browallia New" w:hAnsi="Browallia New" w:cs="Browallia New"/>
              </w:rPr>
              <w:t>689</w:t>
            </w:r>
          </w:p>
        </w:tc>
      </w:tr>
      <w:tr w:rsidR="00571A68" w:rsidRPr="0076073C" w14:paraId="660587D9" w14:textId="77777777" w:rsidTr="0025486D">
        <w:trPr>
          <w:cantSplit/>
        </w:trPr>
        <w:tc>
          <w:tcPr>
            <w:tcW w:w="5634" w:type="dxa"/>
          </w:tcPr>
          <w:p w14:paraId="4AB45BF1" w14:textId="0332F101" w:rsidR="00571A68" w:rsidRPr="0076073C" w:rsidRDefault="00571A68" w:rsidP="00571A68">
            <w:pPr>
              <w:tabs>
                <w:tab w:val="left" w:pos="4318"/>
              </w:tabs>
              <w:rPr>
                <w:rFonts w:ascii="Browallia New" w:hAnsi="Browallia New" w:cs="Browallia New"/>
                <w:cs/>
              </w:rPr>
            </w:pPr>
            <w:r w:rsidRPr="0076073C">
              <w:rPr>
                <w:rFonts w:ascii="Browallia New" w:hAnsi="Browallia New" w:cs="Browallia New"/>
                <w:cs/>
              </w:rPr>
              <w:t>จ่ายผลประโยชน์พนักงานในระหว่างงวด</w:t>
            </w:r>
          </w:p>
        </w:tc>
        <w:tc>
          <w:tcPr>
            <w:tcW w:w="1559" w:type="dxa"/>
            <w:tcBorders>
              <w:left w:val="nil"/>
              <w:bottom w:val="single" w:sz="4" w:space="0" w:color="auto"/>
            </w:tcBorders>
          </w:tcPr>
          <w:p w14:paraId="043804F8" w14:textId="11794829" w:rsidR="00571A68" w:rsidRPr="0076073C" w:rsidRDefault="005B3099" w:rsidP="00571A68">
            <w:pPr>
              <w:tabs>
                <w:tab w:val="left" w:pos="720"/>
              </w:tabs>
              <w:ind w:right="106"/>
              <w:jc w:val="right"/>
              <w:rPr>
                <w:rFonts w:ascii="Browallia New" w:hAnsi="Browallia New" w:cs="Browallia New"/>
                <w:cs/>
              </w:rPr>
            </w:pPr>
            <w:r w:rsidRPr="0076073C">
              <w:rPr>
                <w:rFonts w:ascii="Browallia New" w:hAnsi="Browallia New" w:cs="Browallia New"/>
                <w:cs/>
              </w:rPr>
              <w:t>(</w:t>
            </w:r>
            <w:r w:rsidR="0076073C" w:rsidRPr="0076073C">
              <w:rPr>
                <w:rFonts w:ascii="Browallia New" w:hAnsi="Browallia New" w:cs="Browallia New"/>
              </w:rPr>
              <w:t>4</w:t>
            </w:r>
            <w:r w:rsidRPr="0076073C">
              <w:rPr>
                <w:rFonts w:ascii="Browallia New" w:hAnsi="Browallia New" w:cs="Browallia New"/>
              </w:rPr>
              <w:t>,</w:t>
            </w:r>
            <w:r w:rsidR="0076073C" w:rsidRPr="0076073C">
              <w:rPr>
                <w:rFonts w:ascii="Browallia New" w:hAnsi="Browallia New" w:cs="Browallia New"/>
              </w:rPr>
              <w:t>040</w:t>
            </w:r>
            <w:r w:rsidRPr="0076073C">
              <w:rPr>
                <w:rFonts w:ascii="Browallia New" w:hAnsi="Browallia New" w:cs="Browallia New"/>
                <w:cs/>
              </w:rPr>
              <w:t>)</w:t>
            </w:r>
          </w:p>
        </w:tc>
        <w:tc>
          <w:tcPr>
            <w:tcW w:w="283" w:type="dxa"/>
            <w:tcBorders>
              <w:left w:val="nil"/>
            </w:tcBorders>
            <w:vAlign w:val="bottom"/>
          </w:tcPr>
          <w:p w14:paraId="74235E74" w14:textId="77777777" w:rsidR="00571A68" w:rsidRPr="0076073C" w:rsidRDefault="00571A68" w:rsidP="00571A68">
            <w:pPr>
              <w:ind w:right="106"/>
              <w:jc w:val="right"/>
              <w:rPr>
                <w:rFonts w:ascii="Browallia New" w:hAnsi="Browallia New" w:cs="Browallia New"/>
                <w:highlight w:val="yellow"/>
                <w:lang w:val="en-GB" w:eastAsia="en-GB"/>
              </w:rPr>
            </w:pPr>
          </w:p>
        </w:tc>
        <w:tc>
          <w:tcPr>
            <w:tcW w:w="1566" w:type="dxa"/>
            <w:tcBorders>
              <w:bottom w:val="single" w:sz="4" w:space="0" w:color="auto"/>
            </w:tcBorders>
            <w:vAlign w:val="bottom"/>
          </w:tcPr>
          <w:p w14:paraId="0BEB8978" w14:textId="63293247" w:rsidR="00571A68" w:rsidRPr="0076073C" w:rsidRDefault="00143114" w:rsidP="00571A68">
            <w:pPr>
              <w:ind w:right="99"/>
              <w:jc w:val="right"/>
              <w:rPr>
                <w:rFonts w:ascii="Browallia New" w:hAnsi="Browallia New" w:cs="Browallia New"/>
                <w:lang w:val="en-GB"/>
              </w:rPr>
            </w:pPr>
            <w:r w:rsidRPr="0076073C">
              <w:rPr>
                <w:rFonts w:ascii="Browallia New" w:hAnsi="Browallia New" w:cs="Browallia New"/>
              </w:rPr>
              <w:t>(12,846)</w:t>
            </w:r>
          </w:p>
        </w:tc>
      </w:tr>
      <w:tr w:rsidR="00CE17FD" w:rsidRPr="0076073C" w14:paraId="38003711" w14:textId="77777777" w:rsidTr="0025486D">
        <w:trPr>
          <w:cantSplit/>
        </w:trPr>
        <w:tc>
          <w:tcPr>
            <w:tcW w:w="5634" w:type="dxa"/>
          </w:tcPr>
          <w:p w14:paraId="422A2A6F" w14:textId="4C2ADEB0" w:rsidR="00CE17FD" w:rsidRPr="0076073C" w:rsidRDefault="00CE17FD" w:rsidP="00CE17FD">
            <w:pPr>
              <w:tabs>
                <w:tab w:val="left" w:pos="4318"/>
              </w:tabs>
              <w:rPr>
                <w:rFonts w:ascii="Browallia New" w:hAnsi="Browallia New" w:cs="Browallia New"/>
                <w:cs/>
              </w:rPr>
            </w:pPr>
            <w:r w:rsidRPr="0076073C">
              <w:rPr>
                <w:rFonts w:ascii="Browallia New" w:hAnsi="Browallia New" w:cs="Browallia New"/>
                <w:cs/>
              </w:rPr>
              <w:t>รวม</w:t>
            </w:r>
          </w:p>
        </w:tc>
        <w:tc>
          <w:tcPr>
            <w:tcW w:w="1559" w:type="dxa"/>
            <w:tcBorders>
              <w:top w:val="single" w:sz="4" w:space="0" w:color="auto"/>
              <w:left w:val="nil"/>
            </w:tcBorders>
          </w:tcPr>
          <w:p w14:paraId="66AAB9F7" w14:textId="68F5E656" w:rsidR="00CE17FD" w:rsidRPr="0076073C" w:rsidRDefault="0076073C" w:rsidP="00CE17FD">
            <w:pPr>
              <w:tabs>
                <w:tab w:val="left" w:pos="720"/>
              </w:tabs>
              <w:ind w:right="106"/>
              <w:jc w:val="right"/>
              <w:rPr>
                <w:rFonts w:ascii="Browallia New" w:hAnsi="Browallia New" w:cs="Browallia New"/>
                <w:cs/>
              </w:rPr>
            </w:pPr>
            <w:r w:rsidRPr="0076073C">
              <w:rPr>
                <w:rFonts w:ascii="Browallia New" w:hAnsi="Browallia New" w:cs="Browallia New"/>
              </w:rPr>
              <w:t>110</w:t>
            </w:r>
            <w:r w:rsidR="005B3099" w:rsidRPr="0076073C">
              <w:rPr>
                <w:rFonts w:ascii="Browallia New" w:hAnsi="Browallia New" w:cs="Browallia New"/>
              </w:rPr>
              <w:t>,</w:t>
            </w:r>
            <w:r w:rsidRPr="0076073C">
              <w:rPr>
                <w:rFonts w:ascii="Browallia New" w:hAnsi="Browallia New" w:cs="Browallia New"/>
              </w:rPr>
              <w:t>301</w:t>
            </w:r>
          </w:p>
        </w:tc>
        <w:tc>
          <w:tcPr>
            <w:tcW w:w="283" w:type="dxa"/>
            <w:tcBorders>
              <w:left w:val="nil"/>
            </w:tcBorders>
            <w:vAlign w:val="bottom"/>
          </w:tcPr>
          <w:p w14:paraId="3EAD2A2C" w14:textId="77777777" w:rsidR="00CE17FD" w:rsidRPr="0076073C"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tcBorders>
            <w:vAlign w:val="bottom"/>
          </w:tcPr>
          <w:p w14:paraId="1437B3FA" w14:textId="55187C18" w:rsidR="00CE17FD" w:rsidRPr="0076073C" w:rsidRDefault="00E03548" w:rsidP="00CE17FD">
            <w:pPr>
              <w:ind w:right="99"/>
              <w:jc w:val="right"/>
              <w:rPr>
                <w:rFonts w:ascii="Browallia New" w:hAnsi="Browallia New" w:cs="Browallia New"/>
                <w:lang w:val="en-GB"/>
              </w:rPr>
            </w:pPr>
            <w:r w:rsidRPr="0076073C">
              <w:rPr>
                <w:rFonts w:ascii="Browallia New" w:hAnsi="Browallia New" w:cs="Browallia New"/>
                <w:lang w:val="en-GB"/>
              </w:rPr>
              <w:t>111,619</w:t>
            </w:r>
          </w:p>
        </w:tc>
      </w:tr>
      <w:tr w:rsidR="00CE17FD" w:rsidRPr="0076073C" w14:paraId="48562B3F" w14:textId="77777777" w:rsidTr="0025486D">
        <w:trPr>
          <w:cantSplit/>
        </w:trPr>
        <w:tc>
          <w:tcPr>
            <w:tcW w:w="5634" w:type="dxa"/>
          </w:tcPr>
          <w:p w14:paraId="48562B3B" w14:textId="3513DC2A" w:rsidR="00CE17FD" w:rsidRPr="0076073C" w:rsidRDefault="00CE17FD" w:rsidP="00CE17FD">
            <w:pPr>
              <w:tabs>
                <w:tab w:val="left" w:pos="4318"/>
              </w:tabs>
              <w:ind w:left="283" w:hanging="283"/>
              <w:rPr>
                <w:rFonts w:ascii="Browallia New" w:hAnsi="Browallia New" w:cs="Browallia New"/>
                <w:cs/>
              </w:rPr>
            </w:pPr>
            <w:r w:rsidRPr="0076073C">
              <w:rPr>
                <w:rFonts w:ascii="Browallia New" w:hAnsi="Browallia New" w:cs="Browallia New"/>
                <w:u w:val="single"/>
                <w:cs/>
              </w:rPr>
              <w:t>หัก</w:t>
            </w:r>
            <w:r w:rsidRPr="0076073C">
              <w:rPr>
                <w:rFonts w:ascii="Browallia New" w:hAnsi="Browallia New" w:cs="Browallia New"/>
                <w:cs/>
              </w:rPr>
              <w:t xml:space="preserve"> ส่วนที่ถึงกำหนดชำระภายในหนึ่งปี</w:t>
            </w:r>
          </w:p>
        </w:tc>
        <w:tc>
          <w:tcPr>
            <w:tcW w:w="1559" w:type="dxa"/>
            <w:tcBorders>
              <w:left w:val="nil"/>
              <w:bottom w:val="single" w:sz="4" w:space="0" w:color="auto"/>
            </w:tcBorders>
          </w:tcPr>
          <w:p w14:paraId="48562B3C" w14:textId="00BCD6C3" w:rsidR="00CE17FD" w:rsidRPr="0076073C" w:rsidRDefault="005B3099" w:rsidP="00CE17FD">
            <w:pPr>
              <w:tabs>
                <w:tab w:val="left" w:pos="720"/>
              </w:tabs>
              <w:ind w:right="106"/>
              <w:jc w:val="right"/>
              <w:rPr>
                <w:rFonts w:ascii="Browallia New" w:hAnsi="Browallia New" w:cs="Browallia New"/>
                <w:cs/>
              </w:rPr>
            </w:pPr>
            <w:r w:rsidRPr="0076073C">
              <w:rPr>
                <w:rFonts w:ascii="Browallia New" w:hAnsi="Browallia New" w:cs="Browallia New"/>
                <w:cs/>
              </w:rPr>
              <w:t>(</w:t>
            </w:r>
            <w:r w:rsidR="0076073C" w:rsidRPr="0076073C">
              <w:rPr>
                <w:rFonts w:ascii="Browallia New" w:hAnsi="Browallia New" w:cs="Browallia New"/>
              </w:rPr>
              <w:t>9</w:t>
            </w:r>
            <w:r w:rsidRPr="0076073C">
              <w:rPr>
                <w:rFonts w:ascii="Browallia New" w:hAnsi="Browallia New" w:cs="Browallia New"/>
              </w:rPr>
              <w:t>,</w:t>
            </w:r>
            <w:r w:rsidR="0076073C" w:rsidRPr="0076073C">
              <w:rPr>
                <w:rFonts w:ascii="Browallia New" w:hAnsi="Browallia New" w:cs="Browallia New"/>
              </w:rPr>
              <w:t>462</w:t>
            </w:r>
            <w:r w:rsidRPr="0076073C">
              <w:rPr>
                <w:rFonts w:ascii="Browallia New" w:hAnsi="Browallia New" w:cs="Browallia New"/>
                <w:cs/>
              </w:rPr>
              <w:t>)</w:t>
            </w:r>
          </w:p>
        </w:tc>
        <w:tc>
          <w:tcPr>
            <w:tcW w:w="283" w:type="dxa"/>
            <w:tcBorders>
              <w:left w:val="nil"/>
            </w:tcBorders>
            <w:vAlign w:val="bottom"/>
          </w:tcPr>
          <w:p w14:paraId="48562B3D" w14:textId="77777777" w:rsidR="00CE17FD" w:rsidRPr="0076073C" w:rsidRDefault="00CE17FD" w:rsidP="00CE17FD">
            <w:pPr>
              <w:ind w:right="106"/>
              <w:jc w:val="right"/>
              <w:rPr>
                <w:rFonts w:ascii="Browallia New" w:hAnsi="Browallia New" w:cs="Browallia New"/>
                <w:cs/>
                <w:lang w:val="en-GB" w:eastAsia="en-GB"/>
              </w:rPr>
            </w:pPr>
          </w:p>
        </w:tc>
        <w:tc>
          <w:tcPr>
            <w:tcW w:w="1566" w:type="dxa"/>
            <w:tcBorders>
              <w:bottom w:val="single" w:sz="4" w:space="0" w:color="auto"/>
            </w:tcBorders>
            <w:vAlign w:val="center"/>
          </w:tcPr>
          <w:p w14:paraId="48562B3E" w14:textId="05D22F2B" w:rsidR="00CE17FD" w:rsidRPr="0076073C" w:rsidRDefault="00775299" w:rsidP="00CE17FD">
            <w:pPr>
              <w:tabs>
                <w:tab w:val="left" w:pos="720"/>
              </w:tabs>
              <w:ind w:right="106"/>
              <w:jc w:val="right"/>
              <w:rPr>
                <w:rFonts w:ascii="Browallia New" w:hAnsi="Browallia New" w:cs="Browallia New"/>
              </w:rPr>
            </w:pPr>
            <w:r w:rsidRPr="0076073C">
              <w:rPr>
                <w:rFonts w:ascii="Browallia New" w:hAnsi="Browallia New" w:cs="Browallia New"/>
                <w:lang w:val="en-GB"/>
              </w:rPr>
              <w:t>(13,502</w:t>
            </w:r>
            <w:r w:rsidR="00080E79" w:rsidRPr="0076073C">
              <w:rPr>
                <w:rFonts w:ascii="Browallia New" w:hAnsi="Browallia New" w:cs="Browallia New"/>
              </w:rPr>
              <w:t>)</w:t>
            </w:r>
          </w:p>
        </w:tc>
      </w:tr>
      <w:tr w:rsidR="00CE17FD" w:rsidRPr="0076073C" w14:paraId="48562B44" w14:textId="77777777" w:rsidTr="0025486D">
        <w:trPr>
          <w:cantSplit/>
        </w:trPr>
        <w:tc>
          <w:tcPr>
            <w:tcW w:w="5634" w:type="dxa"/>
          </w:tcPr>
          <w:p w14:paraId="48562B40" w14:textId="17698805" w:rsidR="00CE17FD" w:rsidRPr="0076073C" w:rsidRDefault="00CE17FD" w:rsidP="00CE17FD">
            <w:pPr>
              <w:ind w:left="252" w:hanging="252"/>
              <w:rPr>
                <w:rFonts w:ascii="Browallia New" w:hAnsi="Browallia New" w:cs="Browallia New"/>
                <w:cs/>
              </w:rPr>
            </w:pPr>
            <w:r w:rsidRPr="0076073C">
              <w:rPr>
                <w:rFonts w:ascii="Browallia New" w:hAnsi="Browallia New" w:cs="Browallia New"/>
                <w:cs/>
              </w:rPr>
              <w:t>ยอดคงเหลือสิ้นงวด</w:t>
            </w:r>
          </w:p>
        </w:tc>
        <w:tc>
          <w:tcPr>
            <w:tcW w:w="1559" w:type="dxa"/>
            <w:tcBorders>
              <w:top w:val="single" w:sz="4" w:space="0" w:color="auto"/>
              <w:left w:val="nil"/>
              <w:bottom w:val="single" w:sz="12" w:space="0" w:color="auto"/>
            </w:tcBorders>
          </w:tcPr>
          <w:p w14:paraId="48562B41" w14:textId="5C4A03D4" w:rsidR="00CE17FD" w:rsidRPr="0076073C" w:rsidRDefault="0076073C" w:rsidP="00CE17FD">
            <w:pPr>
              <w:tabs>
                <w:tab w:val="left" w:pos="720"/>
              </w:tabs>
              <w:ind w:right="106"/>
              <w:jc w:val="right"/>
              <w:rPr>
                <w:rFonts w:ascii="Browallia New" w:hAnsi="Browallia New" w:cs="Browallia New"/>
              </w:rPr>
            </w:pPr>
            <w:r w:rsidRPr="0076073C">
              <w:rPr>
                <w:rFonts w:ascii="Browallia New" w:hAnsi="Browallia New" w:cs="Browallia New"/>
              </w:rPr>
              <w:t>100</w:t>
            </w:r>
            <w:r w:rsidR="005B3099" w:rsidRPr="0076073C">
              <w:rPr>
                <w:rFonts w:ascii="Browallia New" w:hAnsi="Browallia New" w:cs="Browallia New"/>
              </w:rPr>
              <w:t>,</w:t>
            </w:r>
            <w:r w:rsidRPr="0076073C">
              <w:rPr>
                <w:rFonts w:ascii="Browallia New" w:hAnsi="Browallia New" w:cs="Browallia New"/>
              </w:rPr>
              <w:t>839</w:t>
            </w:r>
          </w:p>
        </w:tc>
        <w:tc>
          <w:tcPr>
            <w:tcW w:w="283" w:type="dxa"/>
            <w:tcBorders>
              <w:left w:val="nil"/>
            </w:tcBorders>
            <w:vAlign w:val="bottom"/>
          </w:tcPr>
          <w:p w14:paraId="48562B42" w14:textId="77777777" w:rsidR="00CE17FD" w:rsidRPr="0076073C" w:rsidRDefault="00CE17FD" w:rsidP="00CE17FD">
            <w:pPr>
              <w:ind w:right="106"/>
              <w:jc w:val="right"/>
              <w:rPr>
                <w:rFonts w:ascii="Browallia New" w:hAnsi="Browallia New" w:cs="Browallia New"/>
                <w:highlight w:val="yellow"/>
                <w:lang w:val="en-GB" w:eastAsia="en-GB"/>
              </w:rPr>
            </w:pPr>
          </w:p>
        </w:tc>
        <w:tc>
          <w:tcPr>
            <w:tcW w:w="1566" w:type="dxa"/>
            <w:tcBorders>
              <w:top w:val="single" w:sz="4" w:space="0" w:color="auto"/>
              <w:bottom w:val="single" w:sz="12" w:space="0" w:color="auto"/>
            </w:tcBorders>
            <w:vAlign w:val="bottom"/>
          </w:tcPr>
          <w:p w14:paraId="48562B43" w14:textId="1AE9549C" w:rsidR="00CE17FD" w:rsidRPr="0076073C" w:rsidRDefault="005E6B77" w:rsidP="00CE17FD">
            <w:pPr>
              <w:tabs>
                <w:tab w:val="left" w:pos="720"/>
              </w:tabs>
              <w:ind w:right="106"/>
              <w:jc w:val="right"/>
              <w:rPr>
                <w:rFonts w:ascii="Browallia New" w:hAnsi="Browallia New" w:cs="Browallia New"/>
                <w:cs/>
              </w:rPr>
            </w:pPr>
            <w:r w:rsidRPr="0076073C">
              <w:rPr>
                <w:rFonts w:ascii="Browallia New" w:hAnsi="Browallia New" w:cs="Browallia New"/>
                <w:lang w:val="en-GB"/>
              </w:rPr>
              <w:t>98,117</w:t>
            </w:r>
          </w:p>
        </w:tc>
      </w:tr>
      <w:tr w:rsidR="00B42AFF" w:rsidRPr="0076073C" w14:paraId="48562B49" w14:textId="77777777" w:rsidTr="0025486D">
        <w:trPr>
          <w:cantSplit/>
        </w:trPr>
        <w:tc>
          <w:tcPr>
            <w:tcW w:w="5634" w:type="dxa"/>
          </w:tcPr>
          <w:p w14:paraId="48562B45" w14:textId="7766B563" w:rsidR="00B42AFF" w:rsidRPr="0076073C" w:rsidRDefault="00B42AFF" w:rsidP="00B42AFF">
            <w:pPr>
              <w:tabs>
                <w:tab w:val="left" w:pos="4318"/>
              </w:tabs>
              <w:rPr>
                <w:rFonts w:ascii="Browallia New" w:hAnsi="Browallia New" w:cs="Browallia New"/>
                <w:u w:val="single"/>
                <w:cs/>
              </w:rPr>
            </w:pPr>
          </w:p>
        </w:tc>
        <w:tc>
          <w:tcPr>
            <w:tcW w:w="1559" w:type="dxa"/>
            <w:tcBorders>
              <w:top w:val="single" w:sz="12" w:space="0" w:color="auto"/>
              <w:left w:val="nil"/>
            </w:tcBorders>
          </w:tcPr>
          <w:p w14:paraId="48562B46" w14:textId="5C78528F" w:rsidR="00B42AFF" w:rsidRPr="0076073C" w:rsidRDefault="00B42AFF" w:rsidP="00B42AFF">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B42AFF" w:rsidRPr="0076073C" w:rsidRDefault="00B42AFF" w:rsidP="00B42AFF">
            <w:pPr>
              <w:ind w:right="106"/>
              <w:jc w:val="right"/>
              <w:rPr>
                <w:rFonts w:ascii="Browallia New" w:hAnsi="Browallia New" w:cs="Browallia New"/>
                <w:highlight w:val="yellow"/>
                <w:lang w:val="en-GB" w:eastAsia="en-GB"/>
              </w:rPr>
            </w:pPr>
          </w:p>
        </w:tc>
        <w:tc>
          <w:tcPr>
            <w:tcW w:w="1566" w:type="dxa"/>
            <w:tcBorders>
              <w:top w:val="single" w:sz="12" w:space="0" w:color="auto"/>
            </w:tcBorders>
            <w:vAlign w:val="bottom"/>
          </w:tcPr>
          <w:p w14:paraId="48562B48" w14:textId="3C607BC0" w:rsidR="00B42AFF" w:rsidRPr="0076073C" w:rsidRDefault="00B42AFF" w:rsidP="00B42AFF">
            <w:pPr>
              <w:tabs>
                <w:tab w:val="left" w:pos="720"/>
              </w:tabs>
              <w:ind w:right="106"/>
              <w:jc w:val="right"/>
              <w:rPr>
                <w:rFonts w:ascii="Browallia New" w:hAnsi="Browallia New" w:cs="Browallia New"/>
              </w:rPr>
            </w:pPr>
          </w:p>
        </w:tc>
      </w:tr>
      <w:tr w:rsidR="00B42AFF" w:rsidRPr="0076073C" w14:paraId="48562B4E" w14:textId="77777777" w:rsidTr="0025486D">
        <w:trPr>
          <w:cantSplit/>
          <w:trHeight w:val="280"/>
        </w:trPr>
        <w:tc>
          <w:tcPr>
            <w:tcW w:w="5634" w:type="dxa"/>
          </w:tcPr>
          <w:p w14:paraId="48562B4A" w14:textId="32E02DE3" w:rsidR="00B42AFF" w:rsidRPr="0076073C" w:rsidRDefault="00B42AFF" w:rsidP="00B42AFF">
            <w:pPr>
              <w:rPr>
                <w:rFonts w:ascii="Browallia New" w:hAnsi="Browallia New" w:cs="Browallia New"/>
                <w:lang w:val="en-GB"/>
              </w:rPr>
            </w:pPr>
            <w:r w:rsidRPr="0076073C">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0BE31717" w:rsidR="00B42AFF" w:rsidRPr="0076073C" w:rsidRDefault="0076073C" w:rsidP="00B42AFF">
            <w:pPr>
              <w:tabs>
                <w:tab w:val="left" w:pos="720"/>
              </w:tabs>
              <w:ind w:right="106"/>
              <w:jc w:val="right"/>
              <w:rPr>
                <w:rFonts w:ascii="Browallia New" w:hAnsi="Browallia New" w:cs="Browallia New"/>
              </w:rPr>
            </w:pPr>
            <w:r w:rsidRPr="0076073C">
              <w:rPr>
                <w:rFonts w:ascii="Browallia New" w:hAnsi="Browallia New" w:cs="Browallia New"/>
              </w:rPr>
              <w:t>110</w:t>
            </w:r>
            <w:r w:rsidR="005B3099" w:rsidRPr="0076073C">
              <w:rPr>
                <w:rFonts w:ascii="Browallia New" w:hAnsi="Browallia New" w:cs="Browallia New"/>
              </w:rPr>
              <w:t>,</w:t>
            </w:r>
            <w:r w:rsidRPr="0076073C">
              <w:rPr>
                <w:rFonts w:ascii="Browallia New" w:hAnsi="Browallia New" w:cs="Browallia New"/>
              </w:rPr>
              <w:t>301</w:t>
            </w:r>
          </w:p>
        </w:tc>
        <w:tc>
          <w:tcPr>
            <w:tcW w:w="283" w:type="dxa"/>
            <w:tcBorders>
              <w:left w:val="nil"/>
            </w:tcBorders>
            <w:vAlign w:val="bottom"/>
          </w:tcPr>
          <w:p w14:paraId="48562B4C" w14:textId="77777777" w:rsidR="00B42AFF" w:rsidRPr="0076073C" w:rsidRDefault="00B42AFF" w:rsidP="00B42AFF">
            <w:pPr>
              <w:ind w:right="106"/>
              <w:jc w:val="right"/>
              <w:rPr>
                <w:rFonts w:ascii="Browallia New" w:hAnsi="Browallia New" w:cs="Browallia New"/>
                <w:highlight w:val="yellow"/>
                <w:lang w:val="en-GB" w:eastAsia="en-GB"/>
              </w:rPr>
            </w:pPr>
          </w:p>
        </w:tc>
        <w:tc>
          <w:tcPr>
            <w:tcW w:w="1566" w:type="dxa"/>
            <w:tcBorders>
              <w:bottom w:val="single" w:sz="12" w:space="0" w:color="auto"/>
            </w:tcBorders>
            <w:vAlign w:val="bottom"/>
          </w:tcPr>
          <w:p w14:paraId="48562B4D" w14:textId="452FEBF7" w:rsidR="00B42AFF" w:rsidRPr="0076073C" w:rsidRDefault="005940D4" w:rsidP="00B42AFF">
            <w:pPr>
              <w:tabs>
                <w:tab w:val="left" w:pos="720"/>
              </w:tabs>
              <w:ind w:right="106"/>
              <w:jc w:val="right"/>
              <w:rPr>
                <w:rFonts w:ascii="Browallia New" w:hAnsi="Browallia New" w:cs="Browallia New"/>
              </w:rPr>
            </w:pPr>
            <w:r w:rsidRPr="0076073C">
              <w:rPr>
                <w:rFonts w:ascii="Browallia New" w:hAnsi="Browallia New" w:cs="Browallia New"/>
                <w:lang w:val="en-GB"/>
              </w:rPr>
              <w:t>111,619</w:t>
            </w:r>
          </w:p>
        </w:tc>
      </w:tr>
    </w:tbl>
    <w:p w14:paraId="71366EFD" w14:textId="42F3C1CC" w:rsidR="002D0D30" w:rsidRPr="0076073C" w:rsidRDefault="002D0D30" w:rsidP="00C857B1">
      <w:pPr>
        <w:rPr>
          <w:rFonts w:ascii="Browallia New" w:hAnsi="Browallia New" w:cs="Browallia New"/>
          <w:b/>
          <w:bCs/>
        </w:rPr>
      </w:pPr>
    </w:p>
    <w:p w14:paraId="45009F91" w14:textId="77777777" w:rsidR="002E02DE" w:rsidRPr="0076073C" w:rsidRDefault="002E02DE" w:rsidP="002E02DE">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การนำเสนอข้อมูลทางการเงินจำแนกตามส่วนงาน</w:t>
      </w:r>
    </w:p>
    <w:p w14:paraId="0AE6008F" w14:textId="77777777" w:rsidR="006E6CC7" w:rsidRPr="0076073C" w:rsidRDefault="006E6CC7" w:rsidP="00475D8E">
      <w:pPr>
        <w:pStyle w:val="ListParagraph"/>
        <w:spacing w:after="0" w:line="240" w:lineRule="auto"/>
        <w:ind w:left="375"/>
        <w:rPr>
          <w:rFonts w:ascii="Browallia New" w:hAnsi="Browallia New" w:cs="Browallia New"/>
          <w:b/>
          <w:bCs/>
          <w:sz w:val="28"/>
        </w:rPr>
      </w:pPr>
    </w:p>
    <w:p w14:paraId="52471E7B" w14:textId="636BD7B2" w:rsidR="002E02DE" w:rsidRPr="0076073C" w:rsidRDefault="002E02DE" w:rsidP="00475D8E">
      <w:pPr>
        <w:pStyle w:val="ListParagraph"/>
        <w:spacing w:after="0" w:line="240" w:lineRule="auto"/>
        <w:ind w:left="375"/>
        <w:rPr>
          <w:rFonts w:ascii="Browallia New" w:hAnsi="Browallia New" w:cs="Browallia New"/>
          <w:sz w:val="28"/>
        </w:rPr>
      </w:pPr>
      <w:r w:rsidRPr="0076073C">
        <w:rPr>
          <w:rFonts w:ascii="Browallia New" w:hAnsi="Browallia New" w:cs="Browallia New"/>
          <w:sz w:val="28"/>
          <w:cs/>
        </w:rPr>
        <w:t>กลุ่มบริษัทดำเนินกิจการในการผลิตชิ้นส่วนที่ทำจากเหล็ก และให้บริการเกี่ยวกับธุรกิจเหล็ก รายละเอียดข้อมูลรายได้ที่สำคัญ</w:t>
      </w:r>
      <w:r w:rsidR="003B1ABD" w:rsidRPr="0076073C">
        <w:rPr>
          <w:rFonts w:ascii="Browallia New" w:hAnsi="Browallia New" w:cs="Browallia New"/>
          <w:cs/>
        </w:rPr>
        <w:t>สำหรับงวดสามเดือนสิ้นสุด</w:t>
      </w:r>
      <w:r w:rsidR="003B1ABD" w:rsidRPr="0076073C">
        <w:rPr>
          <w:rFonts w:ascii="Browallia New" w:hAnsi="Browallia New" w:cs="Browallia New"/>
          <w:sz w:val="28"/>
          <w:cs/>
        </w:rPr>
        <w:t xml:space="preserve">วันที่ </w:t>
      </w:r>
      <w:r w:rsidR="003B1ABD" w:rsidRPr="0076073C">
        <w:rPr>
          <w:rFonts w:ascii="Browallia New" w:hAnsi="Browallia New" w:cs="Browallia New"/>
          <w:sz w:val="28"/>
        </w:rPr>
        <w:t>31</w:t>
      </w:r>
      <w:r w:rsidR="003B1ABD" w:rsidRPr="0076073C">
        <w:rPr>
          <w:rFonts w:ascii="Browallia New" w:hAnsi="Browallia New" w:cs="Browallia New"/>
          <w:cs/>
        </w:rPr>
        <w:t xml:space="preserve"> มีนาคม </w:t>
      </w:r>
      <w:r w:rsidR="00FD6F40" w:rsidRPr="0076073C">
        <w:rPr>
          <w:rFonts w:ascii="Browallia New" w:hAnsi="Browallia New" w:cs="Browallia New"/>
          <w:sz w:val="28"/>
        </w:rPr>
        <w:t>256</w:t>
      </w:r>
      <w:r w:rsidR="003B1ABD" w:rsidRPr="0076073C">
        <w:rPr>
          <w:rFonts w:ascii="Browallia New" w:hAnsi="Browallia New" w:cs="Browallia New"/>
          <w:sz w:val="28"/>
        </w:rPr>
        <w:t>8</w:t>
      </w:r>
      <w:r w:rsidRPr="0076073C">
        <w:rPr>
          <w:rFonts w:ascii="Browallia New" w:hAnsi="Browallia New" w:cs="Browallia New"/>
          <w:sz w:val="28"/>
          <w:cs/>
        </w:rPr>
        <w:t xml:space="preserve"> และ </w:t>
      </w:r>
      <w:r w:rsidR="00FD6F40" w:rsidRPr="0076073C">
        <w:rPr>
          <w:rFonts w:ascii="Browallia New" w:hAnsi="Browallia New" w:cs="Browallia New"/>
          <w:sz w:val="28"/>
        </w:rPr>
        <w:t>256</w:t>
      </w:r>
      <w:r w:rsidR="003B1ABD" w:rsidRPr="0076073C">
        <w:rPr>
          <w:rFonts w:ascii="Browallia New" w:hAnsi="Browallia New" w:cs="Browallia New"/>
          <w:sz w:val="28"/>
        </w:rPr>
        <w:t>7</w:t>
      </w:r>
      <w:r w:rsidRPr="0076073C">
        <w:rPr>
          <w:rFonts w:ascii="Browallia New" w:hAnsi="Browallia New" w:cs="Browallia New"/>
          <w:sz w:val="28"/>
          <w:cs/>
        </w:rPr>
        <w:t xml:space="preserve"> มีดังนี้</w:t>
      </w:r>
      <w:r w:rsidRPr="0076073C">
        <w:rPr>
          <w:rFonts w:ascii="Browallia New" w:hAnsi="Browallia New" w:cs="Browallia New"/>
          <w:sz w:val="28"/>
        </w:rPr>
        <w:br/>
      </w:r>
    </w:p>
    <w:tbl>
      <w:tblPr>
        <w:tblpPr w:leftFromText="180" w:rightFromText="180" w:vertAnchor="text" w:horzAnchor="margin" w:tblpX="142" w:tblpY="106"/>
        <w:tblW w:w="9923" w:type="dxa"/>
        <w:tblLayout w:type="fixed"/>
        <w:tblLook w:val="01E0" w:firstRow="1" w:lastRow="1" w:firstColumn="1" w:lastColumn="1" w:noHBand="0" w:noVBand="0"/>
      </w:tblPr>
      <w:tblGrid>
        <w:gridCol w:w="1418"/>
        <w:gridCol w:w="992"/>
        <w:gridCol w:w="851"/>
        <w:gridCol w:w="708"/>
        <w:gridCol w:w="709"/>
        <w:gridCol w:w="992"/>
        <w:gridCol w:w="993"/>
        <w:gridCol w:w="850"/>
        <w:gridCol w:w="709"/>
        <w:gridCol w:w="709"/>
        <w:gridCol w:w="992"/>
      </w:tblGrid>
      <w:tr w:rsidR="002E02DE" w:rsidRPr="0076073C" w14:paraId="32C76045" w14:textId="77777777" w:rsidTr="00682EAF">
        <w:trPr>
          <w:trHeight w:val="20"/>
          <w:tblHeader/>
        </w:trPr>
        <w:tc>
          <w:tcPr>
            <w:tcW w:w="1418" w:type="dxa"/>
            <w:vAlign w:val="bottom"/>
          </w:tcPr>
          <w:p w14:paraId="0D694455" w14:textId="77777777" w:rsidR="002E02DE" w:rsidRPr="0076073C"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A6F16B8" w14:textId="77777777" w:rsidR="002E02DE" w:rsidRPr="0076073C" w:rsidRDefault="002E02DE">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cs/>
              </w:rPr>
              <w:t>(หน่วย</w:t>
            </w:r>
            <w:r w:rsidRPr="0076073C">
              <w:rPr>
                <w:rFonts w:ascii="Browallia New" w:hAnsi="Browallia New" w:cs="Browallia New"/>
                <w:sz w:val="20"/>
                <w:szCs w:val="20"/>
              </w:rPr>
              <w:t xml:space="preserve"> : </w:t>
            </w:r>
            <w:r w:rsidRPr="0076073C">
              <w:rPr>
                <w:rFonts w:ascii="Browallia New" w:hAnsi="Browallia New" w:cs="Browallia New"/>
                <w:sz w:val="20"/>
                <w:szCs w:val="20"/>
                <w:cs/>
              </w:rPr>
              <w:t>พันบาท)</w:t>
            </w:r>
          </w:p>
        </w:tc>
      </w:tr>
      <w:tr w:rsidR="002E02DE" w:rsidRPr="0076073C" w14:paraId="77387CD5" w14:textId="77777777" w:rsidTr="00682EAF">
        <w:trPr>
          <w:trHeight w:val="20"/>
          <w:tblHeader/>
        </w:trPr>
        <w:tc>
          <w:tcPr>
            <w:tcW w:w="1418" w:type="dxa"/>
            <w:vAlign w:val="bottom"/>
          </w:tcPr>
          <w:p w14:paraId="25C4FF39" w14:textId="77777777" w:rsidR="002E02DE" w:rsidRPr="0076073C"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1180047A"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76073C">
              <w:rPr>
                <w:rFonts w:ascii="Browallia New" w:hAnsi="Browallia New" w:cs="Browallia New"/>
                <w:sz w:val="20"/>
                <w:szCs w:val="20"/>
                <w:cs/>
                <w:lang w:val="en-GB"/>
              </w:rPr>
              <w:t>ข้อมูลทางการเงินรวม</w:t>
            </w:r>
          </w:p>
        </w:tc>
      </w:tr>
      <w:tr w:rsidR="002E02DE" w:rsidRPr="0076073C" w14:paraId="34A14DDE" w14:textId="77777777" w:rsidTr="00682EAF">
        <w:trPr>
          <w:trHeight w:val="20"/>
          <w:tblHeader/>
        </w:trPr>
        <w:tc>
          <w:tcPr>
            <w:tcW w:w="1418" w:type="dxa"/>
            <w:vAlign w:val="bottom"/>
          </w:tcPr>
          <w:p w14:paraId="4D19E047" w14:textId="77777777" w:rsidR="002E02DE" w:rsidRPr="0076073C" w:rsidRDefault="002E02DE">
            <w:pPr>
              <w:tabs>
                <w:tab w:val="left" w:pos="794"/>
                <w:tab w:val="left" w:pos="1361"/>
                <w:tab w:val="left" w:pos="1928"/>
              </w:tabs>
              <w:jc w:val="thaiDistribute"/>
              <w:rPr>
                <w:rFonts w:ascii="Browallia New" w:hAnsi="Browallia New" w:cs="Browallia New"/>
                <w:sz w:val="20"/>
                <w:szCs w:val="20"/>
              </w:rPr>
            </w:pPr>
          </w:p>
        </w:tc>
        <w:tc>
          <w:tcPr>
            <w:tcW w:w="8505" w:type="dxa"/>
            <w:gridSpan w:val="10"/>
            <w:vAlign w:val="bottom"/>
          </w:tcPr>
          <w:p w14:paraId="74BDE905" w14:textId="433D038E" w:rsidR="002E02DE" w:rsidRPr="0076073C" w:rsidRDefault="006F061C">
            <w:pPr>
              <w:pBdr>
                <w:bottom w:val="single" w:sz="4" w:space="1" w:color="auto"/>
              </w:pBdr>
              <w:tabs>
                <w:tab w:val="left" w:pos="794"/>
                <w:tab w:val="left" w:pos="1361"/>
                <w:tab w:val="left" w:pos="1928"/>
              </w:tabs>
              <w:jc w:val="center"/>
              <w:rPr>
                <w:rFonts w:ascii="Browallia New" w:hAnsi="Browallia New" w:cs="Browallia New"/>
                <w:sz w:val="20"/>
                <w:szCs w:val="20"/>
                <w:cs/>
              </w:rPr>
            </w:pPr>
            <w:r w:rsidRPr="0076073C">
              <w:rPr>
                <w:rFonts w:ascii="Browallia New" w:hAnsi="Browallia New" w:cs="Browallia New"/>
                <w:sz w:val="20"/>
                <w:szCs w:val="20"/>
                <w:cs/>
              </w:rPr>
              <w:t>สำหรับงวดสามเดือนสิ้นสุดวันที่</w:t>
            </w:r>
            <w:r w:rsidRPr="0076073C">
              <w:rPr>
                <w:rFonts w:ascii="Browallia New" w:hAnsi="Browallia New" w:cs="Browallia New"/>
                <w:sz w:val="20"/>
                <w:szCs w:val="20"/>
              </w:rPr>
              <w:t xml:space="preserve"> 3</w:t>
            </w:r>
            <w:r w:rsidR="00D76300" w:rsidRPr="0076073C">
              <w:rPr>
                <w:rFonts w:ascii="Browallia New" w:hAnsi="Browallia New" w:cs="Browallia New"/>
                <w:sz w:val="20"/>
                <w:szCs w:val="20"/>
              </w:rPr>
              <w:t>1</w:t>
            </w:r>
            <w:r w:rsidRPr="0076073C">
              <w:rPr>
                <w:rFonts w:ascii="Browallia New" w:hAnsi="Browallia New" w:cs="Browallia New"/>
                <w:sz w:val="20"/>
                <w:szCs w:val="20"/>
              </w:rPr>
              <w:t xml:space="preserve"> </w:t>
            </w:r>
            <w:r w:rsidR="00D76300" w:rsidRPr="0076073C">
              <w:rPr>
                <w:rFonts w:ascii="Browallia New" w:hAnsi="Browallia New" w:cs="Browallia New"/>
                <w:sz w:val="20"/>
                <w:szCs w:val="20"/>
                <w:cs/>
              </w:rPr>
              <w:t>มีนาคม</w:t>
            </w:r>
          </w:p>
        </w:tc>
      </w:tr>
      <w:tr w:rsidR="002E02DE" w:rsidRPr="0076073C" w14:paraId="2951762B" w14:textId="77777777" w:rsidTr="00682EAF">
        <w:trPr>
          <w:trHeight w:val="20"/>
          <w:tblHeader/>
        </w:trPr>
        <w:tc>
          <w:tcPr>
            <w:tcW w:w="1418" w:type="dxa"/>
            <w:vAlign w:val="bottom"/>
          </w:tcPr>
          <w:p w14:paraId="2B350A9A" w14:textId="77777777" w:rsidR="002E02DE" w:rsidRPr="0076073C" w:rsidRDefault="002E02DE">
            <w:pPr>
              <w:tabs>
                <w:tab w:val="left" w:pos="794"/>
                <w:tab w:val="left" w:pos="1361"/>
                <w:tab w:val="left" w:pos="1928"/>
              </w:tabs>
              <w:jc w:val="thaiDistribute"/>
              <w:rPr>
                <w:rFonts w:ascii="Browallia New" w:hAnsi="Browallia New" w:cs="Browallia New"/>
                <w:sz w:val="20"/>
                <w:szCs w:val="20"/>
              </w:rPr>
            </w:pPr>
          </w:p>
        </w:tc>
        <w:tc>
          <w:tcPr>
            <w:tcW w:w="4252" w:type="dxa"/>
            <w:gridSpan w:val="5"/>
            <w:vAlign w:val="bottom"/>
          </w:tcPr>
          <w:p w14:paraId="2CE47E54" w14:textId="6B5A843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256</w:t>
            </w:r>
            <w:r w:rsidR="00D76300" w:rsidRPr="0076073C">
              <w:rPr>
                <w:rFonts w:ascii="Browallia New" w:hAnsi="Browallia New" w:cs="Browallia New"/>
                <w:sz w:val="20"/>
                <w:szCs w:val="20"/>
              </w:rPr>
              <w:t>8</w:t>
            </w:r>
          </w:p>
        </w:tc>
        <w:tc>
          <w:tcPr>
            <w:tcW w:w="4253" w:type="dxa"/>
            <w:gridSpan w:val="5"/>
            <w:vAlign w:val="bottom"/>
          </w:tcPr>
          <w:p w14:paraId="54CF21D3" w14:textId="30C49AFF"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256</w:t>
            </w:r>
            <w:r w:rsidR="00D76300" w:rsidRPr="0076073C">
              <w:rPr>
                <w:rFonts w:ascii="Browallia New" w:hAnsi="Browallia New" w:cs="Browallia New"/>
                <w:sz w:val="20"/>
                <w:szCs w:val="20"/>
              </w:rPr>
              <w:t>7</w:t>
            </w:r>
          </w:p>
        </w:tc>
      </w:tr>
      <w:tr w:rsidR="002E02DE" w:rsidRPr="0076073C" w14:paraId="1450B9CF" w14:textId="77777777" w:rsidTr="00682EAF">
        <w:trPr>
          <w:trHeight w:val="20"/>
          <w:tblHeader/>
        </w:trPr>
        <w:tc>
          <w:tcPr>
            <w:tcW w:w="1418" w:type="dxa"/>
            <w:vAlign w:val="bottom"/>
          </w:tcPr>
          <w:p w14:paraId="352F1348" w14:textId="77777777" w:rsidR="002E02DE" w:rsidRPr="0076073C" w:rsidRDefault="002E02DE">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6A038BD1" w14:textId="77777777" w:rsidR="002E02DE" w:rsidRPr="0076073C"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ขายและ</w:t>
            </w:r>
          </w:p>
          <w:p w14:paraId="2517C8E3" w14:textId="77777777" w:rsidR="002E02DE" w:rsidRPr="0076073C" w:rsidRDefault="002E02DE">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รายได้จากงานติดตั้ง</w:t>
            </w:r>
            <w:r w:rsidRPr="0076073C">
              <w:rPr>
                <w:rFonts w:ascii="Browallia New" w:hAnsi="Browallia New" w:cs="Browallia New"/>
                <w:sz w:val="20"/>
                <w:szCs w:val="20"/>
                <w:lang w:val="en-GB"/>
              </w:rPr>
              <w:t xml:space="preserve"> </w:t>
            </w:r>
            <w:r w:rsidRPr="0076073C">
              <w:rPr>
                <w:rFonts w:ascii="Browallia New" w:hAnsi="Browallia New" w:cs="Browallia New"/>
                <w:sz w:val="20"/>
                <w:szCs w:val="20"/>
                <w:cs/>
                <w:lang w:val="en-GB"/>
              </w:rPr>
              <w:br/>
            </w:r>
            <w:r w:rsidRPr="0076073C">
              <w:rPr>
                <w:rFonts w:ascii="Browallia New" w:hAnsi="Browallia New" w:cs="Browallia New"/>
                <w:sz w:val="20"/>
                <w:szCs w:val="20"/>
                <w:lang w:val="en-GB"/>
              </w:rPr>
              <w:t xml:space="preserve">- </w:t>
            </w:r>
            <w:r w:rsidRPr="0076073C">
              <w:rPr>
                <w:rFonts w:ascii="Browallia New" w:hAnsi="Browallia New" w:cs="Browallia New"/>
                <w:sz w:val="20"/>
                <w:szCs w:val="20"/>
                <w:cs/>
                <w:lang w:val="en-GB"/>
              </w:rPr>
              <w:t>สุทธิ</w:t>
            </w:r>
          </w:p>
        </w:tc>
        <w:tc>
          <w:tcPr>
            <w:tcW w:w="851" w:type="dxa"/>
            <w:vAlign w:val="bottom"/>
          </w:tcPr>
          <w:p w14:paraId="1C827EE3"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รายได้</w:t>
            </w:r>
          </w:p>
          <w:p w14:paraId="554A9CCF"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76073C">
              <w:rPr>
                <w:rFonts w:ascii="Browallia New" w:hAnsi="Browallia New" w:cs="Browallia New"/>
                <w:sz w:val="20"/>
                <w:szCs w:val="20"/>
                <w:cs/>
                <w:lang w:val="en-GB"/>
              </w:rPr>
              <w:t>จากการให้บริการตัดเหล็ก</w:t>
            </w:r>
          </w:p>
        </w:tc>
        <w:tc>
          <w:tcPr>
            <w:tcW w:w="708" w:type="dxa"/>
            <w:vAlign w:val="bottom"/>
          </w:tcPr>
          <w:p w14:paraId="2A6EA2F1"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p>
          <w:p w14:paraId="716DC70C"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w:t>
            </w:r>
          </w:p>
          <w:p w14:paraId="1B7A0CD9"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จากการ</w:t>
            </w:r>
          </w:p>
          <w:p w14:paraId="344BB37B"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ขนส่ง</w:t>
            </w:r>
          </w:p>
        </w:tc>
        <w:tc>
          <w:tcPr>
            <w:tcW w:w="709" w:type="dxa"/>
            <w:vAlign w:val="bottom"/>
          </w:tcPr>
          <w:p w14:paraId="57313692"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cs/>
              </w:rPr>
            </w:pPr>
            <w:r w:rsidRPr="0076073C">
              <w:rPr>
                <w:rFonts w:ascii="Browallia New" w:hAnsi="Browallia New" w:cs="Browallia New"/>
                <w:sz w:val="20"/>
                <w:szCs w:val="20"/>
                <w:cs/>
              </w:rPr>
              <w:t>รายการ</w:t>
            </w:r>
            <w:r w:rsidRPr="0076073C">
              <w:rPr>
                <w:rFonts w:ascii="Browallia New" w:hAnsi="Browallia New" w:cs="Browallia New"/>
                <w:sz w:val="20"/>
                <w:szCs w:val="20"/>
              </w:rPr>
              <w:t xml:space="preserve">        </w:t>
            </w:r>
          </w:p>
          <w:p w14:paraId="1607646C"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ตัดบัญชี</w:t>
            </w:r>
          </w:p>
        </w:tc>
        <w:tc>
          <w:tcPr>
            <w:tcW w:w="992" w:type="dxa"/>
            <w:vAlign w:val="bottom"/>
          </w:tcPr>
          <w:p w14:paraId="34A42D7F"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รวม</w:t>
            </w:r>
          </w:p>
        </w:tc>
        <w:tc>
          <w:tcPr>
            <w:tcW w:w="993" w:type="dxa"/>
            <w:vAlign w:val="bottom"/>
          </w:tcPr>
          <w:p w14:paraId="197225B3"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76073C">
              <w:rPr>
                <w:rFonts w:ascii="Browallia New" w:hAnsi="Browallia New" w:cs="Browallia New"/>
                <w:sz w:val="20"/>
                <w:szCs w:val="20"/>
                <w:cs/>
                <w:lang w:val="en-GB"/>
              </w:rPr>
              <w:t>ขายและ</w:t>
            </w:r>
          </w:p>
          <w:p w14:paraId="4B1CFF38"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lang w:val="en-GB"/>
              </w:rPr>
              <w:t>รายได้จากงานติดตั้ง</w:t>
            </w:r>
            <w:r w:rsidRPr="0076073C">
              <w:rPr>
                <w:rFonts w:ascii="Browallia New" w:hAnsi="Browallia New" w:cs="Browallia New"/>
                <w:sz w:val="20"/>
                <w:szCs w:val="20"/>
                <w:lang w:val="en-GB"/>
              </w:rPr>
              <w:t xml:space="preserve"> </w:t>
            </w:r>
            <w:r w:rsidRPr="0076073C">
              <w:rPr>
                <w:rFonts w:ascii="Browallia New" w:hAnsi="Browallia New" w:cs="Browallia New"/>
                <w:sz w:val="20"/>
                <w:szCs w:val="20"/>
                <w:cs/>
                <w:lang w:val="en-GB"/>
              </w:rPr>
              <w:br/>
            </w:r>
            <w:r w:rsidRPr="0076073C">
              <w:rPr>
                <w:rFonts w:ascii="Browallia New" w:hAnsi="Browallia New" w:cs="Browallia New"/>
                <w:sz w:val="20"/>
                <w:szCs w:val="20"/>
                <w:lang w:val="en-GB"/>
              </w:rPr>
              <w:t xml:space="preserve">- </w:t>
            </w:r>
            <w:r w:rsidRPr="0076073C">
              <w:rPr>
                <w:rFonts w:ascii="Browallia New" w:hAnsi="Browallia New" w:cs="Browallia New"/>
                <w:sz w:val="20"/>
                <w:szCs w:val="20"/>
                <w:cs/>
                <w:lang w:val="en-GB"/>
              </w:rPr>
              <w:t>สุทธิ</w:t>
            </w:r>
          </w:p>
        </w:tc>
        <w:tc>
          <w:tcPr>
            <w:tcW w:w="850" w:type="dxa"/>
            <w:vAlign w:val="bottom"/>
          </w:tcPr>
          <w:p w14:paraId="3277F437"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w:t>
            </w:r>
          </w:p>
          <w:p w14:paraId="3EE0B8E6"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จากการให้บริการตัดเหล็ก</w:t>
            </w:r>
          </w:p>
        </w:tc>
        <w:tc>
          <w:tcPr>
            <w:tcW w:w="709" w:type="dxa"/>
            <w:vAlign w:val="bottom"/>
          </w:tcPr>
          <w:p w14:paraId="4E221E01"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w:t>
            </w:r>
          </w:p>
          <w:p w14:paraId="0DE5ED06"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จากการ</w:t>
            </w:r>
          </w:p>
          <w:p w14:paraId="48C2BECB"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ขนส่ง</w:t>
            </w:r>
          </w:p>
        </w:tc>
        <w:tc>
          <w:tcPr>
            <w:tcW w:w="709" w:type="dxa"/>
            <w:vAlign w:val="bottom"/>
          </w:tcPr>
          <w:p w14:paraId="721E53C0"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รายการ</w:t>
            </w:r>
            <w:r w:rsidRPr="0076073C">
              <w:rPr>
                <w:rFonts w:ascii="Browallia New" w:hAnsi="Browallia New" w:cs="Browallia New"/>
                <w:sz w:val="20"/>
                <w:szCs w:val="20"/>
              </w:rPr>
              <w:t xml:space="preserve">        </w:t>
            </w:r>
            <w:r w:rsidRPr="0076073C">
              <w:rPr>
                <w:rFonts w:ascii="Browallia New" w:hAnsi="Browallia New" w:cs="Browallia New"/>
                <w:sz w:val="20"/>
                <w:szCs w:val="20"/>
                <w:cs/>
              </w:rPr>
              <w:t>ตัดบัญชี</w:t>
            </w:r>
          </w:p>
        </w:tc>
        <w:tc>
          <w:tcPr>
            <w:tcW w:w="992" w:type="dxa"/>
            <w:vAlign w:val="bottom"/>
          </w:tcPr>
          <w:p w14:paraId="107FDD12" w14:textId="77777777" w:rsidR="002E02DE" w:rsidRPr="0076073C" w:rsidRDefault="002E02DE">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รวม</w:t>
            </w:r>
          </w:p>
        </w:tc>
      </w:tr>
      <w:tr w:rsidR="002E02DE" w:rsidRPr="0076073C" w14:paraId="03B68AA2" w14:textId="77777777" w:rsidTr="00682EAF">
        <w:trPr>
          <w:trHeight w:val="288"/>
        </w:trPr>
        <w:tc>
          <w:tcPr>
            <w:tcW w:w="1418" w:type="dxa"/>
            <w:vAlign w:val="bottom"/>
          </w:tcPr>
          <w:p w14:paraId="77F4EB80"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09FB7B46"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851" w:type="dxa"/>
            <w:vAlign w:val="bottom"/>
          </w:tcPr>
          <w:p w14:paraId="0FB4E3F4"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708" w:type="dxa"/>
            <w:vAlign w:val="bottom"/>
          </w:tcPr>
          <w:p w14:paraId="2999D1F9"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709" w:type="dxa"/>
            <w:vAlign w:val="bottom"/>
          </w:tcPr>
          <w:p w14:paraId="0D18F821"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992" w:type="dxa"/>
            <w:vAlign w:val="bottom"/>
          </w:tcPr>
          <w:p w14:paraId="11F3C615" w14:textId="77777777" w:rsidR="002E02DE" w:rsidRPr="0076073C" w:rsidRDefault="002E02DE">
            <w:pPr>
              <w:tabs>
                <w:tab w:val="left" w:pos="794"/>
                <w:tab w:val="left" w:pos="1361"/>
                <w:tab w:val="left" w:pos="1928"/>
              </w:tabs>
              <w:jc w:val="thaiDistribute"/>
              <w:rPr>
                <w:rFonts w:ascii="Browallia New" w:hAnsi="Browallia New" w:cs="Browallia New"/>
                <w:sz w:val="14"/>
                <w:szCs w:val="14"/>
              </w:rPr>
            </w:pPr>
          </w:p>
        </w:tc>
        <w:tc>
          <w:tcPr>
            <w:tcW w:w="993" w:type="dxa"/>
            <w:vAlign w:val="bottom"/>
          </w:tcPr>
          <w:p w14:paraId="5002E107" w14:textId="77777777" w:rsidR="002E02DE" w:rsidRPr="0076073C" w:rsidRDefault="002E02DE">
            <w:pPr>
              <w:tabs>
                <w:tab w:val="left" w:pos="794"/>
                <w:tab w:val="left" w:pos="1361"/>
                <w:tab w:val="left" w:pos="1928"/>
              </w:tabs>
              <w:jc w:val="right"/>
              <w:rPr>
                <w:rFonts w:ascii="Browallia New" w:hAnsi="Browallia New" w:cs="Browallia New"/>
                <w:sz w:val="14"/>
                <w:szCs w:val="14"/>
              </w:rPr>
            </w:pPr>
          </w:p>
        </w:tc>
        <w:tc>
          <w:tcPr>
            <w:tcW w:w="850" w:type="dxa"/>
            <w:vAlign w:val="bottom"/>
          </w:tcPr>
          <w:p w14:paraId="197FBBBD" w14:textId="77777777" w:rsidR="002E02DE" w:rsidRPr="0076073C"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5451EE3E" w14:textId="77777777" w:rsidR="002E02DE" w:rsidRPr="0076073C" w:rsidRDefault="002E02DE">
            <w:pPr>
              <w:tabs>
                <w:tab w:val="left" w:pos="794"/>
                <w:tab w:val="left" w:pos="1361"/>
                <w:tab w:val="left" w:pos="1928"/>
              </w:tabs>
              <w:jc w:val="right"/>
              <w:rPr>
                <w:rFonts w:ascii="Browallia New" w:hAnsi="Browallia New" w:cs="Browallia New"/>
                <w:sz w:val="14"/>
                <w:szCs w:val="14"/>
              </w:rPr>
            </w:pPr>
          </w:p>
        </w:tc>
        <w:tc>
          <w:tcPr>
            <w:tcW w:w="709" w:type="dxa"/>
            <w:vAlign w:val="bottom"/>
          </w:tcPr>
          <w:p w14:paraId="662D9D48" w14:textId="77777777" w:rsidR="002E02DE" w:rsidRPr="0076073C" w:rsidRDefault="002E02DE">
            <w:pPr>
              <w:tabs>
                <w:tab w:val="left" w:pos="794"/>
                <w:tab w:val="left" w:pos="1361"/>
                <w:tab w:val="left" w:pos="1928"/>
              </w:tabs>
              <w:jc w:val="right"/>
              <w:rPr>
                <w:rFonts w:ascii="Browallia New" w:hAnsi="Browallia New" w:cs="Browallia New"/>
                <w:sz w:val="14"/>
                <w:szCs w:val="14"/>
              </w:rPr>
            </w:pPr>
          </w:p>
        </w:tc>
        <w:tc>
          <w:tcPr>
            <w:tcW w:w="992" w:type="dxa"/>
            <w:vAlign w:val="bottom"/>
          </w:tcPr>
          <w:p w14:paraId="7EF7CE69" w14:textId="77777777" w:rsidR="002E02DE" w:rsidRPr="0076073C" w:rsidRDefault="002E02DE">
            <w:pPr>
              <w:tabs>
                <w:tab w:val="left" w:pos="794"/>
                <w:tab w:val="left" w:pos="1361"/>
                <w:tab w:val="left" w:pos="1928"/>
              </w:tabs>
              <w:jc w:val="right"/>
              <w:rPr>
                <w:rFonts w:ascii="Browallia New" w:hAnsi="Browallia New" w:cs="Browallia New"/>
                <w:sz w:val="14"/>
                <w:szCs w:val="14"/>
              </w:rPr>
            </w:pPr>
          </w:p>
        </w:tc>
      </w:tr>
      <w:tr w:rsidR="002E02DE" w:rsidRPr="0076073C" w14:paraId="49D08B6A" w14:textId="77777777" w:rsidTr="00682EAF">
        <w:trPr>
          <w:trHeight w:val="288"/>
        </w:trPr>
        <w:tc>
          <w:tcPr>
            <w:tcW w:w="3969" w:type="dxa"/>
            <w:gridSpan w:val="4"/>
            <w:vAlign w:val="bottom"/>
          </w:tcPr>
          <w:p w14:paraId="0CF11F54" w14:textId="77777777" w:rsidR="002E02DE" w:rsidRPr="0076073C" w:rsidRDefault="002E02DE">
            <w:pPr>
              <w:tabs>
                <w:tab w:val="left" w:pos="794"/>
                <w:tab w:val="left" w:pos="1361"/>
                <w:tab w:val="left" w:pos="1928"/>
              </w:tabs>
              <w:jc w:val="thaiDistribute"/>
              <w:rPr>
                <w:rFonts w:ascii="Browallia New" w:hAnsi="Browallia New" w:cs="Browallia New"/>
                <w:sz w:val="19"/>
                <w:szCs w:val="19"/>
              </w:rPr>
            </w:pPr>
            <w:r w:rsidRPr="0076073C">
              <w:rPr>
                <w:rFonts w:ascii="Browallia New" w:hAnsi="Browallia New" w:cs="Browallia New"/>
                <w:sz w:val="19"/>
                <w:szCs w:val="19"/>
                <w:cs/>
              </w:rPr>
              <w:t>รายได้ตามภูมิศาสตร์</w:t>
            </w:r>
          </w:p>
        </w:tc>
        <w:tc>
          <w:tcPr>
            <w:tcW w:w="709" w:type="dxa"/>
            <w:vAlign w:val="bottom"/>
          </w:tcPr>
          <w:p w14:paraId="194B8F04" w14:textId="77777777" w:rsidR="002E02DE" w:rsidRPr="0076073C" w:rsidRDefault="002E02DE">
            <w:pPr>
              <w:tabs>
                <w:tab w:val="left" w:pos="794"/>
                <w:tab w:val="left" w:pos="1361"/>
                <w:tab w:val="left" w:pos="1928"/>
              </w:tabs>
              <w:jc w:val="thaiDistribute"/>
              <w:rPr>
                <w:rFonts w:ascii="Browallia New" w:hAnsi="Browallia New" w:cs="Browallia New"/>
                <w:sz w:val="19"/>
                <w:szCs w:val="19"/>
              </w:rPr>
            </w:pPr>
          </w:p>
        </w:tc>
        <w:tc>
          <w:tcPr>
            <w:tcW w:w="992" w:type="dxa"/>
            <w:vAlign w:val="bottom"/>
          </w:tcPr>
          <w:p w14:paraId="02BA5A75" w14:textId="77777777" w:rsidR="002E02DE" w:rsidRPr="0076073C" w:rsidRDefault="002E02DE">
            <w:pPr>
              <w:tabs>
                <w:tab w:val="left" w:pos="794"/>
                <w:tab w:val="left" w:pos="1361"/>
                <w:tab w:val="left" w:pos="1928"/>
              </w:tabs>
              <w:jc w:val="thaiDistribute"/>
              <w:rPr>
                <w:rFonts w:ascii="Browallia New" w:hAnsi="Browallia New" w:cs="Browallia New"/>
                <w:sz w:val="19"/>
                <w:szCs w:val="19"/>
              </w:rPr>
            </w:pPr>
          </w:p>
        </w:tc>
        <w:tc>
          <w:tcPr>
            <w:tcW w:w="993" w:type="dxa"/>
            <w:vAlign w:val="bottom"/>
          </w:tcPr>
          <w:p w14:paraId="422CF15A" w14:textId="77777777" w:rsidR="002E02DE" w:rsidRPr="0076073C" w:rsidRDefault="002E02DE">
            <w:pPr>
              <w:tabs>
                <w:tab w:val="left" w:pos="794"/>
                <w:tab w:val="left" w:pos="1361"/>
                <w:tab w:val="left" w:pos="1928"/>
              </w:tabs>
              <w:jc w:val="right"/>
              <w:rPr>
                <w:rFonts w:ascii="Browallia New" w:hAnsi="Browallia New" w:cs="Browallia New"/>
                <w:sz w:val="19"/>
                <w:szCs w:val="19"/>
              </w:rPr>
            </w:pPr>
          </w:p>
        </w:tc>
        <w:tc>
          <w:tcPr>
            <w:tcW w:w="850" w:type="dxa"/>
            <w:vAlign w:val="bottom"/>
          </w:tcPr>
          <w:p w14:paraId="5133E20A" w14:textId="77777777" w:rsidR="002E02DE" w:rsidRPr="0076073C"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4E736A08" w14:textId="77777777" w:rsidR="002E02DE" w:rsidRPr="0076073C" w:rsidRDefault="002E02DE">
            <w:pPr>
              <w:tabs>
                <w:tab w:val="left" w:pos="794"/>
                <w:tab w:val="left" w:pos="1361"/>
                <w:tab w:val="left" w:pos="1928"/>
              </w:tabs>
              <w:jc w:val="right"/>
              <w:rPr>
                <w:rFonts w:ascii="Browallia New" w:hAnsi="Browallia New" w:cs="Browallia New"/>
                <w:sz w:val="19"/>
                <w:szCs w:val="19"/>
              </w:rPr>
            </w:pPr>
          </w:p>
        </w:tc>
        <w:tc>
          <w:tcPr>
            <w:tcW w:w="709" w:type="dxa"/>
            <w:vAlign w:val="bottom"/>
          </w:tcPr>
          <w:p w14:paraId="3CB78AED" w14:textId="77777777" w:rsidR="002E02DE" w:rsidRPr="0076073C" w:rsidRDefault="002E02DE">
            <w:pPr>
              <w:tabs>
                <w:tab w:val="left" w:pos="794"/>
                <w:tab w:val="left" w:pos="1361"/>
                <w:tab w:val="left" w:pos="1928"/>
              </w:tabs>
              <w:jc w:val="right"/>
              <w:rPr>
                <w:rFonts w:ascii="Browallia New" w:hAnsi="Browallia New" w:cs="Browallia New"/>
                <w:sz w:val="19"/>
                <w:szCs w:val="19"/>
              </w:rPr>
            </w:pPr>
          </w:p>
        </w:tc>
        <w:tc>
          <w:tcPr>
            <w:tcW w:w="992" w:type="dxa"/>
            <w:vAlign w:val="bottom"/>
          </w:tcPr>
          <w:p w14:paraId="68596DA7" w14:textId="77777777" w:rsidR="002E02DE" w:rsidRPr="0076073C" w:rsidRDefault="002E02DE">
            <w:pPr>
              <w:tabs>
                <w:tab w:val="left" w:pos="794"/>
                <w:tab w:val="left" w:pos="1361"/>
                <w:tab w:val="left" w:pos="1928"/>
              </w:tabs>
              <w:jc w:val="right"/>
              <w:rPr>
                <w:rFonts w:ascii="Browallia New" w:hAnsi="Browallia New" w:cs="Browallia New"/>
                <w:sz w:val="19"/>
                <w:szCs w:val="19"/>
              </w:rPr>
            </w:pPr>
          </w:p>
        </w:tc>
      </w:tr>
      <w:tr w:rsidR="003A6B21" w:rsidRPr="0076073C" w14:paraId="5A62B088" w14:textId="77777777" w:rsidTr="00682EAF">
        <w:trPr>
          <w:trHeight w:val="273"/>
        </w:trPr>
        <w:tc>
          <w:tcPr>
            <w:tcW w:w="1418" w:type="dxa"/>
            <w:vAlign w:val="bottom"/>
          </w:tcPr>
          <w:p w14:paraId="608142FD" w14:textId="77777777" w:rsidR="003A6B21" w:rsidRPr="0076073C" w:rsidRDefault="003A6B21" w:rsidP="003A6B21">
            <w:pPr>
              <w:tabs>
                <w:tab w:val="left" w:pos="794"/>
                <w:tab w:val="left" w:pos="1361"/>
                <w:tab w:val="left" w:pos="1928"/>
              </w:tabs>
              <w:jc w:val="thaiDistribute"/>
              <w:rPr>
                <w:rFonts w:ascii="Browallia New" w:hAnsi="Browallia New" w:cs="Browallia New"/>
                <w:sz w:val="19"/>
                <w:szCs w:val="19"/>
              </w:rPr>
            </w:pPr>
            <w:r w:rsidRPr="0076073C">
              <w:rPr>
                <w:rFonts w:ascii="Browallia New" w:hAnsi="Browallia New" w:cs="Browallia New"/>
                <w:sz w:val="19"/>
                <w:szCs w:val="19"/>
              </w:rPr>
              <w:t xml:space="preserve">     </w:t>
            </w:r>
            <w:r w:rsidRPr="0076073C">
              <w:rPr>
                <w:rFonts w:ascii="Browallia New" w:hAnsi="Browallia New" w:cs="Browallia New"/>
                <w:sz w:val="19"/>
                <w:szCs w:val="19"/>
                <w:cs/>
              </w:rPr>
              <w:t>ไทย</w:t>
            </w:r>
          </w:p>
        </w:tc>
        <w:tc>
          <w:tcPr>
            <w:tcW w:w="992" w:type="dxa"/>
          </w:tcPr>
          <w:p w14:paraId="59F3C9D0" w14:textId="3553D037"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1,184,002</w:t>
            </w:r>
          </w:p>
        </w:tc>
        <w:tc>
          <w:tcPr>
            <w:tcW w:w="851" w:type="dxa"/>
          </w:tcPr>
          <w:p w14:paraId="78920B99" w14:textId="6B67AA97"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79,436</w:t>
            </w:r>
          </w:p>
        </w:tc>
        <w:tc>
          <w:tcPr>
            <w:tcW w:w="708" w:type="dxa"/>
          </w:tcPr>
          <w:p w14:paraId="15D3E106" w14:textId="0308502E"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17,229</w:t>
            </w:r>
          </w:p>
        </w:tc>
        <w:tc>
          <w:tcPr>
            <w:tcW w:w="709" w:type="dxa"/>
          </w:tcPr>
          <w:p w14:paraId="7C6C6124" w14:textId="6F1A332C" w:rsidR="003A6B21" w:rsidRPr="0076073C" w:rsidRDefault="00EB769B" w:rsidP="003A6B21">
            <w:pP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r w:rsidR="003A6B21" w:rsidRPr="0076073C">
              <w:rPr>
                <w:rFonts w:ascii="Browallia New" w:hAnsi="Browallia New" w:cs="Browallia New"/>
                <w:sz w:val="19"/>
                <w:szCs w:val="19"/>
              </w:rPr>
              <w:t>-</w:t>
            </w:r>
          </w:p>
        </w:tc>
        <w:tc>
          <w:tcPr>
            <w:tcW w:w="992" w:type="dxa"/>
          </w:tcPr>
          <w:p w14:paraId="64D7AA98" w14:textId="0E700A15"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1,280,667</w:t>
            </w:r>
          </w:p>
        </w:tc>
        <w:tc>
          <w:tcPr>
            <w:tcW w:w="993" w:type="dxa"/>
          </w:tcPr>
          <w:p w14:paraId="40B887A0" w14:textId="7476BD84"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1,101,737</w:t>
            </w:r>
          </w:p>
        </w:tc>
        <w:tc>
          <w:tcPr>
            <w:tcW w:w="850" w:type="dxa"/>
          </w:tcPr>
          <w:p w14:paraId="0237C904" w14:textId="0A5176B4"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76,412</w:t>
            </w:r>
          </w:p>
        </w:tc>
        <w:tc>
          <w:tcPr>
            <w:tcW w:w="709" w:type="dxa"/>
          </w:tcPr>
          <w:p w14:paraId="3127414C" w14:textId="724393B5"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16,526</w:t>
            </w:r>
          </w:p>
        </w:tc>
        <w:tc>
          <w:tcPr>
            <w:tcW w:w="709" w:type="dxa"/>
          </w:tcPr>
          <w:p w14:paraId="4A00C5D8" w14:textId="25866910" w:rsidR="003A6B21" w:rsidRPr="0076073C" w:rsidRDefault="003A6B21" w:rsidP="003A6B21">
            <w:pP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1AB2DA05" w14:textId="30794A47" w:rsidR="003A6B21" w:rsidRPr="0076073C" w:rsidRDefault="003A6B21" w:rsidP="003A6B21">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1,194,675</w:t>
            </w:r>
          </w:p>
        </w:tc>
      </w:tr>
      <w:tr w:rsidR="003A6B21" w:rsidRPr="0076073C" w14:paraId="7E6E76D9" w14:textId="77777777" w:rsidTr="007406B1">
        <w:trPr>
          <w:trHeight w:val="183"/>
        </w:trPr>
        <w:tc>
          <w:tcPr>
            <w:tcW w:w="1418" w:type="dxa"/>
            <w:vAlign w:val="bottom"/>
          </w:tcPr>
          <w:p w14:paraId="171B2C86" w14:textId="77777777" w:rsidR="003A6B21" w:rsidRPr="0076073C" w:rsidRDefault="003A6B21" w:rsidP="003A6B21">
            <w:pPr>
              <w:tabs>
                <w:tab w:val="left" w:pos="794"/>
                <w:tab w:val="left" w:pos="1361"/>
                <w:tab w:val="left" w:pos="1928"/>
              </w:tabs>
              <w:jc w:val="thaiDistribute"/>
              <w:rPr>
                <w:rFonts w:ascii="Browallia New" w:hAnsi="Browallia New" w:cs="Browallia New"/>
                <w:sz w:val="19"/>
                <w:szCs w:val="19"/>
              </w:rPr>
            </w:pPr>
            <w:r w:rsidRPr="0076073C">
              <w:rPr>
                <w:rFonts w:ascii="Browallia New" w:hAnsi="Browallia New" w:cs="Browallia New"/>
                <w:sz w:val="19"/>
                <w:szCs w:val="19"/>
              </w:rPr>
              <w:t xml:space="preserve">     </w:t>
            </w:r>
            <w:r w:rsidRPr="0076073C">
              <w:rPr>
                <w:rFonts w:ascii="Browallia New" w:hAnsi="Browallia New" w:cs="Browallia New"/>
                <w:sz w:val="19"/>
                <w:szCs w:val="19"/>
                <w:cs/>
              </w:rPr>
              <w:t>เวียดนาม</w:t>
            </w:r>
          </w:p>
        </w:tc>
        <w:tc>
          <w:tcPr>
            <w:tcW w:w="992" w:type="dxa"/>
          </w:tcPr>
          <w:p w14:paraId="0887BF5D" w14:textId="7B3F70C3" w:rsidR="003A6B21" w:rsidRPr="0076073C" w:rsidRDefault="003A6B21" w:rsidP="003A6B21">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15,463</w:t>
            </w:r>
          </w:p>
        </w:tc>
        <w:tc>
          <w:tcPr>
            <w:tcW w:w="851" w:type="dxa"/>
          </w:tcPr>
          <w:p w14:paraId="5AC50C7B" w14:textId="57635701" w:rsidR="003A6B21" w:rsidRPr="0076073C" w:rsidRDefault="00EB769B" w:rsidP="003A6B21">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r w:rsidR="003A6B21" w:rsidRPr="0076073C">
              <w:rPr>
                <w:rFonts w:ascii="Browallia New" w:hAnsi="Browallia New" w:cs="Browallia New"/>
                <w:sz w:val="19"/>
                <w:szCs w:val="19"/>
              </w:rPr>
              <w:t>-</w:t>
            </w:r>
          </w:p>
        </w:tc>
        <w:tc>
          <w:tcPr>
            <w:tcW w:w="708" w:type="dxa"/>
          </w:tcPr>
          <w:p w14:paraId="547C9F47" w14:textId="59704CEA" w:rsidR="003A6B21" w:rsidRPr="0076073C" w:rsidRDefault="00EB769B" w:rsidP="003A6B21">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r w:rsidR="003A6B21" w:rsidRPr="0076073C">
              <w:rPr>
                <w:rFonts w:ascii="Browallia New" w:hAnsi="Browallia New" w:cs="Browallia New"/>
                <w:sz w:val="19"/>
                <w:szCs w:val="19"/>
              </w:rPr>
              <w:t>-</w:t>
            </w:r>
          </w:p>
        </w:tc>
        <w:tc>
          <w:tcPr>
            <w:tcW w:w="709" w:type="dxa"/>
          </w:tcPr>
          <w:p w14:paraId="4BF74367" w14:textId="4AB57F25" w:rsidR="003A6B21" w:rsidRPr="0076073C" w:rsidRDefault="003A6B21" w:rsidP="003A6B21">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(1,454)</w:t>
            </w:r>
          </w:p>
        </w:tc>
        <w:tc>
          <w:tcPr>
            <w:tcW w:w="992" w:type="dxa"/>
          </w:tcPr>
          <w:p w14:paraId="67E1B3BC" w14:textId="2FDB93D2" w:rsidR="003A6B21" w:rsidRPr="0076073C" w:rsidRDefault="003A6B21" w:rsidP="003A6B21">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14,009</w:t>
            </w:r>
          </w:p>
        </w:tc>
        <w:tc>
          <w:tcPr>
            <w:tcW w:w="993" w:type="dxa"/>
          </w:tcPr>
          <w:p w14:paraId="58B93406" w14:textId="382359DD" w:rsidR="003A6B21" w:rsidRPr="0076073C" w:rsidRDefault="003A6B21" w:rsidP="003A6B21">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15,565</w:t>
            </w:r>
          </w:p>
        </w:tc>
        <w:tc>
          <w:tcPr>
            <w:tcW w:w="850" w:type="dxa"/>
          </w:tcPr>
          <w:p w14:paraId="540DA644" w14:textId="3F3B457B" w:rsidR="003A6B21" w:rsidRPr="0076073C" w:rsidRDefault="003A6B21" w:rsidP="003A6B21">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709" w:type="dxa"/>
          </w:tcPr>
          <w:p w14:paraId="2AB0619C" w14:textId="5FE5637D" w:rsidR="003A6B21" w:rsidRPr="0076073C" w:rsidRDefault="003A6B21" w:rsidP="003A6B21">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709" w:type="dxa"/>
          </w:tcPr>
          <w:p w14:paraId="4B9D6E85" w14:textId="7E268A26" w:rsidR="003A6B21" w:rsidRPr="0076073C" w:rsidRDefault="003A6B21" w:rsidP="003A6B21">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71A5BDC7" w14:textId="278EC88B" w:rsidR="003A6B21" w:rsidRPr="0076073C" w:rsidRDefault="003A6B21" w:rsidP="003A6B21">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15,565</w:t>
            </w:r>
          </w:p>
        </w:tc>
      </w:tr>
      <w:tr w:rsidR="00944630" w:rsidRPr="0076073C" w14:paraId="6EEA055A" w14:textId="77777777" w:rsidTr="007406B1">
        <w:trPr>
          <w:trHeight w:val="237"/>
        </w:trPr>
        <w:tc>
          <w:tcPr>
            <w:tcW w:w="1418" w:type="dxa"/>
            <w:vAlign w:val="bottom"/>
          </w:tcPr>
          <w:p w14:paraId="6ED250E6" w14:textId="77777777" w:rsidR="00944630" w:rsidRPr="0076073C" w:rsidRDefault="00944630" w:rsidP="00944630">
            <w:pPr>
              <w:tabs>
                <w:tab w:val="left" w:pos="360"/>
              </w:tabs>
              <w:ind w:right="-150"/>
              <w:rPr>
                <w:rFonts w:ascii="Browallia New" w:hAnsi="Browallia New" w:cs="Browallia New"/>
                <w:sz w:val="19"/>
                <w:szCs w:val="19"/>
                <w:cs/>
                <w:lang w:val="en-GB"/>
              </w:rPr>
            </w:pPr>
            <w:r w:rsidRPr="0076073C">
              <w:rPr>
                <w:rFonts w:ascii="Browallia New" w:hAnsi="Browallia New" w:cs="Browallia New"/>
                <w:sz w:val="19"/>
                <w:szCs w:val="19"/>
                <w:cs/>
                <w:lang w:val="en-GB"/>
              </w:rPr>
              <w:t>รวม</w:t>
            </w:r>
          </w:p>
        </w:tc>
        <w:tc>
          <w:tcPr>
            <w:tcW w:w="992" w:type="dxa"/>
          </w:tcPr>
          <w:p w14:paraId="15768151" w14:textId="69042D69"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1,199,465</w:t>
            </w:r>
          </w:p>
        </w:tc>
        <w:tc>
          <w:tcPr>
            <w:tcW w:w="851" w:type="dxa"/>
          </w:tcPr>
          <w:p w14:paraId="7E4BBA58" w14:textId="604EFB6C" w:rsidR="00944630" w:rsidRPr="0076073C" w:rsidRDefault="00944630" w:rsidP="00944630">
            <w:pP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79,436</w:t>
            </w:r>
          </w:p>
        </w:tc>
        <w:tc>
          <w:tcPr>
            <w:tcW w:w="708" w:type="dxa"/>
          </w:tcPr>
          <w:p w14:paraId="3A38AB78" w14:textId="511035C0"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17,229</w:t>
            </w:r>
          </w:p>
        </w:tc>
        <w:tc>
          <w:tcPr>
            <w:tcW w:w="709" w:type="dxa"/>
          </w:tcPr>
          <w:p w14:paraId="2B16EAD8" w14:textId="75EAE695" w:rsidR="00944630" w:rsidRPr="0076073C" w:rsidRDefault="00944630" w:rsidP="00944630">
            <w:pP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(1,454)</w:t>
            </w:r>
          </w:p>
        </w:tc>
        <w:tc>
          <w:tcPr>
            <w:tcW w:w="992" w:type="dxa"/>
          </w:tcPr>
          <w:p w14:paraId="293C288D" w14:textId="4F9CC82E"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1,294,676</w:t>
            </w:r>
          </w:p>
        </w:tc>
        <w:tc>
          <w:tcPr>
            <w:tcW w:w="993" w:type="dxa"/>
          </w:tcPr>
          <w:p w14:paraId="03EC7906" w14:textId="2BB05656"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1,117,302</w:t>
            </w:r>
          </w:p>
        </w:tc>
        <w:tc>
          <w:tcPr>
            <w:tcW w:w="850" w:type="dxa"/>
          </w:tcPr>
          <w:p w14:paraId="21EB9FD1" w14:textId="26ECF2EA" w:rsidR="00944630" w:rsidRPr="0076073C" w:rsidRDefault="00944630" w:rsidP="00944630">
            <w:pP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76,412</w:t>
            </w:r>
          </w:p>
        </w:tc>
        <w:tc>
          <w:tcPr>
            <w:tcW w:w="709" w:type="dxa"/>
          </w:tcPr>
          <w:p w14:paraId="675ED716" w14:textId="6B2FD465"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16,526</w:t>
            </w:r>
          </w:p>
        </w:tc>
        <w:tc>
          <w:tcPr>
            <w:tcW w:w="709" w:type="dxa"/>
          </w:tcPr>
          <w:p w14:paraId="3C6E4FBE" w14:textId="24F41B48" w:rsidR="00944630" w:rsidRPr="0076073C" w:rsidRDefault="00944630" w:rsidP="00944630">
            <w:pP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6EF60350" w14:textId="43C764E9" w:rsidR="00944630" w:rsidRPr="0076073C" w:rsidRDefault="00944630" w:rsidP="00944630">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1,210,240</w:t>
            </w:r>
          </w:p>
        </w:tc>
      </w:tr>
      <w:tr w:rsidR="00944630" w:rsidRPr="0076073C" w14:paraId="04D479D2" w14:textId="77777777" w:rsidTr="007406B1">
        <w:trPr>
          <w:trHeight w:val="288"/>
        </w:trPr>
        <w:tc>
          <w:tcPr>
            <w:tcW w:w="1418" w:type="dxa"/>
            <w:vAlign w:val="bottom"/>
          </w:tcPr>
          <w:p w14:paraId="22DC401D" w14:textId="77777777" w:rsidR="00944630" w:rsidRPr="0076073C" w:rsidRDefault="00944630" w:rsidP="00944630">
            <w:pPr>
              <w:tabs>
                <w:tab w:val="left" w:pos="360"/>
              </w:tabs>
              <w:ind w:right="-150"/>
              <w:rPr>
                <w:rFonts w:ascii="Browallia New" w:hAnsi="Browallia New" w:cs="Browallia New"/>
                <w:sz w:val="19"/>
                <w:szCs w:val="19"/>
                <w:cs/>
                <w:lang w:val="en-GB"/>
              </w:rPr>
            </w:pPr>
            <w:r w:rsidRPr="0076073C">
              <w:rPr>
                <w:rFonts w:ascii="Browallia New" w:hAnsi="Browallia New" w:cs="Browallia New"/>
                <w:sz w:val="19"/>
                <w:szCs w:val="19"/>
                <w:cs/>
                <w:lang w:val="en-GB"/>
              </w:rPr>
              <w:t>ต้นทุนขายและบริการ</w:t>
            </w:r>
          </w:p>
        </w:tc>
        <w:tc>
          <w:tcPr>
            <w:tcW w:w="992" w:type="dxa"/>
          </w:tcPr>
          <w:p w14:paraId="76945A18" w14:textId="4879EBC1"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(1,063,76</w:t>
            </w:r>
            <w:r w:rsidR="002F06E8" w:rsidRPr="0076073C">
              <w:rPr>
                <w:rFonts w:ascii="Browallia New" w:hAnsi="Browallia New" w:cs="Browallia New"/>
                <w:sz w:val="19"/>
                <w:szCs w:val="19"/>
              </w:rPr>
              <w:t>4</w:t>
            </w:r>
            <w:r w:rsidRPr="0076073C">
              <w:rPr>
                <w:rFonts w:ascii="Browallia New" w:hAnsi="Browallia New" w:cs="Browallia New"/>
                <w:sz w:val="19"/>
                <w:szCs w:val="19"/>
              </w:rPr>
              <w:t>)</w:t>
            </w:r>
          </w:p>
        </w:tc>
        <w:tc>
          <w:tcPr>
            <w:tcW w:w="851" w:type="dxa"/>
          </w:tcPr>
          <w:p w14:paraId="34514873" w14:textId="5B8D6683"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(70,538)</w:t>
            </w:r>
          </w:p>
        </w:tc>
        <w:tc>
          <w:tcPr>
            <w:tcW w:w="708" w:type="dxa"/>
          </w:tcPr>
          <w:p w14:paraId="2D5535D3" w14:textId="5AA28C46"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(9,725)</w:t>
            </w:r>
          </w:p>
        </w:tc>
        <w:tc>
          <w:tcPr>
            <w:tcW w:w="709" w:type="dxa"/>
          </w:tcPr>
          <w:p w14:paraId="38FEB585" w14:textId="28EC4DB8"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1,637</w:t>
            </w:r>
          </w:p>
        </w:tc>
        <w:tc>
          <w:tcPr>
            <w:tcW w:w="992" w:type="dxa"/>
          </w:tcPr>
          <w:p w14:paraId="1E868F4D" w14:textId="33E274C1"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(1,142,3</w:t>
            </w:r>
            <w:r w:rsidR="002F06E8" w:rsidRPr="0076073C">
              <w:rPr>
                <w:rFonts w:ascii="Browallia New" w:hAnsi="Browallia New" w:cs="Browallia New"/>
                <w:sz w:val="19"/>
                <w:szCs w:val="19"/>
              </w:rPr>
              <w:t>90</w:t>
            </w:r>
            <w:r w:rsidRPr="0076073C">
              <w:rPr>
                <w:rFonts w:ascii="Browallia New" w:hAnsi="Browallia New" w:cs="Browallia New"/>
                <w:sz w:val="19"/>
                <w:szCs w:val="19"/>
              </w:rPr>
              <w:t>)</w:t>
            </w:r>
          </w:p>
        </w:tc>
        <w:tc>
          <w:tcPr>
            <w:tcW w:w="993" w:type="dxa"/>
          </w:tcPr>
          <w:p w14:paraId="2B344A9A" w14:textId="53770A9F"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(1,014,998)</w:t>
            </w:r>
          </w:p>
        </w:tc>
        <w:tc>
          <w:tcPr>
            <w:tcW w:w="850" w:type="dxa"/>
          </w:tcPr>
          <w:p w14:paraId="101EB051" w14:textId="18DF56A6"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(71,972)</w:t>
            </w:r>
          </w:p>
        </w:tc>
        <w:tc>
          <w:tcPr>
            <w:tcW w:w="709" w:type="dxa"/>
          </w:tcPr>
          <w:p w14:paraId="045EDA03" w14:textId="4B0BCC76"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(8,743)</w:t>
            </w:r>
          </w:p>
        </w:tc>
        <w:tc>
          <w:tcPr>
            <w:tcW w:w="709" w:type="dxa"/>
          </w:tcPr>
          <w:p w14:paraId="45DE5C9D" w14:textId="1EAFA083"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13</w:t>
            </w:r>
          </w:p>
        </w:tc>
        <w:tc>
          <w:tcPr>
            <w:tcW w:w="992" w:type="dxa"/>
          </w:tcPr>
          <w:p w14:paraId="7E93BD5C" w14:textId="52AD8CAB" w:rsidR="00944630" w:rsidRPr="0076073C" w:rsidRDefault="00944630" w:rsidP="00944630">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(1,095,700)</w:t>
            </w:r>
          </w:p>
        </w:tc>
      </w:tr>
      <w:tr w:rsidR="00EB769B" w:rsidRPr="0076073C" w14:paraId="4CC69A48" w14:textId="77777777" w:rsidTr="00682EAF">
        <w:trPr>
          <w:trHeight w:val="111"/>
        </w:trPr>
        <w:tc>
          <w:tcPr>
            <w:tcW w:w="1418" w:type="dxa"/>
            <w:vAlign w:val="bottom"/>
          </w:tcPr>
          <w:p w14:paraId="66522974" w14:textId="77777777" w:rsidR="00EB769B" w:rsidRPr="0076073C" w:rsidRDefault="00EB769B" w:rsidP="00EB769B">
            <w:pPr>
              <w:tabs>
                <w:tab w:val="left" w:pos="360"/>
              </w:tabs>
              <w:rPr>
                <w:rFonts w:ascii="Browallia New" w:hAnsi="Browallia New" w:cs="Browallia New"/>
                <w:sz w:val="19"/>
                <w:szCs w:val="19"/>
                <w:cs/>
                <w:lang w:val="en-GB"/>
              </w:rPr>
            </w:pPr>
            <w:r w:rsidRPr="0076073C">
              <w:rPr>
                <w:rFonts w:ascii="Browallia New" w:hAnsi="Browallia New" w:cs="Browallia New"/>
                <w:b/>
                <w:bCs/>
                <w:sz w:val="19"/>
                <w:szCs w:val="19"/>
                <w:cs/>
                <w:lang w:val="en-GB"/>
              </w:rPr>
              <w:t>กำไรขั้นต้น</w:t>
            </w:r>
          </w:p>
        </w:tc>
        <w:tc>
          <w:tcPr>
            <w:tcW w:w="992" w:type="dxa"/>
          </w:tcPr>
          <w:p w14:paraId="790D41DF" w14:textId="23553B1A"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135,70</w:t>
            </w:r>
            <w:r w:rsidR="002F06E8" w:rsidRPr="0076073C">
              <w:rPr>
                <w:rFonts w:ascii="Browallia New" w:hAnsi="Browallia New" w:cs="Browallia New"/>
                <w:sz w:val="19"/>
                <w:szCs w:val="19"/>
              </w:rPr>
              <w:t>1</w:t>
            </w:r>
          </w:p>
        </w:tc>
        <w:tc>
          <w:tcPr>
            <w:tcW w:w="851" w:type="dxa"/>
          </w:tcPr>
          <w:p w14:paraId="0CA4F616" w14:textId="409CACBF"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8,898</w:t>
            </w:r>
          </w:p>
        </w:tc>
        <w:tc>
          <w:tcPr>
            <w:tcW w:w="708" w:type="dxa"/>
          </w:tcPr>
          <w:p w14:paraId="2F815707" w14:textId="559BE2CB"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7,504</w:t>
            </w:r>
          </w:p>
        </w:tc>
        <w:tc>
          <w:tcPr>
            <w:tcW w:w="709" w:type="dxa"/>
          </w:tcPr>
          <w:p w14:paraId="0FF46164" w14:textId="5858638E"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183</w:t>
            </w:r>
          </w:p>
        </w:tc>
        <w:tc>
          <w:tcPr>
            <w:tcW w:w="992" w:type="dxa"/>
          </w:tcPr>
          <w:p w14:paraId="2D48F57F" w14:textId="29D5E8FB" w:rsidR="00EB769B" w:rsidRPr="0076073C" w:rsidRDefault="00E624F9" w:rsidP="00EB769B">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152,28</w:t>
            </w:r>
            <w:r w:rsidR="005D3C75" w:rsidRPr="0076073C">
              <w:rPr>
                <w:rFonts w:ascii="Browallia New" w:hAnsi="Browallia New" w:cs="Browallia New"/>
                <w:sz w:val="20"/>
                <w:szCs w:val="20"/>
              </w:rPr>
              <w:t>6</w:t>
            </w:r>
          </w:p>
        </w:tc>
        <w:tc>
          <w:tcPr>
            <w:tcW w:w="993" w:type="dxa"/>
          </w:tcPr>
          <w:p w14:paraId="62FEDD81" w14:textId="66FA561C"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102,304</w:t>
            </w:r>
          </w:p>
        </w:tc>
        <w:tc>
          <w:tcPr>
            <w:tcW w:w="850" w:type="dxa"/>
          </w:tcPr>
          <w:p w14:paraId="66848BEE" w14:textId="2CC64FC8"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cs/>
              </w:rPr>
            </w:pPr>
            <w:r w:rsidRPr="0076073C">
              <w:rPr>
                <w:rFonts w:ascii="Browallia New" w:hAnsi="Browallia New" w:cs="Browallia New"/>
                <w:sz w:val="19"/>
                <w:szCs w:val="19"/>
              </w:rPr>
              <w:t>4,440</w:t>
            </w:r>
          </w:p>
        </w:tc>
        <w:tc>
          <w:tcPr>
            <w:tcW w:w="709" w:type="dxa"/>
          </w:tcPr>
          <w:p w14:paraId="05F92326" w14:textId="4EEF7CCE"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7,783</w:t>
            </w:r>
          </w:p>
        </w:tc>
        <w:tc>
          <w:tcPr>
            <w:tcW w:w="709" w:type="dxa"/>
          </w:tcPr>
          <w:p w14:paraId="41C61BAE" w14:textId="5493B9CF"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13</w:t>
            </w:r>
          </w:p>
        </w:tc>
        <w:tc>
          <w:tcPr>
            <w:tcW w:w="992" w:type="dxa"/>
          </w:tcPr>
          <w:p w14:paraId="6820C8DC" w14:textId="424C2546" w:rsidR="00EB769B" w:rsidRPr="0076073C" w:rsidRDefault="00EB769B" w:rsidP="00EB769B">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114,540</w:t>
            </w:r>
          </w:p>
        </w:tc>
      </w:tr>
      <w:tr w:rsidR="00BD18A1" w:rsidRPr="0076073C" w14:paraId="5472F3A9" w14:textId="77777777" w:rsidTr="00682EAF">
        <w:trPr>
          <w:trHeight w:val="111"/>
        </w:trPr>
        <w:tc>
          <w:tcPr>
            <w:tcW w:w="1418" w:type="dxa"/>
            <w:vAlign w:val="bottom"/>
          </w:tcPr>
          <w:p w14:paraId="7978B6ED" w14:textId="77777777" w:rsidR="00BD18A1" w:rsidRPr="0076073C" w:rsidRDefault="00BD18A1" w:rsidP="00BD18A1">
            <w:pPr>
              <w:tabs>
                <w:tab w:val="left" w:pos="360"/>
              </w:tabs>
              <w:rPr>
                <w:rFonts w:ascii="Browallia New" w:hAnsi="Browallia New" w:cs="Browallia New"/>
                <w:b/>
                <w:bCs/>
                <w:sz w:val="19"/>
                <w:szCs w:val="19"/>
                <w:lang w:val="en-GB"/>
              </w:rPr>
            </w:pPr>
          </w:p>
          <w:p w14:paraId="7558CE08" w14:textId="77777777" w:rsidR="000731F3" w:rsidRPr="0076073C" w:rsidRDefault="000731F3" w:rsidP="00BD18A1">
            <w:pPr>
              <w:tabs>
                <w:tab w:val="left" w:pos="360"/>
              </w:tabs>
              <w:rPr>
                <w:rFonts w:ascii="Browallia New" w:hAnsi="Browallia New" w:cs="Browallia New"/>
                <w:b/>
                <w:bCs/>
                <w:sz w:val="19"/>
                <w:szCs w:val="19"/>
                <w:lang w:val="en-GB"/>
              </w:rPr>
            </w:pPr>
          </w:p>
          <w:p w14:paraId="7A198762" w14:textId="77777777" w:rsidR="000731F3" w:rsidRPr="0076073C" w:rsidRDefault="000731F3" w:rsidP="00BD18A1">
            <w:pPr>
              <w:tabs>
                <w:tab w:val="left" w:pos="360"/>
              </w:tabs>
              <w:rPr>
                <w:rFonts w:ascii="Browallia New" w:hAnsi="Browallia New" w:cs="Browallia New"/>
                <w:b/>
                <w:bCs/>
                <w:sz w:val="19"/>
                <w:szCs w:val="19"/>
                <w:cs/>
                <w:lang w:val="en-GB"/>
              </w:rPr>
            </w:pPr>
          </w:p>
        </w:tc>
        <w:tc>
          <w:tcPr>
            <w:tcW w:w="992" w:type="dxa"/>
          </w:tcPr>
          <w:p w14:paraId="406BA287"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851" w:type="dxa"/>
          </w:tcPr>
          <w:p w14:paraId="7C46EC7B"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8" w:type="dxa"/>
          </w:tcPr>
          <w:p w14:paraId="47EB29E9"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9" w:type="dxa"/>
          </w:tcPr>
          <w:p w14:paraId="23B3B9F8"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992" w:type="dxa"/>
          </w:tcPr>
          <w:p w14:paraId="40F22F44"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993" w:type="dxa"/>
          </w:tcPr>
          <w:p w14:paraId="260C2B2E"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850" w:type="dxa"/>
          </w:tcPr>
          <w:p w14:paraId="3BE157A2"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9" w:type="dxa"/>
          </w:tcPr>
          <w:p w14:paraId="4EEBA61C"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9" w:type="dxa"/>
          </w:tcPr>
          <w:p w14:paraId="41506C38"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992" w:type="dxa"/>
          </w:tcPr>
          <w:p w14:paraId="45547756"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r>
      <w:tr w:rsidR="00030867" w:rsidRPr="0076073C" w14:paraId="5ECE3035" w14:textId="77777777" w:rsidTr="00682EAF">
        <w:trPr>
          <w:trHeight w:val="111"/>
        </w:trPr>
        <w:tc>
          <w:tcPr>
            <w:tcW w:w="5670" w:type="dxa"/>
            <w:gridSpan w:val="6"/>
            <w:vAlign w:val="bottom"/>
          </w:tcPr>
          <w:p w14:paraId="12F0920D" w14:textId="77777777" w:rsidR="00030867" w:rsidRPr="0076073C" w:rsidRDefault="00030867" w:rsidP="00BD18A1">
            <w:pPr>
              <w:tabs>
                <w:tab w:val="left" w:pos="794"/>
                <w:tab w:val="left" w:pos="1361"/>
                <w:tab w:val="left" w:pos="1928"/>
              </w:tabs>
              <w:rPr>
                <w:rFonts w:ascii="Browallia New" w:hAnsi="Browallia New" w:cs="Browallia New"/>
                <w:sz w:val="20"/>
                <w:szCs w:val="20"/>
                <w:cs/>
              </w:rPr>
            </w:pPr>
          </w:p>
        </w:tc>
        <w:tc>
          <w:tcPr>
            <w:tcW w:w="993" w:type="dxa"/>
          </w:tcPr>
          <w:p w14:paraId="321FC508" w14:textId="77777777" w:rsidR="00030867" w:rsidRPr="0076073C" w:rsidRDefault="00030867" w:rsidP="00BD18A1">
            <w:pPr>
              <w:tabs>
                <w:tab w:val="left" w:pos="794"/>
                <w:tab w:val="left" w:pos="1361"/>
                <w:tab w:val="left" w:pos="1928"/>
              </w:tabs>
              <w:jc w:val="right"/>
              <w:rPr>
                <w:rFonts w:ascii="Browallia New" w:hAnsi="Browallia New" w:cs="Browallia New"/>
                <w:sz w:val="19"/>
                <w:szCs w:val="19"/>
              </w:rPr>
            </w:pPr>
          </w:p>
        </w:tc>
        <w:tc>
          <w:tcPr>
            <w:tcW w:w="850" w:type="dxa"/>
          </w:tcPr>
          <w:p w14:paraId="07D68240" w14:textId="77777777" w:rsidR="00030867" w:rsidRPr="0076073C" w:rsidRDefault="00030867" w:rsidP="00BD18A1">
            <w:pPr>
              <w:tabs>
                <w:tab w:val="left" w:pos="794"/>
                <w:tab w:val="left" w:pos="1361"/>
                <w:tab w:val="left" w:pos="1928"/>
              </w:tabs>
              <w:jc w:val="right"/>
              <w:rPr>
                <w:rFonts w:ascii="Browallia New" w:hAnsi="Browallia New" w:cs="Browallia New"/>
                <w:sz w:val="19"/>
                <w:szCs w:val="19"/>
              </w:rPr>
            </w:pPr>
          </w:p>
        </w:tc>
        <w:tc>
          <w:tcPr>
            <w:tcW w:w="709" w:type="dxa"/>
          </w:tcPr>
          <w:p w14:paraId="4B4F8985" w14:textId="77777777" w:rsidR="00030867" w:rsidRPr="0076073C" w:rsidRDefault="00030867" w:rsidP="00BD18A1">
            <w:pPr>
              <w:tabs>
                <w:tab w:val="left" w:pos="794"/>
                <w:tab w:val="left" w:pos="1361"/>
                <w:tab w:val="left" w:pos="1928"/>
              </w:tabs>
              <w:jc w:val="right"/>
              <w:rPr>
                <w:rFonts w:ascii="Browallia New" w:hAnsi="Browallia New" w:cs="Browallia New"/>
                <w:sz w:val="19"/>
                <w:szCs w:val="19"/>
              </w:rPr>
            </w:pPr>
          </w:p>
        </w:tc>
        <w:tc>
          <w:tcPr>
            <w:tcW w:w="709" w:type="dxa"/>
          </w:tcPr>
          <w:p w14:paraId="455B9CF7" w14:textId="77777777" w:rsidR="00030867" w:rsidRPr="0076073C" w:rsidRDefault="00030867" w:rsidP="00BD18A1">
            <w:pPr>
              <w:tabs>
                <w:tab w:val="left" w:pos="794"/>
                <w:tab w:val="left" w:pos="1361"/>
                <w:tab w:val="left" w:pos="1928"/>
              </w:tabs>
              <w:jc w:val="right"/>
              <w:rPr>
                <w:rFonts w:ascii="Browallia New" w:hAnsi="Browallia New" w:cs="Browallia New"/>
                <w:sz w:val="19"/>
                <w:szCs w:val="19"/>
              </w:rPr>
            </w:pPr>
          </w:p>
        </w:tc>
        <w:tc>
          <w:tcPr>
            <w:tcW w:w="992" w:type="dxa"/>
          </w:tcPr>
          <w:p w14:paraId="66A18DEA" w14:textId="77777777" w:rsidR="00030867" w:rsidRPr="0076073C" w:rsidRDefault="00030867" w:rsidP="00BD18A1">
            <w:pPr>
              <w:tabs>
                <w:tab w:val="left" w:pos="794"/>
                <w:tab w:val="left" w:pos="1361"/>
                <w:tab w:val="left" w:pos="1928"/>
              </w:tabs>
              <w:jc w:val="right"/>
              <w:rPr>
                <w:rFonts w:ascii="Browallia New" w:hAnsi="Browallia New" w:cs="Browallia New"/>
                <w:sz w:val="19"/>
                <w:szCs w:val="19"/>
              </w:rPr>
            </w:pPr>
          </w:p>
        </w:tc>
      </w:tr>
      <w:tr w:rsidR="00BD18A1" w:rsidRPr="0076073C" w14:paraId="3317FF86" w14:textId="77777777" w:rsidTr="00682EAF">
        <w:trPr>
          <w:trHeight w:val="111"/>
        </w:trPr>
        <w:tc>
          <w:tcPr>
            <w:tcW w:w="5670" w:type="dxa"/>
            <w:gridSpan w:val="6"/>
            <w:vAlign w:val="bottom"/>
          </w:tcPr>
          <w:p w14:paraId="34828160" w14:textId="425308FC" w:rsidR="00BD18A1" w:rsidRPr="0076073C" w:rsidRDefault="00BD18A1" w:rsidP="00BD18A1">
            <w:pPr>
              <w:tabs>
                <w:tab w:val="left" w:pos="794"/>
                <w:tab w:val="left" w:pos="1361"/>
                <w:tab w:val="left" w:pos="1928"/>
              </w:tabs>
              <w:rPr>
                <w:rFonts w:ascii="Browallia New" w:hAnsi="Browallia New" w:cs="Browallia New"/>
                <w:sz w:val="19"/>
                <w:szCs w:val="19"/>
              </w:rPr>
            </w:pPr>
            <w:r w:rsidRPr="0076073C">
              <w:rPr>
                <w:rFonts w:ascii="Browallia New" w:hAnsi="Browallia New" w:cs="Browallia New"/>
                <w:sz w:val="20"/>
                <w:szCs w:val="20"/>
                <w:cs/>
              </w:rPr>
              <w:t>รายได้แยกตามการบันทึกรายได้</w:t>
            </w:r>
          </w:p>
        </w:tc>
        <w:tc>
          <w:tcPr>
            <w:tcW w:w="993" w:type="dxa"/>
          </w:tcPr>
          <w:p w14:paraId="0DAA00C4"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850" w:type="dxa"/>
          </w:tcPr>
          <w:p w14:paraId="4DEC1E38"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9" w:type="dxa"/>
          </w:tcPr>
          <w:p w14:paraId="76501AF7"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709" w:type="dxa"/>
          </w:tcPr>
          <w:p w14:paraId="7A2760A6"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c>
          <w:tcPr>
            <w:tcW w:w="992" w:type="dxa"/>
          </w:tcPr>
          <w:p w14:paraId="53B3C84C" w14:textId="77777777" w:rsidR="00BD18A1" w:rsidRPr="0076073C" w:rsidRDefault="00BD18A1" w:rsidP="00BD18A1">
            <w:pPr>
              <w:tabs>
                <w:tab w:val="left" w:pos="794"/>
                <w:tab w:val="left" w:pos="1361"/>
                <w:tab w:val="left" w:pos="1928"/>
              </w:tabs>
              <w:jc w:val="right"/>
              <w:rPr>
                <w:rFonts w:ascii="Browallia New" w:hAnsi="Browallia New" w:cs="Browallia New"/>
                <w:sz w:val="19"/>
                <w:szCs w:val="19"/>
              </w:rPr>
            </w:pPr>
          </w:p>
        </w:tc>
      </w:tr>
      <w:tr w:rsidR="00521D93" w:rsidRPr="0076073C" w14:paraId="5E998414" w14:textId="77777777" w:rsidTr="000D1A9C">
        <w:trPr>
          <w:trHeight w:val="111"/>
        </w:trPr>
        <w:tc>
          <w:tcPr>
            <w:tcW w:w="1418" w:type="dxa"/>
          </w:tcPr>
          <w:p w14:paraId="031180F7" w14:textId="41A531B3" w:rsidR="00521D93" w:rsidRPr="0076073C" w:rsidRDefault="00521D93" w:rsidP="00521D93">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rPr>
              <w:t xml:space="preserve">  ณ</w:t>
            </w:r>
            <w:r w:rsidRPr="0076073C">
              <w:rPr>
                <w:rFonts w:ascii="Browallia New" w:hAnsi="Browallia New" w:cs="Browallia New"/>
                <w:sz w:val="20"/>
                <w:szCs w:val="20"/>
              </w:rPr>
              <w:t xml:space="preserve"> </w:t>
            </w:r>
            <w:r w:rsidRPr="0076073C">
              <w:rPr>
                <w:rFonts w:ascii="Browallia New" w:hAnsi="Browallia New" w:cs="Browallia New"/>
                <w:sz w:val="20"/>
                <w:szCs w:val="20"/>
                <w:cs/>
              </w:rPr>
              <w:t>เวลาใดเวลาหนึ่ง</w:t>
            </w:r>
          </w:p>
        </w:tc>
        <w:tc>
          <w:tcPr>
            <w:tcW w:w="992" w:type="dxa"/>
          </w:tcPr>
          <w:p w14:paraId="518D302A" w14:textId="6CB056B4" w:rsidR="00521D93" w:rsidRPr="0076073C" w:rsidRDefault="00521D93" w:rsidP="00521D93">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1,016,150</w:t>
            </w:r>
          </w:p>
        </w:tc>
        <w:tc>
          <w:tcPr>
            <w:tcW w:w="851" w:type="dxa"/>
          </w:tcPr>
          <w:p w14:paraId="307D8A16" w14:textId="43FB199F" w:rsidR="00521D93" w:rsidRPr="0076073C" w:rsidRDefault="00521D93" w:rsidP="00521D93">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79,436</w:t>
            </w:r>
          </w:p>
        </w:tc>
        <w:tc>
          <w:tcPr>
            <w:tcW w:w="708" w:type="dxa"/>
          </w:tcPr>
          <w:p w14:paraId="5B273BC4" w14:textId="1312C7B3" w:rsidR="00521D93" w:rsidRPr="0076073C" w:rsidRDefault="00521D93" w:rsidP="00521D93">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17,223</w:t>
            </w:r>
          </w:p>
        </w:tc>
        <w:tc>
          <w:tcPr>
            <w:tcW w:w="709" w:type="dxa"/>
          </w:tcPr>
          <w:p w14:paraId="0B2CBCE0" w14:textId="0D869CB2" w:rsidR="00521D93" w:rsidRPr="0076073C" w:rsidRDefault="00521D93" w:rsidP="00521D93">
            <w:pP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 xml:space="preserve"> -</w:t>
            </w:r>
          </w:p>
        </w:tc>
        <w:tc>
          <w:tcPr>
            <w:tcW w:w="992" w:type="dxa"/>
          </w:tcPr>
          <w:p w14:paraId="4E569BB7" w14:textId="26D52A5B" w:rsidR="00521D93" w:rsidRPr="0076073C" w:rsidRDefault="00521D93" w:rsidP="00521D93">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1,112,809</w:t>
            </w:r>
          </w:p>
        </w:tc>
        <w:tc>
          <w:tcPr>
            <w:tcW w:w="993" w:type="dxa"/>
          </w:tcPr>
          <w:p w14:paraId="6BA09A1D" w14:textId="7E1437C6" w:rsidR="00521D93" w:rsidRPr="0076073C" w:rsidRDefault="00521D93" w:rsidP="00521D93">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917,388</w:t>
            </w:r>
          </w:p>
        </w:tc>
        <w:tc>
          <w:tcPr>
            <w:tcW w:w="850" w:type="dxa"/>
          </w:tcPr>
          <w:p w14:paraId="0B453430" w14:textId="68ACB045" w:rsidR="00521D93" w:rsidRPr="0076073C" w:rsidRDefault="00521D93" w:rsidP="00521D93">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76,412</w:t>
            </w:r>
          </w:p>
        </w:tc>
        <w:tc>
          <w:tcPr>
            <w:tcW w:w="709" w:type="dxa"/>
          </w:tcPr>
          <w:p w14:paraId="78EFCD68" w14:textId="43F34552" w:rsidR="00521D93" w:rsidRPr="0076073C" w:rsidRDefault="00521D93" w:rsidP="00521D93">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16,376</w:t>
            </w:r>
          </w:p>
        </w:tc>
        <w:tc>
          <w:tcPr>
            <w:tcW w:w="709" w:type="dxa"/>
          </w:tcPr>
          <w:p w14:paraId="22A802EC" w14:textId="66B73719" w:rsidR="00521D93" w:rsidRPr="0076073C" w:rsidRDefault="00521D93" w:rsidP="00521D93">
            <w:pP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2284E031" w14:textId="1DC9B1E5" w:rsidR="00521D93" w:rsidRPr="0076073C" w:rsidRDefault="00521D93" w:rsidP="00521D93">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1,010,176</w:t>
            </w:r>
          </w:p>
        </w:tc>
      </w:tr>
      <w:tr w:rsidR="00521D93" w:rsidRPr="0076073C" w14:paraId="6D8C0B71" w14:textId="77777777" w:rsidTr="000D1A9C">
        <w:trPr>
          <w:trHeight w:val="111"/>
        </w:trPr>
        <w:tc>
          <w:tcPr>
            <w:tcW w:w="1418" w:type="dxa"/>
          </w:tcPr>
          <w:p w14:paraId="43CE731F" w14:textId="52174670" w:rsidR="00521D93" w:rsidRPr="0076073C" w:rsidRDefault="00521D93" w:rsidP="00521D93">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rPr>
              <w:t xml:space="preserve">  ตลอดช่วงระยะเวลา</w:t>
            </w:r>
          </w:p>
        </w:tc>
        <w:tc>
          <w:tcPr>
            <w:tcW w:w="992" w:type="dxa"/>
          </w:tcPr>
          <w:p w14:paraId="6223371D" w14:textId="5AC6A665"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183,315</w:t>
            </w:r>
          </w:p>
        </w:tc>
        <w:tc>
          <w:tcPr>
            <w:tcW w:w="851" w:type="dxa"/>
          </w:tcPr>
          <w:p w14:paraId="7C063EFB" w14:textId="4DF310E0" w:rsidR="00521D93" w:rsidRPr="0076073C" w:rsidRDefault="00521D93" w:rsidP="00521D93">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 xml:space="preserve">     -</w:t>
            </w:r>
          </w:p>
        </w:tc>
        <w:tc>
          <w:tcPr>
            <w:tcW w:w="708" w:type="dxa"/>
          </w:tcPr>
          <w:p w14:paraId="16AB0F28" w14:textId="6678FB36"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6</w:t>
            </w:r>
          </w:p>
        </w:tc>
        <w:tc>
          <w:tcPr>
            <w:tcW w:w="709" w:type="dxa"/>
          </w:tcPr>
          <w:p w14:paraId="3B7141A1" w14:textId="4A4A33CA"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(1,454)</w:t>
            </w:r>
          </w:p>
        </w:tc>
        <w:tc>
          <w:tcPr>
            <w:tcW w:w="992" w:type="dxa"/>
          </w:tcPr>
          <w:p w14:paraId="02EF9E00" w14:textId="1BB198D0"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181,867</w:t>
            </w:r>
          </w:p>
        </w:tc>
        <w:tc>
          <w:tcPr>
            <w:tcW w:w="993" w:type="dxa"/>
          </w:tcPr>
          <w:p w14:paraId="3D8D17AE" w14:textId="5DBA62AD"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199,914</w:t>
            </w:r>
          </w:p>
        </w:tc>
        <w:tc>
          <w:tcPr>
            <w:tcW w:w="850" w:type="dxa"/>
          </w:tcPr>
          <w:p w14:paraId="68D23219" w14:textId="2EEBA316" w:rsidR="00521D93" w:rsidRPr="0076073C" w:rsidRDefault="00521D93" w:rsidP="00521D93">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20"/>
                <w:szCs w:val="20"/>
                <w:cs/>
              </w:rPr>
              <w:t xml:space="preserve">      </w:t>
            </w:r>
            <w:r w:rsidRPr="0076073C">
              <w:rPr>
                <w:rFonts w:ascii="Browallia New" w:hAnsi="Browallia New" w:cs="Browallia New"/>
                <w:sz w:val="20"/>
                <w:szCs w:val="20"/>
              </w:rPr>
              <w:t>-</w:t>
            </w:r>
          </w:p>
        </w:tc>
        <w:tc>
          <w:tcPr>
            <w:tcW w:w="709" w:type="dxa"/>
          </w:tcPr>
          <w:p w14:paraId="62D8C94A" w14:textId="096ED052"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150</w:t>
            </w:r>
          </w:p>
        </w:tc>
        <w:tc>
          <w:tcPr>
            <w:tcW w:w="709" w:type="dxa"/>
          </w:tcPr>
          <w:p w14:paraId="31AEFE6A" w14:textId="7B3A89F7" w:rsidR="00521D93" w:rsidRPr="0076073C" w:rsidRDefault="00521D93" w:rsidP="00521D93">
            <w:pPr>
              <w:pBdr>
                <w:bottom w:val="single" w:sz="4"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2162FCE1" w14:textId="0FCBC112" w:rsidR="00521D93" w:rsidRPr="0076073C" w:rsidRDefault="00521D93" w:rsidP="00521D93">
            <w:pPr>
              <w:pBdr>
                <w:bottom w:val="single" w:sz="4"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200,064</w:t>
            </w:r>
          </w:p>
        </w:tc>
      </w:tr>
      <w:tr w:rsidR="00521D93" w:rsidRPr="0076073C" w14:paraId="0082F5B0" w14:textId="77777777" w:rsidTr="000D1A9C">
        <w:trPr>
          <w:trHeight w:val="111"/>
        </w:trPr>
        <w:tc>
          <w:tcPr>
            <w:tcW w:w="1418" w:type="dxa"/>
          </w:tcPr>
          <w:p w14:paraId="4023460D" w14:textId="1F662F6F" w:rsidR="00521D93" w:rsidRPr="0076073C" w:rsidRDefault="00521D93" w:rsidP="00521D93">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rPr>
              <w:t>รวม</w:t>
            </w:r>
          </w:p>
        </w:tc>
        <w:tc>
          <w:tcPr>
            <w:tcW w:w="992" w:type="dxa"/>
          </w:tcPr>
          <w:p w14:paraId="244330E6" w14:textId="07402188"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1,199,465</w:t>
            </w:r>
          </w:p>
        </w:tc>
        <w:tc>
          <w:tcPr>
            <w:tcW w:w="851" w:type="dxa"/>
          </w:tcPr>
          <w:p w14:paraId="40B7A8AB" w14:textId="42531A33"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79,436</w:t>
            </w:r>
          </w:p>
        </w:tc>
        <w:tc>
          <w:tcPr>
            <w:tcW w:w="708" w:type="dxa"/>
          </w:tcPr>
          <w:p w14:paraId="60CE7C0A" w14:textId="0920EE6C"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17,229</w:t>
            </w:r>
          </w:p>
        </w:tc>
        <w:tc>
          <w:tcPr>
            <w:tcW w:w="709" w:type="dxa"/>
          </w:tcPr>
          <w:p w14:paraId="6C797641" w14:textId="4F675B2F"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(1,454)</w:t>
            </w:r>
          </w:p>
        </w:tc>
        <w:tc>
          <w:tcPr>
            <w:tcW w:w="992" w:type="dxa"/>
          </w:tcPr>
          <w:p w14:paraId="0ABA87AA" w14:textId="4B21EB85"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1,294,676</w:t>
            </w:r>
          </w:p>
        </w:tc>
        <w:tc>
          <w:tcPr>
            <w:tcW w:w="993" w:type="dxa"/>
          </w:tcPr>
          <w:p w14:paraId="30F3358A" w14:textId="16BA783A"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1,117,302</w:t>
            </w:r>
          </w:p>
        </w:tc>
        <w:tc>
          <w:tcPr>
            <w:tcW w:w="850" w:type="dxa"/>
          </w:tcPr>
          <w:p w14:paraId="7D59AC1F" w14:textId="0AA314C0"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76,412</w:t>
            </w:r>
          </w:p>
        </w:tc>
        <w:tc>
          <w:tcPr>
            <w:tcW w:w="709" w:type="dxa"/>
          </w:tcPr>
          <w:p w14:paraId="742D1BEB" w14:textId="2D5FCEC3"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16,526</w:t>
            </w:r>
          </w:p>
        </w:tc>
        <w:tc>
          <w:tcPr>
            <w:tcW w:w="709" w:type="dxa"/>
          </w:tcPr>
          <w:p w14:paraId="0194ED8D" w14:textId="4F8BCD7B" w:rsidR="00521D93" w:rsidRPr="0076073C" w:rsidRDefault="00521D93" w:rsidP="00521D93">
            <w:pPr>
              <w:pBdr>
                <w:bottom w:val="single" w:sz="12" w:space="1" w:color="auto"/>
              </w:pBdr>
              <w:tabs>
                <w:tab w:val="left" w:pos="794"/>
                <w:tab w:val="left" w:pos="1361"/>
                <w:tab w:val="left" w:pos="1928"/>
              </w:tabs>
              <w:jc w:val="center"/>
              <w:rPr>
                <w:rFonts w:ascii="Browallia New" w:hAnsi="Browallia New" w:cs="Browallia New"/>
                <w:sz w:val="19"/>
                <w:szCs w:val="19"/>
              </w:rPr>
            </w:pPr>
            <w:r w:rsidRPr="0076073C">
              <w:rPr>
                <w:rFonts w:ascii="Browallia New" w:hAnsi="Browallia New" w:cs="Browallia New"/>
                <w:sz w:val="19"/>
                <w:szCs w:val="19"/>
              </w:rPr>
              <w:t xml:space="preserve">   -</w:t>
            </w:r>
          </w:p>
        </w:tc>
        <w:tc>
          <w:tcPr>
            <w:tcW w:w="992" w:type="dxa"/>
          </w:tcPr>
          <w:p w14:paraId="4969F258" w14:textId="4156BBD4" w:rsidR="00521D93" w:rsidRPr="0076073C" w:rsidRDefault="00521D93" w:rsidP="00521D93">
            <w:pPr>
              <w:pBdr>
                <w:bottom w:val="single" w:sz="12" w:space="1" w:color="auto"/>
              </w:pBd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1,210,240</w:t>
            </w:r>
          </w:p>
        </w:tc>
      </w:tr>
      <w:tr w:rsidR="00E53429" w:rsidRPr="0076073C" w14:paraId="5EEA77D8" w14:textId="77777777" w:rsidTr="00682EAF">
        <w:trPr>
          <w:trHeight w:val="111"/>
        </w:trPr>
        <w:tc>
          <w:tcPr>
            <w:tcW w:w="1418" w:type="dxa"/>
            <w:vAlign w:val="bottom"/>
          </w:tcPr>
          <w:p w14:paraId="774595E2" w14:textId="77777777" w:rsidR="00E53429" w:rsidRPr="0076073C" w:rsidRDefault="00E53429" w:rsidP="00E53429">
            <w:pPr>
              <w:tabs>
                <w:tab w:val="left" w:pos="360"/>
              </w:tabs>
              <w:rPr>
                <w:rFonts w:ascii="Browallia New" w:hAnsi="Browallia New" w:cs="Browallia New"/>
                <w:b/>
                <w:bCs/>
                <w:sz w:val="19"/>
                <w:szCs w:val="19"/>
                <w:cs/>
                <w:lang w:val="en-GB"/>
              </w:rPr>
            </w:pPr>
          </w:p>
        </w:tc>
        <w:tc>
          <w:tcPr>
            <w:tcW w:w="992" w:type="dxa"/>
          </w:tcPr>
          <w:p w14:paraId="43940021"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851" w:type="dxa"/>
          </w:tcPr>
          <w:p w14:paraId="1FD5C3BD"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708" w:type="dxa"/>
          </w:tcPr>
          <w:p w14:paraId="66C2E3A7"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709" w:type="dxa"/>
          </w:tcPr>
          <w:p w14:paraId="5DA46E22"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992" w:type="dxa"/>
          </w:tcPr>
          <w:p w14:paraId="082200D9"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993" w:type="dxa"/>
          </w:tcPr>
          <w:p w14:paraId="1B8726ED"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850" w:type="dxa"/>
          </w:tcPr>
          <w:p w14:paraId="2AED1E60"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709" w:type="dxa"/>
          </w:tcPr>
          <w:p w14:paraId="65B31F44"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709" w:type="dxa"/>
          </w:tcPr>
          <w:p w14:paraId="23C35E1A"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c>
          <w:tcPr>
            <w:tcW w:w="992" w:type="dxa"/>
          </w:tcPr>
          <w:p w14:paraId="18FDE297" w14:textId="77777777" w:rsidR="00E53429" w:rsidRPr="0076073C" w:rsidRDefault="00E53429" w:rsidP="00E53429">
            <w:pPr>
              <w:tabs>
                <w:tab w:val="left" w:pos="794"/>
                <w:tab w:val="left" w:pos="1361"/>
                <w:tab w:val="left" w:pos="1928"/>
              </w:tabs>
              <w:jc w:val="right"/>
              <w:rPr>
                <w:rFonts w:ascii="Browallia New" w:hAnsi="Browallia New" w:cs="Browallia New"/>
                <w:sz w:val="19"/>
                <w:szCs w:val="19"/>
              </w:rPr>
            </w:pPr>
          </w:p>
        </w:tc>
      </w:tr>
      <w:tr w:rsidR="00AD3FEE" w:rsidRPr="0076073C" w14:paraId="4386A024" w14:textId="77777777" w:rsidTr="00682EAF">
        <w:trPr>
          <w:trHeight w:val="111"/>
        </w:trPr>
        <w:tc>
          <w:tcPr>
            <w:tcW w:w="2410" w:type="dxa"/>
            <w:gridSpan w:val="2"/>
            <w:vAlign w:val="bottom"/>
          </w:tcPr>
          <w:p w14:paraId="5EE3BCB3" w14:textId="33EB0467" w:rsidR="00AD3FEE" w:rsidRPr="0076073C" w:rsidRDefault="00AD3FEE" w:rsidP="00AD3FEE">
            <w:pPr>
              <w:tabs>
                <w:tab w:val="left" w:pos="794"/>
                <w:tab w:val="left" w:pos="1361"/>
                <w:tab w:val="left" w:pos="1928"/>
              </w:tabs>
              <w:rPr>
                <w:rFonts w:ascii="Browallia New" w:hAnsi="Browallia New" w:cs="Browallia New"/>
                <w:sz w:val="19"/>
                <w:szCs w:val="19"/>
              </w:rPr>
            </w:pPr>
            <w:r w:rsidRPr="0076073C">
              <w:rPr>
                <w:rFonts w:ascii="Browallia New" w:hAnsi="Browallia New" w:cs="Browallia New"/>
                <w:sz w:val="20"/>
                <w:szCs w:val="20"/>
                <w:cs/>
                <w:lang w:val="en-GB"/>
              </w:rPr>
              <w:t>กำไร</w:t>
            </w:r>
            <w:r w:rsidRPr="0076073C">
              <w:rPr>
                <w:rFonts w:ascii="Browallia New" w:hAnsi="Browallia New" w:cs="Browallia New"/>
                <w:sz w:val="20"/>
                <w:szCs w:val="20"/>
                <w:lang w:val="en-GB"/>
              </w:rPr>
              <w:t xml:space="preserve"> (</w:t>
            </w:r>
            <w:r w:rsidRPr="0076073C">
              <w:rPr>
                <w:rFonts w:ascii="Browallia New" w:hAnsi="Browallia New" w:cs="Browallia New"/>
                <w:sz w:val="20"/>
                <w:szCs w:val="20"/>
                <w:cs/>
                <w:lang w:val="en-GB"/>
              </w:rPr>
              <w:t>ขาดทุน</w:t>
            </w:r>
            <w:r w:rsidRPr="0076073C">
              <w:rPr>
                <w:rFonts w:ascii="Browallia New" w:hAnsi="Browallia New" w:cs="Browallia New"/>
                <w:sz w:val="20"/>
                <w:szCs w:val="20"/>
              </w:rPr>
              <w:t xml:space="preserve">) </w:t>
            </w:r>
            <w:r w:rsidRPr="0076073C">
              <w:rPr>
                <w:rFonts w:ascii="Browallia New" w:hAnsi="Browallia New" w:cs="Browallia New"/>
                <w:sz w:val="20"/>
                <w:szCs w:val="20"/>
                <w:cs/>
                <w:lang w:val="en-GB"/>
              </w:rPr>
              <w:t>จากอัตราแลกเปลี่ยน</w:t>
            </w:r>
          </w:p>
        </w:tc>
        <w:tc>
          <w:tcPr>
            <w:tcW w:w="851" w:type="dxa"/>
          </w:tcPr>
          <w:p w14:paraId="61CB1291"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469421F6"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3BE7B9AD"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43CAFD7C" w14:textId="360A816C" w:rsidR="00AD3FEE" w:rsidRPr="0076073C" w:rsidRDefault="00704FE9"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3,288</w:t>
            </w:r>
          </w:p>
        </w:tc>
        <w:tc>
          <w:tcPr>
            <w:tcW w:w="993" w:type="dxa"/>
            <w:vAlign w:val="bottom"/>
          </w:tcPr>
          <w:p w14:paraId="5D6B5D81" w14:textId="70DA6FA8"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7AEF076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3EFD2AE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1163CA3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3C527CB2" w14:textId="47BE5A6A" w:rsidR="00AD3FEE" w:rsidRPr="0076073C" w:rsidRDefault="00AD3FEE"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cs/>
              </w:rPr>
              <w:t>(</w:t>
            </w:r>
            <w:r w:rsidRPr="0076073C">
              <w:rPr>
                <w:rFonts w:ascii="Browallia New" w:hAnsi="Browallia New" w:cs="Browallia New"/>
                <w:sz w:val="20"/>
                <w:szCs w:val="20"/>
              </w:rPr>
              <w:t>46</w:t>
            </w:r>
            <w:r w:rsidRPr="0076073C">
              <w:rPr>
                <w:rFonts w:ascii="Browallia New" w:hAnsi="Browallia New" w:cs="Browallia New"/>
                <w:sz w:val="20"/>
                <w:szCs w:val="20"/>
                <w:cs/>
              </w:rPr>
              <w:t>)</w:t>
            </w:r>
          </w:p>
        </w:tc>
      </w:tr>
      <w:tr w:rsidR="00AD3FEE" w:rsidRPr="0076073C" w14:paraId="2BAE23F1" w14:textId="77777777" w:rsidTr="000D1A9C">
        <w:trPr>
          <w:trHeight w:val="111"/>
        </w:trPr>
        <w:tc>
          <w:tcPr>
            <w:tcW w:w="1418" w:type="dxa"/>
            <w:vAlign w:val="bottom"/>
          </w:tcPr>
          <w:p w14:paraId="784BBFC3" w14:textId="3F040F66" w:rsidR="00AD3FEE" w:rsidRPr="0076073C" w:rsidRDefault="00AD3FEE" w:rsidP="00AD3FEE">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ค่าเสื่อมราคา</w:t>
            </w:r>
          </w:p>
        </w:tc>
        <w:tc>
          <w:tcPr>
            <w:tcW w:w="992" w:type="dxa"/>
          </w:tcPr>
          <w:p w14:paraId="0D08929B"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1" w:type="dxa"/>
          </w:tcPr>
          <w:p w14:paraId="1CECF40A"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495AF22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4108D02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0A267064" w14:textId="3358AD43" w:rsidR="00AD3FEE" w:rsidRPr="0076073C" w:rsidRDefault="00775CA2"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cs/>
              </w:rPr>
              <w:t>(</w:t>
            </w:r>
            <w:r w:rsidRPr="0076073C">
              <w:rPr>
                <w:rFonts w:ascii="Browallia New" w:hAnsi="Browallia New" w:cs="Browallia New"/>
                <w:sz w:val="19"/>
                <w:szCs w:val="19"/>
              </w:rPr>
              <w:t>13,578</w:t>
            </w:r>
            <w:r w:rsidRPr="0076073C">
              <w:rPr>
                <w:rFonts w:ascii="Browallia New" w:hAnsi="Browallia New" w:cs="Browallia New"/>
                <w:sz w:val="19"/>
                <w:szCs w:val="19"/>
                <w:cs/>
              </w:rPr>
              <w:t>)</w:t>
            </w:r>
          </w:p>
        </w:tc>
        <w:tc>
          <w:tcPr>
            <w:tcW w:w="993" w:type="dxa"/>
          </w:tcPr>
          <w:p w14:paraId="7FB2685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7A59E4C3"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65AA0326"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vAlign w:val="bottom"/>
          </w:tcPr>
          <w:p w14:paraId="4647C1D0" w14:textId="392142B3"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49E32FD0" w14:textId="3851C729" w:rsidR="00AD3FEE" w:rsidRPr="0076073C" w:rsidRDefault="00AD3FEE"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cs/>
              </w:rPr>
              <w:t>(</w:t>
            </w:r>
            <w:r w:rsidRPr="0076073C">
              <w:rPr>
                <w:rFonts w:ascii="Browallia New" w:hAnsi="Browallia New" w:cs="Browallia New"/>
                <w:sz w:val="20"/>
                <w:szCs w:val="20"/>
              </w:rPr>
              <w:t>14,713</w:t>
            </w:r>
            <w:r w:rsidRPr="0076073C">
              <w:rPr>
                <w:rFonts w:ascii="Browallia New" w:hAnsi="Browallia New" w:cs="Browallia New"/>
                <w:sz w:val="20"/>
                <w:szCs w:val="20"/>
                <w:cs/>
              </w:rPr>
              <w:t>)</w:t>
            </w:r>
          </w:p>
        </w:tc>
      </w:tr>
      <w:tr w:rsidR="00AD3FEE" w:rsidRPr="0076073C" w14:paraId="6888F994" w14:textId="77777777" w:rsidTr="000D1A9C">
        <w:trPr>
          <w:trHeight w:val="111"/>
        </w:trPr>
        <w:tc>
          <w:tcPr>
            <w:tcW w:w="1418" w:type="dxa"/>
            <w:vAlign w:val="bottom"/>
          </w:tcPr>
          <w:p w14:paraId="233C8DBB" w14:textId="19CFA029" w:rsidR="00AD3FEE" w:rsidRPr="0076073C" w:rsidRDefault="00AD3FEE" w:rsidP="00AD3FEE">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ค่าขนส่ง</w:t>
            </w:r>
          </w:p>
        </w:tc>
        <w:tc>
          <w:tcPr>
            <w:tcW w:w="992" w:type="dxa"/>
          </w:tcPr>
          <w:p w14:paraId="65161313"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1" w:type="dxa"/>
          </w:tcPr>
          <w:p w14:paraId="1AE6BF6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214ABEA6"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4B80980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1F56424E" w14:textId="11AF9936" w:rsidR="00AD3FEE" w:rsidRPr="0076073C" w:rsidRDefault="007137D0"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cs/>
              </w:rPr>
              <w:t>(</w:t>
            </w:r>
            <w:r w:rsidRPr="0076073C">
              <w:rPr>
                <w:rFonts w:ascii="Browallia New" w:hAnsi="Browallia New" w:cs="Browallia New"/>
                <w:sz w:val="19"/>
                <w:szCs w:val="19"/>
              </w:rPr>
              <w:t>41,171</w:t>
            </w:r>
            <w:r w:rsidRPr="0076073C">
              <w:rPr>
                <w:rFonts w:ascii="Browallia New" w:hAnsi="Browallia New" w:cs="Browallia New"/>
                <w:sz w:val="19"/>
                <w:szCs w:val="19"/>
                <w:cs/>
              </w:rPr>
              <w:t>)</w:t>
            </w:r>
          </w:p>
        </w:tc>
        <w:tc>
          <w:tcPr>
            <w:tcW w:w="993" w:type="dxa"/>
          </w:tcPr>
          <w:p w14:paraId="4B3A6F6B"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1BD147D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46BDF97E"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vAlign w:val="bottom"/>
          </w:tcPr>
          <w:p w14:paraId="01193051" w14:textId="4C08ADD6"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3E5F493A" w14:textId="3452355B" w:rsidR="00AD3FEE" w:rsidRPr="0076073C" w:rsidRDefault="00AD3FEE"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cs/>
              </w:rPr>
              <w:t>(</w:t>
            </w:r>
            <w:r w:rsidRPr="0076073C">
              <w:rPr>
                <w:rFonts w:ascii="Browallia New" w:hAnsi="Browallia New" w:cs="Browallia New"/>
                <w:sz w:val="20"/>
                <w:szCs w:val="20"/>
              </w:rPr>
              <w:t>38,891</w:t>
            </w:r>
            <w:r w:rsidRPr="0076073C">
              <w:rPr>
                <w:rFonts w:ascii="Browallia New" w:hAnsi="Browallia New" w:cs="Browallia New"/>
                <w:sz w:val="20"/>
                <w:szCs w:val="20"/>
                <w:cs/>
              </w:rPr>
              <w:t>)</w:t>
            </w:r>
          </w:p>
        </w:tc>
      </w:tr>
      <w:tr w:rsidR="00AD3FEE" w:rsidRPr="0076073C" w14:paraId="575B6B71" w14:textId="77777777" w:rsidTr="000D1A9C">
        <w:trPr>
          <w:trHeight w:val="111"/>
        </w:trPr>
        <w:tc>
          <w:tcPr>
            <w:tcW w:w="1418" w:type="dxa"/>
            <w:vAlign w:val="bottom"/>
          </w:tcPr>
          <w:p w14:paraId="43569ACD" w14:textId="4D401225" w:rsidR="00AD3FEE" w:rsidRPr="0076073C" w:rsidRDefault="00AD3FEE" w:rsidP="00AD3FEE">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ต้นทุนทางการเงิน</w:t>
            </w:r>
          </w:p>
        </w:tc>
        <w:tc>
          <w:tcPr>
            <w:tcW w:w="992" w:type="dxa"/>
          </w:tcPr>
          <w:p w14:paraId="6C7D86B5"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1" w:type="dxa"/>
          </w:tcPr>
          <w:p w14:paraId="26A5BE99"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3F8DBC56"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3B7F1765"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15B1439A" w14:textId="061752BF" w:rsidR="00AD3FEE" w:rsidRPr="0076073C" w:rsidRDefault="00B168FF"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cs/>
              </w:rPr>
              <w:t>(</w:t>
            </w:r>
            <w:r w:rsidRPr="0076073C">
              <w:rPr>
                <w:rFonts w:ascii="Browallia New" w:hAnsi="Browallia New" w:cs="Browallia New"/>
                <w:sz w:val="19"/>
                <w:szCs w:val="19"/>
              </w:rPr>
              <w:t>2,391</w:t>
            </w:r>
            <w:r w:rsidRPr="0076073C">
              <w:rPr>
                <w:rFonts w:ascii="Browallia New" w:hAnsi="Browallia New" w:cs="Browallia New"/>
                <w:sz w:val="19"/>
                <w:szCs w:val="19"/>
                <w:cs/>
              </w:rPr>
              <w:t>)</w:t>
            </w:r>
          </w:p>
        </w:tc>
        <w:tc>
          <w:tcPr>
            <w:tcW w:w="993" w:type="dxa"/>
          </w:tcPr>
          <w:p w14:paraId="4C7B307A"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2CFFA7BD"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66D2DB52"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vAlign w:val="bottom"/>
          </w:tcPr>
          <w:p w14:paraId="4234B494" w14:textId="0401B84C"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7B0058CB" w14:textId="50D5A625" w:rsidR="00AD3FEE" w:rsidRPr="0076073C" w:rsidRDefault="00AD3FEE"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cs/>
              </w:rPr>
              <w:t>(</w:t>
            </w:r>
            <w:r w:rsidRPr="0076073C">
              <w:rPr>
                <w:rFonts w:ascii="Browallia New" w:hAnsi="Browallia New" w:cs="Browallia New"/>
                <w:sz w:val="20"/>
                <w:szCs w:val="20"/>
              </w:rPr>
              <w:t>3,509</w:t>
            </w:r>
            <w:r w:rsidRPr="0076073C">
              <w:rPr>
                <w:rFonts w:ascii="Browallia New" w:hAnsi="Browallia New" w:cs="Browallia New"/>
                <w:sz w:val="20"/>
                <w:szCs w:val="20"/>
                <w:cs/>
              </w:rPr>
              <w:t>)</w:t>
            </w:r>
          </w:p>
        </w:tc>
      </w:tr>
      <w:tr w:rsidR="00AD3FEE" w:rsidRPr="0076073C" w14:paraId="11C59EAB" w14:textId="77777777" w:rsidTr="000D1A9C">
        <w:trPr>
          <w:trHeight w:val="111"/>
        </w:trPr>
        <w:tc>
          <w:tcPr>
            <w:tcW w:w="1418" w:type="dxa"/>
            <w:vAlign w:val="bottom"/>
          </w:tcPr>
          <w:p w14:paraId="1D369D79" w14:textId="2E04F9B2" w:rsidR="00AD3FEE" w:rsidRPr="0076073C" w:rsidRDefault="00AD3FEE" w:rsidP="00AD3FEE">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กำไรก่อนภาษีเงินได้</w:t>
            </w:r>
          </w:p>
        </w:tc>
        <w:tc>
          <w:tcPr>
            <w:tcW w:w="992" w:type="dxa"/>
          </w:tcPr>
          <w:p w14:paraId="5343EBB2"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1" w:type="dxa"/>
          </w:tcPr>
          <w:p w14:paraId="6FB5E31A"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2FD65BAD"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4D87BFC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6BD6385F" w14:textId="34BE682B" w:rsidR="00AD3FEE" w:rsidRPr="0076073C" w:rsidRDefault="00220CA5"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72,770</w:t>
            </w:r>
          </w:p>
        </w:tc>
        <w:tc>
          <w:tcPr>
            <w:tcW w:w="993" w:type="dxa"/>
          </w:tcPr>
          <w:p w14:paraId="143D7BFE"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15CA6CE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11C0CB83"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vAlign w:val="bottom"/>
          </w:tcPr>
          <w:p w14:paraId="2C4C2227" w14:textId="5107EF02"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7FC70988" w14:textId="2F53BB39" w:rsidR="00AD3FEE" w:rsidRPr="0076073C" w:rsidRDefault="00AD3FEE" w:rsidP="00AD3FEE">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28,678</w:t>
            </w:r>
          </w:p>
        </w:tc>
      </w:tr>
      <w:tr w:rsidR="00AD3FEE" w:rsidRPr="0076073C" w14:paraId="5517EEB5" w14:textId="77777777" w:rsidTr="00682EAF">
        <w:trPr>
          <w:trHeight w:val="111"/>
        </w:trPr>
        <w:tc>
          <w:tcPr>
            <w:tcW w:w="1418" w:type="dxa"/>
            <w:vAlign w:val="bottom"/>
          </w:tcPr>
          <w:p w14:paraId="3C3203DB" w14:textId="77777777" w:rsidR="00AD3FEE" w:rsidRPr="0076073C" w:rsidRDefault="00AD3FEE" w:rsidP="00AD3FEE">
            <w:pPr>
              <w:tabs>
                <w:tab w:val="left" w:pos="360"/>
              </w:tabs>
              <w:rPr>
                <w:rFonts w:ascii="Browallia New" w:hAnsi="Browallia New" w:cs="Browallia New"/>
                <w:b/>
                <w:bCs/>
                <w:sz w:val="19"/>
                <w:szCs w:val="19"/>
                <w:cs/>
                <w:lang w:val="en-GB"/>
              </w:rPr>
            </w:pPr>
          </w:p>
        </w:tc>
        <w:tc>
          <w:tcPr>
            <w:tcW w:w="992" w:type="dxa"/>
          </w:tcPr>
          <w:p w14:paraId="65CAC2D8"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1" w:type="dxa"/>
          </w:tcPr>
          <w:p w14:paraId="2EA1D3F4"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8" w:type="dxa"/>
          </w:tcPr>
          <w:p w14:paraId="114CF84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50DE98CF"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06991A30"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3" w:type="dxa"/>
          </w:tcPr>
          <w:p w14:paraId="3A8E66E0"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850" w:type="dxa"/>
          </w:tcPr>
          <w:p w14:paraId="040D6523"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10EDA751"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709" w:type="dxa"/>
          </w:tcPr>
          <w:p w14:paraId="0838795D"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c>
          <w:tcPr>
            <w:tcW w:w="992" w:type="dxa"/>
            <w:vAlign w:val="bottom"/>
          </w:tcPr>
          <w:p w14:paraId="79949B54" w14:textId="77777777" w:rsidR="00AD3FEE" w:rsidRPr="0076073C" w:rsidRDefault="00AD3FEE" w:rsidP="00AD3FEE">
            <w:pPr>
              <w:tabs>
                <w:tab w:val="left" w:pos="794"/>
                <w:tab w:val="left" w:pos="1361"/>
                <w:tab w:val="left" w:pos="1928"/>
              </w:tabs>
              <w:jc w:val="right"/>
              <w:rPr>
                <w:rFonts w:ascii="Browallia New" w:hAnsi="Browallia New" w:cs="Browallia New"/>
                <w:sz w:val="19"/>
                <w:szCs w:val="19"/>
              </w:rPr>
            </w:pPr>
          </w:p>
        </w:tc>
      </w:tr>
      <w:tr w:rsidR="00A4599B" w:rsidRPr="0076073C" w14:paraId="03478339" w14:textId="77777777" w:rsidTr="00682EAF">
        <w:trPr>
          <w:trHeight w:val="111"/>
        </w:trPr>
        <w:tc>
          <w:tcPr>
            <w:tcW w:w="1418" w:type="dxa"/>
            <w:vAlign w:val="bottom"/>
          </w:tcPr>
          <w:p w14:paraId="496986C2" w14:textId="0FEBFCDB" w:rsidR="00A4599B" w:rsidRPr="0076073C" w:rsidRDefault="00A4599B" w:rsidP="00A4599B">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สินทรัพย์รวม</w:t>
            </w:r>
          </w:p>
        </w:tc>
        <w:tc>
          <w:tcPr>
            <w:tcW w:w="992" w:type="dxa"/>
          </w:tcPr>
          <w:p w14:paraId="70639C43"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851" w:type="dxa"/>
          </w:tcPr>
          <w:p w14:paraId="386EA3BC"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8" w:type="dxa"/>
          </w:tcPr>
          <w:p w14:paraId="078C44A2"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2B31AC75"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992" w:type="dxa"/>
            <w:vAlign w:val="bottom"/>
          </w:tcPr>
          <w:p w14:paraId="2BB1C16C" w14:textId="48B15C56" w:rsidR="00A4599B" w:rsidRPr="0076073C" w:rsidRDefault="00EB5A4F" w:rsidP="00A4599B">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3,866,352</w:t>
            </w:r>
          </w:p>
        </w:tc>
        <w:tc>
          <w:tcPr>
            <w:tcW w:w="993" w:type="dxa"/>
          </w:tcPr>
          <w:p w14:paraId="5D56198F"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850" w:type="dxa"/>
          </w:tcPr>
          <w:p w14:paraId="4B1F6E2C"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0FD2650E"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157B801D"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992" w:type="dxa"/>
            <w:vAlign w:val="bottom"/>
          </w:tcPr>
          <w:p w14:paraId="3DEE8A96" w14:textId="01CC6D37" w:rsidR="00A4599B" w:rsidRPr="0076073C" w:rsidRDefault="00A4599B" w:rsidP="00A4599B">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3,901,301</w:t>
            </w:r>
          </w:p>
        </w:tc>
      </w:tr>
      <w:tr w:rsidR="00A4599B" w:rsidRPr="0076073C" w14:paraId="73638A96" w14:textId="77777777" w:rsidTr="00682EAF">
        <w:trPr>
          <w:trHeight w:val="111"/>
        </w:trPr>
        <w:tc>
          <w:tcPr>
            <w:tcW w:w="1418" w:type="dxa"/>
            <w:vAlign w:val="bottom"/>
          </w:tcPr>
          <w:p w14:paraId="7B01DA9E" w14:textId="6B501334" w:rsidR="00A4599B" w:rsidRPr="0076073C" w:rsidRDefault="00A4599B" w:rsidP="00A4599B">
            <w:pPr>
              <w:tabs>
                <w:tab w:val="left" w:pos="360"/>
              </w:tabs>
              <w:rPr>
                <w:rFonts w:ascii="Browallia New" w:hAnsi="Browallia New" w:cs="Browallia New"/>
                <w:b/>
                <w:bCs/>
                <w:sz w:val="19"/>
                <w:szCs w:val="19"/>
                <w:cs/>
                <w:lang w:val="en-GB"/>
              </w:rPr>
            </w:pPr>
            <w:r w:rsidRPr="0076073C">
              <w:rPr>
                <w:rFonts w:ascii="Browallia New" w:hAnsi="Browallia New" w:cs="Browallia New"/>
                <w:sz w:val="20"/>
                <w:szCs w:val="20"/>
                <w:cs/>
                <w:lang w:val="en-GB"/>
              </w:rPr>
              <w:t>หนี้สินรวม</w:t>
            </w:r>
          </w:p>
        </w:tc>
        <w:tc>
          <w:tcPr>
            <w:tcW w:w="992" w:type="dxa"/>
          </w:tcPr>
          <w:p w14:paraId="112CCCCC"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851" w:type="dxa"/>
          </w:tcPr>
          <w:p w14:paraId="7EB96913"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8" w:type="dxa"/>
          </w:tcPr>
          <w:p w14:paraId="2A00FC3C"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02D946DE"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992" w:type="dxa"/>
            <w:vAlign w:val="bottom"/>
          </w:tcPr>
          <w:p w14:paraId="6480678C" w14:textId="6ED0D80A" w:rsidR="00A4599B" w:rsidRPr="0076073C" w:rsidRDefault="00DE6FF1" w:rsidP="00A4599B">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19"/>
                <w:szCs w:val="19"/>
              </w:rPr>
              <w:t>514,87</w:t>
            </w:r>
            <w:r w:rsidR="00DF387D" w:rsidRPr="0076073C">
              <w:rPr>
                <w:rFonts w:ascii="Browallia New" w:hAnsi="Browallia New" w:cs="Browallia New"/>
                <w:sz w:val="19"/>
                <w:szCs w:val="19"/>
              </w:rPr>
              <w:t>4</w:t>
            </w:r>
          </w:p>
        </w:tc>
        <w:tc>
          <w:tcPr>
            <w:tcW w:w="993" w:type="dxa"/>
          </w:tcPr>
          <w:p w14:paraId="2D1148D8"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850" w:type="dxa"/>
          </w:tcPr>
          <w:p w14:paraId="0B244EEE"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0AF4A661"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709" w:type="dxa"/>
          </w:tcPr>
          <w:p w14:paraId="669F8744" w14:textId="77777777" w:rsidR="00A4599B" w:rsidRPr="0076073C" w:rsidRDefault="00A4599B" w:rsidP="00A4599B">
            <w:pPr>
              <w:tabs>
                <w:tab w:val="left" w:pos="794"/>
                <w:tab w:val="left" w:pos="1361"/>
                <w:tab w:val="left" w:pos="1928"/>
              </w:tabs>
              <w:jc w:val="right"/>
              <w:rPr>
                <w:rFonts w:ascii="Browallia New" w:hAnsi="Browallia New" w:cs="Browallia New"/>
                <w:sz w:val="19"/>
                <w:szCs w:val="19"/>
              </w:rPr>
            </w:pPr>
          </w:p>
        </w:tc>
        <w:tc>
          <w:tcPr>
            <w:tcW w:w="992" w:type="dxa"/>
            <w:vAlign w:val="bottom"/>
          </w:tcPr>
          <w:p w14:paraId="1115261B" w14:textId="1A869B05" w:rsidR="00A4599B" w:rsidRPr="0076073C" w:rsidRDefault="00A4599B" w:rsidP="00A4599B">
            <w:pPr>
              <w:tabs>
                <w:tab w:val="left" w:pos="794"/>
                <w:tab w:val="left" w:pos="1361"/>
                <w:tab w:val="left" w:pos="1928"/>
              </w:tabs>
              <w:jc w:val="right"/>
              <w:rPr>
                <w:rFonts w:ascii="Browallia New" w:hAnsi="Browallia New" w:cs="Browallia New"/>
                <w:sz w:val="19"/>
                <w:szCs w:val="19"/>
              </w:rPr>
            </w:pPr>
            <w:r w:rsidRPr="0076073C">
              <w:rPr>
                <w:rFonts w:ascii="Browallia New" w:hAnsi="Browallia New" w:cs="Browallia New"/>
                <w:sz w:val="20"/>
                <w:szCs w:val="20"/>
              </w:rPr>
              <w:t>646,470</w:t>
            </w:r>
          </w:p>
        </w:tc>
      </w:tr>
    </w:tbl>
    <w:p w14:paraId="4D68D404" w14:textId="1284B734" w:rsidR="008B2A47" w:rsidRPr="0076073C" w:rsidRDefault="008B2A47" w:rsidP="00BF174C">
      <w:pPr>
        <w:rPr>
          <w:rFonts w:ascii="Browallia New" w:hAnsi="Browallia New" w:cs="Browallia New"/>
          <w:b/>
          <w:bCs/>
          <w:sz w:val="14"/>
          <w:szCs w:val="14"/>
        </w:rPr>
      </w:pPr>
    </w:p>
    <w:p w14:paraId="3F965213" w14:textId="77777777" w:rsidR="00287A5E" w:rsidRPr="0076073C" w:rsidRDefault="00287A5E" w:rsidP="00BF174C">
      <w:pPr>
        <w:rPr>
          <w:rFonts w:ascii="Browallia New" w:hAnsi="Browallia New" w:cs="Browallia New"/>
          <w:b/>
          <w:bCs/>
          <w:sz w:val="14"/>
          <w:szCs w:val="14"/>
        </w:rPr>
      </w:pPr>
    </w:p>
    <w:tbl>
      <w:tblPr>
        <w:tblW w:w="9781" w:type="dxa"/>
        <w:tblInd w:w="142" w:type="dxa"/>
        <w:tblLayout w:type="fixed"/>
        <w:tblLook w:val="01E0" w:firstRow="1" w:lastRow="1" w:firstColumn="1" w:lastColumn="1" w:noHBand="0" w:noVBand="0"/>
      </w:tblPr>
      <w:tblGrid>
        <w:gridCol w:w="1418"/>
        <w:gridCol w:w="992"/>
        <w:gridCol w:w="1134"/>
        <w:gridCol w:w="992"/>
        <w:gridCol w:w="992"/>
        <w:gridCol w:w="993"/>
        <w:gridCol w:w="1134"/>
        <w:gridCol w:w="992"/>
        <w:gridCol w:w="1134"/>
      </w:tblGrid>
      <w:tr w:rsidR="008F663B" w:rsidRPr="0076073C" w14:paraId="4970C722" w14:textId="77777777" w:rsidTr="007406B1">
        <w:trPr>
          <w:trHeight w:val="20"/>
        </w:trPr>
        <w:tc>
          <w:tcPr>
            <w:tcW w:w="1418" w:type="dxa"/>
            <w:vAlign w:val="bottom"/>
          </w:tcPr>
          <w:p w14:paraId="57791D36"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5C627D61"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cs/>
              </w:rPr>
              <w:t>(หน่วย</w:t>
            </w:r>
            <w:r w:rsidRPr="0076073C">
              <w:rPr>
                <w:rFonts w:ascii="Browallia New" w:hAnsi="Browallia New" w:cs="Browallia New"/>
                <w:sz w:val="20"/>
                <w:szCs w:val="20"/>
              </w:rPr>
              <w:t xml:space="preserve"> : </w:t>
            </w:r>
            <w:r w:rsidRPr="0076073C">
              <w:rPr>
                <w:rFonts w:ascii="Browallia New" w:hAnsi="Browallia New" w:cs="Browallia New"/>
                <w:sz w:val="20"/>
                <w:szCs w:val="20"/>
                <w:cs/>
              </w:rPr>
              <w:t>พันบาท)</w:t>
            </w:r>
          </w:p>
        </w:tc>
      </w:tr>
      <w:tr w:rsidR="008F663B" w:rsidRPr="0076073C" w14:paraId="2FA02A9C" w14:textId="77777777" w:rsidTr="007406B1">
        <w:trPr>
          <w:trHeight w:val="20"/>
        </w:trPr>
        <w:tc>
          <w:tcPr>
            <w:tcW w:w="1418" w:type="dxa"/>
            <w:vAlign w:val="bottom"/>
          </w:tcPr>
          <w:p w14:paraId="0694357A"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7ED43FCA"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cs/>
              </w:rPr>
            </w:pPr>
            <w:r w:rsidRPr="0076073C">
              <w:rPr>
                <w:rFonts w:ascii="Browallia New" w:hAnsi="Browallia New" w:cs="Browallia New"/>
                <w:sz w:val="20"/>
                <w:szCs w:val="20"/>
                <w:cs/>
                <w:lang w:val="en-GB"/>
              </w:rPr>
              <w:t>ข้อมูลทางการเงินเฉพาะบริษัท</w:t>
            </w:r>
          </w:p>
        </w:tc>
      </w:tr>
      <w:tr w:rsidR="008F663B" w:rsidRPr="0076073C" w14:paraId="153E7FCA" w14:textId="77777777" w:rsidTr="007406B1">
        <w:trPr>
          <w:trHeight w:val="20"/>
        </w:trPr>
        <w:tc>
          <w:tcPr>
            <w:tcW w:w="1418" w:type="dxa"/>
            <w:vAlign w:val="bottom"/>
          </w:tcPr>
          <w:p w14:paraId="2E8F70D3"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8363" w:type="dxa"/>
            <w:gridSpan w:val="8"/>
            <w:vAlign w:val="bottom"/>
          </w:tcPr>
          <w:p w14:paraId="4FE81370"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cs/>
              </w:rPr>
            </w:pPr>
            <w:r w:rsidRPr="0076073C">
              <w:rPr>
                <w:rFonts w:ascii="Browallia New" w:hAnsi="Browallia New" w:cs="Browallia New"/>
                <w:sz w:val="20"/>
                <w:szCs w:val="20"/>
                <w:cs/>
              </w:rPr>
              <w:t xml:space="preserve">สำหรับงวดสามเดือนสิ้นสุดวันที่ </w:t>
            </w:r>
            <w:r w:rsidRPr="0076073C">
              <w:rPr>
                <w:rFonts w:ascii="Browallia New" w:hAnsi="Browallia New" w:cs="Browallia New"/>
                <w:sz w:val="20"/>
                <w:szCs w:val="20"/>
              </w:rPr>
              <w:t>31</w:t>
            </w:r>
            <w:r w:rsidRPr="0076073C">
              <w:rPr>
                <w:rFonts w:ascii="Browallia New" w:hAnsi="Browallia New" w:cs="Browallia New"/>
                <w:sz w:val="20"/>
                <w:szCs w:val="20"/>
                <w:cs/>
              </w:rPr>
              <w:t xml:space="preserve"> มีนาคม</w:t>
            </w:r>
          </w:p>
        </w:tc>
      </w:tr>
      <w:tr w:rsidR="008F663B" w:rsidRPr="0076073C" w14:paraId="606A8917" w14:textId="77777777" w:rsidTr="007406B1">
        <w:trPr>
          <w:trHeight w:val="20"/>
        </w:trPr>
        <w:tc>
          <w:tcPr>
            <w:tcW w:w="1418" w:type="dxa"/>
            <w:vAlign w:val="bottom"/>
          </w:tcPr>
          <w:p w14:paraId="19B92288"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4110" w:type="dxa"/>
            <w:gridSpan w:val="4"/>
            <w:vAlign w:val="bottom"/>
          </w:tcPr>
          <w:p w14:paraId="6E6E6D15" w14:textId="6CB3A79A"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2568</w:t>
            </w:r>
          </w:p>
        </w:tc>
        <w:tc>
          <w:tcPr>
            <w:tcW w:w="4253" w:type="dxa"/>
            <w:gridSpan w:val="4"/>
            <w:vAlign w:val="bottom"/>
          </w:tcPr>
          <w:p w14:paraId="1D5BA8E1" w14:textId="2DDD65BE"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2567</w:t>
            </w:r>
          </w:p>
        </w:tc>
      </w:tr>
      <w:tr w:rsidR="008F663B" w:rsidRPr="0076073C" w14:paraId="3C82898E" w14:textId="77777777" w:rsidTr="007406B1">
        <w:trPr>
          <w:trHeight w:val="710"/>
        </w:trPr>
        <w:tc>
          <w:tcPr>
            <w:tcW w:w="1418" w:type="dxa"/>
            <w:vAlign w:val="bottom"/>
          </w:tcPr>
          <w:p w14:paraId="721A30E3"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71D26621" w14:textId="77777777" w:rsidR="008F663B" w:rsidRPr="0076073C" w:rsidRDefault="008F663B" w:rsidP="007406B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ขายและราย</w:t>
            </w:r>
          </w:p>
          <w:p w14:paraId="2FA4EEF5" w14:textId="77777777" w:rsidR="008F663B" w:rsidRPr="0076073C" w:rsidRDefault="008F663B" w:rsidP="007406B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ได้จากงาน</w:t>
            </w:r>
          </w:p>
          <w:p w14:paraId="6570074A" w14:textId="77777777" w:rsidR="008F663B" w:rsidRPr="0076073C" w:rsidRDefault="008F663B" w:rsidP="007406B1">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ติดตั้ง</w:t>
            </w:r>
            <w:r w:rsidRPr="0076073C">
              <w:rPr>
                <w:rFonts w:ascii="Browallia New" w:hAnsi="Browallia New" w:cs="Browallia New"/>
                <w:sz w:val="20"/>
                <w:szCs w:val="20"/>
                <w:lang w:val="en-GB"/>
              </w:rPr>
              <w:t xml:space="preserve"> - </w:t>
            </w:r>
            <w:r w:rsidRPr="0076073C">
              <w:rPr>
                <w:rFonts w:ascii="Browallia New" w:hAnsi="Browallia New" w:cs="Browallia New"/>
                <w:sz w:val="20"/>
                <w:szCs w:val="20"/>
                <w:cs/>
                <w:lang w:val="en-GB"/>
              </w:rPr>
              <w:t>สุทธิ</w:t>
            </w:r>
          </w:p>
        </w:tc>
        <w:tc>
          <w:tcPr>
            <w:tcW w:w="1134" w:type="dxa"/>
            <w:vAlign w:val="bottom"/>
          </w:tcPr>
          <w:p w14:paraId="15D49D5E"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รายได้จาก</w:t>
            </w:r>
          </w:p>
          <w:p w14:paraId="18A5DFD0"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การให้บริการ</w:t>
            </w:r>
          </w:p>
          <w:p w14:paraId="2E87FF09"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76073C">
              <w:rPr>
                <w:rFonts w:ascii="Browallia New" w:hAnsi="Browallia New" w:cs="Browallia New"/>
                <w:sz w:val="20"/>
                <w:szCs w:val="20"/>
                <w:cs/>
                <w:lang w:val="en-GB"/>
              </w:rPr>
              <w:t>ตัดเหล็ก</w:t>
            </w:r>
          </w:p>
        </w:tc>
        <w:tc>
          <w:tcPr>
            <w:tcW w:w="992" w:type="dxa"/>
            <w:vAlign w:val="bottom"/>
          </w:tcPr>
          <w:p w14:paraId="324FD942"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w:t>
            </w:r>
          </w:p>
          <w:p w14:paraId="3C4E7C6A"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จากการ</w:t>
            </w:r>
          </w:p>
          <w:p w14:paraId="2A07B445"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ขนส่ง</w:t>
            </w:r>
          </w:p>
        </w:tc>
        <w:tc>
          <w:tcPr>
            <w:tcW w:w="992" w:type="dxa"/>
            <w:vAlign w:val="bottom"/>
          </w:tcPr>
          <w:p w14:paraId="049B72AB"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รวม</w:t>
            </w:r>
          </w:p>
        </w:tc>
        <w:tc>
          <w:tcPr>
            <w:tcW w:w="993" w:type="dxa"/>
            <w:vAlign w:val="bottom"/>
          </w:tcPr>
          <w:p w14:paraId="5A8AB50E"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ขายและราย</w:t>
            </w:r>
          </w:p>
          <w:p w14:paraId="1650B700"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76073C">
              <w:rPr>
                <w:rFonts w:ascii="Browallia New" w:hAnsi="Browallia New" w:cs="Browallia New"/>
                <w:sz w:val="20"/>
                <w:szCs w:val="20"/>
                <w:cs/>
                <w:lang w:val="en-GB"/>
              </w:rPr>
              <w:t>ได้จากงานติดตั้ง</w:t>
            </w:r>
            <w:r w:rsidRPr="0076073C">
              <w:rPr>
                <w:rFonts w:ascii="Browallia New" w:hAnsi="Browallia New" w:cs="Browallia New"/>
                <w:sz w:val="20"/>
                <w:szCs w:val="20"/>
                <w:lang w:val="en-GB"/>
              </w:rPr>
              <w:t xml:space="preserve"> - </w:t>
            </w:r>
            <w:r w:rsidRPr="0076073C">
              <w:rPr>
                <w:rFonts w:ascii="Browallia New" w:hAnsi="Browallia New" w:cs="Browallia New"/>
                <w:sz w:val="20"/>
                <w:szCs w:val="20"/>
                <w:cs/>
                <w:lang w:val="en-GB"/>
              </w:rPr>
              <w:t>สุทธิ</w:t>
            </w:r>
          </w:p>
        </w:tc>
        <w:tc>
          <w:tcPr>
            <w:tcW w:w="1134" w:type="dxa"/>
            <w:vAlign w:val="bottom"/>
          </w:tcPr>
          <w:p w14:paraId="31893778"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รายได้จาก</w:t>
            </w:r>
          </w:p>
          <w:p w14:paraId="7821C078"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การให้บริการ</w:t>
            </w:r>
          </w:p>
          <w:p w14:paraId="41E1BF8B"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ตัดเหล็ก</w:t>
            </w:r>
          </w:p>
        </w:tc>
        <w:tc>
          <w:tcPr>
            <w:tcW w:w="992" w:type="dxa"/>
            <w:vAlign w:val="bottom"/>
          </w:tcPr>
          <w:p w14:paraId="0C7E0C65"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รายได้</w:t>
            </w:r>
          </w:p>
          <w:p w14:paraId="5AAE2A73"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จากการ</w:t>
            </w:r>
          </w:p>
          <w:p w14:paraId="669F5A9D"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ขนส่ง</w:t>
            </w:r>
          </w:p>
        </w:tc>
        <w:tc>
          <w:tcPr>
            <w:tcW w:w="1134" w:type="dxa"/>
            <w:vAlign w:val="bottom"/>
          </w:tcPr>
          <w:p w14:paraId="0A6414E7" w14:textId="77777777" w:rsidR="008F663B" w:rsidRPr="0076073C" w:rsidRDefault="008F663B" w:rsidP="007406B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cs/>
              </w:rPr>
              <w:t>รวม</w:t>
            </w:r>
          </w:p>
        </w:tc>
      </w:tr>
      <w:tr w:rsidR="008F663B" w:rsidRPr="0076073C" w14:paraId="22582E38" w14:textId="77777777" w:rsidTr="007406B1">
        <w:trPr>
          <w:trHeight w:val="20"/>
        </w:trPr>
        <w:tc>
          <w:tcPr>
            <w:tcW w:w="1418" w:type="dxa"/>
            <w:vAlign w:val="bottom"/>
          </w:tcPr>
          <w:p w14:paraId="76E3E9CB"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208D0F74"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1134" w:type="dxa"/>
            <w:vAlign w:val="bottom"/>
          </w:tcPr>
          <w:p w14:paraId="5E968E9C"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50E9DCB9"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2" w:type="dxa"/>
            <w:vAlign w:val="bottom"/>
          </w:tcPr>
          <w:p w14:paraId="36C58E2F"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3" w:type="dxa"/>
            <w:vAlign w:val="bottom"/>
          </w:tcPr>
          <w:p w14:paraId="53EC66E8"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1134" w:type="dxa"/>
            <w:vAlign w:val="bottom"/>
          </w:tcPr>
          <w:p w14:paraId="2F34B736"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992" w:type="dxa"/>
            <w:vAlign w:val="bottom"/>
          </w:tcPr>
          <w:p w14:paraId="14655FCC"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1134" w:type="dxa"/>
            <w:vAlign w:val="bottom"/>
          </w:tcPr>
          <w:p w14:paraId="1018CC09"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r>
      <w:tr w:rsidR="008F663B" w:rsidRPr="0076073C" w14:paraId="410315AA" w14:textId="77777777" w:rsidTr="007406B1">
        <w:trPr>
          <w:trHeight w:val="20"/>
        </w:trPr>
        <w:tc>
          <w:tcPr>
            <w:tcW w:w="4536" w:type="dxa"/>
            <w:gridSpan w:val="4"/>
            <w:vAlign w:val="bottom"/>
          </w:tcPr>
          <w:p w14:paraId="2BF1CF9F"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r w:rsidRPr="0076073C">
              <w:rPr>
                <w:rFonts w:ascii="Browallia New" w:hAnsi="Browallia New" w:cs="Browallia New"/>
                <w:sz w:val="20"/>
                <w:szCs w:val="20"/>
                <w:cs/>
              </w:rPr>
              <w:t>รายได้แยกตามการบันทึกรายได้</w:t>
            </w:r>
          </w:p>
        </w:tc>
        <w:tc>
          <w:tcPr>
            <w:tcW w:w="992" w:type="dxa"/>
            <w:vAlign w:val="bottom"/>
          </w:tcPr>
          <w:p w14:paraId="76B6BFDB" w14:textId="77777777" w:rsidR="008F663B" w:rsidRPr="0076073C" w:rsidRDefault="008F663B" w:rsidP="007406B1">
            <w:pPr>
              <w:tabs>
                <w:tab w:val="left" w:pos="794"/>
                <w:tab w:val="left" w:pos="1361"/>
                <w:tab w:val="left" w:pos="1928"/>
              </w:tabs>
              <w:jc w:val="thaiDistribute"/>
              <w:rPr>
                <w:rFonts w:ascii="Browallia New" w:hAnsi="Browallia New" w:cs="Browallia New"/>
                <w:sz w:val="20"/>
                <w:szCs w:val="20"/>
              </w:rPr>
            </w:pPr>
          </w:p>
        </w:tc>
        <w:tc>
          <w:tcPr>
            <w:tcW w:w="993" w:type="dxa"/>
            <w:vAlign w:val="bottom"/>
          </w:tcPr>
          <w:p w14:paraId="5BEB1E22"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1134" w:type="dxa"/>
            <w:vAlign w:val="bottom"/>
          </w:tcPr>
          <w:p w14:paraId="65EFD5A4"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992" w:type="dxa"/>
            <w:vAlign w:val="bottom"/>
          </w:tcPr>
          <w:p w14:paraId="3CE3E5DF"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c>
          <w:tcPr>
            <w:tcW w:w="1134" w:type="dxa"/>
            <w:vAlign w:val="bottom"/>
          </w:tcPr>
          <w:p w14:paraId="0DF66811" w14:textId="77777777" w:rsidR="008F663B" w:rsidRPr="0076073C" w:rsidRDefault="008F663B" w:rsidP="007406B1">
            <w:pPr>
              <w:tabs>
                <w:tab w:val="left" w:pos="794"/>
                <w:tab w:val="left" w:pos="1361"/>
                <w:tab w:val="left" w:pos="1928"/>
              </w:tabs>
              <w:jc w:val="right"/>
              <w:rPr>
                <w:rFonts w:ascii="Browallia New" w:hAnsi="Browallia New" w:cs="Browallia New"/>
                <w:sz w:val="20"/>
                <w:szCs w:val="20"/>
              </w:rPr>
            </w:pPr>
          </w:p>
        </w:tc>
      </w:tr>
      <w:tr w:rsidR="00557EC1" w:rsidRPr="0076073C" w14:paraId="6415615F" w14:textId="77777777" w:rsidTr="007406B1">
        <w:trPr>
          <w:trHeight w:val="20"/>
        </w:trPr>
        <w:tc>
          <w:tcPr>
            <w:tcW w:w="1418" w:type="dxa"/>
          </w:tcPr>
          <w:p w14:paraId="2E62EB28" w14:textId="77777777" w:rsidR="00557EC1" w:rsidRPr="0076073C" w:rsidRDefault="00557EC1" w:rsidP="00557EC1">
            <w:pPr>
              <w:tabs>
                <w:tab w:val="left" w:pos="794"/>
                <w:tab w:val="left" w:pos="1361"/>
                <w:tab w:val="left" w:pos="1928"/>
              </w:tabs>
              <w:jc w:val="thaiDistribute"/>
              <w:rPr>
                <w:rFonts w:ascii="Browallia New" w:hAnsi="Browallia New" w:cs="Browallia New"/>
                <w:sz w:val="20"/>
                <w:szCs w:val="20"/>
                <w:cs/>
              </w:rPr>
            </w:pPr>
            <w:r w:rsidRPr="0076073C">
              <w:rPr>
                <w:rFonts w:ascii="Browallia New" w:hAnsi="Browallia New" w:cs="Browallia New"/>
                <w:sz w:val="20"/>
                <w:szCs w:val="20"/>
                <w:cs/>
              </w:rPr>
              <w:t>ณ</w:t>
            </w:r>
            <w:r w:rsidRPr="0076073C">
              <w:rPr>
                <w:rFonts w:ascii="Browallia New" w:hAnsi="Browallia New" w:cs="Browallia New"/>
                <w:sz w:val="20"/>
                <w:szCs w:val="20"/>
              </w:rPr>
              <w:t xml:space="preserve"> </w:t>
            </w:r>
            <w:r w:rsidRPr="0076073C">
              <w:rPr>
                <w:rFonts w:ascii="Browallia New" w:hAnsi="Browallia New" w:cs="Browallia New"/>
                <w:sz w:val="20"/>
                <w:szCs w:val="20"/>
                <w:cs/>
              </w:rPr>
              <w:t>เวลาใดเวลาหนึ่ง</w:t>
            </w:r>
          </w:p>
        </w:tc>
        <w:tc>
          <w:tcPr>
            <w:tcW w:w="992" w:type="dxa"/>
          </w:tcPr>
          <w:p w14:paraId="23E4338D" w14:textId="5A3276EC"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1,016,150</w:t>
            </w:r>
          </w:p>
        </w:tc>
        <w:tc>
          <w:tcPr>
            <w:tcW w:w="1134" w:type="dxa"/>
          </w:tcPr>
          <w:p w14:paraId="049A6FC8" w14:textId="5D091FD6"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79,436</w:t>
            </w:r>
          </w:p>
        </w:tc>
        <w:tc>
          <w:tcPr>
            <w:tcW w:w="992" w:type="dxa"/>
          </w:tcPr>
          <w:p w14:paraId="33BF110A" w14:textId="4217485B"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17,223</w:t>
            </w:r>
          </w:p>
        </w:tc>
        <w:tc>
          <w:tcPr>
            <w:tcW w:w="992" w:type="dxa"/>
          </w:tcPr>
          <w:p w14:paraId="43FD8E1D" w14:textId="74A5A0F3" w:rsidR="00557EC1" w:rsidRPr="0076073C" w:rsidRDefault="00EC384E" w:rsidP="00080A37">
            <w:pPr>
              <w:tabs>
                <w:tab w:val="left" w:pos="540"/>
              </w:tabs>
              <w:ind w:right="-33"/>
              <w:jc w:val="right"/>
              <w:rPr>
                <w:rFonts w:ascii="Browallia New" w:hAnsi="Browallia New" w:cs="Browallia New"/>
                <w:sz w:val="20"/>
                <w:szCs w:val="20"/>
              </w:rPr>
            </w:pPr>
            <w:r w:rsidRPr="0076073C">
              <w:rPr>
                <w:rFonts w:ascii="Browallia New" w:hAnsi="Browallia New" w:cs="Browallia New"/>
                <w:sz w:val="20"/>
                <w:szCs w:val="20"/>
              </w:rPr>
              <w:t>1,112,809</w:t>
            </w:r>
            <w:r w:rsidR="00557EC1" w:rsidRPr="0076073C">
              <w:rPr>
                <w:rFonts w:ascii="Browallia New" w:hAnsi="Browallia New" w:cs="Browallia New"/>
                <w:sz w:val="20"/>
                <w:szCs w:val="20"/>
              </w:rPr>
              <w:t xml:space="preserve">        </w:t>
            </w:r>
          </w:p>
        </w:tc>
        <w:tc>
          <w:tcPr>
            <w:tcW w:w="993" w:type="dxa"/>
          </w:tcPr>
          <w:p w14:paraId="7141D46F" w14:textId="7CC6E59A"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917,388</w:t>
            </w:r>
          </w:p>
        </w:tc>
        <w:tc>
          <w:tcPr>
            <w:tcW w:w="1134" w:type="dxa"/>
          </w:tcPr>
          <w:p w14:paraId="057FA7BB" w14:textId="75634DFC"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76,412</w:t>
            </w:r>
          </w:p>
        </w:tc>
        <w:tc>
          <w:tcPr>
            <w:tcW w:w="992" w:type="dxa"/>
          </w:tcPr>
          <w:p w14:paraId="0D5258B9" w14:textId="7DB3C54A" w:rsidR="00557EC1" w:rsidRPr="0076073C" w:rsidRDefault="00557EC1" w:rsidP="00557EC1">
            <w:pP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16,376</w:t>
            </w:r>
          </w:p>
        </w:tc>
        <w:tc>
          <w:tcPr>
            <w:tcW w:w="1134" w:type="dxa"/>
          </w:tcPr>
          <w:p w14:paraId="2B2275FE" w14:textId="74A494C0" w:rsidR="00557EC1" w:rsidRPr="0076073C" w:rsidRDefault="00557EC1" w:rsidP="00557EC1">
            <w:pPr>
              <w:tabs>
                <w:tab w:val="left" w:pos="794"/>
                <w:tab w:val="left" w:pos="1361"/>
                <w:tab w:val="left" w:pos="1928"/>
              </w:tabs>
              <w:ind w:right="-38"/>
              <w:jc w:val="right"/>
              <w:rPr>
                <w:rFonts w:ascii="Browallia New" w:hAnsi="Browallia New" w:cs="Browallia New"/>
                <w:sz w:val="20"/>
                <w:szCs w:val="20"/>
              </w:rPr>
            </w:pPr>
            <w:r w:rsidRPr="0076073C">
              <w:rPr>
                <w:rFonts w:ascii="Browallia New" w:hAnsi="Browallia New" w:cs="Browallia New"/>
                <w:sz w:val="20"/>
                <w:szCs w:val="20"/>
              </w:rPr>
              <w:t>1,010,176</w:t>
            </w:r>
          </w:p>
        </w:tc>
      </w:tr>
      <w:tr w:rsidR="00557EC1" w:rsidRPr="0076073C" w14:paraId="72A3D0D6" w14:textId="77777777" w:rsidTr="007406B1">
        <w:trPr>
          <w:trHeight w:val="20"/>
        </w:trPr>
        <w:tc>
          <w:tcPr>
            <w:tcW w:w="1418" w:type="dxa"/>
          </w:tcPr>
          <w:p w14:paraId="23455A05" w14:textId="77777777" w:rsidR="00557EC1" w:rsidRPr="0076073C" w:rsidRDefault="00557EC1" w:rsidP="00557EC1">
            <w:pPr>
              <w:tabs>
                <w:tab w:val="left" w:pos="360"/>
              </w:tabs>
              <w:rPr>
                <w:rFonts w:ascii="Browallia New" w:hAnsi="Browallia New" w:cs="Browallia New"/>
                <w:sz w:val="20"/>
                <w:szCs w:val="20"/>
                <w:lang w:val="en-GB"/>
              </w:rPr>
            </w:pPr>
            <w:r w:rsidRPr="0076073C">
              <w:rPr>
                <w:rFonts w:ascii="Browallia New" w:hAnsi="Browallia New" w:cs="Browallia New"/>
                <w:sz w:val="20"/>
                <w:szCs w:val="20"/>
                <w:cs/>
              </w:rPr>
              <w:t>ตลอดช่วงระยะเวลา</w:t>
            </w:r>
          </w:p>
        </w:tc>
        <w:tc>
          <w:tcPr>
            <w:tcW w:w="992" w:type="dxa"/>
            <w:shd w:val="clear" w:color="auto" w:fill="auto"/>
          </w:tcPr>
          <w:p w14:paraId="369B49DC" w14:textId="4BFE265D" w:rsidR="00557EC1" w:rsidRPr="0076073C" w:rsidRDefault="00557EC1" w:rsidP="00557EC1">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w:t>
            </w:r>
            <w:r w:rsidR="00FC5CB4" w:rsidRPr="0076073C">
              <w:rPr>
                <w:rFonts w:ascii="Browallia New" w:hAnsi="Browallia New" w:cs="Browallia New"/>
                <w:sz w:val="20"/>
                <w:szCs w:val="20"/>
              </w:rPr>
              <w:t>67</w:t>
            </w:r>
            <w:r w:rsidRPr="0076073C">
              <w:rPr>
                <w:rFonts w:ascii="Browallia New" w:hAnsi="Browallia New" w:cs="Browallia New"/>
                <w:sz w:val="20"/>
                <w:szCs w:val="20"/>
              </w:rPr>
              <w:t>,</w:t>
            </w:r>
            <w:r w:rsidR="007F4567" w:rsidRPr="0076073C">
              <w:rPr>
                <w:rFonts w:ascii="Browallia New" w:hAnsi="Browallia New" w:cs="Browallia New"/>
                <w:sz w:val="20"/>
                <w:szCs w:val="20"/>
              </w:rPr>
              <w:t>852</w:t>
            </w:r>
          </w:p>
        </w:tc>
        <w:tc>
          <w:tcPr>
            <w:tcW w:w="1134" w:type="dxa"/>
          </w:tcPr>
          <w:p w14:paraId="7E6D40CE" w14:textId="1288696A" w:rsidR="00557EC1" w:rsidRPr="0076073C" w:rsidRDefault="00557EC1" w:rsidP="00557EC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 xml:space="preserve">            -</w:t>
            </w:r>
          </w:p>
        </w:tc>
        <w:tc>
          <w:tcPr>
            <w:tcW w:w="992" w:type="dxa"/>
            <w:shd w:val="clear" w:color="auto" w:fill="auto"/>
          </w:tcPr>
          <w:p w14:paraId="405C0E68" w14:textId="6640B046" w:rsidR="00557EC1" w:rsidRPr="0076073C" w:rsidRDefault="00557EC1" w:rsidP="00557EC1">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6</w:t>
            </w:r>
          </w:p>
        </w:tc>
        <w:tc>
          <w:tcPr>
            <w:tcW w:w="992" w:type="dxa"/>
            <w:shd w:val="clear" w:color="auto" w:fill="auto"/>
          </w:tcPr>
          <w:p w14:paraId="26A17117" w14:textId="4B3E65F6" w:rsidR="00557EC1" w:rsidRPr="0076073C" w:rsidRDefault="00F40A5C" w:rsidP="00557EC1">
            <w:pPr>
              <w:pBdr>
                <w:bottom w:val="single" w:sz="4" w:space="1" w:color="auto"/>
              </w:pBdr>
              <w:tabs>
                <w:tab w:val="left" w:pos="540"/>
              </w:tabs>
              <w:ind w:right="-33"/>
              <w:jc w:val="right"/>
              <w:rPr>
                <w:rFonts w:ascii="Browallia New" w:hAnsi="Browallia New" w:cs="Browallia New"/>
                <w:sz w:val="20"/>
                <w:szCs w:val="20"/>
              </w:rPr>
            </w:pPr>
            <w:r w:rsidRPr="0076073C">
              <w:rPr>
                <w:rFonts w:ascii="Browallia New" w:hAnsi="Browallia New" w:cs="Browallia New"/>
                <w:sz w:val="20"/>
                <w:szCs w:val="20"/>
              </w:rPr>
              <w:t>1</w:t>
            </w:r>
            <w:r w:rsidR="00940211" w:rsidRPr="0076073C">
              <w:rPr>
                <w:rFonts w:ascii="Browallia New" w:hAnsi="Browallia New" w:cs="Browallia New"/>
                <w:sz w:val="20"/>
                <w:szCs w:val="20"/>
              </w:rPr>
              <w:t>67,</w:t>
            </w:r>
            <w:r w:rsidR="00D11F9C" w:rsidRPr="0076073C">
              <w:rPr>
                <w:rFonts w:ascii="Browallia New" w:hAnsi="Browallia New" w:cs="Browallia New"/>
                <w:sz w:val="20"/>
                <w:szCs w:val="20"/>
              </w:rPr>
              <w:t>858</w:t>
            </w:r>
          </w:p>
        </w:tc>
        <w:tc>
          <w:tcPr>
            <w:tcW w:w="993" w:type="dxa"/>
          </w:tcPr>
          <w:p w14:paraId="1A7C59DF" w14:textId="68EB871A" w:rsidR="00557EC1" w:rsidRPr="0076073C" w:rsidRDefault="00557EC1" w:rsidP="00557EC1">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184,349</w:t>
            </w:r>
          </w:p>
        </w:tc>
        <w:tc>
          <w:tcPr>
            <w:tcW w:w="1134" w:type="dxa"/>
          </w:tcPr>
          <w:p w14:paraId="2F9083AC" w14:textId="6FB7EE58" w:rsidR="00557EC1" w:rsidRPr="0076073C" w:rsidRDefault="00557EC1" w:rsidP="00557EC1">
            <w:pPr>
              <w:pBdr>
                <w:bottom w:val="single" w:sz="4" w:space="1" w:color="auto"/>
              </w:pBdr>
              <w:tabs>
                <w:tab w:val="left" w:pos="794"/>
                <w:tab w:val="left" w:pos="1361"/>
                <w:tab w:val="left" w:pos="1928"/>
              </w:tabs>
              <w:jc w:val="center"/>
              <w:rPr>
                <w:rFonts w:ascii="Browallia New" w:hAnsi="Browallia New" w:cs="Browallia New"/>
                <w:sz w:val="20"/>
                <w:szCs w:val="20"/>
              </w:rPr>
            </w:pPr>
            <w:r w:rsidRPr="0076073C">
              <w:rPr>
                <w:rFonts w:ascii="Browallia New" w:hAnsi="Browallia New" w:cs="Browallia New"/>
                <w:sz w:val="20"/>
                <w:szCs w:val="20"/>
              </w:rPr>
              <w:t xml:space="preserve">            -</w:t>
            </w:r>
          </w:p>
        </w:tc>
        <w:tc>
          <w:tcPr>
            <w:tcW w:w="992" w:type="dxa"/>
          </w:tcPr>
          <w:p w14:paraId="56183826" w14:textId="6E38297A" w:rsidR="00557EC1" w:rsidRPr="0076073C" w:rsidRDefault="00557EC1" w:rsidP="00557EC1">
            <w:pPr>
              <w:pBdr>
                <w:bottom w:val="single" w:sz="4"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150</w:t>
            </w:r>
          </w:p>
        </w:tc>
        <w:tc>
          <w:tcPr>
            <w:tcW w:w="1134" w:type="dxa"/>
          </w:tcPr>
          <w:p w14:paraId="7A2EDB66" w14:textId="7B9C0F8C" w:rsidR="00557EC1" w:rsidRPr="0076073C" w:rsidRDefault="00557EC1" w:rsidP="00557EC1">
            <w:pPr>
              <w:pBdr>
                <w:bottom w:val="single" w:sz="4" w:space="1" w:color="auto"/>
              </w:pBdr>
              <w:tabs>
                <w:tab w:val="left" w:pos="540"/>
              </w:tabs>
              <w:ind w:right="-33"/>
              <w:jc w:val="right"/>
              <w:rPr>
                <w:rFonts w:ascii="Browallia New" w:hAnsi="Browallia New" w:cs="Browallia New"/>
                <w:sz w:val="20"/>
                <w:szCs w:val="20"/>
              </w:rPr>
            </w:pPr>
            <w:r w:rsidRPr="0076073C">
              <w:rPr>
                <w:rFonts w:ascii="Browallia New" w:hAnsi="Browallia New" w:cs="Browallia New"/>
                <w:sz w:val="20"/>
                <w:szCs w:val="20"/>
              </w:rPr>
              <w:t>184,499</w:t>
            </w:r>
          </w:p>
        </w:tc>
      </w:tr>
      <w:tr w:rsidR="00557EC1" w:rsidRPr="0076073C" w14:paraId="6CCF1E18" w14:textId="77777777" w:rsidTr="007406B1">
        <w:trPr>
          <w:trHeight w:val="20"/>
        </w:trPr>
        <w:tc>
          <w:tcPr>
            <w:tcW w:w="1418" w:type="dxa"/>
          </w:tcPr>
          <w:p w14:paraId="118F9A74" w14:textId="77777777" w:rsidR="00557EC1" w:rsidRPr="0076073C" w:rsidRDefault="00557EC1" w:rsidP="00557EC1">
            <w:pPr>
              <w:tabs>
                <w:tab w:val="left" w:pos="360"/>
              </w:tabs>
              <w:rPr>
                <w:rFonts w:ascii="Browallia New" w:hAnsi="Browallia New" w:cs="Browallia New"/>
                <w:b/>
                <w:bCs/>
                <w:sz w:val="20"/>
                <w:szCs w:val="20"/>
                <w:cs/>
                <w:lang w:val="en-GB"/>
              </w:rPr>
            </w:pPr>
            <w:r w:rsidRPr="0076073C">
              <w:rPr>
                <w:rFonts w:ascii="Browallia New" w:hAnsi="Browallia New" w:cs="Browallia New"/>
                <w:sz w:val="20"/>
                <w:szCs w:val="20"/>
                <w:cs/>
              </w:rPr>
              <w:t>รวม</w:t>
            </w:r>
          </w:p>
        </w:tc>
        <w:tc>
          <w:tcPr>
            <w:tcW w:w="992" w:type="dxa"/>
            <w:shd w:val="clear" w:color="auto" w:fill="auto"/>
          </w:tcPr>
          <w:p w14:paraId="4D251F98" w14:textId="54AA7F99"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1,1</w:t>
            </w:r>
            <w:r w:rsidR="003820CA" w:rsidRPr="0076073C">
              <w:rPr>
                <w:rFonts w:ascii="Browallia New" w:hAnsi="Browallia New" w:cs="Browallia New"/>
                <w:sz w:val="20"/>
                <w:szCs w:val="20"/>
              </w:rPr>
              <w:t>84</w:t>
            </w:r>
            <w:r w:rsidRPr="0076073C">
              <w:rPr>
                <w:rFonts w:ascii="Browallia New" w:hAnsi="Browallia New" w:cs="Browallia New"/>
                <w:sz w:val="20"/>
                <w:szCs w:val="20"/>
              </w:rPr>
              <w:t>,</w:t>
            </w:r>
            <w:r w:rsidR="003820CA" w:rsidRPr="0076073C">
              <w:rPr>
                <w:rFonts w:ascii="Browallia New" w:hAnsi="Browallia New" w:cs="Browallia New"/>
                <w:sz w:val="20"/>
                <w:szCs w:val="20"/>
              </w:rPr>
              <w:t>002</w:t>
            </w:r>
          </w:p>
        </w:tc>
        <w:tc>
          <w:tcPr>
            <w:tcW w:w="1134" w:type="dxa"/>
          </w:tcPr>
          <w:p w14:paraId="2439E0B0" w14:textId="71C7582C"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79,436</w:t>
            </w:r>
          </w:p>
        </w:tc>
        <w:tc>
          <w:tcPr>
            <w:tcW w:w="992" w:type="dxa"/>
            <w:shd w:val="clear" w:color="auto" w:fill="auto"/>
          </w:tcPr>
          <w:p w14:paraId="5B6D8AF0" w14:textId="078E9297"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cs/>
              </w:rPr>
            </w:pPr>
            <w:r w:rsidRPr="0076073C">
              <w:rPr>
                <w:rFonts w:ascii="Browallia New" w:hAnsi="Browallia New" w:cs="Browallia New"/>
                <w:sz w:val="20"/>
                <w:szCs w:val="20"/>
              </w:rPr>
              <w:t>17,229</w:t>
            </w:r>
          </w:p>
        </w:tc>
        <w:tc>
          <w:tcPr>
            <w:tcW w:w="992" w:type="dxa"/>
            <w:shd w:val="clear" w:color="auto" w:fill="auto"/>
          </w:tcPr>
          <w:p w14:paraId="14781293" w14:textId="236851E0" w:rsidR="00557EC1" w:rsidRPr="0076073C" w:rsidRDefault="00AE31F0" w:rsidP="00557EC1">
            <w:pPr>
              <w:pBdr>
                <w:bottom w:val="single" w:sz="12" w:space="1" w:color="auto"/>
              </w:pBdr>
              <w:tabs>
                <w:tab w:val="left" w:pos="540"/>
              </w:tabs>
              <w:ind w:right="-33"/>
              <w:jc w:val="right"/>
              <w:rPr>
                <w:rFonts w:ascii="Browallia New" w:hAnsi="Browallia New" w:cs="Browallia New"/>
                <w:sz w:val="20"/>
                <w:szCs w:val="20"/>
                <w:cs/>
              </w:rPr>
            </w:pPr>
            <w:r w:rsidRPr="0076073C">
              <w:rPr>
                <w:rFonts w:ascii="Browallia New" w:hAnsi="Browallia New" w:cs="Browallia New"/>
                <w:sz w:val="20"/>
                <w:szCs w:val="20"/>
              </w:rPr>
              <w:t>1,280</w:t>
            </w:r>
            <w:r w:rsidR="00080A37" w:rsidRPr="0076073C">
              <w:rPr>
                <w:rFonts w:ascii="Browallia New" w:hAnsi="Browallia New" w:cs="Browallia New"/>
                <w:sz w:val="20"/>
                <w:szCs w:val="20"/>
              </w:rPr>
              <w:t>,667</w:t>
            </w:r>
          </w:p>
        </w:tc>
        <w:tc>
          <w:tcPr>
            <w:tcW w:w="993" w:type="dxa"/>
          </w:tcPr>
          <w:p w14:paraId="5D6D4EC4" w14:textId="2D0D7329"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1,101,737</w:t>
            </w:r>
          </w:p>
        </w:tc>
        <w:tc>
          <w:tcPr>
            <w:tcW w:w="1134" w:type="dxa"/>
          </w:tcPr>
          <w:p w14:paraId="4573AC57" w14:textId="7807A4C3"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76,412</w:t>
            </w:r>
          </w:p>
        </w:tc>
        <w:tc>
          <w:tcPr>
            <w:tcW w:w="992" w:type="dxa"/>
          </w:tcPr>
          <w:p w14:paraId="01A7581B" w14:textId="5848C7DF" w:rsidR="00557EC1" w:rsidRPr="0076073C" w:rsidRDefault="00557EC1" w:rsidP="00557EC1">
            <w:pPr>
              <w:pBdr>
                <w:bottom w:val="single" w:sz="12" w:space="1" w:color="auto"/>
              </w:pBdr>
              <w:tabs>
                <w:tab w:val="left" w:pos="794"/>
                <w:tab w:val="left" w:pos="1361"/>
                <w:tab w:val="left" w:pos="1928"/>
              </w:tabs>
              <w:jc w:val="right"/>
              <w:rPr>
                <w:rFonts w:ascii="Browallia New" w:hAnsi="Browallia New" w:cs="Browallia New"/>
                <w:sz w:val="20"/>
                <w:szCs w:val="20"/>
              </w:rPr>
            </w:pPr>
            <w:r w:rsidRPr="0076073C">
              <w:rPr>
                <w:rFonts w:ascii="Browallia New" w:hAnsi="Browallia New" w:cs="Browallia New"/>
                <w:sz w:val="20"/>
                <w:szCs w:val="20"/>
              </w:rPr>
              <w:t>16,526</w:t>
            </w:r>
          </w:p>
        </w:tc>
        <w:tc>
          <w:tcPr>
            <w:tcW w:w="1134" w:type="dxa"/>
          </w:tcPr>
          <w:p w14:paraId="0BEBB6C3" w14:textId="7B2899BD" w:rsidR="00557EC1" w:rsidRPr="0076073C" w:rsidRDefault="00557EC1" w:rsidP="00557EC1">
            <w:pPr>
              <w:pBdr>
                <w:bottom w:val="single" w:sz="12" w:space="1" w:color="auto"/>
              </w:pBdr>
              <w:tabs>
                <w:tab w:val="left" w:pos="540"/>
              </w:tabs>
              <w:ind w:right="-33"/>
              <w:jc w:val="right"/>
              <w:rPr>
                <w:rFonts w:ascii="Browallia New" w:hAnsi="Browallia New" w:cs="Browallia New"/>
                <w:sz w:val="20"/>
                <w:szCs w:val="20"/>
              </w:rPr>
            </w:pPr>
            <w:r w:rsidRPr="0076073C">
              <w:rPr>
                <w:rFonts w:ascii="Browallia New" w:hAnsi="Browallia New" w:cs="Browallia New"/>
                <w:sz w:val="20"/>
                <w:szCs w:val="20"/>
              </w:rPr>
              <w:t>1,194,675</w:t>
            </w:r>
          </w:p>
        </w:tc>
      </w:tr>
    </w:tbl>
    <w:p w14:paraId="63151C1C" w14:textId="77777777" w:rsidR="00FC7F52" w:rsidRPr="0076073C" w:rsidRDefault="00FC7F52" w:rsidP="00BF174C">
      <w:pPr>
        <w:rPr>
          <w:rFonts w:ascii="Browallia New" w:hAnsi="Browallia New" w:cs="Browallia New"/>
          <w:b/>
          <w:bCs/>
          <w:sz w:val="14"/>
          <w:szCs w:val="14"/>
        </w:rPr>
      </w:pPr>
    </w:p>
    <w:p w14:paraId="3F50C53A" w14:textId="77777777" w:rsidR="00FC7F52" w:rsidRPr="0076073C" w:rsidRDefault="00FC7F52" w:rsidP="00BF174C">
      <w:pPr>
        <w:rPr>
          <w:rFonts w:ascii="Browallia New" w:hAnsi="Browallia New" w:cs="Browallia New"/>
          <w:b/>
          <w:bCs/>
          <w:sz w:val="14"/>
          <w:szCs w:val="14"/>
        </w:rPr>
      </w:pPr>
    </w:p>
    <w:p w14:paraId="741EB08F" w14:textId="77777777" w:rsidR="00FC7F52" w:rsidRPr="0076073C" w:rsidRDefault="00FC7F52" w:rsidP="00BF174C">
      <w:pPr>
        <w:rPr>
          <w:rFonts w:ascii="Browallia New" w:hAnsi="Browallia New" w:cs="Browallia New"/>
          <w:b/>
          <w:bCs/>
          <w:sz w:val="14"/>
          <w:szCs w:val="14"/>
        </w:rPr>
      </w:pPr>
    </w:p>
    <w:p w14:paraId="368394D4" w14:textId="77777777" w:rsidR="00FC7F52" w:rsidRPr="0076073C" w:rsidRDefault="00FC7F52" w:rsidP="00BF174C">
      <w:pPr>
        <w:rPr>
          <w:rFonts w:ascii="Browallia New" w:hAnsi="Browallia New" w:cs="Browallia New"/>
          <w:b/>
          <w:bCs/>
          <w:sz w:val="14"/>
          <w:szCs w:val="14"/>
        </w:rPr>
      </w:pPr>
    </w:p>
    <w:p w14:paraId="78DD0C8B" w14:textId="77777777" w:rsidR="00FC7F52" w:rsidRPr="0076073C" w:rsidRDefault="00FC7F52" w:rsidP="00BF174C">
      <w:pPr>
        <w:rPr>
          <w:rFonts w:ascii="Browallia New" w:hAnsi="Browallia New" w:cs="Browallia New"/>
          <w:b/>
          <w:bCs/>
          <w:sz w:val="14"/>
          <w:szCs w:val="14"/>
        </w:rPr>
      </w:pPr>
    </w:p>
    <w:p w14:paraId="4A27DE68" w14:textId="77777777" w:rsidR="00287A5E" w:rsidRPr="0076073C" w:rsidRDefault="00287A5E" w:rsidP="00BF174C">
      <w:pPr>
        <w:rPr>
          <w:rFonts w:ascii="Browallia New" w:hAnsi="Browallia New" w:cs="Browallia New"/>
          <w:b/>
          <w:bCs/>
          <w:sz w:val="14"/>
          <w:szCs w:val="14"/>
        </w:rPr>
      </w:pPr>
    </w:p>
    <w:p w14:paraId="76546FDF" w14:textId="77777777" w:rsidR="00287A5E" w:rsidRPr="0076073C" w:rsidRDefault="00287A5E" w:rsidP="00BF174C">
      <w:pPr>
        <w:rPr>
          <w:rFonts w:ascii="Browallia New" w:hAnsi="Browallia New" w:cs="Browallia New"/>
          <w:b/>
          <w:bCs/>
          <w:sz w:val="14"/>
          <w:szCs w:val="14"/>
        </w:rPr>
      </w:pPr>
    </w:p>
    <w:p w14:paraId="6E0EBEE5" w14:textId="77777777" w:rsidR="00DE316D" w:rsidRPr="0076073C" w:rsidRDefault="00DE316D">
      <w:pPr>
        <w:rPr>
          <w:rFonts w:ascii="Browallia New" w:hAnsi="Browallia New" w:cs="Browallia New"/>
          <w:b/>
          <w:bCs/>
        </w:rPr>
      </w:pPr>
    </w:p>
    <w:p w14:paraId="765E3516" w14:textId="77777777" w:rsidR="003018CF" w:rsidRPr="0076073C" w:rsidRDefault="003018CF">
      <w:pPr>
        <w:rPr>
          <w:rFonts w:ascii="Browallia New" w:hAnsi="Browallia New" w:cs="Browallia New"/>
        </w:rPr>
      </w:pPr>
      <w:r w:rsidRPr="0076073C">
        <w:rPr>
          <w:rFonts w:ascii="Browallia New" w:hAnsi="Browallia New" w:cs="Browallia New"/>
        </w:rPr>
        <w:br w:type="page"/>
      </w:r>
    </w:p>
    <w:p w14:paraId="48562F98" w14:textId="470F7464" w:rsidR="00FB7AB6" w:rsidRPr="0076073C" w:rsidRDefault="00FB7AB6"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lastRenderedPageBreak/>
        <w:t>ความเสี่ยงจากอัตราแลกเปลี่ยนเงินตราต่างประเทศ</w:t>
      </w:r>
    </w:p>
    <w:p w14:paraId="48562F99" w14:textId="3B3FDD3B" w:rsidR="00CE5D08" w:rsidRPr="0076073C" w:rsidRDefault="00CE5D08" w:rsidP="005A23AE">
      <w:pPr>
        <w:tabs>
          <w:tab w:val="left" w:pos="794"/>
          <w:tab w:val="left" w:pos="1361"/>
          <w:tab w:val="left" w:pos="1928"/>
        </w:tabs>
        <w:ind w:left="378" w:right="-32"/>
        <w:jc w:val="thaiDistribute"/>
        <w:rPr>
          <w:rFonts w:ascii="Browallia New" w:hAnsi="Browallia New" w:cs="Browallia New"/>
        </w:rPr>
      </w:pPr>
    </w:p>
    <w:p w14:paraId="4449331F" w14:textId="6F6C7506" w:rsidR="00C75280" w:rsidRPr="0076073C" w:rsidRDefault="003654D7" w:rsidP="00623927">
      <w:pPr>
        <w:tabs>
          <w:tab w:val="left" w:pos="794"/>
          <w:tab w:val="left" w:pos="1361"/>
          <w:tab w:val="left" w:pos="1928"/>
        </w:tabs>
        <w:ind w:left="374" w:right="-29"/>
        <w:jc w:val="thaiDistribute"/>
        <w:rPr>
          <w:rFonts w:ascii="Browallia New" w:hAnsi="Browallia New" w:cs="Browallia New"/>
        </w:rPr>
      </w:pPr>
      <w:r w:rsidRPr="0076073C">
        <w:rPr>
          <w:rFonts w:ascii="Browallia New" w:hAnsi="Browallia New" w:cs="Browallia New"/>
          <w:cs/>
        </w:rPr>
        <w:t>กลุ่ม</w:t>
      </w:r>
      <w:r w:rsidR="00FB7AB6" w:rsidRPr="0076073C">
        <w:rPr>
          <w:rFonts w:ascii="Browallia New" w:hAnsi="Browallia New" w:cs="Browallia New"/>
          <w:cs/>
        </w:rPr>
        <w:t>บริษัทมีความเสี่ยงจากอัตราแลกเปลี่ยนซึ่งเกิดจากการ</w:t>
      </w:r>
      <w:r w:rsidR="00926305" w:rsidRPr="0076073C">
        <w:rPr>
          <w:rFonts w:ascii="Browallia New" w:hAnsi="Browallia New" w:cs="Browallia New"/>
          <w:cs/>
        </w:rPr>
        <w:t>ขายสินค้าไปต่างประเทศและซื้อสินค้า</w:t>
      </w:r>
      <w:r w:rsidR="00C35BA5" w:rsidRPr="0076073C">
        <w:rPr>
          <w:rFonts w:ascii="Browallia New" w:hAnsi="Browallia New" w:cs="Browallia New"/>
          <w:cs/>
        </w:rPr>
        <w:t>จากต่างประเทศ</w:t>
      </w:r>
      <w:r w:rsidR="00DF3D9A" w:rsidRPr="0076073C">
        <w:rPr>
          <w:rFonts w:ascii="Browallia New" w:hAnsi="Browallia New" w:cs="Browallia New"/>
          <w:cs/>
        </w:rPr>
        <w:t xml:space="preserve"> </w:t>
      </w:r>
      <w:r w:rsidR="00E9118B" w:rsidRPr="0076073C">
        <w:rPr>
          <w:rFonts w:ascii="Browallia New" w:hAnsi="Browallia New" w:cs="Browallia New"/>
        </w:rPr>
        <w:br/>
      </w:r>
      <w:r w:rsidR="00FB7AB6" w:rsidRPr="0076073C">
        <w:rPr>
          <w:rFonts w:ascii="Browallia New" w:hAnsi="Browallia New" w:cs="Browallia New"/>
          <w:cs/>
        </w:rPr>
        <w:t>เงินให้กู้ยืมแก่บริษัทย่อย</w:t>
      </w:r>
      <w:r w:rsidR="00F60E66" w:rsidRPr="0076073C">
        <w:rPr>
          <w:rFonts w:ascii="Browallia New" w:hAnsi="Browallia New" w:cs="Browallia New"/>
        </w:rPr>
        <w:t xml:space="preserve"> </w:t>
      </w:r>
      <w:r w:rsidR="00C35BA5" w:rsidRPr="0076073C">
        <w:rPr>
          <w:rFonts w:ascii="Browallia New" w:hAnsi="Browallia New" w:cs="Browallia New"/>
          <w:cs/>
        </w:rPr>
        <w:t>เงินเบิกเกินบัญชี</w:t>
      </w:r>
      <w:r w:rsidR="00FB7AB6" w:rsidRPr="0076073C">
        <w:rPr>
          <w:rFonts w:ascii="Browallia New" w:hAnsi="Browallia New" w:cs="Browallia New"/>
          <w:cs/>
        </w:rPr>
        <w:t>และเงินกู้ยืมระยะสั้นจากสถาบันการเงินที่เป็นเงินตราต่างประเทศ</w:t>
      </w:r>
      <w:r w:rsidR="00F60E66" w:rsidRPr="0076073C">
        <w:rPr>
          <w:rFonts w:ascii="Browallia New" w:hAnsi="Browallia New" w:cs="Browallia New"/>
        </w:rPr>
        <w:t xml:space="preserve"> </w:t>
      </w:r>
      <w:r w:rsidR="00FB7AB6" w:rsidRPr="0076073C">
        <w:rPr>
          <w:rFonts w:ascii="Browallia New" w:hAnsi="Browallia New" w:cs="Browallia New"/>
          <w:cs/>
        </w:rPr>
        <w:t>ณ</w:t>
      </w:r>
      <w:r w:rsidR="00F60E66" w:rsidRPr="0076073C">
        <w:rPr>
          <w:rFonts w:ascii="Browallia New" w:hAnsi="Browallia New" w:cs="Browallia New"/>
        </w:rPr>
        <w:t xml:space="preserve"> </w:t>
      </w:r>
      <w:r w:rsidR="00FB7AB6" w:rsidRPr="0076073C">
        <w:rPr>
          <w:rFonts w:ascii="Browallia New" w:hAnsi="Browallia New" w:cs="Browallia New"/>
          <w:cs/>
        </w:rPr>
        <w:t>วันที่</w:t>
      </w:r>
      <w:r w:rsidR="00F60E66" w:rsidRPr="0076073C">
        <w:rPr>
          <w:rFonts w:ascii="Browallia New" w:hAnsi="Browallia New" w:cs="Browallia New"/>
        </w:rPr>
        <w:t xml:space="preserve"> </w:t>
      </w:r>
      <w:r w:rsidR="00364E67" w:rsidRPr="0076073C">
        <w:rPr>
          <w:rFonts w:ascii="Browallia New" w:hAnsi="Browallia New" w:cs="Browallia New"/>
        </w:rPr>
        <w:t>31</w:t>
      </w:r>
      <w:r w:rsidR="00364E67" w:rsidRPr="0076073C">
        <w:rPr>
          <w:rFonts w:ascii="Browallia New" w:hAnsi="Browallia New" w:cs="Browallia New"/>
          <w:cs/>
        </w:rPr>
        <w:t xml:space="preserve"> มีนาคม </w:t>
      </w:r>
      <w:r w:rsidR="008F79A9" w:rsidRPr="0076073C">
        <w:rPr>
          <w:rFonts w:ascii="Browallia New" w:hAnsi="Browallia New" w:cs="Browallia New"/>
          <w:spacing w:val="-4"/>
        </w:rPr>
        <w:t>256</w:t>
      </w:r>
      <w:r w:rsidR="00364E67" w:rsidRPr="0076073C">
        <w:rPr>
          <w:rFonts w:ascii="Browallia New" w:hAnsi="Browallia New" w:cs="Browallia New"/>
          <w:spacing w:val="-4"/>
        </w:rPr>
        <w:t>8</w:t>
      </w:r>
      <w:r w:rsidR="00F60E66" w:rsidRPr="0076073C">
        <w:rPr>
          <w:rFonts w:ascii="Browallia New" w:hAnsi="Browallia New" w:cs="Browallia New"/>
        </w:rPr>
        <w:t xml:space="preserve"> </w:t>
      </w:r>
      <w:r w:rsidR="00FB7AB6" w:rsidRPr="0076073C">
        <w:rPr>
          <w:rFonts w:ascii="Browallia New" w:hAnsi="Browallia New" w:cs="Browallia New"/>
          <w:cs/>
        </w:rPr>
        <w:t>และ</w:t>
      </w:r>
      <w:r w:rsidR="008B0694" w:rsidRPr="0076073C">
        <w:rPr>
          <w:rFonts w:ascii="Browallia New" w:hAnsi="Browallia New" w:cs="Browallia New"/>
        </w:rPr>
        <w:t xml:space="preserve"> 31</w:t>
      </w:r>
      <w:r w:rsidR="00F60E66" w:rsidRPr="0076073C">
        <w:rPr>
          <w:rFonts w:ascii="Browallia New" w:hAnsi="Browallia New" w:cs="Browallia New"/>
        </w:rPr>
        <w:t xml:space="preserve"> </w:t>
      </w:r>
      <w:r w:rsidR="00FB7AB6" w:rsidRPr="0076073C">
        <w:rPr>
          <w:rFonts w:ascii="Browallia New" w:hAnsi="Browallia New" w:cs="Browallia New"/>
          <w:cs/>
        </w:rPr>
        <w:t>ธันวาคม</w:t>
      </w:r>
      <w:r w:rsidR="00F60E66" w:rsidRPr="0076073C">
        <w:rPr>
          <w:rFonts w:ascii="Browallia New" w:hAnsi="Browallia New" w:cs="Browallia New"/>
        </w:rPr>
        <w:t xml:space="preserve"> </w:t>
      </w:r>
      <w:r w:rsidR="00CD38A5" w:rsidRPr="0076073C">
        <w:rPr>
          <w:rFonts w:ascii="Browallia New" w:hAnsi="Browallia New" w:cs="Browallia New"/>
        </w:rPr>
        <w:t>256</w:t>
      </w:r>
      <w:r w:rsidR="00364E67" w:rsidRPr="0076073C">
        <w:rPr>
          <w:rFonts w:ascii="Browallia New" w:hAnsi="Browallia New" w:cs="Browallia New"/>
        </w:rPr>
        <w:t>7</w:t>
      </w:r>
      <w:r w:rsidR="00F60E66" w:rsidRPr="0076073C">
        <w:rPr>
          <w:rFonts w:ascii="Browallia New" w:hAnsi="Browallia New" w:cs="Browallia New"/>
        </w:rPr>
        <w:t xml:space="preserve"> </w:t>
      </w:r>
      <w:r w:rsidRPr="0076073C">
        <w:rPr>
          <w:rFonts w:ascii="Browallia New" w:hAnsi="Browallia New" w:cs="Browallia New"/>
          <w:cs/>
        </w:rPr>
        <w:t>กลุ่ม</w:t>
      </w:r>
      <w:r w:rsidR="00FB7AB6" w:rsidRPr="0076073C">
        <w:rPr>
          <w:rFonts w:ascii="Browallia New" w:hAnsi="Browallia New" w:cs="Browallia New"/>
          <w:cs/>
        </w:rPr>
        <w:t>บริษัท</w:t>
      </w:r>
      <w:r w:rsidR="001A0673" w:rsidRPr="0076073C">
        <w:rPr>
          <w:rFonts w:ascii="Browallia New" w:hAnsi="Browallia New" w:cs="Browallia New"/>
          <w:cs/>
        </w:rPr>
        <w:t xml:space="preserve"> </w:t>
      </w:r>
      <w:r w:rsidR="00FB7AB6" w:rsidRPr="0076073C">
        <w:rPr>
          <w:rFonts w:ascii="Browallia New" w:hAnsi="Browallia New" w:cs="Browallia New"/>
          <w:cs/>
        </w:rPr>
        <w:t>มีรายการสินทรัพย์และหนี้สินที่ไม่ได้ป้องกันความเสี่ยงจากอัตราแลกเปลี่ยน</w:t>
      </w:r>
      <w:r w:rsidR="00D708AA" w:rsidRPr="0076073C">
        <w:rPr>
          <w:rFonts w:ascii="Browallia New" w:hAnsi="Browallia New" w:cs="Browallia New"/>
          <w:cs/>
        </w:rPr>
        <w:t>เนื่องจากมีรายการ</w:t>
      </w:r>
      <w:r w:rsidR="007B628C" w:rsidRPr="0076073C">
        <w:rPr>
          <w:rFonts w:ascii="Browallia New" w:hAnsi="Browallia New" w:cs="Browallia New"/>
          <w:cs/>
        </w:rPr>
        <w:t>ค้าทั้งรับและจ่ายที่เป็นเงินตราต่างประเทศ</w:t>
      </w:r>
      <w:r w:rsidR="00FB7AB6" w:rsidRPr="0076073C">
        <w:rPr>
          <w:rFonts w:ascii="Browallia New" w:hAnsi="Browallia New" w:cs="Browallia New"/>
          <w:cs/>
        </w:rPr>
        <w:t>ซึ่งถือเป็นการป้องกันความเสี่ยง</w:t>
      </w:r>
      <w:r w:rsidR="00C35BA5" w:rsidRPr="0076073C">
        <w:rPr>
          <w:rFonts w:ascii="Browallia New" w:hAnsi="Browallia New" w:cs="Browallia New"/>
          <w:cs/>
        </w:rPr>
        <w:t>ตามธรรมชาติ</w:t>
      </w:r>
      <w:r w:rsidR="00F60E66" w:rsidRPr="0076073C">
        <w:rPr>
          <w:rFonts w:ascii="Browallia New" w:hAnsi="Browallia New" w:cs="Browallia New"/>
        </w:rPr>
        <w:t xml:space="preserve"> </w:t>
      </w:r>
      <w:r w:rsidR="003F3914" w:rsidRPr="0076073C">
        <w:rPr>
          <w:rFonts w:ascii="Browallia New" w:hAnsi="Browallia New" w:cs="Browallia New"/>
          <w:cs/>
        </w:rPr>
        <w:t>ดั</w:t>
      </w:r>
      <w:r w:rsidR="00FB7AB6" w:rsidRPr="0076073C">
        <w:rPr>
          <w:rFonts w:ascii="Browallia New" w:hAnsi="Browallia New" w:cs="Browallia New"/>
          <w:cs/>
        </w:rPr>
        <w:t>งนี้</w:t>
      </w:r>
    </w:p>
    <w:p w14:paraId="48562F9B" w14:textId="77777777" w:rsidR="00A33E98" w:rsidRPr="0076073C"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76073C" w14:paraId="48562F9E" w14:textId="77777777" w:rsidTr="005030A2">
        <w:tc>
          <w:tcPr>
            <w:tcW w:w="5472" w:type="dxa"/>
          </w:tcPr>
          <w:p w14:paraId="48562F9C" w14:textId="77777777" w:rsidR="00FB7AB6" w:rsidRPr="0076073C"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76073C" w:rsidRDefault="00FB7AB6" w:rsidP="003E0B20">
            <w:pPr>
              <w:ind w:left="-108" w:right="-112"/>
              <w:jc w:val="center"/>
              <w:rPr>
                <w:rFonts w:ascii="Browallia New" w:hAnsi="Browallia New" w:cs="Browallia New"/>
                <w:cs/>
              </w:rPr>
            </w:pPr>
            <w:r w:rsidRPr="0076073C">
              <w:rPr>
                <w:rFonts w:ascii="Browallia New" w:hAnsi="Browallia New" w:cs="Browallia New"/>
                <w:cs/>
              </w:rPr>
              <w:t>จำนวนเงินตราต่างประเทศ</w:t>
            </w:r>
            <w:r w:rsidRPr="0076073C">
              <w:rPr>
                <w:rFonts w:ascii="Browallia New" w:hAnsi="Browallia New" w:cs="Browallia New"/>
              </w:rPr>
              <w:t xml:space="preserve"> (</w:t>
            </w:r>
            <w:r w:rsidR="003E05D8" w:rsidRPr="0076073C">
              <w:rPr>
                <w:rFonts w:ascii="Browallia New" w:hAnsi="Browallia New" w:cs="Browallia New"/>
                <w:cs/>
              </w:rPr>
              <w:t>พัน</w:t>
            </w:r>
            <w:r w:rsidR="00C35BA5" w:rsidRPr="0076073C">
              <w:rPr>
                <w:rFonts w:ascii="Browallia New" w:hAnsi="Browallia New" w:cs="Browallia New"/>
                <w:cs/>
              </w:rPr>
              <w:t>หน่วย</w:t>
            </w:r>
            <w:r w:rsidRPr="0076073C">
              <w:rPr>
                <w:rFonts w:ascii="Browallia New" w:hAnsi="Browallia New" w:cs="Browallia New"/>
                <w:cs/>
              </w:rPr>
              <w:t>)</w:t>
            </w:r>
          </w:p>
        </w:tc>
      </w:tr>
      <w:tr w:rsidR="00FB7AB6" w:rsidRPr="0076073C" w14:paraId="48562FA3" w14:textId="77777777" w:rsidTr="005030A2">
        <w:tc>
          <w:tcPr>
            <w:tcW w:w="5472" w:type="dxa"/>
          </w:tcPr>
          <w:p w14:paraId="48562F9F" w14:textId="77777777" w:rsidR="00FB7AB6" w:rsidRPr="0076073C"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236CF085" w:rsidR="00FB7AB6" w:rsidRPr="0076073C" w:rsidRDefault="00364E67" w:rsidP="003E0B20">
            <w:pPr>
              <w:ind w:left="-108" w:right="-108"/>
              <w:jc w:val="center"/>
              <w:rPr>
                <w:rFonts w:ascii="Browallia New" w:hAnsi="Browallia New" w:cs="Browallia New"/>
                <w:lang w:val="en-GB"/>
              </w:rPr>
            </w:pPr>
            <w:r w:rsidRPr="0076073C">
              <w:rPr>
                <w:rFonts w:ascii="Browallia New" w:hAnsi="Browallia New" w:cs="Browallia New"/>
                <w:spacing w:val="-4"/>
              </w:rPr>
              <w:t>31</w:t>
            </w:r>
            <w:r w:rsidRPr="0076073C">
              <w:rPr>
                <w:rFonts w:ascii="Browallia New" w:hAnsi="Browallia New" w:cs="Browallia New"/>
                <w:spacing w:val="-4"/>
                <w:cs/>
              </w:rPr>
              <w:t xml:space="preserve"> มีนาคม </w:t>
            </w:r>
            <w:r w:rsidR="008F79A9" w:rsidRPr="0076073C">
              <w:rPr>
                <w:rFonts w:ascii="Browallia New" w:hAnsi="Browallia New" w:cs="Browallia New"/>
                <w:spacing w:val="-4"/>
              </w:rPr>
              <w:t>256</w:t>
            </w:r>
            <w:r w:rsidRPr="0076073C">
              <w:rPr>
                <w:rFonts w:ascii="Browallia New" w:hAnsi="Browallia New" w:cs="Browallia New"/>
                <w:spacing w:val="-4"/>
              </w:rPr>
              <w:t>8</w:t>
            </w:r>
          </w:p>
        </w:tc>
        <w:tc>
          <w:tcPr>
            <w:tcW w:w="284" w:type="dxa"/>
            <w:tcBorders>
              <w:top w:val="single" w:sz="4" w:space="0" w:color="auto"/>
            </w:tcBorders>
          </w:tcPr>
          <w:p w14:paraId="48562FA1" w14:textId="77777777" w:rsidR="00FB7AB6" w:rsidRPr="0076073C"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1F198297" w:rsidR="00FB7AB6" w:rsidRPr="0076073C" w:rsidRDefault="00FB7AB6" w:rsidP="003E0B20">
            <w:pPr>
              <w:ind w:left="-108" w:right="-108"/>
              <w:jc w:val="center"/>
              <w:rPr>
                <w:rFonts w:ascii="Browallia New" w:hAnsi="Browallia New" w:cs="Browallia New"/>
                <w:cs/>
                <w:lang w:val="en-GB"/>
              </w:rPr>
            </w:pPr>
            <w:r w:rsidRPr="0076073C">
              <w:rPr>
                <w:rFonts w:ascii="Browallia New" w:hAnsi="Browallia New" w:cs="Browallia New"/>
                <w:lang w:val="en-GB"/>
              </w:rPr>
              <w:t xml:space="preserve">31 </w:t>
            </w:r>
            <w:r w:rsidRPr="0076073C">
              <w:rPr>
                <w:rFonts w:ascii="Browallia New" w:hAnsi="Browallia New" w:cs="Browallia New"/>
                <w:cs/>
                <w:lang w:val="en-GB"/>
              </w:rPr>
              <w:t>ธันวาคม</w:t>
            </w:r>
            <w:r w:rsidR="00F60E66" w:rsidRPr="0076073C">
              <w:rPr>
                <w:rFonts w:ascii="Browallia New" w:hAnsi="Browallia New" w:cs="Browallia New"/>
              </w:rPr>
              <w:t xml:space="preserve"> </w:t>
            </w:r>
            <w:r w:rsidRPr="0076073C">
              <w:rPr>
                <w:rFonts w:ascii="Browallia New" w:hAnsi="Browallia New" w:cs="Browallia New"/>
                <w:lang w:val="en-GB"/>
              </w:rPr>
              <w:t>25</w:t>
            </w:r>
            <w:r w:rsidR="00DB24FB" w:rsidRPr="0076073C">
              <w:rPr>
                <w:rFonts w:ascii="Browallia New" w:hAnsi="Browallia New" w:cs="Browallia New"/>
              </w:rPr>
              <w:t>6</w:t>
            </w:r>
            <w:r w:rsidR="00364E67" w:rsidRPr="0076073C">
              <w:rPr>
                <w:rFonts w:ascii="Browallia New" w:hAnsi="Browallia New" w:cs="Browallia New"/>
              </w:rPr>
              <w:t>7</w:t>
            </w:r>
          </w:p>
        </w:tc>
      </w:tr>
      <w:tr w:rsidR="00FB7AB6" w:rsidRPr="0076073C" w14:paraId="48562FA8" w14:textId="77777777" w:rsidTr="005030A2">
        <w:tc>
          <w:tcPr>
            <w:tcW w:w="5472" w:type="dxa"/>
          </w:tcPr>
          <w:p w14:paraId="48562FA4" w14:textId="4FD33229" w:rsidR="00FB7AB6" w:rsidRPr="0076073C"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76073C" w:rsidRDefault="00FB7AB6" w:rsidP="003E0B20">
            <w:pPr>
              <w:jc w:val="right"/>
              <w:rPr>
                <w:rFonts w:ascii="Browallia New" w:hAnsi="Browallia New" w:cs="Browallia New"/>
                <w:sz w:val="20"/>
                <w:szCs w:val="20"/>
              </w:rPr>
            </w:pPr>
          </w:p>
        </w:tc>
        <w:tc>
          <w:tcPr>
            <w:tcW w:w="284" w:type="dxa"/>
          </w:tcPr>
          <w:p w14:paraId="48562FA6" w14:textId="77777777" w:rsidR="00FB7AB6" w:rsidRPr="0076073C"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76073C" w:rsidRDefault="00FB7AB6" w:rsidP="003E0B20">
            <w:pPr>
              <w:jc w:val="right"/>
              <w:rPr>
                <w:rFonts w:ascii="Browallia New" w:hAnsi="Browallia New" w:cs="Browallia New"/>
                <w:sz w:val="20"/>
                <w:szCs w:val="20"/>
              </w:rPr>
            </w:pPr>
          </w:p>
        </w:tc>
      </w:tr>
      <w:tr w:rsidR="00F32B9C" w:rsidRPr="0076073C" w14:paraId="4BEA601F" w14:textId="77777777" w:rsidTr="005030A2">
        <w:tc>
          <w:tcPr>
            <w:tcW w:w="5472" w:type="dxa"/>
          </w:tcPr>
          <w:p w14:paraId="0DF93009" w14:textId="74383398" w:rsidR="00F32B9C" w:rsidRPr="0076073C" w:rsidRDefault="00F32B9C" w:rsidP="003E0B20">
            <w:pPr>
              <w:jc w:val="thaiDistribute"/>
              <w:rPr>
                <w:rFonts w:ascii="Browallia New" w:hAnsi="Browallia New" w:cs="Browallia New"/>
                <w:u w:val="single"/>
                <w:cs/>
                <w:lang w:val="en-GB"/>
              </w:rPr>
            </w:pPr>
            <w:r w:rsidRPr="0076073C">
              <w:rPr>
                <w:rFonts w:ascii="Browallia New" w:hAnsi="Browallia New" w:cs="Browallia New"/>
                <w:u w:val="single"/>
                <w:cs/>
                <w:lang w:val="en-GB"/>
              </w:rPr>
              <w:t>สินทรัพย์ที่เป็นเงินตราต่างประเทศ</w:t>
            </w:r>
          </w:p>
        </w:tc>
        <w:tc>
          <w:tcPr>
            <w:tcW w:w="1701" w:type="dxa"/>
          </w:tcPr>
          <w:p w14:paraId="2BB48763" w14:textId="77777777" w:rsidR="00F32B9C" w:rsidRPr="0076073C" w:rsidRDefault="00F32B9C" w:rsidP="003E0B20">
            <w:pPr>
              <w:jc w:val="right"/>
              <w:rPr>
                <w:rFonts w:ascii="Browallia New" w:hAnsi="Browallia New" w:cs="Browallia New"/>
              </w:rPr>
            </w:pPr>
          </w:p>
        </w:tc>
        <w:tc>
          <w:tcPr>
            <w:tcW w:w="284" w:type="dxa"/>
          </w:tcPr>
          <w:p w14:paraId="47BAAAB2" w14:textId="77777777" w:rsidR="00F32B9C" w:rsidRPr="0076073C" w:rsidRDefault="00F32B9C" w:rsidP="003E0B20">
            <w:pPr>
              <w:jc w:val="thaiDistribute"/>
              <w:rPr>
                <w:rFonts w:ascii="Browallia New" w:hAnsi="Browallia New" w:cs="Browallia New"/>
                <w:lang w:val="en-GB"/>
              </w:rPr>
            </w:pPr>
          </w:p>
        </w:tc>
        <w:tc>
          <w:tcPr>
            <w:tcW w:w="1701" w:type="dxa"/>
          </w:tcPr>
          <w:p w14:paraId="5F333E50" w14:textId="77777777" w:rsidR="00F32B9C" w:rsidRPr="0076073C" w:rsidRDefault="00F32B9C" w:rsidP="003E0B20">
            <w:pPr>
              <w:jc w:val="right"/>
              <w:rPr>
                <w:rFonts w:ascii="Browallia New" w:hAnsi="Browallia New" w:cs="Browallia New"/>
              </w:rPr>
            </w:pPr>
          </w:p>
        </w:tc>
      </w:tr>
      <w:tr w:rsidR="001573F6" w:rsidRPr="0076073C" w14:paraId="48562FAD" w14:textId="77777777" w:rsidTr="00CF1AC6">
        <w:trPr>
          <w:trHeight w:val="389"/>
        </w:trPr>
        <w:tc>
          <w:tcPr>
            <w:tcW w:w="5472" w:type="dxa"/>
          </w:tcPr>
          <w:p w14:paraId="48562FA9" w14:textId="64E97258" w:rsidR="001573F6" w:rsidRPr="0076073C" w:rsidRDefault="001573F6" w:rsidP="001573F6">
            <w:pPr>
              <w:jc w:val="thaiDistribute"/>
              <w:rPr>
                <w:rFonts w:ascii="Browallia New" w:hAnsi="Browallia New" w:cs="Browallia New"/>
                <w:cs/>
                <w:lang w:val="en-GB"/>
              </w:rPr>
            </w:pPr>
            <w:r w:rsidRPr="0076073C">
              <w:rPr>
                <w:rFonts w:ascii="Browallia New" w:hAnsi="Browallia New" w:cs="Browallia New"/>
                <w:cs/>
                <w:lang w:val="en-GB"/>
              </w:rPr>
              <w:t>เหรียญสหรัฐฯ</w:t>
            </w:r>
          </w:p>
        </w:tc>
        <w:tc>
          <w:tcPr>
            <w:tcW w:w="1701" w:type="dxa"/>
          </w:tcPr>
          <w:p w14:paraId="48562FAA" w14:textId="60808CE3" w:rsidR="001573F6" w:rsidRPr="0076073C" w:rsidRDefault="003966D6" w:rsidP="003966D6">
            <w:pPr>
              <w:jc w:val="center"/>
              <w:rPr>
                <w:rFonts w:ascii="Browallia New" w:hAnsi="Browallia New" w:cs="Browallia New"/>
                <w:lang w:val="en-GB"/>
              </w:rPr>
            </w:pPr>
            <w:r w:rsidRPr="0076073C">
              <w:rPr>
                <w:rFonts w:ascii="Browallia New" w:hAnsi="Browallia New" w:cs="Browallia New"/>
                <w:lang w:val="en-GB"/>
              </w:rPr>
              <w:t xml:space="preserve">               -</w:t>
            </w:r>
          </w:p>
        </w:tc>
        <w:tc>
          <w:tcPr>
            <w:tcW w:w="284" w:type="dxa"/>
          </w:tcPr>
          <w:p w14:paraId="48562FAB" w14:textId="77777777" w:rsidR="001573F6" w:rsidRPr="0076073C" w:rsidRDefault="001573F6" w:rsidP="001573F6">
            <w:pPr>
              <w:jc w:val="thaiDistribute"/>
              <w:rPr>
                <w:rFonts w:ascii="Browallia New" w:hAnsi="Browallia New" w:cs="Browallia New"/>
                <w:highlight w:val="yellow"/>
                <w:lang w:val="en-GB"/>
              </w:rPr>
            </w:pPr>
          </w:p>
        </w:tc>
        <w:tc>
          <w:tcPr>
            <w:tcW w:w="1701" w:type="dxa"/>
          </w:tcPr>
          <w:p w14:paraId="48562FAC" w14:textId="56D5D661" w:rsidR="001573F6" w:rsidRPr="0076073C" w:rsidRDefault="001573F6" w:rsidP="001573F6">
            <w:pPr>
              <w:jc w:val="right"/>
              <w:rPr>
                <w:rFonts w:ascii="Browallia New" w:hAnsi="Browallia New" w:cs="Browallia New"/>
                <w:lang w:val="en-GB"/>
              </w:rPr>
            </w:pPr>
            <w:r w:rsidRPr="0076073C">
              <w:rPr>
                <w:rFonts w:ascii="Browallia New" w:hAnsi="Browallia New" w:cs="Browallia New"/>
                <w:lang w:val="en-GB"/>
              </w:rPr>
              <w:t>11</w:t>
            </w:r>
          </w:p>
        </w:tc>
      </w:tr>
      <w:tr w:rsidR="001573F6" w:rsidRPr="0076073C" w14:paraId="48562FB2" w14:textId="77777777" w:rsidTr="00890636">
        <w:trPr>
          <w:trHeight w:val="274"/>
        </w:trPr>
        <w:tc>
          <w:tcPr>
            <w:tcW w:w="5472" w:type="dxa"/>
          </w:tcPr>
          <w:p w14:paraId="48562FAE" w14:textId="1A5B4AB4" w:rsidR="001573F6" w:rsidRPr="0076073C" w:rsidRDefault="001573F6" w:rsidP="001573F6">
            <w:pPr>
              <w:jc w:val="thaiDistribute"/>
              <w:rPr>
                <w:rFonts w:ascii="Browallia New" w:hAnsi="Browallia New" w:cs="Browallia New"/>
                <w:cs/>
                <w:lang w:val="en-GB"/>
              </w:rPr>
            </w:pPr>
            <w:r w:rsidRPr="0076073C">
              <w:rPr>
                <w:rFonts w:ascii="Browallia New" w:hAnsi="Browallia New" w:cs="Browallia New"/>
                <w:cs/>
                <w:lang w:val="en-GB"/>
              </w:rPr>
              <w:t>เยนญี่ปุ่น</w:t>
            </w:r>
          </w:p>
        </w:tc>
        <w:tc>
          <w:tcPr>
            <w:tcW w:w="1701" w:type="dxa"/>
          </w:tcPr>
          <w:p w14:paraId="48562FAF" w14:textId="6C6CEB81" w:rsidR="001573F6" w:rsidRPr="0076073C" w:rsidRDefault="003966D6" w:rsidP="001573F6">
            <w:pPr>
              <w:jc w:val="right"/>
              <w:rPr>
                <w:rFonts w:ascii="Browallia New" w:hAnsi="Browallia New" w:cs="Browallia New"/>
              </w:rPr>
            </w:pPr>
            <w:r w:rsidRPr="0076073C">
              <w:rPr>
                <w:rFonts w:ascii="Browallia New" w:hAnsi="Browallia New" w:cs="Browallia New"/>
              </w:rPr>
              <w:t>191,621</w:t>
            </w:r>
          </w:p>
        </w:tc>
        <w:tc>
          <w:tcPr>
            <w:tcW w:w="284" w:type="dxa"/>
          </w:tcPr>
          <w:p w14:paraId="48562FB0" w14:textId="77777777" w:rsidR="001573F6" w:rsidRPr="0076073C" w:rsidRDefault="001573F6" w:rsidP="001573F6">
            <w:pPr>
              <w:jc w:val="thaiDistribute"/>
              <w:rPr>
                <w:rFonts w:ascii="Browallia New" w:hAnsi="Browallia New" w:cs="Browallia New"/>
                <w:highlight w:val="yellow"/>
                <w:lang w:val="en-GB"/>
              </w:rPr>
            </w:pPr>
          </w:p>
        </w:tc>
        <w:tc>
          <w:tcPr>
            <w:tcW w:w="1701" w:type="dxa"/>
          </w:tcPr>
          <w:p w14:paraId="48562FB1" w14:textId="648E28A5" w:rsidR="001573F6" w:rsidRPr="0076073C" w:rsidRDefault="001573F6" w:rsidP="001573F6">
            <w:pPr>
              <w:jc w:val="right"/>
              <w:rPr>
                <w:rFonts w:ascii="Browallia New" w:hAnsi="Browallia New" w:cs="Browallia New"/>
                <w:lang w:val="en-GB"/>
              </w:rPr>
            </w:pPr>
            <w:r w:rsidRPr="0076073C">
              <w:rPr>
                <w:rFonts w:ascii="Browallia New" w:hAnsi="Browallia New" w:cs="Browallia New"/>
                <w:lang w:val="en-GB"/>
              </w:rPr>
              <w:t>213,902</w:t>
            </w:r>
          </w:p>
        </w:tc>
      </w:tr>
      <w:tr w:rsidR="001573F6" w:rsidRPr="0076073C" w14:paraId="61D0AB9F" w14:textId="77777777" w:rsidTr="00890636">
        <w:trPr>
          <w:trHeight w:val="274"/>
        </w:trPr>
        <w:tc>
          <w:tcPr>
            <w:tcW w:w="5472" w:type="dxa"/>
          </w:tcPr>
          <w:p w14:paraId="3A301643" w14:textId="77777777" w:rsidR="001573F6" w:rsidRPr="0076073C" w:rsidRDefault="001573F6" w:rsidP="001573F6">
            <w:pPr>
              <w:jc w:val="thaiDistribute"/>
              <w:rPr>
                <w:rFonts w:ascii="Browallia New" w:hAnsi="Browallia New" w:cs="Browallia New"/>
                <w:sz w:val="14"/>
                <w:szCs w:val="14"/>
                <w:u w:val="single"/>
                <w:cs/>
                <w:lang w:val="en-GB"/>
              </w:rPr>
            </w:pPr>
          </w:p>
        </w:tc>
        <w:tc>
          <w:tcPr>
            <w:tcW w:w="1701" w:type="dxa"/>
          </w:tcPr>
          <w:p w14:paraId="61D2DE22" w14:textId="77777777" w:rsidR="001573F6" w:rsidRPr="0076073C" w:rsidRDefault="001573F6" w:rsidP="001573F6">
            <w:pPr>
              <w:jc w:val="right"/>
              <w:rPr>
                <w:rFonts w:ascii="Browallia New" w:hAnsi="Browallia New" w:cs="Browallia New"/>
                <w:lang w:val="en-GB"/>
              </w:rPr>
            </w:pPr>
          </w:p>
        </w:tc>
        <w:tc>
          <w:tcPr>
            <w:tcW w:w="284" w:type="dxa"/>
          </w:tcPr>
          <w:p w14:paraId="71A0975D" w14:textId="77777777" w:rsidR="001573F6" w:rsidRPr="0076073C" w:rsidRDefault="001573F6" w:rsidP="001573F6">
            <w:pPr>
              <w:jc w:val="thaiDistribute"/>
              <w:rPr>
                <w:rFonts w:ascii="Browallia New" w:hAnsi="Browallia New" w:cs="Browallia New"/>
                <w:sz w:val="14"/>
                <w:szCs w:val="14"/>
                <w:highlight w:val="yellow"/>
                <w:lang w:val="en-GB"/>
              </w:rPr>
            </w:pPr>
          </w:p>
        </w:tc>
        <w:tc>
          <w:tcPr>
            <w:tcW w:w="1701" w:type="dxa"/>
          </w:tcPr>
          <w:p w14:paraId="38DBC2E5" w14:textId="77777777" w:rsidR="001573F6" w:rsidRPr="0076073C" w:rsidRDefault="001573F6" w:rsidP="001573F6">
            <w:pPr>
              <w:jc w:val="right"/>
              <w:rPr>
                <w:rFonts w:ascii="Browallia New" w:hAnsi="Browallia New" w:cs="Browallia New"/>
                <w:sz w:val="14"/>
                <w:szCs w:val="14"/>
              </w:rPr>
            </w:pPr>
          </w:p>
        </w:tc>
      </w:tr>
      <w:tr w:rsidR="001573F6" w:rsidRPr="0076073C" w14:paraId="48562FB7" w14:textId="77777777" w:rsidTr="005030A2">
        <w:tc>
          <w:tcPr>
            <w:tcW w:w="5472" w:type="dxa"/>
          </w:tcPr>
          <w:p w14:paraId="48562FB3" w14:textId="78A48505" w:rsidR="001573F6" w:rsidRPr="0076073C" w:rsidRDefault="001573F6" w:rsidP="001573F6">
            <w:pPr>
              <w:jc w:val="thaiDistribute"/>
              <w:rPr>
                <w:rFonts w:ascii="Browallia New" w:hAnsi="Browallia New" w:cs="Browallia New"/>
                <w:u w:val="single"/>
                <w:cs/>
                <w:lang w:val="en-GB"/>
              </w:rPr>
            </w:pPr>
            <w:r w:rsidRPr="0076073C">
              <w:rPr>
                <w:rFonts w:ascii="Browallia New" w:hAnsi="Browallia New" w:cs="Browallia New"/>
                <w:u w:val="single"/>
                <w:cs/>
                <w:lang w:val="en-GB"/>
              </w:rPr>
              <w:t>หนี้สินที่เป็นเงินตราต่างประเทศ</w:t>
            </w:r>
          </w:p>
        </w:tc>
        <w:tc>
          <w:tcPr>
            <w:tcW w:w="1701" w:type="dxa"/>
          </w:tcPr>
          <w:p w14:paraId="48562FB4" w14:textId="77777777" w:rsidR="001573F6" w:rsidRPr="0076073C" w:rsidRDefault="001573F6" w:rsidP="001573F6">
            <w:pPr>
              <w:jc w:val="right"/>
              <w:rPr>
                <w:rFonts w:ascii="Browallia New" w:hAnsi="Browallia New" w:cs="Browallia New"/>
                <w:lang w:val="en-GB"/>
              </w:rPr>
            </w:pPr>
          </w:p>
        </w:tc>
        <w:tc>
          <w:tcPr>
            <w:tcW w:w="284" w:type="dxa"/>
          </w:tcPr>
          <w:p w14:paraId="48562FB5" w14:textId="77777777" w:rsidR="001573F6" w:rsidRPr="0076073C" w:rsidRDefault="001573F6" w:rsidP="001573F6">
            <w:pPr>
              <w:jc w:val="thaiDistribute"/>
              <w:rPr>
                <w:rFonts w:ascii="Browallia New" w:hAnsi="Browallia New" w:cs="Browallia New"/>
                <w:highlight w:val="yellow"/>
                <w:lang w:val="en-GB"/>
              </w:rPr>
            </w:pPr>
          </w:p>
        </w:tc>
        <w:tc>
          <w:tcPr>
            <w:tcW w:w="1701" w:type="dxa"/>
          </w:tcPr>
          <w:p w14:paraId="48562FB6" w14:textId="77777777" w:rsidR="001573F6" w:rsidRPr="0076073C" w:rsidRDefault="001573F6" w:rsidP="001573F6">
            <w:pPr>
              <w:jc w:val="right"/>
              <w:rPr>
                <w:rFonts w:ascii="Browallia New" w:hAnsi="Browallia New" w:cs="Browallia New"/>
              </w:rPr>
            </w:pPr>
          </w:p>
        </w:tc>
      </w:tr>
      <w:tr w:rsidR="001573F6" w:rsidRPr="0076073C" w14:paraId="48562FBC" w14:textId="77777777" w:rsidTr="005030A2">
        <w:tc>
          <w:tcPr>
            <w:tcW w:w="5472" w:type="dxa"/>
          </w:tcPr>
          <w:p w14:paraId="48562FB8" w14:textId="44B2A3E7" w:rsidR="001573F6" w:rsidRPr="0076073C" w:rsidRDefault="001573F6" w:rsidP="001573F6">
            <w:pPr>
              <w:jc w:val="thaiDistribute"/>
              <w:rPr>
                <w:rFonts w:ascii="Browallia New" w:hAnsi="Browallia New" w:cs="Browallia New"/>
                <w:lang w:val="en-GB"/>
              </w:rPr>
            </w:pPr>
            <w:r w:rsidRPr="0076073C">
              <w:rPr>
                <w:rFonts w:ascii="Browallia New" w:hAnsi="Browallia New" w:cs="Browallia New"/>
                <w:cs/>
                <w:lang w:val="en-GB"/>
              </w:rPr>
              <w:t>เหรียญสหรัฐฯ</w:t>
            </w:r>
          </w:p>
        </w:tc>
        <w:tc>
          <w:tcPr>
            <w:tcW w:w="1701" w:type="dxa"/>
          </w:tcPr>
          <w:p w14:paraId="48562FB9" w14:textId="5423813B" w:rsidR="001573F6" w:rsidRPr="0076073C" w:rsidRDefault="003966D6" w:rsidP="001573F6">
            <w:pPr>
              <w:jc w:val="right"/>
              <w:rPr>
                <w:rFonts w:ascii="Browallia New" w:hAnsi="Browallia New" w:cs="Browallia New"/>
                <w:lang w:val="en-GB"/>
              </w:rPr>
            </w:pPr>
            <w:r w:rsidRPr="0076073C">
              <w:rPr>
                <w:rFonts w:ascii="Browallia New" w:hAnsi="Browallia New" w:cs="Browallia New"/>
                <w:lang w:val="en-GB"/>
              </w:rPr>
              <w:t>1,579</w:t>
            </w:r>
          </w:p>
        </w:tc>
        <w:tc>
          <w:tcPr>
            <w:tcW w:w="284" w:type="dxa"/>
          </w:tcPr>
          <w:p w14:paraId="48562FBA" w14:textId="3D59665D" w:rsidR="001573F6" w:rsidRPr="0076073C" w:rsidRDefault="001573F6" w:rsidP="001573F6">
            <w:pPr>
              <w:jc w:val="thaiDistribute"/>
              <w:rPr>
                <w:rFonts w:ascii="Browallia New" w:hAnsi="Browallia New" w:cs="Browallia New"/>
                <w:highlight w:val="yellow"/>
                <w:lang w:val="en-GB"/>
              </w:rPr>
            </w:pPr>
          </w:p>
        </w:tc>
        <w:tc>
          <w:tcPr>
            <w:tcW w:w="1701" w:type="dxa"/>
          </w:tcPr>
          <w:p w14:paraId="48562FBB" w14:textId="15D87ACA" w:rsidR="001573F6" w:rsidRPr="0076073C" w:rsidRDefault="00864568" w:rsidP="001573F6">
            <w:pPr>
              <w:jc w:val="right"/>
              <w:rPr>
                <w:rFonts w:ascii="Browallia New" w:hAnsi="Browallia New" w:cs="Browallia New"/>
              </w:rPr>
            </w:pPr>
            <w:r w:rsidRPr="0076073C">
              <w:rPr>
                <w:rFonts w:ascii="Browallia New" w:hAnsi="Browallia New" w:cs="Browallia New"/>
              </w:rPr>
              <w:t>1,696</w:t>
            </w:r>
          </w:p>
        </w:tc>
      </w:tr>
    </w:tbl>
    <w:p w14:paraId="76888E6C" w14:textId="77777777" w:rsidR="009E411B" w:rsidRPr="0076073C" w:rsidRDefault="009E411B" w:rsidP="00D62E7C">
      <w:pPr>
        <w:tabs>
          <w:tab w:val="num" w:pos="864"/>
        </w:tabs>
        <w:rPr>
          <w:rFonts w:ascii="Browallia New" w:hAnsi="Browallia New" w:cs="Browallia New"/>
          <w:b/>
          <w:bCs/>
        </w:rPr>
      </w:pPr>
    </w:p>
    <w:p w14:paraId="78AD50E6" w14:textId="653CE1D9" w:rsidR="00D62E7C" w:rsidRPr="0076073C" w:rsidRDefault="00D62E7C" w:rsidP="00EC1E77">
      <w:pPr>
        <w:numPr>
          <w:ilvl w:val="0"/>
          <w:numId w:val="1"/>
        </w:numPr>
        <w:tabs>
          <w:tab w:val="clear" w:pos="360"/>
          <w:tab w:val="left" w:pos="374"/>
          <w:tab w:val="left" w:pos="426"/>
        </w:tabs>
        <w:jc w:val="thaiDistribute"/>
        <w:rPr>
          <w:rFonts w:ascii="Browallia New" w:hAnsi="Browallia New" w:cs="Browallia New"/>
          <w:b/>
          <w:bCs/>
        </w:rPr>
      </w:pPr>
      <w:r w:rsidRPr="0076073C">
        <w:rPr>
          <w:rFonts w:ascii="Browallia New" w:hAnsi="Browallia New" w:cs="Browallia New"/>
          <w:b/>
          <w:bCs/>
          <w:cs/>
        </w:rPr>
        <w:t>ภาระผูกพัน</w:t>
      </w:r>
    </w:p>
    <w:p w14:paraId="6D533823" w14:textId="77777777" w:rsidR="00682D48" w:rsidRPr="0076073C" w:rsidRDefault="00682D48" w:rsidP="00D62E7C">
      <w:pPr>
        <w:rPr>
          <w:rFonts w:ascii="Browallia New" w:hAnsi="Browallia New" w:cs="Browallia New"/>
          <w:b/>
          <w:bCs/>
        </w:rPr>
      </w:pPr>
    </w:p>
    <w:p w14:paraId="2F6BF4A2" w14:textId="416AAE47" w:rsidR="00682D48" w:rsidRPr="0076073C" w:rsidRDefault="00682D48" w:rsidP="00682D48">
      <w:pPr>
        <w:tabs>
          <w:tab w:val="left" w:pos="720"/>
        </w:tabs>
        <w:ind w:left="342" w:firstLine="18"/>
        <w:jc w:val="thaiDistribute"/>
        <w:rPr>
          <w:rFonts w:ascii="Browallia New" w:hAnsi="Browallia New" w:cs="Browallia New"/>
          <w:lang w:val="en-GB"/>
        </w:rPr>
      </w:pPr>
      <w:r w:rsidRPr="0076073C">
        <w:rPr>
          <w:rFonts w:ascii="Browallia New" w:hAnsi="Browallia New" w:cs="Browallia New"/>
          <w:cs/>
        </w:rPr>
        <w:t xml:space="preserve">ณ วันที่ </w:t>
      </w:r>
      <w:r w:rsidR="00864568" w:rsidRPr="0076073C">
        <w:rPr>
          <w:rFonts w:ascii="Browallia New" w:hAnsi="Browallia New" w:cs="Browallia New"/>
        </w:rPr>
        <w:t>31</w:t>
      </w:r>
      <w:r w:rsidR="00864568" w:rsidRPr="0076073C">
        <w:rPr>
          <w:rFonts w:ascii="Browallia New" w:hAnsi="Browallia New" w:cs="Browallia New"/>
          <w:cs/>
        </w:rPr>
        <w:t xml:space="preserve"> มีนาคม </w:t>
      </w:r>
      <w:r w:rsidRPr="0076073C">
        <w:rPr>
          <w:rFonts w:ascii="Browallia New" w:hAnsi="Browallia New" w:cs="Browallia New"/>
          <w:spacing w:val="-4"/>
        </w:rPr>
        <w:t>256</w:t>
      </w:r>
      <w:r w:rsidR="00864568" w:rsidRPr="0076073C">
        <w:rPr>
          <w:rFonts w:ascii="Browallia New" w:hAnsi="Browallia New" w:cs="Browallia New"/>
          <w:spacing w:val="-4"/>
        </w:rPr>
        <w:t>8</w:t>
      </w:r>
      <w:r w:rsidRPr="0076073C">
        <w:rPr>
          <w:rFonts w:ascii="Browallia New" w:hAnsi="Browallia New" w:cs="Browallia New"/>
          <w:color w:val="000000"/>
          <w:cs/>
        </w:rPr>
        <w:t xml:space="preserve"> กลุ่ม</w:t>
      </w:r>
      <w:r w:rsidRPr="0076073C">
        <w:rPr>
          <w:rFonts w:ascii="Browallia New" w:hAnsi="Browallia New" w:cs="Browallia New"/>
          <w:cs/>
          <w:lang w:val="en-GB"/>
        </w:rPr>
        <w:t>บริษัทมีภาระผูกพัน ดังนี้</w:t>
      </w:r>
    </w:p>
    <w:p w14:paraId="5B94A61E" w14:textId="77777777" w:rsidR="00682D48" w:rsidRPr="0076073C" w:rsidRDefault="00682D48" w:rsidP="00682D48">
      <w:pPr>
        <w:tabs>
          <w:tab w:val="left" w:pos="720"/>
        </w:tabs>
        <w:ind w:left="342" w:firstLine="18"/>
        <w:jc w:val="thaiDistribute"/>
        <w:rPr>
          <w:rFonts w:ascii="Browallia New" w:hAnsi="Browallia New" w:cs="Browallia New"/>
          <w:lang w:val="en-GB"/>
        </w:rPr>
      </w:pPr>
    </w:p>
    <w:p w14:paraId="70B5C0BC" w14:textId="001CFA88" w:rsidR="00682D48" w:rsidRPr="0076073C" w:rsidRDefault="00682D48" w:rsidP="00682D48">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76073C">
        <w:rPr>
          <w:rFonts w:ascii="Browallia New" w:hAnsi="Browallia New" w:cs="Browallia New"/>
          <w:sz w:val="28"/>
          <w:cs/>
          <w:lang w:val="en-GB"/>
        </w:rPr>
        <w:t>บริษัทมีภาระผูกพันที่จะต้องส่งมอบงานให้แก่ลูกค้าตามสัญญางานติดตั้งเป็นจำนวนประมาณ</w:t>
      </w:r>
      <w:r w:rsidR="00CF0F63" w:rsidRPr="0076073C">
        <w:rPr>
          <w:rFonts w:ascii="Browallia New" w:hAnsi="Browallia New" w:cs="Browallia New"/>
          <w:sz w:val="28"/>
        </w:rPr>
        <w:t xml:space="preserve"> 331.75</w:t>
      </w:r>
      <w:r w:rsidR="00C62BE4" w:rsidRPr="0076073C">
        <w:rPr>
          <w:rFonts w:ascii="Browallia New" w:hAnsi="Browallia New" w:cs="Browallia New"/>
          <w:sz w:val="28"/>
        </w:rPr>
        <w:t xml:space="preserve"> </w:t>
      </w:r>
      <w:r w:rsidRPr="0076073C">
        <w:rPr>
          <w:rFonts w:ascii="Browallia New" w:hAnsi="Browallia New" w:cs="Browallia New"/>
          <w:sz w:val="28"/>
          <w:cs/>
        </w:rPr>
        <w:t>ล้านบาท</w:t>
      </w:r>
    </w:p>
    <w:p w14:paraId="07AFE576" w14:textId="77777777" w:rsidR="00682D48" w:rsidRPr="0076073C" w:rsidRDefault="00682D48" w:rsidP="00682D48">
      <w:pPr>
        <w:pStyle w:val="ListParagraph"/>
        <w:tabs>
          <w:tab w:val="left" w:pos="854"/>
          <w:tab w:val="left" w:pos="1276"/>
        </w:tabs>
        <w:spacing w:after="0" w:line="240" w:lineRule="auto"/>
        <w:jc w:val="thaiDistribute"/>
        <w:rPr>
          <w:rFonts w:ascii="Browallia New" w:hAnsi="Browallia New" w:cs="Browallia New"/>
          <w:sz w:val="28"/>
        </w:rPr>
      </w:pPr>
    </w:p>
    <w:p w14:paraId="02028868" w14:textId="4E430D22" w:rsidR="004F6725" w:rsidRPr="0076073C" w:rsidRDefault="00682D48" w:rsidP="00250BA7">
      <w:pPr>
        <w:pStyle w:val="ListParagraph"/>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76073C">
        <w:rPr>
          <w:rFonts w:ascii="Browallia New" w:hAnsi="Browallia New" w:cs="Browallia New"/>
          <w:sz w:val="28"/>
          <w:cs/>
        </w:rPr>
        <w:t>บริษัทมีหนังสือค้ำประกันที่ออกโดยสถาบันการเงินในนามบริษัท</w:t>
      </w:r>
      <w:r w:rsidRPr="0076073C">
        <w:rPr>
          <w:rFonts w:ascii="Browallia New" w:hAnsi="Browallia New" w:cs="Browallia New"/>
          <w:spacing w:val="-6"/>
          <w:sz w:val="28"/>
          <w:cs/>
        </w:rPr>
        <w:t xml:space="preserve"> เหลืออยู่เป็นจำนวนประมาณ</w:t>
      </w:r>
      <w:r w:rsidR="00385D97" w:rsidRPr="0076073C">
        <w:rPr>
          <w:rFonts w:ascii="Browallia New" w:hAnsi="Browallia New" w:cs="Browallia New"/>
          <w:spacing w:val="-6"/>
          <w:sz w:val="28"/>
        </w:rPr>
        <w:t xml:space="preserve"> </w:t>
      </w:r>
      <w:r w:rsidR="00CF0F63" w:rsidRPr="0076073C">
        <w:rPr>
          <w:rFonts w:ascii="Browallia New" w:hAnsi="Browallia New" w:cs="Browallia New"/>
          <w:spacing w:val="-6"/>
          <w:sz w:val="28"/>
        </w:rPr>
        <w:t xml:space="preserve">7.43 </w:t>
      </w:r>
      <w:r w:rsidRPr="0076073C">
        <w:rPr>
          <w:rFonts w:ascii="Browallia New" w:hAnsi="Browallia New" w:cs="Browallia New"/>
          <w:sz w:val="28"/>
          <w:cs/>
        </w:rPr>
        <w:t>ล้านบาท       ซึ่งเกี่ยวเนื่องกับภาระผูกพันทางปฏิบัติบางประการตามปกติธุรกิจของบริษัท</w:t>
      </w:r>
    </w:p>
    <w:p w14:paraId="2364DA7D" w14:textId="77777777" w:rsidR="00C857B1" w:rsidRPr="0076073C" w:rsidRDefault="00C857B1" w:rsidP="00C857B1">
      <w:pPr>
        <w:pStyle w:val="ListParagraph"/>
        <w:rPr>
          <w:rFonts w:ascii="Browallia New" w:hAnsi="Browallia New" w:cs="Browallia New"/>
          <w:sz w:val="16"/>
          <w:szCs w:val="16"/>
        </w:rPr>
      </w:pPr>
    </w:p>
    <w:p w14:paraId="602F3D44" w14:textId="77777777" w:rsidR="00DA2EEC" w:rsidRPr="0076073C" w:rsidRDefault="00DA2EEC" w:rsidP="00DA2EEC">
      <w:pPr>
        <w:numPr>
          <w:ilvl w:val="0"/>
          <w:numId w:val="1"/>
        </w:numPr>
        <w:tabs>
          <w:tab w:val="clear" w:pos="360"/>
          <w:tab w:val="left" w:pos="374"/>
          <w:tab w:val="left" w:pos="426"/>
        </w:tabs>
        <w:jc w:val="thaiDistribute"/>
        <w:rPr>
          <w:rFonts w:ascii="Browallia New" w:hAnsi="Browallia New" w:cs="Browallia New"/>
          <w:b/>
          <w:bCs/>
          <w:sz w:val="22"/>
        </w:rPr>
      </w:pPr>
      <w:r w:rsidRPr="0076073C">
        <w:rPr>
          <w:rFonts w:ascii="Browallia New" w:hAnsi="Browallia New" w:cs="Browallia New"/>
          <w:b/>
          <w:bCs/>
          <w:cs/>
        </w:rPr>
        <w:t>เหตุการณ์ภายหลังรอบระยะเวลารายงาน</w:t>
      </w:r>
    </w:p>
    <w:p w14:paraId="04F61876" w14:textId="77777777" w:rsidR="00570757" w:rsidRPr="0076073C" w:rsidRDefault="00570757" w:rsidP="00570757">
      <w:pPr>
        <w:tabs>
          <w:tab w:val="left" w:pos="374"/>
          <w:tab w:val="left" w:pos="426"/>
        </w:tabs>
        <w:ind w:left="360"/>
        <w:jc w:val="thaiDistribute"/>
        <w:rPr>
          <w:rFonts w:ascii="Browallia New" w:hAnsi="Browallia New" w:cs="Browallia New"/>
          <w:b/>
          <w:bCs/>
          <w:sz w:val="22"/>
        </w:rPr>
      </w:pPr>
    </w:p>
    <w:p w14:paraId="739E8518" w14:textId="35CEED39" w:rsidR="00C857B1" w:rsidRPr="0076073C" w:rsidRDefault="00570757" w:rsidP="00570757">
      <w:pPr>
        <w:tabs>
          <w:tab w:val="left" w:pos="794"/>
          <w:tab w:val="left" w:pos="1361"/>
          <w:tab w:val="left" w:pos="1928"/>
        </w:tabs>
        <w:ind w:left="374" w:right="-29"/>
        <w:jc w:val="thaiDistribute"/>
        <w:rPr>
          <w:rFonts w:ascii="Browallia New" w:hAnsi="Browallia New" w:cs="Browallia New"/>
        </w:rPr>
      </w:pPr>
      <w:r w:rsidRPr="0076073C">
        <w:rPr>
          <w:rFonts w:ascii="Browallia New" w:hAnsi="Browallia New" w:cs="Browallia New"/>
          <w:cs/>
        </w:rPr>
        <w:t xml:space="preserve">เมื่อวันที่ </w:t>
      </w:r>
      <w:r w:rsidR="0076073C" w:rsidRPr="0076073C">
        <w:rPr>
          <w:rFonts w:ascii="Browallia New" w:hAnsi="Browallia New" w:cs="Browallia New"/>
        </w:rPr>
        <w:t>30</w:t>
      </w:r>
      <w:r w:rsidRPr="0076073C">
        <w:rPr>
          <w:rFonts w:ascii="Browallia New" w:hAnsi="Browallia New" w:cs="Browallia New"/>
          <w:cs/>
        </w:rPr>
        <w:t xml:space="preserve"> เมษายน </w:t>
      </w:r>
      <w:r w:rsidR="0076073C" w:rsidRPr="0076073C">
        <w:rPr>
          <w:rFonts w:ascii="Browallia New" w:hAnsi="Browallia New" w:cs="Browallia New"/>
        </w:rPr>
        <w:t>2568</w:t>
      </w:r>
      <w:r w:rsidRPr="0076073C">
        <w:rPr>
          <w:rFonts w:ascii="Browallia New" w:hAnsi="Browallia New" w:cs="Browallia New"/>
          <w:cs/>
        </w:rPr>
        <w:t xml:space="preserve"> ที่ประชุมสามัญผู้ถือหุ้นประจำปี </w:t>
      </w:r>
      <w:r w:rsidR="0076073C" w:rsidRPr="0076073C">
        <w:rPr>
          <w:rFonts w:ascii="Browallia New" w:hAnsi="Browallia New" w:cs="Browallia New"/>
        </w:rPr>
        <w:t>2568</w:t>
      </w:r>
      <w:r w:rsidRPr="0076073C">
        <w:rPr>
          <w:rFonts w:ascii="Browallia New" w:hAnsi="Browallia New" w:cs="Browallia New"/>
          <w:cs/>
        </w:rPr>
        <w:t xml:space="preserve"> ได้มีมติอนุมัติให้จ่ายเงินปันผลจากผลการดำเนินงานสำหรับปีสิ้นสุดวันที่ </w:t>
      </w:r>
      <w:r w:rsidR="0076073C" w:rsidRPr="0076073C">
        <w:rPr>
          <w:rFonts w:ascii="Browallia New" w:hAnsi="Browallia New" w:cs="Browallia New"/>
        </w:rPr>
        <w:t>31</w:t>
      </w:r>
      <w:r w:rsidRPr="0076073C">
        <w:rPr>
          <w:rFonts w:ascii="Browallia New" w:hAnsi="Browallia New" w:cs="Browallia New"/>
          <w:cs/>
        </w:rPr>
        <w:t xml:space="preserve"> ธันวาคม </w:t>
      </w:r>
      <w:r w:rsidR="0076073C" w:rsidRPr="0076073C">
        <w:rPr>
          <w:rFonts w:ascii="Browallia New" w:hAnsi="Browallia New" w:cs="Browallia New"/>
        </w:rPr>
        <w:t>2567</w:t>
      </w:r>
      <w:r w:rsidRPr="0076073C">
        <w:rPr>
          <w:rFonts w:ascii="Browallia New" w:hAnsi="Browallia New" w:cs="Browallia New"/>
          <w:cs/>
        </w:rPr>
        <w:t xml:space="preserve"> ให้แก่ผู้ถือหุ้นในอัตราหุ้นละ </w:t>
      </w:r>
      <w:r w:rsidR="0076073C" w:rsidRPr="0076073C">
        <w:rPr>
          <w:rFonts w:ascii="Browallia New" w:hAnsi="Browallia New" w:cs="Browallia New"/>
        </w:rPr>
        <w:t>0</w:t>
      </w:r>
      <w:r w:rsidRPr="0076073C">
        <w:rPr>
          <w:rFonts w:ascii="Browallia New" w:hAnsi="Browallia New" w:cs="Browallia New"/>
          <w:cs/>
        </w:rPr>
        <w:t>.</w:t>
      </w:r>
      <w:r w:rsidR="0076073C" w:rsidRPr="0076073C">
        <w:rPr>
          <w:rFonts w:ascii="Browallia New" w:hAnsi="Browallia New" w:cs="Browallia New"/>
        </w:rPr>
        <w:t>165</w:t>
      </w:r>
      <w:r w:rsidRPr="0076073C">
        <w:rPr>
          <w:rFonts w:ascii="Browallia New" w:hAnsi="Browallia New" w:cs="Browallia New"/>
          <w:cs/>
        </w:rPr>
        <w:t xml:space="preserve"> บาท สำหรับหุ้นสามัญจำนวน </w:t>
      </w:r>
      <w:r w:rsidR="0076073C" w:rsidRPr="0076073C">
        <w:rPr>
          <w:rFonts w:ascii="Browallia New" w:hAnsi="Browallia New" w:cs="Browallia New"/>
        </w:rPr>
        <w:t>639</w:t>
      </w:r>
      <w:r w:rsidRPr="0076073C">
        <w:rPr>
          <w:rFonts w:ascii="Browallia New" w:hAnsi="Browallia New" w:cs="Browallia New"/>
        </w:rPr>
        <w:t>,</w:t>
      </w:r>
      <w:r w:rsidR="0076073C" w:rsidRPr="0076073C">
        <w:rPr>
          <w:rFonts w:ascii="Browallia New" w:hAnsi="Browallia New" w:cs="Browallia New"/>
        </w:rPr>
        <w:t>997</w:t>
      </w:r>
      <w:r w:rsidRPr="0076073C">
        <w:rPr>
          <w:rFonts w:ascii="Browallia New" w:hAnsi="Browallia New" w:cs="Browallia New"/>
        </w:rPr>
        <w:t>,</w:t>
      </w:r>
      <w:r w:rsidR="0076073C" w:rsidRPr="0076073C">
        <w:rPr>
          <w:rFonts w:ascii="Browallia New" w:hAnsi="Browallia New" w:cs="Browallia New"/>
        </w:rPr>
        <w:t>880</w:t>
      </w:r>
      <w:r w:rsidRPr="0076073C">
        <w:rPr>
          <w:rFonts w:ascii="Browallia New" w:hAnsi="Browallia New" w:cs="Browallia New"/>
          <w:cs/>
        </w:rPr>
        <w:t xml:space="preserve"> หุ้น เป็นจำนวนเงิน </w:t>
      </w:r>
      <w:r w:rsidR="0076073C" w:rsidRPr="0076073C">
        <w:rPr>
          <w:rFonts w:ascii="Browallia New" w:hAnsi="Browallia New" w:cs="Browallia New"/>
        </w:rPr>
        <w:t>105</w:t>
      </w:r>
      <w:r w:rsidRPr="0076073C">
        <w:rPr>
          <w:rFonts w:ascii="Browallia New" w:hAnsi="Browallia New" w:cs="Browallia New"/>
        </w:rPr>
        <w:t>,</w:t>
      </w:r>
      <w:r w:rsidR="0076073C" w:rsidRPr="0076073C">
        <w:rPr>
          <w:rFonts w:ascii="Browallia New" w:hAnsi="Browallia New" w:cs="Browallia New"/>
        </w:rPr>
        <w:t>599</w:t>
      </w:r>
      <w:r w:rsidRPr="0076073C">
        <w:rPr>
          <w:rFonts w:ascii="Browallia New" w:hAnsi="Browallia New" w:cs="Browallia New"/>
        </w:rPr>
        <w:t>,</w:t>
      </w:r>
      <w:r w:rsidR="0076073C" w:rsidRPr="0076073C">
        <w:rPr>
          <w:rFonts w:ascii="Browallia New" w:hAnsi="Browallia New" w:cs="Browallia New"/>
        </w:rPr>
        <w:t>650</w:t>
      </w:r>
      <w:r w:rsidRPr="0076073C">
        <w:rPr>
          <w:rFonts w:ascii="Browallia New" w:hAnsi="Browallia New" w:cs="Browallia New"/>
          <w:cs/>
        </w:rPr>
        <w:t>.</w:t>
      </w:r>
      <w:r w:rsidR="0076073C" w:rsidRPr="0076073C">
        <w:rPr>
          <w:rFonts w:ascii="Browallia New" w:hAnsi="Browallia New" w:cs="Browallia New"/>
        </w:rPr>
        <w:t>20</w:t>
      </w:r>
      <w:r w:rsidRPr="0076073C">
        <w:rPr>
          <w:rFonts w:ascii="Browallia New" w:hAnsi="Browallia New" w:cs="Browallia New"/>
          <w:cs/>
        </w:rPr>
        <w:t xml:space="preserve"> บาท บริษัทจะจ่ายเงินปันผลดังกล่าวในวันที่ </w:t>
      </w:r>
      <w:r w:rsidR="0076073C" w:rsidRPr="0076073C">
        <w:rPr>
          <w:rFonts w:ascii="Browallia New" w:hAnsi="Browallia New" w:cs="Browallia New"/>
        </w:rPr>
        <w:t>23</w:t>
      </w:r>
      <w:r w:rsidRPr="0076073C">
        <w:rPr>
          <w:rFonts w:ascii="Browallia New" w:hAnsi="Browallia New" w:cs="Browallia New"/>
          <w:cs/>
        </w:rPr>
        <w:t xml:space="preserve"> พฤษภาคม </w:t>
      </w:r>
      <w:r w:rsidR="0076073C" w:rsidRPr="0076073C">
        <w:rPr>
          <w:rFonts w:ascii="Browallia New" w:hAnsi="Browallia New" w:cs="Browallia New"/>
        </w:rPr>
        <w:t>2568</w:t>
      </w:r>
    </w:p>
    <w:sectPr w:rsidR="00C857B1" w:rsidRPr="0076073C" w:rsidSect="002B171A">
      <w:headerReference w:type="default" r:id="rId11"/>
      <w:footerReference w:type="even" r:id="rId12"/>
      <w:footerReference w:type="default" r:id="rId13"/>
      <w:headerReference w:type="first" r:id="rId14"/>
      <w:footerReference w:type="first" r:id="rId15"/>
      <w:type w:val="continuous"/>
      <w:pgSz w:w="11906" w:h="16838" w:code="9"/>
      <w:pgMar w:top="2250" w:right="992" w:bottom="964" w:left="1497" w:header="720" w:footer="561" w:gutter="0"/>
      <w:pgNumType w:start="1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7C40B" w14:textId="77777777" w:rsidR="00492109" w:rsidRDefault="00492109">
      <w:r>
        <w:separator/>
      </w:r>
    </w:p>
  </w:endnote>
  <w:endnote w:type="continuationSeparator" w:id="0">
    <w:p w14:paraId="5E59DDD4" w14:textId="77777777" w:rsidR="00492109" w:rsidRDefault="00492109">
      <w:r>
        <w:continuationSeparator/>
      </w:r>
    </w:p>
  </w:endnote>
  <w:endnote w:type="continuationNotice" w:id="1">
    <w:p w14:paraId="6B23DBFE" w14:textId="77777777" w:rsidR="00492109" w:rsidRDefault="004921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CC412" w14:textId="46E234DC" w:rsidR="005314A6" w:rsidRDefault="005314A6">
    <w:pPr>
      <w:pStyle w:val="Footer"/>
    </w:pPr>
  </w:p>
  <w:p w14:paraId="6D4422BF" w14:textId="77777777" w:rsidR="0099305E" w:rsidRDefault="0099305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B6D0" w14:textId="3BCB3BD6" w:rsidR="002B171A" w:rsidRPr="002B171A" w:rsidRDefault="002B171A" w:rsidP="002B171A">
    <w:pPr>
      <w:pStyle w:val="Footer"/>
      <w:rPr>
        <w:rFonts w:ascii="Browallia New" w:hAnsi="Browallia New" w:cs="Browallia New"/>
      </w:rPr>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 xml:space="preserve"> </w:t>
    </w:r>
    <w:sdt>
      <w:sdtPr>
        <w:id w:val="1217399397"/>
        <w:docPartObj>
          <w:docPartGallery w:val="Page Numbers (Bottom of Page)"/>
          <w:docPartUnique/>
        </w:docPartObj>
      </w:sdtPr>
      <w:sdtEndPr>
        <w:rPr>
          <w:rFonts w:ascii="Browallia New" w:hAnsi="Browallia New" w:cs="Browallia New"/>
          <w:noProof/>
        </w:rPr>
      </w:sdtEndPr>
      <w:sdtContent>
        <w:r>
          <w:t xml:space="preserve">                                                                                                          </w:t>
        </w:r>
        <w:r w:rsidRPr="002B171A">
          <w:rPr>
            <w:rFonts w:ascii="Browallia New" w:hAnsi="Browallia New" w:cs="Browallia New"/>
          </w:rPr>
          <w:fldChar w:fldCharType="begin"/>
        </w:r>
        <w:r w:rsidRPr="002B171A">
          <w:rPr>
            <w:rFonts w:ascii="Browallia New" w:hAnsi="Browallia New" w:cs="Browallia New"/>
          </w:rPr>
          <w:instrText xml:space="preserve"> PAGE   \* MERGEFORMAT </w:instrText>
        </w:r>
        <w:r w:rsidRPr="002B171A">
          <w:rPr>
            <w:rFonts w:ascii="Browallia New" w:hAnsi="Browallia New" w:cs="Browallia New"/>
          </w:rPr>
          <w:fldChar w:fldCharType="separate"/>
        </w:r>
        <w:r w:rsidR="00AF2110">
          <w:rPr>
            <w:rFonts w:ascii="Browallia New" w:hAnsi="Browallia New" w:cs="Browallia New"/>
            <w:noProof/>
          </w:rPr>
          <w:t>20</w:t>
        </w:r>
        <w:r w:rsidRPr="002B171A">
          <w:rPr>
            <w:rFonts w:ascii="Browallia New" w:hAnsi="Browallia New" w:cs="Browallia New"/>
            <w:noProof/>
          </w:rPr>
          <w:fldChar w:fldCharType="end"/>
        </w:r>
      </w:sdtContent>
    </w:sdt>
  </w:p>
  <w:p w14:paraId="48562FDD" w14:textId="7A6274C1" w:rsidR="00F94CB3" w:rsidRPr="002B171A" w:rsidRDefault="002B171A"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sidR="00F94CB3" w:rsidRPr="00F60E66">
      <w:rPr>
        <w:rFonts w:ascii="Browallia New" w:hAnsi="Browallia New" w:cs="Browallia New" w:hint="cs"/>
        <w:szCs w:val="28"/>
      </w:rPr>
      <w:t xml:space="preserve">                                         </w:t>
    </w:r>
    <w:r w:rsidR="00F94CB3">
      <w:rPr>
        <w:rFonts w:ascii="Browallia New" w:hAnsi="Browallia New" w:cs="Browallia New" w:hint="cs"/>
        <w:szCs w:val="28"/>
        <w:cs/>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F6A1C" w14:textId="432973DB" w:rsidR="002B171A" w:rsidRPr="002B171A" w:rsidRDefault="002B171A" w:rsidP="002B171A">
    <w:pPr>
      <w:pStyle w:val="Footer"/>
      <w:rPr>
        <w:rFonts w:ascii="Browallia New" w:hAnsi="Browallia New" w:cs="Browallia New"/>
      </w:rPr>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 xml:space="preserve"> </w:t>
    </w:r>
    <w:sdt>
      <w:sdtPr>
        <w:id w:val="-1594619062"/>
        <w:docPartObj>
          <w:docPartGallery w:val="Page Numbers (Bottom of Page)"/>
          <w:docPartUnique/>
        </w:docPartObj>
      </w:sdtPr>
      <w:sdtEndPr>
        <w:rPr>
          <w:rFonts w:ascii="Browallia New" w:hAnsi="Browallia New" w:cs="Browallia New"/>
          <w:noProof/>
        </w:rPr>
      </w:sdtEndPr>
      <w:sdtContent>
        <w:r>
          <w:t xml:space="preserve">                                                                                                          </w:t>
        </w:r>
        <w:r w:rsidRPr="002B171A">
          <w:rPr>
            <w:rFonts w:ascii="Browallia New" w:hAnsi="Browallia New" w:cs="Browallia New"/>
          </w:rPr>
          <w:fldChar w:fldCharType="begin"/>
        </w:r>
        <w:r w:rsidRPr="002B171A">
          <w:rPr>
            <w:rFonts w:ascii="Browallia New" w:hAnsi="Browallia New" w:cs="Browallia New"/>
          </w:rPr>
          <w:instrText xml:space="preserve"> PAGE   \* MERGEFORMAT </w:instrText>
        </w:r>
        <w:r w:rsidRPr="002B171A">
          <w:rPr>
            <w:rFonts w:ascii="Browallia New" w:hAnsi="Browallia New" w:cs="Browallia New"/>
          </w:rPr>
          <w:fldChar w:fldCharType="separate"/>
        </w:r>
        <w:r w:rsidR="00AF2110">
          <w:rPr>
            <w:rFonts w:ascii="Browallia New" w:hAnsi="Browallia New" w:cs="Browallia New"/>
            <w:noProof/>
          </w:rPr>
          <w:t>10</w:t>
        </w:r>
        <w:r w:rsidRPr="002B171A">
          <w:rPr>
            <w:rFonts w:ascii="Browallia New" w:hAnsi="Browallia New" w:cs="Browallia New"/>
            <w:noProof/>
          </w:rPr>
          <w:fldChar w:fldCharType="end"/>
        </w:r>
      </w:sdtContent>
    </w:sdt>
  </w:p>
  <w:p w14:paraId="48562FDF" w14:textId="3D9DFF4B" w:rsidR="00F94CB3" w:rsidRDefault="00F94CB3" w:rsidP="007D7B08">
    <w:pPr>
      <w:pStyle w:val="Footer"/>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93E62" w14:textId="77777777" w:rsidR="00492109" w:rsidRDefault="00492109">
      <w:r>
        <w:separator/>
      </w:r>
    </w:p>
  </w:footnote>
  <w:footnote w:type="continuationSeparator" w:id="0">
    <w:p w14:paraId="51C7A48D" w14:textId="77777777" w:rsidR="00492109" w:rsidRDefault="00492109">
      <w:r>
        <w:continuationSeparator/>
      </w:r>
    </w:p>
  </w:footnote>
  <w:footnote w:type="continuationNotice" w:id="1">
    <w:p w14:paraId="78380213" w14:textId="77777777" w:rsidR="00492109" w:rsidRDefault="0049210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0B029"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464D657" w14:textId="0B922734"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147C0D">
      <w:rPr>
        <w:rFonts w:ascii="Browallia New" w:hAnsi="Browallia New" w:cs="Browallia New"/>
        <w:b/>
        <w:bCs/>
      </w:rPr>
      <w:t xml:space="preserve"> </w:t>
    </w:r>
    <w:r w:rsidR="00147C0D" w:rsidRPr="006D3430">
      <w:rPr>
        <w:rFonts w:ascii="Browallia New" w:hAnsi="Browallia New" w:cs="Browallia New"/>
        <w:b/>
        <w:bCs/>
        <w:cs/>
      </w:rPr>
      <w:t>(ยังไม่ได้ตรวจสอบ แต่สอบทานแล้ว</w:t>
    </w:r>
    <w:r w:rsidR="00147C0D" w:rsidRPr="006D3430">
      <w:rPr>
        <w:rFonts w:ascii="Browallia New" w:hAnsi="Browallia New" w:cs="Browallia New"/>
        <w:b/>
        <w:bCs/>
      </w:rPr>
      <w:t>)</w:t>
    </w:r>
  </w:p>
  <w:p w14:paraId="77B4E6F3" w14:textId="095429CC" w:rsidR="00A95B54" w:rsidRDefault="00A95B54" w:rsidP="00A95B54">
    <w:pPr>
      <w:pStyle w:val="Header"/>
      <w:rPr>
        <w:rFonts w:ascii="Browallia New" w:hAnsi="Browallia New" w:cs="Browallia New"/>
        <w:b/>
        <w:bCs/>
        <w:szCs w:val="28"/>
      </w:rPr>
    </w:pPr>
    <w:r w:rsidRPr="008E67AA">
      <w:rPr>
        <w:rFonts w:ascii="Browallia New" w:hAnsi="Browallia New" w:cs="Browallia New"/>
        <w:b/>
        <w:bCs/>
        <w:szCs w:val="28"/>
        <w:cs/>
      </w:rPr>
      <w:t xml:space="preserve">สำหรับงวดสามเดือนสิ้นสุดวันที่ </w:t>
    </w:r>
    <w:r w:rsidRPr="008E67AA">
      <w:rPr>
        <w:rFonts w:ascii="Browallia New" w:hAnsi="Browallia New" w:cs="Browallia New"/>
        <w:b/>
        <w:bCs/>
        <w:szCs w:val="28"/>
      </w:rPr>
      <w:t xml:space="preserve">31 </w:t>
    </w:r>
    <w:r w:rsidRPr="008E67AA">
      <w:rPr>
        <w:rFonts w:ascii="Browallia New" w:hAnsi="Browallia New" w:cs="Browallia New" w:hint="cs"/>
        <w:b/>
        <w:bCs/>
        <w:szCs w:val="28"/>
        <w:cs/>
      </w:rPr>
      <w:t xml:space="preserve">มีนาคม </w:t>
    </w:r>
    <w:r>
      <w:rPr>
        <w:rFonts w:ascii="Browallia New" w:hAnsi="Browallia New" w:cs="Browallia New"/>
        <w:b/>
        <w:bCs/>
        <w:szCs w:val="28"/>
      </w:rPr>
      <w:t>256</w:t>
    </w:r>
    <w:r w:rsidR="002E1FFF">
      <w:rPr>
        <w:rFonts w:ascii="Browallia New" w:hAnsi="Browallia New" w:cs="Browallia New"/>
        <w:b/>
        <w:bCs/>
        <w:szCs w:val="28"/>
      </w:rPr>
      <w:t>8</w:t>
    </w:r>
  </w:p>
  <w:p w14:paraId="55B879C1" w14:textId="7CEBC7F7" w:rsidR="00A156AE" w:rsidRDefault="00A156AE" w:rsidP="00A156AE">
    <w:pPr>
      <w:pStyle w:val="Header"/>
    </w:pPr>
    <w:r>
      <w:rPr>
        <w:noProof/>
      </w:rPr>
      <mc:AlternateContent>
        <mc:Choice Requires="wps">
          <w:drawing>
            <wp:anchor distT="0" distB="0" distL="114300" distR="114300" simplePos="0" relativeHeight="251658241" behindDoc="0" locked="0" layoutInCell="1" allowOverlap="1" wp14:anchorId="2123D0C2" wp14:editId="6745CBA5">
              <wp:simplePos x="0" y="0"/>
              <wp:positionH relativeFrom="column">
                <wp:posOffset>0</wp:posOffset>
              </wp:positionH>
              <wp:positionV relativeFrom="paragraph">
                <wp:posOffset>90952</wp:posOffset>
              </wp:positionV>
              <wp:extent cx="5929532" cy="0"/>
              <wp:effectExtent l="0" t="0" r="0" b="0"/>
              <wp:wrapNone/>
              <wp:docPr id="579185649" name="Straight Connector 1"/>
              <wp:cNvGraphicFramePr/>
              <a:graphic xmlns:a="http://schemas.openxmlformats.org/drawingml/2006/main">
                <a:graphicData uri="http://schemas.microsoft.com/office/word/2010/wordprocessingShape">
                  <wps:wsp>
                    <wps:cNvCnPr/>
                    <wps:spPr>
                      <a:xfrm>
                        <a:off x="0" y="0"/>
                        <a:ext cx="5929532"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C040628"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15pt" to="466.9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" strokecolor="black [3213]" strokeweight="2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B9A80" w14:textId="77777777" w:rsidR="001819BA" w:rsidRPr="001819BA" w:rsidRDefault="001819BA" w:rsidP="001819BA">
    <w:pPr>
      <w:tabs>
        <w:tab w:val="left" w:pos="720"/>
      </w:tabs>
      <w:ind w:right="-43"/>
      <w:rPr>
        <w:rFonts w:ascii="Browallia New" w:hAnsi="Browallia New" w:cs="Browallia New"/>
        <w:b/>
        <w:bCs/>
      </w:rPr>
    </w:pPr>
    <w:r w:rsidRPr="001819BA">
      <w:rPr>
        <w:rFonts w:ascii="Browallia New" w:hAnsi="Browallia New" w:cs="Browallia New"/>
        <w:b/>
        <w:bCs/>
        <w:cs/>
      </w:rPr>
      <w:t>บริษัท</w:t>
    </w:r>
    <w:r w:rsidRPr="001819BA">
      <w:rPr>
        <w:rFonts w:ascii="Browallia New" w:hAnsi="Browallia New" w:cs="Browallia New"/>
        <w:b/>
        <w:bCs/>
      </w:rPr>
      <w:t xml:space="preserve"> </w:t>
    </w:r>
    <w:r w:rsidRPr="001819BA">
      <w:rPr>
        <w:rFonts w:ascii="Browallia New" w:hAnsi="Browallia New" w:cs="Browallia New"/>
        <w:b/>
        <w:bCs/>
        <w:cs/>
      </w:rPr>
      <w:t>ศูนย์บริการเหล็กสยาม</w:t>
    </w:r>
    <w:r w:rsidRPr="001819BA">
      <w:rPr>
        <w:rFonts w:ascii="Browallia New" w:hAnsi="Browallia New" w:cs="Browallia New"/>
        <w:b/>
        <w:bCs/>
      </w:rPr>
      <w:t xml:space="preserve"> </w:t>
    </w:r>
    <w:r w:rsidRPr="001819BA">
      <w:rPr>
        <w:rFonts w:ascii="Browallia New" w:hAnsi="Browallia New" w:cs="Browallia New"/>
        <w:b/>
        <w:bCs/>
        <w:cs/>
      </w:rPr>
      <w:t>จำกัด</w:t>
    </w:r>
    <w:r w:rsidRPr="001819BA">
      <w:rPr>
        <w:rFonts w:ascii="Browallia New" w:hAnsi="Browallia New" w:cs="Browallia New"/>
        <w:b/>
        <w:bCs/>
      </w:rPr>
      <w:t xml:space="preserve"> (</w:t>
    </w:r>
    <w:r w:rsidRPr="001819BA">
      <w:rPr>
        <w:rFonts w:ascii="Browallia New" w:hAnsi="Browallia New" w:cs="Browallia New"/>
        <w:b/>
        <w:bCs/>
        <w:cs/>
      </w:rPr>
      <w:t>มหาชน</w:t>
    </w:r>
    <w:r w:rsidRPr="001819BA">
      <w:rPr>
        <w:rFonts w:ascii="Browallia New" w:hAnsi="Browallia New" w:cs="Browallia New"/>
        <w:b/>
        <w:bCs/>
      </w:rPr>
      <w:t xml:space="preserve">) </w:t>
    </w:r>
    <w:r w:rsidRPr="001819BA">
      <w:rPr>
        <w:rFonts w:ascii="Browallia New" w:hAnsi="Browallia New" w:cs="Browallia New"/>
        <w:b/>
        <w:bCs/>
        <w:cs/>
      </w:rPr>
      <w:t>และบริษัทย่อย</w:t>
    </w:r>
  </w:p>
  <w:p w14:paraId="076F6047" w14:textId="50F2C67F" w:rsidR="00A156AE" w:rsidRPr="006D3430" w:rsidRDefault="00A156AE" w:rsidP="00A156AE">
    <w:pPr>
      <w:tabs>
        <w:tab w:val="left" w:pos="720"/>
      </w:tabs>
      <w:ind w:right="-43"/>
      <w:rPr>
        <w:rFonts w:ascii="Browallia New" w:hAnsi="Browallia New" w:cs="Browallia New"/>
        <w:b/>
        <w:bCs/>
      </w:rPr>
    </w:pPr>
    <w:r w:rsidRPr="006D3430">
      <w:rPr>
        <w:rFonts w:ascii="Browallia New" w:hAnsi="Browallia New" w:cs="Browallia New"/>
        <w:b/>
        <w:bCs/>
        <w:cs/>
      </w:rPr>
      <w:t>หมายเหตุประกอบงบการเงินระหว่างกาลแบบย่อ</w:t>
    </w:r>
    <w:r w:rsidR="009046FE">
      <w:rPr>
        <w:rFonts w:ascii="Browallia New" w:hAnsi="Browallia New" w:cs="Browallia New"/>
        <w:b/>
        <w:bCs/>
      </w:rPr>
      <w:t xml:space="preserve"> </w:t>
    </w:r>
    <w:r w:rsidR="009046FE" w:rsidRPr="006D3430">
      <w:rPr>
        <w:rFonts w:ascii="Browallia New" w:hAnsi="Browallia New" w:cs="Browallia New"/>
        <w:b/>
        <w:bCs/>
        <w:cs/>
      </w:rPr>
      <w:t>(ยังไม่ได้ตรวจสอบ แต่สอบทานแล้ว</w:t>
    </w:r>
    <w:r w:rsidR="009046FE" w:rsidRPr="006D3430">
      <w:rPr>
        <w:rFonts w:ascii="Browallia New" w:hAnsi="Browallia New" w:cs="Browallia New"/>
        <w:b/>
        <w:bCs/>
      </w:rPr>
      <w:t>)</w:t>
    </w:r>
  </w:p>
  <w:p w14:paraId="0DD14E64" w14:textId="70A2744D" w:rsidR="00A156AE" w:rsidRDefault="008E67AA" w:rsidP="00A156AE">
    <w:pPr>
      <w:pStyle w:val="Header"/>
      <w:rPr>
        <w:rFonts w:ascii="Browallia New" w:hAnsi="Browallia New" w:cs="Browallia New"/>
        <w:b/>
        <w:bCs/>
        <w:szCs w:val="28"/>
      </w:rPr>
    </w:pPr>
    <w:r w:rsidRPr="008E67AA">
      <w:rPr>
        <w:rFonts w:ascii="Browallia New" w:hAnsi="Browallia New" w:cs="Browallia New"/>
        <w:b/>
        <w:bCs/>
        <w:szCs w:val="28"/>
        <w:cs/>
      </w:rPr>
      <w:t xml:space="preserve">สำหรับงวดสามเดือนสิ้นสุดวันที่ </w:t>
    </w:r>
    <w:r w:rsidRPr="008E67AA">
      <w:rPr>
        <w:rFonts w:ascii="Browallia New" w:hAnsi="Browallia New" w:cs="Browallia New"/>
        <w:b/>
        <w:bCs/>
        <w:szCs w:val="28"/>
      </w:rPr>
      <w:t xml:space="preserve">31 </w:t>
    </w:r>
    <w:r w:rsidRPr="008E67AA">
      <w:rPr>
        <w:rFonts w:ascii="Browallia New" w:hAnsi="Browallia New" w:cs="Browallia New" w:hint="cs"/>
        <w:b/>
        <w:bCs/>
        <w:szCs w:val="28"/>
        <w:cs/>
      </w:rPr>
      <w:t xml:space="preserve">มีนาคม </w:t>
    </w:r>
    <w:r w:rsidR="00A156AE">
      <w:rPr>
        <w:rFonts w:ascii="Browallia New" w:hAnsi="Browallia New" w:cs="Browallia New"/>
        <w:b/>
        <w:bCs/>
        <w:szCs w:val="28"/>
      </w:rPr>
      <w:t>256</w:t>
    </w:r>
    <w:r w:rsidR="00AA4E1D">
      <w:rPr>
        <w:rFonts w:ascii="Browallia New" w:hAnsi="Browallia New" w:cs="Browallia New"/>
        <w:b/>
        <w:bCs/>
        <w:szCs w:val="28"/>
      </w:rPr>
      <w:t>8</w:t>
    </w:r>
  </w:p>
  <w:p w14:paraId="18FC4D2F" w14:textId="01E6B42C" w:rsidR="00A156AE" w:rsidRDefault="00EF5580" w:rsidP="00A156AE">
    <w:pPr>
      <w:pStyle w:val="Header"/>
    </w:pPr>
    <w:r>
      <w:rPr>
        <w:noProof/>
      </w:rPr>
      <mc:AlternateContent>
        <mc:Choice Requires="wps">
          <w:drawing>
            <wp:anchor distT="0" distB="0" distL="114300" distR="114300" simplePos="0" relativeHeight="251658240" behindDoc="0" locked="0" layoutInCell="1" allowOverlap="1" wp14:anchorId="2229B109" wp14:editId="789CE656">
              <wp:simplePos x="0" y="0"/>
              <wp:positionH relativeFrom="column">
                <wp:posOffset>-5715</wp:posOffset>
              </wp:positionH>
              <wp:positionV relativeFrom="paragraph">
                <wp:posOffset>73660</wp:posOffset>
              </wp:positionV>
              <wp:extent cx="6004560" cy="0"/>
              <wp:effectExtent l="0" t="0" r="0" b="0"/>
              <wp:wrapNone/>
              <wp:docPr id="1670254377" name="Straight Connector 1"/>
              <wp:cNvGraphicFramePr/>
              <a:graphic xmlns:a="http://schemas.openxmlformats.org/drawingml/2006/main">
                <a:graphicData uri="http://schemas.microsoft.com/office/word/2010/wordprocessingShape">
                  <wps:wsp>
                    <wps:cNvCnPr/>
                    <wps:spPr>
                      <a:xfrm>
                        <a:off x="0" y="0"/>
                        <a:ext cx="60045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57B11D"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5.8pt" to="472.3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" strokecolor="black [321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E0235"/>
    <w:multiLevelType w:val="multilevel"/>
    <w:tmpl w:val="B15CC068"/>
    <w:lvl w:ilvl="0">
      <w:start w:val="18"/>
      <w:numFmt w:val="decimal"/>
      <w:lvlText w:val="%1"/>
      <w:lvlJc w:val="left"/>
      <w:pPr>
        <w:ind w:left="644" w:hanging="360"/>
      </w:pPr>
      <w:rPr>
        <w:rFonts w:hint="default"/>
        <w:sz w:val="28"/>
        <w:u w:val="none"/>
      </w:rPr>
    </w:lvl>
    <w:lvl w:ilvl="1">
      <w:start w:val="1"/>
      <w:numFmt w:val="decimal"/>
      <w:lvlText w:val="%1.%2"/>
      <w:lvlJc w:val="left"/>
      <w:pPr>
        <w:ind w:left="1004" w:hanging="360"/>
      </w:pPr>
      <w:rPr>
        <w:rFonts w:hint="default"/>
        <w:sz w:val="28"/>
        <w:u w:val="none"/>
      </w:rPr>
    </w:lvl>
    <w:lvl w:ilvl="2">
      <w:start w:val="1"/>
      <w:numFmt w:val="decimal"/>
      <w:lvlText w:val="%1.%2.%3"/>
      <w:lvlJc w:val="left"/>
      <w:pPr>
        <w:ind w:left="1364" w:hanging="360"/>
      </w:pPr>
      <w:rPr>
        <w:rFonts w:hint="default"/>
        <w:sz w:val="28"/>
        <w:u w:val="none"/>
      </w:rPr>
    </w:lvl>
    <w:lvl w:ilvl="3">
      <w:start w:val="1"/>
      <w:numFmt w:val="decimal"/>
      <w:lvlText w:val="%1.%2.%3.%4"/>
      <w:lvlJc w:val="left"/>
      <w:pPr>
        <w:ind w:left="2084" w:hanging="720"/>
      </w:pPr>
      <w:rPr>
        <w:rFonts w:hint="default"/>
        <w:sz w:val="28"/>
        <w:u w:val="none"/>
      </w:rPr>
    </w:lvl>
    <w:lvl w:ilvl="4">
      <w:start w:val="1"/>
      <w:numFmt w:val="decimal"/>
      <w:lvlText w:val="%1.%2.%3.%4.%5"/>
      <w:lvlJc w:val="left"/>
      <w:pPr>
        <w:ind w:left="2444" w:hanging="720"/>
      </w:pPr>
      <w:rPr>
        <w:rFonts w:hint="default"/>
        <w:sz w:val="28"/>
        <w:u w:val="none"/>
      </w:rPr>
    </w:lvl>
    <w:lvl w:ilvl="5">
      <w:start w:val="1"/>
      <w:numFmt w:val="decimal"/>
      <w:lvlText w:val="%1.%2.%3.%4.%5.%6"/>
      <w:lvlJc w:val="left"/>
      <w:pPr>
        <w:ind w:left="2804" w:hanging="720"/>
      </w:pPr>
      <w:rPr>
        <w:rFonts w:hint="default"/>
        <w:sz w:val="28"/>
        <w:u w:val="none"/>
      </w:rPr>
    </w:lvl>
    <w:lvl w:ilvl="6">
      <w:start w:val="1"/>
      <w:numFmt w:val="decimal"/>
      <w:lvlText w:val="%1.%2.%3.%4.%5.%6.%7"/>
      <w:lvlJc w:val="left"/>
      <w:pPr>
        <w:ind w:left="3524" w:hanging="1080"/>
      </w:pPr>
      <w:rPr>
        <w:rFonts w:hint="default"/>
        <w:sz w:val="28"/>
        <w:u w:val="none"/>
      </w:rPr>
    </w:lvl>
    <w:lvl w:ilvl="7">
      <w:start w:val="1"/>
      <w:numFmt w:val="decimal"/>
      <w:lvlText w:val="%1.%2.%3.%4.%5.%6.%7.%8"/>
      <w:lvlJc w:val="left"/>
      <w:pPr>
        <w:ind w:left="3884" w:hanging="1080"/>
      </w:pPr>
      <w:rPr>
        <w:rFonts w:hint="default"/>
        <w:sz w:val="28"/>
        <w:u w:val="none"/>
      </w:rPr>
    </w:lvl>
    <w:lvl w:ilvl="8">
      <w:start w:val="1"/>
      <w:numFmt w:val="decimal"/>
      <w:lvlText w:val="%1.%2.%3.%4.%5.%6.%7.%8.%9"/>
      <w:lvlJc w:val="left"/>
      <w:pPr>
        <w:ind w:left="4244" w:hanging="1080"/>
      </w:pPr>
      <w:rPr>
        <w:rFonts w:hint="default"/>
        <w:sz w:val="28"/>
        <w:u w:val="none"/>
      </w:rPr>
    </w:lvl>
  </w:abstractNum>
  <w:abstractNum w:abstractNumId="1" w15:restartNumberingAfterBreak="0">
    <w:nsid w:val="07254C46"/>
    <w:multiLevelType w:val="hybridMultilevel"/>
    <w:tmpl w:val="4D481624"/>
    <w:lvl w:ilvl="0" w:tplc="30860254">
      <w:start w:val="1"/>
      <w:numFmt w:val="decimal"/>
      <w:lvlText w:val="9.%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15:restartNumberingAfterBreak="0">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15:restartNumberingAfterBreak="0">
    <w:nsid w:val="1CBF7997"/>
    <w:multiLevelType w:val="multilevel"/>
    <w:tmpl w:val="B084343A"/>
    <w:lvl w:ilvl="0">
      <w:start w:val="16"/>
      <w:numFmt w:val="decimal"/>
      <w:lvlText w:val="%1."/>
      <w:lvlJc w:val="left"/>
      <w:pPr>
        <w:ind w:left="1004" w:hanging="360"/>
      </w:pPr>
      <w:rPr>
        <w:sz w:val="28"/>
        <w:szCs w:val="28"/>
      </w:rPr>
    </w:lvl>
    <w:lvl w:ilvl="1">
      <w:start w:val="1"/>
      <w:numFmt w:val="decimal"/>
      <w:isLgl/>
      <w:lvlText w:val="%1.%2"/>
      <w:lvlJc w:val="left"/>
      <w:pPr>
        <w:ind w:left="1064" w:hanging="420"/>
      </w:pPr>
    </w:lvl>
    <w:lvl w:ilvl="2">
      <w:start w:val="1"/>
      <w:numFmt w:val="decimal"/>
      <w:isLgl/>
      <w:lvlText w:val="%1.%2.%3"/>
      <w:lvlJc w:val="left"/>
      <w:pPr>
        <w:ind w:left="1364" w:hanging="720"/>
      </w:pPr>
    </w:lvl>
    <w:lvl w:ilvl="3">
      <w:start w:val="1"/>
      <w:numFmt w:val="decimal"/>
      <w:isLgl/>
      <w:lvlText w:val="%1.%2.%3.%4"/>
      <w:lvlJc w:val="left"/>
      <w:pPr>
        <w:ind w:left="1364" w:hanging="720"/>
      </w:pPr>
    </w:lvl>
    <w:lvl w:ilvl="4">
      <w:start w:val="1"/>
      <w:numFmt w:val="decimal"/>
      <w:isLgl/>
      <w:lvlText w:val="%1.%2.%3.%4.%5"/>
      <w:lvlJc w:val="left"/>
      <w:pPr>
        <w:ind w:left="1364" w:hanging="720"/>
      </w:pPr>
    </w:lvl>
    <w:lvl w:ilvl="5">
      <w:start w:val="1"/>
      <w:numFmt w:val="decimal"/>
      <w:isLgl/>
      <w:lvlText w:val="%1.%2.%3.%4.%5.%6"/>
      <w:lvlJc w:val="left"/>
      <w:pPr>
        <w:ind w:left="1724" w:hanging="1080"/>
      </w:pPr>
    </w:lvl>
    <w:lvl w:ilvl="6">
      <w:start w:val="1"/>
      <w:numFmt w:val="decimal"/>
      <w:isLgl/>
      <w:lvlText w:val="%1.%2.%3.%4.%5.%6.%7"/>
      <w:lvlJc w:val="left"/>
      <w:pPr>
        <w:ind w:left="1724" w:hanging="1080"/>
      </w:pPr>
    </w:lvl>
    <w:lvl w:ilvl="7">
      <w:start w:val="1"/>
      <w:numFmt w:val="decimal"/>
      <w:isLgl/>
      <w:lvlText w:val="%1.%2.%3.%4.%5.%6.%7.%8"/>
      <w:lvlJc w:val="left"/>
      <w:pPr>
        <w:ind w:left="2084" w:hanging="1440"/>
      </w:pPr>
    </w:lvl>
    <w:lvl w:ilvl="8">
      <w:start w:val="1"/>
      <w:numFmt w:val="decimal"/>
      <w:isLgl/>
      <w:lvlText w:val="%1.%2.%3.%4.%5.%6.%7.%8.%9"/>
      <w:lvlJc w:val="left"/>
      <w:pPr>
        <w:ind w:left="2084" w:hanging="1440"/>
      </w:pPr>
    </w:lvl>
  </w:abstractNum>
  <w:abstractNum w:abstractNumId="8" w15:restartNumberingAfterBreak="0">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0" w15:restartNumberingAfterBreak="0">
    <w:nsid w:val="2B0D55D7"/>
    <w:multiLevelType w:val="hybridMultilevel"/>
    <w:tmpl w:val="5C84B09A"/>
    <w:lvl w:ilvl="0" w:tplc="8BFA5E54">
      <w:start w:val="1"/>
      <w:numFmt w:val="decimal"/>
      <w:lvlText w:val="%1."/>
      <w:lvlJc w:val="left"/>
      <w:pPr>
        <w:tabs>
          <w:tab w:val="num" w:pos="360"/>
        </w:tabs>
        <w:ind w:left="360" w:hanging="360"/>
      </w:pPr>
      <w:rPr>
        <w:rFonts w:ascii="Browallia New" w:hAnsi="Browallia New" w:cs="Browallia New" w:hint="default"/>
        <w:b/>
        <w:bCs/>
        <w:color w:val="auto"/>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1" w15:restartNumberingAfterBreak="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3" w15:restartNumberingAfterBreak="0">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5" w15:restartNumberingAfterBreak="0">
    <w:nsid w:val="3CED0200"/>
    <w:multiLevelType w:val="hybridMultilevel"/>
    <w:tmpl w:val="B2981866"/>
    <w:lvl w:ilvl="0" w:tplc="4B4650D0">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6054C8"/>
    <w:multiLevelType w:val="hybridMultilevel"/>
    <w:tmpl w:val="B7CCBB5C"/>
    <w:lvl w:ilvl="0" w:tplc="24623D3C">
      <w:start w:val="1"/>
      <w:numFmt w:val="decimal"/>
      <w:lvlText w:val="15.%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2" w15:restartNumberingAfterBreak="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3" w15:restartNumberingAfterBreak="0">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6" w15:restartNumberingAfterBreak="0">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8" w15:restartNumberingAfterBreak="0">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2152B8"/>
    <w:multiLevelType w:val="hybridMultilevel"/>
    <w:tmpl w:val="91C6E52C"/>
    <w:lvl w:ilvl="0" w:tplc="440C155E">
      <w:start w:val="1"/>
      <w:numFmt w:val="thaiLetters"/>
      <w:lvlText w:val="%1)"/>
      <w:lvlJc w:val="left"/>
      <w:pPr>
        <w:ind w:left="1269" w:hanging="360"/>
      </w:pPr>
      <w:rPr>
        <w:rFonts w:eastAsia="Arial Unicode MS" w:hint="default"/>
        <w:b w:val="0"/>
        <w:bCs/>
        <w:color w:val="000000" w:themeColor="text1"/>
      </w:rPr>
    </w:lvl>
    <w:lvl w:ilvl="1" w:tplc="08090019" w:tentative="1">
      <w:start w:val="1"/>
      <w:numFmt w:val="lowerLetter"/>
      <w:lvlText w:val="%2."/>
      <w:lvlJc w:val="left"/>
      <w:pPr>
        <w:ind w:left="1989" w:hanging="360"/>
      </w:pPr>
    </w:lvl>
    <w:lvl w:ilvl="2" w:tplc="0809001B" w:tentative="1">
      <w:start w:val="1"/>
      <w:numFmt w:val="lowerRoman"/>
      <w:lvlText w:val="%3."/>
      <w:lvlJc w:val="right"/>
      <w:pPr>
        <w:ind w:left="2709" w:hanging="180"/>
      </w:pPr>
    </w:lvl>
    <w:lvl w:ilvl="3" w:tplc="0809000F" w:tentative="1">
      <w:start w:val="1"/>
      <w:numFmt w:val="decimal"/>
      <w:lvlText w:val="%4."/>
      <w:lvlJc w:val="left"/>
      <w:pPr>
        <w:ind w:left="3429" w:hanging="360"/>
      </w:pPr>
    </w:lvl>
    <w:lvl w:ilvl="4" w:tplc="08090019" w:tentative="1">
      <w:start w:val="1"/>
      <w:numFmt w:val="lowerLetter"/>
      <w:lvlText w:val="%5."/>
      <w:lvlJc w:val="left"/>
      <w:pPr>
        <w:ind w:left="4149" w:hanging="360"/>
      </w:pPr>
    </w:lvl>
    <w:lvl w:ilvl="5" w:tplc="0809001B" w:tentative="1">
      <w:start w:val="1"/>
      <w:numFmt w:val="lowerRoman"/>
      <w:lvlText w:val="%6."/>
      <w:lvlJc w:val="right"/>
      <w:pPr>
        <w:ind w:left="4869" w:hanging="180"/>
      </w:pPr>
    </w:lvl>
    <w:lvl w:ilvl="6" w:tplc="0809000F" w:tentative="1">
      <w:start w:val="1"/>
      <w:numFmt w:val="decimal"/>
      <w:lvlText w:val="%7."/>
      <w:lvlJc w:val="left"/>
      <w:pPr>
        <w:ind w:left="5589" w:hanging="360"/>
      </w:pPr>
    </w:lvl>
    <w:lvl w:ilvl="7" w:tplc="08090019" w:tentative="1">
      <w:start w:val="1"/>
      <w:numFmt w:val="lowerLetter"/>
      <w:lvlText w:val="%8."/>
      <w:lvlJc w:val="left"/>
      <w:pPr>
        <w:ind w:left="6309" w:hanging="360"/>
      </w:pPr>
    </w:lvl>
    <w:lvl w:ilvl="8" w:tplc="0809001B" w:tentative="1">
      <w:start w:val="1"/>
      <w:numFmt w:val="lowerRoman"/>
      <w:lvlText w:val="%9."/>
      <w:lvlJc w:val="right"/>
      <w:pPr>
        <w:ind w:left="7029" w:hanging="180"/>
      </w:pPr>
    </w:lvl>
  </w:abstractNum>
  <w:abstractNum w:abstractNumId="30" w15:restartNumberingAfterBreak="0">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1" w15:restartNumberingAfterBreak="0">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3" w15:restartNumberingAfterBreak="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4" w15:restartNumberingAfterBreak="0">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7" w15:restartNumberingAfterBreak="0">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0" w15:restartNumberingAfterBreak="0">
    <w:nsid w:val="71B27CAB"/>
    <w:multiLevelType w:val="hybridMultilevel"/>
    <w:tmpl w:val="78B2AC2C"/>
    <w:lvl w:ilvl="0" w:tplc="B2DC4FD0">
      <w:start w:val="1"/>
      <w:numFmt w:val="decimal"/>
      <w:lvlText w:val="4.%1"/>
      <w:lvlJc w:val="left"/>
      <w:pPr>
        <w:ind w:left="720" w:hanging="360"/>
      </w:pPr>
      <w:rPr>
        <w:rFonts w:hint="default"/>
        <w:b/>
        <w:bCs/>
        <w:color w:val="auto"/>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4" w15:restartNumberingAfterBreak="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10"/>
  </w:num>
  <w:num w:numId="2">
    <w:abstractNumId w:val="27"/>
  </w:num>
  <w:num w:numId="3">
    <w:abstractNumId w:val="14"/>
  </w:num>
  <w:num w:numId="4">
    <w:abstractNumId w:val="12"/>
  </w:num>
  <w:num w:numId="5">
    <w:abstractNumId w:val="43"/>
  </w:num>
  <w:num w:numId="6">
    <w:abstractNumId w:val="38"/>
  </w:num>
  <w:num w:numId="7">
    <w:abstractNumId w:val="23"/>
  </w:num>
  <w:num w:numId="8">
    <w:abstractNumId w:val="16"/>
  </w:num>
  <w:num w:numId="9">
    <w:abstractNumId w:val="45"/>
  </w:num>
  <w:num w:numId="10">
    <w:abstractNumId w:val="32"/>
  </w:num>
  <w:num w:numId="11">
    <w:abstractNumId w:val="0"/>
  </w:num>
  <w:num w:numId="12">
    <w:abstractNumId w:val="11"/>
  </w:num>
  <w:num w:numId="13">
    <w:abstractNumId w:val="8"/>
  </w:num>
  <w:num w:numId="14">
    <w:abstractNumId w:val="21"/>
  </w:num>
  <w:num w:numId="15">
    <w:abstractNumId w:val="44"/>
  </w:num>
  <w:num w:numId="16">
    <w:abstractNumId w:val="1"/>
  </w:num>
  <w:num w:numId="17">
    <w:abstractNumId w:val="41"/>
  </w:num>
  <w:num w:numId="18">
    <w:abstractNumId w:val="2"/>
  </w:num>
  <w:num w:numId="19">
    <w:abstractNumId w:val="5"/>
  </w:num>
  <w:num w:numId="20">
    <w:abstractNumId w:val="33"/>
  </w:num>
  <w:num w:numId="21">
    <w:abstractNumId w:val="42"/>
  </w:num>
  <w:num w:numId="22">
    <w:abstractNumId w:val="19"/>
  </w:num>
  <w:num w:numId="23">
    <w:abstractNumId w:val="4"/>
  </w:num>
  <w:num w:numId="24">
    <w:abstractNumId w:val="22"/>
  </w:num>
  <w:num w:numId="25">
    <w:abstractNumId w:val="30"/>
  </w:num>
  <w:num w:numId="26">
    <w:abstractNumId w:val="39"/>
  </w:num>
  <w:num w:numId="27">
    <w:abstractNumId w:val="35"/>
  </w:num>
  <w:num w:numId="28">
    <w:abstractNumId w:val="6"/>
  </w:num>
  <w:num w:numId="29">
    <w:abstractNumId w:val="26"/>
  </w:num>
  <w:num w:numId="30">
    <w:abstractNumId w:val="28"/>
  </w:num>
  <w:num w:numId="31">
    <w:abstractNumId w:val="17"/>
  </w:num>
  <w:num w:numId="32">
    <w:abstractNumId w:val="3"/>
  </w:num>
  <w:num w:numId="33">
    <w:abstractNumId w:val="9"/>
  </w:num>
  <w:num w:numId="34">
    <w:abstractNumId w:val="31"/>
  </w:num>
  <w:num w:numId="35">
    <w:abstractNumId w:val="20"/>
  </w:num>
  <w:num w:numId="36">
    <w:abstractNumId w:val="34"/>
  </w:num>
  <w:num w:numId="37">
    <w:abstractNumId w:val="25"/>
  </w:num>
  <w:num w:numId="38">
    <w:abstractNumId w:val="13"/>
  </w:num>
  <w:num w:numId="39">
    <w:abstractNumId w:val="37"/>
  </w:num>
  <w:num w:numId="40">
    <w:abstractNumId w:val="24"/>
  </w:num>
  <w:num w:numId="41">
    <w:abstractNumId w:val="18"/>
  </w:num>
  <w:num w:numId="42">
    <w:abstractNumId w:val="36"/>
  </w:num>
  <w:num w:numId="43">
    <w:abstractNumId w:val="40"/>
  </w:num>
  <w:num w:numId="44">
    <w:abstractNumId w:val="29"/>
  </w:num>
  <w:num w:numId="45">
    <w:abstractNumId w:val="15"/>
  </w:num>
  <w:num w:numId="46">
    <w:abstractNumId w:val="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597"/>
    <w:rsid w:val="00000CB9"/>
    <w:rsid w:val="00000F65"/>
    <w:rsid w:val="00000FB5"/>
    <w:rsid w:val="000010A3"/>
    <w:rsid w:val="00001108"/>
    <w:rsid w:val="000016EB"/>
    <w:rsid w:val="00001836"/>
    <w:rsid w:val="00001864"/>
    <w:rsid w:val="00001FBF"/>
    <w:rsid w:val="000028B3"/>
    <w:rsid w:val="00002B02"/>
    <w:rsid w:val="000030BE"/>
    <w:rsid w:val="000031F2"/>
    <w:rsid w:val="0000331B"/>
    <w:rsid w:val="00003A49"/>
    <w:rsid w:val="00003E62"/>
    <w:rsid w:val="00003FDC"/>
    <w:rsid w:val="0000422F"/>
    <w:rsid w:val="000043BF"/>
    <w:rsid w:val="00004505"/>
    <w:rsid w:val="00004993"/>
    <w:rsid w:val="00004ABB"/>
    <w:rsid w:val="00004D78"/>
    <w:rsid w:val="000052CF"/>
    <w:rsid w:val="00005630"/>
    <w:rsid w:val="0000588F"/>
    <w:rsid w:val="00006311"/>
    <w:rsid w:val="0000660C"/>
    <w:rsid w:val="000067D8"/>
    <w:rsid w:val="0000697D"/>
    <w:rsid w:val="00006A54"/>
    <w:rsid w:val="00006D66"/>
    <w:rsid w:val="00006EF4"/>
    <w:rsid w:val="00006F52"/>
    <w:rsid w:val="00006F93"/>
    <w:rsid w:val="00007CDA"/>
    <w:rsid w:val="00007F6A"/>
    <w:rsid w:val="00007F77"/>
    <w:rsid w:val="000101BA"/>
    <w:rsid w:val="00010AB7"/>
    <w:rsid w:val="00010B07"/>
    <w:rsid w:val="0001189C"/>
    <w:rsid w:val="00011A4D"/>
    <w:rsid w:val="00011BFE"/>
    <w:rsid w:val="00011CF9"/>
    <w:rsid w:val="00012116"/>
    <w:rsid w:val="00012D3F"/>
    <w:rsid w:val="000131F9"/>
    <w:rsid w:val="00013612"/>
    <w:rsid w:val="0001397A"/>
    <w:rsid w:val="000139A6"/>
    <w:rsid w:val="00013BD0"/>
    <w:rsid w:val="00013CB4"/>
    <w:rsid w:val="00013D96"/>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88F"/>
    <w:rsid w:val="00020958"/>
    <w:rsid w:val="00020B9D"/>
    <w:rsid w:val="00020D97"/>
    <w:rsid w:val="00021216"/>
    <w:rsid w:val="00021441"/>
    <w:rsid w:val="0002159F"/>
    <w:rsid w:val="00021C6C"/>
    <w:rsid w:val="00021CC1"/>
    <w:rsid w:val="0002211D"/>
    <w:rsid w:val="000226FB"/>
    <w:rsid w:val="0002276F"/>
    <w:rsid w:val="00022781"/>
    <w:rsid w:val="00023744"/>
    <w:rsid w:val="00024AA0"/>
    <w:rsid w:val="00024CB5"/>
    <w:rsid w:val="00024EDE"/>
    <w:rsid w:val="00025C46"/>
    <w:rsid w:val="00025E4F"/>
    <w:rsid w:val="00025F00"/>
    <w:rsid w:val="000263DF"/>
    <w:rsid w:val="00026537"/>
    <w:rsid w:val="00026BA1"/>
    <w:rsid w:val="00026DCB"/>
    <w:rsid w:val="00027002"/>
    <w:rsid w:val="0002706C"/>
    <w:rsid w:val="000273DD"/>
    <w:rsid w:val="00027AF9"/>
    <w:rsid w:val="00027BE3"/>
    <w:rsid w:val="00027F52"/>
    <w:rsid w:val="00030284"/>
    <w:rsid w:val="00030363"/>
    <w:rsid w:val="000303B5"/>
    <w:rsid w:val="00030867"/>
    <w:rsid w:val="000308DC"/>
    <w:rsid w:val="00030964"/>
    <w:rsid w:val="00030E9D"/>
    <w:rsid w:val="00030F11"/>
    <w:rsid w:val="00031141"/>
    <w:rsid w:val="0003122C"/>
    <w:rsid w:val="00031BA1"/>
    <w:rsid w:val="00031E5C"/>
    <w:rsid w:val="00031F4C"/>
    <w:rsid w:val="000326AC"/>
    <w:rsid w:val="00032846"/>
    <w:rsid w:val="00032A37"/>
    <w:rsid w:val="00032EC3"/>
    <w:rsid w:val="00033202"/>
    <w:rsid w:val="000332A3"/>
    <w:rsid w:val="00033879"/>
    <w:rsid w:val="00033BC0"/>
    <w:rsid w:val="00033F83"/>
    <w:rsid w:val="000364F8"/>
    <w:rsid w:val="00036855"/>
    <w:rsid w:val="00036905"/>
    <w:rsid w:val="00036A10"/>
    <w:rsid w:val="00036A50"/>
    <w:rsid w:val="00037094"/>
    <w:rsid w:val="000372D9"/>
    <w:rsid w:val="000372FB"/>
    <w:rsid w:val="0003749B"/>
    <w:rsid w:val="00037C8D"/>
    <w:rsid w:val="0004008C"/>
    <w:rsid w:val="000403DA"/>
    <w:rsid w:val="0004094C"/>
    <w:rsid w:val="00040D6B"/>
    <w:rsid w:val="00040F37"/>
    <w:rsid w:val="00041B24"/>
    <w:rsid w:val="00041D4B"/>
    <w:rsid w:val="00041E34"/>
    <w:rsid w:val="0004211B"/>
    <w:rsid w:val="000421AD"/>
    <w:rsid w:val="000423C6"/>
    <w:rsid w:val="00042454"/>
    <w:rsid w:val="00042B53"/>
    <w:rsid w:val="00042CA3"/>
    <w:rsid w:val="0004329A"/>
    <w:rsid w:val="00043593"/>
    <w:rsid w:val="00043BAD"/>
    <w:rsid w:val="00043BFF"/>
    <w:rsid w:val="00044400"/>
    <w:rsid w:val="0004466D"/>
    <w:rsid w:val="00044941"/>
    <w:rsid w:val="00044A57"/>
    <w:rsid w:val="00044ADC"/>
    <w:rsid w:val="000455ED"/>
    <w:rsid w:val="0004594D"/>
    <w:rsid w:val="00045BFC"/>
    <w:rsid w:val="00045C22"/>
    <w:rsid w:val="000463D4"/>
    <w:rsid w:val="00046F45"/>
    <w:rsid w:val="00047338"/>
    <w:rsid w:val="00047750"/>
    <w:rsid w:val="00047BAC"/>
    <w:rsid w:val="000501B0"/>
    <w:rsid w:val="000501C8"/>
    <w:rsid w:val="000501F9"/>
    <w:rsid w:val="0005071F"/>
    <w:rsid w:val="000507AF"/>
    <w:rsid w:val="0005085E"/>
    <w:rsid w:val="00051128"/>
    <w:rsid w:val="000514AD"/>
    <w:rsid w:val="000517AD"/>
    <w:rsid w:val="00051AB9"/>
    <w:rsid w:val="00051C4F"/>
    <w:rsid w:val="00051E16"/>
    <w:rsid w:val="000522FF"/>
    <w:rsid w:val="00052591"/>
    <w:rsid w:val="00052850"/>
    <w:rsid w:val="00052B3E"/>
    <w:rsid w:val="000538D1"/>
    <w:rsid w:val="00053CE9"/>
    <w:rsid w:val="000541F0"/>
    <w:rsid w:val="00054481"/>
    <w:rsid w:val="00054877"/>
    <w:rsid w:val="000548CA"/>
    <w:rsid w:val="00054B8A"/>
    <w:rsid w:val="00055D18"/>
    <w:rsid w:val="00056231"/>
    <w:rsid w:val="00056344"/>
    <w:rsid w:val="00056453"/>
    <w:rsid w:val="00056CC4"/>
    <w:rsid w:val="00056E29"/>
    <w:rsid w:val="00057D87"/>
    <w:rsid w:val="00060C10"/>
    <w:rsid w:val="0006100B"/>
    <w:rsid w:val="000613A3"/>
    <w:rsid w:val="00061EEE"/>
    <w:rsid w:val="00061FF3"/>
    <w:rsid w:val="000623EF"/>
    <w:rsid w:val="000625E0"/>
    <w:rsid w:val="00062AF5"/>
    <w:rsid w:val="00062E0D"/>
    <w:rsid w:val="0006315C"/>
    <w:rsid w:val="000637E2"/>
    <w:rsid w:val="00064598"/>
    <w:rsid w:val="0006506A"/>
    <w:rsid w:val="000650BB"/>
    <w:rsid w:val="000651D8"/>
    <w:rsid w:val="0006544C"/>
    <w:rsid w:val="00065666"/>
    <w:rsid w:val="00066A16"/>
    <w:rsid w:val="00066B14"/>
    <w:rsid w:val="00066C6A"/>
    <w:rsid w:val="00066FA7"/>
    <w:rsid w:val="00067381"/>
    <w:rsid w:val="0006746E"/>
    <w:rsid w:val="0006768D"/>
    <w:rsid w:val="00067EDA"/>
    <w:rsid w:val="00070431"/>
    <w:rsid w:val="000709C3"/>
    <w:rsid w:val="00070DCD"/>
    <w:rsid w:val="00071E3A"/>
    <w:rsid w:val="000721F1"/>
    <w:rsid w:val="000731A6"/>
    <w:rsid w:val="000731F3"/>
    <w:rsid w:val="000732BF"/>
    <w:rsid w:val="00073311"/>
    <w:rsid w:val="00073B95"/>
    <w:rsid w:val="00073BAC"/>
    <w:rsid w:val="00074009"/>
    <w:rsid w:val="00074DF2"/>
    <w:rsid w:val="00074E7A"/>
    <w:rsid w:val="000756C0"/>
    <w:rsid w:val="00075D79"/>
    <w:rsid w:val="00075F75"/>
    <w:rsid w:val="00076773"/>
    <w:rsid w:val="00076775"/>
    <w:rsid w:val="000768A2"/>
    <w:rsid w:val="000775C1"/>
    <w:rsid w:val="00077779"/>
    <w:rsid w:val="000802BD"/>
    <w:rsid w:val="00080A37"/>
    <w:rsid w:val="00080C15"/>
    <w:rsid w:val="00080E79"/>
    <w:rsid w:val="000811AF"/>
    <w:rsid w:val="00081586"/>
    <w:rsid w:val="000826D4"/>
    <w:rsid w:val="00082B18"/>
    <w:rsid w:val="000833C8"/>
    <w:rsid w:val="00083882"/>
    <w:rsid w:val="00083889"/>
    <w:rsid w:val="000838B5"/>
    <w:rsid w:val="00083F7B"/>
    <w:rsid w:val="000840FF"/>
    <w:rsid w:val="00084CD1"/>
    <w:rsid w:val="00084E8F"/>
    <w:rsid w:val="00084EA4"/>
    <w:rsid w:val="000851B6"/>
    <w:rsid w:val="000853CF"/>
    <w:rsid w:val="00085B0D"/>
    <w:rsid w:val="00085CFF"/>
    <w:rsid w:val="00085ED9"/>
    <w:rsid w:val="000868C0"/>
    <w:rsid w:val="00086A38"/>
    <w:rsid w:val="00086A91"/>
    <w:rsid w:val="00086CE0"/>
    <w:rsid w:val="0008752F"/>
    <w:rsid w:val="00087AD3"/>
    <w:rsid w:val="00087D90"/>
    <w:rsid w:val="00087E42"/>
    <w:rsid w:val="0009036F"/>
    <w:rsid w:val="000906A3"/>
    <w:rsid w:val="000906EA"/>
    <w:rsid w:val="00090784"/>
    <w:rsid w:val="00091539"/>
    <w:rsid w:val="00091545"/>
    <w:rsid w:val="00091966"/>
    <w:rsid w:val="00091F7F"/>
    <w:rsid w:val="00091FC5"/>
    <w:rsid w:val="00092047"/>
    <w:rsid w:val="0009231D"/>
    <w:rsid w:val="000924F2"/>
    <w:rsid w:val="00092535"/>
    <w:rsid w:val="00092666"/>
    <w:rsid w:val="000926E5"/>
    <w:rsid w:val="000927C5"/>
    <w:rsid w:val="00092A01"/>
    <w:rsid w:val="00092A42"/>
    <w:rsid w:val="00092A99"/>
    <w:rsid w:val="00092CC2"/>
    <w:rsid w:val="00092CFD"/>
    <w:rsid w:val="0009323D"/>
    <w:rsid w:val="00093736"/>
    <w:rsid w:val="00093811"/>
    <w:rsid w:val="00093A83"/>
    <w:rsid w:val="00093CE2"/>
    <w:rsid w:val="00093DBD"/>
    <w:rsid w:val="00094923"/>
    <w:rsid w:val="000952B1"/>
    <w:rsid w:val="00095607"/>
    <w:rsid w:val="00095919"/>
    <w:rsid w:val="00095CD5"/>
    <w:rsid w:val="00096364"/>
    <w:rsid w:val="00096495"/>
    <w:rsid w:val="000964CE"/>
    <w:rsid w:val="000969BB"/>
    <w:rsid w:val="000970DC"/>
    <w:rsid w:val="000974A9"/>
    <w:rsid w:val="000977FB"/>
    <w:rsid w:val="00097923"/>
    <w:rsid w:val="00097C96"/>
    <w:rsid w:val="00097C97"/>
    <w:rsid w:val="000A039C"/>
    <w:rsid w:val="000A046E"/>
    <w:rsid w:val="000A0F6D"/>
    <w:rsid w:val="000A1230"/>
    <w:rsid w:val="000A1EB4"/>
    <w:rsid w:val="000A2011"/>
    <w:rsid w:val="000A2828"/>
    <w:rsid w:val="000A2839"/>
    <w:rsid w:val="000A2B98"/>
    <w:rsid w:val="000A2D10"/>
    <w:rsid w:val="000A2D9D"/>
    <w:rsid w:val="000A31AD"/>
    <w:rsid w:val="000A3250"/>
    <w:rsid w:val="000A349A"/>
    <w:rsid w:val="000A3CC1"/>
    <w:rsid w:val="000A3FBA"/>
    <w:rsid w:val="000A4056"/>
    <w:rsid w:val="000A484B"/>
    <w:rsid w:val="000A4C81"/>
    <w:rsid w:val="000A4F0E"/>
    <w:rsid w:val="000A4FF2"/>
    <w:rsid w:val="000A513D"/>
    <w:rsid w:val="000A5311"/>
    <w:rsid w:val="000A54CB"/>
    <w:rsid w:val="000A5F79"/>
    <w:rsid w:val="000A6732"/>
    <w:rsid w:val="000A6FB6"/>
    <w:rsid w:val="000A702C"/>
    <w:rsid w:val="000A7860"/>
    <w:rsid w:val="000A7C70"/>
    <w:rsid w:val="000B06D5"/>
    <w:rsid w:val="000B07EC"/>
    <w:rsid w:val="000B0C93"/>
    <w:rsid w:val="000B105D"/>
    <w:rsid w:val="000B15E9"/>
    <w:rsid w:val="000B169D"/>
    <w:rsid w:val="000B1CCC"/>
    <w:rsid w:val="000B1DB5"/>
    <w:rsid w:val="000B2410"/>
    <w:rsid w:val="000B24B3"/>
    <w:rsid w:val="000B26AD"/>
    <w:rsid w:val="000B273F"/>
    <w:rsid w:val="000B2BA1"/>
    <w:rsid w:val="000B2C2E"/>
    <w:rsid w:val="000B328B"/>
    <w:rsid w:val="000B3361"/>
    <w:rsid w:val="000B3545"/>
    <w:rsid w:val="000B37CB"/>
    <w:rsid w:val="000B3B65"/>
    <w:rsid w:val="000B3BA7"/>
    <w:rsid w:val="000B4727"/>
    <w:rsid w:val="000B4861"/>
    <w:rsid w:val="000B5066"/>
    <w:rsid w:val="000B56A0"/>
    <w:rsid w:val="000B576C"/>
    <w:rsid w:val="000B5B0E"/>
    <w:rsid w:val="000B5C47"/>
    <w:rsid w:val="000B5C4A"/>
    <w:rsid w:val="000B5D94"/>
    <w:rsid w:val="000B5E4B"/>
    <w:rsid w:val="000B60EA"/>
    <w:rsid w:val="000B654C"/>
    <w:rsid w:val="000B66AA"/>
    <w:rsid w:val="000B6A19"/>
    <w:rsid w:val="000B7009"/>
    <w:rsid w:val="000B71A5"/>
    <w:rsid w:val="000B7790"/>
    <w:rsid w:val="000B7B1A"/>
    <w:rsid w:val="000B7EBC"/>
    <w:rsid w:val="000B7EEA"/>
    <w:rsid w:val="000C0136"/>
    <w:rsid w:val="000C018A"/>
    <w:rsid w:val="000C031B"/>
    <w:rsid w:val="000C048D"/>
    <w:rsid w:val="000C0B90"/>
    <w:rsid w:val="000C1378"/>
    <w:rsid w:val="000C1C6A"/>
    <w:rsid w:val="000C1DAC"/>
    <w:rsid w:val="000C1DB5"/>
    <w:rsid w:val="000C238D"/>
    <w:rsid w:val="000C2553"/>
    <w:rsid w:val="000C25BB"/>
    <w:rsid w:val="000C2EC0"/>
    <w:rsid w:val="000C2FAF"/>
    <w:rsid w:val="000C35A5"/>
    <w:rsid w:val="000C3ED2"/>
    <w:rsid w:val="000C4277"/>
    <w:rsid w:val="000C433F"/>
    <w:rsid w:val="000C448A"/>
    <w:rsid w:val="000C4531"/>
    <w:rsid w:val="000C519C"/>
    <w:rsid w:val="000C5466"/>
    <w:rsid w:val="000C592E"/>
    <w:rsid w:val="000C595C"/>
    <w:rsid w:val="000C5B30"/>
    <w:rsid w:val="000C5E85"/>
    <w:rsid w:val="000C603A"/>
    <w:rsid w:val="000C6C7D"/>
    <w:rsid w:val="000C6E6C"/>
    <w:rsid w:val="000C71E5"/>
    <w:rsid w:val="000C7469"/>
    <w:rsid w:val="000C79EE"/>
    <w:rsid w:val="000D005C"/>
    <w:rsid w:val="000D030A"/>
    <w:rsid w:val="000D0538"/>
    <w:rsid w:val="000D0D60"/>
    <w:rsid w:val="000D0DFC"/>
    <w:rsid w:val="000D122F"/>
    <w:rsid w:val="000D1788"/>
    <w:rsid w:val="000D1A9C"/>
    <w:rsid w:val="000D2352"/>
    <w:rsid w:val="000D23B7"/>
    <w:rsid w:val="000D2671"/>
    <w:rsid w:val="000D2CA5"/>
    <w:rsid w:val="000D3161"/>
    <w:rsid w:val="000D384A"/>
    <w:rsid w:val="000D3914"/>
    <w:rsid w:val="000D3D68"/>
    <w:rsid w:val="000D43BB"/>
    <w:rsid w:val="000D4D17"/>
    <w:rsid w:val="000D5146"/>
    <w:rsid w:val="000D5497"/>
    <w:rsid w:val="000D5B5E"/>
    <w:rsid w:val="000D5DF8"/>
    <w:rsid w:val="000D6C24"/>
    <w:rsid w:val="000D6E36"/>
    <w:rsid w:val="000D76FE"/>
    <w:rsid w:val="000D7C7A"/>
    <w:rsid w:val="000E0416"/>
    <w:rsid w:val="000E04F7"/>
    <w:rsid w:val="000E060E"/>
    <w:rsid w:val="000E0D72"/>
    <w:rsid w:val="000E1A27"/>
    <w:rsid w:val="000E1DEB"/>
    <w:rsid w:val="000E1F17"/>
    <w:rsid w:val="000E203C"/>
    <w:rsid w:val="000E214F"/>
    <w:rsid w:val="000E26CC"/>
    <w:rsid w:val="000E2ECA"/>
    <w:rsid w:val="000E2F86"/>
    <w:rsid w:val="000E3753"/>
    <w:rsid w:val="000E3785"/>
    <w:rsid w:val="000E39EC"/>
    <w:rsid w:val="000E3DA6"/>
    <w:rsid w:val="000E421F"/>
    <w:rsid w:val="000E4C2F"/>
    <w:rsid w:val="000E51D3"/>
    <w:rsid w:val="000E5717"/>
    <w:rsid w:val="000E5AEA"/>
    <w:rsid w:val="000E5BBC"/>
    <w:rsid w:val="000E688A"/>
    <w:rsid w:val="000E6B80"/>
    <w:rsid w:val="000E702A"/>
    <w:rsid w:val="000E7E9F"/>
    <w:rsid w:val="000F02A4"/>
    <w:rsid w:val="000F0C1C"/>
    <w:rsid w:val="000F1262"/>
    <w:rsid w:val="000F1C00"/>
    <w:rsid w:val="000F1F9C"/>
    <w:rsid w:val="000F23CB"/>
    <w:rsid w:val="000F25AF"/>
    <w:rsid w:val="000F2853"/>
    <w:rsid w:val="000F2B98"/>
    <w:rsid w:val="000F34E1"/>
    <w:rsid w:val="000F37D5"/>
    <w:rsid w:val="000F37EC"/>
    <w:rsid w:val="000F3A27"/>
    <w:rsid w:val="000F4976"/>
    <w:rsid w:val="000F5265"/>
    <w:rsid w:val="000F553D"/>
    <w:rsid w:val="000F560D"/>
    <w:rsid w:val="000F5C28"/>
    <w:rsid w:val="000F5DFC"/>
    <w:rsid w:val="000F641C"/>
    <w:rsid w:val="000F6440"/>
    <w:rsid w:val="000F6822"/>
    <w:rsid w:val="000F6AB9"/>
    <w:rsid w:val="000F6E5F"/>
    <w:rsid w:val="000F6EA4"/>
    <w:rsid w:val="000F6F67"/>
    <w:rsid w:val="000F731F"/>
    <w:rsid w:val="000F7582"/>
    <w:rsid w:val="000F7657"/>
    <w:rsid w:val="000F7F67"/>
    <w:rsid w:val="00100193"/>
    <w:rsid w:val="0010023A"/>
    <w:rsid w:val="00100433"/>
    <w:rsid w:val="00100B22"/>
    <w:rsid w:val="00101169"/>
    <w:rsid w:val="00101490"/>
    <w:rsid w:val="00101C1C"/>
    <w:rsid w:val="00101F4E"/>
    <w:rsid w:val="00102600"/>
    <w:rsid w:val="00102C62"/>
    <w:rsid w:val="00103A18"/>
    <w:rsid w:val="001043EF"/>
    <w:rsid w:val="001048A2"/>
    <w:rsid w:val="00104B46"/>
    <w:rsid w:val="00104BD0"/>
    <w:rsid w:val="00104D1D"/>
    <w:rsid w:val="0010516D"/>
    <w:rsid w:val="00105318"/>
    <w:rsid w:val="0010534A"/>
    <w:rsid w:val="001059FA"/>
    <w:rsid w:val="00105BA9"/>
    <w:rsid w:val="00105DEA"/>
    <w:rsid w:val="00105EAC"/>
    <w:rsid w:val="00106669"/>
    <w:rsid w:val="001067A2"/>
    <w:rsid w:val="00106B4D"/>
    <w:rsid w:val="001070CC"/>
    <w:rsid w:val="00107274"/>
    <w:rsid w:val="00107277"/>
    <w:rsid w:val="001075C6"/>
    <w:rsid w:val="0010799A"/>
    <w:rsid w:val="001100FD"/>
    <w:rsid w:val="00110ABC"/>
    <w:rsid w:val="00110AF5"/>
    <w:rsid w:val="00110F4B"/>
    <w:rsid w:val="001111E6"/>
    <w:rsid w:val="00111990"/>
    <w:rsid w:val="0011272E"/>
    <w:rsid w:val="00112CE5"/>
    <w:rsid w:val="00113674"/>
    <w:rsid w:val="00113676"/>
    <w:rsid w:val="0011381A"/>
    <w:rsid w:val="00114069"/>
    <w:rsid w:val="00114386"/>
    <w:rsid w:val="0011452E"/>
    <w:rsid w:val="00114538"/>
    <w:rsid w:val="00114B31"/>
    <w:rsid w:val="00114C7E"/>
    <w:rsid w:val="00115339"/>
    <w:rsid w:val="001154E1"/>
    <w:rsid w:val="001155D4"/>
    <w:rsid w:val="001156AA"/>
    <w:rsid w:val="00115756"/>
    <w:rsid w:val="001158F8"/>
    <w:rsid w:val="00115BA5"/>
    <w:rsid w:val="00115BAF"/>
    <w:rsid w:val="00115FA5"/>
    <w:rsid w:val="0011680B"/>
    <w:rsid w:val="0011690D"/>
    <w:rsid w:val="00116C74"/>
    <w:rsid w:val="00116E6A"/>
    <w:rsid w:val="00116EFD"/>
    <w:rsid w:val="0011717B"/>
    <w:rsid w:val="001171A4"/>
    <w:rsid w:val="001174BD"/>
    <w:rsid w:val="001177E8"/>
    <w:rsid w:val="00117864"/>
    <w:rsid w:val="00117BEB"/>
    <w:rsid w:val="00120594"/>
    <w:rsid w:val="00120BE3"/>
    <w:rsid w:val="00121158"/>
    <w:rsid w:val="001211CB"/>
    <w:rsid w:val="001214A4"/>
    <w:rsid w:val="00121AFA"/>
    <w:rsid w:val="00121B32"/>
    <w:rsid w:val="00121B5C"/>
    <w:rsid w:val="00122215"/>
    <w:rsid w:val="001222EC"/>
    <w:rsid w:val="00122910"/>
    <w:rsid w:val="00122958"/>
    <w:rsid w:val="00122A4E"/>
    <w:rsid w:val="00122C90"/>
    <w:rsid w:val="001233E7"/>
    <w:rsid w:val="00123547"/>
    <w:rsid w:val="0012362A"/>
    <w:rsid w:val="001236B9"/>
    <w:rsid w:val="00123E53"/>
    <w:rsid w:val="00124595"/>
    <w:rsid w:val="001246D7"/>
    <w:rsid w:val="00124851"/>
    <w:rsid w:val="001253C7"/>
    <w:rsid w:val="0012587B"/>
    <w:rsid w:val="001268C5"/>
    <w:rsid w:val="001268F9"/>
    <w:rsid w:val="001269D9"/>
    <w:rsid w:val="00126C16"/>
    <w:rsid w:val="00127C93"/>
    <w:rsid w:val="00127D20"/>
    <w:rsid w:val="00127ED8"/>
    <w:rsid w:val="001300DE"/>
    <w:rsid w:val="00130437"/>
    <w:rsid w:val="001305ED"/>
    <w:rsid w:val="001311EF"/>
    <w:rsid w:val="00131B82"/>
    <w:rsid w:val="00131E6D"/>
    <w:rsid w:val="00131FBD"/>
    <w:rsid w:val="00132851"/>
    <w:rsid w:val="00132B74"/>
    <w:rsid w:val="00132C8D"/>
    <w:rsid w:val="001337D4"/>
    <w:rsid w:val="00133A02"/>
    <w:rsid w:val="00133D08"/>
    <w:rsid w:val="001344A8"/>
    <w:rsid w:val="00134847"/>
    <w:rsid w:val="0013493F"/>
    <w:rsid w:val="00134B0D"/>
    <w:rsid w:val="00134BBA"/>
    <w:rsid w:val="00134FB2"/>
    <w:rsid w:val="0013532B"/>
    <w:rsid w:val="00135378"/>
    <w:rsid w:val="001355AA"/>
    <w:rsid w:val="001355E3"/>
    <w:rsid w:val="001367D3"/>
    <w:rsid w:val="00136CD8"/>
    <w:rsid w:val="00137312"/>
    <w:rsid w:val="001374D6"/>
    <w:rsid w:val="00137A71"/>
    <w:rsid w:val="00137B5F"/>
    <w:rsid w:val="00137E0C"/>
    <w:rsid w:val="00137F59"/>
    <w:rsid w:val="001405CA"/>
    <w:rsid w:val="00140E7E"/>
    <w:rsid w:val="0014191B"/>
    <w:rsid w:val="00141D4D"/>
    <w:rsid w:val="00141DAB"/>
    <w:rsid w:val="0014214F"/>
    <w:rsid w:val="00142335"/>
    <w:rsid w:val="00142D86"/>
    <w:rsid w:val="00143114"/>
    <w:rsid w:val="00143604"/>
    <w:rsid w:val="00143A3D"/>
    <w:rsid w:val="00144123"/>
    <w:rsid w:val="0014481D"/>
    <w:rsid w:val="00144E1E"/>
    <w:rsid w:val="0014544C"/>
    <w:rsid w:val="00145808"/>
    <w:rsid w:val="00145959"/>
    <w:rsid w:val="00145BD0"/>
    <w:rsid w:val="00145CE1"/>
    <w:rsid w:val="00145E3C"/>
    <w:rsid w:val="00146342"/>
    <w:rsid w:val="001465FC"/>
    <w:rsid w:val="00146D4F"/>
    <w:rsid w:val="00146D6A"/>
    <w:rsid w:val="00147418"/>
    <w:rsid w:val="00147A56"/>
    <w:rsid w:val="00147C0D"/>
    <w:rsid w:val="00147D74"/>
    <w:rsid w:val="00150562"/>
    <w:rsid w:val="00151AB5"/>
    <w:rsid w:val="00151CF1"/>
    <w:rsid w:val="001524B6"/>
    <w:rsid w:val="001528E2"/>
    <w:rsid w:val="001529A2"/>
    <w:rsid w:val="0015313C"/>
    <w:rsid w:val="00153CAA"/>
    <w:rsid w:val="00153CFF"/>
    <w:rsid w:val="00153EB4"/>
    <w:rsid w:val="0015400A"/>
    <w:rsid w:val="001544FD"/>
    <w:rsid w:val="00154AED"/>
    <w:rsid w:val="00155249"/>
    <w:rsid w:val="001555E6"/>
    <w:rsid w:val="001556BB"/>
    <w:rsid w:val="00155CFE"/>
    <w:rsid w:val="00155EC9"/>
    <w:rsid w:val="00156288"/>
    <w:rsid w:val="0015632E"/>
    <w:rsid w:val="001565B5"/>
    <w:rsid w:val="00157071"/>
    <w:rsid w:val="00157105"/>
    <w:rsid w:val="001571DF"/>
    <w:rsid w:val="001573F6"/>
    <w:rsid w:val="00157756"/>
    <w:rsid w:val="00160605"/>
    <w:rsid w:val="00160644"/>
    <w:rsid w:val="00160674"/>
    <w:rsid w:val="001617C3"/>
    <w:rsid w:val="00161EE9"/>
    <w:rsid w:val="00161F1C"/>
    <w:rsid w:val="0016277B"/>
    <w:rsid w:val="001629EB"/>
    <w:rsid w:val="00162A95"/>
    <w:rsid w:val="00162E99"/>
    <w:rsid w:val="00162FDC"/>
    <w:rsid w:val="001634FB"/>
    <w:rsid w:val="001635DF"/>
    <w:rsid w:val="001637A0"/>
    <w:rsid w:val="00163CD4"/>
    <w:rsid w:val="00164557"/>
    <w:rsid w:val="00164CC6"/>
    <w:rsid w:val="00165077"/>
    <w:rsid w:val="00165729"/>
    <w:rsid w:val="00165DAF"/>
    <w:rsid w:val="001660DD"/>
    <w:rsid w:val="00166142"/>
    <w:rsid w:val="00166755"/>
    <w:rsid w:val="0016705F"/>
    <w:rsid w:val="00167166"/>
    <w:rsid w:val="001672F5"/>
    <w:rsid w:val="00167674"/>
    <w:rsid w:val="00167F01"/>
    <w:rsid w:val="001701A5"/>
    <w:rsid w:val="001701DC"/>
    <w:rsid w:val="001702B9"/>
    <w:rsid w:val="00170B13"/>
    <w:rsid w:val="00170B43"/>
    <w:rsid w:val="00170B6C"/>
    <w:rsid w:val="00170DC3"/>
    <w:rsid w:val="00171698"/>
    <w:rsid w:val="0017198D"/>
    <w:rsid w:val="00171D68"/>
    <w:rsid w:val="00171FA7"/>
    <w:rsid w:val="00172495"/>
    <w:rsid w:val="001728BC"/>
    <w:rsid w:val="001729B0"/>
    <w:rsid w:val="00172E29"/>
    <w:rsid w:val="00172EE2"/>
    <w:rsid w:val="0017327B"/>
    <w:rsid w:val="001737D6"/>
    <w:rsid w:val="001739A5"/>
    <w:rsid w:val="00173BEB"/>
    <w:rsid w:val="0017413C"/>
    <w:rsid w:val="00174904"/>
    <w:rsid w:val="00174B23"/>
    <w:rsid w:val="00174B26"/>
    <w:rsid w:val="001753EE"/>
    <w:rsid w:val="001755AA"/>
    <w:rsid w:val="00175AE7"/>
    <w:rsid w:val="00175C52"/>
    <w:rsid w:val="00175E4C"/>
    <w:rsid w:val="00176259"/>
    <w:rsid w:val="001765DF"/>
    <w:rsid w:val="00176B7F"/>
    <w:rsid w:val="00176FA2"/>
    <w:rsid w:val="00177032"/>
    <w:rsid w:val="0017740D"/>
    <w:rsid w:val="001775C4"/>
    <w:rsid w:val="001779D3"/>
    <w:rsid w:val="0018013C"/>
    <w:rsid w:val="00180508"/>
    <w:rsid w:val="001806A1"/>
    <w:rsid w:val="00180942"/>
    <w:rsid w:val="00180E21"/>
    <w:rsid w:val="00181161"/>
    <w:rsid w:val="00181353"/>
    <w:rsid w:val="001819BA"/>
    <w:rsid w:val="00181ADF"/>
    <w:rsid w:val="00181DCB"/>
    <w:rsid w:val="00181F44"/>
    <w:rsid w:val="001821DB"/>
    <w:rsid w:val="001826BE"/>
    <w:rsid w:val="00182C40"/>
    <w:rsid w:val="00183214"/>
    <w:rsid w:val="00183336"/>
    <w:rsid w:val="0018384E"/>
    <w:rsid w:val="00183CD0"/>
    <w:rsid w:val="0018400D"/>
    <w:rsid w:val="001842A9"/>
    <w:rsid w:val="0018447B"/>
    <w:rsid w:val="0018501E"/>
    <w:rsid w:val="00185102"/>
    <w:rsid w:val="0018589A"/>
    <w:rsid w:val="00186448"/>
    <w:rsid w:val="00186761"/>
    <w:rsid w:val="00186AAB"/>
    <w:rsid w:val="00186D00"/>
    <w:rsid w:val="001870B7"/>
    <w:rsid w:val="00187A9A"/>
    <w:rsid w:val="00187B43"/>
    <w:rsid w:val="00187C63"/>
    <w:rsid w:val="001900C2"/>
    <w:rsid w:val="00191185"/>
    <w:rsid w:val="001912F2"/>
    <w:rsid w:val="001914DF"/>
    <w:rsid w:val="00191CD3"/>
    <w:rsid w:val="0019203D"/>
    <w:rsid w:val="001926FF"/>
    <w:rsid w:val="00192997"/>
    <w:rsid w:val="00192DF2"/>
    <w:rsid w:val="00192E5D"/>
    <w:rsid w:val="00192EDE"/>
    <w:rsid w:val="00193423"/>
    <w:rsid w:val="001935F0"/>
    <w:rsid w:val="00193685"/>
    <w:rsid w:val="00193CC7"/>
    <w:rsid w:val="00193EE0"/>
    <w:rsid w:val="0019447D"/>
    <w:rsid w:val="00194D04"/>
    <w:rsid w:val="00194E8E"/>
    <w:rsid w:val="00195025"/>
    <w:rsid w:val="001950C0"/>
    <w:rsid w:val="00195405"/>
    <w:rsid w:val="00195E8F"/>
    <w:rsid w:val="00197441"/>
    <w:rsid w:val="00197873"/>
    <w:rsid w:val="00197AA9"/>
    <w:rsid w:val="00197EE6"/>
    <w:rsid w:val="001A0673"/>
    <w:rsid w:val="001A08F9"/>
    <w:rsid w:val="001A0B84"/>
    <w:rsid w:val="001A11BE"/>
    <w:rsid w:val="001A1315"/>
    <w:rsid w:val="001A1681"/>
    <w:rsid w:val="001A176D"/>
    <w:rsid w:val="001A1BFF"/>
    <w:rsid w:val="001A1DAA"/>
    <w:rsid w:val="001A1F7E"/>
    <w:rsid w:val="001A213B"/>
    <w:rsid w:val="001A27D3"/>
    <w:rsid w:val="001A35F0"/>
    <w:rsid w:val="001A3633"/>
    <w:rsid w:val="001A3953"/>
    <w:rsid w:val="001A3DD6"/>
    <w:rsid w:val="001A48AD"/>
    <w:rsid w:val="001A4A8E"/>
    <w:rsid w:val="001A4AA0"/>
    <w:rsid w:val="001A51A1"/>
    <w:rsid w:val="001A5371"/>
    <w:rsid w:val="001A5459"/>
    <w:rsid w:val="001A54B6"/>
    <w:rsid w:val="001A58C6"/>
    <w:rsid w:val="001A5B39"/>
    <w:rsid w:val="001A5CA8"/>
    <w:rsid w:val="001A67DF"/>
    <w:rsid w:val="001A67E2"/>
    <w:rsid w:val="001A6800"/>
    <w:rsid w:val="001A6FAA"/>
    <w:rsid w:val="001A7182"/>
    <w:rsid w:val="001A737F"/>
    <w:rsid w:val="001A753A"/>
    <w:rsid w:val="001A76D3"/>
    <w:rsid w:val="001A77BD"/>
    <w:rsid w:val="001A79F7"/>
    <w:rsid w:val="001A7BB7"/>
    <w:rsid w:val="001A7CAD"/>
    <w:rsid w:val="001A7CCC"/>
    <w:rsid w:val="001A7FAB"/>
    <w:rsid w:val="001B04D5"/>
    <w:rsid w:val="001B04EE"/>
    <w:rsid w:val="001B061D"/>
    <w:rsid w:val="001B0ABD"/>
    <w:rsid w:val="001B12CC"/>
    <w:rsid w:val="001B1371"/>
    <w:rsid w:val="001B1808"/>
    <w:rsid w:val="001B2201"/>
    <w:rsid w:val="001B2458"/>
    <w:rsid w:val="001B269B"/>
    <w:rsid w:val="001B26AB"/>
    <w:rsid w:val="001B2753"/>
    <w:rsid w:val="001B27F7"/>
    <w:rsid w:val="001B2B56"/>
    <w:rsid w:val="001B307C"/>
    <w:rsid w:val="001B3453"/>
    <w:rsid w:val="001B3A86"/>
    <w:rsid w:val="001B3B9C"/>
    <w:rsid w:val="001B4396"/>
    <w:rsid w:val="001B4666"/>
    <w:rsid w:val="001B494C"/>
    <w:rsid w:val="001B4A92"/>
    <w:rsid w:val="001B4FB3"/>
    <w:rsid w:val="001B532E"/>
    <w:rsid w:val="001B5382"/>
    <w:rsid w:val="001B58E0"/>
    <w:rsid w:val="001B5B4D"/>
    <w:rsid w:val="001B5B81"/>
    <w:rsid w:val="001B5BE3"/>
    <w:rsid w:val="001B5E65"/>
    <w:rsid w:val="001B612A"/>
    <w:rsid w:val="001B6349"/>
    <w:rsid w:val="001B653E"/>
    <w:rsid w:val="001B6765"/>
    <w:rsid w:val="001B687C"/>
    <w:rsid w:val="001B6B35"/>
    <w:rsid w:val="001B6FFB"/>
    <w:rsid w:val="001B75A2"/>
    <w:rsid w:val="001B784C"/>
    <w:rsid w:val="001B7B78"/>
    <w:rsid w:val="001B7B93"/>
    <w:rsid w:val="001C01BA"/>
    <w:rsid w:val="001C0520"/>
    <w:rsid w:val="001C06A4"/>
    <w:rsid w:val="001C0A2B"/>
    <w:rsid w:val="001C0D7D"/>
    <w:rsid w:val="001C1193"/>
    <w:rsid w:val="001C12D7"/>
    <w:rsid w:val="001C1887"/>
    <w:rsid w:val="001C193B"/>
    <w:rsid w:val="001C2038"/>
    <w:rsid w:val="001C211A"/>
    <w:rsid w:val="001C258D"/>
    <w:rsid w:val="001C2626"/>
    <w:rsid w:val="001C2696"/>
    <w:rsid w:val="001C2971"/>
    <w:rsid w:val="001C387E"/>
    <w:rsid w:val="001C3A17"/>
    <w:rsid w:val="001C3E69"/>
    <w:rsid w:val="001C4018"/>
    <w:rsid w:val="001C48C9"/>
    <w:rsid w:val="001C48D4"/>
    <w:rsid w:val="001C507F"/>
    <w:rsid w:val="001C5194"/>
    <w:rsid w:val="001C5258"/>
    <w:rsid w:val="001C5301"/>
    <w:rsid w:val="001C56F7"/>
    <w:rsid w:val="001C57E7"/>
    <w:rsid w:val="001C5C8F"/>
    <w:rsid w:val="001C5E41"/>
    <w:rsid w:val="001C6739"/>
    <w:rsid w:val="001C6CD7"/>
    <w:rsid w:val="001C6EE1"/>
    <w:rsid w:val="001C6F2B"/>
    <w:rsid w:val="001C749D"/>
    <w:rsid w:val="001C7F4D"/>
    <w:rsid w:val="001D06FE"/>
    <w:rsid w:val="001D0A4C"/>
    <w:rsid w:val="001D135C"/>
    <w:rsid w:val="001D159C"/>
    <w:rsid w:val="001D27A4"/>
    <w:rsid w:val="001D2983"/>
    <w:rsid w:val="001D2A2D"/>
    <w:rsid w:val="001D2EAC"/>
    <w:rsid w:val="001D2F07"/>
    <w:rsid w:val="001D32C8"/>
    <w:rsid w:val="001D3656"/>
    <w:rsid w:val="001D36B5"/>
    <w:rsid w:val="001D410C"/>
    <w:rsid w:val="001D414A"/>
    <w:rsid w:val="001D45AC"/>
    <w:rsid w:val="001D554D"/>
    <w:rsid w:val="001D5697"/>
    <w:rsid w:val="001D5ED0"/>
    <w:rsid w:val="001D600B"/>
    <w:rsid w:val="001D6108"/>
    <w:rsid w:val="001D6296"/>
    <w:rsid w:val="001D631E"/>
    <w:rsid w:val="001D6454"/>
    <w:rsid w:val="001D6529"/>
    <w:rsid w:val="001D673A"/>
    <w:rsid w:val="001D6916"/>
    <w:rsid w:val="001D6D88"/>
    <w:rsid w:val="001D6ED0"/>
    <w:rsid w:val="001D79BA"/>
    <w:rsid w:val="001D7B0B"/>
    <w:rsid w:val="001D7BF3"/>
    <w:rsid w:val="001D7C6B"/>
    <w:rsid w:val="001D7C6D"/>
    <w:rsid w:val="001D7E8E"/>
    <w:rsid w:val="001D7F0A"/>
    <w:rsid w:val="001E026F"/>
    <w:rsid w:val="001E07CF"/>
    <w:rsid w:val="001E0A53"/>
    <w:rsid w:val="001E0AA1"/>
    <w:rsid w:val="001E168C"/>
    <w:rsid w:val="001E20A3"/>
    <w:rsid w:val="001E2326"/>
    <w:rsid w:val="001E2422"/>
    <w:rsid w:val="001E25C0"/>
    <w:rsid w:val="001E287B"/>
    <w:rsid w:val="001E2B0B"/>
    <w:rsid w:val="001E2DD3"/>
    <w:rsid w:val="001E3113"/>
    <w:rsid w:val="001E3508"/>
    <w:rsid w:val="001E3626"/>
    <w:rsid w:val="001E3782"/>
    <w:rsid w:val="001E3DF6"/>
    <w:rsid w:val="001E41CB"/>
    <w:rsid w:val="001E4A40"/>
    <w:rsid w:val="001E51E0"/>
    <w:rsid w:val="001E5890"/>
    <w:rsid w:val="001E62C7"/>
    <w:rsid w:val="001E6C30"/>
    <w:rsid w:val="001E6DFE"/>
    <w:rsid w:val="001E7084"/>
    <w:rsid w:val="001E78F9"/>
    <w:rsid w:val="001E7A89"/>
    <w:rsid w:val="001E7CC3"/>
    <w:rsid w:val="001F0D4F"/>
    <w:rsid w:val="001F0DC2"/>
    <w:rsid w:val="001F18FB"/>
    <w:rsid w:val="001F1A8D"/>
    <w:rsid w:val="001F2C66"/>
    <w:rsid w:val="001F36C6"/>
    <w:rsid w:val="001F3AA4"/>
    <w:rsid w:val="001F40E6"/>
    <w:rsid w:val="001F44C7"/>
    <w:rsid w:val="001F45CB"/>
    <w:rsid w:val="001F469A"/>
    <w:rsid w:val="001F48EA"/>
    <w:rsid w:val="001F4B58"/>
    <w:rsid w:val="001F4C34"/>
    <w:rsid w:val="001F52A3"/>
    <w:rsid w:val="001F5364"/>
    <w:rsid w:val="001F57A0"/>
    <w:rsid w:val="001F5AC4"/>
    <w:rsid w:val="001F5DAB"/>
    <w:rsid w:val="001F60E1"/>
    <w:rsid w:val="001F6237"/>
    <w:rsid w:val="001F63A5"/>
    <w:rsid w:val="001F6869"/>
    <w:rsid w:val="001F705B"/>
    <w:rsid w:val="002004DA"/>
    <w:rsid w:val="002009AC"/>
    <w:rsid w:val="0020127E"/>
    <w:rsid w:val="002015A6"/>
    <w:rsid w:val="002017B4"/>
    <w:rsid w:val="00201F93"/>
    <w:rsid w:val="0020210D"/>
    <w:rsid w:val="002025FC"/>
    <w:rsid w:val="002027FB"/>
    <w:rsid w:val="002029BF"/>
    <w:rsid w:val="00202F2E"/>
    <w:rsid w:val="0020320B"/>
    <w:rsid w:val="0020333A"/>
    <w:rsid w:val="00203442"/>
    <w:rsid w:val="002037AC"/>
    <w:rsid w:val="00203B74"/>
    <w:rsid w:val="00203D21"/>
    <w:rsid w:val="002041EB"/>
    <w:rsid w:val="00204462"/>
    <w:rsid w:val="00204B28"/>
    <w:rsid w:val="00204CF2"/>
    <w:rsid w:val="00205332"/>
    <w:rsid w:val="0020542B"/>
    <w:rsid w:val="00205930"/>
    <w:rsid w:val="00205A03"/>
    <w:rsid w:val="00206A59"/>
    <w:rsid w:val="00206CA8"/>
    <w:rsid w:val="00206D17"/>
    <w:rsid w:val="00210915"/>
    <w:rsid w:val="00210C20"/>
    <w:rsid w:val="002113E5"/>
    <w:rsid w:val="00211427"/>
    <w:rsid w:val="002120C9"/>
    <w:rsid w:val="002122FC"/>
    <w:rsid w:val="00212D66"/>
    <w:rsid w:val="00212E9D"/>
    <w:rsid w:val="002130A9"/>
    <w:rsid w:val="002132AE"/>
    <w:rsid w:val="002136EC"/>
    <w:rsid w:val="0021390B"/>
    <w:rsid w:val="00214078"/>
    <w:rsid w:val="002146B9"/>
    <w:rsid w:val="00215065"/>
    <w:rsid w:val="002152E6"/>
    <w:rsid w:val="00215C26"/>
    <w:rsid w:val="002164B9"/>
    <w:rsid w:val="002164E1"/>
    <w:rsid w:val="00217215"/>
    <w:rsid w:val="002173CC"/>
    <w:rsid w:val="0021744B"/>
    <w:rsid w:val="0021756A"/>
    <w:rsid w:val="00217F63"/>
    <w:rsid w:val="0022020A"/>
    <w:rsid w:val="00220C12"/>
    <w:rsid w:val="00220CA5"/>
    <w:rsid w:val="00220EF7"/>
    <w:rsid w:val="002210F4"/>
    <w:rsid w:val="002218A8"/>
    <w:rsid w:val="00221B93"/>
    <w:rsid w:val="00222655"/>
    <w:rsid w:val="00222ACC"/>
    <w:rsid w:val="00222E10"/>
    <w:rsid w:val="00222EB8"/>
    <w:rsid w:val="00223253"/>
    <w:rsid w:val="00223713"/>
    <w:rsid w:val="00223764"/>
    <w:rsid w:val="00223866"/>
    <w:rsid w:val="0022413E"/>
    <w:rsid w:val="00224562"/>
    <w:rsid w:val="00224C16"/>
    <w:rsid w:val="00224D82"/>
    <w:rsid w:val="00224E8B"/>
    <w:rsid w:val="002255DE"/>
    <w:rsid w:val="00225730"/>
    <w:rsid w:val="002261C2"/>
    <w:rsid w:val="00226407"/>
    <w:rsid w:val="0022673D"/>
    <w:rsid w:val="00226DA8"/>
    <w:rsid w:val="00226EC4"/>
    <w:rsid w:val="0022716A"/>
    <w:rsid w:val="00227221"/>
    <w:rsid w:val="00227350"/>
    <w:rsid w:val="00227CF5"/>
    <w:rsid w:val="00227D46"/>
    <w:rsid w:val="00230537"/>
    <w:rsid w:val="002308F9"/>
    <w:rsid w:val="00230C10"/>
    <w:rsid w:val="00231607"/>
    <w:rsid w:val="0023169B"/>
    <w:rsid w:val="0023199B"/>
    <w:rsid w:val="00231E40"/>
    <w:rsid w:val="00231E8C"/>
    <w:rsid w:val="002320C5"/>
    <w:rsid w:val="0023273F"/>
    <w:rsid w:val="00232DFF"/>
    <w:rsid w:val="00233244"/>
    <w:rsid w:val="00233A8C"/>
    <w:rsid w:val="00233B43"/>
    <w:rsid w:val="00233E2F"/>
    <w:rsid w:val="00234475"/>
    <w:rsid w:val="002352B1"/>
    <w:rsid w:val="00235490"/>
    <w:rsid w:val="00235DE2"/>
    <w:rsid w:val="00235F1D"/>
    <w:rsid w:val="00235F5A"/>
    <w:rsid w:val="00235FCC"/>
    <w:rsid w:val="00236E39"/>
    <w:rsid w:val="00236FA6"/>
    <w:rsid w:val="002376B3"/>
    <w:rsid w:val="00237A7E"/>
    <w:rsid w:val="00237F86"/>
    <w:rsid w:val="00240ABA"/>
    <w:rsid w:val="00241458"/>
    <w:rsid w:val="00241570"/>
    <w:rsid w:val="0024158E"/>
    <w:rsid w:val="0024161A"/>
    <w:rsid w:val="00241800"/>
    <w:rsid w:val="00241908"/>
    <w:rsid w:val="0024277E"/>
    <w:rsid w:val="00242AEC"/>
    <w:rsid w:val="00242D4A"/>
    <w:rsid w:val="00243195"/>
    <w:rsid w:val="002431B5"/>
    <w:rsid w:val="0024379F"/>
    <w:rsid w:val="0024385F"/>
    <w:rsid w:val="0024389F"/>
    <w:rsid w:val="00243CA3"/>
    <w:rsid w:val="00243D25"/>
    <w:rsid w:val="00243EAD"/>
    <w:rsid w:val="002441FF"/>
    <w:rsid w:val="00244937"/>
    <w:rsid w:val="00244C6A"/>
    <w:rsid w:val="00244F36"/>
    <w:rsid w:val="002451C8"/>
    <w:rsid w:val="00245BEE"/>
    <w:rsid w:val="00245F5F"/>
    <w:rsid w:val="00246538"/>
    <w:rsid w:val="00246947"/>
    <w:rsid w:val="00246F86"/>
    <w:rsid w:val="002471B3"/>
    <w:rsid w:val="00247734"/>
    <w:rsid w:val="00247E33"/>
    <w:rsid w:val="00250159"/>
    <w:rsid w:val="002509AE"/>
    <w:rsid w:val="00250A3B"/>
    <w:rsid w:val="00250BA7"/>
    <w:rsid w:val="00250D69"/>
    <w:rsid w:val="00250F6F"/>
    <w:rsid w:val="002519C4"/>
    <w:rsid w:val="00251B5D"/>
    <w:rsid w:val="00251DB8"/>
    <w:rsid w:val="00251F89"/>
    <w:rsid w:val="00252220"/>
    <w:rsid w:val="002533EF"/>
    <w:rsid w:val="0025391F"/>
    <w:rsid w:val="00253AC7"/>
    <w:rsid w:val="00253BC5"/>
    <w:rsid w:val="00253D0A"/>
    <w:rsid w:val="0025486D"/>
    <w:rsid w:val="00254949"/>
    <w:rsid w:val="00254C97"/>
    <w:rsid w:val="00254CDC"/>
    <w:rsid w:val="00254E58"/>
    <w:rsid w:val="00254EE1"/>
    <w:rsid w:val="00254F32"/>
    <w:rsid w:val="0025565C"/>
    <w:rsid w:val="00255A10"/>
    <w:rsid w:val="00255E85"/>
    <w:rsid w:val="0025646E"/>
    <w:rsid w:val="00256897"/>
    <w:rsid w:val="00256945"/>
    <w:rsid w:val="002569F2"/>
    <w:rsid w:val="00256A16"/>
    <w:rsid w:val="00256C93"/>
    <w:rsid w:val="00256CCD"/>
    <w:rsid w:val="0025712B"/>
    <w:rsid w:val="00260299"/>
    <w:rsid w:val="002607CF"/>
    <w:rsid w:val="00260E42"/>
    <w:rsid w:val="00261025"/>
    <w:rsid w:val="00261471"/>
    <w:rsid w:val="0026243B"/>
    <w:rsid w:val="0026245D"/>
    <w:rsid w:val="0026270B"/>
    <w:rsid w:val="00262A04"/>
    <w:rsid w:val="00263569"/>
    <w:rsid w:val="00263876"/>
    <w:rsid w:val="002638A1"/>
    <w:rsid w:val="002638D9"/>
    <w:rsid w:val="00263F4B"/>
    <w:rsid w:val="0026419D"/>
    <w:rsid w:val="002641CA"/>
    <w:rsid w:val="002645F1"/>
    <w:rsid w:val="0026487F"/>
    <w:rsid w:val="0026490B"/>
    <w:rsid w:val="00264A74"/>
    <w:rsid w:val="00264BC2"/>
    <w:rsid w:val="0026594D"/>
    <w:rsid w:val="00265AE9"/>
    <w:rsid w:val="00265EE7"/>
    <w:rsid w:val="0026605C"/>
    <w:rsid w:val="002661D7"/>
    <w:rsid w:val="002667EF"/>
    <w:rsid w:val="00266E10"/>
    <w:rsid w:val="00266F75"/>
    <w:rsid w:val="00267531"/>
    <w:rsid w:val="0026777E"/>
    <w:rsid w:val="00270415"/>
    <w:rsid w:val="00270416"/>
    <w:rsid w:val="002711B3"/>
    <w:rsid w:val="00271649"/>
    <w:rsid w:val="00271742"/>
    <w:rsid w:val="00271820"/>
    <w:rsid w:val="00272E46"/>
    <w:rsid w:val="0027310D"/>
    <w:rsid w:val="00273609"/>
    <w:rsid w:val="00273644"/>
    <w:rsid w:val="002737A9"/>
    <w:rsid w:val="00273936"/>
    <w:rsid w:val="00273C2A"/>
    <w:rsid w:val="0027442B"/>
    <w:rsid w:val="00274A84"/>
    <w:rsid w:val="00274BD7"/>
    <w:rsid w:val="0027507A"/>
    <w:rsid w:val="002753E5"/>
    <w:rsid w:val="002754D0"/>
    <w:rsid w:val="00275B28"/>
    <w:rsid w:val="00275D00"/>
    <w:rsid w:val="002763D2"/>
    <w:rsid w:val="00276E57"/>
    <w:rsid w:val="00277432"/>
    <w:rsid w:val="002776AD"/>
    <w:rsid w:val="00277980"/>
    <w:rsid w:val="00277F45"/>
    <w:rsid w:val="00280EFF"/>
    <w:rsid w:val="002816C5"/>
    <w:rsid w:val="00281885"/>
    <w:rsid w:val="00281968"/>
    <w:rsid w:val="00281C5C"/>
    <w:rsid w:val="00281CDA"/>
    <w:rsid w:val="00281D82"/>
    <w:rsid w:val="00282E65"/>
    <w:rsid w:val="002837F9"/>
    <w:rsid w:val="0028403F"/>
    <w:rsid w:val="00284111"/>
    <w:rsid w:val="0028452C"/>
    <w:rsid w:val="00284856"/>
    <w:rsid w:val="00284BB4"/>
    <w:rsid w:val="00284E39"/>
    <w:rsid w:val="002853BC"/>
    <w:rsid w:val="002853CE"/>
    <w:rsid w:val="00285643"/>
    <w:rsid w:val="00285BC1"/>
    <w:rsid w:val="00285D52"/>
    <w:rsid w:val="00285E46"/>
    <w:rsid w:val="00285EE6"/>
    <w:rsid w:val="00285F4E"/>
    <w:rsid w:val="002860AE"/>
    <w:rsid w:val="002861BF"/>
    <w:rsid w:val="002866D1"/>
    <w:rsid w:val="0028746B"/>
    <w:rsid w:val="00287633"/>
    <w:rsid w:val="00287663"/>
    <w:rsid w:val="00287A24"/>
    <w:rsid w:val="00287A5E"/>
    <w:rsid w:val="00290A8A"/>
    <w:rsid w:val="00290B37"/>
    <w:rsid w:val="00290C31"/>
    <w:rsid w:val="00290C96"/>
    <w:rsid w:val="00291340"/>
    <w:rsid w:val="0029138A"/>
    <w:rsid w:val="0029185B"/>
    <w:rsid w:val="00291C68"/>
    <w:rsid w:val="00291DDD"/>
    <w:rsid w:val="00291FC1"/>
    <w:rsid w:val="002922EC"/>
    <w:rsid w:val="002938C2"/>
    <w:rsid w:val="00294170"/>
    <w:rsid w:val="0029477B"/>
    <w:rsid w:val="00294E6B"/>
    <w:rsid w:val="002954C1"/>
    <w:rsid w:val="00295833"/>
    <w:rsid w:val="00295BB6"/>
    <w:rsid w:val="00295BC8"/>
    <w:rsid w:val="0029621F"/>
    <w:rsid w:val="00296343"/>
    <w:rsid w:val="002964BE"/>
    <w:rsid w:val="002965C2"/>
    <w:rsid w:val="00296D3A"/>
    <w:rsid w:val="00296EB5"/>
    <w:rsid w:val="00297189"/>
    <w:rsid w:val="00297662"/>
    <w:rsid w:val="00297A3C"/>
    <w:rsid w:val="00297D5D"/>
    <w:rsid w:val="002A03F5"/>
    <w:rsid w:val="002A04C1"/>
    <w:rsid w:val="002A06B0"/>
    <w:rsid w:val="002A0E14"/>
    <w:rsid w:val="002A1111"/>
    <w:rsid w:val="002A139A"/>
    <w:rsid w:val="002A2154"/>
    <w:rsid w:val="002A258F"/>
    <w:rsid w:val="002A26E7"/>
    <w:rsid w:val="002A29AB"/>
    <w:rsid w:val="002A38E7"/>
    <w:rsid w:val="002A3987"/>
    <w:rsid w:val="002A44D3"/>
    <w:rsid w:val="002A4BCA"/>
    <w:rsid w:val="002A4D92"/>
    <w:rsid w:val="002A4FE3"/>
    <w:rsid w:val="002A541C"/>
    <w:rsid w:val="002A564C"/>
    <w:rsid w:val="002A57F9"/>
    <w:rsid w:val="002A5801"/>
    <w:rsid w:val="002A638F"/>
    <w:rsid w:val="002A679B"/>
    <w:rsid w:val="002A6B11"/>
    <w:rsid w:val="002A6B9E"/>
    <w:rsid w:val="002A6FC0"/>
    <w:rsid w:val="002A7536"/>
    <w:rsid w:val="002A761A"/>
    <w:rsid w:val="002A775C"/>
    <w:rsid w:val="002A7859"/>
    <w:rsid w:val="002A78EF"/>
    <w:rsid w:val="002A7FFD"/>
    <w:rsid w:val="002B089A"/>
    <w:rsid w:val="002B0EC2"/>
    <w:rsid w:val="002B1249"/>
    <w:rsid w:val="002B15EF"/>
    <w:rsid w:val="002B16AC"/>
    <w:rsid w:val="002B171A"/>
    <w:rsid w:val="002B21D0"/>
    <w:rsid w:val="002B27D2"/>
    <w:rsid w:val="002B29A3"/>
    <w:rsid w:val="002B2DF1"/>
    <w:rsid w:val="002B2E08"/>
    <w:rsid w:val="002B33F0"/>
    <w:rsid w:val="002B381B"/>
    <w:rsid w:val="002B423C"/>
    <w:rsid w:val="002B431A"/>
    <w:rsid w:val="002B46ED"/>
    <w:rsid w:val="002B48CD"/>
    <w:rsid w:val="002B4AAF"/>
    <w:rsid w:val="002B4B28"/>
    <w:rsid w:val="002B4D6D"/>
    <w:rsid w:val="002B50CA"/>
    <w:rsid w:val="002B5AA2"/>
    <w:rsid w:val="002B5B26"/>
    <w:rsid w:val="002B5E9B"/>
    <w:rsid w:val="002B6645"/>
    <w:rsid w:val="002B73C6"/>
    <w:rsid w:val="002B7449"/>
    <w:rsid w:val="002B77D7"/>
    <w:rsid w:val="002B7AC5"/>
    <w:rsid w:val="002B7D5F"/>
    <w:rsid w:val="002C0603"/>
    <w:rsid w:val="002C0842"/>
    <w:rsid w:val="002C0F56"/>
    <w:rsid w:val="002C121E"/>
    <w:rsid w:val="002C19FB"/>
    <w:rsid w:val="002C1D42"/>
    <w:rsid w:val="002C21BE"/>
    <w:rsid w:val="002C22B2"/>
    <w:rsid w:val="002C2339"/>
    <w:rsid w:val="002C2555"/>
    <w:rsid w:val="002C27CA"/>
    <w:rsid w:val="002C2EE9"/>
    <w:rsid w:val="002C3131"/>
    <w:rsid w:val="002C31DC"/>
    <w:rsid w:val="002C331F"/>
    <w:rsid w:val="002C38F1"/>
    <w:rsid w:val="002C3D63"/>
    <w:rsid w:val="002C40F0"/>
    <w:rsid w:val="002C41AF"/>
    <w:rsid w:val="002C4351"/>
    <w:rsid w:val="002C4D02"/>
    <w:rsid w:val="002C4E11"/>
    <w:rsid w:val="002C4FA7"/>
    <w:rsid w:val="002C5993"/>
    <w:rsid w:val="002C5A7F"/>
    <w:rsid w:val="002C5FBA"/>
    <w:rsid w:val="002C65A9"/>
    <w:rsid w:val="002C68EE"/>
    <w:rsid w:val="002C6A12"/>
    <w:rsid w:val="002C6A71"/>
    <w:rsid w:val="002C7268"/>
    <w:rsid w:val="002C77D7"/>
    <w:rsid w:val="002C78AA"/>
    <w:rsid w:val="002C7D25"/>
    <w:rsid w:val="002D0080"/>
    <w:rsid w:val="002D0D30"/>
    <w:rsid w:val="002D17F6"/>
    <w:rsid w:val="002D19E4"/>
    <w:rsid w:val="002D2113"/>
    <w:rsid w:val="002D2AAF"/>
    <w:rsid w:val="002D2CC5"/>
    <w:rsid w:val="002D2E58"/>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D7299"/>
    <w:rsid w:val="002D7317"/>
    <w:rsid w:val="002E01FC"/>
    <w:rsid w:val="002E02DE"/>
    <w:rsid w:val="002E0373"/>
    <w:rsid w:val="002E05C3"/>
    <w:rsid w:val="002E0616"/>
    <w:rsid w:val="002E07EF"/>
    <w:rsid w:val="002E084C"/>
    <w:rsid w:val="002E089A"/>
    <w:rsid w:val="002E0B33"/>
    <w:rsid w:val="002E0F5B"/>
    <w:rsid w:val="002E10D8"/>
    <w:rsid w:val="002E1275"/>
    <w:rsid w:val="002E1FFF"/>
    <w:rsid w:val="002E22A1"/>
    <w:rsid w:val="002E29C2"/>
    <w:rsid w:val="002E350E"/>
    <w:rsid w:val="002E372A"/>
    <w:rsid w:val="002E3B24"/>
    <w:rsid w:val="002E3EDF"/>
    <w:rsid w:val="002E3FCA"/>
    <w:rsid w:val="002E46D5"/>
    <w:rsid w:val="002E47BF"/>
    <w:rsid w:val="002E4943"/>
    <w:rsid w:val="002E496E"/>
    <w:rsid w:val="002E4B2A"/>
    <w:rsid w:val="002E4FC5"/>
    <w:rsid w:val="002E553B"/>
    <w:rsid w:val="002E60FF"/>
    <w:rsid w:val="002E645B"/>
    <w:rsid w:val="002E68AA"/>
    <w:rsid w:val="002E7180"/>
    <w:rsid w:val="002E71A8"/>
    <w:rsid w:val="002E740E"/>
    <w:rsid w:val="002E7A5B"/>
    <w:rsid w:val="002F0089"/>
    <w:rsid w:val="002F06AA"/>
    <w:rsid w:val="002F06E8"/>
    <w:rsid w:val="002F08BF"/>
    <w:rsid w:val="002F09DF"/>
    <w:rsid w:val="002F0D15"/>
    <w:rsid w:val="002F0EBA"/>
    <w:rsid w:val="002F0F1F"/>
    <w:rsid w:val="002F1067"/>
    <w:rsid w:val="002F1081"/>
    <w:rsid w:val="002F153B"/>
    <w:rsid w:val="002F1984"/>
    <w:rsid w:val="002F1C81"/>
    <w:rsid w:val="002F1D14"/>
    <w:rsid w:val="002F1ED9"/>
    <w:rsid w:val="002F1FB2"/>
    <w:rsid w:val="002F2178"/>
    <w:rsid w:val="002F2474"/>
    <w:rsid w:val="002F2A17"/>
    <w:rsid w:val="002F2FEF"/>
    <w:rsid w:val="002F30BA"/>
    <w:rsid w:val="002F31BB"/>
    <w:rsid w:val="002F323E"/>
    <w:rsid w:val="002F3735"/>
    <w:rsid w:val="002F3A13"/>
    <w:rsid w:val="002F3AC4"/>
    <w:rsid w:val="002F3AE0"/>
    <w:rsid w:val="002F3D32"/>
    <w:rsid w:val="002F4155"/>
    <w:rsid w:val="002F41F8"/>
    <w:rsid w:val="002F4598"/>
    <w:rsid w:val="002F47D9"/>
    <w:rsid w:val="002F4961"/>
    <w:rsid w:val="002F4E19"/>
    <w:rsid w:val="002F4E61"/>
    <w:rsid w:val="002F5666"/>
    <w:rsid w:val="002F57A2"/>
    <w:rsid w:val="002F585A"/>
    <w:rsid w:val="002F59C9"/>
    <w:rsid w:val="002F5A5E"/>
    <w:rsid w:val="002F5AC6"/>
    <w:rsid w:val="002F5BF4"/>
    <w:rsid w:val="002F5E66"/>
    <w:rsid w:val="002F6163"/>
    <w:rsid w:val="002F6E1A"/>
    <w:rsid w:val="002F70A2"/>
    <w:rsid w:val="002F7749"/>
    <w:rsid w:val="002F7B86"/>
    <w:rsid w:val="002F7F13"/>
    <w:rsid w:val="002F7F4C"/>
    <w:rsid w:val="0030017E"/>
    <w:rsid w:val="00300579"/>
    <w:rsid w:val="00300853"/>
    <w:rsid w:val="003011E0"/>
    <w:rsid w:val="00301240"/>
    <w:rsid w:val="00301621"/>
    <w:rsid w:val="003018CF"/>
    <w:rsid w:val="00301CCC"/>
    <w:rsid w:val="00302015"/>
    <w:rsid w:val="0030241A"/>
    <w:rsid w:val="00302460"/>
    <w:rsid w:val="00302F0A"/>
    <w:rsid w:val="003031A2"/>
    <w:rsid w:val="00303399"/>
    <w:rsid w:val="003034D4"/>
    <w:rsid w:val="0030380A"/>
    <w:rsid w:val="003038C2"/>
    <w:rsid w:val="00304091"/>
    <w:rsid w:val="003040C7"/>
    <w:rsid w:val="00304174"/>
    <w:rsid w:val="00304378"/>
    <w:rsid w:val="00304543"/>
    <w:rsid w:val="00304EC1"/>
    <w:rsid w:val="003051D2"/>
    <w:rsid w:val="003055D5"/>
    <w:rsid w:val="00305D56"/>
    <w:rsid w:val="00306249"/>
    <w:rsid w:val="003062D8"/>
    <w:rsid w:val="0030646E"/>
    <w:rsid w:val="00306751"/>
    <w:rsid w:val="00306DB2"/>
    <w:rsid w:val="00307158"/>
    <w:rsid w:val="0030790D"/>
    <w:rsid w:val="00307937"/>
    <w:rsid w:val="003079F2"/>
    <w:rsid w:val="00307F67"/>
    <w:rsid w:val="00311114"/>
    <w:rsid w:val="003113EB"/>
    <w:rsid w:val="00311911"/>
    <w:rsid w:val="003119D4"/>
    <w:rsid w:val="00311EA7"/>
    <w:rsid w:val="00312A53"/>
    <w:rsid w:val="00313F1F"/>
    <w:rsid w:val="00313F26"/>
    <w:rsid w:val="003149AD"/>
    <w:rsid w:val="003153BA"/>
    <w:rsid w:val="00315A42"/>
    <w:rsid w:val="00315B60"/>
    <w:rsid w:val="00315CFC"/>
    <w:rsid w:val="00316299"/>
    <w:rsid w:val="00316339"/>
    <w:rsid w:val="003169B6"/>
    <w:rsid w:val="00316DDC"/>
    <w:rsid w:val="00316F87"/>
    <w:rsid w:val="00316FBE"/>
    <w:rsid w:val="00316FF8"/>
    <w:rsid w:val="0031789E"/>
    <w:rsid w:val="00317BFC"/>
    <w:rsid w:val="00317DAF"/>
    <w:rsid w:val="00320094"/>
    <w:rsid w:val="003206C3"/>
    <w:rsid w:val="00320A40"/>
    <w:rsid w:val="00320A7C"/>
    <w:rsid w:val="00320B6C"/>
    <w:rsid w:val="003212A7"/>
    <w:rsid w:val="00321641"/>
    <w:rsid w:val="00321690"/>
    <w:rsid w:val="00321B4A"/>
    <w:rsid w:val="00321BC9"/>
    <w:rsid w:val="00321D7C"/>
    <w:rsid w:val="00321E04"/>
    <w:rsid w:val="00322000"/>
    <w:rsid w:val="00322557"/>
    <w:rsid w:val="00322730"/>
    <w:rsid w:val="00322823"/>
    <w:rsid w:val="00322A71"/>
    <w:rsid w:val="00322FDE"/>
    <w:rsid w:val="00323774"/>
    <w:rsid w:val="00323E44"/>
    <w:rsid w:val="00324219"/>
    <w:rsid w:val="00324BB0"/>
    <w:rsid w:val="00324D0D"/>
    <w:rsid w:val="00324E60"/>
    <w:rsid w:val="00324EAB"/>
    <w:rsid w:val="00325F5F"/>
    <w:rsid w:val="003271D8"/>
    <w:rsid w:val="00327290"/>
    <w:rsid w:val="00327FB1"/>
    <w:rsid w:val="00330D73"/>
    <w:rsid w:val="00330F68"/>
    <w:rsid w:val="0033113B"/>
    <w:rsid w:val="00331163"/>
    <w:rsid w:val="00331699"/>
    <w:rsid w:val="003316ED"/>
    <w:rsid w:val="00331710"/>
    <w:rsid w:val="00331A72"/>
    <w:rsid w:val="00332204"/>
    <w:rsid w:val="0033255A"/>
    <w:rsid w:val="00332789"/>
    <w:rsid w:val="00332D21"/>
    <w:rsid w:val="003335F6"/>
    <w:rsid w:val="0033365D"/>
    <w:rsid w:val="0033367C"/>
    <w:rsid w:val="003337F8"/>
    <w:rsid w:val="00333801"/>
    <w:rsid w:val="003343F4"/>
    <w:rsid w:val="0033447D"/>
    <w:rsid w:val="00334D16"/>
    <w:rsid w:val="0033556F"/>
    <w:rsid w:val="0033569E"/>
    <w:rsid w:val="00335B59"/>
    <w:rsid w:val="00335C78"/>
    <w:rsid w:val="00335CD3"/>
    <w:rsid w:val="00336432"/>
    <w:rsid w:val="00336547"/>
    <w:rsid w:val="00336776"/>
    <w:rsid w:val="00336932"/>
    <w:rsid w:val="00336B2D"/>
    <w:rsid w:val="00336F2F"/>
    <w:rsid w:val="003371BD"/>
    <w:rsid w:val="003376A7"/>
    <w:rsid w:val="00337832"/>
    <w:rsid w:val="0033783B"/>
    <w:rsid w:val="003378EF"/>
    <w:rsid w:val="00337B77"/>
    <w:rsid w:val="00340389"/>
    <w:rsid w:val="00340529"/>
    <w:rsid w:val="00340AF4"/>
    <w:rsid w:val="00340D4B"/>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3467"/>
    <w:rsid w:val="0034440D"/>
    <w:rsid w:val="003445CA"/>
    <w:rsid w:val="00344C59"/>
    <w:rsid w:val="00344DC3"/>
    <w:rsid w:val="003452E2"/>
    <w:rsid w:val="00345F23"/>
    <w:rsid w:val="00346005"/>
    <w:rsid w:val="003462D6"/>
    <w:rsid w:val="00346CBC"/>
    <w:rsid w:val="00346DCD"/>
    <w:rsid w:val="00347285"/>
    <w:rsid w:val="00347F4F"/>
    <w:rsid w:val="003509C9"/>
    <w:rsid w:val="00350AC7"/>
    <w:rsid w:val="00350B94"/>
    <w:rsid w:val="00351032"/>
    <w:rsid w:val="00351711"/>
    <w:rsid w:val="003518B5"/>
    <w:rsid w:val="00351AEF"/>
    <w:rsid w:val="0035285A"/>
    <w:rsid w:val="00352D23"/>
    <w:rsid w:val="003535FD"/>
    <w:rsid w:val="0035385A"/>
    <w:rsid w:val="0035396A"/>
    <w:rsid w:val="00353997"/>
    <w:rsid w:val="00353A51"/>
    <w:rsid w:val="00353C5E"/>
    <w:rsid w:val="00353E41"/>
    <w:rsid w:val="00353F1E"/>
    <w:rsid w:val="0035436D"/>
    <w:rsid w:val="0035445C"/>
    <w:rsid w:val="003545AF"/>
    <w:rsid w:val="0035489E"/>
    <w:rsid w:val="003550F2"/>
    <w:rsid w:val="003564E8"/>
    <w:rsid w:val="00356822"/>
    <w:rsid w:val="003568FC"/>
    <w:rsid w:val="0035724A"/>
    <w:rsid w:val="00357A64"/>
    <w:rsid w:val="0036127D"/>
    <w:rsid w:val="0036153A"/>
    <w:rsid w:val="00361C8B"/>
    <w:rsid w:val="00361CB0"/>
    <w:rsid w:val="00361DEC"/>
    <w:rsid w:val="00361F28"/>
    <w:rsid w:val="00362199"/>
    <w:rsid w:val="00362C3C"/>
    <w:rsid w:val="00362DEB"/>
    <w:rsid w:val="00363015"/>
    <w:rsid w:val="003633A7"/>
    <w:rsid w:val="00363A6B"/>
    <w:rsid w:val="00363CC3"/>
    <w:rsid w:val="00363FBC"/>
    <w:rsid w:val="00364E67"/>
    <w:rsid w:val="003654D7"/>
    <w:rsid w:val="00366447"/>
    <w:rsid w:val="003664CA"/>
    <w:rsid w:val="003666C4"/>
    <w:rsid w:val="003667D0"/>
    <w:rsid w:val="0036694E"/>
    <w:rsid w:val="00366E55"/>
    <w:rsid w:val="00367013"/>
    <w:rsid w:val="00367366"/>
    <w:rsid w:val="0037015E"/>
    <w:rsid w:val="003714DC"/>
    <w:rsid w:val="003717B0"/>
    <w:rsid w:val="00371AE3"/>
    <w:rsid w:val="00371B49"/>
    <w:rsid w:val="00371E96"/>
    <w:rsid w:val="00371F14"/>
    <w:rsid w:val="00371FB0"/>
    <w:rsid w:val="00372410"/>
    <w:rsid w:val="00372721"/>
    <w:rsid w:val="00372E55"/>
    <w:rsid w:val="0037321C"/>
    <w:rsid w:val="00373546"/>
    <w:rsid w:val="003737F2"/>
    <w:rsid w:val="003738F5"/>
    <w:rsid w:val="00373A21"/>
    <w:rsid w:val="00373FB5"/>
    <w:rsid w:val="0037427C"/>
    <w:rsid w:val="0037471B"/>
    <w:rsid w:val="00374937"/>
    <w:rsid w:val="00374DEE"/>
    <w:rsid w:val="003750AC"/>
    <w:rsid w:val="00375338"/>
    <w:rsid w:val="003753FF"/>
    <w:rsid w:val="00375446"/>
    <w:rsid w:val="00375588"/>
    <w:rsid w:val="003757E2"/>
    <w:rsid w:val="00376012"/>
    <w:rsid w:val="00376314"/>
    <w:rsid w:val="00376439"/>
    <w:rsid w:val="00376937"/>
    <w:rsid w:val="00377047"/>
    <w:rsid w:val="0037711E"/>
    <w:rsid w:val="003776B2"/>
    <w:rsid w:val="00380129"/>
    <w:rsid w:val="003801EE"/>
    <w:rsid w:val="003801FA"/>
    <w:rsid w:val="0038025B"/>
    <w:rsid w:val="0038082A"/>
    <w:rsid w:val="00380A8A"/>
    <w:rsid w:val="00380DF6"/>
    <w:rsid w:val="0038132E"/>
    <w:rsid w:val="003815F3"/>
    <w:rsid w:val="003820CA"/>
    <w:rsid w:val="00382624"/>
    <w:rsid w:val="00382ECF"/>
    <w:rsid w:val="003834DC"/>
    <w:rsid w:val="00383802"/>
    <w:rsid w:val="00383869"/>
    <w:rsid w:val="00383A8A"/>
    <w:rsid w:val="0038430B"/>
    <w:rsid w:val="00384EF8"/>
    <w:rsid w:val="0038539A"/>
    <w:rsid w:val="00385577"/>
    <w:rsid w:val="00385752"/>
    <w:rsid w:val="00385CB0"/>
    <w:rsid w:val="00385D97"/>
    <w:rsid w:val="0038602F"/>
    <w:rsid w:val="00386511"/>
    <w:rsid w:val="00387127"/>
    <w:rsid w:val="003901BC"/>
    <w:rsid w:val="003906FD"/>
    <w:rsid w:val="00390837"/>
    <w:rsid w:val="003908CD"/>
    <w:rsid w:val="0039128D"/>
    <w:rsid w:val="0039155C"/>
    <w:rsid w:val="003916CD"/>
    <w:rsid w:val="0039177B"/>
    <w:rsid w:val="00391BB8"/>
    <w:rsid w:val="00392090"/>
    <w:rsid w:val="003922F6"/>
    <w:rsid w:val="00392A24"/>
    <w:rsid w:val="00392D05"/>
    <w:rsid w:val="003930A8"/>
    <w:rsid w:val="00393147"/>
    <w:rsid w:val="0039338C"/>
    <w:rsid w:val="003945D5"/>
    <w:rsid w:val="003946C8"/>
    <w:rsid w:val="00394A73"/>
    <w:rsid w:val="00394DAC"/>
    <w:rsid w:val="00394F04"/>
    <w:rsid w:val="00394F07"/>
    <w:rsid w:val="00395199"/>
    <w:rsid w:val="00395355"/>
    <w:rsid w:val="003956FB"/>
    <w:rsid w:val="003957B3"/>
    <w:rsid w:val="003964BB"/>
    <w:rsid w:val="003966D6"/>
    <w:rsid w:val="00396BB6"/>
    <w:rsid w:val="00396FB2"/>
    <w:rsid w:val="003973FF"/>
    <w:rsid w:val="003974FC"/>
    <w:rsid w:val="00397725"/>
    <w:rsid w:val="003977D0"/>
    <w:rsid w:val="0039781A"/>
    <w:rsid w:val="00397DAF"/>
    <w:rsid w:val="003A07FC"/>
    <w:rsid w:val="003A0B4E"/>
    <w:rsid w:val="003A0FF9"/>
    <w:rsid w:val="003A1372"/>
    <w:rsid w:val="003A1BA7"/>
    <w:rsid w:val="003A1BEB"/>
    <w:rsid w:val="003A1CA8"/>
    <w:rsid w:val="003A2980"/>
    <w:rsid w:val="003A29D2"/>
    <w:rsid w:val="003A2A0F"/>
    <w:rsid w:val="003A2BD3"/>
    <w:rsid w:val="003A37D6"/>
    <w:rsid w:val="003A37E7"/>
    <w:rsid w:val="003A3A2F"/>
    <w:rsid w:val="003A414D"/>
    <w:rsid w:val="003A50F5"/>
    <w:rsid w:val="003A5332"/>
    <w:rsid w:val="003A540B"/>
    <w:rsid w:val="003A54B5"/>
    <w:rsid w:val="003A54B6"/>
    <w:rsid w:val="003A5557"/>
    <w:rsid w:val="003A5B16"/>
    <w:rsid w:val="003A5B46"/>
    <w:rsid w:val="003A5EBE"/>
    <w:rsid w:val="003A5F64"/>
    <w:rsid w:val="003A5F99"/>
    <w:rsid w:val="003A6598"/>
    <w:rsid w:val="003A65D2"/>
    <w:rsid w:val="003A691C"/>
    <w:rsid w:val="003A6B21"/>
    <w:rsid w:val="003A6D51"/>
    <w:rsid w:val="003A7147"/>
    <w:rsid w:val="003A7652"/>
    <w:rsid w:val="003A7824"/>
    <w:rsid w:val="003A7B34"/>
    <w:rsid w:val="003A7D3D"/>
    <w:rsid w:val="003A7E3B"/>
    <w:rsid w:val="003B0373"/>
    <w:rsid w:val="003B0F03"/>
    <w:rsid w:val="003B1044"/>
    <w:rsid w:val="003B1ABD"/>
    <w:rsid w:val="003B1B6D"/>
    <w:rsid w:val="003B21E4"/>
    <w:rsid w:val="003B2D31"/>
    <w:rsid w:val="003B3497"/>
    <w:rsid w:val="003B3755"/>
    <w:rsid w:val="003B3DDF"/>
    <w:rsid w:val="003B432D"/>
    <w:rsid w:val="003B4502"/>
    <w:rsid w:val="003B4843"/>
    <w:rsid w:val="003B4DB5"/>
    <w:rsid w:val="003B4E49"/>
    <w:rsid w:val="003B4E82"/>
    <w:rsid w:val="003B5675"/>
    <w:rsid w:val="003B588D"/>
    <w:rsid w:val="003B59F7"/>
    <w:rsid w:val="003B5AA6"/>
    <w:rsid w:val="003B5BA2"/>
    <w:rsid w:val="003B5F2C"/>
    <w:rsid w:val="003B66FD"/>
    <w:rsid w:val="003B6CEE"/>
    <w:rsid w:val="003B6FF0"/>
    <w:rsid w:val="003B70B0"/>
    <w:rsid w:val="003B7252"/>
    <w:rsid w:val="003B7408"/>
    <w:rsid w:val="003B7905"/>
    <w:rsid w:val="003B7FC4"/>
    <w:rsid w:val="003C0177"/>
    <w:rsid w:val="003C057C"/>
    <w:rsid w:val="003C0A74"/>
    <w:rsid w:val="003C0ABF"/>
    <w:rsid w:val="003C0C5A"/>
    <w:rsid w:val="003C0CBC"/>
    <w:rsid w:val="003C116F"/>
    <w:rsid w:val="003C124F"/>
    <w:rsid w:val="003C170B"/>
    <w:rsid w:val="003C1CB3"/>
    <w:rsid w:val="003C26ED"/>
    <w:rsid w:val="003C27C8"/>
    <w:rsid w:val="003C2AC1"/>
    <w:rsid w:val="003C2FF5"/>
    <w:rsid w:val="003C313B"/>
    <w:rsid w:val="003C31E0"/>
    <w:rsid w:val="003C3C16"/>
    <w:rsid w:val="003C3F40"/>
    <w:rsid w:val="003C4114"/>
    <w:rsid w:val="003C5365"/>
    <w:rsid w:val="003C599D"/>
    <w:rsid w:val="003C5B94"/>
    <w:rsid w:val="003C5EFB"/>
    <w:rsid w:val="003C632D"/>
    <w:rsid w:val="003C665A"/>
    <w:rsid w:val="003C6802"/>
    <w:rsid w:val="003C6BC3"/>
    <w:rsid w:val="003C6EC4"/>
    <w:rsid w:val="003C7722"/>
    <w:rsid w:val="003C7B13"/>
    <w:rsid w:val="003D0249"/>
    <w:rsid w:val="003D0455"/>
    <w:rsid w:val="003D0467"/>
    <w:rsid w:val="003D0B54"/>
    <w:rsid w:val="003D12B5"/>
    <w:rsid w:val="003D13AC"/>
    <w:rsid w:val="003D1660"/>
    <w:rsid w:val="003D21CC"/>
    <w:rsid w:val="003D2288"/>
    <w:rsid w:val="003D240C"/>
    <w:rsid w:val="003D2C69"/>
    <w:rsid w:val="003D41A3"/>
    <w:rsid w:val="003D5170"/>
    <w:rsid w:val="003D5411"/>
    <w:rsid w:val="003D59E3"/>
    <w:rsid w:val="003D5A72"/>
    <w:rsid w:val="003D6840"/>
    <w:rsid w:val="003D6E2A"/>
    <w:rsid w:val="003D7226"/>
    <w:rsid w:val="003D7761"/>
    <w:rsid w:val="003D7D78"/>
    <w:rsid w:val="003E0219"/>
    <w:rsid w:val="003E05D8"/>
    <w:rsid w:val="003E0738"/>
    <w:rsid w:val="003E07A4"/>
    <w:rsid w:val="003E07D3"/>
    <w:rsid w:val="003E09CC"/>
    <w:rsid w:val="003E0B20"/>
    <w:rsid w:val="003E1518"/>
    <w:rsid w:val="003E157A"/>
    <w:rsid w:val="003E1FFE"/>
    <w:rsid w:val="003E2317"/>
    <w:rsid w:val="003E29CE"/>
    <w:rsid w:val="003E2BB7"/>
    <w:rsid w:val="003E3003"/>
    <w:rsid w:val="003E31FE"/>
    <w:rsid w:val="003E39B3"/>
    <w:rsid w:val="003E4250"/>
    <w:rsid w:val="003E4706"/>
    <w:rsid w:val="003E4A40"/>
    <w:rsid w:val="003E4C22"/>
    <w:rsid w:val="003E4EC1"/>
    <w:rsid w:val="003E5AD8"/>
    <w:rsid w:val="003E69A0"/>
    <w:rsid w:val="003E6FEE"/>
    <w:rsid w:val="003E704B"/>
    <w:rsid w:val="003E71AC"/>
    <w:rsid w:val="003E7DCC"/>
    <w:rsid w:val="003E7ECC"/>
    <w:rsid w:val="003F014A"/>
    <w:rsid w:val="003F015B"/>
    <w:rsid w:val="003F025D"/>
    <w:rsid w:val="003F029D"/>
    <w:rsid w:val="003F03BB"/>
    <w:rsid w:val="003F0AF4"/>
    <w:rsid w:val="003F0E67"/>
    <w:rsid w:val="003F0E84"/>
    <w:rsid w:val="003F124C"/>
    <w:rsid w:val="003F13D9"/>
    <w:rsid w:val="003F173B"/>
    <w:rsid w:val="003F1E22"/>
    <w:rsid w:val="003F1E34"/>
    <w:rsid w:val="003F202A"/>
    <w:rsid w:val="003F2086"/>
    <w:rsid w:val="003F22F5"/>
    <w:rsid w:val="003F2826"/>
    <w:rsid w:val="003F3914"/>
    <w:rsid w:val="003F3E26"/>
    <w:rsid w:val="003F40A6"/>
    <w:rsid w:val="003F52F7"/>
    <w:rsid w:val="003F5B3B"/>
    <w:rsid w:val="003F5B52"/>
    <w:rsid w:val="003F5C8F"/>
    <w:rsid w:val="003F5ECE"/>
    <w:rsid w:val="003F62A8"/>
    <w:rsid w:val="003F63A5"/>
    <w:rsid w:val="003F63B8"/>
    <w:rsid w:val="003F6820"/>
    <w:rsid w:val="003F69FF"/>
    <w:rsid w:val="003F7623"/>
    <w:rsid w:val="003F7764"/>
    <w:rsid w:val="003F77FB"/>
    <w:rsid w:val="003F7A50"/>
    <w:rsid w:val="003F7BEA"/>
    <w:rsid w:val="003F7E08"/>
    <w:rsid w:val="00400287"/>
    <w:rsid w:val="00400587"/>
    <w:rsid w:val="00400654"/>
    <w:rsid w:val="004009FE"/>
    <w:rsid w:val="00400ACB"/>
    <w:rsid w:val="00400B62"/>
    <w:rsid w:val="00400C96"/>
    <w:rsid w:val="00401B2E"/>
    <w:rsid w:val="004023E5"/>
    <w:rsid w:val="004025FF"/>
    <w:rsid w:val="00402887"/>
    <w:rsid w:val="00402C66"/>
    <w:rsid w:val="00403394"/>
    <w:rsid w:val="004033FD"/>
    <w:rsid w:val="00403857"/>
    <w:rsid w:val="00403D86"/>
    <w:rsid w:val="00404099"/>
    <w:rsid w:val="004040DA"/>
    <w:rsid w:val="0040415A"/>
    <w:rsid w:val="0040448A"/>
    <w:rsid w:val="004044A0"/>
    <w:rsid w:val="0040488A"/>
    <w:rsid w:val="00404EAC"/>
    <w:rsid w:val="004054ED"/>
    <w:rsid w:val="00405CB5"/>
    <w:rsid w:val="00406044"/>
    <w:rsid w:val="00406873"/>
    <w:rsid w:val="004068DC"/>
    <w:rsid w:val="00406E3E"/>
    <w:rsid w:val="004072D5"/>
    <w:rsid w:val="00407DEF"/>
    <w:rsid w:val="0041011D"/>
    <w:rsid w:val="004102B1"/>
    <w:rsid w:val="004105FF"/>
    <w:rsid w:val="00410655"/>
    <w:rsid w:val="0041105D"/>
    <w:rsid w:val="0041110A"/>
    <w:rsid w:val="00411271"/>
    <w:rsid w:val="00411762"/>
    <w:rsid w:val="00411D40"/>
    <w:rsid w:val="00411DD1"/>
    <w:rsid w:val="00412226"/>
    <w:rsid w:val="00412460"/>
    <w:rsid w:val="00412484"/>
    <w:rsid w:val="004129AA"/>
    <w:rsid w:val="00412E9F"/>
    <w:rsid w:val="00413E5C"/>
    <w:rsid w:val="0041441E"/>
    <w:rsid w:val="0041523E"/>
    <w:rsid w:val="00415675"/>
    <w:rsid w:val="00415A19"/>
    <w:rsid w:val="00415C80"/>
    <w:rsid w:val="00415CF5"/>
    <w:rsid w:val="00415DAE"/>
    <w:rsid w:val="00416351"/>
    <w:rsid w:val="00416405"/>
    <w:rsid w:val="00416672"/>
    <w:rsid w:val="00416965"/>
    <w:rsid w:val="00416F1B"/>
    <w:rsid w:val="004170F4"/>
    <w:rsid w:val="004176A8"/>
    <w:rsid w:val="00417835"/>
    <w:rsid w:val="00417CC0"/>
    <w:rsid w:val="004200AE"/>
    <w:rsid w:val="0042040B"/>
    <w:rsid w:val="00420643"/>
    <w:rsid w:val="00420CB4"/>
    <w:rsid w:val="00421069"/>
    <w:rsid w:val="00421401"/>
    <w:rsid w:val="00421483"/>
    <w:rsid w:val="00421C86"/>
    <w:rsid w:val="00422357"/>
    <w:rsid w:val="00422736"/>
    <w:rsid w:val="00422AAE"/>
    <w:rsid w:val="00422AC4"/>
    <w:rsid w:val="00422DE0"/>
    <w:rsid w:val="00423179"/>
    <w:rsid w:val="00423C81"/>
    <w:rsid w:val="00424152"/>
    <w:rsid w:val="0042433C"/>
    <w:rsid w:val="0042441A"/>
    <w:rsid w:val="00424CC3"/>
    <w:rsid w:val="00425916"/>
    <w:rsid w:val="00425C56"/>
    <w:rsid w:val="00425CF7"/>
    <w:rsid w:val="00426331"/>
    <w:rsid w:val="004265BF"/>
    <w:rsid w:val="00426742"/>
    <w:rsid w:val="00426AE3"/>
    <w:rsid w:val="00426C3F"/>
    <w:rsid w:val="004272F4"/>
    <w:rsid w:val="0043033E"/>
    <w:rsid w:val="0043057F"/>
    <w:rsid w:val="004306A7"/>
    <w:rsid w:val="004306F9"/>
    <w:rsid w:val="0043145F"/>
    <w:rsid w:val="00431B4D"/>
    <w:rsid w:val="004321BF"/>
    <w:rsid w:val="0043246D"/>
    <w:rsid w:val="00432537"/>
    <w:rsid w:val="00432BF6"/>
    <w:rsid w:val="00432D25"/>
    <w:rsid w:val="00432D76"/>
    <w:rsid w:val="00432E80"/>
    <w:rsid w:val="00432F11"/>
    <w:rsid w:val="00432F26"/>
    <w:rsid w:val="00433203"/>
    <w:rsid w:val="004332DF"/>
    <w:rsid w:val="004334B0"/>
    <w:rsid w:val="004335B4"/>
    <w:rsid w:val="004337BB"/>
    <w:rsid w:val="004340B8"/>
    <w:rsid w:val="00434356"/>
    <w:rsid w:val="004343AD"/>
    <w:rsid w:val="00434531"/>
    <w:rsid w:val="004348AF"/>
    <w:rsid w:val="004348EC"/>
    <w:rsid w:val="00434B57"/>
    <w:rsid w:val="00434BC4"/>
    <w:rsid w:val="00434D3E"/>
    <w:rsid w:val="00434F09"/>
    <w:rsid w:val="004351ED"/>
    <w:rsid w:val="00435252"/>
    <w:rsid w:val="00435362"/>
    <w:rsid w:val="004353C6"/>
    <w:rsid w:val="0043559C"/>
    <w:rsid w:val="004355A5"/>
    <w:rsid w:val="00435804"/>
    <w:rsid w:val="0043581C"/>
    <w:rsid w:val="004364C6"/>
    <w:rsid w:val="0043688C"/>
    <w:rsid w:val="00436C16"/>
    <w:rsid w:val="00436F61"/>
    <w:rsid w:val="004374B3"/>
    <w:rsid w:val="004375A8"/>
    <w:rsid w:val="00437810"/>
    <w:rsid w:val="004379B1"/>
    <w:rsid w:val="00437CF7"/>
    <w:rsid w:val="004400BB"/>
    <w:rsid w:val="0044067C"/>
    <w:rsid w:val="00440E19"/>
    <w:rsid w:val="00440E8C"/>
    <w:rsid w:val="0044116B"/>
    <w:rsid w:val="0044126A"/>
    <w:rsid w:val="004417EE"/>
    <w:rsid w:val="00441D6B"/>
    <w:rsid w:val="00441F64"/>
    <w:rsid w:val="004421A0"/>
    <w:rsid w:val="004426B9"/>
    <w:rsid w:val="004437F6"/>
    <w:rsid w:val="00443878"/>
    <w:rsid w:val="00443B8C"/>
    <w:rsid w:val="00443EAB"/>
    <w:rsid w:val="0044488B"/>
    <w:rsid w:val="00444913"/>
    <w:rsid w:val="00445304"/>
    <w:rsid w:val="00445D16"/>
    <w:rsid w:val="00445D57"/>
    <w:rsid w:val="0044645E"/>
    <w:rsid w:val="00446A9A"/>
    <w:rsid w:val="00446C08"/>
    <w:rsid w:val="00447EA6"/>
    <w:rsid w:val="00447FB9"/>
    <w:rsid w:val="0045010B"/>
    <w:rsid w:val="00450255"/>
    <w:rsid w:val="004509C6"/>
    <w:rsid w:val="00451344"/>
    <w:rsid w:val="004516A0"/>
    <w:rsid w:val="00451711"/>
    <w:rsid w:val="00451956"/>
    <w:rsid w:val="00451E58"/>
    <w:rsid w:val="00452185"/>
    <w:rsid w:val="00452421"/>
    <w:rsid w:val="00452516"/>
    <w:rsid w:val="00452579"/>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6BE0"/>
    <w:rsid w:val="00456D47"/>
    <w:rsid w:val="00456D8E"/>
    <w:rsid w:val="00457331"/>
    <w:rsid w:val="00457828"/>
    <w:rsid w:val="00457A1A"/>
    <w:rsid w:val="00457AB5"/>
    <w:rsid w:val="00457D9D"/>
    <w:rsid w:val="00460977"/>
    <w:rsid w:val="004611BE"/>
    <w:rsid w:val="00461E08"/>
    <w:rsid w:val="00461E97"/>
    <w:rsid w:val="00462141"/>
    <w:rsid w:val="0046228F"/>
    <w:rsid w:val="0046247B"/>
    <w:rsid w:val="00462848"/>
    <w:rsid w:val="00462B8B"/>
    <w:rsid w:val="0046307D"/>
    <w:rsid w:val="004634F8"/>
    <w:rsid w:val="004635B5"/>
    <w:rsid w:val="00463B08"/>
    <w:rsid w:val="00463D66"/>
    <w:rsid w:val="00464238"/>
    <w:rsid w:val="00464D1C"/>
    <w:rsid w:val="00465106"/>
    <w:rsid w:val="0046562C"/>
    <w:rsid w:val="00465738"/>
    <w:rsid w:val="0046675C"/>
    <w:rsid w:val="004669BF"/>
    <w:rsid w:val="0046753A"/>
    <w:rsid w:val="00470235"/>
    <w:rsid w:val="00470741"/>
    <w:rsid w:val="00470818"/>
    <w:rsid w:val="00470B30"/>
    <w:rsid w:val="00470DFC"/>
    <w:rsid w:val="004710EF"/>
    <w:rsid w:val="00471138"/>
    <w:rsid w:val="00472474"/>
    <w:rsid w:val="00472909"/>
    <w:rsid w:val="00472D53"/>
    <w:rsid w:val="004736A0"/>
    <w:rsid w:val="004736A6"/>
    <w:rsid w:val="004736BA"/>
    <w:rsid w:val="0047379B"/>
    <w:rsid w:val="00474151"/>
    <w:rsid w:val="00474170"/>
    <w:rsid w:val="0047424A"/>
    <w:rsid w:val="004742A7"/>
    <w:rsid w:val="00474417"/>
    <w:rsid w:val="00475B8C"/>
    <w:rsid w:val="00475D8E"/>
    <w:rsid w:val="00475F61"/>
    <w:rsid w:val="00476115"/>
    <w:rsid w:val="00476C65"/>
    <w:rsid w:val="00476F72"/>
    <w:rsid w:val="00477564"/>
    <w:rsid w:val="00477566"/>
    <w:rsid w:val="00477605"/>
    <w:rsid w:val="004776B6"/>
    <w:rsid w:val="004777E0"/>
    <w:rsid w:val="004778F7"/>
    <w:rsid w:val="00477900"/>
    <w:rsid w:val="00480441"/>
    <w:rsid w:val="00480D00"/>
    <w:rsid w:val="0048134B"/>
    <w:rsid w:val="004816AB"/>
    <w:rsid w:val="00481722"/>
    <w:rsid w:val="0048199C"/>
    <w:rsid w:val="00481BCF"/>
    <w:rsid w:val="00481D59"/>
    <w:rsid w:val="004826A8"/>
    <w:rsid w:val="00482743"/>
    <w:rsid w:val="004829C2"/>
    <w:rsid w:val="00482F3E"/>
    <w:rsid w:val="004836E0"/>
    <w:rsid w:val="00483D58"/>
    <w:rsid w:val="004847B8"/>
    <w:rsid w:val="004849A7"/>
    <w:rsid w:val="004849E6"/>
    <w:rsid w:val="00485146"/>
    <w:rsid w:val="0048527E"/>
    <w:rsid w:val="00485896"/>
    <w:rsid w:val="00485C10"/>
    <w:rsid w:val="00485C27"/>
    <w:rsid w:val="00485DCC"/>
    <w:rsid w:val="00485F1C"/>
    <w:rsid w:val="0048619E"/>
    <w:rsid w:val="00486345"/>
    <w:rsid w:val="0048648D"/>
    <w:rsid w:val="004876BB"/>
    <w:rsid w:val="00487797"/>
    <w:rsid w:val="004877E6"/>
    <w:rsid w:val="00487DD9"/>
    <w:rsid w:val="00490432"/>
    <w:rsid w:val="00490AAE"/>
    <w:rsid w:val="00490CC3"/>
    <w:rsid w:val="00490E2B"/>
    <w:rsid w:val="004913D8"/>
    <w:rsid w:val="004914BE"/>
    <w:rsid w:val="004917A7"/>
    <w:rsid w:val="00491B44"/>
    <w:rsid w:val="00492109"/>
    <w:rsid w:val="004921BD"/>
    <w:rsid w:val="00492427"/>
    <w:rsid w:val="00492A1A"/>
    <w:rsid w:val="0049324E"/>
    <w:rsid w:val="00493599"/>
    <w:rsid w:val="004937DF"/>
    <w:rsid w:val="00493807"/>
    <w:rsid w:val="00493952"/>
    <w:rsid w:val="004939EE"/>
    <w:rsid w:val="00493A46"/>
    <w:rsid w:val="00493DFE"/>
    <w:rsid w:val="00493EEB"/>
    <w:rsid w:val="00494064"/>
    <w:rsid w:val="0049411B"/>
    <w:rsid w:val="004942E5"/>
    <w:rsid w:val="00494655"/>
    <w:rsid w:val="00494AA9"/>
    <w:rsid w:val="00494C00"/>
    <w:rsid w:val="00494EA7"/>
    <w:rsid w:val="00494EB0"/>
    <w:rsid w:val="00495E72"/>
    <w:rsid w:val="00496BDF"/>
    <w:rsid w:val="00496C5A"/>
    <w:rsid w:val="004970B3"/>
    <w:rsid w:val="00497401"/>
    <w:rsid w:val="00497504"/>
    <w:rsid w:val="00497686"/>
    <w:rsid w:val="004A03F8"/>
    <w:rsid w:val="004A04DF"/>
    <w:rsid w:val="004A05CC"/>
    <w:rsid w:val="004A0805"/>
    <w:rsid w:val="004A0D89"/>
    <w:rsid w:val="004A0E03"/>
    <w:rsid w:val="004A0E8F"/>
    <w:rsid w:val="004A1930"/>
    <w:rsid w:val="004A1EE6"/>
    <w:rsid w:val="004A1FBC"/>
    <w:rsid w:val="004A21B2"/>
    <w:rsid w:val="004A2315"/>
    <w:rsid w:val="004A26DC"/>
    <w:rsid w:val="004A2976"/>
    <w:rsid w:val="004A29C3"/>
    <w:rsid w:val="004A2BCF"/>
    <w:rsid w:val="004A2E65"/>
    <w:rsid w:val="004A35DD"/>
    <w:rsid w:val="004A3856"/>
    <w:rsid w:val="004A4081"/>
    <w:rsid w:val="004A4853"/>
    <w:rsid w:val="004A4CC3"/>
    <w:rsid w:val="004A5181"/>
    <w:rsid w:val="004A51B0"/>
    <w:rsid w:val="004A5621"/>
    <w:rsid w:val="004A58F4"/>
    <w:rsid w:val="004A5AE4"/>
    <w:rsid w:val="004A6472"/>
    <w:rsid w:val="004A67B3"/>
    <w:rsid w:val="004A69C3"/>
    <w:rsid w:val="004A6D1E"/>
    <w:rsid w:val="004A6DA0"/>
    <w:rsid w:val="004A74EB"/>
    <w:rsid w:val="004A7578"/>
    <w:rsid w:val="004A75BC"/>
    <w:rsid w:val="004A7702"/>
    <w:rsid w:val="004A7CF4"/>
    <w:rsid w:val="004B028A"/>
    <w:rsid w:val="004B0328"/>
    <w:rsid w:val="004B05D2"/>
    <w:rsid w:val="004B0E31"/>
    <w:rsid w:val="004B0F78"/>
    <w:rsid w:val="004B10B4"/>
    <w:rsid w:val="004B185D"/>
    <w:rsid w:val="004B28AA"/>
    <w:rsid w:val="004B2BE1"/>
    <w:rsid w:val="004B2C36"/>
    <w:rsid w:val="004B325C"/>
    <w:rsid w:val="004B3530"/>
    <w:rsid w:val="004B36BC"/>
    <w:rsid w:val="004B39E3"/>
    <w:rsid w:val="004B4B34"/>
    <w:rsid w:val="004B4F3F"/>
    <w:rsid w:val="004B57B5"/>
    <w:rsid w:val="004B5D34"/>
    <w:rsid w:val="004B634C"/>
    <w:rsid w:val="004B6355"/>
    <w:rsid w:val="004B6D1C"/>
    <w:rsid w:val="004B7050"/>
    <w:rsid w:val="004B7330"/>
    <w:rsid w:val="004B7A10"/>
    <w:rsid w:val="004B7A85"/>
    <w:rsid w:val="004C055F"/>
    <w:rsid w:val="004C0874"/>
    <w:rsid w:val="004C1641"/>
    <w:rsid w:val="004C19B3"/>
    <w:rsid w:val="004C2000"/>
    <w:rsid w:val="004C216C"/>
    <w:rsid w:val="004C26D4"/>
    <w:rsid w:val="004C2E1C"/>
    <w:rsid w:val="004C2F2D"/>
    <w:rsid w:val="004C2F96"/>
    <w:rsid w:val="004C2FCA"/>
    <w:rsid w:val="004C33F3"/>
    <w:rsid w:val="004C34C8"/>
    <w:rsid w:val="004C366F"/>
    <w:rsid w:val="004C381C"/>
    <w:rsid w:val="004C3F8A"/>
    <w:rsid w:val="004C3F9E"/>
    <w:rsid w:val="004C46DE"/>
    <w:rsid w:val="004C55A7"/>
    <w:rsid w:val="004C6979"/>
    <w:rsid w:val="004C6D68"/>
    <w:rsid w:val="004C72CF"/>
    <w:rsid w:val="004C759B"/>
    <w:rsid w:val="004C7C8A"/>
    <w:rsid w:val="004C7E95"/>
    <w:rsid w:val="004C7FD5"/>
    <w:rsid w:val="004D0309"/>
    <w:rsid w:val="004D037E"/>
    <w:rsid w:val="004D0F22"/>
    <w:rsid w:val="004D1365"/>
    <w:rsid w:val="004D162A"/>
    <w:rsid w:val="004D1E9E"/>
    <w:rsid w:val="004D2664"/>
    <w:rsid w:val="004D34D9"/>
    <w:rsid w:val="004D3901"/>
    <w:rsid w:val="004D56A2"/>
    <w:rsid w:val="004D586D"/>
    <w:rsid w:val="004D649A"/>
    <w:rsid w:val="004D6994"/>
    <w:rsid w:val="004D6A44"/>
    <w:rsid w:val="004D741B"/>
    <w:rsid w:val="004D76A4"/>
    <w:rsid w:val="004D7A10"/>
    <w:rsid w:val="004D7C81"/>
    <w:rsid w:val="004D7EFF"/>
    <w:rsid w:val="004D7F97"/>
    <w:rsid w:val="004E0965"/>
    <w:rsid w:val="004E0CB5"/>
    <w:rsid w:val="004E0E33"/>
    <w:rsid w:val="004E1469"/>
    <w:rsid w:val="004E1B66"/>
    <w:rsid w:val="004E1C41"/>
    <w:rsid w:val="004E1CE7"/>
    <w:rsid w:val="004E23DF"/>
    <w:rsid w:val="004E2CFA"/>
    <w:rsid w:val="004E2D95"/>
    <w:rsid w:val="004E3548"/>
    <w:rsid w:val="004E36E4"/>
    <w:rsid w:val="004E446B"/>
    <w:rsid w:val="004E4488"/>
    <w:rsid w:val="004E4F45"/>
    <w:rsid w:val="004E5378"/>
    <w:rsid w:val="004E549A"/>
    <w:rsid w:val="004E5511"/>
    <w:rsid w:val="004E5D9D"/>
    <w:rsid w:val="004E5EB0"/>
    <w:rsid w:val="004E5ED6"/>
    <w:rsid w:val="004E69F9"/>
    <w:rsid w:val="004E6D23"/>
    <w:rsid w:val="004E6D71"/>
    <w:rsid w:val="004E6DCF"/>
    <w:rsid w:val="004E6EC8"/>
    <w:rsid w:val="004E73AC"/>
    <w:rsid w:val="004E77BE"/>
    <w:rsid w:val="004E7895"/>
    <w:rsid w:val="004E79B6"/>
    <w:rsid w:val="004F06A3"/>
    <w:rsid w:val="004F0788"/>
    <w:rsid w:val="004F0DA1"/>
    <w:rsid w:val="004F0FAB"/>
    <w:rsid w:val="004F1383"/>
    <w:rsid w:val="004F147D"/>
    <w:rsid w:val="004F1652"/>
    <w:rsid w:val="004F26EC"/>
    <w:rsid w:val="004F2D4D"/>
    <w:rsid w:val="004F2F39"/>
    <w:rsid w:val="004F3119"/>
    <w:rsid w:val="004F3CE0"/>
    <w:rsid w:val="004F3DDE"/>
    <w:rsid w:val="004F408B"/>
    <w:rsid w:val="004F42CF"/>
    <w:rsid w:val="004F4BB1"/>
    <w:rsid w:val="004F4C2E"/>
    <w:rsid w:val="004F54F3"/>
    <w:rsid w:val="004F5602"/>
    <w:rsid w:val="004F574B"/>
    <w:rsid w:val="004F5752"/>
    <w:rsid w:val="004F5E6F"/>
    <w:rsid w:val="004F5EF8"/>
    <w:rsid w:val="004F5FB0"/>
    <w:rsid w:val="004F6725"/>
    <w:rsid w:val="004F691A"/>
    <w:rsid w:val="004F6935"/>
    <w:rsid w:val="004F6E3B"/>
    <w:rsid w:val="004F6EA3"/>
    <w:rsid w:val="004F7597"/>
    <w:rsid w:val="004F7724"/>
    <w:rsid w:val="004F7DE8"/>
    <w:rsid w:val="00500A37"/>
    <w:rsid w:val="00501223"/>
    <w:rsid w:val="00501ED9"/>
    <w:rsid w:val="0050269C"/>
    <w:rsid w:val="00502A14"/>
    <w:rsid w:val="005030A2"/>
    <w:rsid w:val="005033CD"/>
    <w:rsid w:val="00503B88"/>
    <w:rsid w:val="00503C3C"/>
    <w:rsid w:val="00503D5C"/>
    <w:rsid w:val="005046F5"/>
    <w:rsid w:val="00504861"/>
    <w:rsid w:val="00504BFC"/>
    <w:rsid w:val="00504CCB"/>
    <w:rsid w:val="00504FD7"/>
    <w:rsid w:val="0050544A"/>
    <w:rsid w:val="00505CE6"/>
    <w:rsid w:val="00506460"/>
    <w:rsid w:val="00506718"/>
    <w:rsid w:val="005072C2"/>
    <w:rsid w:val="0050740A"/>
    <w:rsid w:val="00507696"/>
    <w:rsid w:val="005077CF"/>
    <w:rsid w:val="00507C50"/>
    <w:rsid w:val="00510074"/>
    <w:rsid w:val="005106D2"/>
    <w:rsid w:val="005108FC"/>
    <w:rsid w:val="0051120F"/>
    <w:rsid w:val="005112B4"/>
    <w:rsid w:val="005116AE"/>
    <w:rsid w:val="005122A6"/>
    <w:rsid w:val="00512342"/>
    <w:rsid w:val="00512634"/>
    <w:rsid w:val="0051278F"/>
    <w:rsid w:val="00513059"/>
    <w:rsid w:val="005131C8"/>
    <w:rsid w:val="00513296"/>
    <w:rsid w:val="005135DB"/>
    <w:rsid w:val="00513F44"/>
    <w:rsid w:val="0051417C"/>
    <w:rsid w:val="005141EF"/>
    <w:rsid w:val="00514A5E"/>
    <w:rsid w:val="00514AF0"/>
    <w:rsid w:val="00514D3B"/>
    <w:rsid w:val="005152D7"/>
    <w:rsid w:val="00515453"/>
    <w:rsid w:val="005166C8"/>
    <w:rsid w:val="00516951"/>
    <w:rsid w:val="00516D8B"/>
    <w:rsid w:val="0051716F"/>
    <w:rsid w:val="00517466"/>
    <w:rsid w:val="005179D8"/>
    <w:rsid w:val="005206A2"/>
    <w:rsid w:val="00520CF6"/>
    <w:rsid w:val="005212BE"/>
    <w:rsid w:val="005214BF"/>
    <w:rsid w:val="00521D93"/>
    <w:rsid w:val="00522048"/>
    <w:rsid w:val="005222AF"/>
    <w:rsid w:val="005224FA"/>
    <w:rsid w:val="0052280B"/>
    <w:rsid w:val="00522BC9"/>
    <w:rsid w:val="00522D6E"/>
    <w:rsid w:val="00523774"/>
    <w:rsid w:val="00523775"/>
    <w:rsid w:val="005237C6"/>
    <w:rsid w:val="00523B19"/>
    <w:rsid w:val="00523BE8"/>
    <w:rsid w:val="00523E92"/>
    <w:rsid w:val="005246D2"/>
    <w:rsid w:val="00524D21"/>
    <w:rsid w:val="00524FF7"/>
    <w:rsid w:val="005252EF"/>
    <w:rsid w:val="00525312"/>
    <w:rsid w:val="00525318"/>
    <w:rsid w:val="005254F5"/>
    <w:rsid w:val="00525600"/>
    <w:rsid w:val="005256A0"/>
    <w:rsid w:val="005258FE"/>
    <w:rsid w:val="005259B4"/>
    <w:rsid w:val="00525CBC"/>
    <w:rsid w:val="00525D39"/>
    <w:rsid w:val="00525FA4"/>
    <w:rsid w:val="0052605D"/>
    <w:rsid w:val="005263E2"/>
    <w:rsid w:val="0052643A"/>
    <w:rsid w:val="0052644D"/>
    <w:rsid w:val="00526AD8"/>
    <w:rsid w:val="00526D40"/>
    <w:rsid w:val="00526D94"/>
    <w:rsid w:val="00526E11"/>
    <w:rsid w:val="005270D5"/>
    <w:rsid w:val="00527B90"/>
    <w:rsid w:val="00530191"/>
    <w:rsid w:val="00530447"/>
    <w:rsid w:val="005305C6"/>
    <w:rsid w:val="00530B51"/>
    <w:rsid w:val="00530CF6"/>
    <w:rsid w:val="00530E87"/>
    <w:rsid w:val="00530EA9"/>
    <w:rsid w:val="00530EC7"/>
    <w:rsid w:val="00530EC9"/>
    <w:rsid w:val="005312FB"/>
    <w:rsid w:val="00531323"/>
    <w:rsid w:val="00531460"/>
    <w:rsid w:val="005314A6"/>
    <w:rsid w:val="00531B41"/>
    <w:rsid w:val="00532209"/>
    <w:rsid w:val="00532888"/>
    <w:rsid w:val="005328E6"/>
    <w:rsid w:val="005329C2"/>
    <w:rsid w:val="00532D50"/>
    <w:rsid w:val="00533575"/>
    <w:rsid w:val="00533828"/>
    <w:rsid w:val="005343DE"/>
    <w:rsid w:val="00534A1C"/>
    <w:rsid w:val="005355BE"/>
    <w:rsid w:val="005356B5"/>
    <w:rsid w:val="005356BA"/>
    <w:rsid w:val="005359A8"/>
    <w:rsid w:val="00535E0F"/>
    <w:rsid w:val="00536143"/>
    <w:rsid w:val="005361E5"/>
    <w:rsid w:val="005362A5"/>
    <w:rsid w:val="005363EE"/>
    <w:rsid w:val="00537047"/>
    <w:rsid w:val="005376A1"/>
    <w:rsid w:val="00537875"/>
    <w:rsid w:val="00537B01"/>
    <w:rsid w:val="005405F1"/>
    <w:rsid w:val="005406A3"/>
    <w:rsid w:val="00541A03"/>
    <w:rsid w:val="00542702"/>
    <w:rsid w:val="005429DE"/>
    <w:rsid w:val="00543B94"/>
    <w:rsid w:val="00543DF6"/>
    <w:rsid w:val="0054436E"/>
    <w:rsid w:val="005443CE"/>
    <w:rsid w:val="00544694"/>
    <w:rsid w:val="00544EE1"/>
    <w:rsid w:val="00545143"/>
    <w:rsid w:val="005451A7"/>
    <w:rsid w:val="005455D7"/>
    <w:rsid w:val="005456AB"/>
    <w:rsid w:val="00545D9A"/>
    <w:rsid w:val="0054618B"/>
    <w:rsid w:val="0054636A"/>
    <w:rsid w:val="005467D4"/>
    <w:rsid w:val="00546A28"/>
    <w:rsid w:val="00546B97"/>
    <w:rsid w:val="00546D03"/>
    <w:rsid w:val="00547257"/>
    <w:rsid w:val="0055004D"/>
    <w:rsid w:val="0055098A"/>
    <w:rsid w:val="005518DC"/>
    <w:rsid w:val="00551AD6"/>
    <w:rsid w:val="00551E62"/>
    <w:rsid w:val="00552330"/>
    <w:rsid w:val="00552DDE"/>
    <w:rsid w:val="0055323A"/>
    <w:rsid w:val="00553A4D"/>
    <w:rsid w:val="00553B84"/>
    <w:rsid w:val="00553C68"/>
    <w:rsid w:val="00553CBF"/>
    <w:rsid w:val="005551ED"/>
    <w:rsid w:val="005554A5"/>
    <w:rsid w:val="00555680"/>
    <w:rsid w:val="00555808"/>
    <w:rsid w:val="00555A0C"/>
    <w:rsid w:val="00555D28"/>
    <w:rsid w:val="00556435"/>
    <w:rsid w:val="00556548"/>
    <w:rsid w:val="00557035"/>
    <w:rsid w:val="0055765A"/>
    <w:rsid w:val="005576D8"/>
    <w:rsid w:val="00557C0E"/>
    <w:rsid w:val="00557CAF"/>
    <w:rsid w:val="00557EC1"/>
    <w:rsid w:val="00557EDF"/>
    <w:rsid w:val="005601B0"/>
    <w:rsid w:val="00560A09"/>
    <w:rsid w:val="00561D8F"/>
    <w:rsid w:val="0056243D"/>
    <w:rsid w:val="00562598"/>
    <w:rsid w:val="0056309C"/>
    <w:rsid w:val="0056449A"/>
    <w:rsid w:val="00564703"/>
    <w:rsid w:val="0056484A"/>
    <w:rsid w:val="00564E78"/>
    <w:rsid w:val="0056578C"/>
    <w:rsid w:val="00565AD0"/>
    <w:rsid w:val="00565AF4"/>
    <w:rsid w:val="00565BCF"/>
    <w:rsid w:val="00565C9E"/>
    <w:rsid w:val="0056641C"/>
    <w:rsid w:val="00566808"/>
    <w:rsid w:val="005679DD"/>
    <w:rsid w:val="00567CFF"/>
    <w:rsid w:val="00567E72"/>
    <w:rsid w:val="005702BA"/>
    <w:rsid w:val="00570757"/>
    <w:rsid w:val="00570CBA"/>
    <w:rsid w:val="00571398"/>
    <w:rsid w:val="00571728"/>
    <w:rsid w:val="005719F5"/>
    <w:rsid w:val="00571A68"/>
    <w:rsid w:val="00571C90"/>
    <w:rsid w:val="00571D1F"/>
    <w:rsid w:val="00571EE5"/>
    <w:rsid w:val="0057202D"/>
    <w:rsid w:val="00572106"/>
    <w:rsid w:val="005731CD"/>
    <w:rsid w:val="005733C0"/>
    <w:rsid w:val="005739B0"/>
    <w:rsid w:val="005739E4"/>
    <w:rsid w:val="00573A5F"/>
    <w:rsid w:val="00573EDD"/>
    <w:rsid w:val="0057402A"/>
    <w:rsid w:val="005747B7"/>
    <w:rsid w:val="005747D0"/>
    <w:rsid w:val="005749E1"/>
    <w:rsid w:val="00574A79"/>
    <w:rsid w:val="00575209"/>
    <w:rsid w:val="00575250"/>
    <w:rsid w:val="00575A33"/>
    <w:rsid w:val="005761D5"/>
    <w:rsid w:val="005763DE"/>
    <w:rsid w:val="005763EB"/>
    <w:rsid w:val="00576683"/>
    <w:rsid w:val="00577089"/>
    <w:rsid w:val="0057761D"/>
    <w:rsid w:val="00577A25"/>
    <w:rsid w:val="00577DCD"/>
    <w:rsid w:val="00577EA4"/>
    <w:rsid w:val="00577EAF"/>
    <w:rsid w:val="00577FE6"/>
    <w:rsid w:val="005800A3"/>
    <w:rsid w:val="00580278"/>
    <w:rsid w:val="00580507"/>
    <w:rsid w:val="00580B47"/>
    <w:rsid w:val="00581324"/>
    <w:rsid w:val="00581AD2"/>
    <w:rsid w:val="00583BAF"/>
    <w:rsid w:val="00583E6E"/>
    <w:rsid w:val="00584128"/>
    <w:rsid w:val="00584685"/>
    <w:rsid w:val="005849D5"/>
    <w:rsid w:val="00584B38"/>
    <w:rsid w:val="0058500D"/>
    <w:rsid w:val="005850A6"/>
    <w:rsid w:val="00585882"/>
    <w:rsid w:val="00585C15"/>
    <w:rsid w:val="00585CC7"/>
    <w:rsid w:val="005862EA"/>
    <w:rsid w:val="005864CC"/>
    <w:rsid w:val="00586928"/>
    <w:rsid w:val="00586A7F"/>
    <w:rsid w:val="00586AD1"/>
    <w:rsid w:val="00586EC0"/>
    <w:rsid w:val="00586ECC"/>
    <w:rsid w:val="00587896"/>
    <w:rsid w:val="00587BA9"/>
    <w:rsid w:val="005907E0"/>
    <w:rsid w:val="00590AFE"/>
    <w:rsid w:val="00590C86"/>
    <w:rsid w:val="00590EA2"/>
    <w:rsid w:val="00591B2A"/>
    <w:rsid w:val="00591C87"/>
    <w:rsid w:val="0059224F"/>
    <w:rsid w:val="005925B0"/>
    <w:rsid w:val="00592B67"/>
    <w:rsid w:val="00592BA9"/>
    <w:rsid w:val="00592BCF"/>
    <w:rsid w:val="0059398F"/>
    <w:rsid w:val="005940D4"/>
    <w:rsid w:val="0059410F"/>
    <w:rsid w:val="00594174"/>
    <w:rsid w:val="005943DB"/>
    <w:rsid w:val="00594F8E"/>
    <w:rsid w:val="00594FAE"/>
    <w:rsid w:val="0059504F"/>
    <w:rsid w:val="0059582D"/>
    <w:rsid w:val="00595D5D"/>
    <w:rsid w:val="00595D87"/>
    <w:rsid w:val="00595EF5"/>
    <w:rsid w:val="00596115"/>
    <w:rsid w:val="00596176"/>
    <w:rsid w:val="005961DC"/>
    <w:rsid w:val="005962C3"/>
    <w:rsid w:val="00596635"/>
    <w:rsid w:val="005970CB"/>
    <w:rsid w:val="0059765E"/>
    <w:rsid w:val="00597D3F"/>
    <w:rsid w:val="00597F6B"/>
    <w:rsid w:val="005A0BAF"/>
    <w:rsid w:val="005A12F8"/>
    <w:rsid w:val="005A1A82"/>
    <w:rsid w:val="005A1C0D"/>
    <w:rsid w:val="005A1D51"/>
    <w:rsid w:val="005A21AC"/>
    <w:rsid w:val="005A22EF"/>
    <w:rsid w:val="005A23AE"/>
    <w:rsid w:val="005A27D9"/>
    <w:rsid w:val="005A2881"/>
    <w:rsid w:val="005A2CB8"/>
    <w:rsid w:val="005A3627"/>
    <w:rsid w:val="005A3645"/>
    <w:rsid w:val="005A3B0D"/>
    <w:rsid w:val="005A3F5C"/>
    <w:rsid w:val="005A44A6"/>
    <w:rsid w:val="005A4643"/>
    <w:rsid w:val="005A46E8"/>
    <w:rsid w:val="005A49AC"/>
    <w:rsid w:val="005A49C2"/>
    <w:rsid w:val="005A4D46"/>
    <w:rsid w:val="005A56BB"/>
    <w:rsid w:val="005A586E"/>
    <w:rsid w:val="005A5A25"/>
    <w:rsid w:val="005A64F7"/>
    <w:rsid w:val="005A66A2"/>
    <w:rsid w:val="005A6B9C"/>
    <w:rsid w:val="005A6C0F"/>
    <w:rsid w:val="005A70B4"/>
    <w:rsid w:val="005A7357"/>
    <w:rsid w:val="005A7AB5"/>
    <w:rsid w:val="005A7B02"/>
    <w:rsid w:val="005A7FE2"/>
    <w:rsid w:val="005B00B4"/>
    <w:rsid w:val="005B0540"/>
    <w:rsid w:val="005B07BD"/>
    <w:rsid w:val="005B0B17"/>
    <w:rsid w:val="005B10B6"/>
    <w:rsid w:val="005B1351"/>
    <w:rsid w:val="005B1C1F"/>
    <w:rsid w:val="005B1FAB"/>
    <w:rsid w:val="005B2227"/>
    <w:rsid w:val="005B29A1"/>
    <w:rsid w:val="005B2ABC"/>
    <w:rsid w:val="005B2F4F"/>
    <w:rsid w:val="005B3099"/>
    <w:rsid w:val="005B37D6"/>
    <w:rsid w:val="005B3979"/>
    <w:rsid w:val="005B4288"/>
    <w:rsid w:val="005B4C6B"/>
    <w:rsid w:val="005B4E42"/>
    <w:rsid w:val="005B50F3"/>
    <w:rsid w:val="005B53E5"/>
    <w:rsid w:val="005B540A"/>
    <w:rsid w:val="005B586E"/>
    <w:rsid w:val="005B5C51"/>
    <w:rsid w:val="005B6331"/>
    <w:rsid w:val="005B642A"/>
    <w:rsid w:val="005B6499"/>
    <w:rsid w:val="005B653E"/>
    <w:rsid w:val="005B65B9"/>
    <w:rsid w:val="005B669F"/>
    <w:rsid w:val="005B6F52"/>
    <w:rsid w:val="005B6FAD"/>
    <w:rsid w:val="005B7000"/>
    <w:rsid w:val="005B7268"/>
    <w:rsid w:val="005B74FE"/>
    <w:rsid w:val="005B7612"/>
    <w:rsid w:val="005B787A"/>
    <w:rsid w:val="005B7F1D"/>
    <w:rsid w:val="005C0799"/>
    <w:rsid w:val="005C0A54"/>
    <w:rsid w:val="005C0B3A"/>
    <w:rsid w:val="005C0B75"/>
    <w:rsid w:val="005C0D05"/>
    <w:rsid w:val="005C11FF"/>
    <w:rsid w:val="005C1577"/>
    <w:rsid w:val="005C1D91"/>
    <w:rsid w:val="005C1F77"/>
    <w:rsid w:val="005C2BD1"/>
    <w:rsid w:val="005C2E97"/>
    <w:rsid w:val="005C2F81"/>
    <w:rsid w:val="005C313B"/>
    <w:rsid w:val="005C34A4"/>
    <w:rsid w:val="005C38D0"/>
    <w:rsid w:val="005C3F74"/>
    <w:rsid w:val="005C4442"/>
    <w:rsid w:val="005C4465"/>
    <w:rsid w:val="005C4517"/>
    <w:rsid w:val="005C4F06"/>
    <w:rsid w:val="005C4F64"/>
    <w:rsid w:val="005C5622"/>
    <w:rsid w:val="005C564B"/>
    <w:rsid w:val="005C582F"/>
    <w:rsid w:val="005C63A0"/>
    <w:rsid w:val="005C6707"/>
    <w:rsid w:val="005C688A"/>
    <w:rsid w:val="005C6901"/>
    <w:rsid w:val="005C6E41"/>
    <w:rsid w:val="005C7338"/>
    <w:rsid w:val="005C77C6"/>
    <w:rsid w:val="005D0367"/>
    <w:rsid w:val="005D0B0A"/>
    <w:rsid w:val="005D11AB"/>
    <w:rsid w:val="005D14E5"/>
    <w:rsid w:val="005D18FE"/>
    <w:rsid w:val="005D200B"/>
    <w:rsid w:val="005D22C6"/>
    <w:rsid w:val="005D22E2"/>
    <w:rsid w:val="005D22FD"/>
    <w:rsid w:val="005D249D"/>
    <w:rsid w:val="005D25B0"/>
    <w:rsid w:val="005D26F1"/>
    <w:rsid w:val="005D27FC"/>
    <w:rsid w:val="005D299A"/>
    <w:rsid w:val="005D3387"/>
    <w:rsid w:val="005D396A"/>
    <w:rsid w:val="005D3C75"/>
    <w:rsid w:val="005D3D65"/>
    <w:rsid w:val="005D439D"/>
    <w:rsid w:val="005D462E"/>
    <w:rsid w:val="005D4793"/>
    <w:rsid w:val="005D47F3"/>
    <w:rsid w:val="005D47F6"/>
    <w:rsid w:val="005D5459"/>
    <w:rsid w:val="005D58AD"/>
    <w:rsid w:val="005D5ACF"/>
    <w:rsid w:val="005D5CDF"/>
    <w:rsid w:val="005D6291"/>
    <w:rsid w:val="005D66BB"/>
    <w:rsid w:val="005D67A0"/>
    <w:rsid w:val="005D68A3"/>
    <w:rsid w:val="005D774B"/>
    <w:rsid w:val="005D784B"/>
    <w:rsid w:val="005D788A"/>
    <w:rsid w:val="005E036D"/>
    <w:rsid w:val="005E0A55"/>
    <w:rsid w:val="005E0C89"/>
    <w:rsid w:val="005E0FD6"/>
    <w:rsid w:val="005E1441"/>
    <w:rsid w:val="005E190E"/>
    <w:rsid w:val="005E1C7B"/>
    <w:rsid w:val="005E1E5D"/>
    <w:rsid w:val="005E1F99"/>
    <w:rsid w:val="005E2158"/>
    <w:rsid w:val="005E2D42"/>
    <w:rsid w:val="005E30D3"/>
    <w:rsid w:val="005E33BA"/>
    <w:rsid w:val="005E36A1"/>
    <w:rsid w:val="005E3B7F"/>
    <w:rsid w:val="005E3F7F"/>
    <w:rsid w:val="005E42AE"/>
    <w:rsid w:val="005E4402"/>
    <w:rsid w:val="005E48F0"/>
    <w:rsid w:val="005E4B42"/>
    <w:rsid w:val="005E4B55"/>
    <w:rsid w:val="005E56BA"/>
    <w:rsid w:val="005E58B0"/>
    <w:rsid w:val="005E5AB2"/>
    <w:rsid w:val="005E5B82"/>
    <w:rsid w:val="005E5D6A"/>
    <w:rsid w:val="005E62F3"/>
    <w:rsid w:val="005E6421"/>
    <w:rsid w:val="005E69CD"/>
    <w:rsid w:val="005E6B77"/>
    <w:rsid w:val="005E7505"/>
    <w:rsid w:val="005E7A50"/>
    <w:rsid w:val="005E7C93"/>
    <w:rsid w:val="005E7C9A"/>
    <w:rsid w:val="005E7D24"/>
    <w:rsid w:val="005E7D92"/>
    <w:rsid w:val="005F0AEA"/>
    <w:rsid w:val="005F20D9"/>
    <w:rsid w:val="005F21E6"/>
    <w:rsid w:val="005F225A"/>
    <w:rsid w:val="005F234F"/>
    <w:rsid w:val="005F2873"/>
    <w:rsid w:val="005F2BCA"/>
    <w:rsid w:val="005F2ECD"/>
    <w:rsid w:val="005F402A"/>
    <w:rsid w:val="005F41D2"/>
    <w:rsid w:val="005F47C9"/>
    <w:rsid w:val="005F4892"/>
    <w:rsid w:val="005F5192"/>
    <w:rsid w:val="005F53C6"/>
    <w:rsid w:val="005F5E52"/>
    <w:rsid w:val="005F619F"/>
    <w:rsid w:val="005F655A"/>
    <w:rsid w:val="005F6568"/>
    <w:rsid w:val="005F6D35"/>
    <w:rsid w:val="005F6D77"/>
    <w:rsid w:val="005F6F71"/>
    <w:rsid w:val="005F71B4"/>
    <w:rsid w:val="005F76B9"/>
    <w:rsid w:val="005F7743"/>
    <w:rsid w:val="005F788A"/>
    <w:rsid w:val="005F7F2D"/>
    <w:rsid w:val="006004D4"/>
    <w:rsid w:val="006019F1"/>
    <w:rsid w:val="00601D35"/>
    <w:rsid w:val="006020CE"/>
    <w:rsid w:val="0060294D"/>
    <w:rsid w:val="00602DEA"/>
    <w:rsid w:val="0060340E"/>
    <w:rsid w:val="00603779"/>
    <w:rsid w:val="006038A6"/>
    <w:rsid w:val="006038D3"/>
    <w:rsid w:val="00603C92"/>
    <w:rsid w:val="00603DCD"/>
    <w:rsid w:val="00604026"/>
    <w:rsid w:val="00604099"/>
    <w:rsid w:val="006043C9"/>
    <w:rsid w:val="00604D77"/>
    <w:rsid w:val="00604E59"/>
    <w:rsid w:val="006054C6"/>
    <w:rsid w:val="00605810"/>
    <w:rsid w:val="0060588E"/>
    <w:rsid w:val="0060604C"/>
    <w:rsid w:val="0060604F"/>
    <w:rsid w:val="00606289"/>
    <w:rsid w:val="0060646B"/>
    <w:rsid w:val="006075E3"/>
    <w:rsid w:val="00610121"/>
    <w:rsid w:val="00610224"/>
    <w:rsid w:val="00610396"/>
    <w:rsid w:val="0061092B"/>
    <w:rsid w:val="00610D66"/>
    <w:rsid w:val="00611F2D"/>
    <w:rsid w:val="0061267A"/>
    <w:rsid w:val="00612794"/>
    <w:rsid w:val="00612AA6"/>
    <w:rsid w:val="006133F4"/>
    <w:rsid w:val="006135A9"/>
    <w:rsid w:val="0061397E"/>
    <w:rsid w:val="00613BDD"/>
    <w:rsid w:val="00613C0A"/>
    <w:rsid w:val="00613CDE"/>
    <w:rsid w:val="00613F27"/>
    <w:rsid w:val="00614AE8"/>
    <w:rsid w:val="00615E4B"/>
    <w:rsid w:val="00615F5B"/>
    <w:rsid w:val="006160D0"/>
    <w:rsid w:val="00616203"/>
    <w:rsid w:val="00616A8B"/>
    <w:rsid w:val="0061728A"/>
    <w:rsid w:val="006179D1"/>
    <w:rsid w:val="00617AAC"/>
    <w:rsid w:val="00617C39"/>
    <w:rsid w:val="006200F7"/>
    <w:rsid w:val="00620AC5"/>
    <w:rsid w:val="006215EA"/>
    <w:rsid w:val="0062175A"/>
    <w:rsid w:val="00621899"/>
    <w:rsid w:val="00621FD4"/>
    <w:rsid w:val="0062211B"/>
    <w:rsid w:val="0062218B"/>
    <w:rsid w:val="00622270"/>
    <w:rsid w:val="00622805"/>
    <w:rsid w:val="00622940"/>
    <w:rsid w:val="00622A3B"/>
    <w:rsid w:val="00622A4C"/>
    <w:rsid w:val="00622BC4"/>
    <w:rsid w:val="006230BD"/>
    <w:rsid w:val="00623119"/>
    <w:rsid w:val="00623560"/>
    <w:rsid w:val="00623927"/>
    <w:rsid w:val="00623A85"/>
    <w:rsid w:val="0062455F"/>
    <w:rsid w:val="00624722"/>
    <w:rsid w:val="006248E5"/>
    <w:rsid w:val="00624F6A"/>
    <w:rsid w:val="00625426"/>
    <w:rsid w:val="00625C2D"/>
    <w:rsid w:val="00625E4C"/>
    <w:rsid w:val="00625E6A"/>
    <w:rsid w:val="00626143"/>
    <w:rsid w:val="00626867"/>
    <w:rsid w:val="00626CED"/>
    <w:rsid w:val="00626D93"/>
    <w:rsid w:val="0062739A"/>
    <w:rsid w:val="0062749B"/>
    <w:rsid w:val="006274C0"/>
    <w:rsid w:val="0063032A"/>
    <w:rsid w:val="006306D3"/>
    <w:rsid w:val="00630D39"/>
    <w:rsid w:val="00630EB8"/>
    <w:rsid w:val="0063114E"/>
    <w:rsid w:val="00631206"/>
    <w:rsid w:val="006313FB"/>
    <w:rsid w:val="00632115"/>
    <w:rsid w:val="0063229A"/>
    <w:rsid w:val="00633207"/>
    <w:rsid w:val="00633A09"/>
    <w:rsid w:val="00633BA4"/>
    <w:rsid w:val="00633BA9"/>
    <w:rsid w:val="00633E07"/>
    <w:rsid w:val="006342E5"/>
    <w:rsid w:val="00634A1E"/>
    <w:rsid w:val="00634C19"/>
    <w:rsid w:val="00634C93"/>
    <w:rsid w:val="00634E60"/>
    <w:rsid w:val="00635646"/>
    <w:rsid w:val="00635EDB"/>
    <w:rsid w:val="0063606F"/>
    <w:rsid w:val="0063632A"/>
    <w:rsid w:val="00636382"/>
    <w:rsid w:val="00636C6F"/>
    <w:rsid w:val="006378B5"/>
    <w:rsid w:val="006378F7"/>
    <w:rsid w:val="00637AD3"/>
    <w:rsid w:val="0064032D"/>
    <w:rsid w:val="00640574"/>
    <w:rsid w:val="00640648"/>
    <w:rsid w:val="0064096F"/>
    <w:rsid w:val="006409E4"/>
    <w:rsid w:val="00640C15"/>
    <w:rsid w:val="00640D4C"/>
    <w:rsid w:val="006411CC"/>
    <w:rsid w:val="00641446"/>
    <w:rsid w:val="00641BA2"/>
    <w:rsid w:val="00642159"/>
    <w:rsid w:val="006424A3"/>
    <w:rsid w:val="006427C0"/>
    <w:rsid w:val="006427DC"/>
    <w:rsid w:val="00642F61"/>
    <w:rsid w:val="00643584"/>
    <w:rsid w:val="00643969"/>
    <w:rsid w:val="00643A59"/>
    <w:rsid w:val="00643D71"/>
    <w:rsid w:val="00644857"/>
    <w:rsid w:val="00645866"/>
    <w:rsid w:val="00645B47"/>
    <w:rsid w:val="00645BE8"/>
    <w:rsid w:val="006463D0"/>
    <w:rsid w:val="00646423"/>
    <w:rsid w:val="0064649D"/>
    <w:rsid w:val="0064658A"/>
    <w:rsid w:val="006465D0"/>
    <w:rsid w:val="00647772"/>
    <w:rsid w:val="00647ACB"/>
    <w:rsid w:val="00650190"/>
    <w:rsid w:val="00650277"/>
    <w:rsid w:val="00650C54"/>
    <w:rsid w:val="00651029"/>
    <w:rsid w:val="00651950"/>
    <w:rsid w:val="00651AD0"/>
    <w:rsid w:val="00651B07"/>
    <w:rsid w:val="006523C0"/>
    <w:rsid w:val="00652F60"/>
    <w:rsid w:val="00653126"/>
    <w:rsid w:val="006531AB"/>
    <w:rsid w:val="0065332C"/>
    <w:rsid w:val="0065345F"/>
    <w:rsid w:val="00654028"/>
    <w:rsid w:val="00654350"/>
    <w:rsid w:val="006551A4"/>
    <w:rsid w:val="0065587E"/>
    <w:rsid w:val="006558FA"/>
    <w:rsid w:val="00655A4B"/>
    <w:rsid w:val="00655B69"/>
    <w:rsid w:val="00655E13"/>
    <w:rsid w:val="00656606"/>
    <w:rsid w:val="00656668"/>
    <w:rsid w:val="0065678A"/>
    <w:rsid w:val="00656D98"/>
    <w:rsid w:val="00656DE6"/>
    <w:rsid w:val="00656F6F"/>
    <w:rsid w:val="006578F0"/>
    <w:rsid w:val="00657FC4"/>
    <w:rsid w:val="006601A0"/>
    <w:rsid w:val="0066026C"/>
    <w:rsid w:val="006605B9"/>
    <w:rsid w:val="00660667"/>
    <w:rsid w:val="0066102B"/>
    <w:rsid w:val="00661601"/>
    <w:rsid w:val="00661680"/>
    <w:rsid w:val="00661918"/>
    <w:rsid w:val="00661D8A"/>
    <w:rsid w:val="00661E79"/>
    <w:rsid w:val="006622C0"/>
    <w:rsid w:val="006623F9"/>
    <w:rsid w:val="006627BD"/>
    <w:rsid w:val="00662A33"/>
    <w:rsid w:val="00662D02"/>
    <w:rsid w:val="00662ECB"/>
    <w:rsid w:val="006638C0"/>
    <w:rsid w:val="00664045"/>
    <w:rsid w:val="00664388"/>
    <w:rsid w:val="00664657"/>
    <w:rsid w:val="00664BFB"/>
    <w:rsid w:val="00665277"/>
    <w:rsid w:val="006654AF"/>
    <w:rsid w:val="0066562C"/>
    <w:rsid w:val="00665937"/>
    <w:rsid w:val="00665A95"/>
    <w:rsid w:val="00665BBB"/>
    <w:rsid w:val="00665FE7"/>
    <w:rsid w:val="00666559"/>
    <w:rsid w:val="00666AEB"/>
    <w:rsid w:val="00666C79"/>
    <w:rsid w:val="00667B22"/>
    <w:rsid w:val="00667F1C"/>
    <w:rsid w:val="00670102"/>
    <w:rsid w:val="006701BD"/>
    <w:rsid w:val="006705D7"/>
    <w:rsid w:val="00670634"/>
    <w:rsid w:val="00670F1A"/>
    <w:rsid w:val="0067175E"/>
    <w:rsid w:val="0067182C"/>
    <w:rsid w:val="0067221F"/>
    <w:rsid w:val="006723F5"/>
    <w:rsid w:val="006724B6"/>
    <w:rsid w:val="0067259E"/>
    <w:rsid w:val="00672687"/>
    <w:rsid w:val="00672A58"/>
    <w:rsid w:val="006731C6"/>
    <w:rsid w:val="00673234"/>
    <w:rsid w:val="006733B2"/>
    <w:rsid w:val="00673AD0"/>
    <w:rsid w:val="006748DD"/>
    <w:rsid w:val="00674E97"/>
    <w:rsid w:val="00674EB2"/>
    <w:rsid w:val="00674F2F"/>
    <w:rsid w:val="00675694"/>
    <w:rsid w:val="0067578C"/>
    <w:rsid w:val="00675CE6"/>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1084"/>
    <w:rsid w:val="006810E9"/>
    <w:rsid w:val="006812F7"/>
    <w:rsid w:val="00681FD5"/>
    <w:rsid w:val="0068258E"/>
    <w:rsid w:val="0068297C"/>
    <w:rsid w:val="00682ACF"/>
    <w:rsid w:val="00682B5F"/>
    <w:rsid w:val="00682D32"/>
    <w:rsid w:val="00682D48"/>
    <w:rsid w:val="00682E71"/>
    <w:rsid w:val="00682EAF"/>
    <w:rsid w:val="00682FFB"/>
    <w:rsid w:val="0068385C"/>
    <w:rsid w:val="00683C5A"/>
    <w:rsid w:val="00683CF3"/>
    <w:rsid w:val="006840A4"/>
    <w:rsid w:val="00684D4D"/>
    <w:rsid w:val="006857E7"/>
    <w:rsid w:val="006858B1"/>
    <w:rsid w:val="00685CAE"/>
    <w:rsid w:val="00685D79"/>
    <w:rsid w:val="00686150"/>
    <w:rsid w:val="00686164"/>
    <w:rsid w:val="006861BB"/>
    <w:rsid w:val="00686D85"/>
    <w:rsid w:val="006871CF"/>
    <w:rsid w:val="00687690"/>
    <w:rsid w:val="00687A4E"/>
    <w:rsid w:val="00687AA0"/>
    <w:rsid w:val="00690121"/>
    <w:rsid w:val="006906CE"/>
    <w:rsid w:val="00690752"/>
    <w:rsid w:val="006908CB"/>
    <w:rsid w:val="00690965"/>
    <w:rsid w:val="00690D33"/>
    <w:rsid w:val="006911DD"/>
    <w:rsid w:val="00691384"/>
    <w:rsid w:val="00691C29"/>
    <w:rsid w:val="00691C9D"/>
    <w:rsid w:val="006922EE"/>
    <w:rsid w:val="00692B0C"/>
    <w:rsid w:val="00692FA5"/>
    <w:rsid w:val="0069324F"/>
    <w:rsid w:val="006932E8"/>
    <w:rsid w:val="006936B3"/>
    <w:rsid w:val="00693DF1"/>
    <w:rsid w:val="00693EDD"/>
    <w:rsid w:val="00693EED"/>
    <w:rsid w:val="0069401C"/>
    <w:rsid w:val="0069410D"/>
    <w:rsid w:val="00694673"/>
    <w:rsid w:val="00694721"/>
    <w:rsid w:val="00694A3F"/>
    <w:rsid w:val="00694ACA"/>
    <w:rsid w:val="00694B2E"/>
    <w:rsid w:val="00694EC1"/>
    <w:rsid w:val="006958F0"/>
    <w:rsid w:val="0069625E"/>
    <w:rsid w:val="006964A4"/>
    <w:rsid w:val="0069678B"/>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492"/>
    <w:rsid w:val="006A2A71"/>
    <w:rsid w:val="006A2CF4"/>
    <w:rsid w:val="006A301D"/>
    <w:rsid w:val="006A3823"/>
    <w:rsid w:val="006A3C28"/>
    <w:rsid w:val="006A3F3B"/>
    <w:rsid w:val="006A3F4A"/>
    <w:rsid w:val="006A3FD0"/>
    <w:rsid w:val="006A4B2B"/>
    <w:rsid w:val="006A5257"/>
    <w:rsid w:val="006A55F4"/>
    <w:rsid w:val="006A574B"/>
    <w:rsid w:val="006A6566"/>
    <w:rsid w:val="006A746B"/>
    <w:rsid w:val="006A7751"/>
    <w:rsid w:val="006A7C88"/>
    <w:rsid w:val="006B03F0"/>
    <w:rsid w:val="006B0E6C"/>
    <w:rsid w:val="006B128F"/>
    <w:rsid w:val="006B15F5"/>
    <w:rsid w:val="006B1DB3"/>
    <w:rsid w:val="006B2510"/>
    <w:rsid w:val="006B2B71"/>
    <w:rsid w:val="006B388A"/>
    <w:rsid w:val="006B3DDB"/>
    <w:rsid w:val="006B3EE1"/>
    <w:rsid w:val="006B3F5B"/>
    <w:rsid w:val="006B4048"/>
    <w:rsid w:val="006B46B1"/>
    <w:rsid w:val="006B4BE1"/>
    <w:rsid w:val="006B4D03"/>
    <w:rsid w:val="006B4DD7"/>
    <w:rsid w:val="006B4F2C"/>
    <w:rsid w:val="006B52A4"/>
    <w:rsid w:val="006B5542"/>
    <w:rsid w:val="006B5A8B"/>
    <w:rsid w:val="006B5C4C"/>
    <w:rsid w:val="006B64C3"/>
    <w:rsid w:val="006B69AD"/>
    <w:rsid w:val="006B6F0D"/>
    <w:rsid w:val="006B725D"/>
    <w:rsid w:val="006B73A3"/>
    <w:rsid w:val="006B75B5"/>
    <w:rsid w:val="006B7C97"/>
    <w:rsid w:val="006B7CFF"/>
    <w:rsid w:val="006B7D53"/>
    <w:rsid w:val="006B7F3E"/>
    <w:rsid w:val="006C0375"/>
    <w:rsid w:val="006C0681"/>
    <w:rsid w:val="006C0D0D"/>
    <w:rsid w:val="006C1706"/>
    <w:rsid w:val="006C1E5C"/>
    <w:rsid w:val="006C27AC"/>
    <w:rsid w:val="006C3026"/>
    <w:rsid w:val="006C31F9"/>
    <w:rsid w:val="006C32DB"/>
    <w:rsid w:val="006C3419"/>
    <w:rsid w:val="006C3820"/>
    <w:rsid w:val="006C3A83"/>
    <w:rsid w:val="006C3D57"/>
    <w:rsid w:val="006C493C"/>
    <w:rsid w:val="006C571C"/>
    <w:rsid w:val="006C60E6"/>
    <w:rsid w:val="006C630F"/>
    <w:rsid w:val="006C6BF0"/>
    <w:rsid w:val="006C6C27"/>
    <w:rsid w:val="006C7027"/>
    <w:rsid w:val="006C70F5"/>
    <w:rsid w:val="006C75CE"/>
    <w:rsid w:val="006C7738"/>
    <w:rsid w:val="006C7CE8"/>
    <w:rsid w:val="006C7E35"/>
    <w:rsid w:val="006D0740"/>
    <w:rsid w:val="006D1115"/>
    <w:rsid w:val="006D2592"/>
    <w:rsid w:val="006D2899"/>
    <w:rsid w:val="006D28B5"/>
    <w:rsid w:val="006D2916"/>
    <w:rsid w:val="006D29F2"/>
    <w:rsid w:val="006D304E"/>
    <w:rsid w:val="006D3233"/>
    <w:rsid w:val="006D3F29"/>
    <w:rsid w:val="006D42D5"/>
    <w:rsid w:val="006D42EB"/>
    <w:rsid w:val="006D4326"/>
    <w:rsid w:val="006D439F"/>
    <w:rsid w:val="006D53EA"/>
    <w:rsid w:val="006D55C4"/>
    <w:rsid w:val="006D578E"/>
    <w:rsid w:val="006D5B49"/>
    <w:rsid w:val="006D5D21"/>
    <w:rsid w:val="006D6065"/>
    <w:rsid w:val="006D6521"/>
    <w:rsid w:val="006D6B19"/>
    <w:rsid w:val="006D73BA"/>
    <w:rsid w:val="006D7420"/>
    <w:rsid w:val="006D76B0"/>
    <w:rsid w:val="006D7717"/>
    <w:rsid w:val="006D796E"/>
    <w:rsid w:val="006D7A20"/>
    <w:rsid w:val="006D7D5B"/>
    <w:rsid w:val="006E0729"/>
    <w:rsid w:val="006E076A"/>
    <w:rsid w:val="006E1109"/>
    <w:rsid w:val="006E1426"/>
    <w:rsid w:val="006E14C9"/>
    <w:rsid w:val="006E15BD"/>
    <w:rsid w:val="006E19DC"/>
    <w:rsid w:val="006E1AC8"/>
    <w:rsid w:val="006E22C9"/>
    <w:rsid w:val="006E242D"/>
    <w:rsid w:val="006E26A3"/>
    <w:rsid w:val="006E2B1F"/>
    <w:rsid w:val="006E324B"/>
    <w:rsid w:val="006E3484"/>
    <w:rsid w:val="006E3C94"/>
    <w:rsid w:val="006E4897"/>
    <w:rsid w:val="006E48B5"/>
    <w:rsid w:val="006E5087"/>
    <w:rsid w:val="006E55DB"/>
    <w:rsid w:val="006E5746"/>
    <w:rsid w:val="006E59FA"/>
    <w:rsid w:val="006E6018"/>
    <w:rsid w:val="006E68E4"/>
    <w:rsid w:val="006E6A30"/>
    <w:rsid w:val="006E6CC7"/>
    <w:rsid w:val="006E6EAC"/>
    <w:rsid w:val="006E76D5"/>
    <w:rsid w:val="006E789E"/>
    <w:rsid w:val="006E7BA3"/>
    <w:rsid w:val="006E7C91"/>
    <w:rsid w:val="006E7EAA"/>
    <w:rsid w:val="006E7F45"/>
    <w:rsid w:val="006F0578"/>
    <w:rsid w:val="006F061C"/>
    <w:rsid w:val="006F0717"/>
    <w:rsid w:val="006F0AB5"/>
    <w:rsid w:val="006F0B35"/>
    <w:rsid w:val="006F13CC"/>
    <w:rsid w:val="006F25F4"/>
    <w:rsid w:val="006F32C5"/>
    <w:rsid w:val="006F374E"/>
    <w:rsid w:val="006F3900"/>
    <w:rsid w:val="006F3943"/>
    <w:rsid w:val="006F4127"/>
    <w:rsid w:val="006F46C5"/>
    <w:rsid w:val="006F46DF"/>
    <w:rsid w:val="006F572A"/>
    <w:rsid w:val="006F5A2C"/>
    <w:rsid w:val="006F5F75"/>
    <w:rsid w:val="006F6525"/>
    <w:rsid w:val="006F6B03"/>
    <w:rsid w:val="006F6B31"/>
    <w:rsid w:val="006F6BB7"/>
    <w:rsid w:val="006F7085"/>
    <w:rsid w:val="006F7AB8"/>
    <w:rsid w:val="00700745"/>
    <w:rsid w:val="0070085C"/>
    <w:rsid w:val="00701885"/>
    <w:rsid w:val="00701998"/>
    <w:rsid w:val="00702221"/>
    <w:rsid w:val="00702FDF"/>
    <w:rsid w:val="00703C20"/>
    <w:rsid w:val="00703CD2"/>
    <w:rsid w:val="00703E38"/>
    <w:rsid w:val="0070443D"/>
    <w:rsid w:val="00704476"/>
    <w:rsid w:val="00704556"/>
    <w:rsid w:val="00704644"/>
    <w:rsid w:val="00704871"/>
    <w:rsid w:val="00704AC8"/>
    <w:rsid w:val="00704C62"/>
    <w:rsid w:val="00704FE9"/>
    <w:rsid w:val="007050FE"/>
    <w:rsid w:val="0070514E"/>
    <w:rsid w:val="00705CB8"/>
    <w:rsid w:val="00705CC4"/>
    <w:rsid w:val="007067FC"/>
    <w:rsid w:val="00706877"/>
    <w:rsid w:val="007069E6"/>
    <w:rsid w:val="007070F9"/>
    <w:rsid w:val="007076F8"/>
    <w:rsid w:val="00707946"/>
    <w:rsid w:val="00707D6F"/>
    <w:rsid w:val="00707D96"/>
    <w:rsid w:val="00707E75"/>
    <w:rsid w:val="00710B68"/>
    <w:rsid w:val="00710D3A"/>
    <w:rsid w:val="00710D53"/>
    <w:rsid w:val="007110B2"/>
    <w:rsid w:val="0071119A"/>
    <w:rsid w:val="007112CD"/>
    <w:rsid w:val="00711FDE"/>
    <w:rsid w:val="00712193"/>
    <w:rsid w:val="0071219C"/>
    <w:rsid w:val="007123BA"/>
    <w:rsid w:val="007125BC"/>
    <w:rsid w:val="007125F2"/>
    <w:rsid w:val="00712C81"/>
    <w:rsid w:val="00712FA2"/>
    <w:rsid w:val="00713392"/>
    <w:rsid w:val="007137D0"/>
    <w:rsid w:val="00713888"/>
    <w:rsid w:val="00713B60"/>
    <w:rsid w:val="00714232"/>
    <w:rsid w:val="007142EE"/>
    <w:rsid w:val="00714366"/>
    <w:rsid w:val="00715105"/>
    <w:rsid w:val="00715433"/>
    <w:rsid w:val="0071544B"/>
    <w:rsid w:val="00715C88"/>
    <w:rsid w:val="00715DFE"/>
    <w:rsid w:val="00715E83"/>
    <w:rsid w:val="0071612A"/>
    <w:rsid w:val="0071653A"/>
    <w:rsid w:val="00716E47"/>
    <w:rsid w:val="0071750A"/>
    <w:rsid w:val="00720283"/>
    <w:rsid w:val="00721F93"/>
    <w:rsid w:val="00723118"/>
    <w:rsid w:val="007235DA"/>
    <w:rsid w:val="00723880"/>
    <w:rsid w:val="00723A85"/>
    <w:rsid w:val="00723C97"/>
    <w:rsid w:val="00723CD9"/>
    <w:rsid w:val="007241FF"/>
    <w:rsid w:val="0072459B"/>
    <w:rsid w:val="0072574C"/>
    <w:rsid w:val="007258E4"/>
    <w:rsid w:val="007259EB"/>
    <w:rsid w:val="007262AC"/>
    <w:rsid w:val="0072658D"/>
    <w:rsid w:val="0072727C"/>
    <w:rsid w:val="007273CD"/>
    <w:rsid w:val="00727610"/>
    <w:rsid w:val="007276A7"/>
    <w:rsid w:val="007276FE"/>
    <w:rsid w:val="00727E31"/>
    <w:rsid w:val="00727F2D"/>
    <w:rsid w:val="0073001B"/>
    <w:rsid w:val="007300EC"/>
    <w:rsid w:val="007303AA"/>
    <w:rsid w:val="00730469"/>
    <w:rsid w:val="0073073E"/>
    <w:rsid w:val="007309CB"/>
    <w:rsid w:val="0073114A"/>
    <w:rsid w:val="0073138E"/>
    <w:rsid w:val="00731972"/>
    <w:rsid w:val="00731A32"/>
    <w:rsid w:val="00732229"/>
    <w:rsid w:val="00732ABE"/>
    <w:rsid w:val="00732E6E"/>
    <w:rsid w:val="00732EE8"/>
    <w:rsid w:val="00732F16"/>
    <w:rsid w:val="0073303E"/>
    <w:rsid w:val="007331AF"/>
    <w:rsid w:val="00733934"/>
    <w:rsid w:val="00733B57"/>
    <w:rsid w:val="00734614"/>
    <w:rsid w:val="0073489C"/>
    <w:rsid w:val="007351E2"/>
    <w:rsid w:val="00735503"/>
    <w:rsid w:val="007358A7"/>
    <w:rsid w:val="00735C09"/>
    <w:rsid w:val="00735D6D"/>
    <w:rsid w:val="00735DA6"/>
    <w:rsid w:val="00735EE3"/>
    <w:rsid w:val="0073630F"/>
    <w:rsid w:val="00736658"/>
    <w:rsid w:val="00736C41"/>
    <w:rsid w:val="00736DC9"/>
    <w:rsid w:val="00737344"/>
    <w:rsid w:val="007378EB"/>
    <w:rsid w:val="007402C2"/>
    <w:rsid w:val="007403A3"/>
    <w:rsid w:val="007406B1"/>
    <w:rsid w:val="00740830"/>
    <w:rsid w:val="00740FF4"/>
    <w:rsid w:val="00741748"/>
    <w:rsid w:val="00741B41"/>
    <w:rsid w:val="00741F0D"/>
    <w:rsid w:val="0074247E"/>
    <w:rsid w:val="00742807"/>
    <w:rsid w:val="00742C24"/>
    <w:rsid w:val="007433C4"/>
    <w:rsid w:val="00743BF1"/>
    <w:rsid w:val="0074405D"/>
    <w:rsid w:val="00744119"/>
    <w:rsid w:val="00744D5C"/>
    <w:rsid w:val="007453DE"/>
    <w:rsid w:val="00745F57"/>
    <w:rsid w:val="00745FFF"/>
    <w:rsid w:val="007461AB"/>
    <w:rsid w:val="007465EB"/>
    <w:rsid w:val="00746767"/>
    <w:rsid w:val="00746A5B"/>
    <w:rsid w:val="00747A97"/>
    <w:rsid w:val="00747B32"/>
    <w:rsid w:val="00747C77"/>
    <w:rsid w:val="00747DA2"/>
    <w:rsid w:val="00750D92"/>
    <w:rsid w:val="00750FFF"/>
    <w:rsid w:val="007519D2"/>
    <w:rsid w:val="00751A9D"/>
    <w:rsid w:val="00751C46"/>
    <w:rsid w:val="0075282C"/>
    <w:rsid w:val="00752E56"/>
    <w:rsid w:val="00753122"/>
    <w:rsid w:val="00753139"/>
    <w:rsid w:val="00753172"/>
    <w:rsid w:val="007532A3"/>
    <w:rsid w:val="00753E32"/>
    <w:rsid w:val="00754542"/>
    <w:rsid w:val="007545BC"/>
    <w:rsid w:val="007547D6"/>
    <w:rsid w:val="0075532A"/>
    <w:rsid w:val="00755525"/>
    <w:rsid w:val="0075553C"/>
    <w:rsid w:val="0075561D"/>
    <w:rsid w:val="00755A14"/>
    <w:rsid w:val="00755F31"/>
    <w:rsid w:val="00755FD9"/>
    <w:rsid w:val="00756103"/>
    <w:rsid w:val="00756333"/>
    <w:rsid w:val="007574B4"/>
    <w:rsid w:val="00757983"/>
    <w:rsid w:val="00757A95"/>
    <w:rsid w:val="00760084"/>
    <w:rsid w:val="00760144"/>
    <w:rsid w:val="0076073C"/>
    <w:rsid w:val="00760A4E"/>
    <w:rsid w:val="00760B19"/>
    <w:rsid w:val="00760B82"/>
    <w:rsid w:val="00761D5B"/>
    <w:rsid w:val="00762038"/>
    <w:rsid w:val="0076246D"/>
    <w:rsid w:val="007624C6"/>
    <w:rsid w:val="00762705"/>
    <w:rsid w:val="007628C1"/>
    <w:rsid w:val="0076292B"/>
    <w:rsid w:val="00762D2F"/>
    <w:rsid w:val="00763492"/>
    <w:rsid w:val="0076387A"/>
    <w:rsid w:val="00763ABC"/>
    <w:rsid w:val="00763C56"/>
    <w:rsid w:val="00763CD3"/>
    <w:rsid w:val="00763F00"/>
    <w:rsid w:val="0076455B"/>
    <w:rsid w:val="007650F1"/>
    <w:rsid w:val="00765513"/>
    <w:rsid w:val="007663DE"/>
    <w:rsid w:val="007666E1"/>
    <w:rsid w:val="00766CDE"/>
    <w:rsid w:val="00766D00"/>
    <w:rsid w:val="00766EBB"/>
    <w:rsid w:val="00766EF8"/>
    <w:rsid w:val="00767080"/>
    <w:rsid w:val="00767771"/>
    <w:rsid w:val="007677DD"/>
    <w:rsid w:val="00767DD5"/>
    <w:rsid w:val="00767E96"/>
    <w:rsid w:val="007701AA"/>
    <w:rsid w:val="00770377"/>
    <w:rsid w:val="0077073A"/>
    <w:rsid w:val="007711C3"/>
    <w:rsid w:val="007719B0"/>
    <w:rsid w:val="00771BDD"/>
    <w:rsid w:val="00771FFE"/>
    <w:rsid w:val="007721A3"/>
    <w:rsid w:val="00772673"/>
    <w:rsid w:val="007728AE"/>
    <w:rsid w:val="0077311D"/>
    <w:rsid w:val="00773864"/>
    <w:rsid w:val="00773F92"/>
    <w:rsid w:val="007744E6"/>
    <w:rsid w:val="00774AA7"/>
    <w:rsid w:val="00774F7E"/>
    <w:rsid w:val="00775111"/>
    <w:rsid w:val="00775299"/>
    <w:rsid w:val="00775620"/>
    <w:rsid w:val="00775635"/>
    <w:rsid w:val="007757D2"/>
    <w:rsid w:val="00775CA2"/>
    <w:rsid w:val="00775D34"/>
    <w:rsid w:val="00775DAD"/>
    <w:rsid w:val="00776AA0"/>
    <w:rsid w:val="00776B97"/>
    <w:rsid w:val="00776BAF"/>
    <w:rsid w:val="0077737B"/>
    <w:rsid w:val="00777710"/>
    <w:rsid w:val="00777D07"/>
    <w:rsid w:val="00777DE8"/>
    <w:rsid w:val="00777EAB"/>
    <w:rsid w:val="00777EC4"/>
    <w:rsid w:val="00780135"/>
    <w:rsid w:val="00780703"/>
    <w:rsid w:val="007809D2"/>
    <w:rsid w:val="00780B59"/>
    <w:rsid w:val="0078174B"/>
    <w:rsid w:val="00781FF4"/>
    <w:rsid w:val="00782249"/>
    <w:rsid w:val="00782364"/>
    <w:rsid w:val="007825E4"/>
    <w:rsid w:val="00782969"/>
    <w:rsid w:val="00782975"/>
    <w:rsid w:val="0078352F"/>
    <w:rsid w:val="00783619"/>
    <w:rsid w:val="0078366C"/>
    <w:rsid w:val="00783A2F"/>
    <w:rsid w:val="00783C9A"/>
    <w:rsid w:val="00783DE6"/>
    <w:rsid w:val="00783F45"/>
    <w:rsid w:val="00783FE3"/>
    <w:rsid w:val="0078410D"/>
    <w:rsid w:val="007842B0"/>
    <w:rsid w:val="00784340"/>
    <w:rsid w:val="0078509D"/>
    <w:rsid w:val="007854BE"/>
    <w:rsid w:val="00785734"/>
    <w:rsid w:val="007857C9"/>
    <w:rsid w:val="00785943"/>
    <w:rsid w:val="00785D1C"/>
    <w:rsid w:val="00785DD3"/>
    <w:rsid w:val="007862F9"/>
    <w:rsid w:val="0078672A"/>
    <w:rsid w:val="00786B88"/>
    <w:rsid w:val="007871C3"/>
    <w:rsid w:val="00787A06"/>
    <w:rsid w:val="0079002C"/>
    <w:rsid w:val="0079115A"/>
    <w:rsid w:val="00791208"/>
    <w:rsid w:val="0079122E"/>
    <w:rsid w:val="007915C7"/>
    <w:rsid w:val="0079199D"/>
    <w:rsid w:val="00791B2D"/>
    <w:rsid w:val="00791D46"/>
    <w:rsid w:val="007920C6"/>
    <w:rsid w:val="0079279C"/>
    <w:rsid w:val="007927AC"/>
    <w:rsid w:val="00792A14"/>
    <w:rsid w:val="00792A77"/>
    <w:rsid w:val="00792C9F"/>
    <w:rsid w:val="00792CA9"/>
    <w:rsid w:val="0079345E"/>
    <w:rsid w:val="007934A1"/>
    <w:rsid w:val="0079412C"/>
    <w:rsid w:val="0079429D"/>
    <w:rsid w:val="0079439D"/>
    <w:rsid w:val="00794459"/>
    <w:rsid w:val="007945F1"/>
    <w:rsid w:val="007954A3"/>
    <w:rsid w:val="007955FA"/>
    <w:rsid w:val="00795836"/>
    <w:rsid w:val="00795F0D"/>
    <w:rsid w:val="007963D1"/>
    <w:rsid w:val="007966C0"/>
    <w:rsid w:val="007967DC"/>
    <w:rsid w:val="00797672"/>
    <w:rsid w:val="00797A69"/>
    <w:rsid w:val="00797CE2"/>
    <w:rsid w:val="007A0140"/>
    <w:rsid w:val="007A032C"/>
    <w:rsid w:val="007A060D"/>
    <w:rsid w:val="007A0826"/>
    <w:rsid w:val="007A089F"/>
    <w:rsid w:val="007A0977"/>
    <w:rsid w:val="007A0DA2"/>
    <w:rsid w:val="007A0E7B"/>
    <w:rsid w:val="007A12E5"/>
    <w:rsid w:val="007A1937"/>
    <w:rsid w:val="007A1AA9"/>
    <w:rsid w:val="007A1D2C"/>
    <w:rsid w:val="007A242B"/>
    <w:rsid w:val="007A261E"/>
    <w:rsid w:val="007A2981"/>
    <w:rsid w:val="007A2AEE"/>
    <w:rsid w:val="007A323C"/>
    <w:rsid w:val="007A3592"/>
    <w:rsid w:val="007A3921"/>
    <w:rsid w:val="007A40BA"/>
    <w:rsid w:val="007A41BA"/>
    <w:rsid w:val="007A4445"/>
    <w:rsid w:val="007A4631"/>
    <w:rsid w:val="007A4F28"/>
    <w:rsid w:val="007A50D0"/>
    <w:rsid w:val="007A52D2"/>
    <w:rsid w:val="007A545A"/>
    <w:rsid w:val="007A54E0"/>
    <w:rsid w:val="007A54EA"/>
    <w:rsid w:val="007A56C7"/>
    <w:rsid w:val="007A5AC1"/>
    <w:rsid w:val="007A5AE3"/>
    <w:rsid w:val="007A5FFF"/>
    <w:rsid w:val="007A634B"/>
    <w:rsid w:val="007A6496"/>
    <w:rsid w:val="007A6D22"/>
    <w:rsid w:val="007A6E75"/>
    <w:rsid w:val="007A70C2"/>
    <w:rsid w:val="007A73E7"/>
    <w:rsid w:val="007A74BA"/>
    <w:rsid w:val="007A798A"/>
    <w:rsid w:val="007B02A7"/>
    <w:rsid w:val="007B048F"/>
    <w:rsid w:val="007B087C"/>
    <w:rsid w:val="007B1A08"/>
    <w:rsid w:val="007B1A71"/>
    <w:rsid w:val="007B1F6B"/>
    <w:rsid w:val="007B24AD"/>
    <w:rsid w:val="007B2AE3"/>
    <w:rsid w:val="007B2C52"/>
    <w:rsid w:val="007B2EEA"/>
    <w:rsid w:val="007B30A8"/>
    <w:rsid w:val="007B352B"/>
    <w:rsid w:val="007B3949"/>
    <w:rsid w:val="007B3A3A"/>
    <w:rsid w:val="007B3FC2"/>
    <w:rsid w:val="007B490B"/>
    <w:rsid w:val="007B4E62"/>
    <w:rsid w:val="007B4E68"/>
    <w:rsid w:val="007B55CC"/>
    <w:rsid w:val="007B5C00"/>
    <w:rsid w:val="007B5E8B"/>
    <w:rsid w:val="007B628C"/>
    <w:rsid w:val="007B686B"/>
    <w:rsid w:val="007B6E71"/>
    <w:rsid w:val="007B6FB9"/>
    <w:rsid w:val="007B6FF2"/>
    <w:rsid w:val="007B7471"/>
    <w:rsid w:val="007B7502"/>
    <w:rsid w:val="007B77DE"/>
    <w:rsid w:val="007C006A"/>
    <w:rsid w:val="007C04DC"/>
    <w:rsid w:val="007C181E"/>
    <w:rsid w:val="007C214F"/>
    <w:rsid w:val="007C2A13"/>
    <w:rsid w:val="007C2AC0"/>
    <w:rsid w:val="007C2DC3"/>
    <w:rsid w:val="007C32DA"/>
    <w:rsid w:val="007C3A9B"/>
    <w:rsid w:val="007C4AAA"/>
    <w:rsid w:val="007C5157"/>
    <w:rsid w:val="007C5207"/>
    <w:rsid w:val="007C5600"/>
    <w:rsid w:val="007C569A"/>
    <w:rsid w:val="007C57F5"/>
    <w:rsid w:val="007C585E"/>
    <w:rsid w:val="007C5B0E"/>
    <w:rsid w:val="007C5BF4"/>
    <w:rsid w:val="007C604F"/>
    <w:rsid w:val="007C666A"/>
    <w:rsid w:val="007C6899"/>
    <w:rsid w:val="007C7AA2"/>
    <w:rsid w:val="007C7B59"/>
    <w:rsid w:val="007C7D15"/>
    <w:rsid w:val="007D0893"/>
    <w:rsid w:val="007D0D5F"/>
    <w:rsid w:val="007D1385"/>
    <w:rsid w:val="007D15DF"/>
    <w:rsid w:val="007D1A09"/>
    <w:rsid w:val="007D1F81"/>
    <w:rsid w:val="007D2187"/>
    <w:rsid w:val="007D2420"/>
    <w:rsid w:val="007D2707"/>
    <w:rsid w:val="007D2849"/>
    <w:rsid w:val="007D3056"/>
    <w:rsid w:val="007D3336"/>
    <w:rsid w:val="007D3412"/>
    <w:rsid w:val="007D343A"/>
    <w:rsid w:val="007D3566"/>
    <w:rsid w:val="007D39EE"/>
    <w:rsid w:val="007D3B1E"/>
    <w:rsid w:val="007D3FD4"/>
    <w:rsid w:val="007D40DC"/>
    <w:rsid w:val="007D41FA"/>
    <w:rsid w:val="007D5060"/>
    <w:rsid w:val="007D5097"/>
    <w:rsid w:val="007D59FE"/>
    <w:rsid w:val="007D5B26"/>
    <w:rsid w:val="007D638D"/>
    <w:rsid w:val="007D63A2"/>
    <w:rsid w:val="007D6C53"/>
    <w:rsid w:val="007D6DB3"/>
    <w:rsid w:val="007D6F6D"/>
    <w:rsid w:val="007D6FBF"/>
    <w:rsid w:val="007D71AD"/>
    <w:rsid w:val="007D71B3"/>
    <w:rsid w:val="007D76CB"/>
    <w:rsid w:val="007D7A30"/>
    <w:rsid w:val="007D7B08"/>
    <w:rsid w:val="007E01A3"/>
    <w:rsid w:val="007E025E"/>
    <w:rsid w:val="007E03C4"/>
    <w:rsid w:val="007E059D"/>
    <w:rsid w:val="007E0D25"/>
    <w:rsid w:val="007E11E9"/>
    <w:rsid w:val="007E145D"/>
    <w:rsid w:val="007E182F"/>
    <w:rsid w:val="007E1D6C"/>
    <w:rsid w:val="007E2267"/>
    <w:rsid w:val="007E2337"/>
    <w:rsid w:val="007E24C8"/>
    <w:rsid w:val="007E26FE"/>
    <w:rsid w:val="007E2856"/>
    <w:rsid w:val="007E308E"/>
    <w:rsid w:val="007E3633"/>
    <w:rsid w:val="007E3FDD"/>
    <w:rsid w:val="007E41A0"/>
    <w:rsid w:val="007E42D4"/>
    <w:rsid w:val="007E44B7"/>
    <w:rsid w:val="007E46CC"/>
    <w:rsid w:val="007E476B"/>
    <w:rsid w:val="007E5557"/>
    <w:rsid w:val="007E5624"/>
    <w:rsid w:val="007E5905"/>
    <w:rsid w:val="007E60AE"/>
    <w:rsid w:val="007E616F"/>
    <w:rsid w:val="007E62BC"/>
    <w:rsid w:val="007E6F37"/>
    <w:rsid w:val="007E759E"/>
    <w:rsid w:val="007F008B"/>
    <w:rsid w:val="007F0E27"/>
    <w:rsid w:val="007F11A0"/>
    <w:rsid w:val="007F1354"/>
    <w:rsid w:val="007F1BEB"/>
    <w:rsid w:val="007F1C52"/>
    <w:rsid w:val="007F2143"/>
    <w:rsid w:val="007F216B"/>
    <w:rsid w:val="007F23AC"/>
    <w:rsid w:val="007F2ECE"/>
    <w:rsid w:val="007F2F16"/>
    <w:rsid w:val="007F33E9"/>
    <w:rsid w:val="007F39E7"/>
    <w:rsid w:val="007F3CDE"/>
    <w:rsid w:val="007F3F41"/>
    <w:rsid w:val="007F4567"/>
    <w:rsid w:val="007F4BD2"/>
    <w:rsid w:val="007F4E2B"/>
    <w:rsid w:val="007F4F79"/>
    <w:rsid w:val="007F55EB"/>
    <w:rsid w:val="007F6683"/>
    <w:rsid w:val="007F6EFD"/>
    <w:rsid w:val="007F7070"/>
    <w:rsid w:val="007F7141"/>
    <w:rsid w:val="007F7685"/>
    <w:rsid w:val="007F7F0A"/>
    <w:rsid w:val="0080018D"/>
    <w:rsid w:val="00800685"/>
    <w:rsid w:val="00800A1F"/>
    <w:rsid w:val="00800B23"/>
    <w:rsid w:val="00801210"/>
    <w:rsid w:val="008012B8"/>
    <w:rsid w:val="0080158D"/>
    <w:rsid w:val="008021FF"/>
    <w:rsid w:val="00802753"/>
    <w:rsid w:val="00802E5F"/>
    <w:rsid w:val="008037F1"/>
    <w:rsid w:val="00803D3E"/>
    <w:rsid w:val="00804469"/>
    <w:rsid w:val="008056F8"/>
    <w:rsid w:val="00805776"/>
    <w:rsid w:val="00805798"/>
    <w:rsid w:val="00805A5B"/>
    <w:rsid w:val="00805A6E"/>
    <w:rsid w:val="00805CD9"/>
    <w:rsid w:val="00805DF3"/>
    <w:rsid w:val="00805F1F"/>
    <w:rsid w:val="00806332"/>
    <w:rsid w:val="008069FD"/>
    <w:rsid w:val="00806A19"/>
    <w:rsid w:val="00806D43"/>
    <w:rsid w:val="00806D8D"/>
    <w:rsid w:val="00806F56"/>
    <w:rsid w:val="0080701F"/>
    <w:rsid w:val="00807551"/>
    <w:rsid w:val="008075DC"/>
    <w:rsid w:val="00807788"/>
    <w:rsid w:val="008078C4"/>
    <w:rsid w:val="00807BB1"/>
    <w:rsid w:val="008103AC"/>
    <w:rsid w:val="00810449"/>
    <w:rsid w:val="00810924"/>
    <w:rsid w:val="00810C7C"/>
    <w:rsid w:val="00810D04"/>
    <w:rsid w:val="00812114"/>
    <w:rsid w:val="00812813"/>
    <w:rsid w:val="00812FBA"/>
    <w:rsid w:val="00813142"/>
    <w:rsid w:val="00813842"/>
    <w:rsid w:val="00813CEC"/>
    <w:rsid w:val="00814EFD"/>
    <w:rsid w:val="008151EC"/>
    <w:rsid w:val="00815561"/>
    <w:rsid w:val="0081590B"/>
    <w:rsid w:val="00816006"/>
    <w:rsid w:val="0081607D"/>
    <w:rsid w:val="008160BD"/>
    <w:rsid w:val="008162BC"/>
    <w:rsid w:val="008166F1"/>
    <w:rsid w:val="00816EB7"/>
    <w:rsid w:val="00816FF0"/>
    <w:rsid w:val="008171A5"/>
    <w:rsid w:val="008171C2"/>
    <w:rsid w:val="008179FB"/>
    <w:rsid w:val="00817A6D"/>
    <w:rsid w:val="0082092A"/>
    <w:rsid w:val="00820B2E"/>
    <w:rsid w:val="00820DAE"/>
    <w:rsid w:val="008212FF"/>
    <w:rsid w:val="008215FA"/>
    <w:rsid w:val="00821AA7"/>
    <w:rsid w:val="00821E18"/>
    <w:rsid w:val="008221BB"/>
    <w:rsid w:val="00822664"/>
    <w:rsid w:val="00823342"/>
    <w:rsid w:val="008233BE"/>
    <w:rsid w:val="008234C1"/>
    <w:rsid w:val="008234F7"/>
    <w:rsid w:val="00823AC4"/>
    <w:rsid w:val="00823C55"/>
    <w:rsid w:val="008245A8"/>
    <w:rsid w:val="0082498D"/>
    <w:rsid w:val="00824CD1"/>
    <w:rsid w:val="00824F65"/>
    <w:rsid w:val="00825034"/>
    <w:rsid w:val="00825802"/>
    <w:rsid w:val="0082585C"/>
    <w:rsid w:val="0082641D"/>
    <w:rsid w:val="00826A4D"/>
    <w:rsid w:val="00826ACF"/>
    <w:rsid w:val="00827071"/>
    <w:rsid w:val="00827E25"/>
    <w:rsid w:val="00827EC8"/>
    <w:rsid w:val="00830E39"/>
    <w:rsid w:val="0083141E"/>
    <w:rsid w:val="00831E64"/>
    <w:rsid w:val="008321CE"/>
    <w:rsid w:val="00832297"/>
    <w:rsid w:val="0083290B"/>
    <w:rsid w:val="00832A6D"/>
    <w:rsid w:val="00832CA7"/>
    <w:rsid w:val="00832E83"/>
    <w:rsid w:val="00832F87"/>
    <w:rsid w:val="00833274"/>
    <w:rsid w:val="0083362B"/>
    <w:rsid w:val="00833650"/>
    <w:rsid w:val="008340CA"/>
    <w:rsid w:val="0083451F"/>
    <w:rsid w:val="008346F7"/>
    <w:rsid w:val="00835247"/>
    <w:rsid w:val="00835323"/>
    <w:rsid w:val="0083546B"/>
    <w:rsid w:val="0083562B"/>
    <w:rsid w:val="0083611D"/>
    <w:rsid w:val="00836208"/>
    <w:rsid w:val="00836F0C"/>
    <w:rsid w:val="008370C7"/>
    <w:rsid w:val="008377CE"/>
    <w:rsid w:val="00837E50"/>
    <w:rsid w:val="008400B9"/>
    <w:rsid w:val="008403B9"/>
    <w:rsid w:val="0084046F"/>
    <w:rsid w:val="00840626"/>
    <w:rsid w:val="00840847"/>
    <w:rsid w:val="00840A56"/>
    <w:rsid w:val="0084104B"/>
    <w:rsid w:val="008410B8"/>
    <w:rsid w:val="0084158C"/>
    <w:rsid w:val="0084205D"/>
    <w:rsid w:val="0084213A"/>
    <w:rsid w:val="00842469"/>
    <w:rsid w:val="00842B1A"/>
    <w:rsid w:val="00842E53"/>
    <w:rsid w:val="00843690"/>
    <w:rsid w:val="0084381E"/>
    <w:rsid w:val="00843BF8"/>
    <w:rsid w:val="008440FF"/>
    <w:rsid w:val="0084471B"/>
    <w:rsid w:val="00845168"/>
    <w:rsid w:val="008451E8"/>
    <w:rsid w:val="00845CD0"/>
    <w:rsid w:val="00845E4A"/>
    <w:rsid w:val="008468C6"/>
    <w:rsid w:val="00846D09"/>
    <w:rsid w:val="00846DCA"/>
    <w:rsid w:val="008472E0"/>
    <w:rsid w:val="00847388"/>
    <w:rsid w:val="0084745F"/>
    <w:rsid w:val="00847B3D"/>
    <w:rsid w:val="00847D70"/>
    <w:rsid w:val="0085050E"/>
    <w:rsid w:val="00850725"/>
    <w:rsid w:val="00850C9D"/>
    <w:rsid w:val="008510DE"/>
    <w:rsid w:val="008515E9"/>
    <w:rsid w:val="00851665"/>
    <w:rsid w:val="00851A60"/>
    <w:rsid w:val="00851E86"/>
    <w:rsid w:val="008529A2"/>
    <w:rsid w:val="00852E7B"/>
    <w:rsid w:val="00853D68"/>
    <w:rsid w:val="008540E1"/>
    <w:rsid w:val="0085416C"/>
    <w:rsid w:val="00854375"/>
    <w:rsid w:val="00854D1D"/>
    <w:rsid w:val="00855107"/>
    <w:rsid w:val="00855A12"/>
    <w:rsid w:val="00855FDD"/>
    <w:rsid w:val="0085607E"/>
    <w:rsid w:val="008565F9"/>
    <w:rsid w:val="0085665B"/>
    <w:rsid w:val="00857347"/>
    <w:rsid w:val="00857697"/>
    <w:rsid w:val="00861083"/>
    <w:rsid w:val="00861D40"/>
    <w:rsid w:val="00861FF7"/>
    <w:rsid w:val="008634E8"/>
    <w:rsid w:val="008638AA"/>
    <w:rsid w:val="00863CF4"/>
    <w:rsid w:val="008642CC"/>
    <w:rsid w:val="00864354"/>
    <w:rsid w:val="00864568"/>
    <w:rsid w:val="00864703"/>
    <w:rsid w:val="0086482E"/>
    <w:rsid w:val="00864B69"/>
    <w:rsid w:val="00864E95"/>
    <w:rsid w:val="00864E98"/>
    <w:rsid w:val="00865151"/>
    <w:rsid w:val="00865500"/>
    <w:rsid w:val="008655BD"/>
    <w:rsid w:val="0086562B"/>
    <w:rsid w:val="008656CC"/>
    <w:rsid w:val="00866095"/>
    <w:rsid w:val="00866255"/>
    <w:rsid w:val="00866AF5"/>
    <w:rsid w:val="00866D26"/>
    <w:rsid w:val="00866F5F"/>
    <w:rsid w:val="0086754D"/>
    <w:rsid w:val="0086774B"/>
    <w:rsid w:val="008679F5"/>
    <w:rsid w:val="00867AFF"/>
    <w:rsid w:val="00870719"/>
    <w:rsid w:val="00870B18"/>
    <w:rsid w:val="00870DFB"/>
    <w:rsid w:val="0087106D"/>
    <w:rsid w:val="008711F1"/>
    <w:rsid w:val="00871453"/>
    <w:rsid w:val="008714EE"/>
    <w:rsid w:val="00871F9E"/>
    <w:rsid w:val="008723FC"/>
    <w:rsid w:val="008730EA"/>
    <w:rsid w:val="00873673"/>
    <w:rsid w:val="00874847"/>
    <w:rsid w:val="00874DE5"/>
    <w:rsid w:val="008755F6"/>
    <w:rsid w:val="00875851"/>
    <w:rsid w:val="008758B2"/>
    <w:rsid w:val="008762D1"/>
    <w:rsid w:val="00877149"/>
    <w:rsid w:val="008771B7"/>
    <w:rsid w:val="00877226"/>
    <w:rsid w:val="0087738A"/>
    <w:rsid w:val="0087762F"/>
    <w:rsid w:val="008777D3"/>
    <w:rsid w:val="00877B75"/>
    <w:rsid w:val="008806E6"/>
    <w:rsid w:val="00880965"/>
    <w:rsid w:val="00880B87"/>
    <w:rsid w:val="00880E25"/>
    <w:rsid w:val="00881208"/>
    <w:rsid w:val="0088203D"/>
    <w:rsid w:val="00882449"/>
    <w:rsid w:val="008826C7"/>
    <w:rsid w:val="008831A8"/>
    <w:rsid w:val="008832C4"/>
    <w:rsid w:val="008838D5"/>
    <w:rsid w:val="008839BC"/>
    <w:rsid w:val="00883ADF"/>
    <w:rsid w:val="00883CA7"/>
    <w:rsid w:val="00883FCE"/>
    <w:rsid w:val="0088452A"/>
    <w:rsid w:val="0088458C"/>
    <w:rsid w:val="008846D2"/>
    <w:rsid w:val="00884888"/>
    <w:rsid w:val="008853E5"/>
    <w:rsid w:val="0088540B"/>
    <w:rsid w:val="008858AB"/>
    <w:rsid w:val="00885FFB"/>
    <w:rsid w:val="00886071"/>
    <w:rsid w:val="008865B7"/>
    <w:rsid w:val="00886960"/>
    <w:rsid w:val="00887447"/>
    <w:rsid w:val="00887749"/>
    <w:rsid w:val="00887E3D"/>
    <w:rsid w:val="00887E71"/>
    <w:rsid w:val="00890636"/>
    <w:rsid w:val="008906C8"/>
    <w:rsid w:val="00890972"/>
    <w:rsid w:val="008911F8"/>
    <w:rsid w:val="00891200"/>
    <w:rsid w:val="008916AE"/>
    <w:rsid w:val="008918B1"/>
    <w:rsid w:val="00891B92"/>
    <w:rsid w:val="00892022"/>
    <w:rsid w:val="008923CD"/>
    <w:rsid w:val="008924CD"/>
    <w:rsid w:val="008926BE"/>
    <w:rsid w:val="00892875"/>
    <w:rsid w:val="00892D65"/>
    <w:rsid w:val="00892FB5"/>
    <w:rsid w:val="008932FD"/>
    <w:rsid w:val="00893F86"/>
    <w:rsid w:val="00894145"/>
    <w:rsid w:val="00894153"/>
    <w:rsid w:val="0089426E"/>
    <w:rsid w:val="008944C0"/>
    <w:rsid w:val="008949F0"/>
    <w:rsid w:val="008950C9"/>
    <w:rsid w:val="0089513E"/>
    <w:rsid w:val="00895223"/>
    <w:rsid w:val="008956A5"/>
    <w:rsid w:val="008959AB"/>
    <w:rsid w:val="00895A61"/>
    <w:rsid w:val="00895C89"/>
    <w:rsid w:val="00895DD1"/>
    <w:rsid w:val="00895DE5"/>
    <w:rsid w:val="00896030"/>
    <w:rsid w:val="00896465"/>
    <w:rsid w:val="008965B7"/>
    <w:rsid w:val="00897060"/>
    <w:rsid w:val="00897249"/>
    <w:rsid w:val="00897605"/>
    <w:rsid w:val="00897C78"/>
    <w:rsid w:val="00897DFA"/>
    <w:rsid w:val="008A01CA"/>
    <w:rsid w:val="008A03A9"/>
    <w:rsid w:val="008A068D"/>
    <w:rsid w:val="008A09EC"/>
    <w:rsid w:val="008A0EAD"/>
    <w:rsid w:val="008A1086"/>
    <w:rsid w:val="008A151A"/>
    <w:rsid w:val="008A195B"/>
    <w:rsid w:val="008A1E05"/>
    <w:rsid w:val="008A2045"/>
    <w:rsid w:val="008A2772"/>
    <w:rsid w:val="008A2C67"/>
    <w:rsid w:val="008A3D4C"/>
    <w:rsid w:val="008A3F60"/>
    <w:rsid w:val="008A436F"/>
    <w:rsid w:val="008A46B2"/>
    <w:rsid w:val="008A5019"/>
    <w:rsid w:val="008A5623"/>
    <w:rsid w:val="008A57CA"/>
    <w:rsid w:val="008A58ED"/>
    <w:rsid w:val="008A59B1"/>
    <w:rsid w:val="008A5ACE"/>
    <w:rsid w:val="008A5D86"/>
    <w:rsid w:val="008A626F"/>
    <w:rsid w:val="008A6419"/>
    <w:rsid w:val="008A6687"/>
    <w:rsid w:val="008A69C3"/>
    <w:rsid w:val="008A74AC"/>
    <w:rsid w:val="008A751A"/>
    <w:rsid w:val="008A7741"/>
    <w:rsid w:val="008A784B"/>
    <w:rsid w:val="008A79DB"/>
    <w:rsid w:val="008A7F1E"/>
    <w:rsid w:val="008B0046"/>
    <w:rsid w:val="008B0694"/>
    <w:rsid w:val="008B0703"/>
    <w:rsid w:val="008B074D"/>
    <w:rsid w:val="008B11B0"/>
    <w:rsid w:val="008B1AFE"/>
    <w:rsid w:val="008B1DCF"/>
    <w:rsid w:val="008B23EE"/>
    <w:rsid w:val="008B2679"/>
    <w:rsid w:val="008B26CA"/>
    <w:rsid w:val="008B2A47"/>
    <w:rsid w:val="008B2B64"/>
    <w:rsid w:val="008B3301"/>
    <w:rsid w:val="008B3892"/>
    <w:rsid w:val="008B38D3"/>
    <w:rsid w:val="008B3C31"/>
    <w:rsid w:val="008B3E17"/>
    <w:rsid w:val="008B548D"/>
    <w:rsid w:val="008B5776"/>
    <w:rsid w:val="008B622D"/>
    <w:rsid w:val="008B639B"/>
    <w:rsid w:val="008B6473"/>
    <w:rsid w:val="008B6478"/>
    <w:rsid w:val="008B712A"/>
    <w:rsid w:val="008B74F0"/>
    <w:rsid w:val="008B755A"/>
    <w:rsid w:val="008B789A"/>
    <w:rsid w:val="008B7BCB"/>
    <w:rsid w:val="008B7D75"/>
    <w:rsid w:val="008C0101"/>
    <w:rsid w:val="008C03AC"/>
    <w:rsid w:val="008C05CD"/>
    <w:rsid w:val="008C08D2"/>
    <w:rsid w:val="008C0BC3"/>
    <w:rsid w:val="008C1266"/>
    <w:rsid w:val="008C1FDD"/>
    <w:rsid w:val="008C235C"/>
    <w:rsid w:val="008C2A1B"/>
    <w:rsid w:val="008C319A"/>
    <w:rsid w:val="008C3F8C"/>
    <w:rsid w:val="008C412D"/>
    <w:rsid w:val="008C42B7"/>
    <w:rsid w:val="008C451D"/>
    <w:rsid w:val="008C4760"/>
    <w:rsid w:val="008C4DC1"/>
    <w:rsid w:val="008C4EFB"/>
    <w:rsid w:val="008C503A"/>
    <w:rsid w:val="008C54AE"/>
    <w:rsid w:val="008C55B5"/>
    <w:rsid w:val="008C5BD1"/>
    <w:rsid w:val="008C5CBB"/>
    <w:rsid w:val="008C6109"/>
    <w:rsid w:val="008C6335"/>
    <w:rsid w:val="008C6A00"/>
    <w:rsid w:val="008C6E34"/>
    <w:rsid w:val="008C6EAF"/>
    <w:rsid w:val="008C77C2"/>
    <w:rsid w:val="008C7DA0"/>
    <w:rsid w:val="008C7E83"/>
    <w:rsid w:val="008D0161"/>
    <w:rsid w:val="008D08AB"/>
    <w:rsid w:val="008D1105"/>
    <w:rsid w:val="008D13B9"/>
    <w:rsid w:val="008D1707"/>
    <w:rsid w:val="008D1937"/>
    <w:rsid w:val="008D1CDF"/>
    <w:rsid w:val="008D203A"/>
    <w:rsid w:val="008D2366"/>
    <w:rsid w:val="008D2E31"/>
    <w:rsid w:val="008D3027"/>
    <w:rsid w:val="008D3075"/>
    <w:rsid w:val="008D3172"/>
    <w:rsid w:val="008D3338"/>
    <w:rsid w:val="008D4312"/>
    <w:rsid w:val="008D4485"/>
    <w:rsid w:val="008D478E"/>
    <w:rsid w:val="008D49A3"/>
    <w:rsid w:val="008D4AA9"/>
    <w:rsid w:val="008D4E62"/>
    <w:rsid w:val="008D5291"/>
    <w:rsid w:val="008D554E"/>
    <w:rsid w:val="008D599D"/>
    <w:rsid w:val="008D6121"/>
    <w:rsid w:val="008D61B6"/>
    <w:rsid w:val="008D6229"/>
    <w:rsid w:val="008D642E"/>
    <w:rsid w:val="008D69F8"/>
    <w:rsid w:val="008D6B2C"/>
    <w:rsid w:val="008D6B4F"/>
    <w:rsid w:val="008D6BCD"/>
    <w:rsid w:val="008D6C29"/>
    <w:rsid w:val="008D7308"/>
    <w:rsid w:val="008D74DB"/>
    <w:rsid w:val="008D7631"/>
    <w:rsid w:val="008D7990"/>
    <w:rsid w:val="008D7AB9"/>
    <w:rsid w:val="008D7CF1"/>
    <w:rsid w:val="008D7CF7"/>
    <w:rsid w:val="008E0167"/>
    <w:rsid w:val="008E07AC"/>
    <w:rsid w:val="008E0894"/>
    <w:rsid w:val="008E1334"/>
    <w:rsid w:val="008E1B59"/>
    <w:rsid w:val="008E1BC9"/>
    <w:rsid w:val="008E1D41"/>
    <w:rsid w:val="008E2075"/>
    <w:rsid w:val="008E2C08"/>
    <w:rsid w:val="008E2F2C"/>
    <w:rsid w:val="008E3565"/>
    <w:rsid w:val="008E358C"/>
    <w:rsid w:val="008E3A58"/>
    <w:rsid w:val="008E42E2"/>
    <w:rsid w:val="008E5F5E"/>
    <w:rsid w:val="008E610F"/>
    <w:rsid w:val="008E662E"/>
    <w:rsid w:val="008E67AA"/>
    <w:rsid w:val="008E6CC6"/>
    <w:rsid w:val="008E6D0B"/>
    <w:rsid w:val="008E748F"/>
    <w:rsid w:val="008E768A"/>
    <w:rsid w:val="008E786E"/>
    <w:rsid w:val="008E7E0B"/>
    <w:rsid w:val="008E7E82"/>
    <w:rsid w:val="008F0164"/>
    <w:rsid w:val="008F0AC6"/>
    <w:rsid w:val="008F0CBC"/>
    <w:rsid w:val="008F13C2"/>
    <w:rsid w:val="008F151A"/>
    <w:rsid w:val="008F15AA"/>
    <w:rsid w:val="008F1A67"/>
    <w:rsid w:val="008F1F54"/>
    <w:rsid w:val="008F2027"/>
    <w:rsid w:val="008F27B1"/>
    <w:rsid w:val="008F27BF"/>
    <w:rsid w:val="008F3230"/>
    <w:rsid w:val="008F323E"/>
    <w:rsid w:val="008F337C"/>
    <w:rsid w:val="008F3518"/>
    <w:rsid w:val="008F362A"/>
    <w:rsid w:val="008F4BBC"/>
    <w:rsid w:val="008F4DA7"/>
    <w:rsid w:val="008F5026"/>
    <w:rsid w:val="008F5216"/>
    <w:rsid w:val="008F5352"/>
    <w:rsid w:val="008F5410"/>
    <w:rsid w:val="008F59A3"/>
    <w:rsid w:val="008F5E68"/>
    <w:rsid w:val="008F6009"/>
    <w:rsid w:val="008F61F0"/>
    <w:rsid w:val="008F64DE"/>
    <w:rsid w:val="008F663B"/>
    <w:rsid w:val="008F6780"/>
    <w:rsid w:val="008F6D66"/>
    <w:rsid w:val="008F6E5B"/>
    <w:rsid w:val="008F712D"/>
    <w:rsid w:val="008F76E6"/>
    <w:rsid w:val="008F7768"/>
    <w:rsid w:val="008F77E8"/>
    <w:rsid w:val="008F7939"/>
    <w:rsid w:val="008F79A9"/>
    <w:rsid w:val="00900210"/>
    <w:rsid w:val="00900469"/>
    <w:rsid w:val="00900505"/>
    <w:rsid w:val="00900829"/>
    <w:rsid w:val="0090125E"/>
    <w:rsid w:val="0090130A"/>
    <w:rsid w:val="00901A7F"/>
    <w:rsid w:val="00901A88"/>
    <w:rsid w:val="00902218"/>
    <w:rsid w:val="0090224B"/>
    <w:rsid w:val="009024AA"/>
    <w:rsid w:val="009026C3"/>
    <w:rsid w:val="009026F0"/>
    <w:rsid w:val="00902735"/>
    <w:rsid w:val="009028DB"/>
    <w:rsid w:val="0090328A"/>
    <w:rsid w:val="00903413"/>
    <w:rsid w:val="009035B7"/>
    <w:rsid w:val="00903795"/>
    <w:rsid w:val="00903946"/>
    <w:rsid w:val="00903B19"/>
    <w:rsid w:val="0090414B"/>
    <w:rsid w:val="00904529"/>
    <w:rsid w:val="009046B6"/>
    <w:rsid w:val="009046FE"/>
    <w:rsid w:val="00904749"/>
    <w:rsid w:val="00904A16"/>
    <w:rsid w:val="00905323"/>
    <w:rsid w:val="00905476"/>
    <w:rsid w:val="009054E2"/>
    <w:rsid w:val="0090552A"/>
    <w:rsid w:val="009059A4"/>
    <w:rsid w:val="0090619D"/>
    <w:rsid w:val="009064C0"/>
    <w:rsid w:val="0090694D"/>
    <w:rsid w:val="00907D3B"/>
    <w:rsid w:val="009106A9"/>
    <w:rsid w:val="00910928"/>
    <w:rsid w:val="00910C74"/>
    <w:rsid w:val="00911901"/>
    <w:rsid w:val="00911A45"/>
    <w:rsid w:val="00911D9F"/>
    <w:rsid w:val="00912435"/>
    <w:rsid w:val="00912675"/>
    <w:rsid w:val="00912A43"/>
    <w:rsid w:val="00912B9C"/>
    <w:rsid w:val="00912C49"/>
    <w:rsid w:val="00912FC9"/>
    <w:rsid w:val="0091342B"/>
    <w:rsid w:val="00913ACE"/>
    <w:rsid w:val="00913B29"/>
    <w:rsid w:val="009140E8"/>
    <w:rsid w:val="00914A0E"/>
    <w:rsid w:val="00914D38"/>
    <w:rsid w:val="00915A8E"/>
    <w:rsid w:val="00915CB2"/>
    <w:rsid w:val="00915FE8"/>
    <w:rsid w:val="009160ED"/>
    <w:rsid w:val="00916952"/>
    <w:rsid w:val="00916BA6"/>
    <w:rsid w:val="009170AB"/>
    <w:rsid w:val="009175D4"/>
    <w:rsid w:val="0091772B"/>
    <w:rsid w:val="00917B88"/>
    <w:rsid w:val="00917D4D"/>
    <w:rsid w:val="00917F16"/>
    <w:rsid w:val="009201A5"/>
    <w:rsid w:val="00920346"/>
    <w:rsid w:val="00920DDC"/>
    <w:rsid w:val="00920DF4"/>
    <w:rsid w:val="00920FA5"/>
    <w:rsid w:val="009211E5"/>
    <w:rsid w:val="00921256"/>
    <w:rsid w:val="0092134F"/>
    <w:rsid w:val="009214B4"/>
    <w:rsid w:val="00921540"/>
    <w:rsid w:val="00922044"/>
    <w:rsid w:val="00922122"/>
    <w:rsid w:val="00922C35"/>
    <w:rsid w:val="0092308E"/>
    <w:rsid w:val="00923136"/>
    <w:rsid w:val="009233FC"/>
    <w:rsid w:val="00923622"/>
    <w:rsid w:val="0092365F"/>
    <w:rsid w:val="00923BF4"/>
    <w:rsid w:val="00923CD1"/>
    <w:rsid w:val="00923DA2"/>
    <w:rsid w:val="0092447C"/>
    <w:rsid w:val="00925079"/>
    <w:rsid w:val="009256CD"/>
    <w:rsid w:val="0092598F"/>
    <w:rsid w:val="00925B5B"/>
    <w:rsid w:val="00925E34"/>
    <w:rsid w:val="00926053"/>
    <w:rsid w:val="00926305"/>
    <w:rsid w:val="009266A2"/>
    <w:rsid w:val="00926A05"/>
    <w:rsid w:val="00926ECC"/>
    <w:rsid w:val="009271EE"/>
    <w:rsid w:val="009272DF"/>
    <w:rsid w:val="00927A62"/>
    <w:rsid w:val="00927E4E"/>
    <w:rsid w:val="00930230"/>
    <w:rsid w:val="009302F7"/>
    <w:rsid w:val="009303FA"/>
    <w:rsid w:val="009305B4"/>
    <w:rsid w:val="00930EF5"/>
    <w:rsid w:val="009319FA"/>
    <w:rsid w:val="00931BBB"/>
    <w:rsid w:val="00931F11"/>
    <w:rsid w:val="00932389"/>
    <w:rsid w:val="00932689"/>
    <w:rsid w:val="00932853"/>
    <w:rsid w:val="00932CDD"/>
    <w:rsid w:val="00932DB5"/>
    <w:rsid w:val="00932DC1"/>
    <w:rsid w:val="00932DC7"/>
    <w:rsid w:val="00932E29"/>
    <w:rsid w:val="0093336D"/>
    <w:rsid w:val="0093337F"/>
    <w:rsid w:val="0093442C"/>
    <w:rsid w:val="00934515"/>
    <w:rsid w:val="00934521"/>
    <w:rsid w:val="0093455F"/>
    <w:rsid w:val="00934714"/>
    <w:rsid w:val="00934878"/>
    <w:rsid w:val="00935122"/>
    <w:rsid w:val="009359E1"/>
    <w:rsid w:val="009364A0"/>
    <w:rsid w:val="00936591"/>
    <w:rsid w:val="00936601"/>
    <w:rsid w:val="009366CC"/>
    <w:rsid w:val="009369A5"/>
    <w:rsid w:val="00936D94"/>
    <w:rsid w:val="00936E74"/>
    <w:rsid w:val="009372E4"/>
    <w:rsid w:val="00937489"/>
    <w:rsid w:val="0093778C"/>
    <w:rsid w:val="009379AC"/>
    <w:rsid w:val="00937BEA"/>
    <w:rsid w:val="00940001"/>
    <w:rsid w:val="00940211"/>
    <w:rsid w:val="0094029F"/>
    <w:rsid w:val="0094048C"/>
    <w:rsid w:val="0094095D"/>
    <w:rsid w:val="0094137D"/>
    <w:rsid w:val="00941459"/>
    <w:rsid w:val="00942E63"/>
    <w:rsid w:val="00943041"/>
    <w:rsid w:val="009430DC"/>
    <w:rsid w:val="00943721"/>
    <w:rsid w:val="009437BA"/>
    <w:rsid w:val="00943847"/>
    <w:rsid w:val="00943FA8"/>
    <w:rsid w:val="00944630"/>
    <w:rsid w:val="009447C0"/>
    <w:rsid w:val="0094491D"/>
    <w:rsid w:val="00944A4A"/>
    <w:rsid w:val="00945709"/>
    <w:rsid w:val="00945F10"/>
    <w:rsid w:val="00945F3F"/>
    <w:rsid w:val="009465F2"/>
    <w:rsid w:val="00946BA8"/>
    <w:rsid w:val="00946C1B"/>
    <w:rsid w:val="00946EE6"/>
    <w:rsid w:val="00946EFE"/>
    <w:rsid w:val="00946FA3"/>
    <w:rsid w:val="0094760F"/>
    <w:rsid w:val="00947629"/>
    <w:rsid w:val="00947BCA"/>
    <w:rsid w:val="0095009E"/>
    <w:rsid w:val="00950259"/>
    <w:rsid w:val="009504C6"/>
    <w:rsid w:val="00950C25"/>
    <w:rsid w:val="00950C4E"/>
    <w:rsid w:val="00951306"/>
    <w:rsid w:val="00951D84"/>
    <w:rsid w:val="009524B4"/>
    <w:rsid w:val="0095274B"/>
    <w:rsid w:val="00952F08"/>
    <w:rsid w:val="009532B0"/>
    <w:rsid w:val="009534B6"/>
    <w:rsid w:val="00953661"/>
    <w:rsid w:val="00953BF3"/>
    <w:rsid w:val="0095525F"/>
    <w:rsid w:val="0095539C"/>
    <w:rsid w:val="009554B2"/>
    <w:rsid w:val="009556FB"/>
    <w:rsid w:val="009559FA"/>
    <w:rsid w:val="00955A33"/>
    <w:rsid w:val="0095602A"/>
    <w:rsid w:val="00956231"/>
    <w:rsid w:val="00956239"/>
    <w:rsid w:val="00956502"/>
    <w:rsid w:val="00956790"/>
    <w:rsid w:val="009569F9"/>
    <w:rsid w:val="00956E43"/>
    <w:rsid w:val="009571F3"/>
    <w:rsid w:val="00957FD0"/>
    <w:rsid w:val="009601F7"/>
    <w:rsid w:val="0096070A"/>
    <w:rsid w:val="00960890"/>
    <w:rsid w:val="00960B17"/>
    <w:rsid w:val="00961516"/>
    <w:rsid w:val="009616B6"/>
    <w:rsid w:val="009620AE"/>
    <w:rsid w:val="009620DE"/>
    <w:rsid w:val="00962BBE"/>
    <w:rsid w:val="00962EE9"/>
    <w:rsid w:val="00962F20"/>
    <w:rsid w:val="009639A8"/>
    <w:rsid w:val="009643FE"/>
    <w:rsid w:val="00964B3D"/>
    <w:rsid w:val="00964ED1"/>
    <w:rsid w:val="009658CE"/>
    <w:rsid w:val="00965A41"/>
    <w:rsid w:val="00965B4A"/>
    <w:rsid w:val="00965DDC"/>
    <w:rsid w:val="00965E00"/>
    <w:rsid w:val="00965EEB"/>
    <w:rsid w:val="0096625D"/>
    <w:rsid w:val="0096701B"/>
    <w:rsid w:val="0096750D"/>
    <w:rsid w:val="00970CC1"/>
    <w:rsid w:val="009715BF"/>
    <w:rsid w:val="0097198A"/>
    <w:rsid w:val="00971D3A"/>
    <w:rsid w:val="009723C4"/>
    <w:rsid w:val="009723F7"/>
    <w:rsid w:val="0097240F"/>
    <w:rsid w:val="00972ABB"/>
    <w:rsid w:val="00972C60"/>
    <w:rsid w:val="00972E0F"/>
    <w:rsid w:val="009731BD"/>
    <w:rsid w:val="009739E7"/>
    <w:rsid w:val="00974462"/>
    <w:rsid w:val="0097447C"/>
    <w:rsid w:val="009748DC"/>
    <w:rsid w:val="00974E08"/>
    <w:rsid w:val="009751C2"/>
    <w:rsid w:val="0097558C"/>
    <w:rsid w:val="00975DE4"/>
    <w:rsid w:val="00975F3F"/>
    <w:rsid w:val="00976219"/>
    <w:rsid w:val="00976A85"/>
    <w:rsid w:val="00977237"/>
    <w:rsid w:val="0097798B"/>
    <w:rsid w:val="00977B56"/>
    <w:rsid w:val="009803F8"/>
    <w:rsid w:val="009804C9"/>
    <w:rsid w:val="00980777"/>
    <w:rsid w:val="00980BAC"/>
    <w:rsid w:val="00980C5F"/>
    <w:rsid w:val="00980CFF"/>
    <w:rsid w:val="00980DA4"/>
    <w:rsid w:val="00980FB4"/>
    <w:rsid w:val="00981608"/>
    <w:rsid w:val="0098187D"/>
    <w:rsid w:val="00981C7D"/>
    <w:rsid w:val="00982945"/>
    <w:rsid w:val="009838F0"/>
    <w:rsid w:val="00983EB6"/>
    <w:rsid w:val="00984FAB"/>
    <w:rsid w:val="0098505D"/>
    <w:rsid w:val="0098516B"/>
    <w:rsid w:val="00985200"/>
    <w:rsid w:val="0098645A"/>
    <w:rsid w:val="00986736"/>
    <w:rsid w:val="0098722B"/>
    <w:rsid w:val="0098761F"/>
    <w:rsid w:val="009876D6"/>
    <w:rsid w:val="00987880"/>
    <w:rsid w:val="00987C66"/>
    <w:rsid w:val="00987E46"/>
    <w:rsid w:val="00987EE2"/>
    <w:rsid w:val="00990309"/>
    <w:rsid w:val="00990A53"/>
    <w:rsid w:val="009911B4"/>
    <w:rsid w:val="00991663"/>
    <w:rsid w:val="00991D7F"/>
    <w:rsid w:val="00992AA2"/>
    <w:rsid w:val="00992B5B"/>
    <w:rsid w:val="00992E82"/>
    <w:rsid w:val="00992F65"/>
    <w:rsid w:val="00992FEE"/>
    <w:rsid w:val="0099305E"/>
    <w:rsid w:val="0099346A"/>
    <w:rsid w:val="009935E8"/>
    <w:rsid w:val="00993AB6"/>
    <w:rsid w:val="009940CC"/>
    <w:rsid w:val="009947EF"/>
    <w:rsid w:val="00995F73"/>
    <w:rsid w:val="00996113"/>
    <w:rsid w:val="009962C0"/>
    <w:rsid w:val="009966EF"/>
    <w:rsid w:val="00996AFB"/>
    <w:rsid w:val="00996BB9"/>
    <w:rsid w:val="00997007"/>
    <w:rsid w:val="00997865"/>
    <w:rsid w:val="009A0976"/>
    <w:rsid w:val="009A1313"/>
    <w:rsid w:val="009A1B2C"/>
    <w:rsid w:val="009A1EA6"/>
    <w:rsid w:val="009A2217"/>
    <w:rsid w:val="009A27B7"/>
    <w:rsid w:val="009A2A34"/>
    <w:rsid w:val="009A2F59"/>
    <w:rsid w:val="009A30F8"/>
    <w:rsid w:val="009A342F"/>
    <w:rsid w:val="009A486D"/>
    <w:rsid w:val="009A4C84"/>
    <w:rsid w:val="009A50E2"/>
    <w:rsid w:val="009A517C"/>
    <w:rsid w:val="009A5219"/>
    <w:rsid w:val="009A5401"/>
    <w:rsid w:val="009A5BA4"/>
    <w:rsid w:val="009A5D06"/>
    <w:rsid w:val="009A62E9"/>
    <w:rsid w:val="009A64D0"/>
    <w:rsid w:val="009A653E"/>
    <w:rsid w:val="009A659C"/>
    <w:rsid w:val="009A6676"/>
    <w:rsid w:val="009A6F53"/>
    <w:rsid w:val="009A7049"/>
    <w:rsid w:val="009A718A"/>
    <w:rsid w:val="009A73A3"/>
    <w:rsid w:val="009A77B9"/>
    <w:rsid w:val="009A7E95"/>
    <w:rsid w:val="009A7F26"/>
    <w:rsid w:val="009B0596"/>
    <w:rsid w:val="009B05A3"/>
    <w:rsid w:val="009B0B82"/>
    <w:rsid w:val="009B1C64"/>
    <w:rsid w:val="009B1E2B"/>
    <w:rsid w:val="009B216C"/>
    <w:rsid w:val="009B244E"/>
    <w:rsid w:val="009B25E1"/>
    <w:rsid w:val="009B3789"/>
    <w:rsid w:val="009B3D44"/>
    <w:rsid w:val="009B4881"/>
    <w:rsid w:val="009B4BC5"/>
    <w:rsid w:val="009B4BEB"/>
    <w:rsid w:val="009B4EA7"/>
    <w:rsid w:val="009B4F1C"/>
    <w:rsid w:val="009B527D"/>
    <w:rsid w:val="009B52B7"/>
    <w:rsid w:val="009B580D"/>
    <w:rsid w:val="009B5AFB"/>
    <w:rsid w:val="009B5D80"/>
    <w:rsid w:val="009B6E06"/>
    <w:rsid w:val="009B73A6"/>
    <w:rsid w:val="009B7B53"/>
    <w:rsid w:val="009B7BEC"/>
    <w:rsid w:val="009C0032"/>
    <w:rsid w:val="009C02E3"/>
    <w:rsid w:val="009C0830"/>
    <w:rsid w:val="009C1641"/>
    <w:rsid w:val="009C173C"/>
    <w:rsid w:val="009C2923"/>
    <w:rsid w:val="009C33F2"/>
    <w:rsid w:val="009C35DF"/>
    <w:rsid w:val="009C365C"/>
    <w:rsid w:val="009C3877"/>
    <w:rsid w:val="009C39A4"/>
    <w:rsid w:val="009C4532"/>
    <w:rsid w:val="009C45D4"/>
    <w:rsid w:val="009C4754"/>
    <w:rsid w:val="009C4B50"/>
    <w:rsid w:val="009C58CD"/>
    <w:rsid w:val="009C598F"/>
    <w:rsid w:val="009C5B85"/>
    <w:rsid w:val="009C5C0D"/>
    <w:rsid w:val="009C5FC1"/>
    <w:rsid w:val="009C5FF7"/>
    <w:rsid w:val="009C6498"/>
    <w:rsid w:val="009C6539"/>
    <w:rsid w:val="009C6A02"/>
    <w:rsid w:val="009C7294"/>
    <w:rsid w:val="009D03FE"/>
    <w:rsid w:val="009D076F"/>
    <w:rsid w:val="009D09A8"/>
    <w:rsid w:val="009D120C"/>
    <w:rsid w:val="009D15BB"/>
    <w:rsid w:val="009D17F5"/>
    <w:rsid w:val="009D1F66"/>
    <w:rsid w:val="009D2FDB"/>
    <w:rsid w:val="009D37D1"/>
    <w:rsid w:val="009D3C68"/>
    <w:rsid w:val="009D3CCC"/>
    <w:rsid w:val="009D3D0C"/>
    <w:rsid w:val="009D3E90"/>
    <w:rsid w:val="009D40E6"/>
    <w:rsid w:val="009D47CD"/>
    <w:rsid w:val="009D4B6C"/>
    <w:rsid w:val="009D4CF3"/>
    <w:rsid w:val="009D4E33"/>
    <w:rsid w:val="009D4EED"/>
    <w:rsid w:val="009D5259"/>
    <w:rsid w:val="009D53F8"/>
    <w:rsid w:val="009D56B7"/>
    <w:rsid w:val="009D574D"/>
    <w:rsid w:val="009D5FDF"/>
    <w:rsid w:val="009D6D64"/>
    <w:rsid w:val="009D7371"/>
    <w:rsid w:val="009D753D"/>
    <w:rsid w:val="009D7542"/>
    <w:rsid w:val="009D7D4F"/>
    <w:rsid w:val="009E0080"/>
    <w:rsid w:val="009E0850"/>
    <w:rsid w:val="009E1183"/>
    <w:rsid w:val="009E11EE"/>
    <w:rsid w:val="009E187F"/>
    <w:rsid w:val="009E205B"/>
    <w:rsid w:val="009E21A5"/>
    <w:rsid w:val="009E23DB"/>
    <w:rsid w:val="009E2454"/>
    <w:rsid w:val="009E2BBE"/>
    <w:rsid w:val="009E3109"/>
    <w:rsid w:val="009E3D37"/>
    <w:rsid w:val="009E3FF3"/>
    <w:rsid w:val="009E411B"/>
    <w:rsid w:val="009E4170"/>
    <w:rsid w:val="009E41D9"/>
    <w:rsid w:val="009E44BA"/>
    <w:rsid w:val="009E4E86"/>
    <w:rsid w:val="009E591F"/>
    <w:rsid w:val="009E5C9D"/>
    <w:rsid w:val="009E5CA0"/>
    <w:rsid w:val="009E5F84"/>
    <w:rsid w:val="009E68F1"/>
    <w:rsid w:val="009E6B5D"/>
    <w:rsid w:val="009E72E9"/>
    <w:rsid w:val="009E7386"/>
    <w:rsid w:val="009E7505"/>
    <w:rsid w:val="009E75CE"/>
    <w:rsid w:val="009E791E"/>
    <w:rsid w:val="009F072F"/>
    <w:rsid w:val="009F1027"/>
    <w:rsid w:val="009F1096"/>
    <w:rsid w:val="009F10B8"/>
    <w:rsid w:val="009F10FE"/>
    <w:rsid w:val="009F12D1"/>
    <w:rsid w:val="009F13D4"/>
    <w:rsid w:val="009F1AE1"/>
    <w:rsid w:val="009F1DC4"/>
    <w:rsid w:val="009F2961"/>
    <w:rsid w:val="009F2D23"/>
    <w:rsid w:val="009F3916"/>
    <w:rsid w:val="009F40CA"/>
    <w:rsid w:val="009F4506"/>
    <w:rsid w:val="009F48F2"/>
    <w:rsid w:val="009F4A21"/>
    <w:rsid w:val="009F4A39"/>
    <w:rsid w:val="009F5009"/>
    <w:rsid w:val="009F5153"/>
    <w:rsid w:val="009F52A4"/>
    <w:rsid w:val="009F5801"/>
    <w:rsid w:val="009F58E5"/>
    <w:rsid w:val="009F5AF8"/>
    <w:rsid w:val="009F5F2C"/>
    <w:rsid w:val="009F5FA8"/>
    <w:rsid w:val="009F60CD"/>
    <w:rsid w:val="009F65D0"/>
    <w:rsid w:val="009F65D8"/>
    <w:rsid w:val="009F67E7"/>
    <w:rsid w:val="009F67F7"/>
    <w:rsid w:val="009F6A88"/>
    <w:rsid w:val="009F6B59"/>
    <w:rsid w:val="009F6E21"/>
    <w:rsid w:val="009F704C"/>
    <w:rsid w:val="009F775E"/>
    <w:rsid w:val="00A000AD"/>
    <w:rsid w:val="00A000F2"/>
    <w:rsid w:val="00A00202"/>
    <w:rsid w:val="00A002A0"/>
    <w:rsid w:val="00A00944"/>
    <w:rsid w:val="00A00BD3"/>
    <w:rsid w:val="00A015E1"/>
    <w:rsid w:val="00A015FC"/>
    <w:rsid w:val="00A01818"/>
    <w:rsid w:val="00A01D98"/>
    <w:rsid w:val="00A02111"/>
    <w:rsid w:val="00A021D8"/>
    <w:rsid w:val="00A022FD"/>
    <w:rsid w:val="00A0230C"/>
    <w:rsid w:val="00A02353"/>
    <w:rsid w:val="00A02863"/>
    <w:rsid w:val="00A02EB9"/>
    <w:rsid w:val="00A0350E"/>
    <w:rsid w:val="00A03775"/>
    <w:rsid w:val="00A037DB"/>
    <w:rsid w:val="00A03BAB"/>
    <w:rsid w:val="00A04991"/>
    <w:rsid w:val="00A050D4"/>
    <w:rsid w:val="00A051FD"/>
    <w:rsid w:val="00A0581F"/>
    <w:rsid w:val="00A058C9"/>
    <w:rsid w:val="00A05E77"/>
    <w:rsid w:val="00A06273"/>
    <w:rsid w:val="00A06C2D"/>
    <w:rsid w:val="00A06CFF"/>
    <w:rsid w:val="00A06D5F"/>
    <w:rsid w:val="00A0792F"/>
    <w:rsid w:val="00A0795E"/>
    <w:rsid w:val="00A079D1"/>
    <w:rsid w:val="00A07CC3"/>
    <w:rsid w:val="00A07F62"/>
    <w:rsid w:val="00A101D6"/>
    <w:rsid w:val="00A1044D"/>
    <w:rsid w:val="00A10A5B"/>
    <w:rsid w:val="00A110B2"/>
    <w:rsid w:val="00A11183"/>
    <w:rsid w:val="00A11782"/>
    <w:rsid w:val="00A12348"/>
    <w:rsid w:val="00A127B4"/>
    <w:rsid w:val="00A12952"/>
    <w:rsid w:val="00A12F8E"/>
    <w:rsid w:val="00A132D4"/>
    <w:rsid w:val="00A135A9"/>
    <w:rsid w:val="00A13797"/>
    <w:rsid w:val="00A138DD"/>
    <w:rsid w:val="00A13CCF"/>
    <w:rsid w:val="00A143C6"/>
    <w:rsid w:val="00A14C8A"/>
    <w:rsid w:val="00A14DD6"/>
    <w:rsid w:val="00A15019"/>
    <w:rsid w:val="00A15247"/>
    <w:rsid w:val="00A15414"/>
    <w:rsid w:val="00A155BC"/>
    <w:rsid w:val="00A15654"/>
    <w:rsid w:val="00A156AE"/>
    <w:rsid w:val="00A16230"/>
    <w:rsid w:val="00A16857"/>
    <w:rsid w:val="00A17C26"/>
    <w:rsid w:val="00A17CDB"/>
    <w:rsid w:val="00A17DF1"/>
    <w:rsid w:val="00A17E1C"/>
    <w:rsid w:val="00A20076"/>
    <w:rsid w:val="00A203FD"/>
    <w:rsid w:val="00A20C47"/>
    <w:rsid w:val="00A20DF3"/>
    <w:rsid w:val="00A21181"/>
    <w:rsid w:val="00A21DB6"/>
    <w:rsid w:val="00A223A5"/>
    <w:rsid w:val="00A22F81"/>
    <w:rsid w:val="00A22FB6"/>
    <w:rsid w:val="00A23780"/>
    <w:rsid w:val="00A238D9"/>
    <w:rsid w:val="00A239BB"/>
    <w:rsid w:val="00A239BF"/>
    <w:rsid w:val="00A23C2D"/>
    <w:rsid w:val="00A241B3"/>
    <w:rsid w:val="00A24655"/>
    <w:rsid w:val="00A24672"/>
    <w:rsid w:val="00A247E9"/>
    <w:rsid w:val="00A24F9A"/>
    <w:rsid w:val="00A25089"/>
    <w:rsid w:val="00A251AE"/>
    <w:rsid w:val="00A25714"/>
    <w:rsid w:val="00A25B59"/>
    <w:rsid w:val="00A26417"/>
    <w:rsid w:val="00A26526"/>
    <w:rsid w:val="00A267B6"/>
    <w:rsid w:val="00A26EE4"/>
    <w:rsid w:val="00A27335"/>
    <w:rsid w:val="00A27CF2"/>
    <w:rsid w:val="00A27E69"/>
    <w:rsid w:val="00A303C0"/>
    <w:rsid w:val="00A30419"/>
    <w:rsid w:val="00A3074E"/>
    <w:rsid w:val="00A30D52"/>
    <w:rsid w:val="00A30E56"/>
    <w:rsid w:val="00A31951"/>
    <w:rsid w:val="00A31C8C"/>
    <w:rsid w:val="00A31E36"/>
    <w:rsid w:val="00A32232"/>
    <w:rsid w:val="00A3239F"/>
    <w:rsid w:val="00A326F9"/>
    <w:rsid w:val="00A32702"/>
    <w:rsid w:val="00A32D7F"/>
    <w:rsid w:val="00A32E9B"/>
    <w:rsid w:val="00A32F46"/>
    <w:rsid w:val="00A333EB"/>
    <w:rsid w:val="00A33547"/>
    <w:rsid w:val="00A33585"/>
    <w:rsid w:val="00A33BCA"/>
    <w:rsid w:val="00A33CB8"/>
    <w:rsid w:val="00A33E98"/>
    <w:rsid w:val="00A34589"/>
    <w:rsid w:val="00A34A9A"/>
    <w:rsid w:val="00A34C7D"/>
    <w:rsid w:val="00A35273"/>
    <w:rsid w:val="00A35514"/>
    <w:rsid w:val="00A355A4"/>
    <w:rsid w:val="00A35672"/>
    <w:rsid w:val="00A35957"/>
    <w:rsid w:val="00A35B5B"/>
    <w:rsid w:val="00A36213"/>
    <w:rsid w:val="00A36476"/>
    <w:rsid w:val="00A36B81"/>
    <w:rsid w:val="00A371CF"/>
    <w:rsid w:val="00A37880"/>
    <w:rsid w:val="00A37ECF"/>
    <w:rsid w:val="00A40078"/>
    <w:rsid w:val="00A40143"/>
    <w:rsid w:val="00A4029A"/>
    <w:rsid w:val="00A407FC"/>
    <w:rsid w:val="00A408A7"/>
    <w:rsid w:val="00A40936"/>
    <w:rsid w:val="00A416D2"/>
    <w:rsid w:val="00A418D0"/>
    <w:rsid w:val="00A41A5A"/>
    <w:rsid w:val="00A41ACF"/>
    <w:rsid w:val="00A41B2F"/>
    <w:rsid w:val="00A41B95"/>
    <w:rsid w:val="00A420FC"/>
    <w:rsid w:val="00A42331"/>
    <w:rsid w:val="00A4281A"/>
    <w:rsid w:val="00A428E4"/>
    <w:rsid w:val="00A433CE"/>
    <w:rsid w:val="00A434BC"/>
    <w:rsid w:val="00A4372D"/>
    <w:rsid w:val="00A43B48"/>
    <w:rsid w:val="00A43D0D"/>
    <w:rsid w:val="00A44670"/>
    <w:rsid w:val="00A4599B"/>
    <w:rsid w:val="00A459AF"/>
    <w:rsid w:val="00A45A26"/>
    <w:rsid w:val="00A45BFB"/>
    <w:rsid w:val="00A4648A"/>
    <w:rsid w:val="00A46638"/>
    <w:rsid w:val="00A46DAA"/>
    <w:rsid w:val="00A47272"/>
    <w:rsid w:val="00A475DD"/>
    <w:rsid w:val="00A4782E"/>
    <w:rsid w:val="00A47AA2"/>
    <w:rsid w:val="00A47D2D"/>
    <w:rsid w:val="00A505AF"/>
    <w:rsid w:val="00A50903"/>
    <w:rsid w:val="00A515F7"/>
    <w:rsid w:val="00A518D2"/>
    <w:rsid w:val="00A5211E"/>
    <w:rsid w:val="00A524D0"/>
    <w:rsid w:val="00A5277A"/>
    <w:rsid w:val="00A52ACB"/>
    <w:rsid w:val="00A52FB9"/>
    <w:rsid w:val="00A537F3"/>
    <w:rsid w:val="00A53A39"/>
    <w:rsid w:val="00A53CF1"/>
    <w:rsid w:val="00A54E3A"/>
    <w:rsid w:val="00A551A3"/>
    <w:rsid w:val="00A557B0"/>
    <w:rsid w:val="00A55855"/>
    <w:rsid w:val="00A558FB"/>
    <w:rsid w:val="00A55A8F"/>
    <w:rsid w:val="00A55E2C"/>
    <w:rsid w:val="00A55ED0"/>
    <w:rsid w:val="00A55F0F"/>
    <w:rsid w:val="00A56223"/>
    <w:rsid w:val="00A5622F"/>
    <w:rsid w:val="00A56238"/>
    <w:rsid w:val="00A56602"/>
    <w:rsid w:val="00A56DF8"/>
    <w:rsid w:val="00A57300"/>
    <w:rsid w:val="00A60221"/>
    <w:rsid w:val="00A60FB0"/>
    <w:rsid w:val="00A61115"/>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1D7"/>
    <w:rsid w:val="00A6445A"/>
    <w:rsid w:val="00A644EE"/>
    <w:rsid w:val="00A64BD7"/>
    <w:rsid w:val="00A64D3A"/>
    <w:rsid w:val="00A64E60"/>
    <w:rsid w:val="00A64FFB"/>
    <w:rsid w:val="00A652C1"/>
    <w:rsid w:val="00A65582"/>
    <w:rsid w:val="00A65892"/>
    <w:rsid w:val="00A66363"/>
    <w:rsid w:val="00A67B92"/>
    <w:rsid w:val="00A67ED7"/>
    <w:rsid w:val="00A702A0"/>
    <w:rsid w:val="00A70459"/>
    <w:rsid w:val="00A704FE"/>
    <w:rsid w:val="00A7068C"/>
    <w:rsid w:val="00A70A06"/>
    <w:rsid w:val="00A7181F"/>
    <w:rsid w:val="00A71DD3"/>
    <w:rsid w:val="00A720AF"/>
    <w:rsid w:val="00A72414"/>
    <w:rsid w:val="00A72AF5"/>
    <w:rsid w:val="00A731C7"/>
    <w:rsid w:val="00A736C9"/>
    <w:rsid w:val="00A73853"/>
    <w:rsid w:val="00A74079"/>
    <w:rsid w:val="00A74190"/>
    <w:rsid w:val="00A74860"/>
    <w:rsid w:val="00A74C63"/>
    <w:rsid w:val="00A752FE"/>
    <w:rsid w:val="00A75ADE"/>
    <w:rsid w:val="00A75B9F"/>
    <w:rsid w:val="00A75BA4"/>
    <w:rsid w:val="00A75D40"/>
    <w:rsid w:val="00A7624D"/>
    <w:rsid w:val="00A76374"/>
    <w:rsid w:val="00A7647A"/>
    <w:rsid w:val="00A77356"/>
    <w:rsid w:val="00A773D5"/>
    <w:rsid w:val="00A776F6"/>
    <w:rsid w:val="00A778C0"/>
    <w:rsid w:val="00A779AD"/>
    <w:rsid w:val="00A80173"/>
    <w:rsid w:val="00A80522"/>
    <w:rsid w:val="00A8089F"/>
    <w:rsid w:val="00A8131E"/>
    <w:rsid w:val="00A8168E"/>
    <w:rsid w:val="00A81733"/>
    <w:rsid w:val="00A81E65"/>
    <w:rsid w:val="00A81EB4"/>
    <w:rsid w:val="00A8259A"/>
    <w:rsid w:val="00A8295B"/>
    <w:rsid w:val="00A82C2D"/>
    <w:rsid w:val="00A83455"/>
    <w:rsid w:val="00A83CC1"/>
    <w:rsid w:val="00A83D71"/>
    <w:rsid w:val="00A846FA"/>
    <w:rsid w:val="00A8470A"/>
    <w:rsid w:val="00A8486E"/>
    <w:rsid w:val="00A849B2"/>
    <w:rsid w:val="00A84EC9"/>
    <w:rsid w:val="00A8527E"/>
    <w:rsid w:val="00A85A7A"/>
    <w:rsid w:val="00A85EA5"/>
    <w:rsid w:val="00A8617E"/>
    <w:rsid w:val="00A86BDD"/>
    <w:rsid w:val="00A86D49"/>
    <w:rsid w:val="00A86E90"/>
    <w:rsid w:val="00A87010"/>
    <w:rsid w:val="00A872DC"/>
    <w:rsid w:val="00A87625"/>
    <w:rsid w:val="00A87718"/>
    <w:rsid w:val="00A87939"/>
    <w:rsid w:val="00A87A6D"/>
    <w:rsid w:val="00A904A1"/>
    <w:rsid w:val="00A90A1E"/>
    <w:rsid w:val="00A90A7E"/>
    <w:rsid w:val="00A912A9"/>
    <w:rsid w:val="00A915E2"/>
    <w:rsid w:val="00A91905"/>
    <w:rsid w:val="00A9228B"/>
    <w:rsid w:val="00A92525"/>
    <w:rsid w:val="00A92CBF"/>
    <w:rsid w:val="00A92E21"/>
    <w:rsid w:val="00A93196"/>
    <w:rsid w:val="00A93418"/>
    <w:rsid w:val="00A936CB"/>
    <w:rsid w:val="00A943E4"/>
    <w:rsid w:val="00A94C29"/>
    <w:rsid w:val="00A950DC"/>
    <w:rsid w:val="00A95443"/>
    <w:rsid w:val="00A95545"/>
    <w:rsid w:val="00A95B54"/>
    <w:rsid w:val="00A96884"/>
    <w:rsid w:val="00A9690F"/>
    <w:rsid w:val="00A96935"/>
    <w:rsid w:val="00A97396"/>
    <w:rsid w:val="00A975DE"/>
    <w:rsid w:val="00A9780A"/>
    <w:rsid w:val="00A97932"/>
    <w:rsid w:val="00A97C6C"/>
    <w:rsid w:val="00AA008C"/>
    <w:rsid w:val="00AA01B5"/>
    <w:rsid w:val="00AA0302"/>
    <w:rsid w:val="00AA0D09"/>
    <w:rsid w:val="00AA103A"/>
    <w:rsid w:val="00AA106D"/>
    <w:rsid w:val="00AA1898"/>
    <w:rsid w:val="00AA1C5C"/>
    <w:rsid w:val="00AA20EF"/>
    <w:rsid w:val="00AA2655"/>
    <w:rsid w:val="00AA279B"/>
    <w:rsid w:val="00AA2DF0"/>
    <w:rsid w:val="00AA34A8"/>
    <w:rsid w:val="00AA3800"/>
    <w:rsid w:val="00AA39AB"/>
    <w:rsid w:val="00AA3A89"/>
    <w:rsid w:val="00AA3FDC"/>
    <w:rsid w:val="00AA4181"/>
    <w:rsid w:val="00AA4860"/>
    <w:rsid w:val="00AA4A9A"/>
    <w:rsid w:val="00AA4E1D"/>
    <w:rsid w:val="00AA5442"/>
    <w:rsid w:val="00AA5738"/>
    <w:rsid w:val="00AA5D5C"/>
    <w:rsid w:val="00AA63A7"/>
    <w:rsid w:val="00AA6AEA"/>
    <w:rsid w:val="00AA70F2"/>
    <w:rsid w:val="00AA710C"/>
    <w:rsid w:val="00AA7930"/>
    <w:rsid w:val="00AA795D"/>
    <w:rsid w:val="00AA7BBB"/>
    <w:rsid w:val="00AA7DF8"/>
    <w:rsid w:val="00AB0077"/>
    <w:rsid w:val="00AB0290"/>
    <w:rsid w:val="00AB051F"/>
    <w:rsid w:val="00AB0661"/>
    <w:rsid w:val="00AB087C"/>
    <w:rsid w:val="00AB10D7"/>
    <w:rsid w:val="00AB10E5"/>
    <w:rsid w:val="00AB1154"/>
    <w:rsid w:val="00AB1158"/>
    <w:rsid w:val="00AB1206"/>
    <w:rsid w:val="00AB15BB"/>
    <w:rsid w:val="00AB1ADA"/>
    <w:rsid w:val="00AB1BDB"/>
    <w:rsid w:val="00AB1CEE"/>
    <w:rsid w:val="00AB1DA6"/>
    <w:rsid w:val="00AB1E54"/>
    <w:rsid w:val="00AB1F01"/>
    <w:rsid w:val="00AB2228"/>
    <w:rsid w:val="00AB229E"/>
    <w:rsid w:val="00AB26DC"/>
    <w:rsid w:val="00AB2F09"/>
    <w:rsid w:val="00AB2FB6"/>
    <w:rsid w:val="00AB357C"/>
    <w:rsid w:val="00AB35C6"/>
    <w:rsid w:val="00AB3882"/>
    <w:rsid w:val="00AB3DD1"/>
    <w:rsid w:val="00AB3FF5"/>
    <w:rsid w:val="00AB4001"/>
    <w:rsid w:val="00AB42F3"/>
    <w:rsid w:val="00AB4574"/>
    <w:rsid w:val="00AB45D0"/>
    <w:rsid w:val="00AB462A"/>
    <w:rsid w:val="00AB4715"/>
    <w:rsid w:val="00AB4751"/>
    <w:rsid w:val="00AB4845"/>
    <w:rsid w:val="00AB5760"/>
    <w:rsid w:val="00AB5C0E"/>
    <w:rsid w:val="00AB5CDA"/>
    <w:rsid w:val="00AB5CE0"/>
    <w:rsid w:val="00AB5DE5"/>
    <w:rsid w:val="00AB5E9D"/>
    <w:rsid w:val="00AB636D"/>
    <w:rsid w:val="00AB63D5"/>
    <w:rsid w:val="00AB6AB7"/>
    <w:rsid w:val="00AB6C35"/>
    <w:rsid w:val="00AB7126"/>
    <w:rsid w:val="00AB770E"/>
    <w:rsid w:val="00AB78A7"/>
    <w:rsid w:val="00AB78C8"/>
    <w:rsid w:val="00AB7BC6"/>
    <w:rsid w:val="00AB7E3B"/>
    <w:rsid w:val="00AC0455"/>
    <w:rsid w:val="00AC0C5A"/>
    <w:rsid w:val="00AC0D46"/>
    <w:rsid w:val="00AC0E5B"/>
    <w:rsid w:val="00AC0EDE"/>
    <w:rsid w:val="00AC0F99"/>
    <w:rsid w:val="00AC133E"/>
    <w:rsid w:val="00AC17E8"/>
    <w:rsid w:val="00AC190E"/>
    <w:rsid w:val="00AC1C30"/>
    <w:rsid w:val="00AC1F32"/>
    <w:rsid w:val="00AC2069"/>
    <w:rsid w:val="00AC2FA3"/>
    <w:rsid w:val="00AC3068"/>
    <w:rsid w:val="00AC34AC"/>
    <w:rsid w:val="00AC3525"/>
    <w:rsid w:val="00AC4174"/>
    <w:rsid w:val="00AC45F6"/>
    <w:rsid w:val="00AC4C7C"/>
    <w:rsid w:val="00AC4FB4"/>
    <w:rsid w:val="00AC646F"/>
    <w:rsid w:val="00AC66CB"/>
    <w:rsid w:val="00AC6DE2"/>
    <w:rsid w:val="00AC74DD"/>
    <w:rsid w:val="00AC75C3"/>
    <w:rsid w:val="00AC79F6"/>
    <w:rsid w:val="00AC7C3F"/>
    <w:rsid w:val="00AC7DBC"/>
    <w:rsid w:val="00AC7E0E"/>
    <w:rsid w:val="00AC7F9D"/>
    <w:rsid w:val="00AD010E"/>
    <w:rsid w:val="00AD05BC"/>
    <w:rsid w:val="00AD077F"/>
    <w:rsid w:val="00AD0FD8"/>
    <w:rsid w:val="00AD117C"/>
    <w:rsid w:val="00AD1289"/>
    <w:rsid w:val="00AD15DC"/>
    <w:rsid w:val="00AD1B74"/>
    <w:rsid w:val="00AD1E39"/>
    <w:rsid w:val="00AD20D5"/>
    <w:rsid w:val="00AD2825"/>
    <w:rsid w:val="00AD2E69"/>
    <w:rsid w:val="00AD3583"/>
    <w:rsid w:val="00AD3738"/>
    <w:rsid w:val="00AD3E23"/>
    <w:rsid w:val="00AD3FEE"/>
    <w:rsid w:val="00AD43FE"/>
    <w:rsid w:val="00AD4722"/>
    <w:rsid w:val="00AD4B53"/>
    <w:rsid w:val="00AD5086"/>
    <w:rsid w:val="00AD5290"/>
    <w:rsid w:val="00AD550B"/>
    <w:rsid w:val="00AD5769"/>
    <w:rsid w:val="00AD59F4"/>
    <w:rsid w:val="00AD5A31"/>
    <w:rsid w:val="00AD5A66"/>
    <w:rsid w:val="00AD5B33"/>
    <w:rsid w:val="00AD5D59"/>
    <w:rsid w:val="00AD5EBF"/>
    <w:rsid w:val="00AD5FDA"/>
    <w:rsid w:val="00AD6122"/>
    <w:rsid w:val="00AD6334"/>
    <w:rsid w:val="00AD68D6"/>
    <w:rsid w:val="00AD6DB5"/>
    <w:rsid w:val="00AD6FDB"/>
    <w:rsid w:val="00AD7965"/>
    <w:rsid w:val="00AD7B7F"/>
    <w:rsid w:val="00AE004E"/>
    <w:rsid w:val="00AE03B1"/>
    <w:rsid w:val="00AE05FD"/>
    <w:rsid w:val="00AE0E33"/>
    <w:rsid w:val="00AE1C17"/>
    <w:rsid w:val="00AE1C8D"/>
    <w:rsid w:val="00AE1EC5"/>
    <w:rsid w:val="00AE1FAB"/>
    <w:rsid w:val="00AE2275"/>
    <w:rsid w:val="00AE2338"/>
    <w:rsid w:val="00AE2622"/>
    <w:rsid w:val="00AE2B69"/>
    <w:rsid w:val="00AE31F0"/>
    <w:rsid w:val="00AE3DD7"/>
    <w:rsid w:val="00AE3DF8"/>
    <w:rsid w:val="00AE453D"/>
    <w:rsid w:val="00AE4C3E"/>
    <w:rsid w:val="00AE5425"/>
    <w:rsid w:val="00AE591A"/>
    <w:rsid w:val="00AE6457"/>
    <w:rsid w:val="00AE67D3"/>
    <w:rsid w:val="00AE6DBE"/>
    <w:rsid w:val="00AE6EAB"/>
    <w:rsid w:val="00AE7603"/>
    <w:rsid w:val="00AF0921"/>
    <w:rsid w:val="00AF107F"/>
    <w:rsid w:val="00AF1402"/>
    <w:rsid w:val="00AF1500"/>
    <w:rsid w:val="00AF1E69"/>
    <w:rsid w:val="00AF2053"/>
    <w:rsid w:val="00AF209C"/>
    <w:rsid w:val="00AF2110"/>
    <w:rsid w:val="00AF2427"/>
    <w:rsid w:val="00AF296C"/>
    <w:rsid w:val="00AF2B47"/>
    <w:rsid w:val="00AF2D30"/>
    <w:rsid w:val="00AF32E2"/>
    <w:rsid w:val="00AF33EC"/>
    <w:rsid w:val="00AF34B0"/>
    <w:rsid w:val="00AF3A80"/>
    <w:rsid w:val="00AF3D4F"/>
    <w:rsid w:val="00AF3EA5"/>
    <w:rsid w:val="00AF43EE"/>
    <w:rsid w:val="00AF4613"/>
    <w:rsid w:val="00AF4BCD"/>
    <w:rsid w:val="00AF4DA6"/>
    <w:rsid w:val="00AF5A48"/>
    <w:rsid w:val="00AF5EE3"/>
    <w:rsid w:val="00AF615D"/>
    <w:rsid w:val="00AF6B02"/>
    <w:rsid w:val="00AF7FED"/>
    <w:rsid w:val="00B00383"/>
    <w:rsid w:val="00B01657"/>
    <w:rsid w:val="00B01A58"/>
    <w:rsid w:val="00B02048"/>
    <w:rsid w:val="00B026D4"/>
    <w:rsid w:val="00B02DBE"/>
    <w:rsid w:val="00B02ED1"/>
    <w:rsid w:val="00B03450"/>
    <w:rsid w:val="00B038E3"/>
    <w:rsid w:val="00B03B60"/>
    <w:rsid w:val="00B048FA"/>
    <w:rsid w:val="00B04E6B"/>
    <w:rsid w:val="00B05477"/>
    <w:rsid w:val="00B059CC"/>
    <w:rsid w:val="00B05E8C"/>
    <w:rsid w:val="00B06382"/>
    <w:rsid w:val="00B06570"/>
    <w:rsid w:val="00B067A1"/>
    <w:rsid w:val="00B06F20"/>
    <w:rsid w:val="00B073F9"/>
    <w:rsid w:val="00B07787"/>
    <w:rsid w:val="00B078D4"/>
    <w:rsid w:val="00B07976"/>
    <w:rsid w:val="00B07AAE"/>
    <w:rsid w:val="00B10219"/>
    <w:rsid w:val="00B10589"/>
    <w:rsid w:val="00B10F11"/>
    <w:rsid w:val="00B11659"/>
    <w:rsid w:val="00B1196F"/>
    <w:rsid w:val="00B11E57"/>
    <w:rsid w:val="00B11ECB"/>
    <w:rsid w:val="00B12CEB"/>
    <w:rsid w:val="00B12D5A"/>
    <w:rsid w:val="00B13141"/>
    <w:rsid w:val="00B13612"/>
    <w:rsid w:val="00B13C24"/>
    <w:rsid w:val="00B146CF"/>
    <w:rsid w:val="00B1471D"/>
    <w:rsid w:val="00B14A97"/>
    <w:rsid w:val="00B14C9E"/>
    <w:rsid w:val="00B14D0D"/>
    <w:rsid w:val="00B152DD"/>
    <w:rsid w:val="00B154DF"/>
    <w:rsid w:val="00B1568B"/>
    <w:rsid w:val="00B15AFA"/>
    <w:rsid w:val="00B15B86"/>
    <w:rsid w:val="00B16203"/>
    <w:rsid w:val="00B16493"/>
    <w:rsid w:val="00B168FF"/>
    <w:rsid w:val="00B16D0A"/>
    <w:rsid w:val="00B16F6B"/>
    <w:rsid w:val="00B16FC1"/>
    <w:rsid w:val="00B1725D"/>
    <w:rsid w:val="00B175F2"/>
    <w:rsid w:val="00B177F1"/>
    <w:rsid w:val="00B17903"/>
    <w:rsid w:val="00B179D6"/>
    <w:rsid w:val="00B17BA8"/>
    <w:rsid w:val="00B20633"/>
    <w:rsid w:val="00B20842"/>
    <w:rsid w:val="00B21371"/>
    <w:rsid w:val="00B217D3"/>
    <w:rsid w:val="00B217ED"/>
    <w:rsid w:val="00B2184F"/>
    <w:rsid w:val="00B23048"/>
    <w:rsid w:val="00B23B2A"/>
    <w:rsid w:val="00B23F1D"/>
    <w:rsid w:val="00B240EE"/>
    <w:rsid w:val="00B24331"/>
    <w:rsid w:val="00B244D3"/>
    <w:rsid w:val="00B24E86"/>
    <w:rsid w:val="00B25273"/>
    <w:rsid w:val="00B25482"/>
    <w:rsid w:val="00B256E3"/>
    <w:rsid w:val="00B258C2"/>
    <w:rsid w:val="00B25A6B"/>
    <w:rsid w:val="00B25D32"/>
    <w:rsid w:val="00B25E54"/>
    <w:rsid w:val="00B25E85"/>
    <w:rsid w:val="00B27222"/>
    <w:rsid w:val="00B27566"/>
    <w:rsid w:val="00B275A2"/>
    <w:rsid w:val="00B27AF4"/>
    <w:rsid w:val="00B3080B"/>
    <w:rsid w:val="00B30811"/>
    <w:rsid w:val="00B30A7C"/>
    <w:rsid w:val="00B31187"/>
    <w:rsid w:val="00B312C4"/>
    <w:rsid w:val="00B318A8"/>
    <w:rsid w:val="00B31D13"/>
    <w:rsid w:val="00B31E1C"/>
    <w:rsid w:val="00B31F04"/>
    <w:rsid w:val="00B32093"/>
    <w:rsid w:val="00B321B3"/>
    <w:rsid w:val="00B324CE"/>
    <w:rsid w:val="00B32A70"/>
    <w:rsid w:val="00B32C4F"/>
    <w:rsid w:val="00B32FF4"/>
    <w:rsid w:val="00B333C3"/>
    <w:rsid w:val="00B3380D"/>
    <w:rsid w:val="00B33B62"/>
    <w:rsid w:val="00B33C69"/>
    <w:rsid w:val="00B33EB7"/>
    <w:rsid w:val="00B3531C"/>
    <w:rsid w:val="00B3578A"/>
    <w:rsid w:val="00B3635B"/>
    <w:rsid w:val="00B36763"/>
    <w:rsid w:val="00B368FF"/>
    <w:rsid w:val="00B36C80"/>
    <w:rsid w:val="00B36D0C"/>
    <w:rsid w:val="00B36F9A"/>
    <w:rsid w:val="00B3709A"/>
    <w:rsid w:val="00B37179"/>
    <w:rsid w:val="00B37320"/>
    <w:rsid w:val="00B373E1"/>
    <w:rsid w:val="00B375CA"/>
    <w:rsid w:val="00B3798C"/>
    <w:rsid w:val="00B40082"/>
    <w:rsid w:val="00B40468"/>
    <w:rsid w:val="00B4096A"/>
    <w:rsid w:val="00B409CF"/>
    <w:rsid w:val="00B40D1C"/>
    <w:rsid w:val="00B41320"/>
    <w:rsid w:val="00B41529"/>
    <w:rsid w:val="00B41836"/>
    <w:rsid w:val="00B419E6"/>
    <w:rsid w:val="00B42314"/>
    <w:rsid w:val="00B42AFF"/>
    <w:rsid w:val="00B42ED6"/>
    <w:rsid w:val="00B42F88"/>
    <w:rsid w:val="00B42F92"/>
    <w:rsid w:val="00B430D3"/>
    <w:rsid w:val="00B43136"/>
    <w:rsid w:val="00B4398B"/>
    <w:rsid w:val="00B43D7A"/>
    <w:rsid w:val="00B44440"/>
    <w:rsid w:val="00B44C14"/>
    <w:rsid w:val="00B44C90"/>
    <w:rsid w:val="00B44F3B"/>
    <w:rsid w:val="00B45560"/>
    <w:rsid w:val="00B46484"/>
    <w:rsid w:val="00B46BD5"/>
    <w:rsid w:val="00B46EC6"/>
    <w:rsid w:val="00B474FE"/>
    <w:rsid w:val="00B47811"/>
    <w:rsid w:val="00B47D19"/>
    <w:rsid w:val="00B47DB8"/>
    <w:rsid w:val="00B47FAF"/>
    <w:rsid w:val="00B47FB7"/>
    <w:rsid w:val="00B50675"/>
    <w:rsid w:val="00B50D61"/>
    <w:rsid w:val="00B51961"/>
    <w:rsid w:val="00B51CC9"/>
    <w:rsid w:val="00B52454"/>
    <w:rsid w:val="00B52CD4"/>
    <w:rsid w:val="00B52D53"/>
    <w:rsid w:val="00B52E2E"/>
    <w:rsid w:val="00B5307A"/>
    <w:rsid w:val="00B5344B"/>
    <w:rsid w:val="00B534E4"/>
    <w:rsid w:val="00B5358A"/>
    <w:rsid w:val="00B53EFB"/>
    <w:rsid w:val="00B5402B"/>
    <w:rsid w:val="00B5446B"/>
    <w:rsid w:val="00B544FD"/>
    <w:rsid w:val="00B5487E"/>
    <w:rsid w:val="00B549ED"/>
    <w:rsid w:val="00B54FE3"/>
    <w:rsid w:val="00B55489"/>
    <w:rsid w:val="00B5554F"/>
    <w:rsid w:val="00B5588A"/>
    <w:rsid w:val="00B55E2E"/>
    <w:rsid w:val="00B565B0"/>
    <w:rsid w:val="00B569E8"/>
    <w:rsid w:val="00B56ED2"/>
    <w:rsid w:val="00B57086"/>
    <w:rsid w:val="00B572B9"/>
    <w:rsid w:val="00B5787A"/>
    <w:rsid w:val="00B57ECA"/>
    <w:rsid w:val="00B60303"/>
    <w:rsid w:val="00B60755"/>
    <w:rsid w:val="00B60EEA"/>
    <w:rsid w:val="00B6151C"/>
    <w:rsid w:val="00B61BA2"/>
    <w:rsid w:val="00B61C04"/>
    <w:rsid w:val="00B61E8F"/>
    <w:rsid w:val="00B6222C"/>
    <w:rsid w:val="00B622EA"/>
    <w:rsid w:val="00B62603"/>
    <w:rsid w:val="00B62D4A"/>
    <w:rsid w:val="00B63117"/>
    <w:rsid w:val="00B6311F"/>
    <w:rsid w:val="00B6331B"/>
    <w:rsid w:val="00B63A82"/>
    <w:rsid w:val="00B63E6C"/>
    <w:rsid w:val="00B64117"/>
    <w:rsid w:val="00B6447F"/>
    <w:rsid w:val="00B64622"/>
    <w:rsid w:val="00B6470A"/>
    <w:rsid w:val="00B64927"/>
    <w:rsid w:val="00B64BD7"/>
    <w:rsid w:val="00B64F5A"/>
    <w:rsid w:val="00B650D2"/>
    <w:rsid w:val="00B65607"/>
    <w:rsid w:val="00B65822"/>
    <w:rsid w:val="00B65B93"/>
    <w:rsid w:val="00B6635D"/>
    <w:rsid w:val="00B66388"/>
    <w:rsid w:val="00B66865"/>
    <w:rsid w:val="00B67791"/>
    <w:rsid w:val="00B67847"/>
    <w:rsid w:val="00B67B33"/>
    <w:rsid w:val="00B67C59"/>
    <w:rsid w:val="00B67F4A"/>
    <w:rsid w:val="00B708DD"/>
    <w:rsid w:val="00B71157"/>
    <w:rsid w:val="00B716B6"/>
    <w:rsid w:val="00B71B65"/>
    <w:rsid w:val="00B71D29"/>
    <w:rsid w:val="00B71E5F"/>
    <w:rsid w:val="00B721F3"/>
    <w:rsid w:val="00B7225C"/>
    <w:rsid w:val="00B723EA"/>
    <w:rsid w:val="00B72FE5"/>
    <w:rsid w:val="00B7312E"/>
    <w:rsid w:val="00B73190"/>
    <w:rsid w:val="00B73539"/>
    <w:rsid w:val="00B73A99"/>
    <w:rsid w:val="00B73C9F"/>
    <w:rsid w:val="00B73F53"/>
    <w:rsid w:val="00B74B5F"/>
    <w:rsid w:val="00B74F02"/>
    <w:rsid w:val="00B74FF6"/>
    <w:rsid w:val="00B75090"/>
    <w:rsid w:val="00B7514C"/>
    <w:rsid w:val="00B7534C"/>
    <w:rsid w:val="00B75571"/>
    <w:rsid w:val="00B75772"/>
    <w:rsid w:val="00B75822"/>
    <w:rsid w:val="00B75E03"/>
    <w:rsid w:val="00B75FA1"/>
    <w:rsid w:val="00B7659A"/>
    <w:rsid w:val="00B7668B"/>
    <w:rsid w:val="00B768FC"/>
    <w:rsid w:val="00B76A54"/>
    <w:rsid w:val="00B77C73"/>
    <w:rsid w:val="00B800C4"/>
    <w:rsid w:val="00B80533"/>
    <w:rsid w:val="00B81015"/>
    <w:rsid w:val="00B8119E"/>
    <w:rsid w:val="00B8121B"/>
    <w:rsid w:val="00B815BB"/>
    <w:rsid w:val="00B816A0"/>
    <w:rsid w:val="00B81910"/>
    <w:rsid w:val="00B81D33"/>
    <w:rsid w:val="00B82137"/>
    <w:rsid w:val="00B8252A"/>
    <w:rsid w:val="00B82D17"/>
    <w:rsid w:val="00B82F7A"/>
    <w:rsid w:val="00B83524"/>
    <w:rsid w:val="00B836E2"/>
    <w:rsid w:val="00B83DA5"/>
    <w:rsid w:val="00B83EF0"/>
    <w:rsid w:val="00B83FE0"/>
    <w:rsid w:val="00B841C8"/>
    <w:rsid w:val="00B84210"/>
    <w:rsid w:val="00B8462F"/>
    <w:rsid w:val="00B8476C"/>
    <w:rsid w:val="00B84B0A"/>
    <w:rsid w:val="00B84ECA"/>
    <w:rsid w:val="00B84ED8"/>
    <w:rsid w:val="00B85074"/>
    <w:rsid w:val="00B851CF"/>
    <w:rsid w:val="00B8538D"/>
    <w:rsid w:val="00B85861"/>
    <w:rsid w:val="00B858F0"/>
    <w:rsid w:val="00B85B71"/>
    <w:rsid w:val="00B86DF3"/>
    <w:rsid w:val="00B86E25"/>
    <w:rsid w:val="00B8715F"/>
    <w:rsid w:val="00B873F0"/>
    <w:rsid w:val="00B8768C"/>
    <w:rsid w:val="00B87A85"/>
    <w:rsid w:val="00B87B7D"/>
    <w:rsid w:val="00B87D32"/>
    <w:rsid w:val="00B87DC4"/>
    <w:rsid w:val="00B90C98"/>
    <w:rsid w:val="00B90CB1"/>
    <w:rsid w:val="00B912A0"/>
    <w:rsid w:val="00B91984"/>
    <w:rsid w:val="00B91E51"/>
    <w:rsid w:val="00B91FA5"/>
    <w:rsid w:val="00B9212D"/>
    <w:rsid w:val="00B9231A"/>
    <w:rsid w:val="00B92773"/>
    <w:rsid w:val="00B931D0"/>
    <w:rsid w:val="00B933D2"/>
    <w:rsid w:val="00B93451"/>
    <w:rsid w:val="00B9365A"/>
    <w:rsid w:val="00B93743"/>
    <w:rsid w:val="00B939E0"/>
    <w:rsid w:val="00B93AAC"/>
    <w:rsid w:val="00B93F3F"/>
    <w:rsid w:val="00B94077"/>
    <w:rsid w:val="00B9420E"/>
    <w:rsid w:val="00B944BF"/>
    <w:rsid w:val="00B94846"/>
    <w:rsid w:val="00B949FF"/>
    <w:rsid w:val="00B95242"/>
    <w:rsid w:val="00B95300"/>
    <w:rsid w:val="00B95333"/>
    <w:rsid w:val="00B95795"/>
    <w:rsid w:val="00B95AB6"/>
    <w:rsid w:val="00B96127"/>
    <w:rsid w:val="00B96355"/>
    <w:rsid w:val="00B971DF"/>
    <w:rsid w:val="00B976D4"/>
    <w:rsid w:val="00B97D89"/>
    <w:rsid w:val="00BA067D"/>
    <w:rsid w:val="00BA1113"/>
    <w:rsid w:val="00BA153D"/>
    <w:rsid w:val="00BA1627"/>
    <w:rsid w:val="00BA1D38"/>
    <w:rsid w:val="00BA1FEC"/>
    <w:rsid w:val="00BA21F9"/>
    <w:rsid w:val="00BA2BED"/>
    <w:rsid w:val="00BA2DE6"/>
    <w:rsid w:val="00BA3486"/>
    <w:rsid w:val="00BA3D0A"/>
    <w:rsid w:val="00BA3EA3"/>
    <w:rsid w:val="00BA4239"/>
    <w:rsid w:val="00BA426E"/>
    <w:rsid w:val="00BA4A55"/>
    <w:rsid w:val="00BA4AB1"/>
    <w:rsid w:val="00BA50BC"/>
    <w:rsid w:val="00BA51EF"/>
    <w:rsid w:val="00BA5322"/>
    <w:rsid w:val="00BA53C7"/>
    <w:rsid w:val="00BA551F"/>
    <w:rsid w:val="00BA55D4"/>
    <w:rsid w:val="00BA59D7"/>
    <w:rsid w:val="00BA6079"/>
    <w:rsid w:val="00BA6527"/>
    <w:rsid w:val="00BA662B"/>
    <w:rsid w:val="00BA6FD8"/>
    <w:rsid w:val="00BA7243"/>
    <w:rsid w:val="00BA7397"/>
    <w:rsid w:val="00BA7635"/>
    <w:rsid w:val="00BA7FB0"/>
    <w:rsid w:val="00BB0293"/>
    <w:rsid w:val="00BB06E8"/>
    <w:rsid w:val="00BB074F"/>
    <w:rsid w:val="00BB0791"/>
    <w:rsid w:val="00BB0DA2"/>
    <w:rsid w:val="00BB0FB5"/>
    <w:rsid w:val="00BB137A"/>
    <w:rsid w:val="00BB199C"/>
    <w:rsid w:val="00BB1DEB"/>
    <w:rsid w:val="00BB1E10"/>
    <w:rsid w:val="00BB2363"/>
    <w:rsid w:val="00BB242A"/>
    <w:rsid w:val="00BB2436"/>
    <w:rsid w:val="00BB25B6"/>
    <w:rsid w:val="00BB289A"/>
    <w:rsid w:val="00BB298C"/>
    <w:rsid w:val="00BB2F9E"/>
    <w:rsid w:val="00BB32D3"/>
    <w:rsid w:val="00BB3619"/>
    <w:rsid w:val="00BB36F5"/>
    <w:rsid w:val="00BB4C41"/>
    <w:rsid w:val="00BB4CB0"/>
    <w:rsid w:val="00BB4F12"/>
    <w:rsid w:val="00BB53D4"/>
    <w:rsid w:val="00BB56F7"/>
    <w:rsid w:val="00BB5740"/>
    <w:rsid w:val="00BB5A80"/>
    <w:rsid w:val="00BB5DEB"/>
    <w:rsid w:val="00BB613A"/>
    <w:rsid w:val="00BB646C"/>
    <w:rsid w:val="00BB6530"/>
    <w:rsid w:val="00BB65E2"/>
    <w:rsid w:val="00BB6645"/>
    <w:rsid w:val="00BB6AAB"/>
    <w:rsid w:val="00BB6AE8"/>
    <w:rsid w:val="00BB7343"/>
    <w:rsid w:val="00BB7FC4"/>
    <w:rsid w:val="00BC0121"/>
    <w:rsid w:val="00BC0313"/>
    <w:rsid w:val="00BC0A7A"/>
    <w:rsid w:val="00BC0AC8"/>
    <w:rsid w:val="00BC0F62"/>
    <w:rsid w:val="00BC0F71"/>
    <w:rsid w:val="00BC1594"/>
    <w:rsid w:val="00BC1CD2"/>
    <w:rsid w:val="00BC29FB"/>
    <w:rsid w:val="00BC2CC3"/>
    <w:rsid w:val="00BC2D09"/>
    <w:rsid w:val="00BC2E57"/>
    <w:rsid w:val="00BC2F8D"/>
    <w:rsid w:val="00BC30FE"/>
    <w:rsid w:val="00BC3117"/>
    <w:rsid w:val="00BC543E"/>
    <w:rsid w:val="00BC556A"/>
    <w:rsid w:val="00BC560C"/>
    <w:rsid w:val="00BC5620"/>
    <w:rsid w:val="00BC598A"/>
    <w:rsid w:val="00BC5E1B"/>
    <w:rsid w:val="00BC5F87"/>
    <w:rsid w:val="00BC6070"/>
    <w:rsid w:val="00BC60B9"/>
    <w:rsid w:val="00BC6193"/>
    <w:rsid w:val="00BC6436"/>
    <w:rsid w:val="00BC6D31"/>
    <w:rsid w:val="00BC6D65"/>
    <w:rsid w:val="00BC7005"/>
    <w:rsid w:val="00BC7185"/>
    <w:rsid w:val="00BC725F"/>
    <w:rsid w:val="00BC7473"/>
    <w:rsid w:val="00BC76E6"/>
    <w:rsid w:val="00BD0227"/>
    <w:rsid w:val="00BD047A"/>
    <w:rsid w:val="00BD0D5F"/>
    <w:rsid w:val="00BD0DBD"/>
    <w:rsid w:val="00BD10A5"/>
    <w:rsid w:val="00BD124F"/>
    <w:rsid w:val="00BD1882"/>
    <w:rsid w:val="00BD18A1"/>
    <w:rsid w:val="00BD1EC0"/>
    <w:rsid w:val="00BD253D"/>
    <w:rsid w:val="00BD261F"/>
    <w:rsid w:val="00BD2768"/>
    <w:rsid w:val="00BD2976"/>
    <w:rsid w:val="00BD2AC0"/>
    <w:rsid w:val="00BD3106"/>
    <w:rsid w:val="00BD3C3B"/>
    <w:rsid w:val="00BD4137"/>
    <w:rsid w:val="00BD42AD"/>
    <w:rsid w:val="00BD4311"/>
    <w:rsid w:val="00BD4569"/>
    <w:rsid w:val="00BD4B62"/>
    <w:rsid w:val="00BD5852"/>
    <w:rsid w:val="00BD5BB5"/>
    <w:rsid w:val="00BD658B"/>
    <w:rsid w:val="00BD6EBA"/>
    <w:rsid w:val="00BD7221"/>
    <w:rsid w:val="00BD744E"/>
    <w:rsid w:val="00BD7D6C"/>
    <w:rsid w:val="00BE0066"/>
    <w:rsid w:val="00BE088A"/>
    <w:rsid w:val="00BE1453"/>
    <w:rsid w:val="00BE1567"/>
    <w:rsid w:val="00BE2413"/>
    <w:rsid w:val="00BE32E7"/>
    <w:rsid w:val="00BE389E"/>
    <w:rsid w:val="00BE4813"/>
    <w:rsid w:val="00BE482E"/>
    <w:rsid w:val="00BE4ACC"/>
    <w:rsid w:val="00BE500E"/>
    <w:rsid w:val="00BE58AF"/>
    <w:rsid w:val="00BE5DBA"/>
    <w:rsid w:val="00BE5FC6"/>
    <w:rsid w:val="00BE6438"/>
    <w:rsid w:val="00BE6874"/>
    <w:rsid w:val="00BE6AD2"/>
    <w:rsid w:val="00BE6C31"/>
    <w:rsid w:val="00BE71C3"/>
    <w:rsid w:val="00BE7451"/>
    <w:rsid w:val="00BE7A24"/>
    <w:rsid w:val="00BE7DF7"/>
    <w:rsid w:val="00BE7EDB"/>
    <w:rsid w:val="00BF03E5"/>
    <w:rsid w:val="00BF05EC"/>
    <w:rsid w:val="00BF0875"/>
    <w:rsid w:val="00BF0A20"/>
    <w:rsid w:val="00BF1367"/>
    <w:rsid w:val="00BF174C"/>
    <w:rsid w:val="00BF1B5E"/>
    <w:rsid w:val="00BF1BCB"/>
    <w:rsid w:val="00BF218E"/>
    <w:rsid w:val="00BF21E3"/>
    <w:rsid w:val="00BF2543"/>
    <w:rsid w:val="00BF261E"/>
    <w:rsid w:val="00BF27D5"/>
    <w:rsid w:val="00BF2ADC"/>
    <w:rsid w:val="00BF2C2D"/>
    <w:rsid w:val="00BF35A0"/>
    <w:rsid w:val="00BF37C7"/>
    <w:rsid w:val="00BF3B40"/>
    <w:rsid w:val="00BF3C8C"/>
    <w:rsid w:val="00BF473F"/>
    <w:rsid w:val="00BF4842"/>
    <w:rsid w:val="00BF4E1E"/>
    <w:rsid w:val="00BF5307"/>
    <w:rsid w:val="00BF54D7"/>
    <w:rsid w:val="00BF5802"/>
    <w:rsid w:val="00BF599F"/>
    <w:rsid w:val="00BF5A45"/>
    <w:rsid w:val="00BF5D12"/>
    <w:rsid w:val="00BF63A0"/>
    <w:rsid w:val="00BF6987"/>
    <w:rsid w:val="00BF6AA1"/>
    <w:rsid w:val="00BF6E23"/>
    <w:rsid w:val="00BF6E8B"/>
    <w:rsid w:val="00BF7212"/>
    <w:rsid w:val="00BF77F6"/>
    <w:rsid w:val="00BF790E"/>
    <w:rsid w:val="00BF79B8"/>
    <w:rsid w:val="00BF7F1E"/>
    <w:rsid w:val="00C00108"/>
    <w:rsid w:val="00C004F0"/>
    <w:rsid w:val="00C0051E"/>
    <w:rsid w:val="00C00B5E"/>
    <w:rsid w:val="00C00B7F"/>
    <w:rsid w:val="00C00F71"/>
    <w:rsid w:val="00C013E0"/>
    <w:rsid w:val="00C0152E"/>
    <w:rsid w:val="00C01B5F"/>
    <w:rsid w:val="00C01D72"/>
    <w:rsid w:val="00C01DD4"/>
    <w:rsid w:val="00C034C9"/>
    <w:rsid w:val="00C03C54"/>
    <w:rsid w:val="00C04097"/>
    <w:rsid w:val="00C04193"/>
    <w:rsid w:val="00C04D0B"/>
    <w:rsid w:val="00C04DC7"/>
    <w:rsid w:val="00C056C6"/>
    <w:rsid w:val="00C06013"/>
    <w:rsid w:val="00C06746"/>
    <w:rsid w:val="00C06BB7"/>
    <w:rsid w:val="00C06D84"/>
    <w:rsid w:val="00C06F1B"/>
    <w:rsid w:val="00C06F4E"/>
    <w:rsid w:val="00C076B5"/>
    <w:rsid w:val="00C0799E"/>
    <w:rsid w:val="00C07E98"/>
    <w:rsid w:val="00C1008D"/>
    <w:rsid w:val="00C103AF"/>
    <w:rsid w:val="00C105DF"/>
    <w:rsid w:val="00C117EB"/>
    <w:rsid w:val="00C118A3"/>
    <w:rsid w:val="00C120FD"/>
    <w:rsid w:val="00C1267A"/>
    <w:rsid w:val="00C12CF0"/>
    <w:rsid w:val="00C1339C"/>
    <w:rsid w:val="00C145E5"/>
    <w:rsid w:val="00C14A18"/>
    <w:rsid w:val="00C14B17"/>
    <w:rsid w:val="00C14DCC"/>
    <w:rsid w:val="00C15017"/>
    <w:rsid w:val="00C15348"/>
    <w:rsid w:val="00C15C72"/>
    <w:rsid w:val="00C15C8B"/>
    <w:rsid w:val="00C15F99"/>
    <w:rsid w:val="00C16073"/>
    <w:rsid w:val="00C16120"/>
    <w:rsid w:val="00C1670E"/>
    <w:rsid w:val="00C16D7C"/>
    <w:rsid w:val="00C1703E"/>
    <w:rsid w:val="00C17593"/>
    <w:rsid w:val="00C176FE"/>
    <w:rsid w:val="00C17836"/>
    <w:rsid w:val="00C17999"/>
    <w:rsid w:val="00C2027A"/>
    <w:rsid w:val="00C20583"/>
    <w:rsid w:val="00C21071"/>
    <w:rsid w:val="00C212B3"/>
    <w:rsid w:val="00C21937"/>
    <w:rsid w:val="00C21A13"/>
    <w:rsid w:val="00C21D34"/>
    <w:rsid w:val="00C22193"/>
    <w:rsid w:val="00C230D7"/>
    <w:rsid w:val="00C23180"/>
    <w:rsid w:val="00C232AD"/>
    <w:rsid w:val="00C235E3"/>
    <w:rsid w:val="00C238B5"/>
    <w:rsid w:val="00C2416C"/>
    <w:rsid w:val="00C242C5"/>
    <w:rsid w:val="00C24412"/>
    <w:rsid w:val="00C24747"/>
    <w:rsid w:val="00C24877"/>
    <w:rsid w:val="00C25240"/>
    <w:rsid w:val="00C259E0"/>
    <w:rsid w:val="00C25AE5"/>
    <w:rsid w:val="00C25BD1"/>
    <w:rsid w:val="00C25BF9"/>
    <w:rsid w:val="00C25E1A"/>
    <w:rsid w:val="00C26A8D"/>
    <w:rsid w:val="00C26CCE"/>
    <w:rsid w:val="00C27052"/>
    <w:rsid w:val="00C27559"/>
    <w:rsid w:val="00C27925"/>
    <w:rsid w:val="00C300B3"/>
    <w:rsid w:val="00C30143"/>
    <w:rsid w:val="00C3053F"/>
    <w:rsid w:val="00C30793"/>
    <w:rsid w:val="00C3126E"/>
    <w:rsid w:val="00C31565"/>
    <w:rsid w:val="00C3162A"/>
    <w:rsid w:val="00C31ADB"/>
    <w:rsid w:val="00C32467"/>
    <w:rsid w:val="00C325AB"/>
    <w:rsid w:val="00C32953"/>
    <w:rsid w:val="00C334B6"/>
    <w:rsid w:val="00C335DC"/>
    <w:rsid w:val="00C33658"/>
    <w:rsid w:val="00C33A76"/>
    <w:rsid w:val="00C33DC4"/>
    <w:rsid w:val="00C34382"/>
    <w:rsid w:val="00C34B60"/>
    <w:rsid w:val="00C34CEC"/>
    <w:rsid w:val="00C34EC2"/>
    <w:rsid w:val="00C351C1"/>
    <w:rsid w:val="00C356FC"/>
    <w:rsid w:val="00C3573E"/>
    <w:rsid w:val="00C35BA5"/>
    <w:rsid w:val="00C36172"/>
    <w:rsid w:val="00C367CF"/>
    <w:rsid w:val="00C36EAE"/>
    <w:rsid w:val="00C37273"/>
    <w:rsid w:val="00C3795A"/>
    <w:rsid w:val="00C37BA3"/>
    <w:rsid w:val="00C40083"/>
    <w:rsid w:val="00C40903"/>
    <w:rsid w:val="00C40BE7"/>
    <w:rsid w:val="00C40C31"/>
    <w:rsid w:val="00C4118D"/>
    <w:rsid w:val="00C41C79"/>
    <w:rsid w:val="00C41DA7"/>
    <w:rsid w:val="00C42240"/>
    <w:rsid w:val="00C4229F"/>
    <w:rsid w:val="00C423C4"/>
    <w:rsid w:val="00C426E8"/>
    <w:rsid w:val="00C427E8"/>
    <w:rsid w:val="00C42901"/>
    <w:rsid w:val="00C4330D"/>
    <w:rsid w:val="00C4382D"/>
    <w:rsid w:val="00C44880"/>
    <w:rsid w:val="00C44F1B"/>
    <w:rsid w:val="00C45123"/>
    <w:rsid w:val="00C451FA"/>
    <w:rsid w:val="00C45310"/>
    <w:rsid w:val="00C458D6"/>
    <w:rsid w:val="00C45936"/>
    <w:rsid w:val="00C45C74"/>
    <w:rsid w:val="00C45EB9"/>
    <w:rsid w:val="00C46751"/>
    <w:rsid w:val="00C46AE8"/>
    <w:rsid w:val="00C46D18"/>
    <w:rsid w:val="00C46E84"/>
    <w:rsid w:val="00C50084"/>
    <w:rsid w:val="00C50BBE"/>
    <w:rsid w:val="00C51469"/>
    <w:rsid w:val="00C516A4"/>
    <w:rsid w:val="00C5187A"/>
    <w:rsid w:val="00C51A04"/>
    <w:rsid w:val="00C51A63"/>
    <w:rsid w:val="00C51FF6"/>
    <w:rsid w:val="00C5271F"/>
    <w:rsid w:val="00C529CB"/>
    <w:rsid w:val="00C531F4"/>
    <w:rsid w:val="00C533D7"/>
    <w:rsid w:val="00C544DF"/>
    <w:rsid w:val="00C55497"/>
    <w:rsid w:val="00C55802"/>
    <w:rsid w:val="00C55B6A"/>
    <w:rsid w:val="00C55F32"/>
    <w:rsid w:val="00C561F0"/>
    <w:rsid w:val="00C563BE"/>
    <w:rsid w:val="00C5688D"/>
    <w:rsid w:val="00C5702D"/>
    <w:rsid w:val="00C5712A"/>
    <w:rsid w:val="00C57291"/>
    <w:rsid w:val="00C572E9"/>
    <w:rsid w:val="00C578E0"/>
    <w:rsid w:val="00C60A65"/>
    <w:rsid w:val="00C61514"/>
    <w:rsid w:val="00C61AFB"/>
    <w:rsid w:val="00C61BDD"/>
    <w:rsid w:val="00C61D7E"/>
    <w:rsid w:val="00C62936"/>
    <w:rsid w:val="00C62A2F"/>
    <w:rsid w:val="00C62AA1"/>
    <w:rsid w:val="00C62BE4"/>
    <w:rsid w:val="00C63044"/>
    <w:rsid w:val="00C63357"/>
    <w:rsid w:val="00C63463"/>
    <w:rsid w:val="00C640D6"/>
    <w:rsid w:val="00C6490A"/>
    <w:rsid w:val="00C64F8E"/>
    <w:rsid w:val="00C65386"/>
    <w:rsid w:val="00C653D5"/>
    <w:rsid w:val="00C65479"/>
    <w:rsid w:val="00C6604A"/>
    <w:rsid w:val="00C664BC"/>
    <w:rsid w:val="00C66C05"/>
    <w:rsid w:val="00C6756A"/>
    <w:rsid w:val="00C703A7"/>
    <w:rsid w:val="00C7092D"/>
    <w:rsid w:val="00C70E08"/>
    <w:rsid w:val="00C70F2B"/>
    <w:rsid w:val="00C714AD"/>
    <w:rsid w:val="00C725FA"/>
    <w:rsid w:val="00C727B9"/>
    <w:rsid w:val="00C727EA"/>
    <w:rsid w:val="00C7286F"/>
    <w:rsid w:val="00C728D8"/>
    <w:rsid w:val="00C72912"/>
    <w:rsid w:val="00C7342B"/>
    <w:rsid w:val="00C73849"/>
    <w:rsid w:val="00C73AE9"/>
    <w:rsid w:val="00C73DD9"/>
    <w:rsid w:val="00C73E27"/>
    <w:rsid w:val="00C73F9C"/>
    <w:rsid w:val="00C740AC"/>
    <w:rsid w:val="00C744BF"/>
    <w:rsid w:val="00C74AC1"/>
    <w:rsid w:val="00C75280"/>
    <w:rsid w:val="00C75481"/>
    <w:rsid w:val="00C7557F"/>
    <w:rsid w:val="00C7577A"/>
    <w:rsid w:val="00C75CD2"/>
    <w:rsid w:val="00C75E14"/>
    <w:rsid w:val="00C75FB9"/>
    <w:rsid w:val="00C76014"/>
    <w:rsid w:val="00C766C5"/>
    <w:rsid w:val="00C766C9"/>
    <w:rsid w:val="00C76A31"/>
    <w:rsid w:val="00C770D3"/>
    <w:rsid w:val="00C77141"/>
    <w:rsid w:val="00C77409"/>
    <w:rsid w:val="00C7749E"/>
    <w:rsid w:val="00C7767D"/>
    <w:rsid w:val="00C779BC"/>
    <w:rsid w:val="00C77A17"/>
    <w:rsid w:val="00C77BA4"/>
    <w:rsid w:val="00C77BBC"/>
    <w:rsid w:val="00C8007E"/>
    <w:rsid w:val="00C80121"/>
    <w:rsid w:val="00C803B1"/>
    <w:rsid w:val="00C805D7"/>
    <w:rsid w:val="00C808A8"/>
    <w:rsid w:val="00C812CA"/>
    <w:rsid w:val="00C817CF"/>
    <w:rsid w:val="00C81C44"/>
    <w:rsid w:val="00C82294"/>
    <w:rsid w:val="00C82347"/>
    <w:rsid w:val="00C824FA"/>
    <w:rsid w:val="00C8261B"/>
    <w:rsid w:val="00C82CC0"/>
    <w:rsid w:val="00C83456"/>
    <w:rsid w:val="00C83672"/>
    <w:rsid w:val="00C839CF"/>
    <w:rsid w:val="00C83B20"/>
    <w:rsid w:val="00C83F83"/>
    <w:rsid w:val="00C84089"/>
    <w:rsid w:val="00C84C62"/>
    <w:rsid w:val="00C852FA"/>
    <w:rsid w:val="00C85564"/>
    <w:rsid w:val="00C857B1"/>
    <w:rsid w:val="00C85EB8"/>
    <w:rsid w:val="00C85EF8"/>
    <w:rsid w:val="00C85F60"/>
    <w:rsid w:val="00C862D4"/>
    <w:rsid w:val="00C867C5"/>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27C"/>
    <w:rsid w:val="00C912F8"/>
    <w:rsid w:val="00C91A19"/>
    <w:rsid w:val="00C91E8B"/>
    <w:rsid w:val="00C92032"/>
    <w:rsid w:val="00C92266"/>
    <w:rsid w:val="00C92539"/>
    <w:rsid w:val="00C92A9C"/>
    <w:rsid w:val="00C92AC6"/>
    <w:rsid w:val="00C92CF2"/>
    <w:rsid w:val="00C92FE0"/>
    <w:rsid w:val="00C9469C"/>
    <w:rsid w:val="00C949E9"/>
    <w:rsid w:val="00C94B5C"/>
    <w:rsid w:val="00C9507D"/>
    <w:rsid w:val="00C952A3"/>
    <w:rsid w:val="00C95C05"/>
    <w:rsid w:val="00C962D1"/>
    <w:rsid w:val="00C96D61"/>
    <w:rsid w:val="00C9726A"/>
    <w:rsid w:val="00C973AB"/>
    <w:rsid w:val="00C9741E"/>
    <w:rsid w:val="00C976EE"/>
    <w:rsid w:val="00C97884"/>
    <w:rsid w:val="00C97947"/>
    <w:rsid w:val="00C97C5B"/>
    <w:rsid w:val="00CA030A"/>
    <w:rsid w:val="00CA03B4"/>
    <w:rsid w:val="00CA03E6"/>
    <w:rsid w:val="00CA072D"/>
    <w:rsid w:val="00CA0DE0"/>
    <w:rsid w:val="00CA0DF7"/>
    <w:rsid w:val="00CA11B1"/>
    <w:rsid w:val="00CA1864"/>
    <w:rsid w:val="00CA1946"/>
    <w:rsid w:val="00CA1AD3"/>
    <w:rsid w:val="00CA1CFB"/>
    <w:rsid w:val="00CA2145"/>
    <w:rsid w:val="00CA2469"/>
    <w:rsid w:val="00CA25BB"/>
    <w:rsid w:val="00CA25FE"/>
    <w:rsid w:val="00CA2763"/>
    <w:rsid w:val="00CA29A5"/>
    <w:rsid w:val="00CA2DB3"/>
    <w:rsid w:val="00CA379C"/>
    <w:rsid w:val="00CA3BF4"/>
    <w:rsid w:val="00CA503F"/>
    <w:rsid w:val="00CA516E"/>
    <w:rsid w:val="00CA5A98"/>
    <w:rsid w:val="00CA5C37"/>
    <w:rsid w:val="00CA6391"/>
    <w:rsid w:val="00CA63C1"/>
    <w:rsid w:val="00CA65B0"/>
    <w:rsid w:val="00CA714F"/>
    <w:rsid w:val="00CA736D"/>
    <w:rsid w:val="00CA75D1"/>
    <w:rsid w:val="00CA7A49"/>
    <w:rsid w:val="00CA7A88"/>
    <w:rsid w:val="00CA7F0B"/>
    <w:rsid w:val="00CA7F0E"/>
    <w:rsid w:val="00CB0234"/>
    <w:rsid w:val="00CB042C"/>
    <w:rsid w:val="00CB07E9"/>
    <w:rsid w:val="00CB087C"/>
    <w:rsid w:val="00CB0DB5"/>
    <w:rsid w:val="00CB1DA1"/>
    <w:rsid w:val="00CB3723"/>
    <w:rsid w:val="00CB40D6"/>
    <w:rsid w:val="00CB4821"/>
    <w:rsid w:val="00CB49ED"/>
    <w:rsid w:val="00CB4B9C"/>
    <w:rsid w:val="00CB4BED"/>
    <w:rsid w:val="00CB5884"/>
    <w:rsid w:val="00CB6092"/>
    <w:rsid w:val="00CB6A89"/>
    <w:rsid w:val="00CB6C44"/>
    <w:rsid w:val="00CB6C87"/>
    <w:rsid w:val="00CB703E"/>
    <w:rsid w:val="00CB7906"/>
    <w:rsid w:val="00CB7D9A"/>
    <w:rsid w:val="00CB7EEB"/>
    <w:rsid w:val="00CB7F31"/>
    <w:rsid w:val="00CC014C"/>
    <w:rsid w:val="00CC015A"/>
    <w:rsid w:val="00CC076D"/>
    <w:rsid w:val="00CC0A7D"/>
    <w:rsid w:val="00CC0C24"/>
    <w:rsid w:val="00CC0F7A"/>
    <w:rsid w:val="00CC107D"/>
    <w:rsid w:val="00CC1974"/>
    <w:rsid w:val="00CC1B6B"/>
    <w:rsid w:val="00CC1DC5"/>
    <w:rsid w:val="00CC1FEB"/>
    <w:rsid w:val="00CC2214"/>
    <w:rsid w:val="00CC252B"/>
    <w:rsid w:val="00CC2654"/>
    <w:rsid w:val="00CC2D3E"/>
    <w:rsid w:val="00CC3207"/>
    <w:rsid w:val="00CC3643"/>
    <w:rsid w:val="00CC386A"/>
    <w:rsid w:val="00CC3BFE"/>
    <w:rsid w:val="00CC40EE"/>
    <w:rsid w:val="00CC4469"/>
    <w:rsid w:val="00CC44D6"/>
    <w:rsid w:val="00CC4691"/>
    <w:rsid w:val="00CC4C15"/>
    <w:rsid w:val="00CC4E1D"/>
    <w:rsid w:val="00CC4F22"/>
    <w:rsid w:val="00CC551C"/>
    <w:rsid w:val="00CC556C"/>
    <w:rsid w:val="00CC6A43"/>
    <w:rsid w:val="00CC6DDD"/>
    <w:rsid w:val="00CC6FCB"/>
    <w:rsid w:val="00CC744C"/>
    <w:rsid w:val="00CD16CF"/>
    <w:rsid w:val="00CD1FE2"/>
    <w:rsid w:val="00CD25A5"/>
    <w:rsid w:val="00CD2733"/>
    <w:rsid w:val="00CD27E2"/>
    <w:rsid w:val="00CD30F6"/>
    <w:rsid w:val="00CD3254"/>
    <w:rsid w:val="00CD32AB"/>
    <w:rsid w:val="00CD38A5"/>
    <w:rsid w:val="00CD4526"/>
    <w:rsid w:val="00CD4813"/>
    <w:rsid w:val="00CD4EFF"/>
    <w:rsid w:val="00CD5E89"/>
    <w:rsid w:val="00CD5F8D"/>
    <w:rsid w:val="00CD6ADB"/>
    <w:rsid w:val="00CD6FA2"/>
    <w:rsid w:val="00CD7A7C"/>
    <w:rsid w:val="00CD7AA2"/>
    <w:rsid w:val="00CD7BE8"/>
    <w:rsid w:val="00CD7E32"/>
    <w:rsid w:val="00CE0514"/>
    <w:rsid w:val="00CE0528"/>
    <w:rsid w:val="00CE0D54"/>
    <w:rsid w:val="00CE0D9F"/>
    <w:rsid w:val="00CE0E2D"/>
    <w:rsid w:val="00CE16D2"/>
    <w:rsid w:val="00CE17F0"/>
    <w:rsid w:val="00CE17FD"/>
    <w:rsid w:val="00CE190A"/>
    <w:rsid w:val="00CE1A30"/>
    <w:rsid w:val="00CE1F1E"/>
    <w:rsid w:val="00CE1F35"/>
    <w:rsid w:val="00CE222A"/>
    <w:rsid w:val="00CE325D"/>
    <w:rsid w:val="00CE352D"/>
    <w:rsid w:val="00CE3648"/>
    <w:rsid w:val="00CE3EBF"/>
    <w:rsid w:val="00CE40B8"/>
    <w:rsid w:val="00CE464E"/>
    <w:rsid w:val="00CE47C6"/>
    <w:rsid w:val="00CE4E59"/>
    <w:rsid w:val="00CE4EF8"/>
    <w:rsid w:val="00CE50E3"/>
    <w:rsid w:val="00CE54FC"/>
    <w:rsid w:val="00CE5D08"/>
    <w:rsid w:val="00CE65E6"/>
    <w:rsid w:val="00CE67B9"/>
    <w:rsid w:val="00CE6DBA"/>
    <w:rsid w:val="00CE6F32"/>
    <w:rsid w:val="00CE796E"/>
    <w:rsid w:val="00CF03B1"/>
    <w:rsid w:val="00CF0608"/>
    <w:rsid w:val="00CF094F"/>
    <w:rsid w:val="00CF0D28"/>
    <w:rsid w:val="00CF0F63"/>
    <w:rsid w:val="00CF0FB1"/>
    <w:rsid w:val="00CF142C"/>
    <w:rsid w:val="00CF16EA"/>
    <w:rsid w:val="00CF1837"/>
    <w:rsid w:val="00CF1AC6"/>
    <w:rsid w:val="00CF1B1B"/>
    <w:rsid w:val="00CF2F11"/>
    <w:rsid w:val="00CF3123"/>
    <w:rsid w:val="00CF46E7"/>
    <w:rsid w:val="00CF50C5"/>
    <w:rsid w:val="00CF5B35"/>
    <w:rsid w:val="00CF5E7A"/>
    <w:rsid w:val="00CF6477"/>
    <w:rsid w:val="00CF6ADF"/>
    <w:rsid w:val="00D001FC"/>
    <w:rsid w:val="00D0043A"/>
    <w:rsid w:val="00D005B0"/>
    <w:rsid w:val="00D00766"/>
    <w:rsid w:val="00D015E1"/>
    <w:rsid w:val="00D0171F"/>
    <w:rsid w:val="00D01854"/>
    <w:rsid w:val="00D01A7D"/>
    <w:rsid w:val="00D02432"/>
    <w:rsid w:val="00D02F92"/>
    <w:rsid w:val="00D0319E"/>
    <w:rsid w:val="00D03206"/>
    <w:rsid w:val="00D034CA"/>
    <w:rsid w:val="00D03519"/>
    <w:rsid w:val="00D036DB"/>
    <w:rsid w:val="00D03858"/>
    <w:rsid w:val="00D03FB4"/>
    <w:rsid w:val="00D064DD"/>
    <w:rsid w:val="00D06DB8"/>
    <w:rsid w:val="00D06DEC"/>
    <w:rsid w:val="00D0709E"/>
    <w:rsid w:val="00D07222"/>
    <w:rsid w:val="00D07AAB"/>
    <w:rsid w:val="00D07F33"/>
    <w:rsid w:val="00D102CA"/>
    <w:rsid w:val="00D10473"/>
    <w:rsid w:val="00D1181E"/>
    <w:rsid w:val="00D11F9C"/>
    <w:rsid w:val="00D128FB"/>
    <w:rsid w:val="00D12909"/>
    <w:rsid w:val="00D12CE6"/>
    <w:rsid w:val="00D134E0"/>
    <w:rsid w:val="00D13804"/>
    <w:rsid w:val="00D13970"/>
    <w:rsid w:val="00D139F6"/>
    <w:rsid w:val="00D13A98"/>
    <w:rsid w:val="00D13CEA"/>
    <w:rsid w:val="00D14607"/>
    <w:rsid w:val="00D149B9"/>
    <w:rsid w:val="00D14A03"/>
    <w:rsid w:val="00D14F57"/>
    <w:rsid w:val="00D1530C"/>
    <w:rsid w:val="00D15318"/>
    <w:rsid w:val="00D15444"/>
    <w:rsid w:val="00D15700"/>
    <w:rsid w:val="00D1581C"/>
    <w:rsid w:val="00D15CBD"/>
    <w:rsid w:val="00D16008"/>
    <w:rsid w:val="00D1607B"/>
    <w:rsid w:val="00D16780"/>
    <w:rsid w:val="00D167F8"/>
    <w:rsid w:val="00D16ADE"/>
    <w:rsid w:val="00D16B13"/>
    <w:rsid w:val="00D16EDD"/>
    <w:rsid w:val="00D17BA9"/>
    <w:rsid w:val="00D20642"/>
    <w:rsid w:val="00D20C2F"/>
    <w:rsid w:val="00D20F4C"/>
    <w:rsid w:val="00D21290"/>
    <w:rsid w:val="00D21BF5"/>
    <w:rsid w:val="00D22363"/>
    <w:rsid w:val="00D232A0"/>
    <w:rsid w:val="00D2368C"/>
    <w:rsid w:val="00D23787"/>
    <w:rsid w:val="00D23A56"/>
    <w:rsid w:val="00D23B63"/>
    <w:rsid w:val="00D23C18"/>
    <w:rsid w:val="00D24164"/>
    <w:rsid w:val="00D2446B"/>
    <w:rsid w:val="00D248C7"/>
    <w:rsid w:val="00D24948"/>
    <w:rsid w:val="00D249DB"/>
    <w:rsid w:val="00D24AA8"/>
    <w:rsid w:val="00D24B7D"/>
    <w:rsid w:val="00D24B9C"/>
    <w:rsid w:val="00D24BE6"/>
    <w:rsid w:val="00D24C20"/>
    <w:rsid w:val="00D24F53"/>
    <w:rsid w:val="00D2553C"/>
    <w:rsid w:val="00D258CB"/>
    <w:rsid w:val="00D25E1B"/>
    <w:rsid w:val="00D25F6C"/>
    <w:rsid w:val="00D25FB9"/>
    <w:rsid w:val="00D263F2"/>
    <w:rsid w:val="00D26896"/>
    <w:rsid w:val="00D26B9E"/>
    <w:rsid w:val="00D26C47"/>
    <w:rsid w:val="00D26D0F"/>
    <w:rsid w:val="00D26F1A"/>
    <w:rsid w:val="00D27BF6"/>
    <w:rsid w:val="00D27CC6"/>
    <w:rsid w:val="00D30269"/>
    <w:rsid w:val="00D316AD"/>
    <w:rsid w:val="00D31C03"/>
    <w:rsid w:val="00D31EC4"/>
    <w:rsid w:val="00D31FD9"/>
    <w:rsid w:val="00D32462"/>
    <w:rsid w:val="00D32BB2"/>
    <w:rsid w:val="00D33427"/>
    <w:rsid w:val="00D3393C"/>
    <w:rsid w:val="00D344E2"/>
    <w:rsid w:val="00D34745"/>
    <w:rsid w:val="00D34EB9"/>
    <w:rsid w:val="00D3512C"/>
    <w:rsid w:val="00D356DC"/>
    <w:rsid w:val="00D35977"/>
    <w:rsid w:val="00D35B3F"/>
    <w:rsid w:val="00D35B40"/>
    <w:rsid w:val="00D35BD2"/>
    <w:rsid w:val="00D35D21"/>
    <w:rsid w:val="00D360C6"/>
    <w:rsid w:val="00D36234"/>
    <w:rsid w:val="00D364E1"/>
    <w:rsid w:val="00D36C2B"/>
    <w:rsid w:val="00D3772E"/>
    <w:rsid w:val="00D37A33"/>
    <w:rsid w:val="00D37C0F"/>
    <w:rsid w:val="00D402A3"/>
    <w:rsid w:val="00D405A3"/>
    <w:rsid w:val="00D40BA5"/>
    <w:rsid w:val="00D415F4"/>
    <w:rsid w:val="00D41F7B"/>
    <w:rsid w:val="00D42298"/>
    <w:rsid w:val="00D422E0"/>
    <w:rsid w:val="00D425E5"/>
    <w:rsid w:val="00D42D8A"/>
    <w:rsid w:val="00D42E9F"/>
    <w:rsid w:val="00D43A04"/>
    <w:rsid w:val="00D44074"/>
    <w:rsid w:val="00D444DE"/>
    <w:rsid w:val="00D44EA0"/>
    <w:rsid w:val="00D44F0A"/>
    <w:rsid w:val="00D44FD6"/>
    <w:rsid w:val="00D4576C"/>
    <w:rsid w:val="00D45A8B"/>
    <w:rsid w:val="00D45ABF"/>
    <w:rsid w:val="00D45D22"/>
    <w:rsid w:val="00D467B9"/>
    <w:rsid w:val="00D46A11"/>
    <w:rsid w:val="00D4784D"/>
    <w:rsid w:val="00D47D70"/>
    <w:rsid w:val="00D47DE2"/>
    <w:rsid w:val="00D502BE"/>
    <w:rsid w:val="00D503F7"/>
    <w:rsid w:val="00D50A5A"/>
    <w:rsid w:val="00D50BC4"/>
    <w:rsid w:val="00D51369"/>
    <w:rsid w:val="00D519E8"/>
    <w:rsid w:val="00D51AA6"/>
    <w:rsid w:val="00D51C8E"/>
    <w:rsid w:val="00D52106"/>
    <w:rsid w:val="00D52154"/>
    <w:rsid w:val="00D527C1"/>
    <w:rsid w:val="00D52B9D"/>
    <w:rsid w:val="00D52D82"/>
    <w:rsid w:val="00D52FAD"/>
    <w:rsid w:val="00D53966"/>
    <w:rsid w:val="00D53DA2"/>
    <w:rsid w:val="00D53F10"/>
    <w:rsid w:val="00D5411C"/>
    <w:rsid w:val="00D54BB6"/>
    <w:rsid w:val="00D55330"/>
    <w:rsid w:val="00D55635"/>
    <w:rsid w:val="00D55F59"/>
    <w:rsid w:val="00D561B4"/>
    <w:rsid w:val="00D565F2"/>
    <w:rsid w:val="00D56603"/>
    <w:rsid w:val="00D567C7"/>
    <w:rsid w:val="00D56A58"/>
    <w:rsid w:val="00D56E3A"/>
    <w:rsid w:val="00D56EA4"/>
    <w:rsid w:val="00D56F59"/>
    <w:rsid w:val="00D57767"/>
    <w:rsid w:val="00D5778B"/>
    <w:rsid w:val="00D578D1"/>
    <w:rsid w:val="00D57E0C"/>
    <w:rsid w:val="00D6037F"/>
    <w:rsid w:val="00D6048B"/>
    <w:rsid w:val="00D60569"/>
    <w:rsid w:val="00D6097D"/>
    <w:rsid w:val="00D609D1"/>
    <w:rsid w:val="00D61201"/>
    <w:rsid w:val="00D62E7C"/>
    <w:rsid w:val="00D6312F"/>
    <w:rsid w:val="00D631E3"/>
    <w:rsid w:val="00D6384E"/>
    <w:rsid w:val="00D639B2"/>
    <w:rsid w:val="00D64BC3"/>
    <w:rsid w:val="00D64C9E"/>
    <w:rsid w:val="00D64ECC"/>
    <w:rsid w:val="00D65051"/>
    <w:rsid w:val="00D6563C"/>
    <w:rsid w:val="00D656BF"/>
    <w:rsid w:val="00D65724"/>
    <w:rsid w:val="00D6580C"/>
    <w:rsid w:val="00D658A0"/>
    <w:rsid w:val="00D658D3"/>
    <w:rsid w:val="00D65A1B"/>
    <w:rsid w:val="00D661CC"/>
    <w:rsid w:val="00D66761"/>
    <w:rsid w:val="00D675AF"/>
    <w:rsid w:val="00D675F9"/>
    <w:rsid w:val="00D679F3"/>
    <w:rsid w:val="00D67BD9"/>
    <w:rsid w:val="00D708AA"/>
    <w:rsid w:val="00D70FF6"/>
    <w:rsid w:val="00D7112E"/>
    <w:rsid w:val="00D71A12"/>
    <w:rsid w:val="00D71A5A"/>
    <w:rsid w:val="00D71C06"/>
    <w:rsid w:val="00D7206C"/>
    <w:rsid w:val="00D72367"/>
    <w:rsid w:val="00D73562"/>
    <w:rsid w:val="00D73C85"/>
    <w:rsid w:val="00D74067"/>
    <w:rsid w:val="00D7420D"/>
    <w:rsid w:val="00D743D6"/>
    <w:rsid w:val="00D74AD3"/>
    <w:rsid w:val="00D75060"/>
    <w:rsid w:val="00D75114"/>
    <w:rsid w:val="00D751DA"/>
    <w:rsid w:val="00D757F2"/>
    <w:rsid w:val="00D75CE3"/>
    <w:rsid w:val="00D75D97"/>
    <w:rsid w:val="00D75DB6"/>
    <w:rsid w:val="00D75F65"/>
    <w:rsid w:val="00D7621F"/>
    <w:rsid w:val="00D76300"/>
    <w:rsid w:val="00D767BD"/>
    <w:rsid w:val="00D76883"/>
    <w:rsid w:val="00D768D0"/>
    <w:rsid w:val="00D773AD"/>
    <w:rsid w:val="00D77BDC"/>
    <w:rsid w:val="00D77DDE"/>
    <w:rsid w:val="00D77F7F"/>
    <w:rsid w:val="00D800C7"/>
    <w:rsid w:val="00D80178"/>
    <w:rsid w:val="00D803DE"/>
    <w:rsid w:val="00D80A3E"/>
    <w:rsid w:val="00D8140D"/>
    <w:rsid w:val="00D81949"/>
    <w:rsid w:val="00D827B3"/>
    <w:rsid w:val="00D82C20"/>
    <w:rsid w:val="00D8330F"/>
    <w:rsid w:val="00D83637"/>
    <w:rsid w:val="00D837AC"/>
    <w:rsid w:val="00D83A4D"/>
    <w:rsid w:val="00D84583"/>
    <w:rsid w:val="00D848BA"/>
    <w:rsid w:val="00D84AD4"/>
    <w:rsid w:val="00D84D14"/>
    <w:rsid w:val="00D84E7C"/>
    <w:rsid w:val="00D84EBF"/>
    <w:rsid w:val="00D852C1"/>
    <w:rsid w:val="00D85658"/>
    <w:rsid w:val="00D85931"/>
    <w:rsid w:val="00D85AF8"/>
    <w:rsid w:val="00D85FBF"/>
    <w:rsid w:val="00D86BB9"/>
    <w:rsid w:val="00D86DB1"/>
    <w:rsid w:val="00D86E36"/>
    <w:rsid w:val="00D87153"/>
    <w:rsid w:val="00D9077A"/>
    <w:rsid w:val="00D90E41"/>
    <w:rsid w:val="00D913CF"/>
    <w:rsid w:val="00D91AC2"/>
    <w:rsid w:val="00D92347"/>
    <w:rsid w:val="00D9294F"/>
    <w:rsid w:val="00D92E4A"/>
    <w:rsid w:val="00D93651"/>
    <w:rsid w:val="00D938C1"/>
    <w:rsid w:val="00D940D4"/>
    <w:rsid w:val="00D942A7"/>
    <w:rsid w:val="00D943C9"/>
    <w:rsid w:val="00D94B74"/>
    <w:rsid w:val="00D950A5"/>
    <w:rsid w:val="00D95AFB"/>
    <w:rsid w:val="00D95CB5"/>
    <w:rsid w:val="00D95E22"/>
    <w:rsid w:val="00D96577"/>
    <w:rsid w:val="00D9665C"/>
    <w:rsid w:val="00D96A80"/>
    <w:rsid w:val="00D96BA5"/>
    <w:rsid w:val="00D96DCC"/>
    <w:rsid w:val="00D96E0D"/>
    <w:rsid w:val="00D96FA8"/>
    <w:rsid w:val="00D97313"/>
    <w:rsid w:val="00D973D3"/>
    <w:rsid w:val="00D976B7"/>
    <w:rsid w:val="00D97CE8"/>
    <w:rsid w:val="00D97D18"/>
    <w:rsid w:val="00D97E27"/>
    <w:rsid w:val="00DA0061"/>
    <w:rsid w:val="00DA06C2"/>
    <w:rsid w:val="00DA0B26"/>
    <w:rsid w:val="00DA0BD3"/>
    <w:rsid w:val="00DA0DC4"/>
    <w:rsid w:val="00DA1045"/>
    <w:rsid w:val="00DA1CAE"/>
    <w:rsid w:val="00DA1FBB"/>
    <w:rsid w:val="00DA2580"/>
    <w:rsid w:val="00DA25AB"/>
    <w:rsid w:val="00DA2B74"/>
    <w:rsid w:val="00DA2BF5"/>
    <w:rsid w:val="00DA2EEC"/>
    <w:rsid w:val="00DA3083"/>
    <w:rsid w:val="00DA33B7"/>
    <w:rsid w:val="00DA347C"/>
    <w:rsid w:val="00DA3C20"/>
    <w:rsid w:val="00DA49C9"/>
    <w:rsid w:val="00DA4C16"/>
    <w:rsid w:val="00DA4F99"/>
    <w:rsid w:val="00DA53F0"/>
    <w:rsid w:val="00DA5496"/>
    <w:rsid w:val="00DA553D"/>
    <w:rsid w:val="00DA5B8D"/>
    <w:rsid w:val="00DA5BAB"/>
    <w:rsid w:val="00DA5C17"/>
    <w:rsid w:val="00DA5EB9"/>
    <w:rsid w:val="00DA5FB9"/>
    <w:rsid w:val="00DA61B1"/>
    <w:rsid w:val="00DA6268"/>
    <w:rsid w:val="00DA657E"/>
    <w:rsid w:val="00DA6854"/>
    <w:rsid w:val="00DA69B7"/>
    <w:rsid w:val="00DA6A17"/>
    <w:rsid w:val="00DA6BE3"/>
    <w:rsid w:val="00DA74AA"/>
    <w:rsid w:val="00DA7A49"/>
    <w:rsid w:val="00DA7F93"/>
    <w:rsid w:val="00DB0B07"/>
    <w:rsid w:val="00DB0C30"/>
    <w:rsid w:val="00DB0DF6"/>
    <w:rsid w:val="00DB102E"/>
    <w:rsid w:val="00DB133F"/>
    <w:rsid w:val="00DB137B"/>
    <w:rsid w:val="00DB1A90"/>
    <w:rsid w:val="00DB2346"/>
    <w:rsid w:val="00DB24FB"/>
    <w:rsid w:val="00DB277A"/>
    <w:rsid w:val="00DB2A41"/>
    <w:rsid w:val="00DB2E80"/>
    <w:rsid w:val="00DB3C62"/>
    <w:rsid w:val="00DB3D9F"/>
    <w:rsid w:val="00DB3EBE"/>
    <w:rsid w:val="00DB48F3"/>
    <w:rsid w:val="00DB4A76"/>
    <w:rsid w:val="00DB4EC7"/>
    <w:rsid w:val="00DB50F3"/>
    <w:rsid w:val="00DB5586"/>
    <w:rsid w:val="00DB59B2"/>
    <w:rsid w:val="00DB5DEF"/>
    <w:rsid w:val="00DB60E4"/>
    <w:rsid w:val="00DB6227"/>
    <w:rsid w:val="00DB66A2"/>
    <w:rsid w:val="00DB6768"/>
    <w:rsid w:val="00DB6A05"/>
    <w:rsid w:val="00DB6B18"/>
    <w:rsid w:val="00DB6CEC"/>
    <w:rsid w:val="00DB6E86"/>
    <w:rsid w:val="00DB70BC"/>
    <w:rsid w:val="00DB7E1C"/>
    <w:rsid w:val="00DC0244"/>
    <w:rsid w:val="00DC024D"/>
    <w:rsid w:val="00DC063E"/>
    <w:rsid w:val="00DC0B53"/>
    <w:rsid w:val="00DC1244"/>
    <w:rsid w:val="00DC1444"/>
    <w:rsid w:val="00DC1C31"/>
    <w:rsid w:val="00DC3574"/>
    <w:rsid w:val="00DC4834"/>
    <w:rsid w:val="00DC495D"/>
    <w:rsid w:val="00DC5612"/>
    <w:rsid w:val="00DC57F2"/>
    <w:rsid w:val="00DC5C6F"/>
    <w:rsid w:val="00DC60E0"/>
    <w:rsid w:val="00DC614A"/>
    <w:rsid w:val="00DC6BEE"/>
    <w:rsid w:val="00DC71C7"/>
    <w:rsid w:val="00DC72D8"/>
    <w:rsid w:val="00DC7736"/>
    <w:rsid w:val="00DC77D6"/>
    <w:rsid w:val="00DC7D0C"/>
    <w:rsid w:val="00DD0152"/>
    <w:rsid w:val="00DD0B3F"/>
    <w:rsid w:val="00DD0E16"/>
    <w:rsid w:val="00DD0E89"/>
    <w:rsid w:val="00DD0F76"/>
    <w:rsid w:val="00DD1576"/>
    <w:rsid w:val="00DD2094"/>
    <w:rsid w:val="00DD23C6"/>
    <w:rsid w:val="00DD24E2"/>
    <w:rsid w:val="00DD27BF"/>
    <w:rsid w:val="00DD29B8"/>
    <w:rsid w:val="00DD2C4E"/>
    <w:rsid w:val="00DD2D4D"/>
    <w:rsid w:val="00DD2F18"/>
    <w:rsid w:val="00DD30CD"/>
    <w:rsid w:val="00DD3474"/>
    <w:rsid w:val="00DD34F4"/>
    <w:rsid w:val="00DD39E1"/>
    <w:rsid w:val="00DD3ACE"/>
    <w:rsid w:val="00DD5295"/>
    <w:rsid w:val="00DD5630"/>
    <w:rsid w:val="00DD61BA"/>
    <w:rsid w:val="00DD6EC4"/>
    <w:rsid w:val="00DD7546"/>
    <w:rsid w:val="00DE0109"/>
    <w:rsid w:val="00DE018C"/>
    <w:rsid w:val="00DE0326"/>
    <w:rsid w:val="00DE04A0"/>
    <w:rsid w:val="00DE0609"/>
    <w:rsid w:val="00DE06AB"/>
    <w:rsid w:val="00DE0AD4"/>
    <w:rsid w:val="00DE0B3E"/>
    <w:rsid w:val="00DE0CF9"/>
    <w:rsid w:val="00DE164B"/>
    <w:rsid w:val="00DE1C26"/>
    <w:rsid w:val="00DE25D9"/>
    <w:rsid w:val="00DE286A"/>
    <w:rsid w:val="00DE2C4F"/>
    <w:rsid w:val="00DE2C6C"/>
    <w:rsid w:val="00DE2D3F"/>
    <w:rsid w:val="00DE316D"/>
    <w:rsid w:val="00DE32AC"/>
    <w:rsid w:val="00DE3EE7"/>
    <w:rsid w:val="00DE4050"/>
    <w:rsid w:val="00DE460D"/>
    <w:rsid w:val="00DE4FAA"/>
    <w:rsid w:val="00DE5097"/>
    <w:rsid w:val="00DE50DB"/>
    <w:rsid w:val="00DE521A"/>
    <w:rsid w:val="00DE5437"/>
    <w:rsid w:val="00DE56E3"/>
    <w:rsid w:val="00DE5915"/>
    <w:rsid w:val="00DE5CAF"/>
    <w:rsid w:val="00DE5F06"/>
    <w:rsid w:val="00DE6311"/>
    <w:rsid w:val="00DE6D01"/>
    <w:rsid w:val="00DE6FF1"/>
    <w:rsid w:val="00DE73DC"/>
    <w:rsid w:val="00DE7CB0"/>
    <w:rsid w:val="00DF02BF"/>
    <w:rsid w:val="00DF07A1"/>
    <w:rsid w:val="00DF08DC"/>
    <w:rsid w:val="00DF0B52"/>
    <w:rsid w:val="00DF0D1F"/>
    <w:rsid w:val="00DF0F01"/>
    <w:rsid w:val="00DF0FA9"/>
    <w:rsid w:val="00DF1581"/>
    <w:rsid w:val="00DF1B29"/>
    <w:rsid w:val="00DF20CD"/>
    <w:rsid w:val="00DF20D4"/>
    <w:rsid w:val="00DF2249"/>
    <w:rsid w:val="00DF30E6"/>
    <w:rsid w:val="00DF31A3"/>
    <w:rsid w:val="00DF3341"/>
    <w:rsid w:val="00DF387D"/>
    <w:rsid w:val="00DF3D9A"/>
    <w:rsid w:val="00DF4151"/>
    <w:rsid w:val="00DF50F1"/>
    <w:rsid w:val="00DF5446"/>
    <w:rsid w:val="00DF5945"/>
    <w:rsid w:val="00DF5B5C"/>
    <w:rsid w:val="00DF61A4"/>
    <w:rsid w:val="00DF6519"/>
    <w:rsid w:val="00DF69E1"/>
    <w:rsid w:val="00DF6DA4"/>
    <w:rsid w:val="00DF72A0"/>
    <w:rsid w:val="00DF7478"/>
    <w:rsid w:val="00DF7912"/>
    <w:rsid w:val="00DF7DEB"/>
    <w:rsid w:val="00E0003E"/>
    <w:rsid w:val="00E00580"/>
    <w:rsid w:val="00E0077A"/>
    <w:rsid w:val="00E00961"/>
    <w:rsid w:val="00E00977"/>
    <w:rsid w:val="00E00991"/>
    <w:rsid w:val="00E01ACB"/>
    <w:rsid w:val="00E01CBE"/>
    <w:rsid w:val="00E01D9A"/>
    <w:rsid w:val="00E0209C"/>
    <w:rsid w:val="00E03548"/>
    <w:rsid w:val="00E03676"/>
    <w:rsid w:val="00E03859"/>
    <w:rsid w:val="00E03AD1"/>
    <w:rsid w:val="00E03AE4"/>
    <w:rsid w:val="00E03B42"/>
    <w:rsid w:val="00E03BF3"/>
    <w:rsid w:val="00E03FF0"/>
    <w:rsid w:val="00E040A8"/>
    <w:rsid w:val="00E041F2"/>
    <w:rsid w:val="00E042A4"/>
    <w:rsid w:val="00E04C26"/>
    <w:rsid w:val="00E053B5"/>
    <w:rsid w:val="00E05583"/>
    <w:rsid w:val="00E05842"/>
    <w:rsid w:val="00E0603B"/>
    <w:rsid w:val="00E060DE"/>
    <w:rsid w:val="00E06408"/>
    <w:rsid w:val="00E06460"/>
    <w:rsid w:val="00E0707B"/>
    <w:rsid w:val="00E07627"/>
    <w:rsid w:val="00E078AD"/>
    <w:rsid w:val="00E07C11"/>
    <w:rsid w:val="00E108AB"/>
    <w:rsid w:val="00E10A1B"/>
    <w:rsid w:val="00E10A38"/>
    <w:rsid w:val="00E10B11"/>
    <w:rsid w:val="00E10E42"/>
    <w:rsid w:val="00E118CC"/>
    <w:rsid w:val="00E126B9"/>
    <w:rsid w:val="00E1270C"/>
    <w:rsid w:val="00E12AF0"/>
    <w:rsid w:val="00E12B2C"/>
    <w:rsid w:val="00E12DB1"/>
    <w:rsid w:val="00E12ED8"/>
    <w:rsid w:val="00E13E7F"/>
    <w:rsid w:val="00E13EA1"/>
    <w:rsid w:val="00E13F86"/>
    <w:rsid w:val="00E14869"/>
    <w:rsid w:val="00E15BC9"/>
    <w:rsid w:val="00E15C9D"/>
    <w:rsid w:val="00E160A9"/>
    <w:rsid w:val="00E1624F"/>
    <w:rsid w:val="00E16298"/>
    <w:rsid w:val="00E16333"/>
    <w:rsid w:val="00E164AB"/>
    <w:rsid w:val="00E16731"/>
    <w:rsid w:val="00E16D7E"/>
    <w:rsid w:val="00E17073"/>
    <w:rsid w:val="00E1720B"/>
    <w:rsid w:val="00E1721F"/>
    <w:rsid w:val="00E175DB"/>
    <w:rsid w:val="00E17C9E"/>
    <w:rsid w:val="00E20BF3"/>
    <w:rsid w:val="00E21674"/>
    <w:rsid w:val="00E218C8"/>
    <w:rsid w:val="00E21BA3"/>
    <w:rsid w:val="00E22089"/>
    <w:rsid w:val="00E225FD"/>
    <w:rsid w:val="00E22D37"/>
    <w:rsid w:val="00E23CCD"/>
    <w:rsid w:val="00E23D3C"/>
    <w:rsid w:val="00E24218"/>
    <w:rsid w:val="00E247E4"/>
    <w:rsid w:val="00E25D69"/>
    <w:rsid w:val="00E26CBA"/>
    <w:rsid w:val="00E26F21"/>
    <w:rsid w:val="00E26F55"/>
    <w:rsid w:val="00E27245"/>
    <w:rsid w:val="00E272E7"/>
    <w:rsid w:val="00E27A31"/>
    <w:rsid w:val="00E27B0E"/>
    <w:rsid w:val="00E27C22"/>
    <w:rsid w:val="00E27DA7"/>
    <w:rsid w:val="00E30265"/>
    <w:rsid w:val="00E3027D"/>
    <w:rsid w:val="00E3047F"/>
    <w:rsid w:val="00E30523"/>
    <w:rsid w:val="00E30638"/>
    <w:rsid w:val="00E307E2"/>
    <w:rsid w:val="00E30F68"/>
    <w:rsid w:val="00E3172F"/>
    <w:rsid w:val="00E32219"/>
    <w:rsid w:val="00E323D9"/>
    <w:rsid w:val="00E326CF"/>
    <w:rsid w:val="00E32B4A"/>
    <w:rsid w:val="00E32E98"/>
    <w:rsid w:val="00E33C62"/>
    <w:rsid w:val="00E3408F"/>
    <w:rsid w:val="00E34735"/>
    <w:rsid w:val="00E34BB1"/>
    <w:rsid w:val="00E34CD9"/>
    <w:rsid w:val="00E34CFA"/>
    <w:rsid w:val="00E35A68"/>
    <w:rsid w:val="00E35DD9"/>
    <w:rsid w:val="00E370FE"/>
    <w:rsid w:val="00E3724E"/>
    <w:rsid w:val="00E40396"/>
    <w:rsid w:val="00E407C9"/>
    <w:rsid w:val="00E40D18"/>
    <w:rsid w:val="00E40D63"/>
    <w:rsid w:val="00E42530"/>
    <w:rsid w:val="00E42975"/>
    <w:rsid w:val="00E429D4"/>
    <w:rsid w:val="00E42A7C"/>
    <w:rsid w:val="00E42E0E"/>
    <w:rsid w:val="00E431D4"/>
    <w:rsid w:val="00E43983"/>
    <w:rsid w:val="00E43B53"/>
    <w:rsid w:val="00E43ED6"/>
    <w:rsid w:val="00E440B1"/>
    <w:rsid w:val="00E443FD"/>
    <w:rsid w:val="00E44BCC"/>
    <w:rsid w:val="00E45614"/>
    <w:rsid w:val="00E457B9"/>
    <w:rsid w:val="00E458C8"/>
    <w:rsid w:val="00E45979"/>
    <w:rsid w:val="00E45ED8"/>
    <w:rsid w:val="00E46420"/>
    <w:rsid w:val="00E46ACD"/>
    <w:rsid w:val="00E46C0C"/>
    <w:rsid w:val="00E46C1D"/>
    <w:rsid w:val="00E46FA7"/>
    <w:rsid w:val="00E47A6E"/>
    <w:rsid w:val="00E47D82"/>
    <w:rsid w:val="00E500A4"/>
    <w:rsid w:val="00E502D5"/>
    <w:rsid w:val="00E5057A"/>
    <w:rsid w:val="00E506BA"/>
    <w:rsid w:val="00E5086E"/>
    <w:rsid w:val="00E50E46"/>
    <w:rsid w:val="00E5120F"/>
    <w:rsid w:val="00E5144E"/>
    <w:rsid w:val="00E51464"/>
    <w:rsid w:val="00E5167C"/>
    <w:rsid w:val="00E51966"/>
    <w:rsid w:val="00E51BF6"/>
    <w:rsid w:val="00E52480"/>
    <w:rsid w:val="00E52F3C"/>
    <w:rsid w:val="00E52FAF"/>
    <w:rsid w:val="00E53051"/>
    <w:rsid w:val="00E533B0"/>
    <w:rsid w:val="00E53429"/>
    <w:rsid w:val="00E53434"/>
    <w:rsid w:val="00E5363C"/>
    <w:rsid w:val="00E53710"/>
    <w:rsid w:val="00E5418B"/>
    <w:rsid w:val="00E54811"/>
    <w:rsid w:val="00E548F3"/>
    <w:rsid w:val="00E55191"/>
    <w:rsid w:val="00E551B1"/>
    <w:rsid w:val="00E55212"/>
    <w:rsid w:val="00E55B32"/>
    <w:rsid w:val="00E55C07"/>
    <w:rsid w:val="00E56228"/>
    <w:rsid w:val="00E56499"/>
    <w:rsid w:val="00E56AC9"/>
    <w:rsid w:val="00E56E8B"/>
    <w:rsid w:val="00E56FF9"/>
    <w:rsid w:val="00E57299"/>
    <w:rsid w:val="00E5754D"/>
    <w:rsid w:val="00E57D05"/>
    <w:rsid w:val="00E6023A"/>
    <w:rsid w:val="00E608D1"/>
    <w:rsid w:val="00E60F5B"/>
    <w:rsid w:val="00E61526"/>
    <w:rsid w:val="00E61E28"/>
    <w:rsid w:val="00E622AA"/>
    <w:rsid w:val="00E6245A"/>
    <w:rsid w:val="00E624F9"/>
    <w:rsid w:val="00E632A0"/>
    <w:rsid w:val="00E63643"/>
    <w:rsid w:val="00E6376C"/>
    <w:rsid w:val="00E6388A"/>
    <w:rsid w:val="00E63C15"/>
    <w:rsid w:val="00E63C76"/>
    <w:rsid w:val="00E645AD"/>
    <w:rsid w:val="00E646F3"/>
    <w:rsid w:val="00E64C05"/>
    <w:rsid w:val="00E64E6C"/>
    <w:rsid w:val="00E6575E"/>
    <w:rsid w:val="00E659A7"/>
    <w:rsid w:val="00E665CA"/>
    <w:rsid w:val="00E66662"/>
    <w:rsid w:val="00E66F28"/>
    <w:rsid w:val="00E670BA"/>
    <w:rsid w:val="00E6727B"/>
    <w:rsid w:val="00E6730E"/>
    <w:rsid w:val="00E675F6"/>
    <w:rsid w:val="00E67EBD"/>
    <w:rsid w:val="00E704FE"/>
    <w:rsid w:val="00E70B3F"/>
    <w:rsid w:val="00E70BE6"/>
    <w:rsid w:val="00E70C41"/>
    <w:rsid w:val="00E70CD0"/>
    <w:rsid w:val="00E71215"/>
    <w:rsid w:val="00E7160B"/>
    <w:rsid w:val="00E71C46"/>
    <w:rsid w:val="00E71FF4"/>
    <w:rsid w:val="00E72216"/>
    <w:rsid w:val="00E722B7"/>
    <w:rsid w:val="00E7241C"/>
    <w:rsid w:val="00E72C53"/>
    <w:rsid w:val="00E73344"/>
    <w:rsid w:val="00E73346"/>
    <w:rsid w:val="00E7391C"/>
    <w:rsid w:val="00E73C5D"/>
    <w:rsid w:val="00E74075"/>
    <w:rsid w:val="00E74223"/>
    <w:rsid w:val="00E748BB"/>
    <w:rsid w:val="00E74908"/>
    <w:rsid w:val="00E74FCB"/>
    <w:rsid w:val="00E756CB"/>
    <w:rsid w:val="00E7585F"/>
    <w:rsid w:val="00E75E48"/>
    <w:rsid w:val="00E7679A"/>
    <w:rsid w:val="00E76E4E"/>
    <w:rsid w:val="00E77492"/>
    <w:rsid w:val="00E80306"/>
    <w:rsid w:val="00E80539"/>
    <w:rsid w:val="00E805D9"/>
    <w:rsid w:val="00E809D4"/>
    <w:rsid w:val="00E81442"/>
    <w:rsid w:val="00E8165E"/>
    <w:rsid w:val="00E8183C"/>
    <w:rsid w:val="00E81B0B"/>
    <w:rsid w:val="00E81B93"/>
    <w:rsid w:val="00E81B94"/>
    <w:rsid w:val="00E81C75"/>
    <w:rsid w:val="00E82CB4"/>
    <w:rsid w:val="00E830DD"/>
    <w:rsid w:val="00E833EC"/>
    <w:rsid w:val="00E83698"/>
    <w:rsid w:val="00E83844"/>
    <w:rsid w:val="00E84091"/>
    <w:rsid w:val="00E847A9"/>
    <w:rsid w:val="00E84D50"/>
    <w:rsid w:val="00E84FEE"/>
    <w:rsid w:val="00E8562C"/>
    <w:rsid w:val="00E857AA"/>
    <w:rsid w:val="00E86C5D"/>
    <w:rsid w:val="00E87350"/>
    <w:rsid w:val="00E873D0"/>
    <w:rsid w:val="00E87877"/>
    <w:rsid w:val="00E87998"/>
    <w:rsid w:val="00E87B90"/>
    <w:rsid w:val="00E87CDD"/>
    <w:rsid w:val="00E87D6B"/>
    <w:rsid w:val="00E87EA4"/>
    <w:rsid w:val="00E9004B"/>
    <w:rsid w:val="00E907A9"/>
    <w:rsid w:val="00E90DFB"/>
    <w:rsid w:val="00E9118B"/>
    <w:rsid w:val="00E91454"/>
    <w:rsid w:val="00E914B7"/>
    <w:rsid w:val="00E91CB0"/>
    <w:rsid w:val="00E91EB0"/>
    <w:rsid w:val="00E922FA"/>
    <w:rsid w:val="00E923AC"/>
    <w:rsid w:val="00E92B4C"/>
    <w:rsid w:val="00E92D70"/>
    <w:rsid w:val="00E9309D"/>
    <w:rsid w:val="00E93AB5"/>
    <w:rsid w:val="00E93AD6"/>
    <w:rsid w:val="00E94384"/>
    <w:rsid w:val="00E94C7D"/>
    <w:rsid w:val="00E950B2"/>
    <w:rsid w:val="00E950D1"/>
    <w:rsid w:val="00E950D5"/>
    <w:rsid w:val="00E9529C"/>
    <w:rsid w:val="00E956BC"/>
    <w:rsid w:val="00E95EAF"/>
    <w:rsid w:val="00E95EC0"/>
    <w:rsid w:val="00E9609C"/>
    <w:rsid w:val="00E9612E"/>
    <w:rsid w:val="00E962AD"/>
    <w:rsid w:val="00E96F8F"/>
    <w:rsid w:val="00E974E2"/>
    <w:rsid w:val="00E9766A"/>
    <w:rsid w:val="00E97FFC"/>
    <w:rsid w:val="00EA00D9"/>
    <w:rsid w:val="00EA03E0"/>
    <w:rsid w:val="00EA0667"/>
    <w:rsid w:val="00EA09B2"/>
    <w:rsid w:val="00EA09C5"/>
    <w:rsid w:val="00EA0CF4"/>
    <w:rsid w:val="00EA0DC2"/>
    <w:rsid w:val="00EA0DC3"/>
    <w:rsid w:val="00EA0E78"/>
    <w:rsid w:val="00EA12A0"/>
    <w:rsid w:val="00EA1424"/>
    <w:rsid w:val="00EA1C0C"/>
    <w:rsid w:val="00EA1C4A"/>
    <w:rsid w:val="00EA1CFE"/>
    <w:rsid w:val="00EA1D6B"/>
    <w:rsid w:val="00EA1EC9"/>
    <w:rsid w:val="00EA1F31"/>
    <w:rsid w:val="00EA2689"/>
    <w:rsid w:val="00EA2ABA"/>
    <w:rsid w:val="00EA2BF6"/>
    <w:rsid w:val="00EA3053"/>
    <w:rsid w:val="00EA3059"/>
    <w:rsid w:val="00EA31F9"/>
    <w:rsid w:val="00EA3613"/>
    <w:rsid w:val="00EA37C1"/>
    <w:rsid w:val="00EA38C3"/>
    <w:rsid w:val="00EA3FD9"/>
    <w:rsid w:val="00EA42B2"/>
    <w:rsid w:val="00EA434B"/>
    <w:rsid w:val="00EA4BBA"/>
    <w:rsid w:val="00EA4F74"/>
    <w:rsid w:val="00EA530E"/>
    <w:rsid w:val="00EA5472"/>
    <w:rsid w:val="00EA591F"/>
    <w:rsid w:val="00EA6279"/>
    <w:rsid w:val="00EA7842"/>
    <w:rsid w:val="00EB0917"/>
    <w:rsid w:val="00EB1024"/>
    <w:rsid w:val="00EB1123"/>
    <w:rsid w:val="00EB16E2"/>
    <w:rsid w:val="00EB17C9"/>
    <w:rsid w:val="00EB1ECC"/>
    <w:rsid w:val="00EB21B1"/>
    <w:rsid w:val="00EB2259"/>
    <w:rsid w:val="00EB2748"/>
    <w:rsid w:val="00EB2ACB"/>
    <w:rsid w:val="00EB4413"/>
    <w:rsid w:val="00EB453E"/>
    <w:rsid w:val="00EB46BB"/>
    <w:rsid w:val="00EB496C"/>
    <w:rsid w:val="00EB4A3B"/>
    <w:rsid w:val="00EB4B1C"/>
    <w:rsid w:val="00EB4ECD"/>
    <w:rsid w:val="00EB5179"/>
    <w:rsid w:val="00EB5338"/>
    <w:rsid w:val="00EB5645"/>
    <w:rsid w:val="00EB59F8"/>
    <w:rsid w:val="00EB5A4F"/>
    <w:rsid w:val="00EB5DEA"/>
    <w:rsid w:val="00EB652B"/>
    <w:rsid w:val="00EB6535"/>
    <w:rsid w:val="00EB69D8"/>
    <w:rsid w:val="00EB6A19"/>
    <w:rsid w:val="00EB6A3B"/>
    <w:rsid w:val="00EB6B6B"/>
    <w:rsid w:val="00EB74A4"/>
    <w:rsid w:val="00EB769B"/>
    <w:rsid w:val="00EB78F1"/>
    <w:rsid w:val="00EB7A4D"/>
    <w:rsid w:val="00EB7C01"/>
    <w:rsid w:val="00EB7E74"/>
    <w:rsid w:val="00EC04BB"/>
    <w:rsid w:val="00EC07A6"/>
    <w:rsid w:val="00EC0806"/>
    <w:rsid w:val="00EC0F11"/>
    <w:rsid w:val="00EC1E77"/>
    <w:rsid w:val="00EC20DB"/>
    <w:rsid w:val="00EC2718"/>
    <w:rsid w:val="00EC2B3A"/>
    <w:rsid w:val="00EC2E99"/>
    <w:rsid w:val="00EC384E"/>
    <w:rsid w:val="00EC3BBA"/>
    <w:rsid w:val="00EC4062"/>
    <w:rsid w:val="00EC4B2F"/>
    <w:rsid w:val="00EC4CAE"/>
    <w:rsid w:val="00EC4E21"/>
    <w:rsid w:val="00EC5004"/>
    <w:rsid w:val="00EC50BC"/>
    <w:rsid w:val="00EC5253"/>
    <w:rsid w:val="00EC5AE4"/>
    <w:rsid w:val="00EC5F76"/>
    <w:rsid w:val="00EC66F8"/>
    <w:rsid w:val="00EC729A"/>
    <w:rsid w:val="00EC7ABA"/>
    <w:rsid w:val="00ED0071"/>
    <w:rsid w:val="00ED0E52"/>
    <w:rsid w:val="00ED1139"/>
    <w:rsid w:val="00ED115A"/>
    <w:rsid w:val="00ED136A"/>
    <w:rsid w:val="00ED1FB4"/>
    <w:rsid w:val="00ED2117"/>
    <w:rsid w:val="00ED2410"/>
    <w:rsid w:val="00ED24D1"/>
    <w:rsid w:val="00ED27AF"/>
    <w:rsid w:val="00ED29A8"/>
    <w:rsid w:val="00ED2A13"/>
    <w:rsid w:val="00ED46E7"/>
    <w:rsid w:val="00ED5139"/>
    <w:rsid w:val="00ED5209"/>
    <w:rsid w:val="00ED52F5"/>
    <w:rsid w:val="00ED5417"/>
    <w:rsid w:val="00ED5621"/>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3EC"/>
    <w:rsid w:val="00EE1556"/>
    <w:rsid w:val="00EE1B14"/>
    <w:rsid w:val="00EE1C0E"/>
    <w:rsid w:val="00EE1C42"/>
    <w:rsid w:val="00EE212A"/>
    <w:rsid w:val="00EE21BF"/>
    <w:rsid w:val="00EE28D8"/>
    <w:rsid w:val="00EE30B0"/>
    <w:rsid w:val="00EE3393"/>
    <w:rsid w:val="00EE33DC"/>
    <w:rsid w:val="00EE353C"/>
    <w:rsid w:val="00EE361C"/>
    <w:rsid w:val="00EE3837"/>
    <w:rsid w:val="00EE3BC7"/>
    <w:rsid w:val="00EE3BD9"/>
    <w:rsid w:val="00EE3BF7"/>
    <w:rsid w:val="00EE42F5"/>
    <w:rsid w:val="00EE49C6"/>
    <w:rsid w:val="00EE5137"/>
    <w:rsid w:val="00EE51AB"/>
    <w:rsid w:val="00EE56FB"/>
    <w:rsid w:val="00EE5E00"/>
    <w:rsid w:val="00EE61E1"/>
    <w:rsid w:val="00EE631C"/>
    <w:rsid w:val="00EE6377"/>
    <w:rsid w:val="00EE687E"/>
    <w:rsid w:val="00EE70D5"/>
    <w:rsid w:val="00EE72A0"/>
    <w:rsid w:val="00EE7BFB"/>
    <w:rsid w:val="00EE7CED"/>
    <w:rsid w:val="00EF0843"/>
    <w:rsid w:val="00EF096C"/>
    <w:rsid w:val="00EF1DB3"/>
    <w:rsid w:val="00EF2219"/>
    <w:rsid w:val="00EF25F0"/>
    <w:rsid w:val="00EF276D"/>
    <w:rsid w:val="00EF27B5"/>
    <w:rsid w:val="00EF2D19"/>
    <w:rsid w:val="00EF2DEE"/>
    <w:rsid w:val="00EF314A"/>
    <w:rsid w:val="00EF31B3"/>
    <w:rsid w:val="00EF326C"/>
    <w:rsid w:val="00EF3505"/>
    <w:rsid w:val="00EF36BB"/>
    <w:rsid w:val="00EF3E0E"/>
    <w:rsid w:val="00EF4646"/>
    <w:rsid w:val="00EF53FE"/>
    <w:rsid w:val="00EF5580"/>
    <w:rsid w:val="00EF5E4F"/>
    <w:rsid w:val="00EF67A9"/>
    <w:rsid w:val="00EF6B5E"/>
    <w:rsid w:val="00EF6F1F"/>
    <w:rsid w:val="00EF6FF2"/>
    <w:rsid w:val="00EF7797"/>
    <w:rsid w:val="00EF7956"/>
    <w:rsid w:val="00EF7AE4"/>
    <w:rsid w:val="00EF7C2A"/>
    <w:rsid w:val="00EF7FC5"/>
    <w:rsid w:val="00F0039B"/>
    <w:rsid w:val="00F00948"/>
    <w:rsid w:val="00F0095F"/>
    <w:rsid w:val="00F00EB2"/>
    <w:rsid w:val="00F017CA"/>
    <w:rsid w:val="00F01ECE"/>
    <w:rsid w:val="00F02060"/>
    <w:rsid w:val="00F0252C"/>
    <w:rsid w:val="00F0261C"/>
    <w:rsid w:val="00F03663"/>
    <w:rsid w:val="00F03D19"/>
    <w:rsid w:val="00F04197"/>
    <w:rsid w:val="00F045B6"/>
    <w:rsid w:val="00F0469A"/>
    <w:rsid w:val="00F049D3"/>
    <w:rsid w:val="00F055CA"/>
    <w:rsid w:val="00F0574C"/>
    <w:rsid w:val="00F05761"/>
    <w:rsid w:val="00F05B1C"/>
    <w:rsid w:val="00F05E5A"/>
    <w:rsid w:val="00F06491"/>
    <w:rsid w:val="00F070BC"/>
    <w:rsid w:val="00F07F76"/>
    <w:rsid w:val="00F10012"/>
    <w:rsid w:val="00F10213"/>
    <w:rsid w:val="00F1043B"/>
    <w:rsid w:val="00F11E88"/>
    <w:rsid w:val="00F120A7"/>
    <w:rsid w:val="00F12AA8"/>
    <w:rsid w:val="00F12B06"/>
    <w:rsid w:val="00F138AB"/>
    <w:rsid w:val="00F13B5A"/>
    <w:rsid w:val="00F1422B"/>
    <w:rsid w:val="00F14260"/>
    <w:rsid w:val="00F147D2"/>
    <w:rsid w:val="00F14842"/>
    <w:rsid w:val="00F14E2B"/>
    <w:rsid w:val="00F1564D"/>
    <w:rsid w:val="00F16139"/>
    <w:rsid w:val="00F1662B"/>
    <w:rsid w:val="00F166E5"/>
    <w:rsid w:val="00F1681E"/>
    <w:rsid w:val="00F16F53"/>
    <w:rsid w:val="00F176B7"/>
    <w:rsid w:val="00F17D90"/>
    <w:rsid w:val="00F17F58"/>
    <w:rsid w:val="00F204F9"/>
    <w:rsid w:val="00F20B93"/>
    <w:rsid w:val="00F20E87"/>
    <w:rsid w:val="00F20E8F"/>
    <w:rsid w:val="00F210DF"/>
    <w:rsid w:val="00F21295"/>
    <w:rsid w:val="00F21C78"/>
    <w:rsid w:val="00F21C85"/>
    <w:rsid w:val="00F21D09"/>
    <w:rsid w:val="00F21D76"/>
    <w:rsid w:val="00F22158"/>
    <w:rsid w:val="00F22BA6"/>
    <w:rsid w:val="00F22C34"/>
    <w:rsid w:val="00F22CC4"/>
    <w:rsid w:val="00F2302E"/>
    <w:rsid w:val="00F235DB"/>
    <w:rsid w:val="00F23872"/>
    <w:rsid w:val="00F23F12"/>
    <w:rsid w:val="00F24266"/>
    <w:rsid w:val="00F242D8"/>
    <w:rsid w:val="00F2463F"/>
    <w:rsid w:val="00F249DE"/>
    <w:rsid w:val="00F24A18"/>
    <w:rsid w:val="00F24CD9"/>
    <w:rsid w:val="00F24E6D"/>
    <w:rsid w:val="00F250F9"/>
    <w:rsid w:val="00F256D3"/>
    <w:rsid w:val="00F257F8"/>
    <w:rsid w:val="00F260E5"/>
    <w:rsid w:val="00F265A8"/>
    <w:rsid w:val="00F26718"/>
    <w:rsid w:val="00F2675C"/>
    <w:rsid w:val="00F26951"/>
    <w:rsid w:val="00F26A1F"/>
    <w:rsid w:val="00F27394"/>
    <w:rsid w:val="00F27487"/>
    <w:rsid w:val="00F275A1"/>
    <w:rsid w:val="00F27A58"/>
    <w:rsid w:val="00F27B58"/>
    <w:rsid w:val="00F27C1B"/>
    <w:rsid w:val="00F3038F"/>
    <w:rsid w:val="00F30649"/>
    <w:rsid w:val="00F30AEF"/>
    <w:rsid w:val="00F31F70"/>
    <w:rsid w:val="00F32154"/>
    <w:rsid w:val="00F32814"/>
    <w:rsid w:val="00F32A8E"/>
    <w:rsid w:val="00F32B9C"/>
    <w:rsid w:val="00F3300C"/>
    <w:rsid w:val="00F3380D"/>
    <w:rsid w:val="00F33976"/>
    <w:rsid w:val="00F33FD0"/>
    <w:rsid w:val="00F34106"/>
    <w:rsid w:val="00F34395"/>
    <w:rsid w:val="00F35CA1"/>
    <w:rsid w:val="00F35DA2"/>
    <w:rsid w:val="00F36099"/>
    <w:rsid w:val="00F3622C"/>
    <w:rsid w:val="00F36256"/>
    <w:rsid w:val="00F36360"/>
    <w:rsid w:val="00F3643D"/>
    <w:rsid w:val="00F364E8"/>
    <w:rsid w:val="00F36611"/>
    <w:rsid w:val="00F379FE"/>
    <w:rsid w:val="00F37AE5"/>
    <w:rsid w:val="00F37B2A"/>
    <w:rsid w:val="00F37B5B"/>
    <w:rsid w:val="00F37C8F"/>
    <w:rsid w:val="00F400B7"/>
    <w:rsid w:val="00F40229"/>
    <w:rsid w:val="00F403D8"/>
    <w:rsid w:val="00F404AE"/>
    <w:rsid w:val="00F408ED"/>
    <w:rsid w:val="00F40A5C"/>
    <w:rsid w:val="00F40A90"/>
    <w:rsid w:val="00F40E77"/>
    <w:rsid w:val="00F4144A"/>
    <w:rsid w:val="00F41924"/>
    <w:rsid w:val="00F4197D"/>
    <w:rsid w:val="00F41B17"/>
    <w:rsid w:val="00F42530"/>
    <w:rsid w:val="00F42E72"/>
    <w:rsid w:val="00F43357"/>
    <w:rsid w:val="00F4344B"/>
    <w:rsid w:val="00F436AD"/>
    <w:rsid w:val="00F43B30"/>
    <w:rsid w:val="00F43D75"/>
    <w:rsid w:val="00F43EB3"/>
    <w:rsid w:val="00F446E6"/>
    <w:rsid w:val="00F4489D"/>
    <w:rsid w:val="00F44CE0"/>
    <w:rsid w:val="00F45162"/>
    <w:rsid w:val="00F45289"/>
    <w:rsid w:val="00F45294"/>
    <w:rsid w:val="00F452B4"/>
    <w:rsid w:val="00F4563A"/>
    <w:rsid w:val="00F45741"/>
    <w:rsid w:val="00F4574C"/>
    <w:rsid w:val="00F458A0"/>
    <w:rsid w:val="00F46245"/>
    <w:rsid w:val="00F46C20"/>
    <w:rsid w:val="00F46C2D"/>
    <w:rsid w:val="00F470CC"/>
    <w:rsid w:val="00F473CF"/>
    <w:rsid w:val="00F477CD"/>
    <w:rsid w:val="00F47A70"/>
    <w:rsid w:val="00F47AE6"/>
    <w:rsid w:val="00F50109"/>
    <w:rsid w:val="00F50B8D"/>
    <w:rsid w:val="00F51534"/>
    <w:rsid w:val="00F517EF"/>
    <w:rsid w:val="00F5283D"/>
    <w:rsid w:val="00F529C5"/>
    <w:rsid w:val="00F52A26"/>
    <w:rsid w:val="00F52D30"/>
    <w:rsid w:val="00F536A0"/>
    <w:rsid w:val="00F53D83"/>
    <w:rsid w:val="00F544B2"/>
    <w:rsid w:val="00F545D1"/>
    <w:rsid w:val="00F549B6"/>
    <w:rsid w:val="00F5529B"/>
    <w:rsid w:val="00F55468"/>
    <w:rsid w:val="00F55C7C"/>
    <w:rsid w:val="00F55ED8"/>
    <w:rsid w:val="00F55FB1"/>
    <w:rsid w:val="00F55FC7"/>
    <w:rsid w:val="00F562E0"/>
    <w:rsid w:val="00F5646F"/>
    <w:rsid w:val="00F56614"/>
    <w:rsid w:val="00F57904"/>
    <w:rsid w:val="00F57EFC"/>
    <w:rsid w:val="00F6007C"/>
    <w:rsid w:val="00F6079D"/>
    <w:rsid w:val="00F60DB8"/>
    <w:rsid w:val="00F60E66"/>
    <w:rsid w:val="00F61122"/>
    <w:rsid w:val="00F61A89"/>
    <w:rsid w:val="00F6215E"/>
    <w:rsid w:val="00F62F6D"/>
    <w:rsid w:val="00F6318A"/>
    <w:rsid w:val="00F635FB"/>
    <w:rsid w:val="00F637EA"/>
    <w:rsid w:val="00F638AD"/>
    <w:rsid w:val="00F63F26"/>
    <w:rsid w:val="00F6409F"/>
    <w:rsid w:val="00F64230"/>
    <w:rsid w:val="00F643C6"/>
    <w:rsid w:val="00F64DDA"/>
    <w:rsid w:val="00F64E57"/>
    <w:rsid w:val="00F65252"/>
    <w:rsid w:val="00F652FF"/>
    <w:rsid w:val="00F65742"/>
    <w:rsid w:val="00F65FB6"/>
    <w:rsid w:val="00F664F7"/>
    <w:rsid w:val="00F66552"/>
    <w:rsid w:val="00F666E2"/>
    <w:rsid w:val="00F66CC1"/>
    <w:rsid w:val="00F66E93"/>
    <w:rsid w:val="00F67474"/>
    <w:rsid w:val="00F674B1"/>
    <w:rsid w:val="00F67725"/>
    <w:rsid w:val="00F67877"/>
    <w:rsid w:val="00F701B8"/>
    <w:rsid w:val="00F7039A"/>
    <w:rsid w:val="00F70462"/>
    <w:rsid w:val="00F70580"/>
    <w:rsid w:val="00F70833"/>
    <w:rsid w:val="00F7087E"/>
    <w:rsid w:val="00F70AB8"/>
    <w:rsid w:val="00F70BD7"/>
    <w:rsid w:val="00F70BE7"/>
    <w:rsid w:val="00F7112E"/>
    <w:rsid w:val="00F71469"/>
    <w:rsid w:val="00F71565"/>
    <w:rsid w:val="00F717CE"/>
    <w:rsid w:val="00F71BFC"/>
    <w:rsid w:val="00F71D79"/>
    <w:rsid w:val="00F71DAD"/>
    <w:rsid w:val="00F722C2"/>
    <w:rsid w:val="00F725A8"/>
    <w:rsid w:val="00F7262E"/>
    <w:rsid w:val="00F72B87"/>
    <w:rsid w:val="00F72E0B"/>
    <w:rsid w:val="00F7322C"/>
    <w:rsid w:val="00F7334E"/>
    <w:rsid w:val="00F7349F"/>
    <w:rsid w:val="00F735A0"/>
    <w:rsid w:val="00F73691"/>
    <w:rsid w:val="00F73F71"/>
    <w:rsid w:val="00F740BD"/>
    <w:rsid w:val="00F743AA"/>
    <w:rsid w:val="00F748AD"/>
    <w:rsid w:val="00F7517C"/>
    <w:rsid w:val="00F75252"/>
    <w:rsid w:val="00F7570A"/>
    <w:rsid w:val="00F758A8"/>
    <w:rsid w:val="00F75E37"/>
    <w:rsid w:val="00F75EA3"/>
    <w:rsid w:val="00F760DF"/>
    <w:rsid w:val="00F760EF"/>
    <w:rsid w:val="00F7658C"/>
    <w:rsid w:val="00F768C7"/>
    <w:rsid w:val="00F76C3A"/>
    <w:rsid w:val="00F76CD5"/>
    <w:rsid w:val="00F77944"/>
    <w:rsid w:val="00F80325"/>
    <w:rsid w:val="00F80405"/>
    <w:rsid w:val="00F8074A"/>
    <w:rsid w:val="00F81099"/>
    <w:rsid w:val="00F81452"/>
    <w:rsid w:val="00F8200D"/>
    <w:rsid w:val="00F82022"/>
    <w:rsid w:val="00F823D8"/>
    <w:rsid w:val="00F824FA"/>
    <w:rsid w:val="00F826F7"/>
    <w:rsid w:val="00F835ED"/>
    <w:rsid w:val="00F8376C"/>
    <w:rsid w:val="00F83A8C"/>
    <w:rsid w:val="00F83BAE"/>
    <w:rsid w:val="00F83E53"/>
    <w:rsid w:val="00F848B3"/>
    <w:rsid w:val="00F85014"/>
    <w:rsid w:val="00F8519C"/>
    <w:rsid w:val="00F85644"/>
    <w:rsid w:val="00F85764"/>
    <w:rsid w:val="00F8589C"/>
    <w:rsid w:val="00F86277"/>
    <w:rsid w:val="00F86989"/>
    <w:rsid w:val="00F86CD3"/>
    <w:rsid w:val="00F86F1E"/>
    <w:rsid w:val="00F8717F"/>
    <w:rsid w:val="00F87838"/>
    <w:rsid w:val="00F878EA"/>
    <w:rsid w:val="00F87AA3"/>
    <w:rsid w:val="00F87F7E"/>
    <w:rsid w:val="00F901B7"/>
    <w:rsid w:val="00F9051B"/>
    <w:rsid w:val="00F9065A"/>
    <w:rsid w:val="00F90F35"/>
    <w:rsid w:val="00F911DB"/>
    <w:rsid w:val="00F913D8"/>
    <w:rsid w:val="00F91430"/>
    <w:rsid w:val="00F91956"/>
    <w:rsid w:val="00F9196B"/>
    <w:rsid w:val="00F91E82"/>
    <w:rsid w:val="00F921F1"/>
    <w:rsid w:val="00F921F3"/>
    <w:rsid w:val="00F92267"/>
    <w:rsid w:val="00F92705"/>
    <w:rsid w:val="00F928CE"/>
    <w:rsid w:val="00F929F5"/>
    <w:rsid w:val="00F92AA4"/>
    <w:rsid w:val="00F92D00"/>
    <w:rsid w:val="00F92F7F"/>
    <w:rsid w:val="00F92FD9"/>
    <w:rsid w:val="00F93147"/>
    <w:rsid w:val="00F931CC"/>
    <w:rsid w:val="00F93E00"/>
    <w:rsid w:val="00F943A5"/>
    <w:rsid w:val="00F94BF7"/>
    <w:rsid w:val="00F94CB3"/>
    <w:rsid w:val="00F95097"/>
    <w:rsid w:val="00F95663"/>
    <w:rsid w:val="00F96786"/>
    <w:rsid w:val="00F96FF3"/>
    <w:rsid w:val="00F97994"/>
    <w:rsid w:val="00F97CE3"/>
    <w:rsid w:val="00FA002C"/>
    <w:rsid w:val="00FA006E"/>
    <w:rsid w:val="00FA082C"/>
    <w:rsid w:val="00FA0A03"/>
    <w:rsid w:val="00FA0EC0"/>
    <w:rsid w:val="00FA1361"/>
    <w:rsid w:val="00FA13E0"/>
    <w:rsid w:val="00FA1CEB"/>
    <w:rsid w:val="00FA212A"/>
    <w:rsid w:val="00FA24B8"/>
    <w:rsid w:val="00FA268B"/>
    <w:rsid w:val="00FA319D"/>
    <w:rsid w:val="00FA3547"/>
    <w:rsid w:val="00FA3604"/>
    <w:rsid w:val="00FA3846"/>
    <w:rsid w:val="00FA3A54"/>
    <w:rsid w:val="00FA41CC"/>
    <w:rsid w:val="00FA473A"/>
    <w:rsid w:val="00FA4EB6"/>
    <w:rsid w:val="00FA5338"/>
    <w:rsid w:val="00FA5B4F"/>
    <w:rsid w:val="00FA5F00"/>
    <w:rsid w:val="00FA6006"/>
    <w:rsid w:val="00FA6A39"/>
    <w:rsid w:val="00FA6CC7"/>
    <w:rsid w:val="00FA7008"/>
    <w:rsid w:val="00FA7131"/>
    <w:rsid w:val="00FA7966"/>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8C6"/>
    <w:rsid w:val="00FB2AED"/>
    <w:rsid w:val="00FB2BDF"/>
    <w:rsid w:val="00FB3108"/>
    <w:rsid w:val="00FB32CB"/>
    <w:rsid w:val="00FB3E63"/>
    <w:rsid w:val="00FB3FCE"/>
    <w:rsid w:val="00FB44DE"/>
    <w:rsid w:val="00FB4617"/>
    <w:rsid w:val="00FB46A3"/>
    <w:rsid w:val="00FB4740"/>
    <w:rsid w:val="00FB4789"/>
    <w:rsid w:val="00FB51D0"/>
    <w:rsid w:val="00FB52EE"/>
    <w:rsid w:val="00FB5B97"/>
    <w:rsid w:val="00FB5D10"/>
    <w:rsid w:val="00FB60F2"/>
    <w:rsid w:val="00FB6898"/>
    <w:rsid w:val="00FB69D3"/>
    <w:rsid w:val="00FB732A"/>
    <w:rsid w:val="00FB734D"/>
    <w:rsid w:val="00FB78A7"/>
    <w:rsid w:val="00FB7AB6"/>
    <w:rsid w:val="00FB7DB9"/>
    <w:rsid w:val="00FB7EAD"/>
    <w:rsid w:val="00FC0346"/>
    <w:rsid w:val="00FC0716"/>
    <w:rsid w:val="00FC074E"/>
    <w:rsid w:val="00FC11CC"/>
    <w:rsid w:val="00FC189F"/>
    <w:rsid w:val="00FC1A80"/>
    <w:rsid w:val="00FC1C5F"/>
    <w:rsid w:val="00FC26BF"/>
    <w:rsid w:val="00FC2D6F"/>
    <w:rsid w:val="00FC2F2A"/>
    <w:rsid w:val="00FC3084"/>
    <w:rsid w:val="00FC355C"/>
    <w:rsid w:val="00FC3728"/>
    <w:rsid w:val="00FC3BF2"/>
    <w:rsid w:val="00FC3BF6"/>
    <w:rsid w:val="00FC3D55"/>
    <w:rsid w:val="00FC3F8E"/>
    <w:rsid w:val="00FC45D0"/>
    <w:rsid w:val="00FC46A2"/>
    <w:rsid w:val="00FC4D00"/>
    <w:rsid w:val="00FC5138"/>
    <w:rsid w:val="00FC588E"/>
    <w:rsid w:val="00FC5CA8"/>
    <w:rsid w:val="00FC5CB4"/>
    <w:rsid w:val="00FC5DE7"/>
    <w:rsid w:val="00FC5F4E"/>
    <w:rsid w:val="00FC6066"/>
    <w:rsid w:val="00FC653C"/>
    <w:rsid w:val="00FC6ADF"/>
    <w:rsid w:val="00FC6C64"/>
    <w:rsid w:val="00FC72B2"/>
    <w:rsid w:val="00FC73A1"/>
    <w:rsid w:val="00FC781B"/>
    <w:rsid w:val="00FC7DB5"/>
    <w:rsid w:val="00FC7F52"/>
    <w:rsid w:val="00FD015B"/>
    <w:rsid w:val="00FD0206"/>
    <w:rsid w:val="00FD020A"/>
    <w:rsid w:val="00FD0620"/>
    <w:rsid w:val="00FD0B83"/>
    <w:rsid w:val="00FD0D81"/>
    <w:rsid w:val="00FD13C8"/>
    <w:rsid w:val="00FD1578"/>
    <w:rsid w:val="00FD175B"/>
    <w:rsid w:val="00FD19E9"/>
    <w:rsid w:val="00FD1EAB"/>
    <w:rsid w:val="00FD2FF8"/>
    <w:rsid w:val="00FD309F"/>
    <w:rsid w:val="00FD34E4"/>
    <w:rsid w:val="00FD370F"/>
    <w:rsid w:val="00FD385B"/>
    <w:rsid w:val="00FD3A02"/>
    <w:rsid w:val="00FD3C35"/>
    <w:rsid w:val="00FD3CAE"/>
    <w:rsid w:val="00FD3E12"/>
    <w:rsid w:val="00FD4231"/>
    <w:rsid w:val="00FD42F6"/>
    <w:rsid w:val="00FD44F4"/>
    <w:rsid w:val="00FD5BFF"/>
    <w:rsid w:val="00FD6DA7"/>
    <w:rsid w:val="00FD6F40"/>
    <w:rsid w:val="00FD78D4"/>
    <w:rsid w:val="00FD7B8E"/>
    <w:rsid w:val="00FE003F"/>
    <w:rsid w:val="00FE0281"/>
    <w:rsid w:val="00FE0964"/>
    <w:rsid w:val="00FE0BE2"/>
    <w:rsid w:val="00FE0C0F"/>
    <w:rsid w:val="00FE0C33"/>
    <w:rsid w:val="00FE15C7"/>
    <w:rsid w:val="00FE1794"/>
    <w:rsid w:val="00FE1D4C"/>
    <w:rsid w:val="00FE1D9A"/>
    <w:rsid w:val="00FE1EB9"/>
    <w:rsid w:val="00FE2DCB"/>
    <w:rsid w:val="00FE2F4F"/>
    <w:rsid w:val="00FE378E"/>
    <w:rsid w:val="00FE3AE5"/>
    <w:rsid w:val="00FE3CA4"/>
    <w:rsid w:val="00FE3E6C"/>
    <w:rsid w:val="00FE4401"/>
    <w:rsid w:val="00FE4484"/>
    <w:rsid w:val="00FE4491"/>
    <w:rsid w:val="00FE44C3"/>
    <w:rsid w:val="00FE4858"/>
    <w:rsid w:val="00FE4F8C"/>
    <w:rsid w:val="00FE543A"/>
    <w:rsid w:val="00FE54DF"/>
    <w:rsid w:val="00FE56F9"/>
    <w:rsid w:val="00FE5A0D"/>
    <w:rsid w:val="00FE5C2A"/>
    <w:rsid w:val="00FE5C98"/>
    <w:rsid w:val="00FE6058"/>
    <w:rsid w:val="00FE63A9"/>
    <w:rsid w:val="00FE6600"/>
    <w:rsid w:val="00FE6ABC"/>
    <w:rsid w:val="00FE6E49"/>
    <w:rsid w:val="00FE738C"/>
    <w:rsid w:val="00FE7A81"/>
    <w:rsid w:val="00FF0101"/>
    <w:rsid w:val="00FF0110"/>
    <w:rsid w:val="00FF0B03"/>
    <w:rsid w:val="00FF0FAB"/>
    <w:rsid w:val="00FF10F0"/>
    <w:rsid w:val="00FF11DD"/>
    <w:rsid w:val="00FF12A3"/>
    <w:rsid w:val="00FF19E9"/>
    <w:rsid w:val="00FF1A1D"/>
    <w:rsid w:val="00FF1A23"/>
    <w:rsid w:val="00FF1D88"/>
    <w:rsid w:val="00FF27A7"/>
    <w:rsid w:val="00FF3471"/>
    <w:rsid w:val="00FF3AEF"/>
    <w:rsid w:val="00FF3BA6"/>
    <w:rsid w:val="00FF3D3F"/>
    <w:rsid w:val="00FF433B"/>
    <w:rsid w:val="00FF4375"/>
    <w:rsid w:val="00FF45D7"/>
    <w:rsid w:val="00FF474B"/>
    <w:rsid w:val="00FF4D0D"/>
    <w:rsid w:val="00FF4F29"/>
    <w:rsid w:val="00FF5310"/>
    <w:rsid w:val="00FF56AE"/>
    <w:rsid w:val="00FF5DF6"/>
    <w:rsid w:val="00FF5E2B"/>
    <w:rsid w:val="00FF600A"/>
    <w:rsid w:val="00FF6184"/>
    <w:rsid w:val="00FF656A"/>
    <w:rsid w:val="00FF6584"/>
    <w:rsid w:val="00FF67E0"/>
    <w:rsid w:val="00FF6D44"/>
    <w:rsid w:val="00FF6EAB"/>
    <w:rsid w:val="00FF6EB3"/>
    <w:rsid w:val="00FF7654"/>
    <w:rsid w:val="00FF7FCE"/>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264511EA-A85F-48EA-BFC1-CC3CD5C17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6B9"/>
    <w:rPr>
      <w:rFonts w:ascii="Cordia New" w:hAnsi="Cordia New" w:cs="Cordia New"/>
      <w:sz w:val="28"/>
      <w:szCs w:val="28"/>
    </w:rPr>
  </w:style>
  <w:style w:type="paragraph" w:styleId="Heading1">
    <w:name w:val="heading 1"/>
    <w:basedOn w:val="Normal"/>
    <w:next w:val="Normal"/>
    <w:link w:val="Heading1Char"/>
    <w:uiPriority w:val="99"/>
    <w:qFormat/>
    <w:rsid w:val="006A0933"/>
    <w:pPr>
      <w:keepNext/>
      <w:spacing w:before="240" w:after="60"/>
      <w:outlineLvl w:val="0"/>
    </w:pPr>
    <w:rPr>
      <w:rFonts w:ascii="Cambria" w:hAnsi="Cambria" w:cs="Angsana New"/>
      <w:b/>
      <w:bCs/>
      <w:kern w:val="32"/>
      <w:sz w:val="32"/>
      <w:szCs w:val="40"/>
    </w:rPr>
  </w:style>
  <w:style w:type="paragraph" w:styleId="Heading2">
    <w:name w:val="heading 2"/>
    <w:basedOn w:val="Normal"/>
    <w:next w:val="Normal"/>
    <w:link w:val="Heading2Char"/>
    <w:uiPriority w:val="99"/>
    <w:qFormat/>
    <w:rsid w:val="006A0933"/>
    <w:pPr>
      <w:keepNext/>
      <w:spacing w:before="240" w:after="60"/>
      <w:outlineLvl w:val="1"/>
    </w:pPr>
    <w:rPr>
      <w:rFonts w:ascii="Arial" w:hAnsi="Arial" w:cs="Angsana New"/>
      <w:b/>
      <w:i/>
      <w:sz w:val="32"/>
      <w:szCs w:val="20"/>
    </w:rPr>
  </w:style>
  <w:style w:type="paragraph" w:styleId="Heading3">
    <w:name w:val="heading 3"/>
    <w:basedOn w:val="Normal"/>
    <w:next w:val="Normal"/>
    <w:link w:val="Heading3Char"/>
    <w:uiPriority w:val="99"/>
    <w:qFormat/>
    <w:rsid w:val="006A0933"/>
    <w:pPr>
      <w:keepNext/>
      <w:jc w:val="center"/>
      <w:outlineLvl w:val="2"/>
    </w:pPr>
    <w:rPr>
      <w:rFonts w:cs="Angsana New"/>
      <w:sz w:val="32"/>
      <w:szCs w:val="20"/>
    </w:rPr>
  </w:style>
  <w:style w:type="paragraph" w:styleId="Heading4">
    <w:name w:val="heading 4"/>
    <w:basedOn w:val="Normal"/>
    <w:next w:val="Normal"/>
    <w:link w:val="Heading4Char"/>
    <w:uiPriority w:val="99"/>
    <w:qFormat/>
    <w:rsid w:val="006A0933"/>
    <w:pPr>
      <w:keepNext/>
      <w:spacing w:before="240" w:after="60"/>
      <w:outlineLvl w:val="3"/>
    </w:pPr>
    <w:rPr>
      <w:rFonts w:ascii="Calibri" w:hAnsi="Calibri" w:cs="Angsana New"/>
      <w:b/>
      <w:bCs/>
      <w:szCs w:val="35"/>
    </w:rPr>
  </w:style>
  <w:style w:type="paragraph" w:styleId="Heading5">
    <w:name w:val="heading 5"/>
    <w:basedOn w:val="Normal"/>
    <w:next w:val="Normal"/>
    <w:link w:val="Heading5Char"/>
    <w:uiPriority w:val="99"/>
    <w:qFormat/>
    <w:rsid w:val="006A0933"/>
    <w:pPr>
      <w:keepNext/>
      <w:outlineLvl w:val="4"/>
    </w:pPr>
    <w:rPr>
      <w:rFonts w:ascii="Browallia New" w:hAnsi="Browallia New" w:cs="Angsana New"/>
      <w:sz w:val="24"/>
      <w:szCs w:val="20"/>
      <w:u w:val="single"/>
    </w:rPr>
  </w:style>
  <w:style w:type="paragraph" w:styleId="Heading6">
    <w:name w:val="heading 6"/>
    <w:basedOn w:val="Normal"/>
    <w:next w:val="Normal"/>
    <w:link w:val="Heading6Char"/>
    <w:uiPriority w:val="99"/>
    <w:qFormat/>
    <w:rsid w:val="006A0933"/>
    <w:pPr>
      <w:spacing w:before="240" w:after="60"/>
      <w:outlineLvl w:val="5"/>
    </w:pPr>
    <w:rPr>
      <w:rFonts w:ascii="Calibri" w:hAnsi="Calibri" w:cs="Angsana New"/>
      <w:b/>
      <w:bCs/>
      <w:sz w:val="20"/>
      <w:szCs w:val="20"/>
    </w:rPr>
  </w:style>
  <w:style w:type="paragraph" w:styleId="Heading7">
    <w:name w:val="heading 7"/>
    <w:basedOn w:val="Normal"/>
    <w:next w:val="Normal"/>
    <w:link w:val="Heading7Char"/>
    <w:uiPriority w:val="99"/>
    <w:qFormat/>
    <w:rsid w:val="006A0933"/>
    <w:pPr>
      <w:spacing w:before="240" w:after="60"/>
      <w:outlineLvl w:val="6"/>
    </w:pPr>
    <w:rPr>
      <w:rFonts w:ascii="Calibri" w:hAnsi="Calibri" w:cs="Angsana New"/>
      <w:sz w:val="24"/>
      <w:szCs w:val="30"/>
    </w:rPr>
  </w:style>
  <w:style w:type="paragraph" w:styleId="Heading8">
    <w:name w:val="heading 8"/>
    <w:basedOn w:val="Normal"/>
    <w:next w:val="Normal"/>
    <w:link w:val="Heading8Char"/>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Heading9">
    <w:name w:val="heading 9"/>
    <w:basedOn w:val="Normal"/>
    <w:next w:val="Normal"/>
    <w:link w:val="Heading9Char"/>
    <w:uiPriority w:val="99"/>
    <w:qFormat/>
    <w:rsid w:val="006A0933"/>
    <w:pPr>
      <w:spacing w:before="240" w:after="60"/>
      <w:outlineLvl w:val="8"/>
    </w:pPr>
    <w:rPr>
      <w:rFonts w:ascii="Cambria" w:hAnsi="Cambria" w:cs="Angsana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14366"/>
    <w:rPr>
      <w:rFonts w:ascii="Cambria" w:hAnsi="Cambria" w:cs="Times New Roman"/>
      <w:b/>
      <w:kern w:val="32"/>
      <w:sz w:val="40"/>
    </w:rPr>
  </w:style>
  <w:style w:type="character" w:customStyle="1" w:styleId="Heading2Char">
    <w:name w:val="Heading 2 Char"/>
    <w:link w:val="Heading2"/>
    <w:uiPriority w:val="99"/>
    <w:locked/>
    <w:rsid w:val="006A0933"/>
    <w:rPr>
      <w:rFonts w:ascii="Arial" w:hAnsi="Arial" w:cs="Times New Roman"/>
      <w:b/>
      <w:i/>
      <w:sz w:val="32"/>
      <w:lang w:val="en-US" w:eastAsia="en-US"/>
    </w:rPr>
  </w:style>
  <w:style w:type="character" w:customStyle="1" w:styleId="Heading3Char">
    <w:name w:val="Heading 3 Char"/>
    <w:link w:val="Heading3"/>
    <w:uiPriority w:val="99"/>
    <w:semiHidden/>
    <w:locked/>
    <w:rsid w:val="006A0933"/>
    <w:rPr>
      <w:rFonts w:ascii="Cordia New" w:hAnsi="Cordia New" w:cs="Times New Roman"/>
      <w:sz w:val="32"/>
      <w:lang w:val="en-US" w:eastAsia="en-US"/>
    </w:rPr>
  </w:style>
  <w:style w:type="character" w:customStyle="1" w:styleId="Heading4Char">
    <w:name w:val="Heading 4 Char"/>
    <w:link w:val="Heading4"/>
    <w:uiPriority w:val="99"/>
    <w:semiHidden/>
    <w:locked/>
    <w:rsid w:val="00714366"/>
    <w:rPr>
      <w:rFonts w:ascii="Calibri" w:hAnsi="Calibri" w:cs="Times New Roman"/>
      <w:b/>
      <w:sz w:val="35"/>
    </w:rPr>
  </w:style>
  <w:style w:type="character" w:customStyle="1" w:styleId="Heading5Char">
    <w:name w:val="Heading 5 Char"/>
    <w:link w:val="Heading5"/>
    <w:uiPriority w:val="99"/>
    <w:semiHidden/>
    <w:locked/>
    <w:rsid w:val="006A0933"/>
    <w:rPr>
      <w:rFonts w:ascii="Browallia New" w:hAnsi="Browallia New" w:cs="Times New Roman"/>
      <w:sz w:val="24"/>
      <w:u w:val="single"/>
      <w:lang w:val="en-US" w:eastAsia="en-US"/>
    </w:rPr>
  </w:style>
  <w:style w:type="character" w:customStyle="1" w:styleId="Heading6Char">
    <w:name w:val="Heading 6 Char"/>
    <w:link w:val="Heading6"/>
    <w:uiPriority w:val="99"/>
    <w:semiHidden/>
    <w:locked/>
    <w:rsid w:val="00714366"/>
    <w:rPr>
      <w:rFonts w:ascii="Calibri" w:hAnsi="Calibri" w:cs="Times New Roman"/>
      <w:b/>
    </w:rPr>
  </w:style>
  <w:style w:type="character" w:customStyle="1" w:styleId="Heading7Char">
    <w:name w:val="Heading 7 Char"/>
    <w:link w:val="Heading7"/>
    <w:uiPriority w:val="99"/>
    <w:semiHidden/>
    <w:locked/>
    <w:rsid w:val="00714366"/>
    <w:rPr>
      <w:rFonts w:ascii="Calibri" w:hAnsi="Calibri" w:cs="Times New Roman"/>
      <w:sz w:val="30"/>
    </w:rPr>
  </w:style>
  <w:style w:type="character" w:customStyle="1" w:styleId="Heading8Char">
    <w:name w:val="Heading 8 Char"/>
    <w:link w:val="Heading8"/>
    <w:uiPriority w:val="99"/>
    <w:locked/>
    <w:rsid w:val="006A0933"/>
    <w:rPr>
      <w:rFonts w:ascii="Angsana New" w:hAnsi="Angsana New" w:cs="Times New Roman"/>
      <w:b/>
      <w:sz w:val="30"/>
    </w:rPr>
  </w:style>
  <w:style w:type="character" w:customStyle="1" w:styleId="Heading9Char">
    <w:name w:val="Heading 9 Char"/>
    <w:link w:val="Heading9"/>
    <w:uiPriority w:val="99"/>
    <w:semiHidden/>
    <w:locked/>
    <w:rsid w:val="00714366"/>
    <w:rPr>
      <w:rFonts w:ascii="Cambria" w:hAnsi="Cambria" w:cs="Times New Roman"/>
    </w:rPr>
  </w:style>
  <w:style w:type="paragraph" w:styleId="BodyText2">
    <w:name w:val="Body Text 2"/>
    <w:basedOn w:val="Normal"/>
    <w:link w:val="BodyText2Char"/>
    <w:rsid w:val="006A0933"/>
    <w:pPr>
      <w:ind w:left="360" w:firstLine="540"/>
      <w:jc w:val="both"/>
    </w:pPr>
    <w:rPr>
      <w:rFonts w:cs="Angsana New"/>
      <w:szCs w:val="35"/>
    </w:rPr>
  </w:style>
  <w:style w:type="character" w:customStyle="1" w:styleId="BodyText2Char">
    <w:name w:val="Body Text 2 Char"/>
    <w:link w:val="BodyText2"/>
    <w:locked/>
    <w:rsid w:val="00714366"/>
    <w:rPr>
      <w:rFonts w:ascii="Cordia New" w:hAnsi="Cordia New" w:cs="Times New Roman"/>
      <w:sz w:val="35"/>
    </w:rPr>
  </w:style>
  <w:style w:type="paragraph" w:styleId="BodyTextIndent3">
    <w:name w:val="Body Text Indent 3"/>
    <w:basedOn w:val="Normal"/>
    <w:link w:val="BodyTextIndent3Char"/>
    <w:uiPriority w:val="99"/>
    <w:rsid w:val="006A0933"/>
    <w:pPr>
      <w:spacing w:after="120"/>
      <w:ind w:left="283"/>
    </w:pPr>
    <w:rPr>
      <w:rFonts w:cs="Angsana New"/>
      <w:sz w:val="16"/>
      <w:szCs w:val="20"/>
    </w:rPr>
  </w:style>
  <w:style w:type="character" w:customStyle="1" w:styleId="BodyTextIndent3Char">
    <w:name w:val="Body Text Indent 3 Char"/>
    <w:link w:val="BodyTextIndent3"/>
    <w:uiPriority w:val="99"/>
    <w:semiHidden/>
    <w:locked/>
    <w:rsid w:val="00714366"/>
    <w:rPr>
      <w:rFonts w:ascii="Cordia New" w:hAnsi="Cordia New" w:cs="Times New Roman"/>
      <w:sz w:val="20"/>
    </w:rPr>
  </w:style>
  <w:style w:type="paragraph" w:styleId="BalloonText">
    <w:name w:val="Balloon Text"/>
    <w:basedOn w:val="Normal"/>
    <w:link w:val="BalloonTextChar"/>
    <w:semiHidden/>
    <w:rsid w:val="006A0933"/>
    <w:rPr>
      <w:rFonts w:ascii="Times New Roman" w:hAnsi="Times New Roman" w:cs="Angsana New"/>
      <w:sz w:val="2"/>
    </w:rPr>
  </w:style>
  <w:style w:type="character" w:customStyle="1" w:styleId="BalloonTextChar">
    <w:name w:val="Balloon Text Char"/>
    <w:link w:val="BalloonText"/>
    <w:uiPriority w:val="99"/>
    <w:semiHidden/>
    <w:locked/>
    <w:rsid w:val="00714366"/>
    <w:rPr>
      <w:rFonts w:cs="Times New Roman"/>
      <w:sz w:val="2"/>
    </w:rPr>
  </w:style>
  <w:style w:type="paragraph" w:customStyle="1" w:styleId="3">
    <w:name w:val="µÒÃÒ§3ªèÍ§"/>
    <w:basedOn w:val="Normal"/>
    <w:rsid w:val="006A0933"/>
    <w:pPr>
      <w:tabs>
        <w:tab w:val="left" w:pos="360"/>
        <w:tab w:val="left" w:pos="720"/>
      </w:tabs>
    </w:pPr>
    <w:rPr>
      <w:rFonts w:ascii="Book Antiqua" w:hAnsi="Book Antiqua" w:cs="Angsana New"/>
      <w:sz w:val="22"/>
      <w:szCs w:val="22"/>
      <w:lang w:eastAsia="en-GB"/>
    </w:rPr>
  </w:style>
  <w:style w:type="paragraph" w:customStyle="1" w:styleId="a">
    <w:name w:val="ºÇ¡"/>
    <w:basedOn w:val="Normal"/>
    <w:rsid w:val="006A0933"/>
    <w:pPr>
      <w:ind w:right="129"/>
      <w:jc w:val="right"/>
    </w:pPr>
    <w:rPr>
      <w:rFonts w:ascii="Book Antiqua" w:hAnsi="Book Antiqua" w:cs="Angsana New"/>
      <w:sz w:val="22"/>
      <w:szCs w:val="22"/>
      <w:lang w:eastAsia="en-GB"/>
    </w:rPr>
  </w:style>
  <w:style w:type="paragraph" w:styleId="Footer">
    <w:name w:val="footer"/>
    <w:basedOn w:val="Normal"/>
    <w:link w:val="FooterChar"/>
    <w:uiPriority w:val="99"/>
    <w:rsid w:val="006A0933"/>
    <w:pPr>
      <w:tabs>
        <w:tab w:val="center" w:pos="4153"/>
        <w:tab w:val="right" w:pos="8306"/>
      </w:tabs>
    </w:pPr>
    <w:rPr>
      <w:rFonts w:cs="Angsana New"/>
      <w:szCs w:val="35"/>
    </w:rPr>
  </w:style>
  <w:style w:type="character" w:customStyle="1" w:styleId="FooterChar">
    <w:name w:val="Footer Char"/>
    <w:link w:val="Footer"/>
    <w:uiPriority w:val="99"/>
    <w:locked/>
    <w:rsid w:val="00714366"/>
    <w:rPr>
      <w:rFonts w:ascii="Cordia New" w:hAnsi="Cordia New" w:cs="Times New Roman"/>
      <w:sz w:val="35"/>
    </w:rPr>
  </w:style>
  <w:style w:type="character" w:styleId="PageNumber">
    <w:name w:val="page number"/>
    <w:rsid w:val="006A0933"/>
    <w:rPr>
      <w:rFonts w:cs="Times New Roman"/>
    </w:rPr>
  </w:style>
  <w:style w:type="paragraph" w:styleId="Header">
    <w:name w:val="header"/>
    <w:basedOn w:val="Normal"/>
    <w:link w:val="HeaderChar"/>
    <w:rsid w:val="006A0933"/>
    <w:pPr>
      <w:tabs>
        <w:tab w:val="center" w:pos="4153"/>
        <w:tab w:val="right" w:pos="8306"/>
      </w:tabs>
    </w:pPr>
    <w:rPr>
      <w:rFonts w:cs="Angsana New"/>
      <w:szCs w:val="35"/>
    </w:rPr>
  </w:style>
  <w:style w:type="character" w:customStyle="1" w:styleId="HeaderChar">
    <w:name w:val="Header Char"/>
    <w:link w:val="Header"/>
    <w:uiPriority w:val="99"/>
    <w:semiHidden/>
    <w:locked/>
    <w:rsid w:val="00714366"/>
    <w:rPr>
      <w:rFonts w:ascii="Cordia New" w:hAnsi="Cordia New" w:cs="Times New Roman"/>
      <w:sz w:val="35"/>
    </w:rPr>
  </w:style>
  <w:style w:type="paragraph" w:styleId="FootnoteText">
    <w:name w:val="footnote text"/>
    <w:basedOn w:val="Normal"/>
    <w:link w:val="FootnoteTextChar"/>
    <w:semiHidden/>
    <w:rsid w:val="006A0933"/>
    <w:rPr>
      <w:rFonts w:cs="Angsana New"/>
      <w:sz w:val="20"/>
      <w:szCs w:val="20"/>
    </w:rPr>
  </w:style>
  <w:style w:type="character" w:customStyle="1" w:styleId="FootnoteTextChar">
    <w:name w:val="Footnote Text Char"/>
    <w:link w:val="FootnoteText"/>
    <w:semiHidden/>
    <w:locked/>
    <w:rsid w:val="006A0933"/>
    <w:rPr>
      <w:rFonts w:ascii="Cordia New" w:hAnsi="Cordia New" w:cs="Times New Roman"/>
      <w:lang w:val="en-US" w:eastAsia="en-US"/>
    </w:rPr>
  </w:style>
  <w:style w:type="character" w:styleId="FootnoteReference">
    <w:name w:val="footnote reference"/>
    <w:uiPriority w:val="99"/>
    <w:semiHidden/>
    <w:rsid w:val="006A0933"/>
    <w:rPr>
      <w:rFonts w:cs="Times New Roman"/>
      <w:vertAlign w:val="superscript"/>
    </w:rPr>
  </w:style>
  <w:style w:type="paragraph" w:styleId="BodyTextIndent">
    <w:name w:val="Body Text Indent"/>
    <w:basedOn w:val="Normal"/>
    <w:link w:val="BodyTextIndentChar"/>
    <w:uiPriority w:val="99"/>
    <w:rsid w:val="006A0933"/>
    <w:pPr>
      <w:tabs>
        <w:tab w:val="left" w:pos="426"/>
        <w:tab w:val="left" w:pos="993"/>
        <w:tab w:val="left" w:pos="1530"/>
      </w:tabs>
      <w:ind w:left="993" w:hanging="993"/>
      <w:jc w:val="both"/>
    </w:pPr>
    <w:rPr>
      <w:rFonts w:cs="Angsana New"/>
      <w:sz w:val="26"/>
      <w:szCs w:val="20"/>
    </w:rPr>
  </w:style>
  <w:style w:type="character" w:customStyle="1" w:styleId="BodyTextIndentChar">
    <w:name w:val="Body Text Indent Char"/>
    <w:link w:val="BodyTextIndent"/>
    <w:uiPriority w:val="99"/>
    <w:locked/>
    <w:rsid w:val="006A0933"/>
    <w:rPr>
      <w:rFonts w:ascii="Cordia New" w:hAnsi="Cordia New" w:cs="Times New Roman"/>
      <w:sz w:val="26"/>
      <w:lang w:val="en-US" w:eastAsia="en-US"/>
    </w:rPr>
  </w:style>
  <w:style w:type="paragraph" w:styleId="MacroText">
    <w:name w:val="macro"/>
    <w:link w:val="MacroTextChar"/>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MacroTextChar">
    <w:name w:val="Macro Text Char"/>
    <w:link w:val="MacroText"/>
    <w:uiPriority w:val="99"/>
    <w:semiHidden/>
    <w:locked/>
    <w:rsid w:val="00714366"/>
    <w:rPr>
      <w:rFonts w:ascii="Courier New" w:hAnsi="Courier New" w:cs="Times New Roman"/>
      <w:sz w:val="25"/>
      <w:szCs w:val="25"/>
      <w:lang w:val="en-US" w:eastAsia="en-US" w:bidi="th-TH"/>
    </w:rPr>
  </w:style>
  <w:style w:type="paragraph" w:styleId="BodyText">
    <w:name w:val="Body Text"/>
    <w:basedOn w:val="Normal"/>
    <w:link w:val="BodyTextChar"/>
    <w:uiPriority w:val="99"/>
    <w:rsid w:val="006A0933"/>
    <w:pPr>
      <w:spacing w:after="120"/>
    </w:pPr>
    <w:rPr>
      <w:rFonts w:cs="Angsana New"/>
      <w:szCs w:val="35"/>
    </w:rPr>
  </w:style>
  <w:style w:type="character" w:customStyle="1" w:styleId="BodyTextChar">
    <w:name w:val="Body Text Char"/>
    <w:link w:val="BodyText"/>
    <w:uiPriority w:val="99"/>
    <w:semiHidden/>
    <w:locked/>
    <w:rsid w:val="00714366"/>
    <w:rPr>
      <w:rFonts w:ascii="Cordia New" w:hAnsi="Cordia New" w:cs="Times New Roman"/>
      <w:sz w:val="35"/>
    </w:rPr>
  </w:style>
  <w:style w:type="paragraph" w:styleId="BodyText3">
    <w:name w:val="Body Text 3"/>
    <w:basedOn w:val="Normal"/>
    <w:link w:val="BodyText3Char"/>
    <w:uiPriority w:val="99"/>
    <w:rsid w:val="006A0933"/>
    <w:pPr>
      <w:spacing w:after="120"/>
    </w:pPr>
    <w:rPr>
      <w:rFonts w:cs="Angsana New"/>
      <w:sz w:val="16"/>
      <w:szCs w:val="20"/>
    </w:rPr>
  </w:style>
  <w:style w:type="character" w:customStyle="1" w:styleId="BodyText3Char">
    <w:name w:val="Body Text 3 Char"/>
    <w:link w:val="BodyText3"/>
    <w:uiPriority w:val="99"/>
    <w:semiHidden/>
    <w:locked/>
    <w:rsid w:val="00714366"/>
    <w:rPr>
      <w:rFonts w:ascii="Cordia New" w:hAnsi="Cordia New" w:cs="Times New Roman"/>
      <w:sz w:val="20"/>
    </w:rPr>
  </w:style>
  <w:style w:type="paragraph" w:customStyle="1" w:styleId="a0">
    <w:name w:val="¢éÍ¤ÇÒÁ"/>
    <w:basedOn w:val="Normal"/>
    <w:rsid w:val="006A0933"/>
    <w:pPr>
      <w:tabs>
        <w:tab w:val="left" w:pos="1080"/>
      </w:tabs>
    </w:pPr>
    <w:rPr>
      <w:rFonts w:cs="BrowalliaUPC"/>
      <w:sz w:val="30"/>
      <w:szCs w:val="30"/>
      <w:lang w:val="th-TH"/>
    </w:rPr>
  </w:style>
  <w:style w:type="paragraph" w:customStyle="1" w:styleId="CharCharCharCharChar">
    <w:name w:val="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Normal"/>
    <w:uiPriority w:val="99"/>
    <w:rsid w:val="006A0933"/>
    <w:pPr>
      <w:spacing w:after="160" w:line="240" w:lineRule="exact"/>
    </w:pPr>
    <w:rPr>
      <w:rFonts w:ascii="Verdana" w:hAnsi="Verdana" w:cs="Angsana New"/>
      <w:sz w:val="20"/>
      <w:szCs w:val="20"/>
      <w:lang w:bidi="ar-SA"/>
    </w:rPr>
  </w:style>
  <w:style w:type="paragraph" w:customStyle="1" w:styleId="a1">
    <w:name w:val="ลักษณะ"/>
    <w:basedOn w:val="Normal"/>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Normal"/>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Normal"/>
    <w:rsid w:val="006A0933"/>
    <w:pPr>
      <w:tabs>
        <w:tab w:val="left" w:pos="4153"/>
        <w:tab w:val="left" w:pos="8306"/>
      </w:tabs>
      <w:jc w:val="thaiDistribute"/>
    </w:pPr>
    <w:rPr>
      <w:rFonts w:ascii="Angsana New" w:hAnsi="Angsana New" w:cs="Angsana New"/>
      <w:color w:val="000000"/>
      <w:sz w:val="24"/>
      <w:szCs w:val="24"/>
    </w:rPr>
  </w:style>
  <w:style w:type="paragraph" w:customStyle="1" w:styleId="a2">
    <w:name w:val="??"/>
    <w:basedOn w:val="Normal"/>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Normal"/>
    <w:uiPriority w:val="99"/>
    <w:semiHidden/>
    <w:rsid w:val="006A0933"/>
    <w:rPr>
      <w:rFonts w:ascii="Tahoma" w:hAnsi="Tahoma" w:cs="Tahoma"/>
      <w:sz w:val="16"/>
      <w:szCs w:val="16"/>
    </w:rPr>
  </w:style>
  <w:style w:type="paragraph" w:customStyle="1" w:styleId="Char0">
    <w:name w:val="อักขระ อักขระ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Normal"/>
    <w:uiPriority w:val="99"/>
    <w:rsid w:val="006A0933"/>
    <w:pPr>
      <w:spacing w:after="160" w:line="240" w:lineRule="exact"/>
    </w:pPr>
    <w:rPr>
      <w:rFonts w:ascii="Verdana" w:hAnsi="Verdana" w:cs="Times New Roman"/>
      <w:sz w:val="20"/>
      <w:szCs w:val="20"/>
      <w:lang w:bidi="ar-SA"/>
    </w:rPr>
  </w:style>
  <w:style w:type="paragraph" w:styleId="Title">
    <w:name w:val="Title"/>
    <w:basedOn w:val="Normal"/>
    <w:link w:val="TitleChar"/>
    <w:uiPriority w:val="99"/>
    <w:qFormat/>
    <w:rsid w:val="006A0933"/>
    <w:pPr>
      <w:autoSpaceDE w:val="0"/>
      <w:autoSpaceDN w:val="0"/>
      <w:jc w:val="center"/>
    </w:pPr>
    <w:rPr>
      <w:rFonts w:ascii="Cambria" w:hAnsi="Cambria" w:cs="Angsana New"/>
      <w:b/>
      <w:bCs/>
      <w:kern w:val="28"/>
      <w:sz w:val="32"/>
      <w:szCs w:val="40"/>
    </w:rPr>
  </w:style>
  <w:style w:type="character" w:customStyle="1" w:styleId="TitleChar">
    <w:name w:val="Title Char"/>
    <w:link w:val="Title"/>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DocumentMap">
    <w:name w:val="Document Map"/>
    <w:basedOn w:val="Normal"/>
    <w:link w:val="DocumentMapChar"/>
    <w:uiPriority w:val="99"/>
    <w:semiHidden/>
    <w:rsid w:val="006A0933"/>
    <w:pPr>
      <w:shd w:val="clear" w:color="auto" w:fill="000080"/>
    </w:pPr>
    <w:rPr>
      <w:rFonts w:ascii="Times New Roman" w:hAnsi="Times New Roman" w:cs="Angsana New"/>
      <w:sz w:val="2"/>
    </w:rPr>
  </w:style>
  <w:style w:type="character" w:customStyle="1" w:styleId="DocumentMapChar">
    <w:name w:val="Document Map Char"/>
    <w:link w:val="DocumentMap"/>
    <w:uiPriority w:val="99"/>
    <w:semiHidden/>
    <w:locked/>
    <w:rsid w:val="00714366"/>
    <w:rPr>
      <w:rFonts w:cs="Times New Roman"/>
      <w:sz w:val="2"/>
    </w:rPr>
  </w:style>
  <w:style w:type="paragraph" w:customStyle="1" w:styleId="CharChar2CharCharCharChar">
    <w:name w:val="Char Char2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Normal"/>
    <w:uiPriority w:val="99"/>
    <w:rsid w:val="006A0933"/>
    <w:pPr>
      <w:spacing w:after="160" w:line="240" w:lineRule="exact"/>
    </w:pPr>
    <w:rPr>
      <w:rFonts w:ascii="Verdana" w:hAnsi="Verdana"/>
      <w:sz w:val="20"/>
      <w:szCs w:val="20"/>
      <w:lang w:bidi="ar-SA"/>
    </w:rPr>
  </w:style>
  <w:style w:type="table" w:styleId="TableGrid">
    <w:name w:val="Table Grid"/>
    <w:basedOn w:val="TableNormal"/>
    <w:rsid w:val="006A0933"/>
    <w:rPr>
      <w:rFonts w:ascii="Cordia New"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1">
    <w:name w:val="Char Char Char Char Char Char Char Char1"/>
    <w:basedOn w:val="Normal"/>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Normal"/>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6A0933"/>
    <w:pPr>
      <w:spacing w:after="160" w:line="240" w:lineRule="exact"/>
    </w:pPr>
    <w:rPr>
      <w:rFonts w:ascii="Verdana" w:hAnsi="Verdana" w:cs="Angsana New"/>
      <w:sz w:val="20"/>
      <w:szCs w:val="20"/>
      <w:lang w:bidi="ar-SA"/>
    </w:rPr>
  </w:style>
  <w:style w:type="paragraph" w:styleId="BodyTextIndent2">
    <w:name w:val="Body Text Indent 2"/>
    <w:basedOn w:val="Normal"/>
    <w:link w:val="BodyTextIndent2Char1"/>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BodyTextIndent2Char1">
    <w:name w:val="Body Text Indent 2 Char1"/>
    <w:link w:val="BodyTextIndent2"/>
    <w:uiPriority w:val="99"/>
    <w:semiHidden/>
    <w:locked/>
    <w:rsid w:val="00714366"/>
    <w:rPr>
      <w:rFonts w:ascii="Cordia New" w:hAnsi="Cordia New" w:cs="Times New Roman"/>
      <w:sz w:val="35"/>
    </w:rPr>
  </w:style>
  <w:style w:type="paragraph" w:customStyle="1" w:styleId="Style1">
    <w:name w:val="Style1"/>
    <w:basedOn w:val="Normal"/>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BodyText"/>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BodyTextFirstIndent2">
    <w:name w:val="Body Text First Indent 2"/>
    <w:basedOn w:val="BodyTextIndent"/>
    <w:link w:val="BodyTextFirstIndent2Char"/>
    <w:uiPriority w:val="99"/>
    <w:rsid w:val="006A0933"/>
    <w:pPr>
      <w:tabs>
        <w:tab w:val="clear" w:pos="426"/>
        <w:tab w:val="clear" w:pos="993"/>
        <w:tab w:val="clear" w:pos="1530"/>
      </w:tabs>
      <w:spacing w:after="120"/>
      <w:ind w:left="360" w:firstLine="210"/>
      <w:jc w:val="left"/>
    </w:pPr>
    <w:rPr>
      <w:sz w:val="28"/>
      <w:szCs w:val="35"/>
    </w:rPr>
  </w:style>
  <w:style w:type="character" w:customStyle="1" w:styleId="BodyTextFirstIndent2Char">
    <w:name w:val="Body Text First Indent 2 Char"/>
    <w:link w:val="BodyTextFirstIndent2"/>
    <w:uiPriority w:val="99"/>
    <w:semiHidden/>
    <w:locked/>
    <w:rsid w:val="00714366"/>
    <w:rPr>
      <w:rFonts w:ascii="Cordia New" w:hAnsi="Cordia New" w:cs="Times New Roman"/>
      <w:sz w:val="35"/>
      <w:lang w:val="en-US" w:eastAsia="en-US"/>
    </w:rPr>
  </w:style>
  <w:style w:type="paragraph" w:styleId="TOC6">
    <w:name w:val="toc 6"/>
    <w:basedOn w:val="Normal"/>
    <w:next w:val="Normal"/>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Caption">
    <w:name w:val="caption"/>
    <w:basedOn w:val="Normal"/>
    <w:next w:val="Normal"/>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Normal"/>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Normal"/>
    <w:uiPriority w:val="99"/>
    <w:rsid w:val="006A0933"/>
    <w:pPr>
      <w:spacing w:after="160" w:line="240" w:lineRule="exact"/>
    </w:pPr>
    <w:rPr>
      <w:rFonts w:ascii="Verdana" w:hAnsi="Verdana" w:cs="Times New Roman"/>
      <w:sz w:val="20"/>
      <w:szCs w:val="20"/>
      <w:lang w:bidi="ar-SA"/>
    </w:rPr>
  </w:style>
  <w:style w:type="character" w:customStyle="1" w:styleId="2">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Normal"/>
    <w:uiPriority w:val="99"/>
    <w:rsid w:val="006A0933"/>
    <w:pPr>
      <w:spacing w:after="160" w:line="240" w:lineRule="exact"/>
    </w:pPr>
    <w:rPr>
      <w:rFonts w:ascii="Verdana" w:hAnsi="Verdana" w:cs="Angsana New"/>
      <w:sz w:val="20"/>
      <w:szCs w:val="20"/>
      <w:lang w:bidi="ar-SA"/>
    </w:rPr>
  </w:style>
  <w:style w:type="paragraph" w:styleId="ListParagraph">
    <w:name w:val="List Paragraph"/>
    <w:basedOn w:val="Normal"/>
    <w:link w:val="ListParagraphChar"/>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Normal"/>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Normal"/>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Normal"/>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Normal"/>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LineNumber">
    <w:name w:val="line number"/>
    <w:basedOn w:val="DefaultParagraphFont"/>
    <w:uiPriority w:val="99"/>
    <w:semiHidden/>
    <w:unhideWhenUsed/>
    <w:locked/>
    <w:rsid w:val="001F5364"/>
  </w:style>
  <w:style w:type="character" w:styleId="Hyperlink">
    <w:name w:val="Hyperlink"/>
    <w:basedOn w:val="DefaultParagraphFont"/>
    <w:uiPriority w:val="99"/>
    <w:unhideWhenUsed/>
    <w:locked/>
    <w:rsid w:val="00033879"/>
    <w:rPr>
      <w:color w:val="0000FF" w:themeColor="hyperlink"/>
      <w:u w:val="single"/>
    </w:rPr>
  </w:style>
  <w:style w:type="paragraph" w:customStyle="1" w:styleId="a3">
    <w:name w:val="Åº"/>
    <w:basedOn w:val="Normal"/>
    <w:rsid w:val="002638D9"/>
    <w:pPr>
      <w:tabs>
        <w:tab w:val="left" w:pos="360"/>
        <w:tab w:val="left" w:pos="720"/>
        <w:tab w:val="left" w:pos="1080"/>
      </w:tabs>
    </w:pPr>
    <w:rPr>
      <w:rFonts w:cs="BrowalliaUPC"/>
    </w:rPr>
  </w:style>
  <w:style w:type="paragraph" w:customStyle="1" w:styleId="paragraph">
    <w:name w:val="paragraph"/>
    <w:basedOn w:val="Normal"/>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633BA9"/>
  </w:style>
  <w:style w:type="character" w:customStyle="1" w:styleId="eop">
    <w:name w:val="eop"/>
    <w:basedOn w:val="DefaultParagraphFont"/>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Normal"/>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Normal"/>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Normal"/>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Normal"/>
    <w:rsid w:val="00084EA4"/>
    <w:pPr>
      <w:spacing w:after="160" w:line="240" w:lineRule="exact"/>
    </w:pPr>
    <w:rPr>
      <w:rFonts w:ascii="Verdana" w:hAnsi="Verdana" w:cs="Times New Roman"/>
      <w:sz w:val="20"/>
      <w:szCs w:val="20"/>
      <w:lang w:bidi="ar-SA"/>
    </w:rPr>
  </w:style>
  <w:style w:type="table" w:customStyle="1" w:styleId="TableGrid1">
    <w:name w:val="Table Grid1"/>
    <w:basedOn w:val="TableNormal"/>
    <w:next w:val="TableGrid"/>
    <w:uiPriority w:val="39"/>
    <w:rsid w:val="00AA795D"/>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305D56"/>
    <w:rPr>
      <w:rFonts w:ascii="Calibri" w:hAnsi="Calibri"/>
      <w:sz w:val="22"/>
      <w:szCs w:val="28"/>
    </w:rPr>
  </w:style>
  <w:style w:type="paragraph" w:styleId="NormalWeb">
    <w:name w:val="Normal (Web)"/>
    <w:basedOn w:val="Normal"/>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BodyText"/>
    <w:rsid w:val="00D767BD"/>
    <w:pPr>
      <w:spacing w:after="260" w:line="260" w:lineRule="atLeast"/>
      <w:ind w:left="567"/>
    </w:pPr>
    <w:rPr>
      <w:rFonts w:ascii="Times New Roman" w:eastAsia="Calibri" w:hAnsi="Times New Roman" w:cs="Cordia New"/>
      <w:sz w:val="22"/>
      <w:szCs w:val="20"/>
      <w:lang w:val="en-GB" w:bidi="ar-SA"/>
    </w:rPr>
  </w:style>
  <w:style w:type="character" w:styleId="CommentReference">
    <w:name w:val="annotation reference"/>
    <w:basedOn w:val="DefaultParagraphFont"/>
    <w:uiPriority w:val="99"/>
    <w:semiHidden/>
    <w:unhideWhenUsed/>
    <w:locked/>
    <w:rsid w:val="0059582D"/>
    <w:rPr>
      <w:sz w:val="16"/>
      <w:szCs w:val="16"/>
    </w:rPr>
  </w:style>
  <w:style w:type="paragraph" w:styleId="CommentText">
    <w:name w:val="annotation text"/>
    <w:basedOn w:val="Normal"/>
    <w:link w:val="CommentTextChar"/>
    <w:uiPriority w:val="99"/>
    <w:unhideWhenUsed/>
    <w:locked/>
    <w:rsid w:val="0059582D"/>
    <w:rPr>
      <w:sz w:val="20"/>
      <w:szCs w:val="25"/>
    </w:rPr>
  </w:style>
  <w:style w:type="character" w:customStyle="1" w:styleId="CommentTextChar">
    <w:name w:val="Comment Text Char"/>
    <w:basedOn w:val="DefaultParagraphFont"/>
    <w:link w:val="CommentText"/>
    <w:uiPriority w:val="99"/>
    <w:rsid w:val="0059582D"/>
    <w:rPr>
      <w:rFonts w:ascii="Cordia New" w:hAnsi="Cordia New" w:cs="Cordia New"/>
      <w:szCs w:val="25"/>
    </w:rPr>
  </w:style>
  <w:style w:type="paragraph" w:styleId="CommentSubject">
    <w:name w:val="annotation subject"/>
    <w:basedOn w:val="CommentText"/>
    <w:next w:val="CommentText"/>
    <w:link w:val="CommentSubjectChar"/>
    <w:uiPriority w:val="99"/>
    <w:semiHidden/>
    <w:unhideWhenUsed/>
    <w:locked/>
    <w:rsid w:val="0059582D"/>
    <w:rPr>
      <w:b/>
      <w:bCs/>
    </w:rPr>
  </w:style>
  <w:style w:type="character" w:customStyle="1" w:styleId="CommentSubjectChar">
    <w:name w:val="Comment Subject Char"/>
    <w:basedOn w:val="CommentTextChar"/>
    <w:link w:val="CommentSubject"/>
    <w:uiPriority w:val="99"/>
    <w:semiHidden/>
    <w:rsid w:val="0059582D"/>
    <w:rPr>
      <w:rFonts w:ascii="Cordia New" w:hAnsi="Cordia New" w:cs="Cordia New"/>
      <w:b/>
      <w:bCs/>
      <w:szCs w:val="25"/>
    </w:rPr>
  </w:style>
  <w:style w:type="paragraph" w:styleId="Revision">
    <w:name w:val="Revision"/>
    <w:hidden/>
    <w:uiPriority w:val="99"/>
    <w:semiHidden/>
    <w:rsid w:val="002F09DF"/>
    <w:rPr>
      <w:rFonts w:ascii="Cordia New" w:hAnsi="Cordia New" w:cs="Cordia New"/>
      <w:sz w:val="28"/>
      <w:szCs w:val="35"/>
    </w:rPr>
  </w:style>
  <w:style w:type="character" w:styleId="Strong">
    <w:name w:val="Strong"/>
    <w:uiPriority w:val="22"/>
    <w:qFormat/>
    <w:locke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77855818">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6" ma:contentTypeDescription="Create a new document." ma:contentTypeScope="" ma:versionID="618e551d21fc4f1280e5392488ef4799">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a95e2746aec4bf5b28a69b26e4dad46"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customXml/itemProps2.xml><?xml version="1.0" encoding="utf-8"?>
<ds:datastoreItem xmlns:ds="http://schemas.openxmlformats.org/officeDocument/2006/customXml" ds:itemID="{4368BD32-4D2A-45AA-8315-DF735138E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4.xml><?xml version="1.0" encoding="utf-8"?>
<ds:datastoreItem xmlns:ds="http://schemas.openxmlformats.org/officeDocument/2006/customXml" ds:itemID="{D5001C58-074A-4FB3-8ACA-15828E15D341}">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0</TotalTime>
  <Pages>11</Pages>
  <Words>2203</Words>
  <Characters>12562</Characters>
  <Application>Microsoft Office Word</Application>
  <DocSecurity>0</DocSecurity>
  <Lines>104</Lines>
  <Paragraphs>29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user1</cp:lastModifiedBy>
  <cp:revision>2</cp:revision>
  <cp:lastPrinted>2024-08-09T18:37:00Z</cp:lastPrinted>
  <dcterms:created xsi:type="dcterms:W3CDTF">2025-05-13T05:11:00Z</dcterms:created>
  <dcterms:modified xsi:type="dcterms:W3CDTF">2025-05-13T05:11:00Z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